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73DA79AA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>
        <w:t>0</w:t>
      </w:r>
      <w:r w:rsidR="00A72A4D">
        <w:t>7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2B95082C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A72A4D">
        <w:t>7</w:t>
      </w:r>
      <w:r>
        <w:rPr>
          <w:rFonts w:ascii="Calibri" w:hAnsi="Calibri" w:cs="Calibri"/>
        </w:rPr>
        <w:t> </w:t>
      </w:r>
      <w:r>
        <w:t xml:space="preserve">: </w:t>
      </w:r>
      <w:r w:rsidR="00A72A4D">
        <w:t>C</w:t>
      </w:r>
      <w:r w:rsidR="00A72A4D" w:rsidRPr="00A72A4D">
        <w:t xml:space="preserve">loisons - </w:t>
      </w:r>
      <w:r w:rsidR="00A72A4D">
        <w:t>D</w:t>
      </w:r>
      <w:r w:rsidR="00A72A4D" w:rsidRPr="00A72A4D">
        <w:t xml:space="preserve">oublages - </w:t>
      </w:r>
      <w:r w:rsidR="00A72A4D">
        <w:t>I</w:t>
      </w:r>
      <w:r w:rsidR="00A72A4D" w:rsidRPr="00A72A4D">
        <w:t>solatio</w:t>
      </w:r>
      <w:r w:rsidR="00A72A4D">
        <w:t>n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7AE3B36A" w:rsidR="00995AF1" w:rsidRPr="00597383" w:rsidRDefault="00FC7E63" w:rsidP="00995AF1">
            <w:pPr>
              <w:pStyle w:val="Pdginfos"/>
            </w:pPr>
            <w:bookmarkStart w:id="5" w:name="Établissementcommune"/>
            <w:r>
              <w:t>Université d’Angers</w:t>
            </w:r>
            <w:bookmarkEnd w:id="5"/>
            <w:r w:rsidR="00F6457D">
              <w:br/>
            </w:r>
            <w:r w:rsidR="00F6457D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6FCA4862" w:rsidR="00995AF1" w:rsidRPr="00B951CA" w:rsidRDefault="001D28A6" w:rsidP="00995AF1">
      <w:pPr>
        <w:pStyle w:val="PdgVersion"/>
        <w:jc w:val="right"/>
        <w:rPr>
          <w:b w:val="0"/>
        </w:rPr>
      </w:pPr>
      <w:r>
        <w:rPr>
          <w:b w:val="0"/>
        </w:rPr>
        <w:t>Juillet</w:t>
      </w:r>
      <w:r w:rsidR="00FC7E63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4DB44B14" w:rsidR="00995AF1" w:rsidRPr="00292E33" w:rsidRDefault="00E712E2" w:rsidP="001D28A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53959D78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7B1BE8">
        <w:fldChar w:fldCharType="begin"/>
      </w:r>
      <w:r w:rsidR="007B1BE8">
        <w:instrText xml:space="preserve"> NUMPAGES   \* MERGEFORMAT </w:instrText>
      </w:r>
      <w:r w:rsidR="007B1BE8">
        <w:fldChar w:fldCharType="separate"/>
      </w:r>
      <w:r w:rsidR="008B1CD2">
        <w:rPr>
          <w:noProof/>
        </w:rPr>
        <w:t>23</w:t>
      </w:r>
      <w:r w:rsidR="007B1BE8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25045389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8B1CD2">
        <w:t>AC-NANTES_SCUS_25-307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299C09CD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8B1CD2">
        <w:t>Lot n°7</w:t>
      </w:r>
      <w:r w:rsidR="008B1CD2">
        <w:rPr>
          <w:rFonts w:ascii="Calibri" w:hAnsi="Calibri" w:cs="Calibri"/>
        </w:rPr>
        <w:t> </w:t>
      </w:r>
      <w:r w:rsidR="008B1CD2">
        <w:t>: C</w:t>
      </w:r>
      <w:r w:rsidR="008B1CD2" w:rsidRPr="00A72A4D">
        <w:t xml:space="preserve">loisons - </w:t>
      </w:r>
      <w:r w:rsidR="008B1CD2">
        <w:t>D</w:t>
      </w:r>
      <w:r w:rsidR="008B1CD2" w:rsidRPr="00A72A4D">
        <w:t xml:space="preserve">oublages - </w:t>
      </w:r>
      <w:r w:rsidR="008B1CD2">
        <w:t>I</w:t>
      </w:r>
      <w:r w:rsidR="008B1CD2" w:rsidRPr="00A72A4D">
        <w:t>solatio</w:t>
      </w:r>
      <w:r w:rsidR="008B1CD2">
        <w:t>n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2D70B200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3" w:name="A2_1_p0B_a"/>
      <w:bookmarkEnd w:id="13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7F64B9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250AD666" w14:textId="35D2DD54" w:rsidR="000529E6" w:rsidRDefault="0078687E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D68B14D" w:rsidR="00ED1F4A" w:rsidRPr="00ED1F4A" w:rsidRDefault="007B1BE8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4-1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761072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761072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5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5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33B86B6A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1817A1">
            <w:t>Lot n°7</w:t>
          </w:r>
          <w:r w:rsidR="001817A1" w:rsidRPr="001817A1">
            <w:rPr>
              <w:rFonts w:ascii="Calibri" w:hAnsi="Calibri" w:cs="Calibri"/>
            </w:rPr>
            <w:t> </w:t>
          </w:r>
          <w:r w:rsidR="001817A1">
            <w:t>: C</w:t>
          </w:r>
          <w:r w:rsidR="001817A1" w:rsidRPr="00A72A4D">
            <w:t xml:space="preserve">loisons - </w:t>
          </w:r>
          <w:r w:rsidR="001817A1">
            <w:t>D</w:t>
          </w:r>
          <w:r w:rsidR="001817A1" w:rsidRPr="00A72A4D">
            <w:t xml:space="preserve">oublages - </w:t>
          </w:r>
          <w:r w:rsidR="001817A1">
            <w:t>I</w:t>
          </w:r>
          <w:r w:rsidR="001817A1" w:rsidRPr="00A72A4D">
            <w:t>solatio</w:t>
          </w:r>
          <w:r w:rsidR="001817A1">
            <w:t>n</w:t>
          </w:r>
          <w:r>
            <w:fldChar w:fldCharType="end"/>
          </w:r>
        </w:p>
        <w:p w14:paraId="731E82FD" w14:textId="2D58579F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817A1" w:rsidRPr="001817A1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7742C2B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817A1">
            <w:t>Rénovation énergétique de la faculté des Sciences</w:t>
          </w:r>
          <w:r>
            <w:fldChar w:fldCharType="end"/>
          </w:r>
        </w:p>
        <w:p w14:paraId="711ACB36" w14:textId="0815259E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817A1" w:rsidRPr="001817A1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817A1"/>
    <w:rsid w:val="00190B7A"/>
    <w:rsid w:val="0019411F"/>
    <w:rsid w:val="00196B05"/>
    <w:rsid w:val="001A3B28"/>
    <w:rsid w:val="001A5417"/>
    <w:rsid w:val="001B46BB"/>
    <w:rsid w:val="001C79E5"/>
    <w:rsid w:val="001D28A6"/>
    <w:rsid w:val="001D77C9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36AF0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42C3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65592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93EFE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368C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2395B"/>
    <w:rsid w:val="00730231"/>
    <w:rsid w:val="00732DC3"/>
    <w:rsid w:val="00742A03"/>
    <w:rsid w:val="007555AE"/>
    <w:rsid w:val="00755F17"/>
    <w:rsid w:val="00761072"/>
    <w:rsid w:val="007647CB"/>
    <w:rsid w:val="0076691E"/>
    <w:rsid w:val="00773338"/>
    <w:rsid w:val="00781376"/>
    <w:rsid w:val="00783B03"/>
    <w:rsid w:val="0078687E"/>
    <w:rsid w:val="0079276E"/>
    <w:rsid w:val="007942EF"/>
    <w:rsid w:val="007B1BE8"/>
    <w:rsid w:val="007B25CD"/>
    <w:rsid w:val="007B39D1"/>
    <w:rsid w:val="007B39F0"/>
    <w:rsid w:val="007B4F8D"/>
    <w:rsid w:val="007B6F11"/>
    <w:rsid w:val="007E2D34"/>
    <w:rsid w:val="007F1724"/>
    <w:rsid w:val="007F2BEE"/>
    <w:rsid w:val="007F64B9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0C36"/>
    <w:rsid w:val="00862E10"/>
    <w:rsid w:val="00874522"/>
    <w:rsid w:val="00874E8E"/>
    <w:rsid w:val="0089070D"/>
    <w:rsid w:val="00892220"/>
    <w:rsid w:val="008A60E2"/>
    <w:rsid w:val="008A73FE"/>
    <w:rsid w:val="008B1CD2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D443C"/>
    <w:rsid w:val="009D50F7"/>
    <w:rsid w:val="009D5A8D"/>
    <w:rsid w:val="009E3335"/>
    <w:rsid w:val="009E6DCE"/>
    <w:rsid w:val="009E788B"/>
    <w:rsid w:val="009F54AD"/>
    <w:rsid w:val="009F56A7"/>
    <w:rsid w:val="009F6271"/>
    <w:rsid w:val="009F6734"/>
    <w:rsid w:val="009F692C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7318"/>
    <w:rsid w:val="00A62713"/>
    <w:rsid w:val="00A62894"/>
    <w:rsid w:val="00A656B3"/>
    <w:rsid w:val="00A66ACE"/>
    <w:rsid w:val="00A7190B"/>
    <w:rsid w:val="00A72A4D"/>
    <w:rsid w:val="00A73D6A"/>
    <w:rsid w:val="00A84CCB"/>
    <w:rsid w:val="00A91788"/>
    <w:rsid w:val="00AA4FEE"/>
    <w:rsid w:val="00AA5E97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97217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BF55E5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2CB9"/>
    <w:rsid w:val="00D764BE"/>
    <w:rsid w:val="00D805EC"/>
    <w:rsid w:val="00D84306"/>
    <w:rsid w:val="00D906A9"/>
    <w:rsid w:val="00D91A2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E32DB"/>
    <w:rsid w:val="00DF3162"/>
    <w:rsid w:val="00E05336"/>
    <w:rsid w:val="00E15D22"/>
    <w:rsid w:val="00E231DA"/>
    <w:rsid w:val="00E249DF"/>
    <w:rsid w:val="00E47097"/>
    <w:rsid w:val="00E5633E"/>
    <w:rsid w:val="00E57AF6"/>
    <w:rsid w:val="00E623E6"/>
    <w:rsid w:val="00E669F0"/>
    <w:rsid w:val="00E712E2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5CF0"/>
    <w:rsid w:val="00F043B7"/>
    <w:rsid w:val="00F13579"/>
    <w:rsid w:val="00F22B0F"/>
    <w:rsid w:val="00F22CF7"/>
    <w:rsid w:val="00F2464C"/>
    <w:rsid w:val="00F256D3"/>
    <w:rsid w:val="00F25DA3"/>
    <w:rsid w:val="00F261BB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57D"/>
    <w:rsid w:val="00F64B87"/>
    <w:rsid w:val="00F67DD9"/>
    <w:rsid w:val="00F710F9"/>
    <w:rsid w:val="00F7722A"/>
    <w:rsid w:val="00F906CB"/>
    <w:rsid w:val="00FA270E"/>
    <w:rsid w:val="00FA5197"/>
    <w:rsid w:val="00FB41CC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138</TotalTime>
  <Pages>23</Pages>
  <Words>2927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46</cp:revision>
  <cp:lastPrinted>2024-06-03T13:20:00Z</cp:lastPrinted>
  <dcterms:created xsi:type="dcterms:W3CDTF">2024-06-04T12:30:00Z</dcterms:created>
  <dcterms:modified xsi:type="dcterms:W3CDTF">2025-07-25T12:55:00Z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