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7CF9A8" w14:textId="7873664D" w:rsidR="00995AF1" w:rsidRDefault="00995AF1" w:rsidP="00995AF1">
      <w:pPr>
        <w:pStyle w:val="PdgRefmarch"/>
      </w:pPr>
      <w:bookmarkStart w:id="0" w:name="Ref_marché"/>
      <w:r>
        <w:t>AC-NANTES_SCUS_</w:t>
      </w:r>
      <w:r w:rsidR="00FC7E63">
        <w:t>25-3</w:t>
      </w:r>
      <w:r>
        <w:t>0</w:t>
      </w:r>
      <w:r w:rsidR="00481D19">
        <w:t>4</w:t>
      </w:r>
      <w:bookmarkEnd w:id="0"/>
    </w:p>
    <w:p w14:paraId="6382805D" w14:textId="281E3636" w:rsidR="00995AF1" w:rsidRDefault="00995AF1" w:rsidP="00995AF1">
      <w:pPr>
        <w:pStyle w:val="Pdgtypedemarch"/>
      </w:pPr>
      <w:r>
        <w:t>Marché public de</w:t>
      </w:r>
      <w:bookmarkStart w:id="1" w:name="Type_marché"/>
      <w:r>
        <w:t xml:space="preserve"> </w:t>
      </w:r>
      <w:r w:rsidR="00F906CB">
        <w:t>travaux</w:t>
      </w:r>
      <w:bookmarkEnd w:id="1"/>
    </w:p>
    <w:p w14:paraId="208363ED" w14:textId="1899A64B" w:rsidR="00995AF1" w:rsidRPr="00C307FC" w:rsidRDefault="00F906CB" w:rsidP="00995AF1">
      <w:pPr>
        <w:pStyle w:val="PdgObjetdumarch0"/>
      </w:pPr>
      <w:bookmarkStart w:id="2" w:name="Mission_lot"/>
      <w:r>
        <w:t>Lot n°</w:t>
      </w:r>
      <w:r w:rsidR="00481D19">
        <w:t>4</w:t>
      </w:r>
      <w:r>
        <w:rPr>
          <w:rFonts w:ascii="Calibri" w:hAnsi="Calibri" w:cs="Calibri"/>
        </w:rPr>
        <w:t> </w:t>
      </w:r>
      <w:r>
        <w:t xml:space="preserve">: </w:t>
      </w:r>
      <w:r w:rsidR="00481D19">
        <w:t>F</w:t>
      </w:r>
      <w:r w:rsidR="00481D19" w:rsidRPr="00481D19">
        <w:t xml:space="preserve">açades ossature bois - </w:t>
      </w:r>
      <w:r w:rsidR="00481D19">
        <w:t>B</w:t>
      </w:r>
      <w:r w:rsidR="00481D19" w:rsidRPr="00481D19">
        <w:t xml:space="preserve">ardage - </w:t>
      </w:r>
      <w:r w:rsidR="00481D19">
        <w:t>M</w:t>
      </w:r>
      <w:r w:rsidR="00481D19" w:rsidRPr="00481D19">
        <w:t xml:space="preserve">enuiseries extérieures - </w:t>
      </w:r>
      <w:r w:rsidR="00481D19">
        <w:t>S</w:t>
      </w:r>
      <w:r w:rsidR="00481D19" w:rsidRPr="00481D19">
        <w:t>errurerie</w:t>
      </w:r>
      <w:bookmarkEnd w:id="2"/>
    </w:p>
    <w:p w14:paraId="6B9D4367" w14:textId="77777777" w:rsidR="00995AF1" w:rsidRPr="002D275A" w:rsidRDefault="00995AF1" w:rsidP="00995AF1">
      <w:pPr>
        <w:pStyle w:val="PdgNomdudocument"/>
      </w:pPr>
      <w:r>
        <w:t xml:space="preserve">Acte d’engagement </w:t>
      </w:r>
      <w:r w:rsidRPr="00C307FC">
        <w:t>(A</w:t>
      </w:r>
      <w:r>
        <w:t>E</w:t>
      </w:r>
      <w:r w:rsidRPr="00C307FC">
        <w:t>)</w:t>
      </w:r>
    </w:p>
    <w:tbl>
      <w:tblPr>
        <w:tblpPr w:leftFromText="141" w:rightFromText="141" w:vertAnchor="text" w:horzAnchor="margin" w:tblpY="445"/>
        <w:tblW w:w="10087" w:type="dxa"/>
        <w:tblLayout w:type="fixed"/>
        <w:tblCellMar>
          <w:top w:w="57" w:type="dxa"/>
          <w:left w:w="70" w:type="dxa"/>
          <w:bottom w:w="57" w:type="dxa"/>
          <w:right w:w="70" w:type="dxa"/>
        </w:tblCellMar>
        <w:tblLook w:val="0000" w:firstRow="0" w:lastRow="0" w:firstColumn="0" w:lastColumn="0" w:noHBand="0" w:noVBand="0"/>
      </w:tblPr>
      <w:tblGrid>
        <w:gridCol w:w="22"/>
        <w:gridCol w:w="10065"/>
      </w:tblGrid>
      <w:tr w:rsidR="00995AF1" w14:paraId="3EC4A2E6" w14:textId="77777777" w:rsidTr="00995AF1">
        <w:trPr>
          <w:gridBefore w:val="1"/>
          <w:wBefore w:w="22" w:type="dxa"/>
        </w:trPr>
        <w:tc>
          <w:tcPr>
            <w:tcW w:w="10065" w:type="dxa"/>
            <w:shd w:val="clear" w:color="auto" w:fill="CCCCCC"/>
          </w:tcPr>
          <w:p w14:paraId="0B2FAB20" w14:textId="77777777" w:rsidR="00995AF1" w:rsidRPr="005926DD" w:rsidRDefault="00995AF1" w:rsidP="00995AF1">
            <w:pPr>
              <w:pStyle w:val="PdgInvite"/>
            </w:pPr>
            <w:r>
              <w:t>Acheteur</w:t>
            </w:r>
            <w:r w:rsidRPr="005926DD">
              <w:t xml:space="preserve"> exerçant la maîtrise d'ouvrage</w:t>
            </w:r>
          </w:p>
        </w:tc>
      </w:tr>
      <w:tr w:rsidR="00995AF1" w14:paraId="4FEE5A4A" w14:textId="77777777" w:rsidTr="00995AF1">
        <w:trPr>
          <w:gridBefore w:val="1"/>
          <w:wBefore w:w="22" w:type="dxa"/>
        </w:trPr>
        <w:tc>
          <w:tcPr>
            <w:tcW w:w="10065" w:type="dxa"/>
            <w:shd w:val="clear" w:color="auto" w:fill="auto"/>
          </w:tcPr>
          <w:p w14:paraId="18AA14D8" w14:textId="77777777" w:rsidR="00995AF1" w:rsidRPr="00C307FC" w:rsidRDefault="00995AF1" w:rsidP="00995AF1">
            <w:pPr>
              <w:pStyle w:val="Pdginfos"/>
            </w:pPr>
            <w:bookmarkStart w:id="3" w:name="R0_p2_a"/>
            <w:r w:rsidRPr="00C307FC">
              <w:t xml:space="preserve">Rectorat de </w:t>
            </w:r>
            <w:bookmarkEnd w:id="3"/>
            <w:r>
              <w:t>la région académique Pays de la Loire</w:t>
            </w:r>
          </w:p>
        </w:tc>
      </w:tr>
      <w:tr w:rsidR="00995AF1" w14:paraId="62EBAF8A" w14:textId="77777777" w:rsidTr="00995AF1">
        <w:tc>
          <w:tcPr>
            <w:tcW w:w="10087" w:type="dxa"/>
            <w:gridSpan w:val="2"/>
            <w:shd w:val="clear" w:color="auto" w:fill="CCCCCC"/>
          </w:tcPr>
          <w:p w14:paraId="060AAF17" w14:textId="77777777" w:rsidR="00995AF1" w:rsidRPr="005926DD" w:rsidRDefault="00995AF1" w:rsidP="00995AF1">
            <w:pPr>
              <w:pStyle w:val="PdgInvite"/>
            </w:pPr>
            <w:r>
              <w:t>Opération</w:t>
            </w:r>
          </w:p>
        </w:tc>
      </w:tr>
      <w:tr w:rsidR="00995AF1" w14:paraId="27C6669E" w14:textId="77777777" w:rsidTr="00995AF1">
        <w:tc>
          <w:tcPr>
            <w:tcW w:w="10087" w:type="dxa"/>
            <w:gridSpan w:val="2"/>
            <w:shd w:val="clear" w:color="auto" w:fill="auto"/>
          </w:tcPr>
          <w:p w14:paraId="06BA2517" w14:textId="7F2DF6FA" w:rsidR="00995AF1" w:rsidRDefault="00FC7E63" w:rsidP="00995AF1">
            <w:pPr>
              <w:pStyle w:val="PdgOpration"/>
            </w:pPr>
            <w:bookmarkStart w:id="4" w:name="Opération"/>
            <w:r>
              <w:t>Rénovation énergétique de la faculté des Sciences</w:t>
            </w:r>
            <w:bookmarkEnd w:id="4"/>
          </w:p>
          <w:p w14:paraId="2E2DA2AC" w14:textId="264B6A46" w:rsidR="00995AF1" w:rsidRPr="00597383" w:rsidRDefault="00FC7E63" w:rsidP="00995AF1">
            <w:pPr>
              <w:pStyle w:val="Pdginfos"/>
            </w:pPr>
            <w:bookmarkStart w:id="5" w:name="Établissementcommune"/>
            <w:r>
              <w:t>Université d’Angers</w:t>
            </w:r>
            <w:bookmarkEnd w:id="5"/>
            <w:r w:rsidR="00B42C90">
              <w:br/>
            </w:r>
            <w:r w:rsidR="00B42C90">
              <w:rPr>
                <w:sz w:val="20"/>
                <w:szCs w:val="14"/>
              </w:rPr>
              <w:t>2 boulevard Lavoisier, Angers (49)</w:t>
            </w:r>
          </w:p>
        </w:tc>
      </w:tr>
      <w:tr w:rsidR="00995AF1" w14:paraId="319015CC" w14:textId="77777777" w:rsidTr="00995AF1">
        <w:tc>
          <w:tcPr>
            <w:tcW w:w="10087" w:type="dxa"/>
            <w:gridSpan w:val="2"/>
            <w:shd w:val="clear" w:color="auto" w:fill="BFBFBF" w:themeFill="background1" w:themeFillShade="BF"/>
          </w:tcPr>
          <w:p w14:paraId="015B95D7" w14:textId="77777777" w:rsidR="00995AF1" w:rsidRPr="0065292C" w:rsidRDefault="00995AF1" w:rsidP="00995AF1">
            <w:pPr>
              <w:pStyle w:val="PdgInvite"/>
            </w:pPr>
            <w:r w:rsidRPr="00A20652">
              <w:t xml:space="preserve">Marché </w:t>
            </w:r>
            <w:r>
              <w:t>en</w:t>
            </w:r>
            <w:r w:rsidRPr="00A20652">
              <w:t xml:space="preserve"> procédure adaptée </w:t>
            </w:r>
            <w:r w:rsidRPr="00A20652">
              <w:rPr>
                <w:b w:val="0"/>
              </w:rPr>
              <w:t>passé en application des articles L.2123-1 et R.2123-1 à R.2123-7 du CCP.</w:t>
            </w:r>
          </w:p>
        </w:tc>
      </w:tr>
    </w:tbl>
    <w:p w14:paraId="7FA111E4" w14:textId="3C7400B9" w:rsidR="00995AF1" w:rsidRPr="00B951CA" w:rsidRDefault="00DB0652" w:rsidP="00995AF1">
      <w:pPr>
        <w:pStyle w:val="PdgVersion"/>
        <w:jc w:val="right"/>
        <w:rPr>
          <w:b w:val="0"/>
        </w:rPr>
      </w:pPr>
      <w:r>
        <w:rPr>
          <w:b w:val="0"/>
        </w:rPr>
        <w:t>Juillet</w:t>
      </w:r>
      <w:r w:rsidR="00FC7E63">
        <w:rPr>
          <w:b w:val="0"/>
        </w:rPr>
        <w:t xml:space="preserve"> 2025</w:t>
      </w:r>
    </w:p>
    <w:p w14:paraId="61385AEA" w14:textId="77777777" w:rsidR="00995AF1" w:rsidRDefault="00995AF1" w:rsidP="00995AF1">
      <w:pPr>
        <w:pStyle w:val="Corpsdetexte"/>
        <w:rPr>
          <w:b/>
        </w:rPr>
      </w:pPr>
    </w:p>
    <w:p w14:paraId="4A04A7A3" w14:textId="77777777" w:rsidR="00995AF1" w:rsidRDefault="00995AF1" w:rsidP="00995AF1">
      <w:pPr>
        <w:pStyle w:val="Corpsdetexte"/>
      </w:pPr>
      <w:r w:rsidRPr="005A6166">
        <w:rPr>
          <w:b/>
        </w:rPr>
        <w:t xml:space="preserve">L’offre a été établie sur la base des conditions économiques en vigueur le                                 </w:t>
      </w:r>
    </w:p>
    <w:p w14:paraId="2F9FEFE2" w14:textId="77777777" w:rsidR="00995AF1" w:rsidRDefault="00995AF1" w:rsidP="00995AF1">
      <w:pPr>
        <w:pStyle w:val="Corpsdetexte"/>
        <w:rPr>
          <w:rStyle w:val="CorpsitaliqueCar"/>
          <w:sz w:val="20"/>
          <w:szCs w:val="20"/>
        </w:rPr>
      </w:pPr>
      <w:r w:rsidRPr="005A6166">
        <w:rPr>
          <w:rStyle w:val="CorpsitaliqueCar"/>
          <w:sz w:val="20"/>
          <w:szCs w:val="20"/>
        </w:rPr>
        <w:t>(à renseigner par le candidat</w:t>
      </w:r>
      <w:r w:rsidRPr="005A6166">
        <w:rPr>
          <w:rStyle w:val="CorpsitaliqueCar"/>
          <w:rFonts w:ascii="Calibri" w:hAnsi="Calibri" w:cs="Calibri"/>
          <w:sz w:val="20"/>
          <w:szCs w:val="20"/>
        </w:rPr>
        <w:t> </w:t>
      </w:r>
      <w:r w:rsidRPr="005A6166">
        <w:rPr>
          <w:rStyle w:val="CorpsitaliqueCar"/>
          <w:sz w:val="20"/>
          <w:szCs w:val="20"/>
        </w:rPr>
        <w:t>: date de remise de l’offre ou de l’offre finale en cas de remises d’offres successives)</w:t>
      </w:r>
    </w:p>
    <w:tbl>
      <w:tblPr>
        <w:tblW w:w="10057" w:type="dxa"/>
        <w:tblCellSpacing w:w="0" w:type="dxa"/>
        <w:tblCellMar>
          <w:left w:w="68" w:type="dxa"/>
          <w:right w:w="68" w:type="dxa"/>
        </w:tblCellMar>
        <w:tblLook w:val="04A0" w:firstRow="1" w:lastRow="0" w:firstColumn="1" w:lastColumn="0" w:noHBand="0" w:noVBand="1"/>
      </w:tblPr>
      <w:tblGrid>
        <w:gridCol w:w="3712"/>
        <w:gridCol w:w="6345"/>
      </w:tblGrid>
      <w:tr w:rsidR="00995AF1" w:rsidRPr="00292E33" w14:paraId="034CCFFF" w14:textId="77777777" w:rsidTr="00995AF1">
        <w:trPr>
          <w:tblCellSpacing w:w="0" w:type="dxa"/>
        </w:trPr>
        <w:tc>
          <w:tcPr>
            <w:tcW w:w="371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CCCCCC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25C27883" w14:textId="77777777" w:rsidR="00995AF1" w:rsidRPr="00292E33" w:rsidRDefault="00995AF1" w:rsidP="00995AF1">
            <w:pPr>
              <w:pStyle w:val="PdgInvite"/>
              <w:rPr>
                <w:sz w:val="20"/>
                <w:szCs w:val="20"/>
                <w:lang w:eastAsia="fr-FR"/>
              </w:rPr>
            </w:pPr>
            <w:r w:rsidRPr="00292E33">
              <w:rPr>
                <w:lang w:eastAsia="fr-FR"/>
              </w:rPr>
              <w:t>Date du marché</w:t>
            </w:r>
          </w:p>
        </w:tc>
        <w:tc>
          <w:tcPr>
            <w:tcW w:w="6345" w:type="dxa"/>
            <w:tcBorders>
              <w:top w:val="single" w:sz="4" w:space="0" w:color="auto"/>
              <w:left w:val="single" w:sz="6" w:space="0" w:color="000000"/>
              <w:bottom w:val="nil"/>
              <w:right w:val="single" w:sz="4" w:space="0" w:color="auto"/>
            </w:tcBorders>
            <w:shd w:val="clear" w:color="auto" w:fill="auto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3095F10A" w14:textId="77777777" w:rsidR="00995AF1" w:rsidRPr="00292E33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292E33">
              <w:rPr>
                <w:rFonts w:ascii="Marianne" w:eastAsia="Times New Roman" w:hAnsi="Marianne" w:cs="Times New Roman"/>
                <w:sz w:val="18"/>
                <w:szCs w:val="18"/>
                <w:lang w:eastAsia="fr-FR"/>
              </w:rPr>
              <w:t>(Réservé pour la mention d'exemplaire unique du marché)</w:t>
            </w:r>
          </w:p>
        </w:tc>
      </w:tr>
      <w:tr w:rsidR="00995AF1" w:rsidRPr="00292E33" w14:paraId="3F095E23" w14:textId="77777777" w:rsidTr="00995AF1">
        <w:trPr>
          <w:trHeight w:val="264"/>
          <w:tblCellSpacing w:w="0" w:type="dxa"/>
        </w:trPr>
        <w:tc>
          <w:tcPr>
            <w:tcW w:w="3712" w:type="dxa"/>
            <w:tcBorders>
              <w:top w:val="single" w:sz="6" w:space="0" w:color="000000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34D4286D" w14:textId="77777777" w:rsidR="00995AF1" w:rsidRPr="00292E33" w:rsidRDefault="00995AF1" w:rsidP="00995AF1">
            <w:pPr>
              <w:pStyle w:val="Pdginfos"/>
              <w:spacing w:before="120" w:after="0"/>
              <w:rPr>
                <w:lang w:eastAsia="fr-FR"/>
              </w:rPr>
            </w:pPr>
          </w:p>
        </w:tc>
        <w:tc>
          <w:tcPr>
            <w:tcW w:w="6345" w:type="dxa"/>
            <w:tcBorders>
              <w:top w:val="nil"/>
              <w:left w:val="single" w:sz="6" w:space="0" w:color="000000"/>
              <w:bottom w:val="nil"/>
              <w:right w:val="single" w:sz="4" w:space="0" w:color="auto"/>
            </w:tcBorders>
            <w:shd w:val="clear" w:color="auto" w:fill="auto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4A1FBFAE" w14:textId="77777777" w:rsidR="00995AF1" w:rsidRPr="00292E33" w:rsidRDefault="00995AF1" w:rsidP="00995AF1">
            <w:pPr>
              <w:pStyle w:val="Pdginfos"/>
              <w:spacing w:before="120" w:after="0"/>
              <w:rPr>
                <w:lang w:eastAsia="fr-FR"/>
              </w:rPr>
            </w:pPr>
          </w:p>
        </w:tc>
      </w:tr>
      <w:tr w:rsidR="00995AF1" w:rsidRPr="00292E33" w14:paraId="5AA7D9F9" w14:textId="77777777" w:rsidTr="00995AF1">
        <w:trPr>
          <w:trHeight w:val="268"/>
          <w:tblCellSpacing w:w="0" w:type="dxa"/>
        </w:trPr>
        <w:tc>
          <w:tcPr>
            <w:tcW w:w="371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shd w:val="clear" w:color="auto" w:fill="CCCCCC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656D3C14" w14:textId="77777777" w:rsidR="00995AF1" w:rsidRPr="00292E33" w:rsidRDefault="00995AF1" w:rsidP="00995AF1">
            <w:pPr>
              <w:pStyle w:val="PdgInvite"/>
              <w:rPr>
                <w:sz w:val="20"/>
                <w:szCs w:val="20"/>
                <w:lang w:eastAsia="fr-FR"/>
              </w:rPr>
            </w:pPr>
            <w:r w:rsidRPr="00292E33">
              <w:rPr>
                <w:lang w:eastAsia="fr-FR"/>
              </w:rPr>
              <w:t xml:space="preserve">Numéro d'EJ du </w:t>
            </w:r>
            <w:r w:rsidRPr="00333860">
              <w:t>contrat</w:t>
            </w:r>
          </w:p>
        </w:tc>
        <w:tc>
          <w:tcPr>
            <w:tcW w:w="6345" w:type="dxa"/>
            <w:tcBorders>
              <w:top w:val="nil"/>
              <w:left w:val="single" w:sz="6" w:space="0" w:color="000000"/>
              <w:bottom w:val="nil"/>
              <w:right w:val="single" w:sz="4" w:space="0" w:color="auto"/>
            </w:tcBorders>
            <w:shd w:val="clear" w:color="auto" w:fill="auto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2AA6C387" w14:textId="77777777" w:rsidR="00995AF1" w:rsidRPr="00292E33" w:rsidRDefault="00995AF1" w:rsidP="00995AF1">
            <w:pPr>
              <w:pStyle w:val="Pdginfos"/>
              <w:spacing w:after="0"/>
              <w:rPr>
                <w:lang w:eastAsia="fr-FR"/>
              </w:rPr>
            </w:pPr>
          </w:p>
        </w:tc>
      </w:tr>
      <w:tr w:rsidR="00995AF1" w:rsidRPr="00292E33" w14:paraId="3AC486B4" w14:textId="77777777" w:rsidTr="00995AF1">
        <w:trPr>
          <w:trHeight w:val="268"/>
          <w:tblCellSpacing w:w="0" w:type="dxa"/>
        </w:trPr>
        <w:tc>
          <w:tcPr>
            <w:tcW w:w="3712" w:type="dxa"/>
            <w:tcBorders>
              <w:left w:val="single" w:sz="4" w:space="0" w:color="auto"/>
              <w:right w:val="nil"/>
            </w:tcBorders>
            <w:shd w:val="clear" w:color="auto" w:fill="FFFFFF" w:themeFill="background1"/>
            <w:tcMar>
              <w:top w:w="0" w:type="dxa"/>
              <w:left w:w="68" w:type="dxa"/>
              <w:bottom w:w="0" w:type="dxa"/>
              <w:right w:w="0" w:type="dxa"/>
            </w:tcMar>
          </w:tcPr>
          <w:p w14:paraId="74620DAE" w14:textId="77777777" w:rsidR="00995AF1" w:rsidRPr="00292E33" w:rsidRDefault="00995AF1" w:rsidP="00995AF1">
            <w:pPr>
              <w:pStyle w:val="PdgInvite"/>
              <w:rPr>
                <w:lang w:eastAsia="fr-FR"/>
              </w:rPr>
            </w:pPr>
          </w:p>
        </w:tc>
        <w:tc>
          <w:tcPr>
            <w:tcW w:w="6345" w:type="dxa"/>
            <w:tcBorders>
              <w:top w:val="nil"/>
              <w:left w:val="single" w:sz="6" w:space="0" w:color="000000"/>
              <w:bottom w:val="nil"/>
              <w:right w:val="single" w:sz="4" w:space="0" w:color="auto"/>
            </w:tcBorders>
            <w:shd w:val="clear" w:color="auto" w:fill="auto"/>
            <w:tcMar>
              <w:top w:w="0" w:type="dxa"/>
              <w:left w:w="68" w:type="dxa"/>
              <w:bottom w:w="0" w:type="dxa"/>
              <w:right w:w="0" w:type="dxa"/>
            </w:tcMar>
          </w:tcPr>
          <w:p w14:paraId="70B3BF73" w14:textId="77777777" w:rsidR="00995AF1" w:rsidRPr="00292E33" w:rsidRDefault="00995AF1" w:rsidP="00995AF1">
            <w:pPr>
              <w:pStyle w:val="Pdginfos"/>
              <w:spacing w:after="0"/>
              <w:rPr>
                <w:lang w:eastAsia="fr-FR"/>
              </w:rPr>
            </w:pPr>
          </w:p>
        </w:tc>
      </w:tr>
      <w:tr w:rsidR="00995AF1" w:rsidRPr="00292E33" w14:paraId="26CA56B3" w14:textId="77777777" w:rsidTr="00995AF1">
        <w:trPr>
          <w:tblCellSpacing w:w="0" w:type="dxa"/>
        </w:trPr>
        <w:tc>
          <w:tcPr>
            <w:tcW w:w="371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20707ED6" w14:textId="77777777" w:rsidR="00995AF1" w:rsidRPr="00292E33" w:rsidRDefault="00995AF1" w:rsidP="00995AF1">
            <w:pPr>
              <w:pStyle w:val="Pdginfos"/>
              <w:spacing w:after="120"/>
              <w:rPr>
                <w:lang w:eastAsia="fr-FR"/>
              </w:rPr>
            </w:pPr>
          </w:p>
        </w:tc>
        <w:tc>
          <w:tcPr>
            <w:tcW w:w="6345" w:type="dxa"/>
            <w:tcBorders>
              <w:top w:val="nil"/>
              <w:left w:val="single" w:sz="6" w:space="0" w:color="000000"/>
              <w:bottom w:val="nil"/>
              <w:right w:val="single" w:sz="4" w:space="0" w:color="auto"/>
            </w:tcBorders>
            <w:shd w:val="clear" w:color="auto" w:fill="auto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16BE8A3F" w14:textId="77777777" w:rsidR="00995AF1" w:rsidRPr="00292E33" w:rsidRDefault="00995AF1" w:rsidP="00995AF1">
            <w:pPr>
              <w:pStyle w:val="Pdginfos"/>
              <w:spacing w:after="120"/>
              <w:rPr>
                <w:lang w:eastAsia="fr-FR"/>
              </w:rPr>
            </w:pPr>
          </w:p>
        </w:tc>
      </w:tr>
      <w:tr w:rsidR="00995AF1" w:rsidRPr="00292E33" w14:paraId="48BC8F9F" w14:textId="77777777" w:rsidTr="00995AF1">
        <w:trPr>
          <w:tblCellSpacing w:w="0" w:type="dxa"/>
        </w:trPr>
        <w:tc>
          <w:tcPr>
            <w:tcW w:w="3712" w:type="dxa"/>
            <w:tcBorders>
              <w:top w:val="single" w:sz="6" w:space="0" w:color="000000"/>
              <w:left w:val="single" w:sz="4" w:space="0" w:color="auto"/>
              <w:bottom w:val="nil"/>
              <w:right w:val="nil"/>
            </w:tcBorders>
            <w:shd w:val="clear" w:color="auto" w:fill="CCCCCC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3B6CD344" w14:textId="77777777" w:rsidR="00995AF1" w:rsidRPr="00292E33" w:rsidRDefault="00995AF1" w:rsidP="00995AF1">
            <w:pPr>
              <w:pStyle w:val="PdgInvite"/>
              <w:rPr>
                <w:sz w:val="20"/>
                <w:szCs w:val="20"/>
                <w:lang w:eastAsia="fr-FR"/>
              </w:rPr>
            </w:pPr>
            <w:r w:rsidRPr="00292E33">
              <w:rPr>
                <w:lang w:eastAsia="fr-FR"/>
              </w:rPr>
              <w:t>Montant TTC</w:t>
            </w:r>
          </w:p>
        </w:tc>
        <w:tc>
          <w:tcPr>
            <w:tcW w:w="6345" w:type="dxa"/>
            <w:tcBorders>
              <w:top w:val="nil"/>
              <w:left w:val="single" w:sz="6" w:space="0" w:color="000000"/>
              <w:bottom w:val="nil"/>
              <w:right w:val="single" w:sz="4" w:space="0" w:color="auto"/>
            </w:tcBorders>
            <w:shd w:val="clear" w:color="auto" w:fill="auto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58F1A10F" w14:textId="77777777" w:rsidR="00995AF1" w:rsidRPr="00292E33" w:rsidRDefault="00995AF1" w:rsidP="00995AF1">
            <w:pPr>
              <w:pStyle w:val="Pdginfos"/>
              <w:spacing w:after="0"/>
              <w:rPr>
                <w:lang w:eastAsia="fr-FR"/>
              </w:rPr>
            </w:pPr>
          </w:p>
        </w:tc>
      </w:tr>
      <w:tr w:rsidR="00995AF1" w:rsidRPr="00292E33" w14:paraId="48BC1900" w14:textId="77777777" w:rsidTr="00995AF1">
        <w:trPr>
          <w:trHeight w:val="358"/>
          <w:tblCellSpacing w:w="0" w:type="dxa"/>
        </w:trPr>
        <w:tc>
          <w:tcPr>
            <w:tcW w:w="3712" w:type="dxa"/>
            <w:tcBorders>
              <w:top w:val="single" w:sz="6" w:space="0" w:color="000000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04DE9212" w14:textId="77777777" w:rsidR="00995AF1" w:rsidRPr="00292E33" w:rsidRDefault="00995AF1" w:rsidP="00995AF1">
            <w:pPr>
              <w:pStyle w:val="Pdginfos"/>
              <w:spacing w:after="120"/>
              <w:rPr>
                <w:lang w:eastAsia="fr-FR"/>
              </w:rPr>
            </w:pPr>
          </w:p>
        </w:tc>
        <w:tc>
          <w:tcPr>
            <w:tcW w:w="6345" w:type="dxa"/>
            <w:tcBorders>
              <w:top w:val="nil"/>
              <w:left w:val="single" w:sz="6" w:space="0" w:color="000000"/>
              <w:bottom w:val="nil"/>
              <w:right w:val="single" w:sz="4" w:space="0" w:color="auto"/>
            </w:tcBorders>
            <w:shd w:val="clear" w:color="auto" w:fill="auto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69965EB4" w14:textId="77777777" w:rsidR="00995AF1" w:rsidRPr="00292E33" w:rsidRDefault="00995AF1" w:rsidP="00995AF1">
            <w:pPr>
              <w:pStyle w:val="Pdginfos"/>
              <w:spacing w:after="120"/>
              <w:rPr>
                <w:lang w:eastAsia="fr-FR"/>
              </w:rPr>
            </w:pPr>
          </w:p>
        </w:tc>
      </w:tr>
      <w:tr w:rsidR="00995AF1" w:rsidRPr="00292E33" w14:paraId="429507CD" w14:textId="77777777" w:rsidTr="00995AF1">
        <w:trPr>
          <w:tblCellSpacing w:w="0" w:type="dxa"/>
        </w:trPr>
        <w:tc>
          <w:tcPr>
            <w:tcW w:w="371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shd w:val="clear" w:color="auto" w:fill="CCCCCC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7317E745" w14:textId="77777777" w:rsidR="00995AF1" w:rsidRPr="00292E33" w:rsidRDefault="00995AF1" w:rsidP="00995AF1">
            <w:pPr>
              <w:pStyle w:val="PdgInvite"/>
              <w:rPr>
                <w:sz w:val="20"/>
                <w:szCs w:val="20"/>
                <w:lang w:eastAsia="fr-FR"/>
              </w:rPr>
            </w:pPr>
            <w:r w:rsidRPr="00292E33">
              <w:rPr>
                <w:lang w:eastAsia="fr-FR"/>
              </w:rPr>
              <w:t>Code CPV principal</w:t>
            </w:r>
          </w:p>
        </w:tc>
        <w:tc>
          <w:tcPr>
            <w:tcW w:w="6345" w:type="dxa"/>
            <w:tcBorders>
              <w:top w:val="nil"/>
              <w:left w:val="single" w:sz="6" w:space="0" w:color="000000"/>
              <w:bottom w:val="nil"/>
              <w:right w:val="single" w:sz="4" w:space="0" w:color="auto"/>
            </w:tcBorders>
            <w:shd w:val="clear" w:color="auto" w:fill="auto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77102CD6" w14:textId="77777777" w:rsidR="00995AF1" w:rsidRPr="00292E33" w:rsidRDefault="00995AF1" w:rsidP="00995AF1">
            <w:pPr>
              <w:pStyle w:val="Pdginfos"/>
              <w:spacing w:after="0"/>
              <w:rPr>
                <w:lang w:eastAsia="fr-FR"/>
              </w:rPr>
            </w:pPr>
          </w:p>
        </w:tc>
      </w:tr>
      <w:tr w:rsidR="00995AF1" w:rsidRPr="00292E33" w14:paraId="4C464A97" w14:textId="77777777" w:rsidTr="00995AF1">
        <w:trPr>
          <w:tblCellSpacing w:w="0" w:type="dxa"/>
        </w:trPr>
        <w:tc>
          <w:tcPr>
            <w:tcW w:w="371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6A591943" w14:textId="6F6D86CD" w:rsidR="00995AF1" w:rsidRPr="00292E33" w:rsidRDefault="00F906CB" w:rsidP="00995AF1">
            <w:pPr>
              <w:pStyle w:val="Pdginfos"/>
              <w:spacing w:after="120"/>
              <w:rPr>
                <w:lang w:eastAsia="fr-FR"/>
              </w:rPr>
            </w:pPr>
            <w:r w:rsidRPr="00F906CB">
              <w:rPr>
                <w:lang w:eastAsia="fr-FR"/>
              </w:rPr>
              <w:t>45214300-3</w:t>
            </w:r>
          </w:p>
        </w:tc>
        <w:tc>
          <w:tcPr>
            <w:tcW w:w="6345" w:type="dxa"/>
            <w:tcBorders>
              <w:top w:val="nil"/>
              <w:left w:val="single" w:sz="6" w:space="0" w:color="000000"/>
              <w:bottom w:val="nil"/>
              <w:right w:val="single" w:sz="4" w:space="0" w:color="auto"/>
            </w:tcBorders>
            <w:shd w:val="clear" w:color="auto" w:fill="auto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772B1EB7" w14:textId="77777777" w:rsidR="00995AF1" w:rsidRPr="00292E33" w:rsidRDefault="00995AF1" w:rsidP="00995AF1">
            <w:pPr>
              <w:pStyle w:val="Pdginfos"/>
              <w:spacing w:after="120"/>
              <w:rPr>
                <w:lang w:eastAsia="fr-FR"/>
              </w:rPr>
            </w:pPr>
          </w:p>
        </w:tc>
      </w:tr>
      <w:tr w:rsidR="00995AF1" w:rsidRPr="00292E33" w14:paraId="28772503" w14:textId="77777777" w:rsidTr="00995AF1">
        <w:trPr>
          <w:tblCellSpacing w:w="0" w:type="dxa"/>
        </w:trPr>
        <w:tc>
          <w:tcPr>
            <w:tcW w:w="3712" w:type="dxa"/>
            <w:tcBorders>
              <w:top w:val="single" w:sz="6" w:space="0" w:color="000000"/>
              <w:left w:val="single" w:sz="4" w:space="0" w:color="auto"/>
              <w:bottom w:val="nil"/>
              <w:right w:val="nil"/>
            </w:tcBorders>
            <w:shd w:val="clear" w:color="auto" w:fill="CCCCCC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3FA8634A" w14:textId="77777777" w:rsidR="00995AF1" w:rsidRPr="00292E33" w:rsidRDefault="00995AF1" w:rsidP="00995AF1">
            <w:pPr>
              <w:pStyle w:val="PdgInvite"/>
              <w:rPr>
                <w:sz w:val="20"/>
                <w:szCs w:val="20"/>
                <w:lang w:eastAsia="fr-FR"/>
              </w:rPr>
            </w:pPr>
            <w:r w:rsidRPr="00292E33">
              <w:rPr>
                <w:lang w:eastAsia="fr-FR"/>
              </w:rPr>
              <w:t>Imputation</w:t>
            </w:r>
          </w:p>
        </w:tc>
        <w:tc>
          <w:tcPr>
            <w:tcW w:w="6345" w:type="dxa"/>
            <w:tcBorders>
              <w:top w:val="nil"/>
              <w:left w:val="single" w:sz="6" w:space="0" w:color="000000"/>
              <w:bottom w:val="nil"/>
              <w:right w:val="single" w:sz="4" w:space="0" w:color="auto"/>
            </w:tcBorders>
            <w:shd w:val="clear" w:color="auto" w:fill="auto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39F5DEF5" w14:textId="77777777" w:rsidR="00995AF1" w:rsidRPr="00292E33" w:rsidRDefault="00995AF1" w:rsidP="00995AF1">
            <w:pPr>
              <w:pStyle w:val="Pdginfos"/>
              <w:spacing w:after="0"/>
              <w:rPr>
                <w:lang w:eastAsia="fr-FR"/>
              </w:rPr>
            </w:pPr>
          </w:p>
        </w:tc>
      </w:tr>
      <w:tr w:rsidR="00995AF1" w:rsidRPr="00292E33" w14:paraId="1E049122" w14:textId="77777777" w:rsidTr="00995AF1">
        <w:trPr>
          <w:tblCellSpacing w:w="0" w:type="dxa"/>
        </w:trPr>
        <w:tc>
          <w:tcPr>
            <w:tcW w:w="3712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066F7DA4" w14:textId="32F704E8" w:rsidR="00995AF1" w:rsidRPr="00292E33" w:rsidRDefault="00E712E2" w:rsidP="00B42C90">
            <w:pPr>
              <w:pStyle w:val="Pdginfos"/>
              <w:spacing w:after="0"/>
              <w:rPr>
                <w:lang w:eastAsia="fr-FR"/>
              </w:rPr>
            </w:pPr>
            <w:r>
              <w:rPr>
                <w:lang w:eastAsia="fr-FR"/>
              </w:rPr>
              <w:t>Programme 150 – TF</w:t>
            </w:r>
            <w:r w:rsidR="00A34EC7" w:rsidRPr="00A34EC7">
              <w:rPr>
                <w:lang w:eastAsia="fr-FR"/>
              </w:rPr>
              <w:t>057197</w:t>
            </w:r>
          </w:p>
        </w:tc>
        <w:tc>
          <w:tcPr>
            <w:tcW w:w="6345" w:type="dxa"/>
            <w:tcBorders>
              <w:top w:val="nil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7E33A316" w14:textId="77777777" w:rsidR="00995AF1" w:rsidRPr="00292E33" w:rsidRDefault="00995AF1" w:rsidP="00995AF1">
            <w:pPr>
              <w:pStyle w:val="Pdginfos"/>
              <w:spacing w:after="120"/>
              <w:rPr>
                <w:lang w:eastAsia="fr-FR"/>
              </w:rPr>
            </w:pPr>
          </w:p>
        </w:tc>
      </w:tr>
    </w:tbl>
    <w:p w14:paraId="30408EDC" w14:textId="77777777" w:rsidR="00995AF1" w:rsidRDefault="00995AF1" w:rsidP="00995AF1">
      <w:pPr>
        <w:pStyle w:val="Corpsdetexte"/>
        <w:rPr>
          <w:rStyle w:val="CorpsitaliqueCar"/>
          <w:sz w:val="20"/>
          <w:szCs w:val="20"/>
        </w:rPr>
      </w:pPr>
    </w:p>
    <w:p w14:paraId="37B548AB" w14:textId="39C2BDAE" w:rsidR="00995AF1" w:rsidRPr="004C614E" w:rsidRDefault="00995AF1" w:rsidP="00995AF1">
      <w:pPr>
        <w:pStyle w:val="Corpsitalique"/>
      </w:pPr>
      <w:r w:rsidRPr="00C307FC">
        <w:t xml:space="preserve">Le présent </w:t>
      </w:r>
      <w:r>
        <w:t>AE</w:t>
      </w:r>
      <w:r w:rsidRPr="00C307FC">
        <w:t xml:space="preserve"> comporte </w:t>
      </w:r>
      <w:fldSimple w:instr=" NUMPAGES   \* MERGEFORMAT ">
        <w:r w:rsidR="00A80E28">
          <w:rPr>
            <w:noProof/>
          </w:rPr>
          <w:t>26</w:t>
        </w:r>
      </w:fldSimple>
      <w:r w:rsidRPr="00C307FC">
        <w:t xml:space="preserve"> pages</w:t>
      </w:r>
      <w:r>
        <w:t>.</w:t>
      </w:r>
      <w:r>
        <w:br w:type="page"/>
      </w:r>
    </w:p>
    <w:p w14:paraId="40B18B2F" w14:textId="018B0C3E" w:rsidR="00995AF1" w:rsidRDefault="00995AF1" w:rsidP="00995AF1">
      <w:pPr>
        <w:pStyle w:val="PdgRefmarch"/>
      </w:pPr>
      <w:r>
        <w:lastRenderedPageBreak/>
        <w:fldChar w:fldCharType="begin"/>
      </w:r>
      <w:r>
        <w:instrText xml:space="preserve"> REF Ref_marché \h </w:instrText>
      </w:r>
      <w:r>
        <w:fldChar w:fldCharType="separate"/>
      </w:r>
      <w:r w:rsidR="00A80E28">
        <w:t>AC-NANTES_SCUS_25-304</w:t>
      </w:r>
      <w:r>
        <w:fldChar w:fldCharType="end"/>
      </w:r>
    </w:p>
    <w:p w14:paraId="7635535A" w14:textId="4655E39F" w:rsidR="00995AF1" w:rsidRDefault="00995AF1" w:rsidP="00995AF1">
      <w:pPr>
        <w:pStyle w:val="Pdgtypedemarch"/>
      </w:pPr>
      <w:r w:rsidRPr="00C307FC">
        <w:t>M</w:t>
      </w:r>
      <w:r>
        <w:t xml:space="preserve">arché </w:t>
      </w:r>
      <w:r w:rsidRPr="00EC5BF0">
        <w:t>public</w:t>
      </w:r>
      <w:r>
        <w:t xml:space="preserve"> de </w:t>
      </w:r>
      <w:r w:rsidR="00F906CB">
        <w:t>travaux</w:t>
      </w:r>
    </w:p>
    <w:p w14:paraId="76CB9642" w14:textId="3C76B3EF" w:rsidR="00995AF1" w:rsidRPr="00C307FC" w:rsidRDefault="00995AF1" w:rsidP="00995AF1">
      <w:pPr>
        <w:pStyle w:val="PdgObjetdumarch0"/>
      </w:pPr>
      <w:r>
        <w:fldChar w:fldCharType="begin"/>
      </w:r>
      <w:r>
        <w:instrText xml:space="preserve"> REF Mission_lot \h </w:instrText>
      </w:r>
      <w:r>
        <w:fldChar w:fldCharType="separate"/>
      </w:r>
      <w:r w:rsidR="00A80E28">
        <w:t>Lot n°4</w:t>
      </w:r>
      <w:r w:rsidR="00A80E28">
        <w:rPr>
          <w:rFonts w:ascii="Calibri" w:hAnsi="Calibri" w:cs="Calibri"/>
        </w:rPr>
        <w:t> </w:t>
      </w:r>
      <w:r w:rsidR="00A80E28">
        <w:t>: F</w:t>
      </w:r>
      <w:r w:rsidR="00A80E28" w:rsidRPr="00481D19">
        <w:t xml:space="preserve">açades ossature bois - </w:t>
      </w:r>
      <w:r w:rsidR="00A80E28">
        <w:t>B</w:t>
      </w:r>
      <w:r w:rsidR="00A80E28" w:rsidRPr="00481D19">
        <w:t xml:space="preserve">ardage - </w:t>
      </w:r>
      <w:r w:rsidR="00A80E28">
        <w:t>M</w:t>
      </w:r>
      <w:r w:rsidR="00A80E28" w:rsidRPr="00481D19">
        <w:t xml:space="preserve">enuiseries extérieures - </w:t>
      </w:r>
      <w:r w:rsidR="00A80E28">
        <w:t>S</w:t>
      </w:r>
      <w:r w:rsidR="00A80E28" w:rsidRPr="00481D19">
        <w:t>errurerie</w:t>
      </w:r>
      <w:r>
        <w:fldChar w:fldCharType="end"/>
      </w:r>
    </w:p>
    <w:p w14:paraId="7B5057D6" w14:textId="77777777" w:rsidR="00995AF1" w:rsidRPr="002D275A" w:rsidRDefault="00995AF1" w:rsidP="00995AF1">
      <w:pPr>
        <w:pStyle w:val="PdgNomdudocument"/>
      </w:pPr>
      <w:bookmarkStart w:id="6" w:name="Piècecomplet"/>
      <w:r>
        <w:t>Acte d’engagement</w:t>
      </w:r>
      <w:bookmarkEnd w:id="6"/>
      <w:r>
        <w:t xml:space="preserve"> </w:t>
      </w:r>
      <w:r w:rsidRPr="00C307FC">
        <w:t>(</w:t>
      </w:r>
      <w:bookmarkStart w:id="7" w:name="Piècesigle"/>
      <w:r w:rsidRPr="00C307FC">
        <w:t>A</w:t>
      </w:r>
      <w:r>
        <w:t>E</w:t>
      </w:r>
      <w:bookmarkEnd w:id="7"/>
      <w:r w:rsidRPr="00C307FC">
        <w:t>)</w:t>
      </w:r>
    </w:p>
    <w:p w14:paraId="5446A24E" w14:textId="77777777" w:rsidR="00995AF1" w:rsidRPr="002D275A" w:rsidRDefault="00995AF1" w:rsidP="00995AF1">
      <w:pPr>
        <w:pStyle w:val="PdgVersion"/>
      </w:pPr>
    </w:p>
    <w:tbl>
      <w:tblPr>
        <w:tblW w:w="10087" w:type="dxa"/>
        <w:tblInd w:w="-2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87"/>
      </w:tblGrid>
      <w:tr w:rsidR="00995AF1" w:rsidRPr="005926DD" w14:paraId="46832447" w14:textId="77777777" w:rsidTr="00995AF1">
        <w:tc>
          <w:tcPr>
            <w:tcW w:w="10087" w:type="dxa"/>
            <w:shd w:val="clear" w:color="auto" w:fill="CCCCCC"/>
          </w:tcPr>
          <w:p w14:paraId="34CD6407" w14:textId="77777777" w:rsidR="00995AF1" w:rsidRPr="005926DD" w:rsidRDefault="00995AF1" w:rsidP="00995AF1">
            <w:pPr>
              <w:pStyle w:val="PdgInvite"/>
            </w:pPr>
            <w:r w:rsidRPr="002D275A">
              <w:t xml:space="preserve">Représentant du </w:t>
            </w:r>
            <w:r>
              <w:t>Maître d’ouvrage (RMO) et Ordonnateur</w:t>
            </w:r>
          </w:p>
        </w:tc>
      </w:tr>
      <w:tr w:rsidR="00995AF1" w14:paraId="7AF1B812" w14:textId="77777777" w:rsidTr="00995AF1">
        <w:tc>
          <w:tcPr>
            <w:tcW w:w="10087" w:type="dxa"/>
            <w:shd w:val="clear" w:color="auto" w:fill="auto"/>
          </w:tcPr>
          <w:p w14:paraId="3013996D" w14:textId="77777777" w:rsidR="00995AF1" w:rsidRDefault="00995AF1" w:rsidP="00995AF1">
            <w:pPr>
              <w:snapToGrid w:val="0"/>
              <w:rPr>
                <w:b/>
                <w:i/>
                <w:sz w:val="6"/>
              </w:rPr>
            </w:pPr>
          </w:p>
        </w:tc>
      </w:tr>
      <w:tr w:rsidR="00995AF1" w14:paraId="07DC38EE" w14:textId="77777777" w:rsidTr="00995AF1">
        <w:tc>
          <w:tcPr>
            <w:tcW w:w="10087" w:type="dxa"/>
            <w:shd w:val="clear" w:color="auto" w:fill="auto"/>
          </w:tcPr>
          <w:p w14:paraId="262F83B3" w14:textId="77777777" w:rsidR="00995AF1" w:rsidRDefault="00995AF1" w:rsidP="00995AF1">
            <w:pPr>
              <w:pStyle w:val="Pdginfos"/>
            </w:pPr>
            <w:r>
              <w:t>Mme la rectrice de la région académique des Pays de la Loire,</w:t>
            </w:r>
            <w:r>
              <w:br/>
              <w:t>rectrice de l’académie de Nantes,</w:t>
            </w:r>
            <w:r>
              <w:br/>
              <w:t>chancelière des universités</w:t>
            </w:r>
          </w:p>
        </w:tc>
      </w:tr>
    </w:tbl>
    <w:p w14:paraId="2680C034" w14:textId="77777777" w:rsidR="00995AF1" w:rsidRDefault="00995AF1" w:rsidP="00995AF1">
      <w:pPr>
        <w:widowControl/>
        <w:autoSpaceDE/>
        <w:autoSpaceDN/>
      </w:pPr>
    </w:p>
    <w:p w14:paraId="345A5825" w14:textId="77777777" w:rsidR="00995AF1" w:rsidRDefault="00995AF1" w:rsidP="00995AF1">
      <w:pPr>
        <w:widowControl/>
        <w:autoSpaceDE/>
        <w:autoSpaceDN/>
      </w:pPr>
    </w:p>
    <w:tbl>
      <w:tblPr>
        <w:tblW w:w="10087" w:type="dxa"/>
        <w:tblInd w:w="-2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87"/>
      </w:tblGrid>
      <w:tr w:rsidR="00995AF1" w:rsidRPr="005926DD" w14:paraId="1D7B3512" w14:textId="77777777" w:rsidTr="00995AF1">
        <w:tc>
          <w:tcPr>
            <w:tcW w:w="10087" w:type="dxa"/>
            <w:shd w:val="clear" w:color="auto" w:fill="CCCCCC"/>
          </w:tcPr>
          <w:p w14:paraId="08F44156" w14:textId="77777777" w:rsidR="00995AF1" w:rsidRPr="005926DD" w:rsidRDefault="00995AF1" w:rsidP="00995AF1">
            <w:pPr>
              <w:pStyle w:val="PdgInvite"/>
            </w:pPr>
            <w:r>
              <w:t>Comptable public assignataire</w:t>
            </w:r>
          </w:p>
        </w:tc>
      </w:tr>
      <w:tr w:rsidR="00995AF1" w14:paraId="5FFA725F" w14:textId="77777777" w:rsidTr="00995AF1">
        <w:tc>
          <w:tcPr>
            <w:tcW w:w="10087" w:type="dxa"/>
            <w:shd w:val="clear" w:color="auto" w:fill="auto"/>
          </w:tcPr>
          <w:p w14:paraId="1AAFA931" w14:textId="77777777" w:rsidR="00995AF1" w:rsidRDefault="00995AF1" w:rsidP="00995AF1">
            <w:pPr>
              <w:snapToGrid w:val="0"/>
              <w:rPr>
                <w:b/>
                <w:i/>
                <w:sz w:val="6"/>
              </w:rPr>
            </w:pPr>
          </w:p>
        </w:tc>
      </w:tr>
      <w:tr w:rsidR="00995AF1" w14:paraId="4E07B48F" w14:textId="77777777" w:rsidTr="00995AF1">
        <w:tc>
          <w:tcPr>
            <w:tcW w:w="10087" w:type="dxa"/>
            <w:shd w:val="clear" w:color="auto" w:fill="auto"/>
          </w:tcPr>
          <w:p w14:paraId="2602A1D8" w14:textId="77777777" w:rsidR="00995AF1" w:rsidRDefault="00995AF1" w:rsidP="00995AF1">
            <w:pPr>
              <w:pStyle w:val="Pdginfos"/>
            </w:pPr>
            <w:r>
              <w:t>Monsieur le directeur</w:t>
            </w:r>
            <w:r w:rsidRPr="00886C24">
              <w:t xml:space="preserve"> régional des Finances </w:t>
            </w:r>
            <w:r>
              <w:t>p</w:t>
            </w:r>
            <w:r w:rsidRPr="00886C24">
              <w:t>ubliques des Pays de la Loire et du département de Loire atlantique</w:t>
            </w:r>
          </w:p>
        </w:tc>
      </w:tr>
    </w:tbl>
    <w:p w14:paraId="18A6AAAB" w14:textId="77777777" w:rsidR="00995AF1" w:rsidRDefault="00995AF1" w:rsidP="00995AF1">
      <w:pPr>
        <w:pStyle w:val="Corpsitalique"/>
      </w:pPr>
    </w:p>
    <w:p w14:paraId="65A9B381" w14:textId="77777777" w:rsidR="00995AF1" w:rsidRDefault="00995AF1" w:rsidP="00995AF1">
      <w:pPr>
        <w:pStyle w:val="Corpsitalique"/>
        <w:rPr>
          <w:i w:val="0"/>
        </w:rPr>
      </w:pPr>
    </w:p>
    <w:p w14:paraId="3A583614" w14:textId="77777777" w:rsidR="00995AF1" w:rsidRDefault="00995AF1" w:rsidP="00995AF1">
      <w:pPr>
        <w:pStyle w:val="Corpsitalique"/>
        <w:rPr>
          <w:i w:val="0"/>
        </w:rPr>
      </w:pPr>
    </w:p>
    <w:p w14:paraId="651F6B6A" w14:textId="77777777" w:rsidR="00995AF1" w:rsidRDefault="00995AF1" w:rsidP="00995AF1">
      <w:pPr>
        <w:pStyle w:val="Corpsitalique"/>
        <w:rPr>
          <w:i w:val="0"/>
        </w:rPr>
      </w:pPr>
    </w:p>
    <w:p w14:paraId="0168ACA9" w14:textId="77777777" w:rsidR="00995AF1" w:rsidRDefault="00995AF1" w:rsidP="00995AF1">
      <w:pPr>
        <w:pStyle w:val="Corpsitalique"/>
        <w:rPr>
          <w:i w:val="0"/>
        </w:rPr>
      </w:pPr>
    </w:p>
    <w:p w14:paraId="27B47922" w14:textId="77777777" w:rsidR="00995AF1" w:rsidRPr="00E70A49" w:rsidRDefault="00995AF1" w:rsidP="00995AF1">
      <w:pPr>
        <w:pStyle w:val="Corpsitalique"/>
      </w:pPr>
      <w:r w:rsidRPr="00E70A49">
        <w:t>Dans tout ce document, le code de la commande publique est désigné par l’abréviation CCP</w:t>
      </w:r>
      <w:r>
        <w:t>.</w:t>
      </w:r>
    </w:p>
    <w:p w14:paraId="5197C77F" w14:textId="77777777" w:rsidR="00995AF1" w:rsidRDefault="00995AF1" w:rsidP="00995AF1">
      <w:pPr>
        <w:pStyle w:val="Corpsitalique"/>
        <w:rPr>
          <w:i w:val="0"/>
        </w:rPr>
      </w:pPr>
    </w:p>
    <w:p w14:paraId="46CD36AE" w14:textId="388377ED" w:rsidR="00995AF1" w:rsidRDefault="00995AF1" w:rsidP="00995AF1">
      <w:pPr>
        <w:pStyle w:val="Corpsitalique"/>
        <w:rPr>
          <w:i w:val="0"/>
        </w:rPr>
      </w:pPr>
      <w:bookmarkStart w:id="8" w:name="_Hlk127276369"/>
    </w:p>
    <w:p w14:paraId="20476FF1" w14:textId="7DBB8487" w:rsidR="00995AF1" w:rsidRDefault="00995AF1" w:rsidP="00995AF1">
      <w:pPr>
        <w:pStyle w:val="Corpsitalique"/>
        <w:rPr>
          <w:i w:val="0"/>
        </w:rPr>
      </w:pPr>
    </w:p>
    <w:p w14:paraId="6F9E33AF" w14:textId="1DD81ADE" w:rsidR="00995AF1" w:rsidRPr="00EC5BF0" w:rsidRDefault="00E15D22" w:rsidP="00995AF1">
      <w:pPr>
        <w:pStyle w:val="Corpsitalique"/>
        <w:rPr>
          <w:i w:val="0"/>
        </w:rPr>
      </w:pPr>
      <w:r>
        <w:rPr>
          <w:rFonts w:ascii="Times New Roman" w:hAnsi="Times New Roman"/>
          <w:noProof/>
          <w:sz w:val="24"/>
          <w:lang w:eastAsia="fr-FR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320C8AF6" wp14:editId="24E58442">
                <wp:simplePos x="0" y="0"/>
                <wp:positionH relativeFrom="margin">
                  <wp:align>left</wp:align>
                </wp:positionH>
                <wp:positionV relativeFrom="paragraph">
                  <wp:posOffset>228600</wp:posOffset>
                </wp:positionV>
                <wp:extent cx="6508750" cy="1196340"/>
                <wp:effectExtent l="0" t="0" r="6350" b="3810"/>
                <wp:wrapTopAndBottom/>
                <wp:docPr id="3" name="Groupe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508750" cy="1196340"/>
                          <a:chOff x="0" y="0"/>
                          <a:chExt cx="6508750" cy="1196441"/>
                        </a:xfrm>
                      </wpg:grpSpPr>
                      <wpg:grpSp>
                        <wpg:cNvPr id="19" name="Groupe 19"/>
                        <wpg:cNvGrpSpPr/>
                        <wpg:grpSpPr>
                          <a:xfrm>
                            <a:off x="0" y="40741"/>
                            <a:ext cx="6508750" cy="1155700"/>
                            <a:chOff x="0" y="40741"/>
                            <a:chExt cx="6508750" cy="1155700"/>
                          </a:xfrm>
                        </wpg:grpSpPr>
                        <wpg:grpSp>
                          <wpg:cNvPr id="20" name="Groupe 20"/>
                          <wpg:cNvGrpSpPr/>
                          <wpg:grpSpPr>
                            <a:xfrm>
                              <a:off x="64195" y="40741"/>
                              <a:ext cx="3966242" cy="723265"/>
                              <a:chOff x="64195" y="40741"/>
                              <a:chExt cx="3967689" cy="723900"/>
                            </a:xfrm>
                          </wpg:grpSpPr>
                          <pic:pic xmlns:pic="http://schemas.openxmlformats.org/drawingml/2006/picture">
                            <pic:nvPicPr>
                              <pic:cNvPr id="21" name="Image 21"/>
                              <pic:cNvPicPr>
                                <a:picLocks noChangeAspect="1"/>
                              </pic:cNvPicPr>
                            </pic:nvPicPr>
                            <pic:blipFill rotWithShape="1">
                              <a:blip r:embed="rId10" cstate="print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 t="26221" b="25767"/>
                              <a:stretch/>
                            </pic:blipFill>
                            <pic:spPr bwMode="auto">
                              <a:xfrm>
                                <a:off x="3085734" y="130375"/>
                                <a:ext cx="946150" cy="454025"/>
                              </a:xfrm>
                              <a:prstGeom prst="rect">
                                <a:avLst/>
                              </a:prstGeom>
                              <a:ln>
                                <a:noFill/>
                              </a:ln>
                              <a:extLst>
                                <a:ext uri="{53640926-AAD7-44D8-BBD7-CCE9431645EC}">
                                  <a14:shadowObscured xmlns:a14="http://schemas.microsoft.com/office/drawing/2010/main"/>
                                </a:ext>
                              </a:extLst>
                            </pic:spPr>
                          </pic:pic>
                          <pic:pic xmlns:pic="http://schemas.openxmlformats.org/drawingml/2006/picture">
                            <pic:nvPicPr>
                              <pic:cNvPr id="22" name="Image 22"/>
                              <pic:cNvPicPr>
                                <a:picLocks noChangeAspect="1"/>
                              </pic:cNvPicPr>
                            </pic:nvPicPr>
                            <pic:blipFill>
                              <a:blip r:embed="rId11" cstate="print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1868814" y="40741"/>
                                <a:ext cx="931545" cy="723900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  <pic:pic xmlns:pic="http://schemas.openxmlformats.org/drawingml/2006/picture">
                            <pic:nvPicPr>
                              <pic:cNvPr id="23" name="Image 23"/>
                              <pic:cNvPicPr>
                                <a:picLocks noChangeAspect="1"/>
                              </pic:cNvPicPr>
                            </pic:nvPicPr>
                            <pic:blipFill>
                              <a:blip r:embed="rId12" cstate="print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64195" y="107416"/>
                                <a:ext cx="1308735" cy="574675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</wpg:grpSp>
                        <wps:wsp>
                          <wps:cNvPr id="24" name="Zone de texte 10"/>
                          <wps:cNvSpPr txBox="1"/>
                          <wps:spPr>
                            <a:xfrm>
                              <a:off x="0" y="764641"/>
                              <a:ext cx="6508750" cy="4318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2F1A1679" w14:textId="77777777" w:rsidR="00E15D22" w:rsidRDefault="00E15D22" w:rsidP="00E15D22">
                                <w:pPr>
                                  <w:pStyle w:val="Corpsitalique"/>
                                  <w:spacing w:before="0" w:after="0"/>
                                  <w:rPr>
                                    <w:i w:val="0"/>
                                  </w:rPr>
                                </w:pPr>
                                <w:r>
                                  <w:rPr>
                                    <w:i w:val="0"/>
                                  </w:rPr>
                                  <w:t>Ce projet est financé dans le cadre du contrat de plan État-Région Pays de la Loire et par le fonds européen de développement régional.</w:t>
                                </w:r>
                              </w:p>
                            </w:txbxContent>
                          </wps:txbx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25" name="Image 25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13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5701475" y="85191"/>
                              <a:ext cx="730885" cy="562610"/>
                            </a:xfrm>
                            <a:prstGeom prst="rect">
                              <a:avLst/>
                            </a:prstGeom>
                          </pic:spPr>
                        </pic:pic>
                      </wpg:grpSp>
                      <pic:pic xmlns:pic="http://schemas.openxmlformats.org/drawingml/2006/picture">
                        <pic:nvPicPr>
                          <pic:cNvPr id="26" name="Image 26"/>
                          <pic:cNvPicPr>
                            <a:picLocks noChangeAspect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432171" y="0"/>
                            <a:ext cx="746760" cy="7467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20C8AF6" id="Groupe 3" o:spid="_x0000_s1026" style="position:absolute;left:0;text-align:left;margin-left:0;margin-top:18pt;width:512.5pt;height:94.2pt;z-index:251659264;mso-position-horizontal:left;mso-position-horizontal-relative:margin" coordsize="65087,11964" o:gfxdata="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">
                <v:group id="Groupe 19" o:spid="_x0000_s1027" style="position:absolute;top:407;width:65087;height:11557" coordorigin=",407" coordsize="65087,115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">
                  <v:group id="Groupe 20" o:spid="_x0000_s1028" style="position:absolute;left:641;top:407;width:39663;height:7233" coordorigin="641,407" coordsize="39676,72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">
                    <v:shapetype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Image 21" o:spid="_x0000_s1029" type="#_x0000_t75" style="position:absolute;left:30857;top:1303;width:9461;height:454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">
                      <v:imagedata r:id="rId15" o:title="" croptop="17184f" cropbottom="16887f"/>
                    </v:shape>
                    <v:shape id="Image 22" o:spid="_x0000_s1030" type="#_x0000_t75" style="position:absolute;left:18688;top:407;width:9315;height:723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">
                      <v:imagedata r:id="rId16" o:title=""/>
                    </v:shape>
                    <v:shape id="Image 23" o:spid="_x0000_s1031" type="#_x0000_t75" style="position:absolute;left:641;top:1074;width:13088;height:574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">
                      <v:imagedata r:id="rId17" o:title=""/>
                    </v:shape>
                  </v:group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Zone de texte 10" o:spid="_x0000_s1032" type="#_x0000_t202" style="position:absolute;top:7646;width:65087;height:431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" filled="f" stroked="f" strokeweight=".5pt">
                    <v:textbox>
                      <w:txbxContent>
                        <w:p w14:paraId="2F1A1679" w14:textId="77777777" w:rsidR="00E15D22" w:rsidRDefault="00E15D22" w:rsidP="00E15D22">
                          <w:pPr>
                            <w:pStyle w:val="Corpsitalique"/>
                            <w:spacing w:before="0" w:after="0"/>
                            <w:rPr>
                              <w:i w:val="0"/>
                            </w:rPr>
                          </w:pPr>
                          <w:r>
                            <w:rPr>
                              <w:i w:val="0"/>
                            </w:rPr>
                            <w:t>Ce projet est financé dans le cadre du contrat de plan État-Région Pays de la Loire et par le fonds européen de développement régional.</w:t>
                          </w:r>
                        </w:p>
                      </w:txbxContent>
                    </v:textbox>
                  </v:shape>
                  <v:shape id="Image 25" o:spid="_x0000_s1033" type="#_x0000_t75" style="position:absolute;left:57014;top:851;width:7309;height:562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">
                    <v:imagedata r:id="rId18" o:title=""/>
                  </v:shape>
                </v:group>
                <v:shape id="Image 26" o:spid="_x0000_s1034" type="#_x0000_t75" style="position:absolute;left:44321;width:7468;height:746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">
                  <v:imagedata r:id="rId19" o:title=""/>
                </v:shape>
                <w10:wrap type="topAndBottom" anchorx="margin"/>
              </v:group>
            </w:pict>
          </mc:Fallback>
        </mc:AlternateContent>
      </w:r>
    </w:p>
    <w:bookmarkEnd w:id="8"/>
    <w:p w14:paraId="2331B730" w14:textId="77777777" w:rsidR="00995AF1" w:rsidRPr="00892220" w:rsidRDefault="00995AF1" w:rsidP="00995AF1">
      <w:pPr>
        <w:pStyle w:val="Corpsdetexte"/>
        <w:rPr>
          <w:sz w:val="22"/>
        </w:rPr>
        <w:sectPr w:rsidR="00995AF1" w:rsidRPr="00892220" w:rsidSect="00FC7F93">
          <w:headerReference w:type="default" r:id="rId20"/>
          <w:footerReference w:type="even" r:id="rId21"/>
          <w:type w:val="continuous"/>
          <w:pgSz w:w="11910" w:h="16840"/>
          <w:pgMar w:top="963" w:right="964" w:bottom="964" w:left="964" w:header="720" w:footer="679" w:gutter="0"/>
          <w:cols w:space="720"/>
        </w:sectPr>
      </w:pPr>
    </w:p>
    <w:p w14:paraId="454D7498" w14:textId="77777777" w:rsidR="00995AF1" w:rsidRDefault="00995AF1" w:rsidP="00995AF1">
      <w:pPr>
        <w:pStyle w:val="PdgObjetdumarch0"/>
        <w:sectPr w:rsidR="00995AF1" w:rsidSect="0012122C">
          <w:headerReference w:type="default" r:id="rId22"/>
          <w:footerReference w:type="default" r:id="rId23"/>
          <w:pgSz w:w="11910" w:h="16840"/>
          <w:pgMar w:top="1134" w:right="851" w:bottom="1134" w:left="851" w:header="720" w:footer="680" w:gutter="0"/>
          <w:cols w:space="720"/>
        </w:sectPr>
      </w:pPr>
    </w:p>
    <w:p w14:paraId="477EC1FC" w14:textId="77777777" w:rsidR="00995AF1" w:rsidRPr="00795CD8" w:rsidRDefault="00995AF1" w:rsidP="00995AF1">
      <w:pPr>
        <w:pStyle w:val="Titren1surlign"/>
      </w:pPr>
      <w:r w:rsidRPr="00485546">
        <w:t>Contractant</w:t>
      </w:r>
      <w:r w:rsidRPr="00795CD8">
        <w:t>(s)</w:t>
      </w:r>
    </w:p>
    <w:p w14:paraId="64E4C76C" w14:textId="77777777" w:rsidR="00995AF1" w:rsidRPr="00D31FFD" w:rsidRDefault="00995AF1" w:rsidP="00995AF1">
      <w:pPr>
        <w:widowControl/>
        <w:autoSpaceDE/>
        <w:autoSpaceDN/>
        <w:spacing w:before="100" w:beforeAutospacing="1" w:after="119"/>
        <w:ind w:left="-284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  <w:r w:rsidRPr="00795CD8">
        <w:rPr>
          <w:rFonts w:ascii="Wingdings" w:eastAsia="Times New Roman" w:hAnsi="Wingdings" w:cs="Times New Roman"/>
          <w:sz w:val="36"/>
          <w:szCs w:val="36"/>
          <w:lang w:eastAsia="fr-FR"/>
        </w:rPr>
        <w:t></w:t>
      </w:r>
      <w:r w:rsidRPr="00D31FFD">
        <w:rPr>
          <w:rFonts w:ascii="Marianne" w:eastAsia="Times New Roman" w:hAnsi="Marianne" w:cs="Times New Roman"/>
          <w:sz w:val="20"/>
          <w:szCs w:val="20"/>
          <w:lang w:eastAsia="fr-FR"/>
        </w:rPr>
        <w:t xml:space="preserve"> </w:t>
      </w:r>
      <w:r w:rsidRPr="00D31FFD">
        <w:rPr>
          <w:rFonts w:ascii="Marianne" w:eastAsia="Times New Roman" w:hAnsi="Marianne" w:cs="Times New Roman"/>
          <w:b/>
          <w:bCs/>
          <w:sz w:val="20"/>
          <w:szCs w:val="20"/>
          <w:lang w:eastAsia="fr-FR"/>
        </w:rPr>
        <w:t>Je soussigné,</w:t>
      </w:r>
    </w:p>
    <w:tbl>
      <w:tblPr>
        <w:tblW w:w="948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"/>
        <w:gridCol w:w="45"/>
        <w:gridCol w:w="1064"/>
        <w:gridCol w:w="359"/>
        <w:gridCol w:w="60"/>
        <w:gridCol w:w="868"/>
        <w:gridCol w:w="74"/>
        <w:gridCol w:w="374"/>
        <w:gridCol w:w="30"/>
        <w:gridCol w:w="360"/>
        <w:gridCol w:w="435"/>
        <w:gridCol w:w="150"/>
        <w:gridCol w:w="285"/>
        <w:gridCol w:w="75"/>
        <w:gridCol w:w="360"/>
        <w:gridCol w:w="285"/>
        <w:gridCol w:w="150"/>
        <w:gridCol w:w="435"/>
        <w:gridCol w:w="210"/>
        <w:gridCol w:w="225"/>
        <w:gridCol w:w="435"/>
        <w:gridCol w:w="435"/>
        <w:gridCol w:w="435"/>
        <w:gridCol w:w="435"/>
        <w:gridCol w:w="435"/>
        <w:gridCol w:w="435"/>
        <w:gridCol w:w="435"/>
        <w:gridCol w:w="435"/>
        <w:gridCol w:w="30"/>
        <w:gridCol w:w="30"/>
        <w:gridCol w:w="75"/>
      </w:tblGrid>
      <w:tr w:rsidR="00995AF1" w:rsidRPr="00D31FFD" w14:paraId="45C8B061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37C36323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70" w:type="dxa"/>
            <w:gridSpan w:val="6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5DBEF494" w14:textId="77777777" w:rsidR="00995AF1" w:rsidRPr="006332F4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6"/>
                <w:szCs w:val="6"/>
                <w:lang w:eastAsia="fr-FR"/>
              </w:rPr>
            </w:pPr>
          </w:p>
        </w:tc>
        <w:tc>
          <w:tcPr>
            <w:tcW w:w="6854" w:type="dxa"/>
            <w:gridSpan w:val="21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01B9BAD2" w14:textId="77777777" w:rsidR="00995AF1" w:rsidRPr="006332F4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6"/>
                <w:szCs w:val="6"/>
                <w:lang w:eastAsia="fr-FR"/>
              </w:rPr>
            </w:pPr>
          </w:p>
        </w:tc>
        <w:tc>
          <w:tcPr>
            <w:tcW w:w="135" w:type="dxa"/>
            <w:gridSpan w:val="3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4D40B0BA" w14:textId="77777777" w:rsidR="00995AF1" w:rsidRPr="006332F4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6"/>
                <w:szCs w:val="6"/>
                <w:lang w:eastAsia="fr-FR"/>
              </w:rPr>
            </w:pPr>
          </w:p>
        </w:tc>
      </w:tr>
      <w:tr w:rsidR="00995AF1" w:rsidRPr="00D31FFD" w14:paraId="62F07BDE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F235DC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8"/>
                <w:szCs w:val="20"/>
                <w:lang w:eastAsia="fr-FR"/>
              </w:rPr>
            </w:pPr>
          </w:p>
        </w:tc>
        <w:tc>
          <w:tcPr>
            <w:tcW w:w="1528" w:type="dxa"/>
            <w:gridSpan w:val="4"/>
            <w:tcBorders>
              <w:top w:val="nil"/>
              <w:left w:val="nil"/>
              <w:bottom w:val="nil"/>
              <w:right w:val="nil"/>
            </w:tcBorders>
            <w:hideMark/>
          </w:tcPr>
          <w:p w14:paraId="4AD20572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D31FFD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Nom et prénom</w:t>
            </w:r>
            <w:r w:rsidRPr="00D31FFD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D31FFD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7826" w:type="dxa"/>
            <w:gridSpan w:val="2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7627B1F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6BE247F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275C17B4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ECCCE1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44" w:type="dxa"/>
            <w:gridSpan w:val="7"/>
            <w:tcBorders>
              <w:top w:val="nil"/>
              <w:left w:val="nil"/>
              <w:bottom w:val="nil"/>
              <w:right w:val="nil"/>
            </w:tcBorders>
            <w:hideMark/>
          </w:tcPr>
          <w:p w14:paraId="520B050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510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0BCD7C2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652068A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1095A66C" w14:textId="77777777" w:rsidTr="00995AF1">
        <w:trPr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130614F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354" w:type="dxa"/>
            <w:gridSpan w:val="28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6B5FAAB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D31FFD">
              <w:rPr>
                <w:rFonts w:ascii="Wingdings" w:eastAsia="Times New Roman" w:hAnsi="Wingdings" w:cs="Times New Roman"/>
                <w:sz w:val="20"/>
                <w:szCs w:val="20"/>
                <w:lang w:eastAsia="fr-FR"/>
              </w:rPr>
              <w:t>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</w:t>
            </w:r>
            <w:r w:rsidRPr="00D31FFD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Agissant en mon nom personnel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ou </w:t>
            </w:r>
            <w:r w:rsidRPr="00D31FFD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sous le nom de</w:t>
            </w:r>
            <w:r w:rsidRPr="00D31FFD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105" w:type="dxa"/>
            <w:gridSpan w:val="2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5024030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12938A2A" w14:textId="77777777" w:rsidTr="00995AF1">
        <w:trPr>
          <w:tblCellSpacing w:w="0" w:type="dxa"/>
        </w:trPr>
        <w:tc>
          <w:tcPr>
            <w:tcW w:w="66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581E4683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309" w:type="dxa"/>
            <w:gridSpan w:val="2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C84022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0F5387F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7D002E0D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1281DA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3B06C34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0"/>
            <w:tcBorders>
              <w:top w:val="nil"/>
              <w:left w:val="nil"/>
              <w:bottom w:val="nil"/>
              <w:right w:val="nil"/>
            </w:tcBorders>
            <w:hideMark/>
          </w:tcPr>
          <w:p w14:paraId="0D7E16F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3943E6F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4032C237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0AF39BE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8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3EB0345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8"/>
                <w:szCs w:val="20"/>
                <w:lang w:eastAsia="fr-FR"/>
              </w:rPr>
            </w:pPr>
            <w:r w:rsidRPr="006332F4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Domicilié à</w:t>
            </w:r>
            <w:r w:rsidRPr="006332F4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6332F4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8245" w:type="dxa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8D50ED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70A796D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6852812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59ACC827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6517F2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79" w:type="dxa"/>
            <w:gridSpan w:val="13"/>
            <w:tcBorders>
              <w:top w:val="nil"/>
              <w:left w:val="nil"/>
              <w:bottom w:val="nil"/>
              <w:right w:val="nil"/>
            </w:tcBorders>
            <w:hideMark/>
          </w:tcPr>
          <w:p w14:paraId="2F88372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175" w:type="dxa"/>
            <w:gridSpan w:val="15"/>
            <w:tcBorders>
              <w:top w:val="nil"/>
              <w:left w:val="nil"/>
              <w:bottom w:val="nil"/>
              <w:right w:val="nil"/>
            </w:tcBorders>
            <w:hideMark/>
          </w:tcPr>
          <w:p w14:paraId="17B9160F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3290021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6E57D12D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548768EB" w14:textId="77777777" w:rsidR="00995AF1" w:rsidRPr="006332F4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69D0D6A9" w14:textId="77777777" w:rsidR="00995AF1" w:rsidRPr="006332F4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6332F4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Tel.</w:t>
            </w:r>
            <w:r w:rsidRPr="006332F4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6332F4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6332F4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6332F4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</w:t>
            </w:r>
          </w:p>
        </w:tc>
        <w:tc>
          <w:tcPr>
            <w:tcW w:w="3715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BC802B1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95" w:type="dxa"/>
            <w:gridSpan w:val="3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131BE5FE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6332F4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Fax</w:t>
            </w:r>
            <w:r w:rsidRPr="006332F4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6332F4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6332F4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</w:p>
        </w:tc>
        <w:tc>
          <w:tcPr>
            <w:tcW w:w="3735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305302C3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7B9DC33C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620521FB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A00994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819" w:type="dxa"/>
            <w:gridSpan w:val="11"/>
            <w:tcBorders>
              <w:top w:val="nil"/>
              <w:left w:val="nil"/>
              <w:bottom w:val="nil"/>
              <w:right w:val="nil"/>
            </w:tcBorders>
            <w:hideMark/>
          </w:tcPr>
          <w:p w14:paraId="4404B18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535" w:type="dxa"/>
            <w:gridSpan w:val="17"/>
            <w:tcBorders>
              <w:top w:val="nil"/>
              <w:left w:val="nil"/>
              <w:bottom w:val="nil"/>
              <w:right w:val="nil"/>
            </w:tcBorders>
            <w:hideMark/>
          </w:tcPr>
          <w:p w14:paraId="031B4A22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48F7B5C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2023827F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9F57BBD" w14:textId="77777777" w:rsidR="00995AF1" w:rsidRPr="006332F4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5998EE88" w14:textId="77777777" w:rsidR="00995AF1" w:rsidRPr="006332F4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6332F4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Courriel</w:t>
            </w:r>
            <w:r w:rsidRPr="006332F4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6332F4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6332F4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</w:p>
        </w:tc>
        <w:tc>
          <w:tcPr>
            <w:tcW w:w="8245" w:type="dxa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5B03AE66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37465479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071C7D80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0D52022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96" w:type="dxa"/>
            <w:gridSpan w:val="5"/>
            <w:tcBorders>
              <w:top w:val="nil"/>
              <w:left w:val="nil"/>
              <w:bottom w:val="nil"/>
              <w:right w:val="nil"/>
            </w:tcBorders>
            <w:hideMark/>
          </w:tcPr>
          <w:p w14:paraId="1E28641D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958" w:type="dxa"/>
            <w:gridSpan w:val="23"/>
            <w:tcBorders>
              <w:top w:val="nil"/>
              <w:left w:val="nil"/>
              <w:bottom w:val="nil"/>
              <w:right w:val="nil"/>
            </w:tcBorders>
            <w:hideMark/>
          </w:tcPr>
          <w:p w14:paraId="0E9561E3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13D9018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41019C66" w14:textId="77777777" w:rsidTr="00995AF1">
        <w:trPr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6B0748B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354" w:type="dxa"/>
            <w:gridSpan w:val="28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117DEE6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D31FFD">
              <w:rPr>
                <w:rFonts w:ascii="Wingdings" w:eastAsia="Times New Roman" w:hAnsi="Wingdings" w:cs="Times New Roman"/>
                <w:sz w:val="20"/>
                <w:szCs w:val="20"/>
                <w:lang w:eastAsia="fr-FR"/>
              </w:rPr>
              <w:t>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</w:t>
            </w:r>
            <w:r w:rsidRPr="00D31FFD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Agissant pour le nom et le compte de la Société</w:t>
            </w:r>
            <w:r w:rsidRPr="00D31FFD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: 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(intitulé complet et forme juridique de la société)</w:t>
            </w:r>
          </w:p>
        </w:tc>
        <w:tc>
          <w:tcPr>
            <w:tcW w:w="105" w:type="dxa"/>
            <w:gridSpan w:val="2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272E9472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1CD63639" w14:textId="77777777" w:rsidTr="00995AF1">
        <w:trPr>
          <w:tblCellSpacing w:w="0" w:type="dxa"/>
        </w:trPr>
        <w:tc>
          <w:tcPr>
            <w:tcW w:w="66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5D9DDB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309" w:type="dxa"/>
            <w:gridSpan w:val="2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21C1F42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4BE7F60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530DD66A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0EAEDB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2FAE6A7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0"/>
            <w:tcBorders>
              <w:top w:val="nil"/>
              <w:left w:val="nil"/>
              <w:bottom w:val="nil"/>
              <w:right w:val="nil"/>
            </w:tcBorders>
            <w:hideMark/>
          </w:tcPr>
          <w:p w14:paraId="5137EB3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69468FF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4AB5A6E0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54E7789F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468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14:paraId="4F0B5CF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8"/>
                <w:szCs w:val="18"/>
                <w:lang w:eastAsia="fr-FR"/>
              </w:rPr>
            </w:pPr>
            <w:r w:rsidRPr="006332F4">
              <w:rPr>
                <w:rFonts w:ascii="Marianne" w:eastAsia="Times New Roman" w:hAnsi="Marianne" w:cs="Times New Roman"/>
                <w:sz w:val="16"/>
                <w:szCs w:val="18"/>
                <w:lang w:eastAsia="fr-FR"/>
              </w:rPr>
              <w:t>Au capital de</w:t>
            </w:r>
            <w:r w:rsidRPr="006332F4">
              <w:rPr>
                <w:rFonts w:ascii="Calibri" w:eastAsia="Times New Roman" w:hAnsi="Calibri" w:cs="Calibri"/>
                <w:sz w:val="16"/>
                <w:szCs w:val="18"/>
                <w:lang w:eastAsia="fr-FR"/>
              </w:rPr>
              <w:t> </w:t>
            </w:r>
            <w:r w:rsidRPr="006332F4">
              <w:rPr>
                <w:rFonts w:ascii="Marianne" w:eastAsia="Times New Roman" w:hAnsi="Marianne" w:cs="Times New Roman"/>
                <w:sz w:val="16"/>
                <w:szCs w:val="18"/>
                <w:lang w:eastAsia="fr-FR"/>
              </w:rPr>
              <w:t>:</w:t>
            </w:r>
          </w:p>
        </w:tc>
        <w:tc>
          <w:tcPr>
            <w:tcW w:w="7886" w:type="dxa"/>
            <w:gridSpan w:val="2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1FACE4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0DC7F2A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237FD17B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5CFA98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7AA87FA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0"/>
            <w:tcBorders>
              <w:top w:val="nil"/>
              <w:left w:val="nil"/>
              <w:bottom w:val="nil"/>
              <w:right w:val="nil"/>
            </w:tcBorders>
            <w:hideMark/>
          </w:tcPr>
          <w:p w14:paraId="2D3720E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36F6574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6461D89C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9943179" w14:textId="77777777" w:rsidR="00995AF1" w:rsidRPr="006332F4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</w:p>
        </w:tc>
        <w:tc>
          <w:tcPr>
            <w:tcW w:w="1468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14:paraId="453AEE56" w14:textId="77777777" w:rsidR="00995AF1" w:rsidRPr="006332F4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6"/>
                <w:szCs w:val="18"/>
                <w:lang w:eastAsia="fr-FR"/>
              </w:rPr>
            </w:pPr>
            <w:r w:rsidRPr="006332F4">
              <w:rPr>
                <w:rFonts w:ascii="Marianne" w:eastAsia="Times New Roman" w:hAnsi="Marianne" w:cs="Times New Roman"/>
                <w:sz w:val="16"/>
                <w:szCs w:val="18"/>
                <w:lang w:eastAsia="fr-FR"/>
              </w:rPr>
              <w:t>Ayant son siège à</w:t>
            </w:r>
            <w:r w:rsidRPr="006332F4">
              <w:rPr>
                <w:rFonts w:ascii="Calibri" w:eastAsia="Times New Roman" w:hAnsi="Calibri" w:cs="Calibri"/>
                <w:sz w:val="16"/>
                <w:szCs w:val="18"/>
                <w:lang w:eastAsia="fr-FR"/>
              </w:rPr>
              <w:t> </w:t>
            </w:r>
            <w:r w:rsidRPr="006332F4">
              <w:rPr>
                <w:rFonts w:ascii="Marianne" w:eastAsia="Times New Roman" w:hAnsi="Marianne" w:cs="Times New Roman"/>
                <w:sz w:val="16"/>
                <w:szCs w:val="18"/>
                <w:lang w:eastAsia="fr-FR"/>
              </w:rPr>
              <w:t>:</w:t>
            </w:r>
          </w:p>
        </w:tc>
        <w:tc>
          <w:tcPr>
            <w:tcW w:w="7886" w:type="dxa"/>
            <w:gridSpan w:val="2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0D62AF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333C0C4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21AF7D2D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60EDF0B4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18BFD62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79" w:type="dxa"/>
            <w:gridSpan w:val="13"/>
            <w:tcBorders>
              <w:top w:val="nil"/>
              <w:left w:val="nil"/>
              <w:bottom w:val="nil"/>
              <w:right w:val="nil"/>
            </w:tcBorders>
            <w:hideMark/>
          </w:tcPr>
          <w:p w14:paraId="1286EFCF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175" w:type="dxa"/>
            <w:gridSpan w:val="15"/>
            <w:tcBorders>
              <w:top w:val="nil"/>
              <w:left w:val="nil"/>
              <w:bottom w:val="nil"/>
              <w:right w:val="nil"/>
            </w:tcBorders>
            <w:hideMark/>
          </w:tcPr>
          <w:p w14:paraId="5DAA8BA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72BD3D8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6F97004D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23381E0E" w14:textId="77777777" w:rsidR="00995AF1" w:rsidRPr="006332F4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18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3AE5D1CF" w14:textId="77777777" w:rsidR="00995AF1" w:rsidRPr="006332F4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16"/>
                <w:szCs w:val="18"/>
                <w:lang w:eastAsia="fr-FR"/>
              </w:rPr>
            </w:pPr>
            <w:r w:rsidRPr="006332F4">
              <w:rPr>
                <w:rFonts w:ascii="Marianne" w:eastAsia="Times New Roman" w:hAnsi="Marianne" w:cs="Times New Roman"/>
                <w:sz w:val="16"/>
                <w:szCs w:val="18"/>
                <w:lang w:eastAsia="fr-FR"/>
              </w:rPr>
              <w:t>Tel.</w:t>
            </w:r>
            <w:r w:rsidRPr="006332F4">
              <w:rPr>
                <w:rFonts w:ascii="Calibri" w:eastAsia="Times New Roman" w:hAnsi="Calibri" w:cs="Calibri"/>
                <w:sz w:val="16"/>
                <w:szCs w:val="18"/>
                <w:lang w:eastAsia="fr-FR"/>
              </w:rPr>
              <w:t> </w:t>
            </w:r>
            <w:r w:rsidRPr="006332F4">
              <w:rPr>
                <w:rFonts w:ascii="Marianne" w:eastAsia="Times New Roman" w:hAnsi="Marianne" w:cs="Times New Roman"/>
                <w:sz w:val="16"/>
                <w:szCs w:val="18"/>
                <w:lang w:eastAsia="fr-FR"/>
              </w:rPr>
              <w:t>:</w:t>
            </w:r>
            <w:r w:rsidRPr="006332F4">
              <w:rPr>
                <w:rFonts w:ascii="Calibri" w:eastAsia="Times New Roman" w:hAnsi="Calibri" w:cs="Calibri"/>
                <w:sz w:val="16"/>
                <w:szCs w:val="18"/>
                <w:lang w:eastAsia="fr-FR"/>
              </w:rPr>
              <w:t> </w:t>
            </w:r>
            <w:r w:rsidRPr="006332F4">
              <w:rPr>
                <w:rFonts w:ascii="Marianne" w:eastAsia="Times New Roman" w:hAnsi="Marianne" w:cs="Times New Roman"/>
                <w:sz w:val="16"/>
                <w:szCs w:val="18"/>
                <w:lang w:eastAsia="fr-FR"/>
              </w:rPr>
              <w:t xml:space="preserve"> </w:t>
            </w:r>
          </w:p>
        </w:tc>
        <w:tc>
          <w:tcPr>
            <w:tcW w:w="3715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DAEBA0F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95" w:type="dxa"/>
            <w:gridSpan w:val="3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53248C58" w14:textId="77777777" w:rsidR="00995AF1" w:rsidRPr="006332F4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6332F4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Fax</w:t>
            </w:r>
            <w:r w:rsidRPr="006332F4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6332F4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6332F4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</w:p>
        </w:tc>
        <w:tc>
          <w:tcPr>
            <w:tcW w:w="3735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3C28DCF7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06B1D723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6414D3F0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0EF378B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819" w:type="dxa"/>
            <w:gridSpan w:val="11"/>
            <w:tcBorders>
              <w:top w:val="nil"/>
              <w:left w:val="nil"/>
              <w:bottom w:val="nil"/>
              <w:right w:val="nil"/>
            </w:tcBorders>
            <w:hideMark/>
          </w:tcPr>
          <w:p w14:paraId="2D6AF04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535" w:type="dxa"/>
            <w:gridSpan w:val="17"/>
            <w:tcBorders>
              <w:top w:val="nil"/>
              <w:left w:val="nil"/>
              <w:bottom w:val="nil"/>
              <w:right w:val="nil"/>
            </w:tcBorders>
            <w:hideMark/>
          </w:tcPr>
          <w:p w14:paraId="7A91A26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4010EB0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01D57862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0E139613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2071225B" w14:textId="77777777" w:rsidR="00995AF1" w:rsidRPr="00D31FFD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6332F4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Courriel</w:t>
            </w:r>
            <w:r w:rsidRPr="006332F4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6332F4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6332F4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</w:p>
        </w:tc>
        <w:tc>
          <w:tcPr>
            <w:tcW w:w="8245" w:type="dxa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2F3FD387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3EA2AD0C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3173C90F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57804F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18636EDF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0"/>
            <w:tcBorders>
              <w:top w:val="nil"/>
              <w:left w:val="nil"/>
              <w:bottom w:val="nil"/>
              <w:right w:val="nil"/>
            </w:tcBorders>
            <w:hideMark/>
          </w:tcPr>
          <w:p w14:paraId="39A1243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75F775E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2678FFD4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41F514B3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7227DF1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0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7EA704F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6876892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403EF0B6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0AFB2D41" w14:textId="77777777" w:rsidR="00995AF1" w:rsidRPr="006332F4" w:rsidRDefault="00995AF1" w:rsidP="00995AF1">
            <w:pPr>
              <w:widowControl/>
              <w:autoSpaceDE/>
              <w:autoSpaceDN/>
              <w:spacing w:before="23" w:after="119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</w:p>
        </w:tc>
        <w:tc>
          <w:tcPr>
            <w:tcW w:w="3234" w:type="dxa"/>
            <w:gridSpan w:val="9"/>
            <w:tcBorders>
              <w:top w:val="nil"/>
              <w:left w:val="nil"/>
              <w:bottom w:val="nil"/>
              <w:right w:val="nil"/>
            </w:tcBorders>
            <w:hideMark/>
          </w:tcPr>
          <w:p w14:paraId="6103C3CB" w14:textId="77777777" w:rsidR="00995AF1" w:rsidRPr="006332F4" w:rsidRDefault="00995AF1" w:rsidP="00995AF1">
            <w:pPr>
              <w:widowControl/>
              <w:autoSpaceDE/>
              <w:autoSpaceDN/>
              <w:spacing w:before="40" w:after="119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6332F4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N° d'identité d'établissement (SIRET)</w:t>
            </w:r>
            <w:r w:rsidRPr="006332F4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6332F4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687B30E3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590F751E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10CD504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2454E17B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675AFC28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28886785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3F81CC1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3073DDDF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681391F8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51D3CEC1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5AF9F06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7D748C02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7B2C18F7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6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65C6BFD4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14BA0AD9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0000392C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9A553B4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44" w:type="dxa"/>
            <w:gridSpan w:val="7"/>
            <w:tcBorders>
              <w:top w:val="nil"/>
              <w:left w:val="nil"/>
              <w:bottom w:val="nil"/>
              <w:right w:val="nil"/>
            </w:tcBorders>
            <w:hideMark/>
          </w:tcPr>
          <w:p w14:paraId="6688F535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510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2F33E3C6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74B5DD85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09C49A33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239DF838" w14:textId="77777777" w:rsidR="00995AF1" w:rsidRPr="006332F4" w:rsidRDefault="00995AF1" w:rsidP="00995AF1">
            <w:pPr>
              <w:widowControl/>
              <w:autoSpaceDE/>
              <w:autoSpaceDN/>
              <w:spacing w:before="23" w:after="119"/>
              <w:rPr>
                <w:rFonts w:ascii="Marianne" w:eastAsia="Times New Roman" w:hAnsi="Marianne" w:cs="Times New Roman"/>
                <w:sz w:val="16"/>
                <w:szCs w:val="16"/>
                <w:lang w:eastAsia="fr-FR"/>
              </w:rPr>
            </w:pPr>
          </w:p>
        </w:tc>
        <w:tc>
          <w:tcPr>
            <w:tcW w:w="7149" w:type="dxa"/>
            <w:gridSpan w:val="22"/>
            <w:tcBorders>
              <w:top w:val="nil"/>
              <w:left w:val="nil"/>
              <w:bottom w:val="nil"/>
              <w:right w:val="nil"/>
            </w:tcBorders>
            <w:hideMark/>
          </w:tcPr>
          <w:p w14:paraId="7E484EC3" w14:textId="77777777" w:rsidR="00995AF1" w:rsidRPr="006332F4" w:rsidRDefault="00995AF1" w:rsidP="00995AF1">
            <w:pPr>
              <w:widowControl/>
              <w:autoSpaceDE/>
              <w:autoSpaceDN/>
              <w:spacing w:before="40" w:after="119"/>
              <w:rPr>
                <w:rFonts w:ascii="Marianne" w:eastAsia="Times New Roman" w:hAnsi="Marianne" w:cs="Times New Roman"/>
                <w:sz w:val="16"/>
                <w:szCs w:val="16"/>
                <w:lang w:eastAsia="fr-FR"/>
              </w:rPr>
            </w:pPr>
            <w:r w:rsidRPr="006332F4">
              <w:rPr>
                <w:rFonts w:ascii="Marianne" w:eastAsia="Times New Roman" w:hAnsi="Marianne" w:cs="Times New Roman"/>
                <w:sz w:val="16"/>
                <w:szCs w:val="16"/>
                <w:lang w:eastAsia="fr-FR"/>
              </w:rPr>
              <w:t xml:space="preserve">N° d'inscription </w:t>
            </w:r>
            <w:r w:rsidRPr="006332F4">
              <w:rPr>
                <w:rFonts w:ascii="Wingdings" w:eastAsia="Times New Roman" w:hAnsi="Wingdings" w:cs="Times New Roman"/>
                <w:sz w:val="16"/>
                <w:szCs w:val="16"/>
                <w:lang w:eastAsia="fr-FR"/>
              </w:rPr>
              <w:t></w:t>
            </w:r>
            <w:r w:rsidRPr="006332F4">
              <w:rPr>
                <w:rFonts w:ascii="Marianne" w:eastAsia="Times New Roman" w:hAnsi="Marianne" w:cs="Times New Roman"/>
                <w:sz w:val="16"/>
                <w:szCs w:val="16"/>
                <w:lang w:eastAsia="fr-FR"/>
              </w:rPr>
              <w:t xml:space="preserve"> au répertoire des métiers </w:t>
            </w:r>
            <w:r w:rsidRPr="006332F4">
              <w:rPr>
                <w:rFonts w:ascii="Marianne" w:eastAsia="Times New Roman" w:hAnsi="Marianne" w:cs="Times New Roman"/>
                <w:b/>
                <w:bCs/>
                <w:sz w:val="16"/>
                <w:szCs w:val="16"/>
                <w:lang w:eastAsia="fr-FR"/>
              </w:rPr>
              <w:t>ou</w:t>
            </w:r>
            <w:r w:rsidRPr="006332F4">
              <w:rPr>
                <w:rFonts w:ascii="Marianne" w:eastAsia="Times New Roman" w:hAnsi="Marianne" w:cs="Times New Roman"/>
                <w:sz w:val="16"/>
                <w:szCs w:val="16"/>
                <w:lang w:eastAsia="fr-FR"/>
              </w:rPr>
              <w:t xml:space="preserve"> </w:t>
            </w:r>
            <w:r w:rsidRPr="006332F4">
              <w:rPr>
                <w:rFonts w:ascii="Wingdings" w:eastAsia="Times New Roman" w:hAnsi="Wingdings" w:cs="Times New Roman"/>
                <w:sz w:val="16"/>
                <w:szCs w:val="16"/>
                <w:lang w:eastAsia="fr-FR"/>
              </w:rPr>
              <w:t></w:t>
            </w:r>
            <w:r w:rsidRPr="006332F4">
              <w:rPr>
                <w:rFonts w:ascii="Marianne" w:eastAsia="Times New Roman" w:hAnsi="Marianne" w:cs="Times New Roman"/>
                <w:sz w:val="16"/>
                <w:szCs w:val="16"/>
                <w:lang w:eastAsia="fr-FR"/>
              </w:rPr>
              <w:t xml:space="preserve"> au registre du commerce et des sociétés</w:t>
            </w:r>
            <w:r w:rsidRPr="006332F4">
              <w:rPr>
                <w:rFonts w:ascii="Calibri" w:eastAsia="Times New Roman" w:hAnsi="Calibri" w:cs="Calibri"/>
                <w:sz w:val="16"/>
                <w:szCs w:val="16"/>
                <w:lang w:eastAsia="fr-FR"/>
              </w:rPr>
              <w:t> </w:t>
            </w:r>
            <w:r w:rsidRPr="006332F4">
              <w:rPr>
                <w:rFonts w:ascii="Marianne" w:eastAsia="Times New Roman" w:hAnsi="Marianne" w:cs="Times New Roman"/>
                <w:sz w:val="16"/>
                <w:szCs w:val="16"/>
                <w:lang w:eastAsia="fr-FR"/>
              </w:rPr>
              <w:t>:</w:t>
            </w:r>
          </w:p>
        </w:tc>
        <w:tc>
          <w:tcPr>
            <w:tcW w:w="2205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37029556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7927DFE0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19457ABE" w14:textId="77777777" w:rsidTr="00995AF1">
        <w:trPr>
          <w:trHeight w:hRule="exact" w:val="45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single" w:sz="8" w:space="0" w:color="000000"/>
              <w:right w:val="nil"/>
            </w:tcBorders>
            <w:hideMark/>
          </w:tcPr>
          <w:p w14:paraId="565C59E3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44" w:type="dxa"/>
            <w:gridSpan w:val="7"/>
            <w:tcBorders>
              <w:top w:val="nil"/>
              <w:left w:val="nil"/>
              <w:bottom w:val="single" w:sz="8" w:space="0" w:color="000000"/>
              <w:right w:val="nil"/>
            </w:tcBorders>
            <w:hideMark/>
          </w:tcPr>
          <w:p w14:paraId="2FF13E9F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540" w:type="dxa"/>
            <w:gridSpan w:val="22"/>
            <w:tcBorders>
              <w:top w:val="nil"/>
              <w:left w:val="nil"/>
              <w:bottom w:val="single" w:sz="8" w:space="0" w:color="000000"/>
              <w:right w:val="nil"/>
            </w:tcBorders>
            <w:hideMark/>
          </w:tcPr>
          <w:p w14:paraId="54FC157B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65D0E09B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</w:tbl>
    <w:p w14:paraId="19829C19" w14:textId="77777777" w:rsidR="00995AF1" w:rsidRDefault="00995AF1" w:rsidP="00995AF1">
      <w:pPr>
        <w:widowControl/>
        <w:autoSpaceDE/>
        <w:autoSpaceDN/>
        <w:spacing w:before="119" w:after="119"/>
        <w:ind w:left="-284"/>
        <w:jc w:val="both"/>
        <w:rPr>
          <w:rFonts w:ascii="Wingdings" w:eastAsia="Times New Roman" w:hAnsi="Wingdings" w:cs="Times New Roman"/>
          <w:sz w:val="20"/>
          <w:szCs w:val="20"/>
          <w:lang w:eastAsia="fr-FR"/>
        </w:rPr>
      </w:pPr>
    </w:p>
    <w:p w14:paraId="42AB3317" w14:textId="77777777" w:rsidR="00995AF1" w:rsidRDefault="00995AF1" w:rsidP="00995AF1">
      <w:pPr>
        <w:widowControl/>
        <w:autoSpaceDE/>
        <w:autoSpaceDN/>
        <w:rPr>
          <w:rFonts w:ascii="Wingdings" w:eastAsia="Times New Roman" w:hAnsi="Wingdings" w:cs="Times New Roman"/>
          <w:sz w:val="20"/>
          <w:szCs w:val="20"/>
          <w:lang w:eastAsia="fr-FR"/>
        </w:rPr>
      </w:pPr>
      <w:r>
        <w:rPr>
          <w:rFonts w:ascii="Wingdings" w:eastAsia="Times New Roman" w:hAnsi="Wingdings" w:cs="Times New Roman"/>
          <w:sz w:val="20"/>
          <w:szCs w:val="20"/>
          <w:lang w:eastAsia="fr-FR"/>
        </w:rPr>
        <w:br w:type="page"/>
      </w:r>
    </w:p>
    <w:p w14:paraId="3CD3C230" w14:textId="77777777" w:rsidR="00995AF1" w:rsidRDefault="00995AF1" w:rsidP="00995AF1">
      <w:pPr>
        <w:widowControl/>
        <w:autoSpaceDE/>
        <w:autoSpaceDN/>
        <w:spacing w:before="119" w:after="119"/>
        <w:ind w:left="-284"/>
        <w:jc w:val="both"/>
        <w:rPr>
          <w:rFonts w:ascii="Marianne" w:eastAsia="Times New Roman" w:hAnsi="Marianne" w:cs="Times New Roman"/>
          <w:b/>
          <w:bCs/>
          <w:sz w:val="20"/>
          <w:szCs w:val="20"/>
          <w:lang w:eastAsia="fr-FR"/>
        </w:rPr>
      </w:pPr>
      <w:r w:rsidRPr="00D31FFD">
        <w:rPr>
          <w:rFonts w:ascii="Wingdings" w:eastAsia="Times New Roman" w:hAnsi="Wingdings" w:cs="Times New Roman"/>
          <w:sz w:val="20"/>
          <w:szCs w:val="20"/>
          <w:lang w:eastAsia="fr-FR"/>
        </w:rPr>
        <w:lastRenderedPageBreak/>
        <w:t></w:t>
      </w:r>
      <w:r w:rsidRPr="00D31FFD">
        <w:rPr>
          <w:rFonts w:ascii="Marianne" w:eastAsia="Times New Roman" w:hAnsi="Marianne" w:cs="Times New Roman"/>
          <w:sz w:val="20"/>
          <w:szCs w:val="20"/>
          <w:lang w:eastAsia="fr-FR"/>
        </w:rPr>
        <w:t xml:space="preserve"> </w:t>
      </w:r>
      <w:r w:rsidRPr="00D31FFD">
        <w:rPr>
          <w:rFonts w:ascii="Marianne" w:eastAsia="Times New Roman" w:hAnsi="Marianne" w:cs="Times New Roman"/>
          <w:b/>
          <w:bCs/>
          <w:sz w:val="20"/>
          <w:szCs w:val="20"/>
          <w:lang w:eastAsia="fr-FR"/>
        </w:rPr>
        <w:t>Nous soussignés,</w:t>
      </w:r>
    </w:p>
    <w:p w14:paraId="22CD7432" w14:textId="77777777" w:rsidR="00995AF1" w:rsidRPr="00D31FFD" w:rsidRDefault="00995AF1" w:rsidP="00995AF1">
      <w:pPr>
        <w:widowControl/>
        <w:autoSpaceDE/>
        <w:autoSpaceDN/>
        <w:spacing w:before="119" w:after="119"/>
        <w:ind w:left="-284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tbl>
      <w:tblPr>
        <w:tblW w:w="948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"/>
        <w:gridCol w:w="45"/>
        <w:gridCol w:w="1064"/>
        <w:gridCol w:w="359"/>
        <w:gridCol w:w="60"/>
        <w:gridCol w:w="868"/>
        <w:gridCol w:w="74"/>
        <w:gridCol w:w="374"/>
        <w:gridCol w:w="30"/>
        <w:gridCol w:w="360"/>
        <w:gridCol w:w="435"/>
        <w:gridCol w:w="150"/>
        <w:gridCol w:w="285"/>
        <w:gridCol w:w="75"/>
        <w:gridCol w:w="360"/>
        <w:gridCol w:w="285"/>
        <w:gridCol w:w="150"/>
        <w:gridCol w:w="435"/>
        <w:gridCol w:w="210"/>
        <w:gridCol w:w="225"/>
        <w:gridCol w:w="435"/>
        <w:gridCol w:w="435"/>
        <w:gridCol w:w="435"/>
        <w:gridCol w:w="193"/>
        <w:gridCol w:w="242"/>
        <w:gridCol w:w="435"/>
        <w:gridCol w:w="435"/>
        <w:gridCol w:w="435"/>
        <w:gridCol w:w="435"/>
        <w:gridCol w:w="30"/>
        <w:gridCol w:w="30"/>
        <w:gridCol w:w="75"/>
      </w:tblGrid>
      <w:tr w:rsidR="00995AF1" w:rsidRPr="00D31FFD" w14:paraId="00DA4D8E" w14:textId="77777777" w:rsidTr="00995AF1">
        <w:trPr>
          <w:tblCellSpacing w:w="0" w:type="dxa"/>
        </w:trPr>
        <w:tc>
          <w:tcPr>
            <w:tcW w:w="9480" w:type="dxa"/>
            <w:gridSpan w:val="32"/>
            <w:tcBorders>
              <w:top w:val="single" w:sz="6" w:space="0" w:color="000000"/>
              <w:left w:val="single" w:sz="6" w:space="0" w:color="000000"/>
              <w:bottom w:val="nil"/>
              <w:right w:val="single" w:sz="8" w:space="0" w:color="000000"/>
            </w:tcBorders>
            <w:shd w:val="clear" w:color="auto" w:fill="BFBFBF"/>
            <w:hideMark/>
          </w:tcPr>
          <w:p w14:paraId="3EEF63F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D31FFD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Cotraitant 1</w:t>
            </w:r>
          </w:p>
        </w:tc>
      </w:tr>
      <w:tr w:rsidR="00995AF1" w:rsidRPr="00D31FFD" w14:paraId="318C4C09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51DDDFC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70" w:type="dxa"/>
            <w:gridSpan w:val="6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47DDDE8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854" w:type="dxa"/>
            <w:gridSpan w:val="22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25AEF08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35" w:type="dxa"/>
            <w:gridSpan w:val="3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434E652D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5E0F4EED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E4DC33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28" w:type="dxa"/>
            <w:gridSpan w:val="4"/>
            <w:tcBorders>
              <w:top w:val="nil"/>
              <w:left w:val="nil"/>
              <w:bottom w:val="nil"/>
              <w:right w:val="nil"/>
            </w:tcBorders>
            <w:hideMark/>
          </w:tcPr>
          <w:p w14:paraId="38462B68" w14:textId="77777777" w:rsidR="00995AF1" w:rsidRPr="003636C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Nom et prénom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7826" w:type="dxa"/>
            <w:gridSpan w:val="2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76FC115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3F3136C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4AA1487E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0C53C3C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44" w:type="dxa"/>
            <w:gridSpan w:val="7"/>
            <w:tcBorders>
              <w:top w:val="nil"/>
              <w:left w:val="nil"/>
              <w:bottom w:val="nil"/>
              <w:right w:val="nil"/>
            </w:tcBorders>
            <w:hideMark/>
          </w:tcPr>
          <w:p w14:paraId="04895493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510" w:type="dxa"/>
            <w:gridSpan w:val="22"/>
            <w:tcBorders>
              <w:top w:val="nil"/>
              <w:left w:val="nil"/>
              <w:bottom w:val="nil"/>
              <w:right w:val="nil"/>
            </w:tcBorders>
            <w:hideMark/>
          </w:tcPr>
          <w:p w14:paraId="237E4B3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3F195A12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0182D5B5" w14:textId="77777777" w:rsidTr="00995AF1">
        <w:trPr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2866EF7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354" w:type="dxa"/>
            <w:gridSpan w:val="29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0FFCFB4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D31FFD">
              <w:rPr>
                <w:rFonts w:ascii="Wingdings" w:eastAsia="Times New Roman" w:hAnsi="Wingdings" w:cs="Times New Roman"/>
                <w:sz w:val="20"/>
                <w:szCs w:val="20"/>
                <w:lang w:eastAsia="fr-FR"/>
              </w:rPr>
              <w:t>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</w:t>
            </w:r>
            <w:r w:rsidRPr="00D31FFD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Agissant en mon nom personnel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ou </w:t>
            </w:r>
            <w:r w:rsidRPr="00D31FFD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sous le nom de</w:t>
            </w:r>
            <w:r w:rsidRPr="00D31FFD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105" w:type="dxa"/>
            <w:gridSpan w:val="2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774086DD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3A1CE2B1" w14:textId="77777777" w:rsidTr="00995AF1">
        <w:trPr>
          <w:tblCellSpacing w:w="0" w:type="dxa"/>
        </w:trPr>
        <w:tc>
          <w:tcPr>
            <w:tcW w:w="66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134D395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309" w:type="dxa"/>
            <w:gridSpan w:val="2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49D045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66BB4A43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47330805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0131632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5EB5107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63450AB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6AB89B8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6E3099E2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0BC78555" w14:textId="77777777" w:rsidR="00995AF1" w:rsidRPr="003636C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0052B55F" w14:textId="77777777" w:rsidR="00995AF1" w:rsidRPr="003636C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Domicilié à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8245" w:type="dxa"/>
            <w:gridSpan w:val="2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004A66D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4D715DD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1129085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5F60F8D1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598C757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79" w:type="dxa"/>
            <w:gridSpan w:val="13"/>
            <w:tcBorders>
              <w:top w:val="nil"/>
              <w:left w:val="nil"/>
              <w:bottom w:val="nil"/>
              <w:right w:val="nil"/>
            </w:tcBorders>
            <w:hideMark/>
          </w:tcPr>
          <w:p w14:paraId="7C83A54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175" w:type="dxa"/>
            <w:gridSpan w:val="16"/>
            <w:tcBorders>
              <w:top w:val="nil"/>
              <w:left w:val="nil"/>
              <w:bottom w:val="nil"/>
              <w:right w:val="nil"/>
            </w:tcBorders>
            <w:hideMark/>
          </w:tcPr>
          <w:p w14:paraId="6167A9F2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60EF822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0C30A96D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26366449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0FB20FC0" w14:textId="77777777" w:rsidR="00995AF1" w:rsidRPr="003636C3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Tel.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</w:t>
            </w:r>
          </w:p>
        </w:tc>
        <w:tc>
          <w:tcPr>
            <w:tcW w:w="3715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3D12FA50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95" w:type="dxa"/>
            <w:gridSpan w:val="3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1C19A66E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Fax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</w:p>
        </w:tc>
        <w:tc>
          <w:tcPr>
            <w:tcW w:w="3735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F129BDC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27F20EDB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4E06465F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1E0611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819" w:type="dxa"/>
            <w:gridSpan w:val="11"/>
            <w:tcBorders>
              <w:top w:val="nil"/>
              <w:left w:val="nil"/>
              <w:bottom w:val="nil"/>
              <w:right w:val="nil"/>
            </w:tcBorders>
            <w:hideMark/>
          </w:tcPr>
          <w:p w14:paraId="57FA56F2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535" w:type="dxa"/>
            <w:gridSpan w:val="18"/>
            <w:tcBorders>
              <w:top w:val="nil"/>
              <w:left w:val="nil"/>
              <w:bottom w:val="nil"/>
              <w:right w:val="nil"/>
            </w:tcBorders>
            <w:hideMark/>
          </w:tcPr>
          <w:p w14:paraId="39E671B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58A506E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62972DB5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1C699C7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1B065D62" w14:textId="77777777" w:rsidR="00995AF1" w:rsidRPr="00D31FFD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Courriel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</w:p>
        </w:tc>
        <w:tc>
          <w:tcPr>
            <w:tcW w:w="8245" w:type="dxa"/>
            <w:gridSpan w:val="2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5E393644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53E3BB59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57949454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5CC1539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96" w:type="dxa"/>
            <w:gridSpan w:val="5"/>
            <w:tcBorders>
              <w:top w:val="nil"/>
              <w:left w:val="nil"/>
              <w:bottom w:val="nil"/>
              <w:right w:val="nil"/>
            </w:tcBorders>
            <w:hideMark/>
          </w:tcPr>
          <w:p w14:paraId="7FAFC13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958" w:type="dxa"/>
            <w:gridSpan w:val="24"/>
            <w:tcBorders>
              <w:top w:val="nil"/>
              <w:left w:val="nil"/>
              <w:bottom w:val="nil"/>
              <w:right w:val="nil"/>
            </w:tcBorders>
            <w:hideMark/>
          </w:tcPr>
          <w:p w14:paraId="1493FECD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0CA2AB5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4DAC2734" w14:textId="77777777" w:rsidTr="00995AF1">
        <w:trPr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7A0B454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354" w:type="dxa"/>
            <w:gridSpan w:val="29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1D6DFB8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D31FFD">
              <w:rPr>
                <w:rFonts w:ascii="Wingdings" w:eastAsia="Times New Roman" w:hAnsi="Wingdings" w:cs="Times New Roman"/>
                <w:sz w:val="20"/>
                <w:szCs w:val="20"/>
                <w:lang w:eastAsia="fr-FR"/>
              </w:rPr>
              <w:t>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</w:t>
            </w:r>
            <w:r w:rsidRPr="00D31FFD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Agissant pour le nom et le compte de la Société</w:t>
            </w:r>
            <w:r w:rsidRPr="00D31FFD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: 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(intitulé complet et forme juridique de la société)</w:t>
            </w:r>
          </w:p>
        </w:tc>
        <w:tc>
          <w:tcPr>
            <w:tcW w:w="105" w:type="dxa"/>
            <w:gridSpan w:val="2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1F56529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565A367E" w14:textId="77777777" w:rsidTr="00995AF1">
        <w:trPr>
          <w:tblCellSpacing w:w="0" w:type="dxa"/>
        </w:trPr>
        <w:tc>
          <w:tcPr>
            <w:tcW w:w="66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068CB62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309" w:type="dxa"/>
            <w:gridSpan w:val="2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2F4F521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110DB80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573220C1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5DE957F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5BE0708D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4C4AB88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6996BF3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05DFBBE1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91F776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468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14:paraId="0734D52F" w14:textId="77777777" w:rsidR="00995AF1" w:rsidRPr="003636C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Au capital de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7886" w:type="dxa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0E31DF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7401D89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6311EB5E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3376D1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3061211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193E39A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0336A98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44C92FD2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17F5AC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468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14:paraId="4DC9744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Ayant son siège à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7886" w:type="dxa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47EC3A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4E249ACF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6D53D96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47EF2631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53C63A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79" w:type="dxa"/>
            <w:gridSpan w:val="13"/>
            <w:tcBorders>
              <w:top w:val="nil"/>
              <w:left w:val="nil"/>
              <w:bottom w:val="nil"/>
              <w:right w:val="nil"/>
            </w:tcBorders>
            <w:hideMark/>
          </w:tcPr>
          <w:p w14:paraId="28C6F74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175" w:type="dxa"/>
            <w:gridSpan w:val="16"/>
            <w:tcBorders>
              <w:top w:val="nil"/>
              <w:left w:val="nil"/>
              <w:bottom w:val="nil"/>
              <w:right w:val="nil"/>
            </w:tcBorders>
            <w:hideMark/>
          </w:tcPr>
          <w:p w14:paraId="74080B1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739F78E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34F32CBA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C98F6A6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533B17C5" w14:textId="77777777" w:rsidR="00995AF1" w:rsidRPr="003636C3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Tel.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</w:t>
            </w:r>
          </w:p>
        </w:tc>
        <w:tc>
          <w:tcPr>
            <w:tcW w:w="3715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D0BB5C3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95" w:type="dxa"/>
            <w:gridSpan w:val="3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548C178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Fax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</w:p>
        </w:tc>
        <w:tc>
          <w:tcPr>
            <w:tcW w:w="3735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33330B4F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4845B30F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0B0BDDBF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007B31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819" w:type="dxa"/>
            <w:gridSpan w:val="11"/>
            <w:tcBorders>
              <w:top w:val="nil"/>
              <w:left w:val="nil"/>
              <w:bottom w:val="nil"/>
              <w:right w:val="nil"/>
            </w:tcBorders>
            <w:hideMark/>
          </w:tcPr>
          <w:p w14:paraId="726E32D3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535" w:type="dxa"/>
            <w:gridSpan w:val="18"/>
            <w:tcBorders>
              <w:top w:val="nil"/>
              <w:left w:val="nil"/>
              <w:bottom w:val="nil"/>
              <w:right w:val="nil"/>
            </w:tcBorders>
            <w:hideMark/>
          </w:tcPr>
          <w:p w14:paraId="08A0AEC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175DF85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1F64CB28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146A334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6DEFF248" w14:textId="77777777" w:rsidR="00995AF1" w:rsidRPr="003636C3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Courriel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</w:p>
        </w:tc>
        <w:tc>
          <w:tcPr>
            <w:tcW w:w="8245" w:type="dxa"/>
            <w:gridSpan w:val="2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292E9FAE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7CB0A2DC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066A30DB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8D2937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41706FE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1182074D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445EDDA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33A73701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32E0E53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78C6A73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780A4F02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3E85F22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144E6A6E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0F5F8BB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234" w:type="dxa"/>
            <w:gridSpan w:val="9"/>
            <w:tcBorders>
              <w:top w:val="nil"/>
              <w:left w:val="nil"/>
              <w:bottom w:val="nil"/>
              <w:right w:val="nil"/>
            </w:tcBorders>
            <w:hideMark/>
          </w:tcPr>
          <w:p w14:paraId="6753EFD4" w14:textId="77777777" w:rsidR="00995AF1" w:rsidRPr="00D31FFD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N° d'identité d'établissement (SIRET)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A248650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6416CEE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6FC8CFA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71B9143B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644A0B3A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79D8A36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1CC00CD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A478161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343B35F7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5E920265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2272C957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28A2D09E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92A1837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6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2EEFAF27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3C1F3559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690B8528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1F55C24C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44" w:type="dxa"/>
            <w:gridSpan w:val="7"/>
            <w:tcBorders>
              <w:top w:val="nil"/>
              <w:left w:val="nil"/>
              <w:bottom w:val="nil"/>
              <w:right w:val="nil"/>
            </w:tcBorders>
            <w:hideMark/>
          </w:tcPr>
          <w:p w14:paraId="380BAA43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510" w:type="dxa"/>
            <w:gridSpan w:val="22"/>
            <w:tcBorders>
              <w:top w:val="nil"/>
              <w:left w:val="nil"/>
              <w:bottom w:val="nil"/>
              <w:right w:val="nil"/>
            </w:tcBorders>
            <w:hideMark/>
          </w:tcPr>
          <w:p w14:paraId="328F9F36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4ADBB069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60DEE30E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A0047A3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342" w:type="dxa"/>
            <w:gridSpan w:val="23"/>
            <w:tcBorders>
              <w:top w:val="nil"/>
              <w:left w:val="nil"/>
              <w:bottom w:val="nil"/>
              <w:right w:val="nil"/>
            </w:tcBorders>
            <w:hideMark/>
          </w:tcPr>
          <w:p w14:paraId="77C93EEF" w14:textId="77777777" w:rsidR="00995AF1" w:rsidRPr="00D31FFD" w:rsidRDefault="00995AF1" w:rsidP="00995AF1">
            <w:pPr>
              <w:widowControl/>
              <w:autoSpaceDE/>
              <w:autoSpaceDN/>
              <w:spacing w:before="40" w:after="119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N° d'inscription </w:t>
            </w:r>
            <w:r w:rsidRPr="003636C3">
              <w:rPr>
                <w:rFonts w:ascii="Wingdings" w:eastAsia="Times New Roman" w:hAnsi="Wingdings" w:cs="Times New Roman"/>
                <w:sz w:val="16"/>
                <w:szCs w:val="20"/>
                <w:lang w:eastAsia="fr-FR"/>
              </w:rPr>
              <w:t>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au répertoire des métiers </w:t>
            </w:r>
            <w:r w:rsidRPr="003636C3">
              <w:rPr>
                <w:rFonts w:ascii="Marianne" w:eastAsia="Times New Roman" w:hAnsi="Marianne" w:cs="Times New Roman"/>
                <w:b/>
                <w:bCs/>
                <w:sz w:val="16"/>
                <w:szCs w:val="20"/>
                <w:lang w:eastAsia="fr-FR"/>
              </w:rPr>
              <w:t>ou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</w:t>
            </w:r>
            <w:r w:rsidRPr="003636C3">
              <w:rPr>
                <w:rFonts w:ascii="Wingdings" w:eastAsia="Times New Roman" w:hAnsi="Wingdings" w:cs="Times New Roman"/>
                <w:sz w:val="16"/>
                <w:szCs w:val="20"/>
                <w:lang w:eastAsia="fr-FR"/>
              </w:rPr>
              <w:t>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au registre du commerce et des sociétés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2012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7E804770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1A419431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3E90FD09" w14:textId="77777777" w:rsidTr="00995AF1">
        <w:trPr>
          <w:trHeight w:hRule="exact" w:val="45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single" w:sz="8" w:space="0" w:color="000000"/>
              <w:right w:val="nil"/>
            </w:tcBorders>
            <w:hideMark/>
          </w:tcPr>
          <w:p w14:paraId="61B98652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44" w:type="dxa"/>
            <w:gridSpan w:val="7"/>
            <w:tcBorders>
              <w:top w:val="nil"/>
              <w:left w:val="nil"/>
              <w:bottom w:val="single" w:sz="8" w:space="0" w:color="000000"/>
              <w:right w:val="nil"/>
            </w:tcBorders>
            <w:hideMark/>
          </w:tcPr>
          <w:p w14:paraId="2562E9C2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540" w:type="dxa"/>
            <w:gridSpan w:val="23"/>
            <w:tcBorders>
              <w:top w:val="nil"/>
              <w:left w:val="nil"/>
              <w:bottom w:val="single" w:sz="8" w:space="0" w:color="000000"/>
              <w:right w:val="nil"/>
            </w:tcBorders>
            <w:hideMark/>
          </w:tcPr>
          <w:p w14:paraId="5EAE7584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65DF3213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</w:tbl>
    <w:p w14:paraId="5B481EF4" w14:textId="77777777" w:rsidR="00995AF1" w:rsidRDefault="00995AF1" w:rsidP="00995AF1">
      <w:pPr>
        <w:widowControl/>
        <w:autoSpaceDE/>
        <w:autoSpaceDN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p w14:paraId="78D86AED" w14:textId="77777777" w:rsidR="00995AF1" w:rsidRDefault="00995AF1" w:rsidP="00995AF1">
      <w:pPr>
        <w:widowControl/>
        <w:autoSpaceDE/>
        <w:autoSpaceDN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tbl>
      <w:tblPr>
        <w:tblW w:w="948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"/>
        <w:gridCol w:w="45"/>
        <w:gridCol w:w="1064"/>
        <w:gridCol w:w="359"/>
        <w:gridCol w:w="60"/>
        <w:gridCol w:w="868"/>
        <w:gridCol w:w="74"/>
        <w:gridCol w:w="374"/>
        <w:gridCol w:w="30"/>
        <w:gridCol w:w="360"/>
        <w:gridCol w:w="435"/>
        <w:gridCol w:w="150"/>
        <w:gridCol w:w="285"/>
        <w:gridCol w:w="75"/>
        <w:gridCol w:w="360"/>
        <w:gridCol w:w="285"/>
        <w:gridCol w:w="150"/>
        <w:gridCol w:w="435"/>
        <w:gridCol w:w="210"/>
        <w:gridCol w:w="225"/>
        <w:gridCol w:w="435"/>
        <w:gridCol w:w="435"/>
        <w:gridCol w:w="435"/>
        <w:gridCol w:w="193"/>
        <w:gridCol w:w="242"/>
        <w:gridCol w:w="435"/>
        <w:gridCol w:w="435"/>
        <w:gridCol w:w="435"/>
        <w:gridCol w:w="435"/>
        <w:gridCol w:w="30"/>
        <w:gridCol w:w="105"/>
      </w:tblGrid>
      <w:tr w:rsidR="00995AF1" w:rsidRPr="00D31FFD" w14:paraId="6CF38FED" w14:textId="77777777" w:rsidTr="00995AF1">
        <w:trPr>
          <w:tblCellSpacing w:w="0" w:type="dxa"/>
        </w:trPr>
        <w:tc>
          <w:tcPr>
            <w:tcW w:w="9480" w:type="dxa"/>
            <w:gridSpan w:val="31"/>
            <w:tcBorders>
              <w:top w:val="single" w:sz="6" w:space="0" w:color="000000"/>
              <w:left w:val="single" w:sz="6" w:space="0" w:color="000000"/>
              <w:bottom w:val="nil"/>
              <w:right w:val="single" w:sz="8" w:space="0" w:color="000000"/>
            </w:tcBorders>
            <w:shd w:val="clear" w:color="auto" w:fill="BFBFBF"/>
            <w:hideMark/>
          </w:tcPr>
          <w:p w14:paraId="218B02B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D31FFD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 xml:space="preserve">Cotraitant </w:t>
            </w:r>
            <w:r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2</w:t>
            </w:r>
          </w:p>
        </w:tc>
      </w:tr>
      <w:tr w:rsidR="00995AF1" w:rsidRPr="00D31FFD" w14:paraId="44A111AA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56E55D73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70" w:type="dxa"/>
            <w:gridSpan w:val="6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383EE36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854" w:type="dxa"/>
            <w:gridSpan w:val="22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5FA71CC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35" w:type="dxa"/>
            <w:gridSpan w:val="2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290875EF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541E5CA2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22F774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28" w:type="dxa"/>
            <w:gridSpan w:val="4"/>
            <w:tcBorders>
              <w:top w:val="nil"/>
              <w:left w:val="nil"/>
              <w:bottom w:val="nil"/>
              <w:right w:val="nil"/>
            </w:tcBorders>
            <w:hideMark/>
          </w:tcPr>
          <w:p w14:paraId="2200CF4B" w14:textId="77777777" w:rsidR="00995AF1" w:rsidRPr="003636C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Nom et prénom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7826" w:type="dxa"/>
            <w:gridSpan w:val="2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41D2FB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3EBC2D3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65A64647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2BD496A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44" w:type="dxa"/>
            <w:gridSpan w:val="7"/>
            <w:tcBorders>
              <w:top w:val="nil"/>
              <w:left w:val="nil"/>
              <w:bottom w:val="nil"/>
              <w:right w:val="nil"/>
            </w:tcBorders>
            <w:hideMark/>
          </w:tcPr>
          <w:p w14:paraId="15A482C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510" w:type="dxa"/>
            <w:gridSpan w:val="22"/>
            <w:tcBorders>
              <w:top w:val="nil"/>
              <w:left w:val="nil"/>
              <w:bottom w:val="nil"/>
              <w:right w:val="nil"/>
            </w:tcBorders>
            <w:hideMark/>
          </w:tcPr>
          <w:p w14:paraId="6339B44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37C6EE0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5638FADA" w14:textId="77777777" w:rsidTr="00995AF1">
        <w:trPr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36E2F36D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354" w:type="dxa"/>
            <w:gridSpan w:val="29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3BA16A13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D31FFD">
              <w:rPr>
                <w:rFonts w:ascii="Wingdings" w:eastAsia="Times New Roman" w:hAnsi="Wingdings" w:cs="Times New Roman"/>
                <w:sz w:val="20"/>
                <w:szCs w:val="20"/>
                <w:lang w:eastAsia="fr-FR"/>
              </w:rPr>
              <w:t>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</w:t>
            </w:r>
            <w:r w:rsidRPr="00D31FFD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Agissant en mon nom personnel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ou </w:t>
            </w:r>
            <w:r w:rsidRPr="00D31FFD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sous le nom de</w:t>
            </w:r>
            <w:r w:rsidRPr="00D31FFD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105" w:type="dxa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3A6F2DB3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22A2BFB3" w14:textId="77777777" w:rsidTr="00995AF1">
        <w:trPr>
          <w:tblCellSpacing w:w="0" w:type="dxa"/>
        </w:trPr>
        <w:tc>
          <w:tcPr>
            <w:tcW w:w="66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2FC5A5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309" w:type="dxa"/>
            <w:gridSpan w:val="2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622404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6B07BB2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21459831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58A1004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3394A43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686CDEE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33B0D0C3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5CDA359D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05EC50FE" w14:textId="77777777" w:rsidR="00995AF1" w:rsidRPr="003636C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55EBD4CC" w14:textId="77777777" w:rsidR="00995AF1" w:rsidRPr="003636C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Domicilié à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8245" w:type="dxa"/>
            <w:gridSpan w:val="2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534F7C9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2B6C591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76A2C13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4DE4BF73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A47A68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79" w:type="dxa"/>
            <w:gridSpan w:val="13"/>
            <w:tcBorders>
              <w:top w:val="nil"/>
              <w:left w:val="nil"/>
              <w:bottom w:val="nil"/>
              <w:right w:val="nil"/>
            </w:tcBorders>
            <w:hideMark/>
          </w:tcPr>
          <w:p w14:paraId="69CC180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175" w:type="dxa"/>
            <w:gridSpan w:val="16"/>
            <w:tcBorders>
              <w:top w:val="nil"/>
              <w:left w:val="nil"/>
              <w:bottom w:val="nil"/>
              <w:right w:val="nil"/>
            </w:tcBorders>
            <w:hideMark/>
          </w:tcPr>
          <w:p w14:paraId="55C2AAF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2825D18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14BCAACE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5B918594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78BE60B2" w14:textId="77777777" w:rsidR="00995AF1" w:rsidRPr="003636C3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Tel.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</w:t>
            </w:r>
          </w:p>
        </w:tc>
        <w:tc>
          <w:tcPr>
            <w:tcW w:w="3715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3A907604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95" w:type="dxa"/>
            <w:gridSpan w:val="3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530C39EA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Fax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</w:p>
        </w:tc>
        <w:tc>
          <w:tcPr>
            <w:tcW w:w="3735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716A445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5AA8B1DF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343C1BAC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24F15EC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819" w:type="dxa"/>
            <w:gridSpan w:val="11"/>
            <w:tcBorders>
              <w:top w:val="nil"/>
              <w:left w:val="nil"/>
              <w:bottom w:val="nil"/>
              <w:right w:val="nil"/>
            </w:tcBorders>
            <w:hideMark/>
          </w:tcPr>
          <w:p w14:paraId="5ACEC0A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535" w:type="dxa"/>
            <w:gridSpan w:val="18"/>
            <w:tcBorders>
              <w:top w:val="nil"/>
              <w:left w:val="nil"/>
              <w:bottom w:val="nil"/>
              <w:right w:val="nil"/>
            </w:tcBorders>
            <w:hideMark/>
          </w:tcPr>
          <w:p w14:paraId="48C0B86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246E3D8D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4B5F9E82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00FE59F9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38CE59AF" w14:textId="77777777" w:rsidR="00995AF1" w:rsidRPr="00D31FFD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Courriel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</w:p>
        </w:tc>
        <w:tc>
          <w:tcPr>
            <w:tcW w:w="8245" w:type="dxa"/>
            <w:gridSpan w:val="2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5F535934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1B9201E6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21F92C58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2E50C5C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96" w:type="dxa"/>
            <w:gridSpan w:val="5"/>
            <w:tcBorders>
              <w:top w:val="nil"/>
              <w:left w:val="nil"/>
              <w:bottom w:val="nil"/>
              <w:right w:val="nil"/>
            </w:tcBorders>
            <w:hideMark/>
          </w:tcPr>
          <w:p w14:paraId="6BC05A5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958" w:type="dxa"/>
            <w:gridSpan w:val="24"/>
            <w:tcBorders>
              <w:top w:val="nil"/>
              <w:left w:val="nil"/>
              <w:bottom w:val="nil"/>
              <w:right w:val="nil"/>
            </w:tcBorders>
            <w:hideMark/>
          </w:tcPr>
          <w:p w14:paraId="4D57209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2289F7E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60741F34" w14:textId="77777777" w:rsidTr="00995AF1">
        <w:trPr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6F26FF5D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354" w:type="dxa"/>
            <w:gridSpan w:val="29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461F72F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D31FFD">
              <w:rPr>
                <w:rFonts w:ascii="Wingdings" w:eastAsia="Times New Roman" w:hAnsi="Wingdings" w:cs="Times New Roman"/>
                <w:sz w:val="20"/>
                <w:szCs w:val="20"/>
                <w:lang w:eastAsia="fr-FR"/>
              </w:rPr>
              <w:t>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</w:t>
            </w:r>
            <w:r w:rsidRPr="00D31FFD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Agissant pour le nom et le compte de la Société</w:t>
            </w:r>
            <w:r w:rsidRPr="00D31FFD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: 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(intitulé complet et forme juridique de la société)</w:t>
            </w:r>
          </w:p>
        </w:tc>
        <w:tc>
          <w:tcPr>
            <w:tcW w:w="105" w:type="dxa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3F8B5CC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5A2A7100" w14:textId="77777777" w:rsidTr="00995AF1">
        <w:trPr>
          <w:tblCellSpacing w:w="0" w:type="dxa"/>
        </w:trPr>
        <w:tc>
          <w:tcPr>
            <w:tcW w:w="66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1DDFBF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309" w:type="dxa"/>
            <w:gridSpan w:val="2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C17DFB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5AED3C2D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1D1CA672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293DE0FF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45ED61DD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3ED0433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56AF45F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7F32D076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F2A2B5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468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14:paraId="3FCDB732" w14:textId="77777777" w:rsidR="00995AF1" w:rsidRPr="003636C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Au capital de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7886" w:type="dxa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51F9C61D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7632354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7070C449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5B743FD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15C125FF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2DDB5EC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53D012DF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3A5D5D20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127051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468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14:paraId="40FB958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Ayant son siège à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7886" w:type="dxa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EA4492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4F96AF8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62D9033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3F9C0999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2ACA700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79" w:type="dxa"/>
            <w:gridSpan w:val="13"/>
            <w:tcBorders>
              <w:top w:val="nil"/>
              <w:left w:val="nil"/>
              <w:bottom w:val="nil"/>
              <w:right w:val="nil"/>
            </w:tcBorders>
            <w:hideMark/>
          </w:tcPr>
          <w:p w14:paraId="3338FA3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175" w:type="dxa"/>
            <w:gridSpan w:val="16"/>
            <w:tcBorders>
              <w:top w:val="nil"/>
              <w:left w:val="nil"/>
              <w:bottom w:val="nil"/>
              <w:right w:val="nil"/>
            </w:tcBorders>
            <w:hideMark/>
          </w:tcPr>
          <w:p w14:paraId="2BE2D303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37C5F02F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64F5FB15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0291A35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23DF451D" w14:textId="77777777" w:rsidR="00995AF1" w:rsidRPr="003636C3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Tel.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</w:t>
            </w:r>
          </w:p>
        </w:tc>
        <w:tc>
          <w:tcPr>
            <w:tcW w:w="3715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76B258D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95" w:type="dxa"/>
            <w:gridSpan w:val="3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48C7F04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Fax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</w:p>
        </w:tc>
        <w:tc>
          <w:tcPr>
            <w:tcW w:w="3735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CF1B2C4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6F63DBD9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5340A41A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BAE3A2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819" w:type="dxa"/>
            <w:gridSpan w:val="11"/>
            <w:tcBorders>
              <w:top w:val="nil"/>
              <w:left w:val="nil"/>
              <w:bottom w:val="nil"/>
              <w:right w:val="nil"/>
            </w:tcBorders>
            <w:hideMark/>
          </w:tcPr>
          <w:p w14:paraId="75F9EF1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535" w:type="dxa"/>
            <w:gridSpan w:val="18"/>
            <w:tcBorders>
              <w:top w:val="nil"/>
              <w:left w:val="nil"/>
              <w:bottom w:val="nil"/>
              <w:right w:val="nil"/>
            </w:tcBorders>
            <w:hideMark/>
          </w:tcPr>
          <w:p w14:paraId="1056280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544AC3A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507C735E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1E44964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5DE07A43" w14:textId="77777777" w:rsidR="00995AF1" w:rsidRPr="003636C3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Courriel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</w:p>
        </w:tc>
        <w:tc>
          <w:tcPr>
            <w:tcW w:w="8245" w:type="dxa"/>
            <w:gridSpan w:val="2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7BF3CC7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4E8B4900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40BB426A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5162CC5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564614B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5995E55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668CC05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3FD65D7C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6AEFA59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06AF62F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1174C66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47EBE5A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7B546BC7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1DCD36C4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234" w:type="dxa"/>
            <w:gridSpan w:val="9"/>
            <w:tcBorders>
              <w:top w:val="nil"/>
              <w:left w:val="nil"/>
              <w:bottom w:val="nil"/>
              <w:right w:val="nil"/>
            </w:tcBorders>
            <w:hideMark/>
          </w:tcPr>
          <w:p w14:paraId="64BAB313" w14:textId="77777777" w:rsidR="00995AF1" w:rsidRPr="00D31FFD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N° d'identité d'établissement (SIRET)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6974D0BE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178F7FE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58CEA57C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AAF7A90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8FDAB1A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699AE2F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50BBFB38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56A16B62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9A178DB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2A60C67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73690A8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53582A36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785847C2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6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6DC5DE20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5AE76D2E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13B3892C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0B7AAF9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44" w:type="dxa"/>
            <w:gridSpan w:val="7"/>
            <w:tcBorders>
              <w:top w:val="nil"/>
              <w:left w:val="nil"/>
              <w:bottom w:val="nil"/>
              <w:right w:val="nil"/>
            </w:tcBorders>
            <w:hideMark/>
          </w:tcPr>
          <w:p w14:paraId="5127120F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510" w:type="dxa"/>
            <w:gridSpan w:val="22"/>
            <w:tcBorders>
              <w:top w:val="nil"/>
              <w:left w:val="nil"/>
              <w:bottom w:val="nil"/>
              <w:right w:val="nil"/>
            </w:tcBorders>
            <w:hideMark/>
          </w:tcPr>
          <w:p w14:paraId="62ECB02D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2D2F8950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6B45973F" w14:textId="77777777" w:rsidTr="000D482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9A21EEB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342" w:type="dxa"/>
            <w:gridSpan w:val="23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0B891795" w14:textId="77777777" w:rsidR="00995AF1" w:rsidRPr="00D31FFD" w:rsidRDefault="00995AF1" w:rsidP="00995AF1">
            <w:pPr>
              <w:widowControl/>
              <w:autoSpaceDE/>
              <w:autoSpaceDN/>
              <w:spacing w:before="40" w:after="119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N° d'inscription </w:t>
            </w:r>
            <w:r w:rsidRPr="003636C3">
              <w:rPr>
                <w:rFonts w:ascii="Wingdings" w:eastAsia="Times New Roman" w:hAnsi="Wingdings" w:cs="Times New Roman"/>
                <w:sz w:val="16"/>
                <w:szCs w:val="20"/>
                <w:lang w:eastAsia="fr-FR"/>
              </w:rPr>
              <w:t>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au répertoire des métiers </w:t>
            </w:r>
            <w:r w:rsidRPr="003636C3">
              <w:rPr>
                <w:rFonts w:ascii="Marianne" w:eastAsia="Times New Roman" w:hAnsi="Marianne" w:cs="Times New Roman"/>
                <w:b/>
                <w:bCs/>
                <w:sz w:val="16"/>
                <w:szCs w:val="20"/>
                <w:lang w:eastAsia="fr-FR"/>
              </w:rPr>
              <w:t>ou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</w:t>
            </w:r>
            <w:r w:rsidRPr="003636C3">
              <w:rPr>
                <w:rFonts w:ascii="Wingdings" w:eastAsia="Times New Roman" w:hAnsi="Wingdings" w:cs="Times New Roman"/>
                <w:sz w:val="16"/>
                <w:szCs w:val="20"/>
                <w:lang w:eastAsia="fr-FR"/>
              </w:rPr>
              <w:t>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au registre du commerce et des sociétés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2012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255A6C6C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18FE350B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</w:tbl>
    <w:p w14:paraId="67C84B30" w14:textId="77777777" w:rsidR="00995AF1" w:rsidRDefault="00995AF1" w:rsidP="00995AF1">
      <w:pPr>
        <w:widowControl/>
        <w:autoSpaceDE/>
        <w:autoSpaceDN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tbl>
      <w:tblPr>
        <w:tblW w:w="948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"/>
        <w:gridCol w:w="45"/>
        <w:gridCol w:w="1064"/>
        <w:gridCol w:w="359"/>
        <w:gridCol w:w="60"/>
        <w:gridCol w:w="868"/>
        <w:gridCol w:w="74"/>
        <w:gridCol w:w="374"/>
        <w:gridCol w:w="30"/>
        <w:gridCol w:w="360"/>
        <w:gridCol w:w="435"/>
        <w:gridCol w:w="150"/>
        <w:gridCol w:w="285"/>
        <w:gridCol w:w="75"/>
        <w:gridCol w:w="360"/>
        <w:gridCol w:w="285"/>
        <w:gridCol w:w="150"/>
        <w:gridCol w:w="435"/>
        <w:gridCol w:w="210"/>
        <w:gridCol w:w="225"/>
        <w:gridCol w:w="435"/>
        <w:gridCol w:w="435"/>
        <w:gridCol w:w="435"/>
        <w:gridCol w:w="193"/>
        <w:gridCol w:w="242"/>
        <w:gridCol w:w="435"/>
        <w:gridCol w:w="435"/>
        <w:gridCol w:w="435"/>
        <w:gridCol w:w="435"/>
        <w:gridCol w:w="30"/>
        <w:gridCol w:w="105"/>
      </w:tblGrid>
      <w:tr w:rsidR="00995AF1" w:rsidRPr="00D31FFD" w14:paraId="3F242F1E" w14:textId="77777777" w:rsidTr="00995AF1">
        <w:trPr>
          <w:tblCellSpacing w:w="0" w:type="dxa"/>
        </w:trPr>
        <w:tc>
          <w:tcPr>
            <w:tcW w:w="9480" w:type="dxa"/>
            <w:gridSpan w:val="31"/>
            <w:tcBorders>
              <w:top w:val="single" w:sz="6" w:space="0" w:color="000000"/>
              <w:left w:val="single" w:sz="6" w:space="0" w:color="000000"/>
              <w:bottom w:val="nil"/>
              <w:right w:val="single" w:sz="8" w:space="0" w:color="000000"/>
            </w:tcBorders>
            <w:shd w:val="clear" w:color="auto" w:fill="BFBFBF"/>
            <w:hideMark/>
          </w:tcPr>
          <w:p w14:paraId="09F961A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D31FFD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 xml:space="preserve">Cotraitant </w:t>
            </w:r>
            <w:r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3</w:t>
            </w:r>
          </w:p>
        </w:tc>
      </w:tr>
      <w:tr w:rsidR="00995AF1" w:rsidRPr="00D31FFD" w14:paraId="5DB2295E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6A30578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70" w:type="dxa"/>
            <w:gridSpan w:val="6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5B99E64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854" w:type="dxa"/>
            <w:gridSpan w:val="22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3A22FEC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35" w:type="dxa"/>
            <w:gridSpan w:val="2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6B95678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006956F9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16E9EE5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28" w:type="dxa"/>
            <w:gridSpan w:val="4"/>
            <w:tcBorders>
              <w:top w:val="nil"/>
              <w:left w:val="nil"/>
              <w:bottom w:val="nil"/>
              <w:right w:val="nil"/>
            </w:tcBorders>
            <w:hideMark/>
          </w:tcPr>
          <w:p w14:paraId="276853DF" w14:textId="77777777" w:rsidR="00995AF1" w:rsidRPr="003636C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Nom et prénom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7826" w:type="dxa"/>
            <w:gridSpan w:val="2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68665F8F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3A6CF11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7B63EFE8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43A459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44" w:type="dxa"/>
            <w:gridSpan w:val="7"/>
            <w:tcBorders>
              <w:top w:val="nil"/>
              <w:left w:val="nil"/>
              <w:bottom w:val="nil"/>
              <w:right w:val="nil"/>
            </w:tcBorders>
            <w:hideMark/>
          </w:tcPr>
          <w:p w14:paraId="2A8D192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510" w:type="dxa"/>
            <w:gridSpan w:val="22"/>
            <w:tcBorders>
              <w:top w:val="nil"/>
              <w:left w:val="nil"/>
              <w:bottom w:val="nil"/>
              <w:right w:val="nil"/>
            </w:tcBorders>
            <w:hideMark/>
          </w:tcPr>
          <w:p w14:paraId="020B178F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7E937E5F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5AD5E5D3" w14:textId="77777777" w:rsidTr="00995AF1">
        <w:trPr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43F78FB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354" w:type="dxa"/>
            <w:gridSpan w:val="29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0B504F3F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D31FFD">
              <w:rPr>
                <w:rFonts w:ascii="Wingdings" w:eastAsia="Times New Roman" w:hAnsi="Wingdings" w:cs="Times New Roman"/>
                <w:sz w:val="20"/>
                <w:szCs w:val="20"/>
                <w:lang w:eastAsia="fr-FR"/>
              </w:rPr>
              <w:t>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</w:t>
            </w:r>
            <w:r w:rsidRPr="00D31FFD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Agissant en mon nom personnel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ou </w:t>
            </w:r>
            <w:r w:rsidRPr="00D31FFD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sous le nom de</w:t>
            </w:r>
            <w:r w:rsidRPr="00D31FFD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105" w:type="dxa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22FCE47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6BB55EBA" w14:textId="77777777" w:rsidTr="00995AF1">
        <w:trPr>
          <w:tblCellSpacing w:w="0" w:type="dxa"/>
        </w:trPr>
        <w:tc>
          <w:tcPr>
            <w:tcW w:w="66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5ADEB0C2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309" w:type="dxa"/>
            <w:gridSpan w:val="2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2C2FEBE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4579C633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5D16BF0E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27FFFB5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225AC09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0E9AC48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62727C4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78CF4731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CAC6150" w14:textId="77777777" w:rsidR="00995AF1" w:rsidRPr="003636C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0C1E231E" w14:textId="77777777" w:rsidR="00995AF1" w:rsidRPr="003636C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Domicilié à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8245" w:type="dxa"/>
            <w:gridSpan w:val="2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7B35DC5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5C52B00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6B38B04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2BA557FF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2EB140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79" w:type="dxa"/>
            <w:gridSpan w:val="13"/>
            <w:tcBorders>
              <w:top w:val="nil"/>
              <w:left w:val="nil"/>
              <w:bottom w:val="nil"/>
              <w:right w:val="nil"/>
            </w:tcBorders>
            <w:hideMark/>
          </w:tcPr>
          <w:p w14:paraId="4F6BC8F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175" w:type="dxa"/>
            <w:gridSpan w:val="16"/>
            <w:tcBorders>
              <w:top w:val="nil"/>
              <w:left w:val="nil"/>
              <w:bottom w:val="nil"/>
              <w:right w:val="nil"/>
            </w:tcBorders>
            <w:hideMark/>
          </w:tcPr>
          <w:p w14:paraId="7509EB6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189873F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075A32DE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012D8AE3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4B35D140" w14:textId="77777777" w:rsidR="00995AF1" w:rsidRPr="003636C3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Tel.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</w:t>
            </w:r>
          </w:p>
        </w:tc>
        <w:tc>
          <w:tcPr>
            <w:tcW w:w="3715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6AA95339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95" w:type="dxa"/>
            <w:gridSpan w:val="3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CEAA83D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Fax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</w:p>
        </w:tc>
        <w:tc>
          <w:tcPr>
            <w:tcW w:w="3735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51453A00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67CEE5FE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490A1410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2A5E303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819" w:type="dxa"/>
            <w:gridSpan w:val="11"/>
            <w:tcBorders>
              <w:top w:val="nil"/>
              <w:left w:val="nil"/>
              <w:bottom w:val="nil"/>
              <w:right w:val="nil"/>
            </w:tcBorders>
            <w:hideMark/>
          </w:tcPr>
          <w:p w14:paraId="7A6C5EF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535" w:type="dxa"/>
            <w:gridSpan w:val="18"/>
            <w:tcBorders>
              <w:top w:val="nil"/>
              <w:left w:val="nil"/>
              <w:bottom w:val="nil"/>
              <w:right w:val="nil"/>
            </w:tcBorders>
            <w:hideMark/>
          </w:tcPr>
          <w:p w14:paraId="2A84BB72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4117CC6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4239C7B4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22B098EF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6BE7CA9C" w14:textId="77777777" w:rsidR="00995AF1" w:rsidRPr="00D31FFD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Courriel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</w:p>
        </w:tc>
        <w:tc>
          <w:tcPr>
            <w:tcW w:w="8245" w:type="dxa"/>
            <w:gridSpan w:val="2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3654AEF2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69C83F85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43D27362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DAF1DE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96" w:type="dxa"/>
            <w:gridSpan w:val="5"/>
            <w:tcBorders>
              <w:top w:val="nil"/>
              <w:left w:val="nil"/>
              <w:bottom w:val="nil"/>
              <w:right w:val="nil"/>
            </w:tcBorders>
            <w:hideMark/>
          </w:tcPr>
          <w:p w14:paraId="021C0FA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958" w:type="dxa"/>
            <w:gridSpan w:val="24"/>
            <w:tcBorders>
              <w:top w:val="nil"/>
              <w:left w:val="nil"/>
              <w:bottom w:val="nil"/>
              <w:right w:val="nil"/>
            </w:tcBorders>
            <w:hideMark/>
          </w:tcPr>
          <w:p w14:paraId="099030A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7BA6A9F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682DE5D8" w14:textId="77777777" w:rsidTr="00995AF1">
        <w:trPr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7BA1566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354" w:type="dxa"/>
            <w:gridSpan w:val="29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777DC66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D31FFD">
              <w:rPr>
                <w:rFonts w:ascii="Wingdings" w:eastAsia="Times New Roman" w:hAnsi="Wingdings" w:cs="Times New Roman"/>
                <w:sz w:val="20"/>
                <w:szCs w:val="20"/>
                <w:lang w:eastAsia="fr-FR"/>
              </w:rPr>
              <w:t>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</w:t>
            </w:r>
            <w:r w:rsidRPr="00D31FFD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Agissant pour le nom et le compte de la Société</w:t>
            </w:r>
            <w:r w:rsidRPr="00D31FFD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: 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(intitulé complet et forme juridique de la société)</w:t>
            </w:r>
          </w:p>
        </w:tc>
        <w:tc>
          <w:tcPr>
            <w:tcW w:w="105" w:type="dxa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2F303A0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23D20CB5" w14:textId="77777777" w:rsidTr="00995AF1">
        <w:trPr>
          <w:tblCellSpacing w:w="0" w:type="dxa"/>
        </w:trPr>
        <w:tc>
          <w:tcPr>
            <w:tcW w:w="66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3D7732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309" w:type="dxa"/>
            <w:gridSpan w:val="2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3B685C6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2DAEBE9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7E5F3EB2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C3E468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0C24B3E3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7715D53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1BA0AED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4A53B7A6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26F52A6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468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14:paraId="26686F16" w14:textId="77777777" w:rsidR="00995AF1" w:rsidRPr="003636C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Au capital de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7886" w:type="dxa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F7A654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658C16C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6ACA84F2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08B93AD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4513144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07FE079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3776FCB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72D0ACE2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65B312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468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14:paraId="237954C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Ayant son siège à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7886" w:type="dxa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0B50A6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3C5D54F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6391FE2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29B2AEBF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A853E3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79" w:type="dxa"/>
            <w:gridSpan w:val="13"/>
            <w:tcBorders>
              <w:top w:val="nil"/>
              <w:left w:val="nil"/>
              <w:bottom w:val="nil"/>
              <w:right w:val="nil"/>
            </w:tcBorders>
            <w:hideMark/>
          </w:tcPr>
          <w:p w14:paraId="74B0448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175" w:type="dxa"/>
            <w:gridSpan w:val="16"/>
            <w:tcBorders>
              <w:top w:val="nil"/>
              <w:left w:val="nil"/>
              <w:bottom w:val="nil"/>
              <w:right w:val="nil"/>
            </w:tcBorders>
            <w:hideMark/>
          </w:tcPr>
          <w:p w14:paraId="2940ED1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3AD5733D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5B35B83E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6E6A915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19F16059" w14:textId="77777777" w:rsidR="00995AF1" w:rsidRPr="003636C3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Tel.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</w:t>
            </w:r>
          </w:p>
        </w:tc>
        <w:tc>
          <w:tcPr>
            <w:tcW w:w="3715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5C0A0861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95" w:type="dxa"/>
            <w:gridSpan w:val="3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07F0471C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Fax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</w:p>
        </w:tc>
        <w:tc>
          <w:tcPr>
            <w:tcW w:w="3735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27E4B6CB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0C455760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263B48B8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6EA0F7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819" w:type="dxa"/>
            <w:gridSpan w:val="11"/>
            <w:tcBorders>
              <w:top w:val="nil"/>
              <w:left w:val="nil"/>
              <w:bottom w:val="nil"/>
              <w:right w:val="nil"/>
            </w:tcBorders>
            <w:hideMark/>
          </w:tcPr>
          <w:p w14:paraId="4C604C7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535" w:type="dxa"/>
            <w:gridSpan w:val="18"/>
            <w:tcBorders>
              <w:top w:val="nil"/>
              <w:left w:val="nil"/>
              <w:bottom w:val="nil"/>
              <w:right w:val="nil"/>
            </w:tcBorders>
            <w:hideMark/>
          </w:tcPr>
          <w:p w14:paraId="2562D50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5B92B51F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76E8532F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B61883F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77B4A4B6" w14:textId="77777777" w:rsidR="00995AF1" w:rsidRPr="003636C3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Courriel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</w:p>
        </w:tc>
        <w:tc>
          <w:tcPr>
            <w:tcW w:w="8245" w:type="dxa"/>
            <w:gridSpan w:val="2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681FD36D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27FED970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08AB4F91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9CC267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37EB73F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5ECCF6C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782398D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25F06AC4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2F18310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4E1E0B6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71A9105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7DE3C45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5F37B23C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133CB25B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234" w:type="dxa"/>
            <w:gridSpan w:val="9"/>
            <w:tcBorders>
              <w:top w:val="nil"/>
              <w:left w:val="nil"/>
              <w:bottom w:val="nil"/>
              <w:right w:val="nil"/>
            </w:tcBorders>
            <w:hideMark/>
          </w:tcPr>
          <w:p w14:paraId="1A92F5AC" w14:textId="77777777" w:rsidR="00995AF1" w:rsidRPr="00D31FFD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N° d'identité d'établissement (SIRET)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2E78C32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57FA234B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3228D8E0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6414E10A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00A2A68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71098F3A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6C88DCC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26F489FA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E5DFE83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6F98E07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6ECA8359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6A1DE13E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75707BB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6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0D03C3F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4FA3EFEA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245CB1C0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6BD7F03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44" w:type="dxa"/>
            <w:gridSpan w:val="7"/>
            <w:tcBorders>
              <w:top w:val="nil"/>
              <w:left w:val="nil"/>
              <w:bottom w:val="nil"/>
              <w:right w:val="nil"/>
            </w:tcBorders>
            <w:hideMark/>
          </w:tcPr>
          <w:p w14:paraId="5EBE8069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510" w:type="dxa"/>
            <w:gridSpan w:val="22"/>
            <w:tcBorders>
              <w:top w:val="nil"/>
              <w:left w:val="nil"/>
              <w:bottom w:val="nil"/>
              <w:right w:val="nil"/>
            </w:tcBorders>
            <w:hideMark/>
          </w:tcPr>
          <w:p w14:paraId="4D5132C1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3F15048F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28E3218D" w14:textId="77777777" w:rsidTr="000D482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single" w:sz="4" w:space="0" w:color="auto"/>
              <w:right w:val="nil"/>
            </w:tcBorders>
            <w:hideMark/>
          </w:tcPr>
          <w:p w14:paraId="131BD763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342" w:type="dxa"/>
            <w:gridSpan w:val="23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2E22B321" w14:textId="77777777" w:rsidR="00995AF1" w:rsidRPr="00D31FFD" w:rsidRDefault="00995AF1" w:rsidP="00995AF1">
            <w:pPr>
              <w:widowControl/>
              <w:autoSpaceDE/>
              <w:autoSpaceDN/>
              <w:spacing w:before="40" w:after="119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N° d'inscription </w:t>
            </w:r>
            <w:r w:rsidRPr="003636C3">
              <w:rPr>
                <w:rFonts w:ascii="Wingdings" w:eastAsia="Times New Roman" w:hAnsi="Wingdings" w:cs="Times New Roman"/>
                <w:sz w:val="16"/>
                <w:szCs w:val="20"/>
                <w:lang w:eastAsia="fr-FR"/>
              </w:rPr>
              <w:t>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au répertoire des métiers </w:t>
            </w:r>
            <w:r w:rsidRPr="003636C3">
              <w:rPr>
                <w:rFonts w:ascii="Marianne" w:eastAsia="Times New Roman" w:hAnsi="Marianne" w:cs="Times New Roman"/>
                <w:b/>
                <w:bCs/>
                <w:sz w:val="16"/>
                <w:szCs w:val="20"/>
                <w:lang w:eastAsia="fr-FR"/>
              </w:rPr>
              <w:t>ou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</w:t>
            </w:r>
            <w:r w:rsidRPr="003636C3">
              <w:rPr>
                <w:rFonts w:ascii="Wingdings" w:eastAsia="Times New Roman" w:hAnsi="Wingdings" w:cs="Times New Roman"/>
                <w:sz w:val="16"/>
                <w:szCs w:val="20"/>
                <w:lang w:eastAsia="fr-FR"/>
              </w:rPr>
              <w:t>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au registre du commerce et des sociétés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2012" w:type="dxa"/>
            <w:gridSpan w:val="6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shd w:val="clear" w:color="auto" w:fill="F2F2F2"/>
            <w:hideMark/>
          </w:tcPr>
          <w:p w14:paraId="043EBB61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75A7292A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</w:tbl>
    <w:p w14:paraId="2C8AEA47" w14:textId="77777777" w:rsidR="00995AF1" w:rsidRDefault="00995AF1" w:rsidP="00995AF1">
      <w:pPr>
        <w:widowControl/>
        <w:autoSpaceDE/>
        <w:autoSpaceDN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p w14:paraId="7AEBB477" w14:textId="77777777" w:rsidR="000D4821" w:rsidRDefault="000D4821" w:rsidP="00995AF1">
      <w:pPr>
        <w:widowControl/>
        <w:autoSpaceDE/>
        <w:autoSpaceDN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tbl>
      <w:tblPr>
        <w:tblW w:w="948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"/>
        <w:gridCol w:w="45"/>
        <w:gridCol w:w="1064"/>
        <w:gridCol w:w="359"/>
        <w:gridCol w:w="60"/>
        <w:gridCol w:w="868"/>
        <w:gridCol w:w="74"/>
        <w:gridCol w:w="374"/>
        <w:gridCol w:w="30"/>
        <w:gridCol w:w="360"/>
        <w:gridCol w:w="435"/>
        <w:gridCol w:w="150"/>
        <w:gridCol w:w="285"/>
        <w:gridCol w:w="75"/>
        <w:gridCol w:w="360"/>
        <w:gridCol w:w="285"/>
        <w:gridCol w:w="150"/>
        <w:gridCol w:w="435"/>
        <w:gridCol w:w="210"/>
        <w:gridCol w:w="225"/>
        <w:gridCol w:w="435"/>
        <w:gridCol w:w="435"/>
        <w:gridCol w:w="435"/>
        <w:gridCol w:w="193"/>
        <w:gridCol w:w="242"/>
        <w:gridCol w:w="435"/>
        <w:gridCol w:w="435"/>
        <w:gridCol w:w="435"/>
        <w:gridCol w:w="435"/>
        <w:gridCol w:w="30"/>
        <w:gridCol w:w="105"/>
      </w:tblGrid>
      <w:tr w:rsidR="00995AF1" w:rsidRPr="00D31FFD" w14:paraId="1D06EE9B" w14:textId="77777777" w:rsidTr="00995AF1">
        <w:trPr>
          <w:tblCellSpacing w:w="0" w:type="dxa"/>
        </w:trPr>
        <w:tc>
          <w:tcPr>
            <w:tcW w:w="9480" w:type="dxa"/>
            <w:gridSpan w:val="31"/>
            <w:tcBorders>
              <w:top w:val="single" w:sz="6" w:space="0" w:color="000000"/>
              <w:left w:val="single" w:sz="6" w:space="0" w:color="000000"/>
              <w:bottom w:val="nil"/>
              <w:right w:val="single" w:sz="8" w:space="0" w:color="000000"/>
            </w:tcBorders>
            <w:shd w:val="clear" w:color="auto" w:fill="BFBFBF"/>
            <w:hideMark/>
          </w:tcPr>
          <w:p w14:paraId="0969058F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D31FFD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 xml:space="preserve">Cotraitant </w:t>
            </w:r>
            <w:r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4</w:t>
            </w:r>
          </w:p>
        </w:tc>
      </w:tr>
      <w:tr w:rsidR="00995AF1" w:rsidRPr="00D31FFD" w14:paraId="5D891BAF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2DFC77D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70" w:type="dxa"/>
            <w:gridSpan w:val="6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498F450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854" w:type="dxa"/>
            <w:gridSpan w:val="22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1858256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35" w:type="dxa"/>
            <w:gridSpan w:val="2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089F2CDF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575DDF1F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FF7FD03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28" w:type="dxa"/>
            <w:gridSpan w:val="4"/>
            <w:tcBorders>
              <w:top w:val="nil"/>
              <w:left w:val="nil"/>
              <w:bottom w:val="nil"/>
              <w:right w:val="nil"/>
            </w:tcBorders>
            <w:hideMark/>
          </w:tcPr>
          <w:p w14:paraId="17B24046" w14:textId="77777777" w:rsidR="00995AF1" w:rsidRPr="003636C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Nom et prénom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7826" w:type="dxa"/>
            <w:gridSpan w:val="2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2C586B5D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571B8F8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31810C21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745812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44" w:type="dxa"/>
            <w:gridSpan w:val="7"/>
            <w:tcBorders>
              <w:top w:val="nil"/>
              <w:left w:val="nil"/>
              <w:bottom w:val="nil"/>
              <w:right w:val="nil"/>
            </w:tcBorders>
            <w:hideMark/>
          </w:tcPr>
          <w:p w14:paraId="507792C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510" w:type="dxa"/>
            <w:gridSpan w:val="22"/>
            <w:tcBorders>
              <w:top w:val="nil"/>
              <w:left w:val="nil"/>
              <w:bottom w:val="nil"/>
              <w:right w:val="nil"/>
            </w:tcBorders>
            <w:hideMark/>
          </w:tcPr>
          <w:p w14:paraId="164784B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50BB037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0AD9DB68" w14:textId="77777777" w:rsidTr="00995AF1">
        <w:trPr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3EBB194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354" w:type="dxa"/>
            <w:gridSpan w:val="29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2AC61AC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D31FFD">
              <w:rPr>
                <w:rFonts w:ascii="Wingdings" w:eastAsia="Times New Roman" w:hAnsi="Wingdings" w:cs="Times New Roman"/>
                <w:sz w:val="20"/>
                <w:szCs w:val="20"/>
                <w:lang w:eastAsia="fr-FR"/>
              </w:rPr>
              <w:t>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</w:t>
            </w:r>
            <w:r w:rsidRPr="00D31FFD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Agissant en mon nom personnel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ou </w:t>
            </w:r>
            <w:r w:rsidRPr="00D31FFD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sous le nom de</w:t>
            </w:r>
            <w:r w:rsidRPr="00D31FFD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105" w:type="dxa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0CFE178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3CB3D2B7" w14:textId="77777777" w:rsidTr="00995AF1">
        <w:trPr>
          <w:tblCellSpacing w:w="0" w:type="dxa"/>
        </w:trPr>
        <w:tc>
          <w:tcPr>
            <w:tcW w:w="66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2C2E93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309" w:type="dxa"/>
            <w:gridSpan w:val="2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6A78D06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37E08DF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2001543E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59A78BF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0BB1B2F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3B2B699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0B7EF172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2427F09D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E09A058" w14:textId="77777777" w:rsidR="00995AF1" w:rsidRPr="003636C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0259374D" w14:textId="77777777" w:rsidR="00995AF1" w:rsidRPr="003636C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Domicilié à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8245" w:type="dxa"/>
            <w:gridSpan w:val="2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33AB24A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47AA879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7420AA0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720B98E8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2B468CA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79" w:type="dxa"/>
            <w:gridSpan w:val="13"/>
            <w:tcBorders>
              <w:top w:val="nil"/>
              <w:left w:val="nil"/>
              <w:bottom w:val="nil"/>
              <w:right w:val="nil"/>
            </w:tcBorders>
            <w:hideMark/>
          </w:tcPr>
          <w:p w14:paraId="4C8FBA4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175" w:type="dxa"/>
            <w:gridSpan w:val="16"/>
            <w:tcBorders>
              <w:top w:val="nil"/>
              <w:left w:val="nil"/>
              <w:bottom w:val="nil"/>
              <w:right w:val="nil"/>
            </w:tcBorders>
            <w:hideMark/>
          </w:tcPr>
          <w:p w14:paraId="40EA82DF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7FAB849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054B8431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1F5F1B2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1346056B" w14:textId="77777777" w:rsidR="00995AF1" w:rsidRPr="003636C3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Tel.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</w:t>
            </w:r>
          </w:p>
        </w:tc>
        <w:tc>
          <w:tcPr>
            <w:tcW w:w="3715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04AA5DA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95" w:type="dxa"/>
            <w:gridSpan w:val="3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AC956B7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Fax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</w:p>
        </w:tc>
        <w:tc>
          <w:tcPr>
            <w:tcW w:w="3735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29107F01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78E50707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27992CFD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D1B0DF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819" w:type="dxa"/>
            <w:gridSpan w:val="11"/>
            <w:tcBorders>
              <w:top w:val="nil"/>
              <w:left w:val="nil"/>
              <w:bottom w:val="nil"/>
              <w:right w:val="nil"/>
            </w:tcBorders>
            <w:hideMark/>
          </w:tcPr>
          <w:p w14:paraId="51F37F1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535" w:type="dxa"/>
            <w:gridSpan w:val="18"/>
            <w:tcBorders>
              <w:top w:val="nil"/>
              <w:left w:val="nil"/>
              <w:bottom w:val="nil"/>
              <w:right w:val="nil"/>
            </w:tcBorders>
            <w:hideMark/>
          </w:tcPr>
          <w:p w14:paraId="05607932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611617B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3C74C687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A5FA766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02A5C475" w14:textId="77777777" w:rsidR="00995AF1" w:rsidRPr="00D31FFD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Courriel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</w:p>
        </w:tc>
        <w:tc>
          <w:tcPr>
            <w:tcW w:w="8245" w:type="dxa"/>
            <w:gridSpan w:val="2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2C6E6C29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23382875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22909B46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6F1017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96" w:type="dxa"/>
            <w:gridSpan w:val="5"/>
            <w:tcBorders>
              <w:top w:val="nil"/>
              <w:left w:val="nil"/>
              <w:bottom w:val="nil"/>
              <w:right w:val="nil"/>
            </w:tcBorders>
            <w:hideMark/>
          </w:tcPr>
          <w:p w14:paraId="46D1CC3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958" w:type="dxa"/>
            <w:gridSpan w:val="24"/>
            <w:tcBorders>
              <w:top w:val="nil"/>
              <w:left w:val="nil"/>
              <w:bottom w:val="nil"/>
              <w:right w:val="nil"/>
            </w:tcBorders>
            <w:hideMark/>
          </w:tcPr>
          <w:p w14:paraId="7994CE6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5CBEE62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1C5A0DEB" w14:textId="77777777" w:rsidTr="00995AF1">
        <w:trPr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20A180E2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354" w:type="dxa"/>
            <w:gridSpan w:val="29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6EDA174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D31FFD">
              <w:rPr>
                <w:rFonts w:ascii="Wingdings" w:eastAsia="Times New Roman" w:hAnsi="Wingdings" w:cs="Times New Roman"/>
                <w:sz w:val="20"/>
                <w:szCs w:val="20"/>
                <w:lang w:eastAsia="fr-FR"/>
              </w:rPr>
              <w:t>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</w:t>
            </w:r>
            <w:r w:rsidRPr="00D31FFD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Agissant pour le nom et le compte de la Société</w:t>
            </w:r>
            <w:r w:rsidRPr="00D31FFD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: 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(intitulé complet et forme juridique de la société)</w:t>
            </w:r>
          </w:p>
        </w:tc>
        <w:tc>
          <w:tcPr>
            <w:tcW w:w="105" w:type="dxa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3FBBA29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56B5BA2D" w14:textId="77777777" w:rsidTr="00995AF1">
        <w:trPr>
          <w:tblCellSpacing w:w="0" w:type="dxa"/>
        </w:trPr>
        <w:tc>
          <w:tcPr>
            <w:tcW w:w="66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5D4C2A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309" w:type="dxa"/>
            <w:gridSpan w:val="2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E3BF85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2DB3685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1D9AD6CF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14B4268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5E366B72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68C4D7E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629C349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0A214AD2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582F750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468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14:paraId="2FA95F5E" w14:textId="77777777" w:rsidR="00995AF1" w:rsidRPr="003636C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Au capital de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7886" w:type="dxa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FBC5A1D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47D9D08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770D6CB0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A401F3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48FAABB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539B704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0D2F9FAD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0AB9B5E7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590F88A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468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14:paraId="43FA8473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Ayant son siège à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7886" w:type="dxa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7CB80D6F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3BE85D7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5C56D86D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756AA8A2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11840C6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79" w:type="dxa"/>
            <w:gridSpan w:val="13"/>
            <w:tcBorders>
              <w:top w:val="nil"/>
              <w:left w:val="nil"/>
              <w:bottom w:val="nil"/>
              <w:right w:val="nil"/>
            </w:tcBorders>
            <w:hideMark/>
          </w:tcPr>
          <w:p w14:paraId="11DC88B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175" w:type="dxa"/>
            <w:gridSpan w:val="16"/>
            <w:tcBorders>
              <w:top w:val="nil"/>
              <w:left w:val="nil"/>
              <w:bottom w:val="nil"/>
              <w:right w:val="nil"/>
            </w:tcBorders>
            <w:hideMark/>
          </w:tcPr>
          <w:p w14:paraId="547577E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39866F5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15D83146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17D43FFF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44A7D7E7" w14:textId="77777777" w:rsidR="00995AF1" w:rsidRPr="003636C3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Tel.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</w:t>
            </w:r>
          </w:p>
        </w:tc>
        <w:tc>
          <w:tcPr>
            <w:tcW w:w="3715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76129095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95" w:type="dxa"/>
            <w:gridSpan w:val="3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14191E6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Fax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</w:p>
        </w:tc>
        <w:tc>
          <w:tcPr>
            <w:tcW w:w="3735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B870272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55757361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2952B09D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21E7068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819" w:type="dxa"/>
            <w:gridSpan w:val="11"/>
            <w:tcBorders>
              <w:top w:val="nil"/>
              <w:left w:val="nil"/>
              <w:bottom w:val="nil"/>
              <w:right w:val="nil"/>
            </w:tcBorders>
            <w:hideMark/>
          </w:tcPr>
          <w:p w14:paraId="36F2101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535" w:type="dxa"/>
            <w:gridSpan w:val="18"/>
            <w:tcBorders>
              <w:top w:val="nil"/>
              <w:left w:val="nil"/>
              <w:bottom w:val="nil"/>
              <w:right w:val="nil"/>
            </w:tcBorders>
            <w:hideMark/>
          </w:tcPr>
          <w:p w14:paraId="7F5FC17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178D787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45C52C89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44E52E5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2BCF0F8E" w14:textId="77777777" w:rsidR="00995AF1" w:rsidRPr="003636C3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Courriel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</w:p>
        </w:tc>
        <w:tc>
          <w:tcPr>
            <w:tcW w:w="8245" w:type="dxa"/>
            <w:gridSpan w:val="2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19497CC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7C904572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7F71119F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84A630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18C4F20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5686007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6DCD7E3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687553A6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2FBDFFC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2709D78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3F9EEB6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4EBA9F12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77A26997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816E689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234" w:type="dxa"/>
            <w:gridSpan w:val="9"/>
            <w:tcBorders>
              <w:top w:val="nil"/>
              <w:left w:val="nil"/>
              <w:bottom w:val="nil"/>
              <w:right w:val="nil"/>
            </w:tcBorders>
            <w:hideMark/>
          </w:tcPr>
          <w:p w14:paraId="219710CE" w14:textId="77777777" w:rsidR="00995AF1" w:rsidRPr="00D31FFD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N° d'identité d'établissement (SIRET)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3B6C6C34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97FD7AA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8816741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276301EE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C4DCEB8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700038B7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538CB672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584017E4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2DE175EC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3D75AE62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66AFC2A9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7FCBBE28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64B12E5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6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920B987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077A3DD3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552EC630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2CB9D0ED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44" w:type="dxa"/>
            <w:gridSpan w:val="7"/>
            <w:tcBorders>
              <w:top w:val="nil"/>
              <w:left w:val="nil"/>
              <w:bottom w:val="nil"/>
              <w:right w:val="nil"/>
            </w:tcBorders>
            <w:hideMark/>
          </w:tcPr>
          <w:p w14:paraId="6F90CC5E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510" w:type="dxa"/>
            <w:gridSpan w:val="22"/>
            <w:tcBorders>
              <w:top w:val="nil"/>
              <w:left w:val="nil"/>
              <w:bottom w:val="nil"/>
              <w:right w:val="nil"/>
            </w:tcBorders>
            <w:hideMark/>
          </w:tcPr>
          <w:p w14:paraId="20FD1BCD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29203F72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7CFA433D" w14:textId="77777777" w:rsidTr="000D482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E760E1A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342" w:type="dxa"/>
            <w:gridSpan w:val="23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12080684" w14:textId="77777777" w:rsidR="00995AF1" w:rsidRPr="00D31FFD" w:rsidRDefault="00995AF1" w:rsidP="00995AF1">
            <w:pPr>
              <w:widowControl/>
              <w:autoSpaceDE/>
              <w:autoSpaceDN/>
              <w:spacing w:before="40" w:after="119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N° d'inscription </w:t>
            </w:r>
            <w:r w:rsidRPr="003636C3">
              <w:rPr>
                <w:rFonts w:ascii="Wingdings" w:eastAsia="Times New Roman" w:hAnsi="Wingdings" w:cs="Times New Roman"/>
                <w:sz w:val="16"/>
                <w:szCs w:val="20"/>
                <w:lang w:eastAsia="fr-FR"/>
              </w:rPr>
              <w:t>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au répertoire des métiers </w:t>
            </w:r>
            <w:r w:rsidRPr="003636C3">
              <w:rPr>
                <w:rFonts w:ascii="Marianne" w:eastAsia="Times New Roman" w:hAnsi="Marianne" w:cs="Times New Roman"/>
                <w:b/>
                <w:bCs/>
                <w:sz w:val="16"/>
                <w:szCs w:val="20"/>
                <w:lang w:eastAsia="fr-FR"/>
              </w:rPr>
              <w:t>ou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</w:t>
            </w:r>
            <w:r w:rsidRPr="003636C3">
              <w:rPr>
                <w:rFonts w:ascii="Wingdings" w:eastAsia="Times New Roman" w:hAnsi="Wingdings" w:cs="Times New Roman"/>
                <w:sz w:val="16"/>
                <w:szCs w:val="20"/>
                <w:lang w:eastAsia="fr-FR"/>
              </w:rPr>
              <w:t>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au registre du commerce et des sociétés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2012" w:type="dxa"/>
            <w:gridSpan w:val="6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shd w:val="clear" w:color="auto" w:fill="F2F2F2"/>
            <w:hideMark/>
          </w:tcPr>
          <w:p w14:paraId="58EEAE39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579EAA5B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</w:tbl>
    <w:p w14:paraId="27F287BA" w14:textId="77777777" w:rsidR="00995AF1" w:rsidRDefault="00995AF1" w:rsidP="00995AF1">
      <w:pPr>
        <w:widowControl/>
        <w:autoSpaceDE/>
        <w:autoSpaceDN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p w14:paraId="1E4DBB1F" w14:textId="77777777" w:rsidR="00995AF1" w:rsidRDefault="00995AF1" w:rsidP="00995AF1">
      <w:pPr>
        <w:widowControl/>
        <w:autoSpaceDE/>
        <w:autoSpaceDN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tbl>
      <w:tblPr>
        <w:tblW w:w="948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"/>
        <w:gridCol w:w="45"/>
        <w:gridCol w:w="1064"/>
        <w:gridCol w:w="359"/>
        <w:gridCol w:w="60"/>
        <w:gridCol w:w="868"/>
        <w:gridCol w:w="74"/>
        <w:gridCol w:w="374"/>
        <w:gridCol w:w="30"/>
        <w:gridCol w:w="360"/>
        <w:gridCol w:w="435"/>
        <w:gridCol w:w="150"/>
        <w:gridCol w:w="285"/>
        <w:gridCol w:w="75"/>
        <w:gridCol w:w="360"/>
        <w:gridCol w:w="285"/>
        <w:gridCol w:w="150"/>
        <w:gridCol w:w="435"/>
        <w:gridCol w:w="210"/>
        <w:gridCol w:w="225"/>
        <w:gridCol w:w="435"/>
        <w:gridCol w:w="435"/>
        <w:gridCol w:w="435"/>
        <w:gridCol w:w="193"/>
        <w:gridCol w:w="242"/>
        <w:gridCol w:w="435"/>
        <w:gridCol w:w="435"/>
        <w:gridCol w:w="435"/>
        <w:gridCol w:w="435"/>
        <w:gridCol w:w="30"/>
        <w:gridCol w:w="105"/>
      </w:tblGrid>
      <w:tr w:rsidR="00995AF1" w:rsidRPr="00D31FFD" w14:paraId="3820FDE0" w14:textId="77777777" w:rsidTr="00995AF1">
        <w:trPr>
          <w:tblCellSpacing w:w="0" w:type="dxa"/>
        </w:trPr>
        <w:tc>
          <w:tcPr>
            <w:tcW w:w="9480" w:type="dxa"/>
            <w:gridSpan w:val="31"/>
            <w:tcBorders>
              <w:top w:val="single" w:sz="6" w:space="0" w:color="000000"/>
              <w:left w:val="single" w:sz="6" w:space="0" w:color="000000"/>
              <w:bottom w:val="nil"/>
              <w:right w:val="single" w:sz="8" w:space="0" w:color="000000"/>
            </w:tcBorders>
            <w:shd w:val="clear" w:color="auto" w:fill="BFBFBF"/>
            <w:hideMark/>
          </w:tcPr>
          <w:p w14:paraId="271051D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D31FFD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 xml:space="preserve">Cotraitant </w:t>
            </w:r>
            <w:r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5</w:t>
            </w:r>
          </w:p>
        </w:tc>
      </w:tr>
      <w:tr w:rsidR="00995AF1" w:rsidRPr="00D31FFD" w14:paraId="7FD5EE8D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64B84082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70" w:type="dxa"/>
            <w:gridSpan w:val="6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0B8F95A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854" w:type="dxa"/>
            <w:gridSpan w:val="22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1E6D7DD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35" w:type="dxa"/>
            <w:gridSpan w:val="2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6980735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013A5AB5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D2D938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28" w:type="dxa"/>
            <w:gridSpan w:val="4"/>
            <w:tcBorders>
              <w:top w:val="nil"/>
              <w:left w:val="nil"/>
              <w:bottom w:val="nil"/>
              <w:right w:val="nil"/>
            </w:tcBorders>
            <w:hideMark/>
          </w:tcPr>
          <w:p w14:paraId="68818911" w14:textId="77777777" w:rsidR="00995AF1" w:rsidRPr="003636C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Nom et prénom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7826" w:type="dxa"/>
            <w:gridSpan w:val="2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C744803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23FB781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7F85A33E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6B6712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44" w:type="dxa"/>
            <w:gridSpan w:val="7"/>
            <w:tcBorders>
              <w:top w:val="nil"/>
              <w:left w:val="nil"/>
              <w:bottom w:val="nil"/>
              <w:right w:val="nil"/>
            </w:tcBorders>
            <w:hideMark/>
          </w:tcPr>
          <w:p w14:paraId="101F9CC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510" w:type="dxa"/>
            <w:gridSpan w:val="22"/>
            <w:tcBorders>
              <w:top w:val="nil"/>
              <w:left w:val="nil"/>
              <w:bottom w:val="nil"/>
              <w:right w:val="nil"/>
            </w:tcBorders>
            <w:hideMark/>
          </w:tcPr>
          <w:p w14:paraId="27CDE7F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2148C3A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4A2E063C" w14:textId="77777777" w:rsidTr="00995AF1">
        <w:trPr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44D484B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354" w:type="dxa"/>
            <w:gridSpan w:val="29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27F4892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D31FFD">
              <w:rPr>
                <w:rFonts w:ascii="Wingdings" w:eastAsia="Times New Roman" w:hAnsi="Wingdings" w:cs="Times New Roman"/>
                <w:sz w:val="20"/>
                <w:szCs w:val="20"/>
                <w:lang w:eastAsia="fr-FR"/>
              </w:rPr>
              <w:t>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</w:t>
            </w:r>
            <w:r w:rsidRPr="00D31FFD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Agissant en mon nom personnel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ou </w:t>
            </w:r>
            <w:r w:rsidRPr="00D31FFD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sous le nom de</w:t>
            </w:r>
            <w:r w:rsidRPr="00D31FFD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105" w:type="dxa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6B3E256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733B4CF1" w14:textId="77777777" w:rsidTr="00995AF1">
        <w:trPr>
          <w:tblCellSpacing w:w="0" w:type="dxa"/>
        </w:trPr>
        <w:tc>
          <w:tcPr>
            <w:tcW w:w="66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2B2049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309" w:type="dxa"/>
            <w:gridSpan w:val="2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6266D1B2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1D878663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15A496F9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503B69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3A81384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0A5962E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2232E5BF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2B83E037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64085FA" w14:textId="77777777" w:rsidR="00995AF1" w:rsidRPr="003636C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5460B883" w14:textId="77777777" w:rsidR="00995AF1" w:rsidRPr="003636C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Domicilié à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8245" w:type="dxa"/>
            <w:gridSpan w:val="2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D935AA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3908683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1292F9BF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28B80D21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D3D70E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79" w:type="dxa"/>
            <w:gridSpan w:val="13"/>
            <w:tcBorders>
              <w:top w:val="nil"/>
              <w:left w:val="nil"/>
              <w:bottom w:val="nil"/>
              <w:right w:val="nil"/>
            </w:tcBorders>
            <w:hideMark/>
          </w:tcPr>
          <w:p w14:paraId="392210D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175" w:type="dxa"/>
            <w:gridSpan w:val="16"/>
            <w:tcBorders>
              <w:top w:val="nil"/>
              <w:left w:val="nil"/>
              <w:bottom w:val="nil"/>
              <w:right w:val="nil"/>
            </w:tcBorders>
            <w:hideMark/>
          </w:tcPr>
          <w:p w14:paraId="6AED9CF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38AB8FC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4BFF544F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7DC6F2D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1EA1D011" w14:textId="77777777" w:rsidR="00995AF1" w:rsidRPr="003636C3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Tel.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</w:t>
            </w:r>
          </w:p>
        </w:tc>
        <w:tc>
          <w:tcPr>
            <w:tcW w:w="3715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0B7D0ED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95" w:type="dxa"/>
            <w:gridSpan w:val="3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6D6E924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Fax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</w:p>
        </w:tc>
        <w:tc>
          <w:tcPr>
            <w:tcW w:w="3735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5DBAEA22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66B5154F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25325540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1D52480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819" w:type="dxa"/>
            <w:gridSpan w:val="11"/>
            <w:tcBorders>
              <w:top w:val="nil"/>
              <w:left w:val="nil"/>
              <w:bottom w:val="nil"/>
              <w:right w:val="nil"/>
            </w:tcBorders>
            <w:hideMark/>
          </w:tcPr>
          <w:p w14:paraId="78A1C22D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535" w:type="dxa"/>
            <w:gridSpan w:val="18"/>
            <w:tcBorders>
              <w:top w:val="nil"/>
              <w:left w:val="nil"/>
              <w:bottom w:val="nil"/>
              <w:right w:val="nil"/>
            </w:tcBorders>
            <w:hideMark/>
          </w:tcPr>
          <w:p w14:paraId="70A33AC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4113871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60989AB9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16FD2E34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09E22BFA" w14:textId="77777777" w:rsidR="00995AF1" w:rsidRPr="00D31FFD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Courriel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</w:p>
        </w:tc>
        <w:tc>
          <w:tcPr>
            <w:tcW w:w="8245" w:type="dxa"/>
            <w:gridSpan w:val="2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4BDDA4E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426CBCED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6F895A0E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5974A81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96" w:type="dxa"/>
            <w:gridSpan w:val="5"/>
            <w:tcBorders>
              <w:top w:val="nil"/>
              <w:left w:val="nil"/>
              <w:bottom w:val="nil"/>
              <w:right w:val="nil"/>
            </w:tcBorders>
            <w:hideMark/>
          </w:tcPr>
          <w:p w14:paraId="6B62328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958" w:type="dxa"/>
            <w:gridSpan w:val="24"/>
            <w:tcBorders>
              <w:top w:val="nil"/>
              <w:left w:val="nil"/>
              <w:bottom w:val="nil"/>
              <w:right w:val="nil"/>
            </w:tcBorders>
            <w:hideMark/>
          </w:tcPr>
          <w:p w14:paraId="3138742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5DCBD3CD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76416E27" w14:textId="77777777" w:rsidTr="00995AF1">
        <w:trPr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0350AB3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354" w:type="dxa"/>
            <w:gridSpan w:val="29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48C55EF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D31FFD">
              <w:rPr>
                <w:rFonts w:ascii="Wingdings" w:eastAsia="Times New Roman" w:hAnsi="Wingdings" w:cs="Times New Roman"/>
                <w:sz w:val="20"/>
                <w:szCs w:val="20"/>
                <w:lang w:eastAsia="fr-FR"/>
              </w:rPr>
              <w:t>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</w:t>
            </w:r>
            <w:r w:rsidRPr="00D31FFD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Agissant pour le nom et le compte de la Société</w:t>
            </w:r>
            <w:r w:rsidRPr="00D31FFD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: 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(intitulé complet et forme juridique de la société)</w:t>
            </w:r>
          </w:p>
        </w:tc>
        <w:tc>
          <w:tcPr>
            <w:tcW w:w="105" w:type="dxa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56D9A2A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6B5505DD" w14:textId="77777777" w:rsidTr="00995AF1">
        <w:trPr>
          <w:tblCellSpacing w:w="0" w:type="dxa"/>
        </w:trPr>
        <w:tc>
          <w:tcPr>
            <w:tcW w:w="66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72BC2A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309" w:type="dxa"/>
            <w:gridSpan w:val="2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74D8786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2F91116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709780EC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7CED5A3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14E6ACD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7081EA7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430D4ED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1DAA6517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F39DB9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468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14:paraId="69AAF5DE" w14:textId="77777777" w:rsidR="00995AF1" w:rsidRPr="003636C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Au capital de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7886" w:type="dxa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5EA72BC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4E473ADF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09E81D0D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2CF4E24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499A4743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3EACC462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04F6C4C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7423C923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28AF40E2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468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14:paraId="6658EAAD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Ayant son siège à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7886" w:type="dxa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7C2FE11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53DBEF73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377DE76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78356D67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1BE838A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79" w:type="dxa"/>
            <w:gridSpan w:val="13"/>
            <w:tcBorders>
              <w:top w:val="nil"/>
              <w:left w:val="nil"/>
              <w:bottom w:val="nil"/>
              <w:right w:val="nil"/>
            </w:tcBorders>
            <w:hideMark/>
          </w:tcPr>
          <w:p w14:paraId="36D3338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175" w:type="dxa"/>
            <w:gridSpan w:val="16"/>
            <w:tcBorders>
              <w:top w:val="nil"/>
              <w:left w:val="nil"/>
              <w:bottom w:val="nil"/>
              <w:right w:val="nil"/>
            </w:tcBorders>
            <w:hideMark/>
          </w:tcPr>
          <w:p w14:paraId="5F6C33A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550692A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220A9B75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4B30CF8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54054602" w14:textId="77777777" w:rsidR="00995AF1" w:rsidRPr="003636C3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Tel.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</w:t>
            </w:r>
          </w:p>
        </w:tc>
        <w:tc>
          <w:tcPr>
            <w:tcW w:w="3715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695B923E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95" w:type="dxa"/>
            <w:gridSpan w:val="3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906345B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Fax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</w:p>
        </w:tc>
        <w:tc>
          <w:tcPr>
            <w:tcW w:w="3735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7E136D1C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4A4DB44C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7EF8F7F3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0BFA94C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819" w:type="dxa"/>
            <w:gridSpan w:val="11"/>
            <w:tcBorders>
              <w:top w:val="nil"/>
              <w:left w:val="nil"/>
              <w:bottom w:val="nil"/>
              <w:right w:val="nil"/>
            </w:tcBorders>
            <w:hideMark/>
          </w:tcPr>
          <w:p w14:paraId="272B1FE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535" w:type="dxa"/>
            <w:gridSpan w:val="18"/>
            <w:tcBorders>
              <w:top w:val="nil"/>
              <w:left w:val="nil"/>
              <w:bottom w:val="nil"/>
              <w:right w:val="nil"/>
            </w:tcBorders>
            <w:hideMark/>
          </w:tcPr>
          <w:p w14:paraId="3C742AA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4F94151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3EC82BB7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04D301F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1C3BDF12" w14:textId="77777777" w:rsidR="00995AF1" w:rsidRPr="003636C3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Courriel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</w:p>
        </w:tc>
        <w:tc>
          <w:tcPr>
            <w:tcW w:w="8245" w:type="dxa"/>
            <w:gridSpan w:val="2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3FE965CB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77F2F5AF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371DA9C8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2041F01D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1CA539D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09A8B48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2821E36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541D022C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08071C73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13DB238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58ED900F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2CBC6FE2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08CAC498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7E9405A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234" w:type="dxa"/>
            <w:gridSpan w:val="9"/>
            <w:tcBorders>
              <w:top w:val="nil"/>
              <w:left w:val="nil"/>
              <w:bottom w:val="nil"/>
              <w:right w:val="nil"/>
            </w:tcBorders>
            <w:hideMark/>
          </w:tcPr>
          <w:p w14:paraId="4A56ABE3" w14:textId="77777777" w:rsidR="00995AF1" w:rsidRPr="00D31FFD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N° d'identité d'établissement (SIRET)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7A0D1295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628EC647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A597E38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764BD773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56953DF4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36769820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7EB6DF55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8A2CCAB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2892A1A7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C503BDE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D156FF7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A753909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E19F41A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6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4B63728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2D6EA55E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77F8FDAF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5E4AC98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44" w:type="dxa"/>
            <w:gridSpan w:val="7"/>
            <w:tcBorders>
              <w:top w:val="nil"/>
              <w:left w:val="nil"/>
              <w:bottom w:val="nil"/>
              <w:right w:val="nil"/>
            </w:tcBorders>
            <w:hideMark/>
          </w:tcPr>
          <w:p w14:paraId="10BE37F6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510" w:type="dxa"/>
            <w:gridSpan w:val="22"/>
            <w:tcBorders>
              <w:top w:val="nil"/>
              <w:left w:val="nil"/>
              <w:bottom w:val="nil"/>
              <w:right w:val="nil"/>
            </w:tcBorders>
            <w:hideMark/>
          </w:tcPr>
          <w:p w14:paraId="6C758BB1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747CEF65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7D8A1BD9" w14:textId="77777777" w:rsidTr="000D482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2629167D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342" w:type="dxa"/>
            <w:gridSpan w:val="23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11509341" w14:textId="77777777" w:rsidR="00995AF1" w:rsidRPr="00D31FFD" w:rsidRDefault="00995AF1" w:rsidP="00995AF1">
            <w:pPr>
              <w:widowControl/>
              <w:autoSpaceDE/>
              <w:autoSpaceDN/>
              <w:spacing w:before="40" w:after="119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N° d'inscription </w:t>
            </w:r>
            <w:r w:rsidRPr="003636C3">
              <w:rPr>
                <w:rFonts w:ascii="Wingdings" w:eastAsia="Times New Roman" w:hAnsi="Wingdings" w:cs="Times New Roman"/>
                <w:sz w:val="16"/>
                <w:szCs w:val="20"/>
                <w:lang w:eastAsia="fr-FR"/>
              </w:rPr>
              <w:t>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au répertoire des métiers </w:t>
            </w:r>
            <w:r w:rsidRPr="003636C3">
              <w:rPr>
                <w:rFonts w:ascii="Marianne" w:eastAsia="Times New Roman" w:hAnsi="Marianne" w:cs="Times New Roman"/>
                <w:b/>
                <w:bCs/>
                <w:sz w:val="16"/>
                <w:szCs w:val="20"/>
                <w:lang w:eastAsia="fr-FR"/>
              </w:rPr>
              <w:t>ou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</w:t>
            </w:r>
            <w:r w:rsidRPr="003636C3">
              <w:rPr>
                <w:rFonts w:ascii="Wingdings" w:eastAsia="Times New Roman" w:hAnsi="Wingdings" w:cs="Times New Roman"/>
                <w:sz w:val="16"/>
                <w:szCs w:val="20"/>
                <w:lang w:eastAsia="fr-FR"/>
              </w:rPr>
              <w:t>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au registre du commerce et des sociétés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2012" w:type="dxa"/>
            <w:gridSpan w:val="6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shd w:val="clear" w:color="auto" w:fill="F2F2F2"/>
            <w:hideMark/>
          </w:tcPr>
          <w:p w14:paraId="5B2DCFEC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078E6A21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</w:tbl>
    <w:p w14:paraId="365B45F3" w14:textId="77777777" w:rsidR="00995AF1" w:rsidRPr="00E90723" w:rsidRDefault="00995AF1" w:rsidP="00995AF1">
      <w:pPr>
        <w:pageBreakBefore/>
        <w:widowControl/>
        <w:autoSpaceDE/>
        <w:autoSpaceDN/>
        <w:spacing w:before="100" w:beforeAutospacing="1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lastRenderedPageBreak/>
        <w:t>après avoir</w:t>
      </w:r>
      <w:r w:rsidRPr="00E90723">
        <w:rPr>
          <w:rFonts w:ascii="Calibri" w:eastAsia="Times New Roman" w:hAnsi="Calibri" w:cs="Calibri"/>
          <w:sz w:val="20"/>
          <w:szCs w:val="20"/>
          <w:lang w:eastAsia="fr-FR"/>
        </w:rPr>
        <w:t> </w:t>
      </w: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>:</w:t>
      </w:r>
    </w:p>
    <w:p w14:paraId="66974754" w14:textId="77777777" w:rsidR="00995AF1" w:rsidRPr="00E90723" w:rsidRDefault="00995AF1" w:rsidP="000529E6">
      <w:pPr>
        <w:widowControl/>
        <w:numPr>
          <w:ilvl w:val="0"/>
          <w:numId w:val="13"/>
        </w:numPr>
        <w:autoSpaceDE/>
        <w:autoSpaceDN/>
        <w:spacing w:before="119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  <w:bookmarkStart w:id="9" w:name="A1_p1_a"/>
      <w:bookmarkEnd w:id="9"/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 xml:space="preserve">pris connaissance du </w:t>
      </w:r>
      <w:r>
        <w:rPr>
          <w:rFonts w:ascii="Marianne" w:eastAsia="Times New Roman" w:hAnsi="Marianne" w:cs="Times New Roman"/>
          <w:sz w:val="20"/>
          <w:szCs w:val="20"/>
          <w:lang w:eastAsia="fr-FR"/>
        </w:rPr>
        <w:t>c</w:t>
      </w: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 xml:space="preserve">ahier des </w:t>
      </w:r>
      <w:r>
        <w:rPr>
          <w:rFonts w:ascii="Marianne" w:eastAsia="Times New Roman" w:hAnsi="Marianne" w:cs="Times New Roman"/>
          <w:sz w:val="20"/>
          <w:szCs w:val="20"/>
          <w:lang w:eastAsia="fr-FR"/>
        </w:rPr>
        <w:t>c</w:t>
      </w: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 xml:space="preserve">lauses </w:t>
      </w:r>
      <w:r>
        <w:rPr>
          <w:rFonts w:ascii="Marianne" w:eastAsia="Times New Roman" w:hAnsi="Marianne" w:cs="Times New Roman"/>
          <w:sz w:val="20"/>
          <w:szCs w:val="20"/>
          <w:lang w:eastAsia="fr-FR"/>
        </w:rPr>
        <w:t>a</w:t>
      </w: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 xml:space="preserve">dministratives </w:t>
      </w:r>
      <w:r>
        <w:rPr>
          <w:rFonts w:ascii="Marianne" w:eastAsia="Times New Roman" w:hAnsi="Marianne" w:cs="Times New Roman"/>
          <w:sz w:val="20"/>
          <w:szCs w:val="20"/>
          <w:lang w:eastAsia="fr-FR"/>
        </w:rPr>
        <w:t>p</w:t>
      </w: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>articulières (CCAP) et des documents qui y sont mentionnés</w:t>
      </w:r>
      <w:r w:rsidRPr="00E90723">
        <w:rPr>
          <w:rFonts w:ascii="Calibri" w:eastAsia="Times New Roman" w:hAnsi="Calibri" w:cs="Calibri"/>
          <w:sz w:val="20"/>
          <w:szCs w:val="20"/>
          <w:lang w:eastAsia="fr-FR"/>
        </w:rPr>
        <w:t> </w:t>
      </w: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>;</w:t>
      </w:r>
    </w:p>
    <w:p w14:paraId="5498495E" w14:textId="77777777" w:rsidR="00995AF1" w:rsidRPr="00E90723" w:rsidRDefault="00995AF1" w:rsidP="000529E6">
      <w:pPr>
        <w:widowControl/>
        <w:numPr>
          <w:ilvl w:val="0"/>
          <w:numId w:val="13"/>
        </w:numPr>
        <w:autoSpaceDE/>
        <w:autoSpaceDN/>
        <w:spacing w:before="119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>produit les documents et renseignements visés aux articles R.2143-3 et R.2143-4 du CCP</w:t>
      </w:r>
      <w:r w:rsidRPr="00E90723">
        <w:rPr>
          <w:rFonts w:ascii="Calibri" w:eastAsia="Times New Roman" w:hAnsi="Calibri" w:cs="Calibri"/>
          <w:sz w:val="20"/>
          <w:szCs w:val="20"/>
          <w:lang w:eastAsia="fr-FR"/>
        </w:rPr>
        <w:t> </w:t>
      </w: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>;</w:t>
      </w:r>
    </w:p>
    <w:p w14:paraId="71436B8B" w14:textId="35762970" w:rsidR="00995AF1" w:rsidRPr="001E56E5" w:rsidRDefault="00995AF1" w:rsidP="00995AF1">
      <w:pPr>
        <w:widowControl/>
        <w:autoSpaceDE/>
        <w:autoSpaceDN/>
        <w:spacing w:before="119"/>
        <w:ind w:left="567" w:hanging="567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  <w:r w:rsidRPr="00795CD8">
        <w:rPr>
          <w:rFonts w:ascii="Wingdings" w:hAnsi="Wingdings"/>
          <w:sz w:val="36"/>
          <w:szCs w:val="36"/>
          <w:lang w:eastAsia="fr-FR"/>
        </w:rPr>
        <w:t></w:t>
      </w:r>
      <w:r w:rsidRPr="00E90723">
        <w:rPr>
          <w:rFonts w:ascii="Marianne" w:eastAsia="Times New Roman" w:hAnsi="Marianne" w:cs="Times New Roman"/>
          <w:sz w:val="36"/>
          <w:szCs w:val="36"/>
          <w:lang w:eastAsia="fr-FR"/>
        </w:rPr>
        <w:t xml:space="preserve"> </w:t>
      </w:r>
      <w:r w:rsidRPr="001E56E5">
        <w:rPr>
          <w:rFonts w:ascii="Marianne" w:eastAsia="Times New Roman" w:hAnsi="Marianne" w:cs="Times New Roman"/>
          <w:b/>
          <w:bCs/>
          <w:sz w:val="20"/>
          <w:szCs w:val="20"/>
          <w:u w:val="single"/>
          <w:lang w:eastAsia="fr-FR"/>
        </w:rPr>
        <w:t>m'engage</w:t>
      </w:r>
      <w:r w:rsidRPr="001E56E5">
        <w:rPr>
          <w:rFonts w:ascii="Marianne" w:eastAsia="Times New Roman" w:hAnsi="Marianne" w:cs="Times New Roman"/>
          <w:sz w:val="20"/>
          <w:szCs w:val="20"/>
          <w:lang w:eastAsia="fr-FR"/>
        </w:rPr>
        <w:t xml:space="preserve"> sans réserve, à produire, dans les conditions fixées au règlement de la consultation, les certificats, attestations et déclarations mentionnés aux articles R.2143-6 à R.2143-10 du CCP ainsi que les attestations visées aux articles 1</w:t>
      </w:r>
      <w:r>
        <w:rPr>
          <w:rFonts w:ascii="Marianne" w:eastAsia="Times New Roman" w:hAnsi="Marianne" w:cs="Times New Roman"/>
          <w:sz w:val="20"/>
          <w:szCs w:val="20"/>
          <w:lang w:eastAsia="fr-FR"/>
        </w:rPr>
        <w:t>.</w:t>
      </w:r>
      <w:r w:rsidR="00CD1BF0">
        <w:rPr>
          <w:rFonts w:ascii="Marianne" w:eastAsia="Times New Roman" w:hAnsi="Marianne" w:cs="Times New Roman"/>
          <w:sz w:val="20"/>
          <w:szCs w:val="20"/>
          <w:lang w:eastAsia="fr-FR"/>
        </w:rPr>
        <w:t>5</w:t>
      </w:r>
      <w:r w:rsidRPr="001E56E5">
        <w:rPr>
          <w:rFonts w:ascii="Marianne" w:eastAsia="Times New Roman" w:hAnsi="Marianne" w:cs="Times New Roman"/>
          <w:sz w:val="20"/>
          <w:szCs w:val="20"/>
          <w:lang w:eastAsia="fr-FR"/>
        </w:rPr>
        <w:t>, 1</w:t>
      </w:r>
      <w:r>
        <w:rPr>
          <w:rFonts w:ascii="Marianne" w:eastAsia="Times New Roman" w:hAnsi="Marianne" w:cs="Times New Roman"/>
          <w:sz w:val="20"/>
          <w:szCs w:val="20"/>
          <w:lang w:eastAsia="fr-FR"/>
        </w:rPr>
        <w:t>.</w:t>
      </w:r>
      <w:r w:rsidRPr="001E56E5">
        <w:rPr>
          <w:rFonts w:ascii="Marianne" w:eastAsia="Times New Roman" w:hAnsi="Marianne" w:cs="Times New Roman"/>
          <w:sz w:val="20"/>
          <w:szCs w:val="20"/>
          <w:lang w:eastAsia="fr-FR"/>
        </w:rPr>
        <w:t>6 et 1</w:t>
      </w:r>
      <w:r>
        <w:rPr>
          <w:rFonts w:ascii="Marianne" w:eastAsia="Times New Roman" w:hAnsi="Marianne" w:cs="Times New Roman"/>
          <w:sz w:val="20"/>
          <w:szCs w:val="20"/>
          <w:lang w:eastAsia="fr-FR"/>
        </w:rPr>
        <w:t>.</w:t>
      </w:r>
      <w:r w:rsidR="00CD1BF0">
        <w:rPr>
          <w:rFonts w:ascii="Marianne" w:eastAsia="Times New Roman" w:hAnsi="Marianne" w:cs="Times New Roman"/>
          <w:sz w:val="20"/>
          <w:szCs w:val="20"/>
          <w:lang w:eastAsia="fr-FR"/>
        </w:rPr>
        <w:t>8</w:t>
      </w:r>
      <w:r w:rsidRPr="001E56E5">
        <w:rPr>
          <w:rFonts w:ascii="Marianne" w:eastAsia="Times New Roman" w:hAnsi="Marianne" w:cs="Times New Roman"/>
          <w:sz w:val="20"/>
          <w:szCs w:val="20"/>
          <w:lang w:eastAsia="fr-FR"/>
        </w:rPr>
        <w:t xml:space="preserve"> du CCAP et, conformément aux stipulations des documents cités ci-dessus, à exécuter les prestations du présent marché dans les conditions ci-après définies.</w:t>
      </w:r>
    </w:p>
    <w:p w14:paraId="4281AFE1" w14:textId="77777777" w:rsidR="00995AF1" w:rsidRPr="001E56E5" w:rsidRDefault="00995AF1" w:rsidP="00995AF1">
      <w:pPr>
        <w:widowControl/>
        <w:autoSpaceDE/>
        <w:autoSpaceDN/>
        <w:spacing w:before="119"/>
        <w:ind w:left="567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  <w:bookmarkStart w:id="10" w:name="A1_p2A_a"/>
      <w:bookmarkEnd w:id="10"/>
      <w:r w:rsidRPr="001E56E5">
        <w:rPr>
          <w:rFonts w:ascii="Marianne" w:eastAsia="Times New Roman" w:hAnsi="Marianne" w:cs="Times New Roman"/>
          <w:sz w:val="20"/>
          <w:szCs w:val="20"/>
          <w:lang w:eastAsia="fr-FR"/>
        </w:rPr>
        <w:t xml:space="preserve">L'offre ainsi présentée ne </w:t>
      </w:r>
      <w:r w:rsidRPr="001E56E5">
        <w:rPr>
          <w:rFonts w:ascii="Marianne" w:eastAsia="Times New Roman" w:hAnsi="Marianne" w:cs="Times New Roman"/>
          <w:b/>
          <w:bCs/>
          <w:sz w:val="20"/>
          <w:szCs w:val="20"/>
          <w:u w:val="single"/>
          <w:lang w:eastAsia="fr-FR"/>
        </w:rPr>
        <w:t>me</w:t>
      </w:r>
      <w:r w:rsidRPr="001E56E5">
        <w:rPr>
          <w:rFonts w:ascii="Marianne" w:eastAsia="Times New Roman" w:hAnsi="Marianne" w:cs="Times New Roman"/>
          <w:sz w:val="20"/>
          <w:szCs w:val="20"/>
          <w:lang w:eastAsia="fr-FR"/>
        </w:rPr>
        <w:t xml:space="preserve"> lie toutefois que si son acceptation </w:t>
      </w:r>
      <w:r w:rsidRPr="001E56E5">
        <w:rPr>
          <w:rFonts w:ascii="Marianne" w:eastAsia="Times New Roman" w:hAnsi="Marianne" w:cs="Times New Roman"/>
          <w:b/>
          <w:bCs/>
          <w:sz w:val="20"/>
          <w:szCs w:val="20"/>
          <w:u w:val="single"/>
          <w:lang w:eastAsia="fr-FR"/>
        </w:rPr>
        <w:t>m'</w:t>
      </w:r>
      <w:r w:rsidRPr="001E56E5">
        <w:rPr>
          <w:rFonts w:ascii="Marianne" w:eastAsia="Times New Roman" w:hAnsi="Marianne" w:cs="Times New Roman"/>
          <w:sz w:val="20"/>
          <w:szCs w:val="20"/>
          <w:lang w:eastAsia="fr-FR"/>
        </w:rPr>
        <w:t>est notifiée dans un délai de 90 jours à compter de la date limite de remise des offres fixée par le règlement de la consultation.</w:t>
      </w:r>
    </w:p>
    <w:p w14:paraId="0445124C" w14:textId="77777777" w:rsidR="00995AF1" w:rsidRPr="00E90723" w:rsidRDefault="00995AF1" w:rsidP="00995AF1">
      <w:pPr>
        <w:widowControl/>
        <w:autoSpaceDE/>
        <w:autoSpaceDN/>
        <w:spacing w:before="119" w:after="119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  <w:r w:rsidRPr="00795CD8">
        <w:rPr>
          <w:rFonts w:ascii="Wingdings" w:hAnsi="Wingdings"/>
          <w:sz w:val="36"/>
          <w:szCs w:val="36"/>
          <w:lang w:eastAsia="fr-FR"/>
        </w:rPr>
        <w:t></w:t>
      </w:r>
      <w:r w:rsidRPr="00E90723">
        <w:rPr>
          <w:rFonts w:ascii="Marianne" w:eastAsia="Times New Roman" w:hAnsi="Marianne" w:cs="Times New Roman"/>
          <w:sz w:val="36"/>
          <w:szCs w:val="36"/>
          <w:lang w:eastAsia="fr-FR"/>
        </w:rPr>
        <w:t xml:space="preserve"> </w:t>
      </w:r>
      <w:r w:rsidRPr="00E90723">
        <w:rPr>
          <w:rFonts w:ascii="Marianne" w:eastAsia="Times New Roman" w:hAnsi="Marianne" w:cs="Times New Roman"/>
          <w:b/>
          <w:bCs/>
          <w:sz w:val="20"/>
          <w:szCs w:val="20"/>
          <w:u w:val="single"/>
          <w:lang w:eastAsia="fr-FR"/>
        </w:rPr>
        <w:t>nous engageons</w:t>
      </w: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 xml:space="preserve"> sans réserve, en tant que cotraitants </w:t>
      </w:r>
      <w:r w:rsidRPr="00E90723">
        <w:rPr>
          <w:rFonts w:ascii="Marianne" w:eastAsia="Times New Roman" w:hAnsi="Marianne" w:cs="Times New Roman"/>
          <w:b/>
          <w:bCs/>
          <w:sz w:val="20"/>
          <w:szCs w:val="20"/>
          <w:lang w:eastAsia="fr-FR"/>
        </w:rPr>
        <w:t>groupés solidaires</w:t>
      </w: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>, représentés par</w:t>
      </w:r>
      <w:r w:rsidRPr="00E90723">
        <w:rPr>
          <w:rFonts w:ascii="Calibri" w:eastAsia="Times New Roman" w:hAnsi="Calibri" w:cs="Calibri"/>
          <w:sz w:val="20"/>
          <w:szCs w:val="20"/>
          <w:lang w:eastAsia="fr-FR"/>
        </w:rPr>
        <w:t> </w:t>
      </w: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>:</w:t>
      </w:r>
    </w:p>
    <w:p w14:paraId="68DBB2FE" w14:textId="77777777" w:rsidR="00995AF1" w:rsidRPr="00E90723" w:rsidRDefault="00995AF1" w:rsidP="00995AF1">
      <w:pPr>
        <w:widowControl/>
        <w:pBdr>
          <w:top w:val="single" w:sz="6" w:space="1" w:color="000000"/>
          <w:left w:val="single" w:sz="6" w:space="1" w:color="000000"/>
          <w:bottom w:val="single" w:sz="6" w:space="1" w:color="000000"/>
          <w:right w:val="single" w:sz="6" w:space="1" w:color="000000"/>
        </w:pBdr>
        <w:shd w:val="clear" w:color="auto" w:fill="F2F2F2"/>
        <w:autoSpaceDE/>
        <w:autoSpaceDN/>
        <w:spacing w:before="100" w:beforeAutospacing="1"/>
        <w:ind w:left="567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p w14:paraId="4F6E9BC1" w14:textId="77777777" w:rsidR="00995AF1" w:rsidRPr="00E90723" w:rsidRDefault="00995AF1" w:rsidP="00995AF1">
      <w:pPr>
        <w:widowControl/>
        <w:pBdr>
          <w:top w:val="single" w:sz="6" w:space="1" w:color="000000"/>
          <w:left w:val="single" w:sz="6" w:space="1" w:color="000000"/>
          <w:bottom w:val="single" w:sz="6" w:space="1" w:color="000000"/>
          <w:right w:val="single" w:sz="6" w:space="1" w:color="000000"/>
        </w:pBdr>
        <w:shd w:val="clear" w:color="auto" w:fill="F2F2F2"/>
        <w:autoSpaceDE/>
        <w:autoSpaceDN/>
        <w:spacing w:before="100" w:beforeAutospacing="1"/>
        <w:ind w:left="567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p w14:paraId="615A2104" w14:textId="5CF20AF8" w:rsidR="00995AF1" w:rsidRPr="001E56E5" w:rsidRDefault="00995AF1" w:rsidP="00995AF1">
      <w:pPr>
        <w:widowControl/>
        <w:autoSpaceDE/>
        <w:autoSpaceDN/>
        <w:spacing w:before="119"/>
        <w:ind w:left="567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  <w:r w:rsidRPr="001E56E5">
        <w:rPr>
          <w:rFonts w:ascii="Marianne" w:eastAsia="Times New Roman" w:hAnsi="Marianne" w:cs="Times New Roman"/>
          <w:sz w:val="20"/>
          <w:szCs w:val="20"/>
          <w:lang w:eastAsia="fr-FR"/>
        </w:rPr>
        <w:t>mandataire du groupement, à produire, dans les conditions fixées au règlement de la consultation, les certificats, attestations et déclarations mentionnés aux articles R.2143-6 à R.2143-10 du CCP ainsi que les attestations visées aux articles 1</w:t>
      </w:r>
      <w:r>
        <w:rPr>
          <w:rFonts w:ascii="Marianne" w:eastAsia="Times New Roman" w:hAnsi="Marianne" w:cs="Times New Roman"/>
          <w:sz w:val="20"/>
          <w:szCs w:val="20"/>
          <w:lang w:eastAsia="fr-FR"/>
        </w:rPr>
        <w:t>.</w:t>
      </w:r>
      <w:r w:rsidR="00CD1BF0">
        <w:rPr>
          <w:rFonts w:ascii="Marianne" w:eastAsia="Times New Roman" w:hAnsi="Marianne" w:cs="Times New Roman"/>
          <w:sz w:val="20"/>
          <w:szCs w:val="20"/>
          <w:lang w:eastAsia="fr-FR"/>
        </w:rPr>
        <w:t>5</w:t>
      </w:r>
      <w:r w:rsidRPr="001E56E5">
        <w:rPr>
          <w:rFonts w:ascii="Marianne" w:eastAsia="Times New Roman" w:hAnsi="Marianne" w:cs="Times New Roman"/>
          <w:sz w:val="20"/>
          <w:szCs w:val="20"/>
          <w:lang w:eastAsia="fr-FR"/>
        </w:rPr>
        <w:t>, 1</w:t>
      </w:r>
      <w:r>
        <w:rPr>
          <w:rFonts w:ascii="Marianne" w:eastAsia="Times New Roman" w:hAnsi="Marianne" w:cs="Times New Roman"/>
          <w:sz w:val="20"/>
          <w:szCs w:val="20"/>
          <w:lang w:eastAsia="fr-FR"/>
        </w:rPr>
        <w:t>.</w:t>
      </w:r>
      <w:r w:rsidRPr="001E56E5">
        <w:rPr>
          <w:rFonts w:ascii="Marianne" w:eastAsia="Times New Roman" w:hAnsi="Marianne" w:cs="Times New Roman"/>
          <w:sz w:val="20"/>
          <w:szCs w:val="20"/>
          <w:lang w:eastAsia="fr-FR"/>
        </w:rPr>
        <w:t>6 et 1</w:t>
      </w:r>
      <w:r>
        <w:rPr>
          <w:rFonts w:ascii="Marianne" w:eastAsia="Times New Roman" w:hAnsi="Marianne" w:cs="Times New Roman"/>
          <w:sz w:val="20"/>
          <w:szCs w:val="20"/>
          <w:lang w:eastAsia="fr-FR"/>
        </w:rPr>
        <w:t>.</w:t>
      </w:r>
      <w:r w:rsidR="00CD1BF0">
        <w:rPr>
          <w:rFonts w:ascii="Marianne" w:eastAsia="Times New Roman" w:hAnsi="Marianne" w:cs="Times New Roman"/>
          <w:sz w:val="20"/>
          <w:szCs w:val="20"/>
          <w:lang w:eastAsia="fr-FR"/>
        </w:rPr>
        <w:t>8</w:t>
      </w:r>
      <w:r w:rsidRPr="001E56E5">
        <w:rPr>
          <w:rFonts w:ascii="Marianne" w:eastAsia="Times New Roman" w:hAnsi="Marianne" w:cs="Times New Roman"/>
          <w:sz w:val="20"/>
          <w:szCs w:val="20"/>
          <w:lang w:eastAsia="fr-FR"/>
        </w:rPr>
        <w:t xml:space="preserve"> du CCAP et, conformément aux stipulations des documents cités ci-dessus, à exécuter les prestations du présent marché dans les conditions ci-après définies.</w:t>
      </w:r>
    </w:p>
    <w:p w14:paraId="59B1717D" w14:textId="77777777" w:rsidR="00995AF1" w:rsidRPr="001E56E5" w:rsidRDefault="00995AF1" w:rsidP="00995AF1">
      <w:pPr>
        <w:widowControl/>
        <w:autoSpaceDE/>
        <w:autoSpaceDN/>
        <w:spacing w:before="119"/>
        <w:ind w:left="567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  <w:bookmarkStart w:id="11" w:name="A1_p3A_a"/>
      <w:bookmarkEnd w:id="11"/>
      <w:r w:rsidRPr="001E56E5">
        <w:rPr>
          <w:rFonts w:ascii="Marianne" w:eastAsia="Times New Roman" w:hAnsi="Marianne" w:cs="Times New Roman"/>
          <w:sz w:val="20"/>
          <w:szCs w:val="20"/>
          <w:lang w:eastAsia="fr-FR"/>
        </w:rPr>
        <w:t xml:space="preserve">L'offre ainsi présentée ne </w:t>
      </w:r>
      <w:r w:rsidRPr="001E56E5">
        <w:rPr>
          <w:rFonts w:ascii="Marianne" w:eastAsia="Times New Roman" w:hAnsi="Marianne" w:cs="Times New Roman"/>
          <w:b/>
          <w:bCs/>
          <w:sz w:val="20"/>
          <w:szCs w:val="20"/>
          <w:u w:val="single"/>
          <w:lang w:eastAsia="fr-FR"/>
        </w:rPr>
        <w:t>nous</w:t>
      </w:r>
      <w:r w:rsidRPr="001E56E5">
        <w:rPr>
          <w:rFonts w:ascii="Marianne" w:eastAsia="Times New Roman" w:hAnsi="Marianne" w:cs="Times New Roman"/>
          <w:sz w:val="20"/>
          <w:szCs w:val="20"/>
          <w:lang w:eastAsia="fr-FR"/>
        </w:rPr>
        <w:t xml:space="preserve"> lie toutefois que si son acceptation </w:t>
      </w:r>
      <w:r w:rsidRPr="001E56E5">
        <w:rPr>
          <w:rFonts w:ascii="Marianne" w:eastAsia="Times New Roman" w:hAnsi="Marianne" w:cs="Times New Roman"/>
          <w:b/>
          <w:bCs/>
          <w:sz w:val="20"/>
          <w:szCs w:val="20"/>
          <w:u w:val="single"/>
          <w:lang w:eastAsia="fr-FR"/>
        </w:rPr>
        <w:t>nous</w:t>
      </w:r>
      <w:r w:rsidRPr="001E56E5">
        <w:rPr>
          <w:rFonts w:ascii="Marianne" w:eastAsia="Times New Roman" w:hAnsi="Marianne" w:cs="Times New Roman"/>
          <w:sz w:val="20"/>
          <w:szCs w:val="20"/>
          <w:lang w:eastAsia="fr-FR"/>
        </w:rPr>
        <w:t xml:space="preserve"> est notifiée dans un délai de 90 jours à compter de la date limite de remise des offres fixée par le règlement de la consultation.</w:t>
      </w:r>
    </w:p>
    <w:p w14:paraId="075BBCDA" w14:textId="77777777" w:rsidR="00995AF1" w:rsidRPr="00E90723" w:rsidRDefault="00995AF1" w:rsidP="00995AF1">
      <w:pPr>
        <w:widowControl/>
        <w:autoSpaceDE/>
        <w:autoSpaceDN/>
        <w:spacing w:before="100" w:beforeAutospacing="1" w:after="119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  <w:r w:rsidRPr="00795CD8">
        <w:rPr>
          <w:rFonts w:ascii="Wingdings" w:hAnsi="Wingdings"/>
          <w:sz w:val="36"/>
          <w:szCs w:val="36"/>
          <w:lang w:eastAsia="fr-FR"/>
        </w:rPr>
        <w:t></w:t>
      </w:r>
      <w:r w:rsidRPr="00E90723">
        <w:rPr>
          <w:rFonts w:ascii="Marianne" w:eastAsia="Times New Roman" w:hAnsi="Marianne" w:cs="Times New Roman"/>
          <w:sz w:val="36"/>
          <w:szCs w:val="36"/>
          <w:lang w:eastAsia="fr-FR"/>
        </w:rPr>
        <w:t xml:space="preserve"> </w:t>
      </w:r>
      <w:r w:rsidRPr="00E90723">
        <w:rPr>
          <w:rFonts w:ascii="Marianne" w:eastAsia="Times New Roman" w:hAnsi="Marianne" w:cs="Times New Roman"/>
          <w:b/>
          <w:bCs/>
          <w:sz w:val="20"/>
          <w:szCs w:val="20"/>
          <w:u w:val="single"/>
          <w:lang w:eastAsia="fr-FR"/>
        </w:rPr>
        <w:t>nous engageons</w:t>
      </w: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 xml:space="preserve"> sans réserve, en tant que cotraitants </w:t>
      </w:r>
      <w:r w:rsidRPr="00E90723">
        <w:rPr>
          <w:rFonts w:ascii="Marianne" w:eastAsia="Times New Roman" w:hAnsi="Marianne" w:cs="Times New Roman"/>
          <w:b/>
          <w:bCs/>
          <w:sz w:val="20"/>
          <w:szCs w:val="20"/>
          <w:lang w:eastAsia="fr-FR"/>
        </w:rPr>
        <w:t>groupés conjoints</w:t>
      </w: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>, représentés par</w:t>
      </w:r>
      <w:r w:rsidRPr="00E90723">
        <w:rPr>
          <w:rFonts w:ascii="Calibri" w:eastAsia="Times New Roman" w:hAnsi="Calibri" w:cs="Calibri"/>
          <w:sz w:val="20"/>
          <w:szCs w:val="20"/>
          <w:lang w:eastAsia="fr-FR"/>
        </w:rPr>
        <w:t> </w:t>
      </w: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>:</w:t>
      </w:r>
    </w:p>
    <w:p w14:paraId="6568B502" w14:textId="77777777" w:rsidR="00995AF1" w:rsidRPr="00E90723" w:rsidRDefault="00995AF1" w:rsidP="00995AF1">
      <w:pPr>
        <w:widowControl/>
        <w:pBdr>
          <w:top w:val="single" w:sz="6" w:space="1" w:color="000000"/>
          <w:left w:val="single" w:sz="6" w:space="1" w:color="000000"/>
          <w:bottom w:val="single" w:sz="6" w:space="1" w:color="000000"/>
          <w:right w:val="single" w:sz="6" w:space="1" w:color="000000"/>
        </w:pBdr>
        <w:shd w:val="clear" w:color="auto" w:fill="F2F2F2"/>
        <w:autoSpaceDE/>
        <w:autoSpaceDN/>
        <w:spacing w:before="100" w:beforeAutospacing="1"/>
        <w:ind w:left="567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p w14:paraId="7CF5084E" w14:textId="77777777" w:rsidR="00995AF1" w:rsidRPr="00E90723" w:rsidRDefault="00995AF1" w:rsidP="00995AF1">
      <w:pPr>
        <w:widowControl/>
        <w:pBdr>
          <w:top w:val="single" w:sz="6" w:space="1" w:color="000000"/>
          <w:left w:val="single" w:sz="6" w:space="1" w:color="000000"/>
          <w:bottom w:val="single" w:sz="6" w:space="1" w:color="000000"/>
          <w:right w:val="single" w:sz="6" w:space="1" w:color="000000"/>
        </w:pBdr>
        <w:shd w:val="clear" w:color="auto" w:fill="F2F2F2"/>
        <w:autoSpaceDE/>
        <w:autoSpaceDN/>
        <w:spacing w:before="100" w:beforeAutospacing="1"/>
        <w:ind w:left="567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p w14:paraId="5F4C9ED5" w14:textId="0FA92210" w:rsidR="00995AF1" w:rsidRPr="00E90723" w:rsidRDefault="00995AF1" w:rsidP="00995AF1">
      <w:pPr>
        <w:widowControl/>
        <w:autoSpaceDE/>
        <w:autoSpaceDN/>
        <w:spacing w:before="119"/>
        <w:ind w:left="567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>mandataire du groupement, à produire, dans les conditions fixées au règlement de la consultation, les certificats, attestations et déclarations mentionnés aux articles R.2143-6 à R.2143-10 du CCP ainsi que les attestations visées aux articles 1</w:t>
      </w:r>
      <w:r>
        <w:rPr>
          <w:rFonts w:ascii="Marianne" w:eastAsia="Times New Roman" w:hAnsi="Marianne" w:cs="Times New Roman"/>
          <w:sz w:val="20"/>
          <w:szCs w:val="20"/>
          <w:lang w:eastAsia="fr-FR"/>
        </w:rPr>
        <w:t>.</w:t>
      </w:r>
      <w:r w:rsidR="007230AF">
        <w:rPr>
          <w:rFonts w:ascii="Marianne" w:eastAsia="Times New Roman" w:hAnsi="Marianne" w:cs="Times New Roman"/>
          <w:sz w:val="20"/>
          <w:szCs w:val="20"/>
          <w:lang w:eastAsia="fr-FR"/>
        </w:rPr>
        <w:t>5</w:t>
      </w: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>, 1</w:t>
      </w:r>
      <w:r>
        <w:rPr>
          <w:rFonts w:ascii="Marianne" w:eastAsia="Times New Roman" w:hAnsi="Marianne" w:cs="Times New Roman"/>
          <w:sz w:val="20"/>
          <w:szCs w:val="20"/>
          <w:lang w:eastAsia="fr-FR"/>
        </w:rPr>
        <w:t>.</w:t>
      </w: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>6 et 1</w:t>
      </w:r>
      <w:r>
        <w:rPr>
          <w:rFonts w:ascii="Marianne" w:eastAsia="Times New Roman" w:hAnsi="Marianne" w:cs="Times New Roman"/>
          <w:sz w:val="20"/>
          <w:szCs w:val="20"/>
          <w:lang w:eastAsia="fr-FR"/>
        </w:rPr>
        <w:t>.</w:t>
      </w:r>
      <w:r w:rsidR="007230AF">
        <w:rPr>
          <w:rFonts w:ascii="Marianne" w:eastAsia="Times New Roman" w:hAnsi="Marianne" w:cs="Times New Roman"/>
          <w:sz w:val="20"/>
          <w:szCs w:val="20"/>
          <w:lang w:eastAsia="fr-FR"/>
        </w:rPr>
        <w:t>8</w:t>
      </w: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 xml:space="preserve"> du CCAP et, conformément aux stipulations des documents cités ci-dessus, à exécuter les prestations du présent marché dans les conditions ci-après définies et selon la répartition des prestations précisée en annexe au présent acte d'engagement.</w:t>
      </w:r>
    </w:p>
    <w:p w14:paraId="19762D05" w14:textId="77777777" w:rsidR="00995AF1" w:rsidRPr="00E90723" w:rsidRDefault="00995AF1" w:rsidP="00995AF1">
      <w:pPr>
        <w:pStyle w:val="Corpsdetexte"/>
        <w:ind w:left="567"/>
        <w:rPr>
          <w:lang w:eastAsia="fr-FR"/>
        </w:rPr>
      </w:pPr>
      <w:r w:rsidRPr="00E90723">
        <w:rPr>
          <w:lang w:eastAsia="fr-FR"/>
        </w:rPr>
        <w:t xml:space="preserve">Le mandataire du groupement conjoint </w:t>
      </w:r>
      <w:r w:rsidRPr="00E90723">
        <w:rPr>
          <w:b/>
          <w:bCs/>
          <w:lang w:eastAsia="fr-FR"/>
        </w:rPr>
        <w:t>est solidaire</w:t>
      </w:r>
      <w:r w:rsidRPr="00E90723">
        <w:rPr>
          <w:lang w:eastAsia="fr-FR"/>
        </w:rPr>
        <w:t xml:space="preserve"> de chacun des membres du groupement pour ses obligations contractuelles à l'égard du maître d'ouvrage, pour l'exécution du marché.</w:t>
      </w:r>
    </w:p>
    <w:p w14:paraId="65A9D1E9" w14:textId="77777777" w:rsidR="00995AF1" w:rsidRDefault="00995AF1" w:rsidP="00995AF1">
      <w:pPr>
        <w:pStyle w:val="Corpsdetexte"/>
        <w:ind w:left="567"/>
        <w:rPr>
          <w:lang w:eastAsia="fr-FR"/>
        </w:rPr>
      </w:pPr>
      <w:bookmarkStart w:id="12" w:name="A1_p5_a"/>
      <w:bookmarkEnd w:id="12"/>
      <w:r w:rsidRPr="00E90723">
        <w:rPr>
          <w:lang w:eastAsia="fr-FR"/>
        </w:rPr>
        <w:t xml:space="preserve">L'offre ainsi présentée ne </w:t>
      </w:r>
      <w:r w:rsidRPr="00E90723">
        <w:rPr>
          <w:b/>
          <w:bCs/>
          <w:u w:val="single"/>
          <w:lang w:eastAsia="fr-FR"/>
        </w:rPr>
        <w:t>nous</w:t>
      </w:r>
      <w:r w:rsidRPr="00E90723">
        <w:rPr>
          <w:lang w:eastAsia="fr-FR"/>
        </w:rPr>
        <w:t xml:space="preserve"> lie toutefois que si son acceptation </w:t>
      </w:r>
      <w:r w:rsidRPr="00E90723">
        <w:rPr>
          <w:b/>
          <w:bCs/>
          <w:u w:val="single"/>
          <w:lang w:eastAsia="fr-FR"/>
        </w:rPr>
        <w:t>nous</w:t>
      </w:r>
      <w:r w:rsidRPr="00E90723">
        <w:rPr>
          <w:lang w:eastAsia="fr-FR"/>
        </w:rPr>
        <w:t xml:space="preserve"> est notifiée dans un délai de 90 jours à compter de la date limite de remise des offres fixée par le règlement de la consultation.</w:t>
      </w:r>
    </w:p>
    <w:p w14:paraId="57455045" w14:textId="77777777" w:rsidR="00995AF1" w:rsidRPr="00795CD8" w:rsidRDefault="00995AF1" w:rsidP="007230AF">
      <w:pPr>
        <w:pStyle w:val="Titren1surlign"/>
        <w:pageBreakBefore/>
      </w:pPr>
      <w:r w:rsidRPr="00795CD8">
        <w:lastRenderedPageBreak/>
        <w:t>Prestations et prix</w:t>
      </w:r>
    </w:p>
    <w:p w14:paraId="05703728" w14:textId="77777777" w:rsidR="00995AF1" w:rsidRPr="00795CD8" w:rsidRDefault="00995AF1" w:rsidP="00995AF1">
      <w:pPr>
        <w:pStyle w:val="Titren2"/>
        <w:rPr>
          <w:lang w:eastAsia="fr-FR"/>
        </w:rPr>
      </w:pPr>
      <w:bookmarkStart w:id="13" w:name="A2_1_p0B_a"/>
      <w:bookmarkEnd w:id="13"/>
      <w:r w:rsidRPr="00795CD8">
        <w:rPr>
          <w:lang w:eastAsia="fr-FR"/>
        </w:rPr>
        <w:t xml:space="preserve">Montant du </w:t>
      </w:r>
      <w:r w:rsidRPr="00995AF1">
        <w:t>marché</w:t>
      </w:r>
    </w:p>
    <w:p w14:paraId="3D00BDCB" w14:textId="77777777" w:rsidR="00995AF1" w:rsidRPr="00795CD8" w:rsidRDefault="00995AF1" w:rsidP="00995AF1">
      <w:pPr>
        <w:pStyle w:val="Corpsdetexte"/>
        <w:rPr>
          <w:lang w:eastAsia="fr-FR"/>
        </w:rPr>
      </w:pPr>
      <w:r w:rsidRPr="00795CD8">
        <w:rPr>
          <w:lang w:eastAsia="fr-FR"/>
        </w:rPr>
        <w:t>L'offre de prix est établie sur la base des conditions économiques en vigueur à la date de remise de l'offre fixée en page</w:t>
      </w:r>
      <w:r w:rsidRPr="00795CD8">
        <w:rPr>
          <w:rFonts w:ascii="Calibri" w:hAnsi="Calibri" w:cs="Calibri"/>
          <w:lang w:eastAsia="fr-FR"/>
        </w:rPr>
        <w:t> </w:t>
      </w:r>
      <w:r w:rsidRPr="00795CD8">
        <w:rPr>
          <w:lang w:eastAsia="fr-FR"/>
        </w:rPr>
        <w:t>1 du pr</w:t>
      </w:r>
      <w:r w:rsidRPr="00795CD8">
        <w:rPr>
          <w:rFonts w:cs="Marianne"/>
          <w:lang w:eastAsia="fr-FR"/>
        </w:rPr>
        <w:t>é</w:t>
      </w:r>
      <w:r w:rsidRPr="00795CD8">
        <w:rPr>
          <w:lang w:eastAsia="fr-FR"/>
        </w:rPr>
        <w:t>sent acte d</w:t>
      </w:r>
      <w:r w:rsidRPr="00795CD8">
        <w:rPr>
          <w:rFonts w:cs="Marianne"/>
          <w:lang w:eastAsia="fr-FR"/>
        </w:rPr>
        <w:t>’</w:t>
      </w:r>
      <w:r w:rsidRPr="00795CD8">
        <w:rPr>
          <w:lang w:eastAsia="fr-FR"/>
        </w:rPr>
        <w:t>engagement. Ce mois est r</w:t>
      </w:r>
      <w:r w:rsidRPr="00795CD8">
        <w:rPr>
          <w:rFonts w:cs="Marianne"/>
          <w:lang w:eastAsia="fr-FR"/>
        </w:rPr>
        <w:t>é</w:t>
      </w:r>
      <w:r w:rsidRPr="00795CD8">
        <w:rPr>
          <w:lang w:eastAsia="fr-FR"/>
        </w:rPr>
        <w:t>put</w:t>
      </w:r>
      <w:r w:rsidRPr="00795CD8">
        <w:rPr>
          <w:rFonts w:cs="Marianne"/>
          <w:lang w:eastAsia="fr-FR"/>
        </w:rPr>
        <w:t>é</w:t>
      </w:r>
      <w:r w:rsidRPr="00795CD8">
        <w:rPr>
          <w:lang w:eastAsia="fr-FR"/>
        </w:rPr>
        <w:t xml:space="preserve"> correspondre </w:t>
      </w:r>
      <w:r w:rsidRPr="00795CD8">
        <w:rPr>
          <w:rFonts w:cs="Marianne"/>
          <w:lang w:eastAsia="fr-FR"/>
        </w:rPr>
        <w:t>à</w:t>
      </w:r>
      <w:r w:rsidRPr="00795CD8">
        <w:rPr>
          <w:lang w:eastAsia="fr-FR"/>
        </w:rPr>
        <w:t xml:space="preserve"> celui de la date </w:t>
      </w:r>
      <w:r w:rsidRPr="00795CD8">
        <w:rPr>
          <w:rFonts w:cs="Marianne"/>
          <w:lang w:eastAsia="fr-FR"/>
        </w:rPr>
        <w:t>à</w:t>
      </w:r>
      <w:r w:rsidRPr="00795CD8">
        <w:rPr>
          <w:lang w:eastAsia="fr-FR"/>
        </w:rPr>
        <w:t xml:space="preserve"> laquelle le candidat a fix</w:t>
      </w:r>
      <w:r w:rsidRPr="00795CD8">
        <w:rPr>
          <w:rFonts w:cs="Marianne"/>
          <w:lang w:eastAsia="fr-FR"/>
        </w:rPr>
        <w:t>é</w:t>
      </w:r>
      <w:r w:rsidRPr="00795CD8">
        <w:rPr>
          <w:lang w:eastAsia="fr-FR"/>
        </w:rPr>
        <w:t xml:space="preserve"> son prix remis dans son offre finale.</w:t>
      </w:r>
    </w:p>
    <w:p w14:paraId="607DDA6E" w14:textId="77777777" w:rsidR="00995AF1" w:rsidRPr="00795CD8" w:rsidRDefault="00995AF1" w:rsidP="00995AF1">
      <w:pPr>
        <w:pStyle w:val="Corpsdetexte"/>
        <w:rPr>
          <w:szCs w:val="20"/>
          <w:lang w:eastAsia="fr-FR"/>
        </w:rPr>
      </w:pPr>
      <w:r w:rsidRPr="00795CD8">
        <w:rPr>
          <w:szCs w:val="20"/>
          <w:lang w:eastAsia="fr-FR"/>
        </w:rPr>
        <w:t>Les modalités de variation des prix sont fixées à l'article 3</w:t>
      </w:r>
      <w:r>
        <w:rPr>
          <w:szCs w:val="20"/>
          <w:lang w:eastAsia="fr-FR"/>
        </w:rPr>
        <w:t>.</w:t>
      </w:r>
      <w:r w:rsidRPr="00795CD8">
        <w:rPr>
          <w:szCs w:val="20"/>
          <w:lang w:eastAsia="fr-FR"/>
        </w:rPr>
        <w:t>3 du CCAP.</w:t>
      </w:r>
    </w:p>
    <w:p w14:paraId="27A5965F" w14:textId="77777777" w:rsidR="00680572" w:rsidRPr="00795CD8" w:rsidRDefault="00680572" w:rsidP="00680572">
      <w:pPr>
        <w:pStyle w:val="Corpsdetexte"/>
        <w:rPr>
          <w:lang w:eastAsia="fr-FR"/>
        </w:rPr>
      </w:pPr>
      <w:r w:rsidRPr="00795CD8">
        <w:rPr>
          <w:lang w:eastAsia="fr-FR"/>
        </w:rPr>
        <w:t xml:space="preserve">Il </w:t>
      </w:r>
      <w:r>
        <w:rPr>
          <w:lang w:eastAsia="fr-FR"/>
        </w:rPr>
        <w:t>est prévu</w:t>
      </w:r>
      <w:r w:rsidRPr="00795CD8">
        <w:rPr>
          <w:lang w:eastAsia="fr-FR"/>
        </w:rPr>
        <w:t xml:space="preserve"> </w:t>
      </w:r>
      <w:r>
        <w:rPr>
          <w:lang w:eastAsia="fr-FR"/>
        </w:rPr>
        <w:t xml:space="preserve">une </w:t>
      </w:r>
      <w:r w:rsidRPr="00795CD8">
        <w:rPr>
          <w:lang w:eastAsia="fr-FR"/>
        </w:rPr>
        <w:t>décomposition en tranches</w:t>
      </w:r>
      <w:r>
        <w:rPr>
          <w:lang w:eastAsia="fr-FR"/>
        </w:rPr>
        <w:t>. L</w:t>
      </w:r>
      <w:r w:rsidRPr="00795CD8">
        <w:rPr>
          <w:lang w:eastAsia="fr-FR"/>
        </w:rPr>
        <w:t xml:space="preserve">'opération de travaux </w:t>
      </w:r>
      <w:r>
        <w:rPr>
          <w:lang w:eastAsia="fr-FR"/>
        </w:rPr>
        <w:t>est</w:t>
      </w:r>
      <w:r w:rsidRPr="00795CD8">
        <w:rPr>
          <w:lang w:eastAsia="fr-FR"/>
        </w:rPr>
        <w:t xml:space="preserve"> allotie.</w:t>
      </w:r>
    </w:p>
    <w:p w14:paraId="1264C6E3" w14:textId="7A41FB1A" w:rsidR="00112208" w:rsidRDefault="00112208" w:rsidP="00112208">
      <w:pPr>
        <w:pStyle w:val="Titren5"/>
        <w:rPr>
          <w:lang w:eastAsia="fr-FR"/>
        </w:rPr>
      </w:pPr>
      <w:r w:rsidRPr="00112208">
        <w:rPr>
          <w:lang w:eastAsia="fr-FR"/>
        </w:rPr>
        <w:t>Évaluation des travaux</w:t>
      </w:r>
    </w:p>
    <w:p w14:paraId="21C65A10" w14:textId="3E4FB1CC" w:rsidR="00995AF1" w:rsidRDefault="00112208" w:rsidP="00995AF1">
      <w:pPr>
        <w:pStyle w:val="Corpsdetexte"/>
        <w:rPr>
          <w:lang w:eastAsia="fr-FR"/>
        </w:rPr>
      </w:pPr>
      <w:r w:rsidRPr="00112208">
        <w:rPr>
          <w:lang w:eastAsia="fr-FR"/>
        </w:rPr>
        <w:t xml:space="preserve">Les travaux du lot pour lequel </w:t>
      </w:r>
      <w:r w:rsidRPr="00112208">
        <w:rPr>
          <w:b/>
          <w:bCs/>
          <w:lang w:eastAsia="fr-FR"/>
        </w:rPr>
        <w:t>je m'engage / nous nous engageons</w:t>
      </w:r>
      <w:r w:rsidRPr="00112208">
        <w:rPr>
          <w:lang w:eastAsia="fr-FR"/>
        </w:rPr>
        <w:t>, seront rémunérés par application d'un prix global forfaitaire égal à :</w:t>
      </w:r>
    </w:p>
    <w:tbl>
      <w:tblPr>
        <w:tblW w:w="8880" w:type="dxa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2267"/>
        <w:gridCol w:w="1459"/>
        <w:gridCol w:w="1770"/>
        <w:gridCol w:w="3353"/>
        <w:gridCol w:w="31"/>
      </w:tblGrid>
      <w:tr w:rsidR="00853D49" w:rsidRPr="00E90723" w14:paraId="5A872F3A" w14:textId="77777777" w:rsidTr="00112208">
        <w:trPr>
          <w:tblCellSpacing w:w="0" w:type="dxa"/>
        </w:trPr>
        <w:tc>
          <w:tcPr>
            <w:tcW w:w="5496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BB3F3E5" w14:textId="77777777" w:rsidR="00853D49" w:rsidRPr="00E90723" w:rsidRDefault="00853D49" w:rsidP="000529E6">
            <w:pPr>
              <w:keepNext/>
              <w:widowControl/>
              <w:numPr>
                <w:ilvl w:val="0"/>
                <w:numId w:val="14"/>
              </w:numPr>
              <w:autoSpaceDE/>
              <w:autoSpaceDN/>
              <w:spacing w:before="100" w:beforeAutospacing="1" w:after="119"/>
              <w:ind w:right="6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E90723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Montant hors TVA</w:t>
            </w:r>
            <w:r w:rsidRPr="00E90723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fr-FR"/>
              </w:rPr>
              <w:t> </w:t>
            </w:r>
            <w:r w:rsidRPr="00E90723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33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61A06704" w14:textId="77777777" w:rsidR="00853D49" w:rsidRPr="00E90723" w:rsidRDefault="00853D49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19CE196" w14:textId="77777777" w:rsidR="00853D49" w:rsidRPr="00E90723" w:rsidRDefault="00853D49" w:rsidP="009756DF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853D49" w:rsidRPr="00E90723" w14:paraId="02625453" w14:textId="77777777" w:rsidTr="00112208">
        <w:trPr>
          <w:trHeight w:hRule="exact" w:val="62"/>
          <w:tblCellSpacing w:w="0" w:type="dxa"/>
        </w:trPr>
        <w:tc>
          <w:tcPr>
            <w:tcW w:w="5496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F2BA7F4" w14:textId="77777777" w:rsidR="00853D49" w:rsidRPr="00E90723" w:rsidRDefault="00853D49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35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8D6F3FD" w14:textId="77777777" w:rsidR="00853D49" w:rsidRPr="00E90723" w:rsidRDefault="00853D49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95AFB2B" w14:textId="77777777" w:rsidR="00853D49" w:rsidRPr="00E90723" w:rsidRDefault="00853D49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853D49" w:rsidRPr="00E90723" w14:paraId="4E80FD66" w14:textId="77777777" w:rsidTr="00112208">
        <w:trPr>
          <w:tblCellSpacing w:w="0" w:type="dxa"/>
        </w:trPr>
        <w:tc>
          <w:tcPr>
            <w:tcW w:w="22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149B45E" w14:textId="77777777" w:rsidR="00853D49" w:rsidRPr="00E90723" w:rsidRDefault="00853D49" w:rsidP="000529E6">
            <w:pPr>
              <w:keepNext/>
              <w:widowControl/>
              <w:numPr>
                <w:ilvl w:val="0"/>
                <w:numId w:val="15"/>
              </w:numPr>
              <w:autoSpaceDE/>
              <w:autoSpaceDN/>
              <w:spacing w:before="100" w:beforeAutospacing="1" w:after="119"/>
              <w:ind w:right="6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E90723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TVA au taux de</w:t>
            </w: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5399472D" w14:textId="77777777" w:rsidR="00853D49" w:rsidRPr="00E90723" w:rsidRDefault="00853D49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770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3A4C6FB3" w14:textId="77777777" w:rsidR="00853D49" w:rsidRPr="00E90723" w:rsidRDefault="00853D49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E90723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%,</w:t>
            </w:r>
            <w:r w:rsidRPr="00E90723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      </w:t>
            </w:r>
            <w:r w:rsidRPr="00E90723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soit</w:t>
            </w:r>
          </w:p>
        </w:tc>
        <w:tc>
          <w:tcPr>
            <w:tcW w:w="33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21660484" w14:textId="77777777" w:rsidR="00853D49" w:rsidRPr="00E90723" w:rsidRDefault="00853D49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1C7F14D" w14:textId="77777777" w:rsidR="00853D49" w:rsidRPr="00E90723" w:rsidRDefault="00853D49" w:rsidP="009756DF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853D49" w:rsidRPr="00E90723" w14:paraId="7409EE80" w14:textId="77777777" w:rsidTr="00112208">
        <w:trPr>
          <w:trHeight w:hRule="exact" w:val="62"/>
          <w:tblCellSpacing w:w="0" w:type="dxa"/>
        </w:trPr>
        <w:tc>
          <w:tcPr>
            <w:tcW w:w="5496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5861782" w14:textId="77777777" w:rsidR="00853D49" w:rsidRPr="00E90723" w:rsidRDefault="00853D49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35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440ADD1" w14:textId="77777777" w:rsidR="00853D49" w:rsidRPr="00E90723" w:rsidRDefault="00853D49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05911BB" w14:textId="77777777" w:rsidR="00853D49" w:rsidRPr="00E90723" w:rsidRDefault="00853D49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853D49" w:rsidRPr="00E90723" w14:paraId="51EF7007" w14:textId="77777777" w:rsidTr="00112208">
        <w:trPr>
          <w:tblCellSpacing w:w="0" w:type="dxa"/>
        </w:trPr>
        <w:tc>
          <w:tcPr>
            <w:tcW w:w="22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C0F8DDA" w14:textId="77777777" w:rsidR="00853D49" w:rsidRPr="00E90723" w:rsidRDefault="00853D49" w:rsidP="000529E6">
            <w:pPr>
              <w:keepNext/>
              <w:widowControl/>
              <w:numPr>
                <w:ilvl w:val="0"/>
                <w:numId w:val="11"/>
              </w:numPr>
              <w:autoSpaceDE/>
              <w:autoSpaceDN/>
              <w:spacing w:before="100" w:beforeAutospacing="1" w:after="119"/>
              <w:ind w:right="6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E90723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TVA au taux de</w:t>
            </w: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3BC1B4E5" w14:textId="77777777" w:rsidR="00853D49" w:rsidRPr="00E90723" w:rsidRDefault="00853D49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770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114580B9" w14:textId="77777777" w:rsidR="00853D49" w:rsidRPr="00E90723" w:rsidRDefault="00853D49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E90723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%,</w:t>
            </w:r>
            <w:r w:rsidRPr="00E90723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      </w:t>
            </w:r>
            <w:r w:rsidRPr="00E90723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soit</w:t>
            </w:r>
          </w:p>
        </w:tc>
        <w:tc>
          <w:tcPr>
            <w:tcW w:w="33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3267F048" w14:textId="77777777" w:rsidR="00853D49" w:rsidRPr="00E90723" w:rsidRDefault="00853D49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879C10A" w14:textId="77777777" w:rsidR="00853D49" w:rsidRPr="00E90723" w:rsidRDefault="00853D49" w:rsidP="009756DF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853D49" w:rsidRPr="00E90723" w14:paraId="07165CC1" w14:textId="77777777" w:rsidTr="00112208">
        <w:trPr>
          <w:trHeight w:hRule="exact" w:val="62"/>
          <w:tblCellSpacing w:w="0" w:type="dxa"/>
        </w:trPr>
        <w:tc>
          <w:tcPr>
            <w:tcW w:w="5496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9A99CC0" w14:textId="77777777" w:rsidR="00853D49" w:rsidRPr="00E90723" w:rsidRDefault="00853D49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35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AEF5448" w14:textId="77777777" w:rsidR="00853D49" w:rsidRPr="00E90723" w:rsidRDefault="00853D49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A812287" w14:textId="77777777" w:rsidR="00853D49" w:rsidRPr="00E90723" w:rsidRDefault="00853D49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853D49" w:rsidRPr="00E90723" w14:paraId="74342723" w14:textId="77777777" w:rsidTr="00112208">
        <w:trPr>
          <w:tblCellSpacing w:w="0" w:type="dxa"/>
        </w:trPr>
        <w:tc>
          <w:tcPr>
            <w:tcW w:w="22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FF10511" w14:textId="77777777" w:rsidR="00853D49" w:rsidRPr="00E90723" w:rsidRDefault="00853D49" w:rsidP="000529E6">
            <w:pPr>
              <w:keepNext/>
              <w:widowControl/>
              <w:numPr>
                <w:ilvl w:val="0"/>
                <w:numId w:val="16"/>
              </w:numPr>
              <w:autoSpaceDE/>
              <w:autoSpaceDN/>
              <w:spacing w:before="100" w:beforeAutospacing="1" w:after="119"/>
              <w:ind w:right="6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E90723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TVA au taux de</w:t>
            </w: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5C5C5CC7" w14:textId="77777777" w:rsidR="00853D49" w:rsidRPr="00E90723" w:rsidRDefault="00853D49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770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5E602505" w14:textId="77777777" w:rsidR="00853D49" w:rsidRPr="00E90723" w:rsidRDefault="00853D49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E90723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%,</w:t>
            </w:r>
            <w:r w:rsidRPr="00E90723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      </w:t>
            </w:r>
            <w:r w:rsidRPr="00E90723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soit</w:t>
            </w:r>
          </w:p>
        </w:tc>
        <w:tc>
          <w:tcPr>
            <w:tcW w:w="33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29790BC8" w14:textId="77777777" w:rsidR="00853D49" w:rsidRPr="00E90723" w:rsidRDefault="00853D49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3C5BEC4" w14:textId="77777777" w:rsidR="00853D49" w:rsidRPr="00E90723" w:rsidRDefault="00853D49" w:rsidP="009756DF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853D49" w:rsidRPr="00E90723" w14:paraId="1F133F03" w14:textId="77777777" w:rsidTr="00112208">
        <w:trPr>
          <w:trHeight w:hRule="exact" w:val="62"/>
          <w:tblCellSpacing w:w="0" w:type="dxa"/>
        </w:trPr>
        <w:tc>
          <w:tcPr>
            <w:tcW w:w="5496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FCE63ED" w14:textId="77777777" w:rsidR="00853D49" w:rsidRPr="00E90723" w:rsidRDefault="00853D49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35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BDC3876" w14:textId="77777777" w:rsidR="00853D49" w:rsidRPr="00E90723" w:rsidRDefault="00853D49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A6EFE01" w14:textId="77777777" w:rsidR="00853D49" w:rsidRPr="00E90723" w:rsidRDefault="00853D49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853D49" w:rsidRPr="00E90723" w14:paraId="047EC7BC" w14:textId="77777777" w:rsidTr="00112208">
        <w:trPr>
          <w:tblCellSpacing w:w="0" w:type="dxa"/>
        </w:trPr>
        <w:tc>
          <w:tcPr>
            <w:tcW w:w="5496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06516FA" w14:textId="77777777" w:rsidR="00853D49" w:rsidRPr="00E90723" w:rsidRDefault="00853D49" w:rsidP="000529E6">
            <w:pPr>
              <w:widowControl/>
              <w:numPr>
                <w:ilvl w:val="0"/>
                <w:numId w:val="17"/>
              </w:numPr>
              <w:autoSpaceDE/>
              <w:autoSpaceDN/>
              <w:spacing w:before="100" w:beforeAutospacing="1" w:after="119"/>
              <w:ind w:right="6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E90723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Montant TVA incluse</w:t>
            </w:r>
            <w:r w:rsidRPr="00E90723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E90723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33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012F5A34" w14:textId="77777777" w:rsidR="00853D49" w:rsidRPr="00E90723" w:rsidRDefault="00853D49" w:rsidP="009756DF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0A42727" w14:textId="77777777" w:rsidR="00853D49" w:rsidRPr="00E90723" w:rsidRDefault="00853D49" w:rsidP="009756DF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853D49" w:rsidRPr="00E90723" w14:paraId="07E5B5AA" w14:textId="77777777" w:rsidTr="00112208">
        <w:trPr>
          <w:trHeight w:hRule="exact" w:val="62"/>
          <w:tblCellSpacing w:w="0" w:type="dxa"/>
        </w:trPr>
        <w:tc>
          <w:tcPr>
            <w:tcW w:w="5496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EC117A2" w14:textId="77777777" w:rsidR="00853D49" w:rsidRPr="00E90723" w:rsidRDefault="00853D49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35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0B450A6" w14:textId="77777777" w:rsidR="00853D49" w:rsidRPr="00E90723" w:rsidRDefault="00853D49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086A145" w14:textId="77777777" w:rsidR="00853D49" w:rsidRPr="00E90723" w:rsidRDefault="00853D49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853D49" w:rsidRPr="00E90723" w14:paraId="5C7CDC0C" w14:textId="77777777" w:rsidTr="00112208">
        <w:trPr>
          <w:tblCellSpacing w:w="0" w:type="dxa"/>
        </w:trPr>
        <w:tc>
          <w:tcPr>
            <w:tcW w:w="2267" w:type="dxa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276F19C" w14:textId="77777777" w:rsidR="00853D49" w:rsidRPr="00E90723" w:rsidRDefault="00853D49" w:rsidP="009756DF">
            <w:pPr>
              <w:keepNext/>
              <w:widowControl/>
              <w:autoSpaceDE/>
              <w:autoSpaceDN/>
              <w:spacing w:before="100" w:beforeAutospacing="1" w:after="119"/>
              <w:ind w:left="284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E90723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Arrêté en lettres à</w:t>
            </w:r>
          </w:p>
        </w:tc>
        <w:tc>
          <w:tcPr>
            <w:tcW w:w="6582" w:type="dxa"/>
            <w:gridSpan w:val="3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F2F2F2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781F9FA5" w14:textId="77777777" w:rsidR="00853D49" w:rsidRPr="00E90723" w:rsidRDefault="00853D49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03C830F" w14:textId="77777777" w:rsidR="00853D49" w:rsidRPr="00E90723" w:rsidRDefault="00853D49" w:rsidP="009756DF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853D49" w:rsidRPr="00E90723" w14:paraId="0D85A0D0" w14:textId="77777777" w:rsidTr="00112208">
        <w:trPr>
          <w:tblCellSpacing w:w="0" w:type="dxa"/>
        </w:trPr>
        <w:tc>
          <w:tcPr>
            <w:tcW w:w="8849" w:type="dxa"/>
            <w:gridSpan w:val="4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3D128D1B" w14:textId="77777777" w:rsidR="00853D49" w:rsidRPr="00E90723" w:rsidRDefault="00853D49" w:rsidP="009756DF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0BBC08FF" w14:textId="77777777" w:rsidR="00853D49" w:rsidRPr="00E90723" w:rsidRDefault="00853D49" w:rsidP="009756DF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7B1DD5A" w14:textId="77777777" w:rsidR="00853D49" w:rsidRPr="00E90723" w:rsidRDefault="00853D49" w:rsidP="009756DF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</w:tbl>
    <w:p w14:paraId="224AED11" w14:textId="2DFE4639" w:rsidR="00995AF1" w:rsidRDefault="00112208" w:rsidP="00112208">
      <w:pPr>
        <w:pStyle w:val="Titren5"/>
        <w:rPr>
          <w:rFonts w:eastAsia="Times New Roman" w:cs="Times New Roman"/>
          <w:szCs w:val="20"/>
          <w:lang w:eastAsia="fr-FR"/>
        </w:rPr>
      </w:pPr>
      <w:r w:rsidRPr="00112208">
        <w:rPr>
          <w:lang w:eastAsia="fr-FR"/>
        </w:rPr>
        <w:t>Décomposition</w:t>
      </w:r>
      <w:r w:rsidRPr="00112208">
        <w:rPr>
          <w:rFonts w:eastAsia="Times New Roman" w:cs="Times New Roman"/>
          <w:szCs w:val="20"/>
          <w:lang w:eastAsia="fr-FR"/>
        </w:rPr>
        <w:t xml:space="preserve"> en tranches</w:t>
      </w:r>
    </w:p>
    <w:tbl>
      <w:tblPr>
        <w:tblStyle w:val="Grilledutableau"/>
        <w:tblW w:w="9918" w:type="dxa"/>
        <w:tblLook w:val="04A0" w:firstRow="1" w:lastRow="0" w:firstColumn="1" w:lastColumn="0" w:noHBand="0" w:noVBand="1"/>
      </w:tblPr>
      <w:tblGrid>
        <w:gridCol w:w="4248"/>
        <w:gridCol w:w="1890"/>
        <w:gridCol w:w="1890"/>
        <w:gridCol w:w="1890"/>
      </w:tblGrid>
      <w:tr w:rsidR="00112208" w14:paraId="2493AD59" w14:textId="77777777" w:rsidTr="00F322F6">
        <w:tc>
          <w:tcPr>
            <w:tcW w:w="4248" w:type="dxa"/>
            <w:shd w:val="clear" w:color="auto" w:fill="D9D9D9" w:themeFill="background1" w:themeFillShade="D9"/>
          </w:tcPr>
          <w:p w14:paraId="268BB91F" w14:textId="7E0595B7" w:rsidR="00112208" w:rsidRPr="00112208" w:rsidRDefault="00112208" w:rsidP="00112208">
            <w:pPr>
              <w:pStyle w:val="TableauCentr0"/>
              <w:rPr>
                <w:b/>
                <w:bCs/>
                <w:lang w:eastAsia="fr-FR"/>
              </w:rPr>
            </w:pPr>
            <w:r w:rsidRPr="00112208">
              <w:rPr>
                <w:b/>
                <w:bCs/>
                <w:lang w:eastAsia="fr-FR"/>
              </w:rPr>
              <w:t>Tranche</w:t>
            </w:r>
          </w:p>
        </w:tc>
        <w:tc>
          <w:tcPr>
            <w:tcW w:w="1890" w:type="dxa"/>
            <w:shd w:val="clear" w:color="auto" w:fill="D9D9D9" w:themeFill="background1" w:themeFillShade="D9"/>
          </w:tcPr>
          <w:p w14:paraId="5949B30D" w14:textId="1B7216AC" w:rsidR="00112208" w:rsidRPr="00112208" w:rsidRDefault="00112208" w:rsidP="00112208">
            <w:pPr>
              <w:pStyle w:val="TableauCentr0"/>
              <w:rPr>
                <w:b/>
                <w:bCs/>
                <w:lang w:eastAsia="fr-FR"/>
              </w:rPr>
            </w:pPr>
            <w:r w:rsidRPr="00112208">
              <w:rPr>
                <w:b/>
                <w:bCs/>
                <w:lang w:eastAsia="fr-FR"/>
              </w:rPr>
              <w:t>Montant hors TVA</w:t>
            </w:r>
          </w:p>
        </w:tc>
        <w:tc>
          <w:tcPr>
            <w:tcW w:w="1890" w:type="dxa"/>
            <w:shd w:val="clear" w:color="auto" w:fill="D9D9D9" w:themeFill="background1" w:themeFillShade="D9"/>
          </w:tcPr>
          <w:p w14:paraId="7B66DCED" w14:textId="062C810B" w:rsidR="00112208" w:rsidRPr="00112208" w:rsidRDefault="00112208" w:rsidP="00112208">
            <w:pPr>
              <w:pStyle w:val="TableauCentr0"/>
              <w:rPr>
                <w:b/>
                <w:bCs/>
                <w:lang w:eastAsia="fr-FR"/>
              </w:rPr>
            </w:pPr>
            <w:r w:rsidRPr="00112208">
              <w:rPr>
                <w:b/>
                <w:bCs/>
                <w:lang w:eastAsia="fr-FR"/>
              </w:rPr>
              <w:t>Montant TVA</w:t>
            </w:r>
          </w:p>
        </w:tc>
        <w:tc>
          <w:tcPr>
            <w:tcW w:w="1890" w:type="dxa"/>
            <w:shd w:val="clear" w:color="auto" w:fill="D9D9D9" w:themeFill="background1" w:themeFillShade="D9"/>
          </w:tcPr>
          <w:p w14:paraId="34365CD2" w14:textId="12F33233" w:rsidR="00112208" w:rsidRPr="00112208" w:rsidRDefault="00112208" w:rsidP="00112208">
            <w:pPr>
              <w:pStyle w:val="TableauCentr0"/>
              <w:rPr>
                <w:b/>
                <w:bCs/>
                <w:lang w:eastAsia="fr-FR"/>
              </w:rPr>
            </w:pPr>
            <w:r w:rsidRPr="00112208">
              <w:rPr>
                <w:b/>
                <w:bCs/>
                <w:lang w:eastAsia="fr-FR"/>
              </w:rPr>
              <w:t>Montant TVA incluse</w:t>
            </w:r>
          </w:p>
        </w:tc>
      </w:tr>
      <w:tr w:rsidR="00112208" w14:paraId="7BB6AA82" w14:textId="77777777" w:rsidTr="00F322F6">
        <w:tc>
          <w:tcPr>
            <w:tcW w:w="4248" w:type="dxa"/>
          </w:tcPr>
          <w:p w14:paraId="506DE6A1" w14:textId="159A99CE" w:rsidR="00112208" w:rsidRDefault="00112208" w:rsidP="00112208">
            <w:pPr>
              <w:pStyle w:val="TableauDroite"/>
              <w:rPr>
                <w:lang w:eastAsia="fr-FR"/>
              </w:rPr>
            </w:pPr>
            <w:r>
              <w:rPr>
                <w:lang w:eastAsia="fr-FR"/>
              </w:rPr>
              <w:t>Ferme</w:t>
            </w:r>
          </w:p>
        </w:tc>
        <w:tc>
          <w:tcPr>
            <w:tcW w:w="1890" w:type="dxa"/>
          </w:tcPr>
          <w:p w14:paraId="23358A47" w14:textId="77777777" w:rsidR="00112208" w:rsidRDefault="00112208" w:rsidP="00112208">
            <w:pPr>
              <w:pStyle w:val="TableauDroite"/>
              <w:rPr>
                <w:lang w:eastAsia="fr-FR"/>
              </w:rPr>
            </w:pPr>
          </w:p>
        </w:tc>
        <w:tc>
          <w:tcPr>
            <w:tcW w:w="1890" w:type="dxa"/>
          </w:tcPr>
          <w:p w14:paraId="58068CD3" w14:textId="77777777" w:rsidR="00112208" w:rsidRDefault="00112208" w:rsidP="00112208">
            <w:pPr>
              <w:pStyle w:val="TableauDroite"/>
              <w:rPr>
                <w:lang w:eastAsia="fr-FR"/>
              </w:rPr>
            </w:pPr>
          </w:p>
        </w:tc>
        <w:tc>
          <w:tcPr>
            <w:tcW w:w="1890" w:type="dxa"/>
          </w:tcPr>
          <w:p w14:paraId="0E555BFD" w14:textId="77777777" w:rsidR="00112208" w:rsidRDefault="00112208" w:rsidP="00112208">
            <w:pPr>
              <w:pStyle w:val="TableauDroite"/>
              <w:rPr>
                <w:lang w:eastAsia="fr-FR"/>
              </w:rPr>
            </w:pPr>
          </w:p>
        </w:tc>
      </w:tr>
      <w:tr w:rsidR="00112208" w14:paraId="561DFB0F" w14:textId="77777777" w:rsidTr="00F322F6">
        <w:tc>
          <w:tcPr>
            <w:tcW w:w="4248" w:type="dxa"/>
          </w:tcPr>
          <w:p w14:paraId="43568071" w14:textId="7DCDD61C" w:rsidR="00112208" w:rsidRPr="00112208" w:rsidRDefault="00112208" w:rsidP="00112208">
            <w:pPr>
              <w:pStyle w:val="TableauDroite"/>
              <w:rPr>
                <w:lang w:eastAsia="fr-FR"/>
              </w:rPr>
            </w:pPr>
            <w:r>
              <w:rPr>
                <w:lang w:eastAsia="fr-FR"/>
              </w:rPr>
              <w:t>Total des marchés</w:t>
            </w:r>
          </w:p>
        </w:tc>
        <w:tc>
          <w:tcPr>
            <w:tcW w:w="1890" w:type="dxa"/>
          </w:tcPr>
          <w:p w14:paraId="688A3E2C" w14:textId="77777777" w:rsidR="00112208" w:rsidRDefault="00112208" w:rsidP="00112208">
            <w:pPr>
              <w:pStyle w:val="TableauDroite"/>
              <w:rPr>
                <w:lang w:eastAsia="fr-FR"/>
              </w:rPr>
            </w:pPr>
          </w:p>
        </w:tc>
        <w:tc>
          <w:tcPr>
            <w:tcW w:w="1890" w:type="dxa"/>
          </w:tcPr>
          <w:p w14:paraId="1A8016FF" w14:textId="77777777" w:rsidR="00112208" w:rsidRDefault="00112208" w:rsidP="00112208">
            <w:pPr>
              <w:pStyle w:val="TableauDroite"/>
              <w:rPr>
                <w:lang w:eastAsia="fr-FR"/>
              </w:rPr>
            </w:pPr>
          </w:p>
        </w:tc>
        <w:tc>
          <w:tcPr>
            <w:tcW w:w="1890" w:type="dxa"/>
          </w:tcPr>
          <w:p w14:paraId="3EFEF586" w14:textId="77777777" w:rsidR="00112208" w:rsidRDefault="00112208" w:rsidP="00112208">
            <w:pPr>
              <w:pStyle w:val="TableauDroite"/>
              <w:rPr>
                <w:lang w:eastAsia="fr-FR"/>
              </w:rPr>
            </w:pPr>
          </w:p>
        </w:tc>
      </w:tr>
    </w:tbl>
    <w:p w14:paraId="38C7BB78" w14:textId="616FB43F" w:rsidR="00112208" w:rsidRDefault="00112208" w:rsidP="00995AF1">
      <w:pPr>
        <w:widowControl/>
        <w:autoSpaceDE/>
        <w:autoSpaceDN/>
        <w:spacing w:before="100" w:beforeAutospacing="1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p w14:paraId="2F755B20" w14:textId="77777777" w:rsidR="00995AF1" w:rsidRPr="00E90723" w:rsidRDefault="00995AF1" w:rsidP="000529E6">
      <w:pPr>
        <w:pStyle w:val="Corpsdetexte"/>
        <w:pageBreakBefore/>
        <w:rPr>
          <w:b/>
          <w:lang w:eastAsia="fr-FR"/>
        </w:rPr>
      </w:pPr>
      <w:r w:rsidRPr="00795CD8">
        <w:rPr>
          <w:rFonts w:ascii="Wingdings" w:hAnsi="Wingdings"/>
          <w:sz w:val="36"/>
          <w:szCs w:val="36"/>
          <w:lang w:eastAsia="fr-FR"/>
        </w:rPr>
        <w:lastRenderedPageBreak/>
        <w:t></w:t>
      </w:r>
      <w:r w:rsidRPr="00795CD8">
        <w:rPr>
          <w:sz w:val="36"/>
          <w:szCs w:val="36"/>
          <w:lang w:eastAsia="fr-FR"/>
        </w:rPr>
        <w:t xml:space="preserve"> </w:t>
      </w:r>
      <w:r w:rsidRPr="00E90723">
        <w:rPr>
          <w:b/>
          <w:lang w:eastAsia="fr-FR"/>
        </w:rPr>
        <w:t>Groupement conjoint</w:t>
      </w:r>
    </w:p>
    <w:p w14:paraId="4435AC12" w14:textId="77777777" w:rsidR="00995AF1" w:rsidRPr="00795CD8" w:rsidRDefault="00995AF1" w:rsidP="00995AF1">
      <w:pPr>
        <w:pStyle w:val="Corpsdetexte"/>
        <w:rPr>
          <w:lang w:eastAsia="fr-FR"/>
        </w:rPr>
      </w:pPr>
      <w:r w:rsidRPr="00795CD8">
        <w:rPr>
          <w:lang w:eastAsia="fr-FR"/>
        </w:rPr>
        <w:t xml:space="preserve">Le détail des prestations exécutées par chacun des membres du </w:t>
      </w:r>
      <w:r w:rsidRPr="00795CD8">
        <w:rPr>
          <w:b/>
          <w:bCs/>
          <w:lang w:eastAsia="fr-FR"/>
        </w:rPr>
        <w:t>groupement conjoint</w:t>
      </w:r>
      <w:r w:rsidRPr="00795CD8">
        <w:rPr>
          <w:lang w:eastAsia="fr-FR"/>
        </w:rPr>
        <w:t xml:space="preserve"> ainsi que la répartition de la rémunération correspondante sont joints en annexe au présent acte d'engagement.</w:t>
      </w:r>
    </w:p>
    <w:p w14:paraId="5A171963" w14:textId="45EB85B5" w:rsidR="00995AF1" w:rsidRDefault="00995AF1" w:rsidP="00995AF1">
      <w:pPr>
        <w:pStyle w:val="Corpsdetexte"/>
        <w:rPr>
          <w:lang w:eastAsia="fr-FR"/>
        </w:rPr>
      </w:pPr>
      <w:r w:rsidRPr="00795CD8">
        <w:rPr>
          <w:lang w:eastAsia="fr-FR"/>
        </w:rPr>
        <w:t>Le mandataire y indique en outre le montant de sa prestation de mandat.</w:t>
      </w:r>
    </w:p>
    <w:p w14:paraId="777544E5" w14:textId="0C9F79D8" w:rsidR="000529E6" w:rsidRDefault="000529E6" w:rsidP="000529E6">
      <w:pPr>
        <w:pStyle w:val="Titren5"/>
        <w:rPr>
          <w:lang w:eastAsia="fr-FR"/>
        </w:rPr>
      </w:pPr>
      <w:r w:rsidRPr="000529E6">
        <w:rPr>
          <w:lang w:eastAsia="fr-FR"/>
        </w:rPr>
        <w:t>Valorisation des prestations supplémentaires éventuelles</w:t>
      </w:r>
    </w:p>
    <w:tbl>
      <w:tblPr>
        <w:tblStyle w:val="Grilledutableau"/>
        <w:tblW w:w="9937" w:type="dxa"/>
        <w:tblLook w:val="04A0" w:firstRow="1" w:lastRow="0" w:firstColumn="1" w:lastColumn="0" w:noHBand="0" w:noVBand="1"/>
      </w:tblPr>
      <w:tblGrid>
        <w:gridCol w:w="846"/>
        <w:gridCol w:w="5245"/>
        <w:gridCol w:w="1923"/>
        <w:gridCol w:w="1923"/>
      </w:tblGrid>
      <w:tr w:rsidR="009D29B4" w:rsidRPr="00112208" w14:paraId="01DD9FF9" w14:textId="77777777" w:rsidTr="00B432E5">
        <w:tc>
          <w:tcPr>
            <w:tcW w:w="6091" w:type="dxa"/>
            <w:gridSpan w:val="2"/>
            <w:shd w:val="clear" w:color="auto" w:fill="D9D9D9" w:themeFill="background1" w:themeFillShade="D9"/>
          </w:tcPr>
          <w:p w14:paraId="4BCB5941" w14:textId="30E642B1" w:rsidR="009D29B4" w:rsidRPr="00112208" w:rsidRDefault="009D29B4" w:rsidP="00720C11">
            <w:pPr>
              <w:pStyle w:val="TableauCentr0"/>
              <w:rPr>
                <w:b/>
                <w:bCs/>
                <w:lang w:eastAsia="fr-FR"/>
              </w:rPr>
            </w:pPr>
            <w:r>
              <w:rPr>
                <w:b/>
                <w:bCs/>
                <w:lang w:eastAsia="fr-FR"/>
              </w:rPr>
              <w:t>PSE</w:t>
            </w:r>
          </w:p>
        </w:tc>
        <w:tc>
          <w:tcPr>
            <w:tcW w:w="1923" w:type="dxa"/>
            <w:shd w:val="clear" w:color="auto" w:fill="D9D9D9" w:themeFill="background1" w:themeFillShade="D9"/>
          </w:tcPr>
          <w:p w14:paraId="532BF49E" w14:textId="670FF79F" w:rsidR="009D29B4" w:rsidRPr="00112208" w:rsidRDefault="009D29B4" w:rsidP="00720C11">
            <w:pPr>
              <w:pStyle w:val="TableauCentr0"/>
              <w:rPr>
                <w:b/>
                <w:bCs/>
                <w:lang w:eastAsia="fr-FR"/>
              </w:rPr>
            </w:pPr>
            <w:r w:rsidRPr="00112208">
              <w:rPr>
                <w:b/>
                <w:bCs/>
                <w:lang w:eastAsia="fr-FR"/>
              </w:rPr>
              <w:t>Montant hors TVA</w:t>
            </w:r>
            <w:r>
              <w:rPr>
                <w:b/>
                <w:bCs/>
                <w:lang w:eastAsia="fr-FR"/>
              </w:rPr>
              <w:t>*</w:t>
            </w:r>
          </w:p>
        </w:tc>
        <w:tc>
          <w:tcPr>
            <w:tcW w:w="1923" w:type="dxa"/>
            <w:shd w:val="clear" w:color="auto" w:fill="D9D9D9" w:themeFill="background1" w:themeFillShade="D9"/>
          </w:tcPr>
          <w:p w14:paraId="3369EE09" w14:textId="77777777" w:rsidR="009D29B4" w:rsidRPr="00112208" w:rsidRDefault="009D29B4" w:rsidP="00720C11">
            <w:pPr>
              <w:pStyle w:val="TableauCentr0"/>
              <w:rPr>
                <w:b/>
                <w:bCs/>
                <w:lang w:eastAsia="fr-FR"/>
              </w:rPr>
            </w:pPr>
            <w:r w:rsidRPr="00112208">
              <w:rPr>
                <w:b/>
                <w:bCs/>
                <w:lang w:eastAsia="fr-FR"/>
              </w:rPr>
              <w:t>Montant TVA incluse</w:t>
            </w:r>
          </w:p>
        </w:tc>
      </w:tr>
      <w:tr w:rsidR="009D29B4" w14:paraId="2A7F2DC7" w14:textId="77777777" w:rsidTr="00B432E5">
        <w:tc>
          <w:tcPr>
            <w:tcW w:w="846" w:type="dxa"/>
          </w:tcPr>
          <w:p w14:paraId="4350D807" w14:textId="69E9BFA9" w:rsidR="009D29B4" w:rsidRDefault="00B432E5" w:rsidP="00720C11">
            <w:pPr>
              <w:pStyle w:val="TableauDroite"/>
              <w:rPr>
                <w:lang w:eastAsia="fr-FR"/>
              </w:rPr>
            </w:pPr>
            <w:r>
              <w:rPr>
                <w:lang w:eastAsia="fr-FR"/>
              </w:rPr>
              <w:t xml:space="preserve">PSE </w:t>
            </w:r>
            <w:r w:rsidR="009D29B4">
              <w:rPr>
                <w:lang w:eastAsia="fr-FR"/>
              </w:rPr>
              <w:t>1</w:t>
            </w:r>
          </w:p>
        </w:tc>
        <w:tc>
          <w:tcPr>
            <w:tcW w:w="5245" w:type="dxa"/>
          </w:tcPr>
          <w:p w14:paraId="2E4EB89F" w14:textId="1E934E01" w:rsidR="009D29B4" w:rsidRDefault="00EB0591" w:rsidP="00720C11">
            <w:pPr>
              <w:pStyle w:val="TableauDroite"/>
              <w:rPr>
                <w:lang w:eastAsia="fr-FR"/>
              </w:rPr>
            </w:pPr>
            <w:r>
              <w:rPr>
                <w:lang w:eastAsia="fr-FR"/>
              </w:rPr>
              <w:t>Isolation</w:t>
            </w:r>
            <w:r w:rsidR="009D29B4" w:rsidRPr="001B42AC">
              <w:rPr>
                <w:lang w:eastAsia="fr-FR"/>
              </w:rPr>
              <w:t xml:space="preserve"> des amphithéâtres </w:t>
            </w:r>
            <w:r w:rsidR="009D29B4">
              <w:rPr>
                <w:lang w:eastAsia="fr-FR"/>
              </w:rPr>
              <w:t>D</w:t>
            </w:r>
            <w:r w:rsidR="009D29B4" w:rsidRPr="001B42AC">
              <w:rPr>
                <w:lang w:eastAsia="fr-FR"/>
              </w:rPr>
              <w:t xml:space="preserve"> &amp; </w:t>
            </w:r>
            <w:r w:rsidR="009D29B4">
              <w:rPr>
                <w:lang w:eastAsia="fr-FR"/>
              </w:rPr>
              <w:t>E</w:t>
            </w:r>
          </w:p>
        </w:tc>
        <w:tc>
          <w:tcPr>
            <w:tcW w:w="1923" w:type="dxa"/>
          </w:tcPr>
          <w:p w14:paraId="1D0D8934" w14:textId="77777777" w:rsidR="009D29B4" w:rsidRDefault="009D29B4" w:rsidP="00720C11">
            <w:pPr>
              <w:pStyle w:val="TableauDroite"/>
              <w:rPr>
                <w:lang w:eastAsia="fr-FR"/>
              </w:rPr>
            </w:pPr>
          </w:p>
        </w:tc>
        <w:tc>
          <w:tcPr>
            <w:tcW w:w="1923" w:type="dxa"/>
          </w:tcPr>
          <w:p w14:paraId="01A177D7" w14:textId="77777777" w:rsidR="009D29B4" w:rsidRDefault="009D29B4" w:rsidP="00720C11">
            <w:pPr>
              <w:pStyle w:val="TableauDroite"/>
              <w:rPr>
                <w:lang w:eastAsia="fr-FR"/>
              </w:rPr>
            </w:pPr>
          </w:p>
        </w:tc>
      </w:tr>
      <w:tr w:rsidR="009D29B4" w14:paraId="29B2E5ED" w14:textId="77777777" w:rsidTr="00B432E5">
        <w:tc>
          <w:tcPr>
            <w:tcW w:w="846" w:type="dxa"/>
          </w:tcPr>
          <w:p w14:paraId="31BC2196" w14:textId="43DA2CBF" w:rsidR="009D29B4" w:rsidRDefault="00B432E5" w:rsidP="00720C11">
            <w:pPr>
              <w:pStyle w:val="TableauDroite"/>
              <w:rPr>
                <w:lang w:eastAsia="fr-FR"/>
              </w:rPr>
            </w:pPr>
            <w:r>
              <w:rPr>
                <w:lang w:eastAsia="fr-FR"/>
              </w:rPr>
              <w:t xml:space="preserve">PSE </w:t>
            </w:r>
            <w:r w:rsidR="009D29B4">
              <w:rPr>
                <w:lang w:eastAsia="fr-FR"/>
              </w:rPr>
              <w:t>2</w:t>
            </w:r>
          </w:p>
        </w:tc>
        <w:tc>
          <w:tcPr>
            <w:tcW w:w="5245" w:type="dxa"/>
          </w:tcPr>
          <w:p w14:paraId="6C0BE762" w14:textId="135850CD" w:rsidR="009D29B4" w:rsidRDefault="00EB0591" w:rsidP="00720C11">
            <w:pPr>
              <w:pStyle w:val="TableauDroite"/>
              <w:rPr>
                <w:lang w:eastAsia="fr-FR"/>
              </w:rPr>
            </w:pPr>
            <w:r>
              <w:t>Escalier d’accès à la toiture du bâtiment D</w:t>
            </w:r>
          </w:p>
        </w:tc>
        <w:tc>
          <w:tcPr>
            <w:tcW w:w="1923" w:type="dxa"/>
          </w:tcPr>
          <w:p w14:paraId="1FB899DF" w14:textId="77777777" w:rsidR="009D29B4" w:rsidRDefault="009D29B4" w:rsidP="00720C11">
            <w:pPr>
              <w:pStyle w:val="TableauDroite"/>
              <w:rPr>
                <w:lang w:eastAsia="fr-FR"/>
              </w:rPr>
            </w:pPr>
          </w:p>
        </w:tc>
        <w:tc>
          <w:tcPr>
            <w:tcW w:w="1923" w:type="dxa"/>
          </w:tcPr>
          <w:p w14:paraId="2B5652CA" w14:textId="77777777" w:rsidR="009D29B4" w:rsidRDefault="009D29B4" w:rsidP="00720C11">
            <w:pPr>
              <w:pStyle w:val="TableauDroite"/>
              <w:rPr>
                <w:lang w:eastAsia="fr-FR"/>
              </w:rPr>
            </w:pPr>
          </w:p>
        </w:tc>
      </w:tr>
      <w:tr w:rsidR="009D29B4" w14:paraId="676E3AE4" w14:textId="77777777" w:rsidTr="00B432E5">
        <w:tc>
          <w:tcPr>
            <w:tcW w:w="846" w:type="dxa"/>
          </w:tcPr>
          <w:p w14:paraId="413B6C70" w14:textId="3D5140A5" w:rsidR="009D29B4" w:rsidRDefault="00B432E5" w:rsidP="00720C11">
            <w:pPr>
              <w:pStyle w:val="TableauDroite"/>
              <w:rPr>
                <w:lang w:eastAsia="fr-FR"/>
              </w:rPr>
            </w:pPr>
            <w:r>
              <w:rPr>
                <w:lang w:eastAsia="fr-FR"/>
              </w:rPr>
              <w:t xml:space="preserve">PSE </w:t>
            </w:r>
            <w:r w:rsidR="009D29B4">
              <w:rPr>
                <w:lang w:eastAsia="fr-FR"/>
              </w:rPr>
              <w:t>3</w:t>
            </w:r>
          </w:p>
        </w:tc>
        <w:tc>
          <w:tcPr>
            <w:tcW w:w="5245" w:type="dxa"/>
          </w:tcPr>
          <w:p w14:paraId="4F2B8712" w14:textId="4C16D94D" w:rsidR="009D29B4" w:rsidRDefault="009D29B4" w:rsidP="00720C11">
            <w:pPr>
              <w:pStyle w:val="TableauDroite"/>
              <w:rPr>
                <w:lang w:eastAsia="fr-FR"/>
              </w:rPr>
            </w:pPr>
            <w:r w:rsidRPr="001B42AC">
              <w:rPr>
                <w:lang w:eastAsia="fr-FR"/>
              </w:rPr>
              <w:t>Sas thermiques</w:t>
            </w:r>
          </w:p>
        </w:tc>
        <w:tc>
          <w:tcPr>
            <w:tcW w:w="1923" w:type="dxa"/>
          </w:tcPr>
          <w:p w14:paraId="53E98C70" w14:textId="77777777" w:rsidR="009D29B4" w:rsidRDefault="009D29B4" w:rsidP="00720C11">
            <w:pPr>
              <w:pStyle w:val="TableauDroite"/>
              <w:rPr>
                <w:lang w:eastAsia="fr-FR"/>
              </w:rPr>
            </w:pPr>
          </w:p>
        </w:tc>
        <w:tc>
          <w:tcPr>
            <w:tcW w:w="1923" w:type="dxa"/>
          </w:tcPr>
          <w:p w14:paraId="1F35A100" w14:textId="77777777" w:rsidR="009D29B4" w:rsidRDefault="009D29B4" w:rsidP="00720C11">
            <w:pPr>
              <w:pStyle w:val="TableauDroite"/>
              <w:rPr>
                <w:lang w:eastAsia="fr-FR"/>
              </w:rPr>
            </w:pPr>
          </w:p>
        </w:tc>
      </w:tr>
    </w:tbl>
    <w:p w14:paraId="250AD666" w14:textId="574DEA03" w:rsidR="000529E6" w:rsidRDefault="000529E6" w:rsidP="000529E6">
      <w:pPr>
        <w:pStyle w:val="Corpsdetexte"/>
        <w:rPr>
          <w:lang w:eastAsia="fr-FR"/>
        </w:rPr>
      </w:pPr>
    </w:p>
    <w:p w14:paraId="631767CE" w14:textId="04F141D2" w:rsidR="000529E6" w:rsidRPr="000529E6" w:rsidRDefault="000529E6" w:rsidP="000529E6">
      <w:pPr>
        <w:pStyle w:val="Corpsdetexte"/>
        <w:rPr>
          <w:sz w:val="16"/>
          <w:szCs w:val="18"/>
          <w:lang w:eastAsia="fr-FR"/>
        </w:rPr>
      </w:pPr>
      <w:r>
        <w:rPr>
          <w:sz w:val="16"/>
          <w:szCs w:val="18"/>
          <w:lang w:eastAsia="fr-FR"/>
        </w:rPr>
        <w:t xml:space="preserve">* </w:t>
      </w:r>
      <w:r w:rsidRPr="000529E6">
        <w:rPr>
          <w:sz w:val="16"/>
          <w:szCs w:val="18"/>
          <w:lang w:eastAsia="fr-FR"/>
        </w:rPr>
        <w:t>plus ou moins-value par rapport à la solution de base</w:t>
      </w:r>
    </w:p>
    <w:p w14:paraId="6ADD8469" w14:textId="6D8B7CF2" w:rsidR="000529E6" w:rsidRDefault="000529E6" w:rsidP="000529E6">
      <w:pPr>
        <w:pStyle w:val="Titren5"/>
        <w:rPr>
          <w:lang w:eastAsia="fr-FR"/>
        </w:rPr>
      </w:pPr>
      <w:r>
        <w:rPr>
          <w:lang w:eastAsia="fr-FR"/>
        </w:rPr>
        <w:t>Décision du maître d’ouvrage</w:t>
      </w:r>
    </w:p>
    <w:tbl>
      <w:tblPr>
        <w:tblW w:w="9653" w:type="dxa"/>
        <w:tblInd w:w="-78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6"/>
        <w:gridCol w:w="1845"/>
        <w:gridCol w:w="1703"/>
        <w:gridCol w:w="1420"/>
        <w:gridCol w:w="3115"/>
        <w:gridCol w:w="130"/>
        <w:gridCol w:w="445"/>
        <w:gridCol w:w="499"/>
      </w:tblGrid>
      <w:tr w:rsidR="000529E6" w:rsidRPr="000529E6" w14:paraId="63EA3D4A" w14:textId="77777777" w:rsidTr="00720C11">
        <w:tc>
          <w:tcPr>
            <w:tcW w:w="9653" w:type="dxa"/>
            <w:gridSpan w:val="8"/>
          </w:tcPr>
          <w:p w14:paraId="682EBBDF" w14:textId="77777777" w:rsidR="000529E6" w:rsidRPr="000529E6" w:rsidRDefault="000529E6" w:rsidP="000529E6">
            <w:pPr>
              <w:pStyle w:val="TableauDroite"/>
              <w:rPr>
                <w:lang w:eastAsia="fr-FR"/>
              </w:rPr>
            </w:pPr>
            <w:r w:rsidRPr="000529E6">
              <w:rPr>
                <w:lang w:eastAsia="fr-FR"/>
              </w:rPr>
              <w:t>Compte tenu de l'acceptation de la/des prestation(s) supplémentaires(s) éventuelles(s)</w:t>
            </w:r>
          </w:p>
        </w:tc>
      </w:tr>
      <w:tr w:rsidR="000529E6" w:rsidRPr="000529E6" w14:paraId="08CF5A2C" w14:textId="77777777" w:rsidTr="00720C11">
        <w:tc>
          <w:tcPr>
            <w:tcW w:w="496" w:type="dxa"/>
          </w:tcPr>
          <w:p w14:paraId="2C3E3393" w14:textId="77777777" w:rsidR="000529E6" w:rsidRPr="000529E6" w:rsidRDefault="000529E6" w:rsidP="000529E6">
            <w:pPr>
              <w:pStyle w:val="TableauDroite"/>
              <w:rPr>
                <w:lang w:eastAsia="fr-FR"/>
              </w:rPr>
            </w:pPr>
            <w:r w:rsidRPr="000529E6">
              <w:rPr>
                <w:lang w:eastAsia="fr-FR"/>
              </w:rPr>
              <w:t>n°</w:t>
            </w:r>
          </w:p>
        </w:tc>
        <w:tc>
          <w:tcPr>
            <w:tcW w:w="35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94D5342" w14:textId="77777777" w:rsidR="000529E6" w:rsidRPr="000529E6" w:rsidRDefault="000529E6" w:rsidP="000529E6">
            <w:pPr>
              <w:pStyle w:val="TableauDroite"/>
              <w:rPr>
                <w:lang w:eastAsia="fr-FR"/>
              </w:rPr>
            </w:pPr>
          </w:p>
        </w:tc>
        <w:tc>
          <w:tcPr>
            <w:tcW w:w="5609" w:type="dxa"/>
            <w:gridSpan w:val="5"/>
            <w:tcBorders>
              <w:left w:val="single" w:sz="4" w:space="0" w:color="000000"/>
            </w:tcBorders>
          </w:tcPr>
          <w:p w14:paraId="56800868" w14:textId="77777777" w:rsidR="000529E6" w:rsidRPr="000529E6" w:rsidRDefault="000529E6" w:rsidP="000529E6">
            <w:pPr>
              <w:pStyle w:val="TableauDroite"/>
              <w:rPr>
                <w:lang w:eastAsia="fr-FR"/>
              </w:rPr>
            </w:pPr>
            <w:r w:rsidRPr="000529E6">
              <w:rPr>
                <w:lang w:eastAsia="fr-FR"/>
              </w:rPr>
              <w:t xml:space="preserve">, </w:t>
            </w:r>
            <w:r w:rsidRPr="000529E6">
              <w:rPr>
                <w:rStyle w:val="TableauDroiteCar"/>
                <w:lang w:eastAsia="fr-FR"/>
              </w:rPr>
              <w:t>le montant du marché est arrêté à</w:t>
            </w:r>
            <w:r w:rsidRPr="000529E6">
              <w:rPr>
                <w:rStyle w:val="TableauDroiteCar"/>
                <w:rFonts w:ascii="Calibri" w:hAnsi="Calibri" w:cs="Calibri"/>
                <w:lang w:eastAsia="fr-FR"/>
              </w:rPr>
              <w:t> </w:t>
            </w:r>
            <w:r w:rsidRPr="000529E6">
              <w:rPr>
                <w:rStyle w:val="TableauDroiteCar"/>
                <w:lang w:eastAsia="fr-FR"/>
              </w:rPr>
              <w:t>:</w:t>
            </w:r>
          </w:p>
        </w:tc>
      </w:tr>
      <w:tr w:rsidR="000529E6" w:rsidRPr="000529E6" w14:paraId="744BCBFE" w14:textId="77777777" w:rsidTr="00720C11">
        <w:tc>
          <w:tcPr>
            <w:tcW w:w="9653" w:type="dxa"/>
            <w:gridSpan w:val="8"/>
          </w:tcPr>
          <w:p w14:paraId="15C2FC0A" w14:textId="77777777" w:rsidR="000529E6" w:rsidRPr="000529E6" w:rsidRDefault="000529E6" w:rsidP="000529E6">
            <w:pPr>
              <w:pStyle w:val="TableauDroite"/>
              <w:rPr>
                <w:lang w:eastAsia="fr-FR"/>
              </w:rPr>
            </w:pPr>
          </w:p>
        </w:tc>
      </w:tr>
      <w:tr w:rsidR="000529E6" w:rsidRPr="000529E6" w14:paraId="6E2D1FCE" w14:textId="77777777" w:rsidTr="00720C11">
        <w:tc>
          <w:tcPr>
            <w:tcW w:w="5464" w:type="dxa"/>
            <w:gridSpan w:val="4"/>
            <w:tcMar>
              <w:left w:w="71" w:type="dxa"/>
              <w:right w:w="71" w:type="dxa"/>
            </w:tcMar>
          </w:tcPr>
          <w:p w14:paraId="1ADDD09A" w14:textId="77777777" w:rsidR="000529E6" w:rsidRPr="000529E6" w:rsidRDefault="000529E6" w:rsidP="000529E6">
            <w:pPr>
              <w:pStyle w:val="TableauDroite"/>
              <w:rPr>
                <w:lang w:eastAsia="fr-FR"/>
              </w:rPr>
            </w:pPr>
            <w:r w:rsidRPr="000529E6">
              <w:rPr>
                <w:lang w:eastAsia="fr-FR"/>
              </w:rPr>
              <w:t>Montant hors TVA</w:t>
            </w:r>
            <w:r w:rsidRPr="000529E6">
              <w:rPr>
                <w:rFonts w:ascii="Calibri" w:hAnsi="Calibri" w:cs="Calibri"/>
                <w:b/>
                <w:lang w:eastAsia="fr-FR"/>
              </w:rPr>
              <w:t> </w:t>
            </w:r>
            <w:r w:rsidRPr="000529E6">
              <w:rPr>
                <w:b/>
                <w:lang w:eastAsia="fr-FR"/>
              </w:rPr>
              <w:t>:</w:t>
            </w:r>
          </w:p>
        </w:tc>
        <w:tc>
          <w:tcPr>
            <w:tcW w:w="32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1" w:type="dxa"/>
              <w:right w:w="71" w:type="dxa"/>
            </w:tcMar>
          </w:tcPr>
          <w:p w14:paraId="4A986B34" w14:textId="77777777" w:rsidR="000529E6" w:rsidRPr="000529E6" w:rsidRDefault="000529E6" w:rsidP="000529E6">
            <w:pPr>
              <w:pStyle w:val="TableauDroite"/>
              <w:rPr>
                <w:lang w:eastAsia="fr-FR"/>
              </w:rPr>
            </w:pPr>
          </w:p>
        </w:tc>
        <w:tc>
          <w:tcPr>
            <w:tcW w:w="944" w:type="dxa"/>
            <w:gridSpan w:val="2"/>
            <w:tcBorders>
              <w:left w:val="single" w:sz="4" w:space="0" w:color="000000"/>
            </w:tcBorders>
            <w:tcMar>
              <w:left w:w="0" w:type="dxa"/>
              <w:right w:w="0" w:type="dxa"/>
            </w:tcMar>
          </w:tcPr>
          <w:p w14:paraId="545579C3" w14:textId="77777777" w:rsidR="000529E6" w:rsidRPr="000529E6" w:rsidRDefault="000529E6" w:rsidP="000529E6">
            <w:pPr>
              <w:pStyle w:val="Corpsdetexte"/>
              <w:rPr>
                <w:lang w:eastAsia="fr-FR"/>
              </w:rPr>
            </w:pPr>
          </w:p>
        </w:tc>
      </w:tr>
      <w:tr w:rsidR="000529E6" w:rsidRPr="000529E6" w14:paraId="6599C0B4" w14:textId="77777777" w:rsidTr="00720C11">
        <w:trPr>
          <w:trHeight w:hRule="exact" w:val="60"/>
        </w:trPr>
        <w:tc>
          <w:tcPr>
            <w:tcW w:w="5464" w:type="dxa"/>
            <w:gridSpan w:val="4"/>
            <w:tcMar>
              <w:left w:w="71" w:type="dxa"/>
              <w:right w:w="71" w:type="dxa"/>
            </w:tcMar>
          </w:tcPr>
          <w:p w14:paraId="542A063D" w14:textId="77777777" w:rsidR="000529E6" w:rsidRPr="000529E6" w:rsidRDefault="000529E6" w:rsidP="000529E6">
            <w:pPr>
              <w:pStyle w:val="TableauDroite"/>
              <w:rPr>
                <w:lang w:eastAsia="fr-FR"/>
              </w:rPr>
            </w:pPr>
          </w:p>
        </w:tc>
        <w:tc>
          <w:tcPr>
            <w:tcW w:w="3115" w:type="dxa"/>
            <w:tcMar>
              <w:left w:w="71" w:type="dxa"/>
              <w:right w:w="71" w:type="dxa"/>
            </w:tcMar>
          </w:tcPr>
          <w:p w14:paraId="6B3E3B48" w14:textId="77777777" w:rsidR="000529E6" w:rsidRPr="000529E6" w:rsidRDefault="000529E6" w:rsidP="000529E6">
            <w:pPr>
              <w:pStyle w:val="TableauDroite"/>
              <w:rPr>
                <w:lang w:eastAsia="fr-FR"/>
              </w:rPr>
            </w:pPr>
          </w:p>
        </w:tc>
        <w:tc>
          <w:tcPr>
            <w:tcW w:w="575" w:type="dxa"/>
            <w:gridSpan w:val="2"/>
            <w:tcMar>
              <w:left w:w="71" w:type="dxa"/>
              <w:right w:w="71" w:type="dxa"/>
            </w:tcMar>
          </w:tcPr>
          <w:p w14:paraId="4D75334A" w14:textId="77777777" w:rsidR="000529E6" w:rsidRPr="000529E6" w:rsidRDefault="000529E6" w:rsidP="000529E6">
            <w:pPr>
              <w:pStyle w:val="TableauDroite"/>
              <w:rPr>
                <w:lang w:eastAsia="fr-FR"/>
              </w:rPr>
            </w:pPr>
          </w:p>
        </w:tc>
        <w:tc>
          <w:tcPr>
            <w:tcW w:w="499" w:type="dxa"/>
            <w:tcMar>
              <w:left w:w="0" w:type="dxa"/>
              <w:right w:w="0" w:type="dxa"/>
            </w:tcMar>
          </w:tcPr>
          <w:p w14:paraId="243D7AB9" w14:textId="77777777" w:rsidR="000529E6" w:rsidRPr="000529E6" w:rsidRDefault="000529E6" w:rsidP="000529E6">
            <w:pPr>
              <w:pStyle w:val="Corpsdetexte"/>
              <w:rPr>
                <w:lang w:eastAsia="fr-FR"/>
              </w:rPr>
            </w:pPr>
          </w:p>
        </w:tc>
      </w:tr>
      <w:tr w:rsidR="000529E6" w:rsidRPr="000529E6" w14:paraId="36E81B9C" w14:textId="77777777" w:rsidTr="00720C11">
        <w:tc>
          <w:tcPr>
            <w:tcW w:w="5464" w:type="dxa"/>
            <w:gridSpan w:val="4"/>
            <w:tcMar>
              <w:left w:w="71" w:type="dxa"/>
              <w:right w:w="71" w:type="dxa"/>
            </w:tcMar>
          </w:tcPr>
          <w:p w14:paraId="5682ADC1" w14:textId="77777777" w:rsidR="000529E6" w:rsidRPr="000529E6" w:rsidRDefault="000529E6" w:rsidP="000529E6">
            <w:pPr>
              <w:pStyle w:val="TableauDroite"/>
              <w:rPr>
                <w:lang w:eastAsia="fr-FR"/>
              </w:rPr>
            </w:pPr>
            <w:r w:rsidRPr="000529E6">
              <w:rPr>
                <w:lang w:eastAsia="fr-FR"/>
              </w:rPr>
              <w:t>TVA</w:t>
            </w:r>
          </w:p>
        </w:tc>
        <w:tc>
          <w:tcPr>
            <w:tcW w:w="32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1" w:type="dxa"/>
              <w:right w:w="71" w:type="dxa"/>
            </w:tcMar>
          </w:tcPr>
          <w:p w14:paraId="6E50A252" w14:textId="77777777" w:rsidR="000529E6" w:rsidRPr="000529E6" w:rsidRDefault="000529E6" w:rsidP="000529E6">
            <w:pPr>
              <w:pStyle w:val="TableauDroite"/>
              <w:rPr>
                <w:lang w:eastAsia="fr-FR"/>
              </w:rPr>
            </w:pPr>
          </w:p>
        </w:tc>
        <w:tc>
          <w:tcPr>
            <w:tcW w:w="944" w:type="dxa"/>
            <w:gridSpan w:val="2"/>
            <w:tcBorders>
              <w:left w:val="single" w:sz="4" w:space="0" w:color="000000"/>
            </w:tcBorders>
            <w:tcMar>
              <w:left w:w="0" w:type="dxa"/>
              <w:right w:w="0" w:type="dxa"/>
            </w:tcMar>
          </w:tcPr>
          <w:p w14:paraId="2670227F" w14:textId="77777777" w:rsidR="000529E6" w:rsidRPr="000529E6" w:rsidRDefault="000529E6" w:rsidP="000529E6">
            <w:pPr>
              <w:pStyle w:val="Corpsdetexte"/>
              <w:rPr>
                <w:lang w:eastAsia="fr-FR"/>
              </w:rPr>
            </w:pPr>
          </w:p>
        </w:tc>
      </w:tr>
      <w:tr w:rsidR="000529E6" w:rsidRPr="000529E6" w14:paraId="517CD807" w14:textId="77777777" w:rsidTr="00720C11">
        <w:trPr>
          <w:trHeight w:hRule="exact" w:val="60"/>
        </w:trPr>
        <w:tc>
          <w:tcPr>
            <w:tcW w:w="5464" w:type="dxa"/>
            <w:gridSpan w:val="4"/>
            <w:tcMar>
              <w:left w:w="71" w:type="dxa"/>
              <w:right w:w="71" w:type="dxa"/>
            </w:tcMar>
          </w:tcPr>
          <w:p w14:paraId="0177EF5D" w14:textId="77777777" w:rsidR="000529E6" w:rsidRPr="000529E6" w:rsidRDefault="000529E6" w:rsidP="000529E6">
            <w:pPr>
              <w:pStyle w:val="TableauDroite"/>
              <w:rPr>
                <w:lang w:eastAsia="fr-FR"/>
              </w:rPr>
            </w:pPr>
          </w:p>
        </w:tc>
        <w:tc>
          <w:tcPr>
            <w:tcW w:w="3115" w:type="dxa"/>
            <w:tcMar>
              <w:left w:w="71" w:type="dxa"/>
              <w:right w:w="71" w:type="dxa"/>
            </w:tcMar>
          </w:tcPr>
          <w:p w14:paraId="71268565" w14:textId="77777777" w:rsidR="000529E6" w:rsidRPr="000529E6" w:rsidRDefault="000529E6" w:rsidP="000529E6">
            <w:pPr>
              <w:pStyle w:val="TableauDroite"/>
              <w:rPr>
                <w:lang w:eastAsia="fr-FR"/>
              </w:rPr>
            </w:pPr>
          </w:p>
        </w:tc>
        <w:tc>
          <w:tcPr>
            <w:tcW w:w="575" w:type="dxa"/>
            <w:gridSpan w:val="2"/>
            <w:tcMar>
              <w:left w:w="71" w:type="dxa"/>
              <w:right w:w="71" w:type="dxa"/>
            </w:tcMar>
          </w:tcPr>
          <w:p w14:paraId="6DD85FE3" w14:textId="77777777" w:rsidR="000529E6" w:rsidRPr="000529E6" w:rsidRDefault="000529E6" w:rsidP="000529E6">
            <w:pPr>
              <w:pStyle w:val="TableauDroite"/>
              <w:rPr>
                <w:lang w:eastAsia="fr-FR"/>
              </w:rPr>
            </w:pPr>
          </w:p>
        </w:tc>
        <w:tc>
          <w:tcPr>
            <w:tcW w:w="499" w:type="dxa"/>
            <w:tcMar>
              <w:left w:w="0" w:type="dxa"/>
              <w:right w:w="0" w:type="dxa"/>
            </w:tcMar>
          </w:tcPr>
          <w:p w14:paraId="20E377EF" w14:textId="77777777" w:rsidR="000529E6" w:rsidRPr="000529E6" w:rsidRDefault="000529E6" w:rsidP="000529E6">
            <w:pPr>
              <w:pStyle w:val="Corpsdetexte"/>
              <w:rPr>
                <w:lang w:eastAsia="fr-FR"/>
              </w:rPr>
            </w:pPr>
          </w:p>
        </w:tc>
      </w:tr>
      <w:tr w:rsidR="000529E6" w:rsidRPr="000529E6" w14:paraId="2B9A1755" w14:textId="77777777" w:rsidTr="00720C11">
        <w:tc>
          <w:tcPr>
            <w:tcW w:w="5464" w:type="dxa"/>
            <w:gridSpan w:val="4"/>
            <w:tcMar>
              <w:left w:w="71" w:type="dxa"/>
              <w:right w:w="71" w:type="dxa"/>
            </w:tcMar>
          </w:tcPr>
          <w:p w14:paraId="3D7853F8" w14:textId="77777777" w:rsidR="000529E6" w:rsidRPr="000529E6" w:rsidRDefault="000529E6" w:rsidP="000529E6">
            <w:pPr>
              <w:pStyle w:val="TableauDroite"/>
              <w:rPr>
                <w:lang w:eastAsia="fr-FR"/>
              </w:rPr>
            </w:pPr>
            <w:r w:rsidRPr="000529E6">
              <w:rPr>
                <w:lang w:eastAsia="fr-FR"/>
              </w:rPr>
              <w:t>Montant TVA incluse</w:t>
            </w:r>
            <w:r w:rsidRPr="000529E6">
              <w:rPr>
                <w:rFonts w:ascii="Calibri" w:hAnsi="Calibri" w:cs="Calibri"/>
                <w:lang w:eastAsia="fr-FR"/>
              </w:rPr>
              <w:t> </w:t>
            </w:r>
            <w:r w:rsidRPr="000529E6">
              <w:rPr>
                <w:lang w:eastAsia="fr-FR"/>
              </w:rPr>
              <w:t>:</w:t>
            </w:r>
          </w:p>
        </w:tc>
        <w:tc>
          <w:tcPr>
            <w:tcW w:w="32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1" w:type="dxa"/>
              <w:right w:w="71" w:type="dxa"/>
            </w:tcMar>
          </w:tcPr>
          <w:p w14:paraId="4C3A1940" w14:textId="77777777" w:rsidR="000529E6" w:rsidRPr="000529E6" w:rsidRDefault="000529E6" w:rsidP="000529E6">
            <w:pPr>
              <w:pStyle w:val="TableauDroite"/>
              <w:rPr>
                <w:lang w:eastAsia="fr-FR"/>
              </w:rPr>
            </w:pPr>
          </w:p>
        </w:tc>
        <w:tc>
          <w:tcPr>
            <w:tcW w:w="944" w:type="dxa"/>
            <w:gridSpan w:val="2"/>
            <w:tcBorders>
              <w:left w:val="single" w:sz="4" w:space="0" w:color="000000"/>
            </w:tcBorders>
            <w:tcMar>
              <w:left w:w="0" w:type="dxa"/>
              <w:right w:w="0" w:type="dxa"/>
            </w:tcMar>
          </w:tcPr>
          <w:p w14:paraId="6BE78304" w14:textId="77777777" w:rsidR="000529E6" w:rsidRPr="000529E6" w:rsidRDefault="000529E6" w:rsidP="000529E6">
            <w:pPr>
              <w:pStyle w:val="Corpsdetexte"/>
              <w:rPr>
                <w:lang w:eastAsia="fr-FR"/>
              </w:rPr>
            </w:pPr>
          </w:p>
        </w:tc>
      </w:tr>
      <w:tr w:rsidR="000529E6" w:rsidRPr="000529E6" w14:paraId="20A2E188" w14:textId="77777777" w:rsidTr="00720C11">
        <w:trPr>
          <w:trHeight w:hRule="exact" w:val="60"/>
        </w:trPr>
        <w:tc>
          <w:tcPr>
            <w:tcW w:w="5464" w:type="dxa"/>
            <w:gridSpan w:val="4"/>
            <w:tcMar>
              <w:left w:w="71" w:type="dxa"/>
              <w:right w:w="71" w:type="dxa"/>
            </w:tcMar>
          </w:tcPr>
          <w:p w14:paraId="517DDA7D" w14:textId="77777777" w:rsidR="000529E6" w:rsidRPr="000529E6" w:rsidRDefault="000529E6" w:rsidP="000529E6">
            <w:pPr>
              <w:pStyle w:val="TableauDroite"/>
              <w:rPr>
                <w:lang w:eastAsia="fr-FR"/>
              </w:rPr>
            </w:pPr>
          </w:p>
        </w:tc>
        <w:tc>
          <w:tcPr>
            <w:tcW w:w="3115" w:type="dxa"/>
            <w:tcMar>
              <w:left w:w="71" w:type="dxa"/>
              <w:right w:w="71" w:type="dxa"/>
            </w:tcMar>
          </w:tcPr>
          <w:p w14:paraId="6433D99B" w14:textId="77777777" w:rsidR="000529E6" w:rsidRPr="000529E6" w:rsidRDefault="000529E6" w:rsidP="000529E6">
            <w:pPr>
              <w:pStyle w:val="TableauDroite"/>
              <w:rPr>
                <w:lang w:eastAsia="fr-FR"/>
              </w:rPr>
            </w:pPr>
          </w:p>
        </w:tc>
        <w:tc>
          <w:tcPr>
            <w:tcW w:w="575" w:type="dxa"/>
            <w:gridSpan w:val="2"/>
            <w:tcMar>
              <w:left w:w="71" w:type="dxa"/>
              <w:right w:w="71" w:type="dxa"/>
            </w:tcMar>
          </w:tcPr>
          <w:p w14:paraId="342FF43D" w14:textId="77777777" w:rsidR="000529E6" w:rsidRPr="000529E6" w:rsidRDefault="000529E6" w:rsidP="000529E6">
            <w:pPr>
              <w:pStyle w:val="TableauDroite"/>
              <w:rPr>
                <w:lang w:eastAsia="fr-FR"/>
              </w:rPr>
            </w:pPr>
          </w:p>
        </w:tc>
        <w:tc>
          <w:tcPr>
            <w:tcW w:w="499" w:type="dxa"/>
            <w:tcMar>
              <w:left w:w="0" w:type="dxa"/>
              <w:right w:w="0" w:type="dxa"/>
            </w:tcMar>
          </w:tcPr>
          <w:p w14:paraId="2EB99556" w14:textId="77777777" w:rsidR="000529E6" w:rsidRPr="000529E6" w:rsidRDefault="000529E6" w:rsidP="000529E6">
            <w:pPr>
              <w:pStyle w:val="Corpsdetexte"/>
              <w:rPr>
                <w:lang w:eastAsia="fr-FR"/>
              </w:rPr>
            </w:pPr>
          </w:p>
        </w:tc>
      </w:tr>
      <w:tr w:rsidR="000529E6" w:rsidRPr="000529E6" w14:paraId="42ACC3D1" w14:textId="77777777" w:rsidTr="00720C11">
        <w:tc>
          <w:tcPr>
            <w:tcW w:w="2341" w:type="dxa"/>
            <w:gridSpan w:val="2"/>
            <w:tcBorders>
              <w:bottom w:val="single" w:sz="4" w:space="0" w:color="000000"/>
            </w:tcBorders>
            <w:tcMar>
              <w:left w:w="71" w:type="dxa"/>
              <w:right w:w="71" w:type="dxa"/>
            </w:tcMar>
          </w:tcPr>
          <w:p w14:paraId="23B2D75B" w14:textId="77777777" w:rsidR="000529E6" w:rsidRPr="000529E6" w:rsidRDefault="000529E6" w:rsidP="000529E6">
            <w:pPr>
              <w:pStyle w:val="TableauDroite"/>
              <w:rPr>
                <w:lang w:eastAsia="fr-FR"/>
              </w:rPr>
            </w:pPr>
            <w:r w:rsidRPr="000529E6">
              <w:rPr>
                <w:lang w:eastAsia="fr-FR"/>
              </w:rPr>
              <w:t>Arrêté en lettres à</w:t>
            </w:r>
          </w:p>
        </w:tc>
        <w:tc>
          <w:tcPr>
            <w:tcW w:w="6368" w:type="dxa"/>
            <w:gridSpan w:val="4"/>
            <w:tcBorders>
              <w:top w:val="single" w:sz="4" w:space="0" w:color="000000"/>
              <w:left w:val="single" w:sz="4" w:space="0" w:color="000000"/>
            </w:tcBorders>
            <w:tcMar>
              <w:left w:w="71" w:type="dxa"/>
              <w:right w:w="71" w:type="dxa"/>
            </w:tcMar>
          </w:tcPr>
          <w:p w14:paraId="1EFC7356" w14:textId="77777777" w:rsidR="000529E6" w:rsidRPr="000529E6" w:rsidRDefault="000529E6" w:rsidP="000529E6">
            <w:pPr>
              <w:pStyle w:val="TableauDroite"/>
              <w:rPr>
                <w:lang w:eastAsia="fr-FR"/>
              </w:rPr>
            </w:pPr>
          </w:p>
        </w:tc>
        <w:tc>
          <w:tcPr>
            <w:tcW w:w="944" w:type="dxa"/>
            <w:gridSpan w:val="2"/>
            <w:tcBorders>
              <w:left w:val="single" w:sz="4" w:space="0" w:color="000000"/>
            </w:tcBorders>
            <w:tcMar>
              <w:left w:w="0" w:type="dxa"/>
              <w:right w:w="0" w:type="dxa"/>
            </w:tcMar>
          </w:tcPr>
          <w:p w14:paraId="55E16356" w14:textId="77777777" w:rsidR="000529E6" w:rsidRPr="000529E6" w:rsidRDefault="000529E6" w:rsidP="000529E6">
            <w:pPr>
              <w:pStyle w:val="Corpsdetexte"/>
              <w:rPr>
                <w:lang w:eastAsia="fr-FR"/>
              </w:rPr>
            </w:pPr>
          </w:p>
        </w:tc>
      </w:tr>
      <w:tr w:rsidR="000529E6" w:rsidRPr="000529E6" w14:paraId="00DB5248" w14:textId="77777777" w:rsidTr="00720C11">
        <w:tc>
          <w:tcPr>
            <w:tcW w:w="8709" w:type="dxa"/>
            <w:gridSpan w:val="6"/>
            <w:tcBorders>
              <w:left w:val="single" w:sz="4" w:space="0" w:color="000000"/>
              <w:bottom w:val="single" w:sz="4" w:space="0" w:color="000000"/>
            </w:tcBorders>
            <w:tcMar>
              <w:left w:w="71" w:type="dxa"/>
              <w:right w:w="71" w:type="dxa"/>
            </w:tcMar>
          </w:tcPr>
          <w:p w14:paraId="78E10024" w14:textId="77777777" w:rsidR="000529E6" w:rsidRPr="000529E6" w:rsidRDefault="000529E6" w:rsidP="000529E6">
            <w:pPr>
              <w:pStyle w:val="TableauDroite"/>
              <w:rPr>
                <w:lang w:eastAsia="fr-FR"/>
              </w:rPr>
            </w:pPr>
          </w:p>
          <w:p w14:paraId="6ACF4F66" w14:textId="77777777" w:rsidR="000529E6" w:rsidRPr="000529E6" w:rsidRDefault="000529E6" w:rsidP="000529E6">
            <w:pPr>
              <w:pStyle w:val="TableauDroite"/>
              <w:rPr>
                <w:lang w:eastAsia="fr-FR"/>
              </w:rPr>
            </w:pPr>
          </w:p>
        </w:tc>
        <w:tc>
          <w:tcPr>
            <w:tcW w:w="944" w:type="dxa"/>
            <w:gridSpan w:val="2"/>
            <w:tcBorders>
              <w:left w:val="single" w:sz="4" w:space="0" w:color="000000"/>
            </w:tcBorders>
            <w:tcMar>
              <w:left w:w="0" w:type="dxa"/>
              <w:right w:w="0" w:type="dxa"/>
            </w:tcMar>
          </w:tcPr>
          <w:p w14:paraId="2E25F2AB" w14:textId="77777777" w:rsidR="000529E6" w:rsidRPr="000529E6" w:rsidRDefault="000529E6" w:rsidP="000529E6">
            <w:pPr>
              <w:pStyle w:val="Corpsdetexte"/>
              <w:rPr>
                <w:lang w:eastAsia="fr-FR"/>
              </w:rPr>
            </w:pPr>
          </w:p>
        </w:tc>
      </w:tr>
    </w:tbl>
    <w:p w14:paraId="1B454435" w14:textId="41C19288" w:rsidR="000529E6" w:rsidRDefault="000529E6" w:rsidP="000529E6">
      <w:pPr>
        <w:pStyle w:val="Corpsdetexte"/>
        <w:rPr>
          <w:lang w:eastAsia="fr-FR"/>
        </w:rPr>
      </w:pPr>
    </w:p>
    <w:p w14:paraId="3A1F4180" w14:textId="77777777" w:rsidR="000529E6" w:rsidRDefault="000529E6">
      <w:pPr>
        <w:widowControl/>
        <w:autoSpaceDE/>
        <w:autoSpaceDN/>
        <w:rPr>
          <w:rFonts w:ascii="Marianne" w:hAnsi="Marianne"/>
          <w:sz w:val="20"/>
          <w:lang w:eastAsia="fr-FR"/>
        </w:rPr>
      </w:pPr>
      <w:r>
        <w:rPr>
          <w:lang w:eastAsia="fr-FR"/>
        </w:rPr>
        <w:br w:type="page"/>
      </w:r>
    </w:p>
    <w:tbl>
      <w:tblPr>
        <w:tblW w:w="972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87"/>
        <w:gridCol w:w="8338"/>
      </w:tblGrid>
      <w:tr w:rsidR="000529E6" w:rsidRPr="000529E6" w14:paraId="524F866B" w14:textId="77777777" w:rsidTr="000529E6">
        <w:tc>
          <w:tcPr>
            <w:tcW w:w="1387" w:type="dxa"/>
          </w:tcPr>
          <w:p w14:paraId="0F024303" w14:textId="77777777" w:rsidR="000529E6" w:rsidRPr="000529E6" w:rsidRDefault="000529E6" w:rsidP="000529E6">
            <w:pPr>
              <w:pStyle w:val="TableauDroite"/>
              <w:rPr>
                <w:b/>
                <w:bCs/>
                <w:sz w:val="28"/>
                <w:szCs w:val="32"/>
                <w:lang w:eastAsia="fr-FR"/>
              </w:rPr>
            </w:pPr>
            <w:r w:rsidRPr="000529E6">
              <w:rPr>
                <w:b/>
                <w:bCs/>
                <w:sz w:val="28"/>
                <w:szCs w:val="32"/>
                <w:lang w:eastAsia="fr-FR"/>
              </w:rPr>
              <w:lastRenderedPageBreak/>
              <w:t>Tranche</w:t>
            </w:r>
            <w:r w:rsidRPr="000529E6">
              <w:rPr>
                <w:rFonts w:ascii="Calibri" w:hAnsi="Calibri" w:cs="Calibri"/>
                <w:b/>
                <w:bCs/>
                <w:sz w:val="28"/>
                <w:szCs w:val="32"/>
                <w:lang w:eastAsia="fr-FR"/>
              </w:rPr>
              <w:t> </w:t>
            </w:r>
            <w:r w:rsidRPr="000529E6">
              <w:rPr>
                <w:b/>
                <w:bCs/>
                <w:sz w:val="28"/>
                <w:szCs w:val="32"/>
                <w:lang w:eastAsia="fr-FR"/>
              </w:rPr>
              <w:t>:</w:t>
            </w:r>
          </w:p>
        </w:tc>
        <w:tc>
          <w:tcPr>
            <w:tcW w:w="8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64D173AC" w14:textId="77777777" w:rsidR="000529E6" w:rsidRPr="000529E6" w:rsidRDefault="000529E6" w:rsidP="000529E6">
            <w:pPr>
              <w:pStyle w:val="TableauDroite"/>
              <w:rPr>
                <w:b/>
                <w:bCs/>
                <w:sz w:val="28"/>
                <w:szCs w:val="32"/>
                <w:lang w:eastAsia="fr-FR"/>
              </w:rPr>
            </w:pPr>
          </w:p>
        </w:tc>
      </w:tr>
    </w:tbl>
    <w:p w14:paraId="4FE49727" w14:textId="77777777" w:rsidR="000529E6" w:rsidRPr="000529E6" w:rsidRDefault="000529E6" w:rsidP="000529E6">
      <w:pPr>
        <w:pStyle w:val="Corpsdetexte"/>
        <w:ind w:left="1418"/>
        <w:rPr>
          <w:sz w:val="16"/>
          <w:szCs w:val="18"/>
          <w:lang w:eastAsia="fr-FR"/>
        </w:rPr>
      </w:pPr>
      <w:r w:rsidRPr="000529E6">
        <w:rPr>
          <w:b/>
          <w:i/>
          <w:sz w:val="16"/>
          <w:szCs w:val="18"/>
          <w:lang w:eastAsia="fr-FR"/>
        </w:rPr>
        <w:t>(</w:t>
      </w:r>
      <w:r w:rsidRPr="000529E6">
        <w:rPr>
          <w:i/>
          <w:sz w:val="16"/>
          <w:szCs w:val="18"/>
          <w:lang w:eastAsia="fr-FR"/>
        </w:rPr>
        <w:t>Renseigner une page par tranche donnant lieu à sous-traitance)</w:t>
      </w:r>
    </w:p>
    <w:p w14:paraId="4335C58E" w14:textId="5AC8F7F6" w:rsidR="00995AF1" w:rsidRPr="00795CD8" w:rsidRDefault="00995AF1" w:rsidP="00995AF1">
      <w:pPr>
        <w:pStyle w:val="Titren2"/>
        <w:rPr>
          <w:lang w:eastAsia="fr-FR"/>
        </w:rPr>
      </w:pPr>
      <w:r w:rsidRPr="00995AF1">
        <w:t>Montant</w:t>
      </w:r>
      <w:r w:rsidRPr="00795CD8">
        <w:rPr>
          <w:lang w:eastAsia="fr-FR"/>
        </w:rPr>
        <w:t xml:space="preserve"> sous-traité</w:t>
      </w:r>
    </w:p>
    <w:p w14:paraId="00E8A338" w14:textId="77777777" w:rsidR="00995AF1" w:rsidRPr="00795CD8" w:rsidRDefault="00995AF1" w:rsidP="00995AF1">
      <w:pPr>
        <w:pStyle w:val="Corpsdetexte"/>
        <w:rPr>
          <w:lang w:eastAsia="fr-FR"/>
        </w:rPr>
      </w:pPr>
      <w:r w:rsidRPr="00795CD8">
        <w:rPr>
          <w:lang w:eastAsia="fr-FR"/>
        </w:rPr>
        <w:t>En cas de recours à la sous-traitance, conformément aux articles L.2193-4, L.2193-5 et R.2193-1 du CCP, un formulaire DC4 sera annexé au présent acte d'engagement pour chaque sous-traitant et indiquera la nature et le montant des prestations qui seront exécutées par chaque sous-traitant, son nom et ses conditions de paiement. Le montant des prestations sous-traitées indiqué dans chaque formulaire annexé constitue le montant maximal de la créance que le sous-traitant concerné pourra présenter en nantissement ou céder. Le montant indiqué au formulaire DC4 est exprimé hors taxe ; le titulaire doit également préciser dans ce formulaire que la TVA est auto</w:t>
      </w:r>
      <w:r>
        <w:rPr>
          <w:lang w:eastAsia="fr-FR"/>
        </w:rPr>
        <w:t>-</w:t>
      </w:r>
      <w:r w:rsidRPr="00795CD8">
        <w:rPr>
          <w:lang w:eastAsia="fr-FR"/>
        </w:rPr>
        <w:t>liquidée.</w:t>
      </w:r>
    </w:p>
    <w:p w14:paraId="77CA4B85" w14:textId="77777777" w:rsidR="00995AF1" w:rsidRPr="00795CD8" w:rsidRDefault="00995AF1" w:rsidP="00995AF1">
      <w:pPr>
        <w:pStyle w:val="Corpsdetexte"/>
        <w:rPr>
          <w:lang w:eastAsia="fr-FR"/>
        </w:rPr>
      </w:pPr>
      <w:r w:rsidRPr="00795CD8">
        <w:rPr>
          <w:lang w:eastAsia="fr-FR"/>
        </w:rPr>
        <w:t>Chaque formulaire annexé constitue une demande d'acceptation du sous-traitant concerné et d'agrément des conditions de paiement du contrat de sous-traitance. La notification du marché est réputée emporter acceptation du sous-traitant et agrément des conditions de paiement du contrat de sous-traitance.</w:t>
      </w:r>
    </w:p>
    <w:p w14:paraId="26C025A7" w14:textId="7BFB65AC" w:rsidR="00995AF1" w:rsidRPr="00795CD8" w:rsidRDefault="00995AF1" w:rsidP="00995AF1">
      <w:pPr>
        <w:pStyle w:val="Corpsdetexte"/>
        <w:rPr>
          <w:lang w:eastAsia="fr-FR"/>
        </w:rPr>
      </w:pPr>
      <w:r w:rsidRPr="00795CD8">
        <w:rPr>
          <w:rFonts w:ascii="Wingdings" w:hAnsi="Wingdings"/>
          <w:sz w:val="36"/>
          <w:szCs w:val="36"/>
          <w:lang w:eastAsia="fr-FR"/>
        </w:rPr>
        <w:t></w:t>
      </w:r>
      <w:r w:rsidRPr="00795CD8">
        <w:rPr>
          <w:lang w:eastAsia="fr-FR"/>
        </w:rPr>
        <w:t xml:space="preserve"> </w:t>
      </w:r>
      <w:r w:rsidR="000529E6">
        <w:rPr>
          <w:b/>
          <w:lang w:eastAsia="fr-FR"/>
        </w:rPr>
        <w:t>Entreprise</w:t>
      </w:r>
      <w:r w:rsidR="000A446A" w:rsidRPr="00795CD8">
        <w:rPr>
          <w:lang w:eastAsia="fr-FR"/>
        </w:rPr>
        <w:t xml:space="preserve"> </w:t>
      </w:r>
      <w:r w:rsidR="000A446A" w:rsidRPr="00BE5E77">
        <w:rPr>
          <w:b/>
          <w:lang w:eastAsia="fr-FR"/>
        </w:rPr>
        <w:t>unique</w:t>
      </w:r>
    </w:p>
    <w:p w14:paraId="3471521C" w14:textId="77777777" w:rsidR="00995AF1" w:rsidRPr="00E90723" w:rsidRDefault="00995AF1" w:rsidP="00995AF1">
      <w:pPr>
        <w:keepNext/>
        <w:widowControl/>
        <w:autoSpaceDE/>
        <w:autoSpaceDN/>
        <w:spacing w:before="119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>Le montant total des prestations sous-traitées conformément à ces formulaires annexés est de</w:t>
      </w:r>
      <w:r w:rsidRPr="00E90723">
        <w:rPr>
          <w:rFonts w:ascii="Calibri" w:eastAsia="Times New Roman" w:hAnsi="Calibri" w:cs="Calibri"/>
          <w:sz w:val="20"/>
          <w:szCs w:val="20"/>
          <w:lang w:eastAsia="fr-FR"/>
        </w:rPr>
        <w:t> </w:t>
      </w: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>:</w:t>
      </w:r>
    </w:p>
    <w:tbl>
      <w:tblPr>
        <w:tblW w:w="6585" w:type="dxa"/>
        <w:tblCellSpacing w:w="0" w:type="dxa"/>
        <w:tblInd w:w="720" w:type="dx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3329"/>
        <w:gridCol w:w="3233"/>
        <w:gridCol w:w="23"/>
      </w:tblGrid>
      <w:tr w:rsidR="00995AF1" w:rsidRPr="00E90723" w14:paraId="5EECC2BA" w14:textId="77777777" w:rsidTr="00995AF1">
        <w:trPr>
          <w:cantSplit/>
          <w:tblCellSpacing w:w="0" w:type="dxa"/>
        </w:trPr>
        <w:tc>
          <w:tcPr>
            <w:tcW w:w="310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A67B8DC" w14:textId="77777777" w:rsidR="00995AF1" w:rsidRPr="00E90723" w:rsidRDefault="00995AF1" w:rsidP="000529E6">
            <w:pPr>
              <w:keepNext/>
              <w:widowControl/>
              <w:numPr>
                <w:ilvl w:val="0"/>
                <w:numId w:val="18"/>
              </w:numPr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E90723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Montant hors TVA</w:t>
            </w:r>
          </w:p>
        </w:tc>
        <w:tc>
          <w:tcPr>
            <w:tcW w:w="30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782BD511" w14:textId="77777777" w:rsidR="00995AF1" w:rsidRPr="00E90723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499E4D6" w14:textId="77777777" w:rsidR="00995AF1" w:rsidRPr="00E9072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</w:tbl>
    <w:p w14:paraId="3BF7435F" w14:textId="77777777" w:rsidR="00995AF1" w:rsidRPr="00E90723" w:rsidRDefault="00995AF1" w:rsidP="00995AF1">
      <w:pPr>
        <w:widowControl/>
        <w:autoSpaceDE/>
        <w:autoSpaceDN/>
        <w:spacing w:before="238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>Les déclarations et attestations (article R.2193-1 du CCP) des sous-traitants recensés dans les formulaires annexés, sont jointes au présent acte d'engagement.</w:t>
      </w:r>
    </w:p>
    <w:p w14:paraId="17E05946" w14:textId="77777777" w:rsidR="00995AF1" w:rsidRPr="00795CD8" w:rsidRDefault="00995AF1" w:rsidP="00995AF1">
      <w:pPr>
        <w:pStyle w:val="Corpsdetexte"/>
        <w:rPr>
          <w:lang w:eastAsia="fr-FR"/>
        </w:rPr>
      </w:pPr>
      <w:r w:rsidRPr="00795CD8">
        <w:rPr>
          <w:rFonts w:ascii="Wingdings" w:hAnsi="Wingdings"/>
          <w:sz w:val="36"/>
          <w:szCs w:val="36"/>
          <w:lang w:eastAsia="fr-FR"/>
        </w:rPr>
        <w:t></w:t>
      </w:r>
      <w:r w:rsidRPr="00795CD8">
        <w:rPr>
          <w:lang w:eastAsia="fr-FR"/>
        </w:rPr>
        <w:t xml:space="preserve"> </w:t>
      </w:r>
      <w:r w:rsidRPr="00E90723">
        <w:rPr>
          <w:b/>
          <w:lang w:eastAsia="fr-FR"/>
        </w:rPr>
        <w:t>Groupement</w:t>
      </w:r>
      <w:r w:rsidRPr="00795CD8">
        <w:rPr>
          <w:lang w:eastAsia="fr-FR"/>
        </w:rPr>
        <w:t xml:space="preserve"> </w:t>
      </w:r>
      <w:r w:rsidRPr="00E90723">
        <w:rPr>
          <w:b/>
          <w:lang w:eastAsia="fr-FR"/>
        </w:rPr>
        <w:t>solidaire</w:t>
      </w:r>
    </w:p>
    <w:p w14:paraId="14CD8A08" w14:textId="77777777" w:rsidR="00995AF1" w:rsidRPr="00E90723" w:rsidRDefault="00995AF1" w:rsidP="00995AF1">
      <w:pPr>
        <w:keepNext/>
        <w:widowControl/>
        <w:autoSpaceDE/>
        <w:autoSpaceDN/>
        <w:spacing w:before="119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>Le montant total des prestations sous-traitées conformément à ces formulaires annexés est de</w:t>
      </w:r>
      <w:r w:rsidRPr="00E90723">
        <w:rPr>
          <w:rFonts w:ascii="Calibri" w:eastAsia="Times New Roman" w:hAnsi="Calibri" w:cs="Calibri"/>
          <w:sz w:val="20"/>
          <w:szCs w:val="20"/>
          <w:lang w:eastAsia="fr-FR"/>
        </w:rPr>
        <w:t> </w:t>
      </w: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>:</w:t>
      </w:r>
    </w:p>
    <w:tbl>
      <w:tblPr>
        <w:tblW w:w="6585" w:type="dxa"/>
        <w:tblCellSpacing w:w="0" w:type="dxa"/>
        <w:tblInd w:w="720" w:type="dx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3329"/>
        <w:gridCol w:w="3233"/>
        <w:gridCol w:w="23"/>
      </w:tblGrid>
      <w:tr w:rsidR="00995AF1" w:rsidRPr="00E90723" w14:paraId="2A8D3E67" w14:textId="77777777" w:rsidTr="00995AF1">
        <w:trPr>
          <w:cantSplit/>
          <w:tblCellSpacing w:w="0" w:type="dxa"/>
        </w:trPr>
        <w:tc>
          <w:tcPr>
            <w:tcW w:w="310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C34FFD7" w14:textId="77777777" w:rsidR="00995AF1" w:rsidRPr="00E90723" w:rsidRDefault="00995AF1" w:rsidP="000529E6">
            <w:pPr>
              <w:keepNext/>
              <w:widowControl/>
              <w:numPr>
                <w:ilvl w:val="0"/>
                <w:numId w:val="19"/>
              </w:numPr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E90723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Montant hors TVA</w:t>
            </w:r>
          </w:p>
        </w:tc>
        <w:tc>
          <w:tcPr>
            <w:tcW w:w="30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0847B805" w14:textId="77777777" w:rsidR="00995AF1" w:rsidRPr="00E90723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26B5449" w14:textId="77777777" w:rsidR="00995AF1" w:rsidRPr="00E9072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</w:tbl>
    <w:p w14:paraId="079FACA5" w14:textId="77777777" w:rsidR="00995AF1" w:rsidRPr="00E90723" w:rsidRDefault="00995AF1" w:rsidP="00995AF1">
      <w:pPr>
        <w:widowControl/>
        <w:autoSpaceDE/>
        <w:autoSpaceDN/>
        <w:spacing w:before="238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>Les déclarations (article R.2193-1 du CCP) des sous-traitants recensés dans les formulaires annexés, sont jointes au présent acte d'engagement.</w:t>
      </w:r>
    </w:p>
    <w:p w14:paraId="13AEE466" w14:textId="77777777" w:rsidR="00995AF1" w:rsidRPr="00795CD8" w:rsidRDefault="00995AF1" w:rsidP="00995AF1">
      <w:pPr>
        <w:pStyle w:val="Corpsdetexte"/>
        <w:rPr>
          <w:lang w:eastAsia="fr-FR"/>
        </w:rPr>
      </w:pPr>
      <w:r w:rsidRPr="00795CD8">
        <w:rPr>
          <w:rFonts w:ascii="Wingdings" w:hAnsi="Wingdings"/>
          <w:sz w:val="36"/>
          <w:szCs w:val="36"/>
          <w:lang w:eastAsia="fr-FR"/>
        </w:rPr>
        <w:t></w:t>
      </w:r>
      <w:r w:rsidRPr="00795CD8">
        <w:rPr>
          <w:lang w:eastAsia="fr-FR"/>
        </w:rPr>
        <w:t xml:space="preserve"> </w:t>
      </w:r>
      <w:r w:rsidRPr="00E90723">
        <w:rPr>
          <w:b/>
          <w:lang w:eastAsia="fr-FR"/>
        </w:rPr>
        <w:t>Groupement</w:t>
      </w:r>
      <w:r w:rsidRPr="00795CD8">
        <w:rPr>
          <w:lang w:eastAsia="fr-FR"/>
        </w:rPr>
        <w:t xml:space="preserve"> </w:t>
      </w:r>
      <w:r w:rsidRPr="00E90723">
        <w:rPr>
          <w:b/>
          <w:lang w:eastAsia="fr-FR"/>
        </w:rPr>
        <w:t>conjoint</w:t>
      </w:r>
    </w:p>
    <w:p w14:paraId="377CE835" w14:textId="77777777" w:rsidR="00995AF1" w:rsidRPr="00E90723" w:rsidRDefault="00995AF1" w:rsidP="00995AF1">
      <w:pPr>
        <w:widowControl/>
        <w:autoSpaceDE/>
        <w:autoSpaceDN/>
        <w:spacing w:before="119" w:after="238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>Le montant total des prestations sous-traitées conformément à ces formulaires annexés est de</w:t>
      </w:r>
      <w:r w:rsidRPr="00E90723">
        <w:rPr>
          <w:rFonts w:ascii="Calibri" w:eastAsia="Times New Roman" w:hAnsi="Calibri" w:cs="Calibri"/>
          <w:sz w:val="20"/>
          <w:szCs w:val="20"/>
          <w:lang w:eastAsia="fr-FR"/>
        </w:rPr>
        <w:t> </w:t>
      </w: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>:</w:t>
      </w:r>
    </w:p>
    <w:tbl>
      <w:tblPr>
        <w:tblW w:w="7215" w:type="dxa"/>
        <w:jc w:val="center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902"/>
        <w:gridCol w:w="5313"/>
      </w:tblGrid>
      <w:tr w:rsidR="00995AF1" w:rsidRPr="00E90723" w14:paraId="40D28E55" w14:textId="77777777" w:rsidTr="00995AF1">
        <w:trPr>
          <w:tblHeader/>
          <w:tblCellSpacing w:w="0" w:type="dxa"/>
          <w:jc w:val="center"/>
        </w:trPr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CCCCCC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DE51A36" w14:textId="77777777" w:rsidR="00995AF1" w:rsidRPr="00E90723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E90723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N° du cotraitant</w:t>
            </w:r>
          </w:p>
        </w:tc>
        <w:tc>
          <w:tcPr>
            <w:tcW w:w="507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CCCC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692B651A" w14:textId="77777777" w:rsidR="00995AF1" w:rsidRPr="00E9072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E90723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Montant hors TVA</w:t>
            </w:r>
          </w:p>
        </w:tc>
      </w:tr>
      <w:tr w:rsidR="00995AF1" w:rsidRPr="00E90723" w14:paraId="24B71656" w14:textId="77777777" w:rsidTr="00995AF1">
        <w:trPr>
          <w:tblCellSpacing w:w="0" w:type="dxa"/>
          <w:jc w:val="center"/>
        </w:trPr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8AB1E54" w14:textId="77777777" w:rsidR="00995AF1" w:rsidRPr="00E9072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E90723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1</w:t>
            </w:r>
          </w:p>
        </w:tc>
        <w:tc>
          <w:tcPr>
            <w:tcW w:w="5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07B7795A" w14:textId="77777777" w:rsidR="00995AF1" w:rsidRPr="00E9072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E90723" w14:paraId="49094D50" w14:textId="77777777" w:rsidTr="00995AF1">
        <w:trPr>
          <w:tblCellSpacing w:w="0" w:type="dxa"/>
          <w:jc w:val="center"/>
        </w:trPr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EE0B444" w14:textId="77777777" w:rsidR="00995AF1" w:rsidRPr="00E9072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E90723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2</w:t>
            </w:r>
          </w:p>
        </w:tc>
        <w:tc>
          <w:tcPr>
            <w:tcW w:w="507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2D705212" w14:textId="77777777" w:rsidR="00995AF1" w:rsidRPr="00E9072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E90723" w14:paraId="3DB8CAF6" w14:textId="77777777" w:rsidTr="00995AF1">
        <w:trPr>
          <w:tblCellSpacing w:w="0" w:type="dxa"/>
          <w:jc w:val="center"/>
        </w:trPr>
        <w:tc>
          <w:tcPr>
            <w:tcW w:w="181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4E7C890" w14:textId="77777777" w:rsidR="00995AF1" w:rsidRPr="00E9072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E90723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3</w:t>
            </w:r>
          </w:p>
        </w:tc>
        <w:tc>
          <w:tcPr>
            <w:tcW w:w="507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4B05EF43" w14:textId="77777777" w:rsidR="00995AF1" w:rsidRPr="00E9072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E90723" w14:paraId="6381751A" w14:textId="77777777" w:rsidTr="00995AF1">
        <w:trPr>
          <w:tblCellSpacing w:w="0" w:type="dxa"/>
          <w:jc w:val="center"/>
        </w:trPr>
        <w:tc>
          <w:tcPr>
            <w:tcW w:w="181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54F0F3D" w14:textId="77777777" w:rsidR="00995AF1" w:rsidRPr="00E9072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E90723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4</w:t>
            </w:r>
          </w:p>
        </w:tc>
        <w:tc>
          <w:tcPr>
            <w:tcW w:w="507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75088920" w14:textId="77777777" w:rsidR="00995AF1" w:rsidRPr="00E9072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E90723" w14:paraId="79912E9B" w14:textId="77777777" w:rsidTr="00995AF1">
        <w:trPr>
          <w:tblCellSpacing w:w="0" w:type="dxa"/>
          <w:jc w:val="center"/>
        </w:trPr>
        <w:tc>
          <w:tcPr>
            <w:tcW w:w="181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876569C" w14:textId="77777777" w:rsidR="00995AF1" w:rsidRPr="00E9072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E90723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5</w:t>
            </w:r>
          </w:p>
        </w:tc>
        <w:tc>
          <w:tcPr>
            <w:tcW w:w="507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6EE59BA6" w14:textId="77777777" w:rsidR="00995AF1" w:rsidRPr="00E9072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E90723" w14:paraId="29FC4078" w14:textId="77777777" w:rsidTr="00995AF1">
        <w:trPr>
          <w:tblCellSpacing w:w="0" w:type="dxa"/>
          <w:jc w:val="center"/>
        </w:trPr>
        <w:tc>
          <w:tcPr>
            <w:tcW w:w="181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51B5E186" w14:textId="77777777" w:rsidR="00995AF1" w:rsidRPr="00E9072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E90723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Total</w:t>
            </w:r>
          </w:p>
        </w:tc>
        <w:tc>
          <w:tcPr>
            <w:tcW w:w="507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4999BD34" w14:textId="77777777" w:rsidR="00995AF1" w:rsidRPr="00E9072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</w:tbl>
    <w:p w14:paraId="4D42077F" w14:textId="77777777" w:rsidR="00995AF1" w:rsidRPr="00E90723" w:rsidRDefault="00995AF1" w:rsidP="00995AF1">
      <w:pPr>
        <w:widowControl/>
        <w:autoSpaceDE/>
        <w:autoSpaceDN/>
        <w:spacing w:before="119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>Les déclarations et attestations (article R.2193-1 du CCP) des sous-traitants recensés dans les formulaires annexés, sont jointes au présent acte d'engagement.</w:t>
      </w:r>
    </w:p>
    <w:p w14:paraId="79266D0C" w14:textId="77777777" w:rsidR="00995AF1" w:rsidRPr="00795CD8" w:rsidRDefault="00995AF1" w:rsidP="00995AF1">
      <w:pPr>
        <w:pStyle w:val="Titren1surlign"/>
      </w:pPr>
      <w:r w:rsidRPr="00795CD8">
        <w:lastRenderedPageBreak/>
        <w:t xml:space="preserve">Délai </w:t>
      </w:r>
      <w:r w:rsidRPr="00485546">
        <w:t>d'exécution</w:t>
      </w:r>
      <w:r w:rsidRPr="00795CD8">
        <w:t xml:space="preserve"> du marche</w:t>
      </w:r>
    </w:p>
    <w:p w14:paraId="25E57D80" w14:textId="7D16FB6C" w:rsidR="00ED1F4A" w:rsidRDefault="00ED1F4A" w:rsidP="00ED1F4A">
      <w:pPr>
        <w:pStyle w:val="Titren2"/>
      </w:pPr>
      <w:r>
        <w:t>Période de préparation</w:t>
      </w:r>
    </w:p>
    <w:p w14:paraId="700C4F8B" w14:textId="77777777" w:rsidR="00ED1F4A" w:rsidRDefault="00ED1F4A" w:rsidP="00ED1F4A">
      <w:pPr>
        <w:pStyle w:val="Corpsdetexte"/>
      </w:pPr>
      <w:r>
        <w:t>Le délai de la période de préparation d'un lot part :</w:t>
      </w:r>
    </w:p>
    <w:p w14:paraId="2354829B" w14:textId="47B061A5" w:rsidR="00ED1F4A" w:rsidRDefault="00ED1F4A" w:rsidP="00ED1F4A">
      <w:pPr>
        <w:pStyle w:val="CorpsListe"/>
      </w:pPr>
      <w:r>
        <w:t>pour la tranche ferme, et par dérogation à l'article 18.1.1 du CCAG, de la date de la notification du marché ;</w:t>
      </w:r>
    </w:p>
    <w:p w14:paraId="7C233891" w14:textId="6A076DFC" w:rsidR="00ED1F4A" w:rsidRDefault="00ED1F4A" w:rsidP="00ED1F4A">
      <w:pPr>
        <w:pStyle w:val="CorpsListe"/>
      </w:pPr>
      <w:r>
        <w:t>pour une tranche optionnelle, de la date fixée par l'ordre de service qui prescrira de commencer la période de préparation de la tranche considérée.</w:t>
      </w:r>
    </w:p>
    <w:p w14:paraId="6E3DFEB8" w14:textId="77777777" w:rsidR="00ED1F4A" w:rsidRDefault="00ED1F4A" w:rsidP="00ED1F4A">
      <w:pPr>
        <w:pStyle w:val="Corpsdetexte"/>
      </w:pPr>
      <w:r>
        <w:t>Le délai de la période de préparation pour chaque tranche d'un lot est de 2 mois.</w:t>
      </w:r>
    </w:p>
    <w:p w14:paraId="5B61D659" w14:textId="75B85C7C" w:rsidR="00ED1F4A" w:rsidRDefault="00ED1F4A" w:rsidP="00ED1F4A">
      <w:pPr>
        <w:pStyle w:val="Titren2"/>
      </w:pPr>
      <w:r>
        <w:t>Délai d'exécution des travaux</w:t>
      </w:r>
    </w:p>
    <w:p w14:paraId="5368F7C3" w14:textId="77777777" w:rsidR="00ED1F4A" w:rsidRDefault="00ED1F4A" w:rsidP="00ED1F4A">
      <w:pPr>
        <w:pStyle w:val="Corpsdetexte"/>
      </w:pPr>
      <w:r>
        <w:t>Le délai d'exécution des travaux de l'ensemble des lots de chaque tranche part de la date fixée par l'ordre de service qui prescrira de commencer l'exécution du/des premier(s) lot(s) de la tranche considérée.</w:t>
      </w:r>
    </w:p>
    <w:p w14:paraId="17EE870F" w14:textId="7CF5CF19" w:rsidR="00ED1F4A" w:rsidRDefault="00ED1F4A" w:rsidP="00ED1F4A">
      <w:pPr>
        <w:pStyle w:val="Corpsdetexte"/>
      </w:pPr>
      <w:r>
        <w:t>Il est fixé comme suit :</w:t>
      </w:r>
    </w:p>
    <w:tbl>
      <w:tblPr>
        <w:tblW w:w="4194" w:type="dxa"/>
        <w:jc w:val="center"/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1843"/>
        <w:gridCol w:w="2351"/>
      </w:tblGrid>
      <w:tr w:rsidR="00ED1F4A" w:rsidRPr="00ED1F4A" w14:paraId="0EF01767" w14:textId="77777777" w:rsidTr="00720C11">
        <w:trPr>
          <w:tblHeader/>
          <w:jc w:val="center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</w:tcPr>
          <w:p w14:paraId="57D2A454" w14:textId="77777777" w:rsidR="00ED1F4A" w:rsidRPr="00ED1F4A" w:rsidRDefault="00ED1F4A" w:rsidP="00ED1F4A">
            <w:pPr>
              <w:pStyle w:val="TableauCentr0"/>
            </w:pPr>
            <w:bookmarkStart w:id="14" w:name="A3A_2B_p1R_a"/>
            <w:r w:rsidRPr="00ED1F4A">
              <w:t>Tranche</w:t>
            </w:r>
            <w:bookmarkEnd w:id="14"/>
          </w:p>
        </w:tc>
        <w:tc>
          <w:tcPr>
            <w:tcW w:w="2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46F70E65" w14:textId="77777777" w:rsidR="00ED1F4A" w:rsidRPr="00ED1F4A" w:rsidRDefault="00ED1F4A" w:rsidP="00ED1F4A">
            <w:pPr>
              <w:pStyle w:val="TableauCentr0"/>
            </w:pPr>
            <w:r w:rsidRPr="00ED1F4A">
              <w:t>Délai</w:t>
            </w:r>
          </w:p>
        </w:tc>
      </w:tr>
      <w:tr w:rsidR="00ED1F4A" w:rsidRPr="00ED1F4A" w14:paraId="2BD03570" w14:textId="77777777" w:rsidTr="00720C11">
        <w:trPr>
          <w:jc w:val="center"/>
        </w:trPr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</w:tcPr>
          <w:p w14:paraId="2BBE94AC" w14:textId="77777777" w:rsidR="00ED1F4A" w:rsidRPr="00ED1F4A" w:rsidRDefault="00ED1F4A" w:rsidP="00ED1F4A">
            <w:pPr>
              <w:pStyle w:val="TableauDroite"/>
            </w:pPr>
            <w:r w:rsidRPr="00ED1F4A">
              <w:t>Ferme</w:t>
            </w:r>
          </w:p>
        </w:tc>
        <w:tc>
          <w:tcPr>
            <w:tcW w:w="23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5A648C" w14:textId="76BA3515" w:rsidR="00ED1F4A" w:rsidRPr="00ED1F4A" w:rsidRDefault="00BF55E5" w:rsidP="00ED1F4A">
            <w:pPr>
              <w:pStyle w:val="TableauDroite"/>
            </w:pPr>
            <w:r>
              <w:t>18 mois</w:t>
            </w:r>
          </w:p>
        </w:tc>
      </w:tr>
      <w:tr w:rsidR="00ED1F4A" w:rsidRPr="00ED1F4A" w14:paraId="714021A4" w14:textId="77777777" w:rsidTr="00720C11">
        <w:trPr>
          <w:jc w:val="center"/>
        </w:trPr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</w:tcPr>
          <w:p w14:paraId="6D9ED6B6" w14:textId="77777777" w:rsidR="00ED1F4A" w:rsidRPr="00ED1F4A" w:rsidRDefault="00ED1F4A" w:rsidP="00ED1F4A">
            <w:pPr>
              <w:pStyle w:val="TableauDroite"/>
            </w:pPr>
            <w:r w:rsidRPr="00ED1F4A">
              <w:t>Optionnelle 1</w:t>
            </w:r>
          </w:p>
        </w:tc>
        <w:tc>
          <w:tcPr>
            <w:tcW w:w="23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9FF9D5" w14:textId="0611FB5D" w:rsidR="00ED1F4A" w:rsidRPr="00ED1F4A" w:rsidRDefault="00983B45" w:rsidP="00ED1F4A">
            <w:pPr>
              <w:pStyle w:val="TableauDroite"/>
            </w:pPr>
            <w:r>
              <w:t>6</w:t>
            </w:r>
            <w:r w:rsidR="00F322F6">
              <w:t xml:space="preserve"> mois</w:t>
            </w:r>
          </w:p>
        </w:tc>
      </w:tr>
    </w:tbl>
    <w:p w14:paraId="45F5CDD4" w14:textId="77777777" w:rsidR="00ED1F4A" w:rsidRDefault="00ED1F4A" w:rsidP="00995AF1">
      <w:pPr>
        <w:pStyle w:val="Corpsdetexte"/>
      </w:pPr>
    </w:p>
    <w:p w14:paraId="212D4F3C" w14:textId="77777777" w:rsidR="00ED1F4A" w:rsidRDefault="00ED1F4A" w:rsidP="00ED1F4A">
      <w:pPr>
        <w:pStyle w:val="Corpsdetexte"/>
      </w:pPr>
      <w:r>
        <w:t>Le délai d'exécution propre au lot pour lequel je m'engage / nous nous engageons sera déterminé dans les conditions stipulées à l'article 4-1 du CCAP.</w:t>
      </w:r>
    </w:p>
    <w:p w14:paraId="13A9FBD9" w14:textId="624587DD" w:rsidR="00ED1F4A" w:rsidRDefault="00ED1F4A" w:rsidP="00ED1F4A">
      <w:pPr>
        <w:pStyle w:val="Corpsdetexte"/>
      </w:pPr>
      <w:r>
        <w:t>L'ordre de service prescrivant de commencer l'ensemble des travaux d'une tranche sera notifié à chaque entreprise titulaire d'un lot.</w:t>
      </w:r>
    </w:p>
    <w:p w14:paraId="3B73C405" w14:textId="77777777" w:rsidR="00995AF1" w:rsidRPr="00795CD8" w:rsidRDefault="00995AF1" w:rsidP="00ED1F4A">
      <w:pPr>
        <w:pStyle w:val="Titren1surlign"/>
        <w:pageBreakBefore/>
      </w:pPr>
      <w:r w:rsidRPr="00795CD8">
        <w:lastRenderedPageBreak/>
        <w:t>P</w:t>
      </w:r>
      <w:r>
        <w:t>aiements</w:t>
      </w:r>
    </w:p>
    <w:p w14:paraId="6333BBD2" w14:textId="77777777" w:rsidR="00995AF1" w:rsidRPr="00795CD8" w:rsidRDefault="00995AF1" w:rsidP="00995AF1">
      <w:pPr>
        <w:widowControl/>
        <w:autoSpaceDE/>
        <w:autoSpaceDN/>
        <w:spacing w:before="100" w:beforeAutospacing="1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  <w:r w:rsidRPr="00795CD8">
        <w:rPr>
          <w:rFonts w:ascii="Marianne" w:eastAsia="Times New Roman" w:hAnsi="Marianne" w:cs="Times New Roman"/>
          <w:sz w:val="20"/>
          <w:szCs w:val="20"/>
          <w:lang w:eastAsia="fr-FR"/>
        </w:rPr>
        <w:t>Les modalités du règlement des comptes du marché sont spécifiées à l'article 3-2 du CCAP.</w:t>
      </w:r>
    </w:p>
    <w:p w14:paraId="52B9567B" w14:textId="27C2EEAE" w:rsidR="00995AF1" w:rsidRPr="00795CD8" w:rsidRDefault="00995AF1" w:rsidP="00995AF1">
      <w:pPr>
        <w:pStyle w:val="Corpsdetexte"/>
        <w:rPr>
          <w:lang w:eastAsia="fr-FR"/>
        </w:rPr>
      </w:pPr>
      <w:r w:rsidRPr="00795CD8">
        <w:rPr>
          <w:rFonts w:ascii="Wingdings" w:hAnsi="Wingdings"/>
          <w:sz w:val="36"/>
          <w:szCs w:val="36"/>
          <w:lang w:eastAsia="fr-FR"/>
        </w:rPr>
        <w:t></w:t>
      </w:r>
      <w:r w:rsidRPr="00795CD8">
        <w:rPr>
          <w:sz w:val="36"/>
          <w:szCs w:val="36"/>
          <w:lang w:eastAsia="fr-FR"/>
        </w:rPr>
        <w:t xml:space="preserve"> </w:t>
      </w:r>
      <w:r w:rsidR="00ED1F4A">
        <w:rPr>
          <w:b/>
          <w:lang w:eastAsia="fr-FR"/>
        </w:rPr>
        <w:t>Entreprise</w:t>
      </w:r>
      <w:r w:rsidR="000A446A" w:rsidRPr="00795CD8">
        <w:rPr>
          <w:lang w:eastAsia="fr-FR"/>
        </w:rPr>
        <w:t xml:space="preserve"> </w:t>
      </w:r>
      <w:r w:rsidR="000A446A" w:rsidRPr="00BE5E77">
        <w:rPr>
          <w:b/>
          <w:lang w:eastAsia="fr-FR"/>
        </w:rPr>
        <w:t>unique</w:t>
      </w:r>
    </w:p>
    <w:p w14:paraId="2B379BCE" w14:textId="77777777" w:rsidR="00995AF1" w:rsidRPr="00BE5E77" w:rsidRDefault="00995AF1" w:rsidP="00995AF1">
      <w:pPr>
        <w:widowControl/>
        <w:autoSpaceDE/>
        <w:autoSpaceDN/>
        <w:spacing w:before="119" w:after="238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  <w:r w:rsidRPr="00BE5E77">
        <w:rPr>
          <w:rFonts w:ascii="Marianne" w:eastAsia="Times New Roman" w:hAnsi="Marianne" w:cs="Times New Roman"/>
          <w:sz w:val="20"/>
          <w:szCs w:val="20"/>
          <w:lang w:eastAsia="fr-FR"/>
        </w:rPr>
        <w:t>Le maître d'ouvrage se libérera des sommes dues au titre du présent marché en faisant porter le montant au crédit du compte (joindre un RIB ou RIP)</w:t>
      </w:r>
      <w:r w:rsidRPr="00BE5E77">
        <w:rPr>
          <w:rFonts w:ascii="Calibri" w:eastAsia="Times New Roman" w:hAnsi="Calibri" w:cs="Calibri"/>
          <w:sz w:val="20"/>
          <w:szCs w:val="20"/>
          <w:lang w:eastAsia="fr-FR"/>
        </w:rPr>
        <w:t> </w:t>
      </w:r>
      <w:r w:rsidRPr="00BE5E77">
        <w:rPr>
          <w:rFonts w:ascii="Marianne" w:eastAsia="Times New Roman" w:hAnsi="Marianne" w:cs="Times New Roman"/>
          <w:sz w:val="20"/>
          <w:szCs w:val="20"/>
          <w:lang w:eastAsia="fr-FR"/>
        </w:rPr>
        <w:t>:</w:t>
      </w:r>
    </w:p>
    <w:tbl>
      <w:tblPr>
        <w:tblW w:w="5000" w:type="pct"/>
        <w:tblCellSpacing w:w="0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98"/>
        <w:gridCol w:w="1792"/>
        <w:gridCol w:w="197"/>
        <w:gridCol w:w="197"/>
        <w:gridCol w:w="98"/>
        <w:gridCol w:w="197"/>
        <w:gridCol w:w="98"/>
        <w:gridCol w:w="98"/>
        <w:gridCol w:w="197"/>
        <w:gridCol w:w="197"/>
        <w:gridCol w:w="98"/>
        <w:gridCol w:w="197"/>
        <w:gridCol w:w="197"/>
        <w:gridCol w:w="98"/>
        <w:gridCol w:w="98"/>
        <w:gridCol w:w="98"/>
        <w:gridCol w:w="197"/>
        <w:gridCol w:w="98"/>
        <w:gridCol w:w="197"/>
        <w:gridCol w:w="98"/>
        <w:gridCol w:w="98"/>
        <w:gridCol w:w="98"/>
        <w:gridCol w:w="98"/>
        <w:gridCol w:w="197"/>
        <w:gridCol w:w="98"/>
        <w:gridCol w:w="197"/>
        <w:gridCol w:w="197"/>
        <w:gridCol w:w="297"/>
        <w:gridCol w:w="197"/>
        <w:gridCol w:w="197"/>
        <w:gridCol w:w="197"/>
        <w:gridCol w:w="98"/>
        <w:gridCol w:w="197"/>
        <w:gridCol w:w="98"/>
        <w:gridCol w:w="197"/>
        <w:gridCol w:w="198"/>
        <w:gridCol w:w="198"/>
        <w:gridCol w:w="198"/>
        <w:gridCol w:w="99"/>
        <w:gridCol w:w="298"/>
        <w:gridCol w:w="298"/>
        <w:gridCol w:w="198"/>
        <w:gridCol w:w="198"/>
        <w:gridCol w:w="198"/>
        <w:gridCol w:w="298"/>
        <w:gridCol w:w="198"/>
        <w:gridCol w:w="198"/>
        <w:gridCol w:w="298"/>
        <w:gridCol w:w="83"/>
      </w:tblGrid>
      <w:tr w:rsidR="009756DF" w:rsidRPr="00BE5E77" w14:paraId="47F2AB86" w14:textId="77777777" w:rsidTr="009756DF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299923A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50" w:type="pct"/>
            <w:gridSpan w:val="21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88B7729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50" w:type="pct"/>
            <w:gridSpan w:val="26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96753A9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" w:type="pct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C01464C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756DF" w:rsidRPr="00BE5E77" w14:paraId="327D6561" w14:textId="77777777" w:rsidTr="009756DF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3AB0C52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200" w:type="pct"/>
            <w:gridSpan w:val="18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4047B0F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BE5E77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compte ouvert à l'organisme bancaire</w:t>
            </w:r>
            <w:r w:rsidRPr="00BE5E77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BE5E77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00" w:type="pct"/>
            <w:gridSpan w:val="2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AF1BD0D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6EE63F3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756DF" w:rsidRPr="00BE5E77" w14:paraId="6705F661" w14:textId="77777777" w:rsidTr="009756DF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FA6F6B5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50" w:type="pct"/>
            <w:gridSpan w:val="2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35347A3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50" w:type="pct"/>
            <w:gridSpan w:val="26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CEFEF6F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BC17082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756DF" w:rsidRPr="00BE5E77" w14:paraId="6C3051F8" w14:textId="77777777" w:rsidTr="009756DF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AC9C831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200" w:type="pct"/>
            <w:gridSpan w:val="18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A1201A6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BE5E77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à</w:t>
            </w:r>
            <w:r w:rsidRPr="00BE5E77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BE5E77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00" w:type="pct"/>
            <w:gridSpan w:val="2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FD63543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7C64420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756DF" w:rsidRPr="00BE5E77" w14:paraId="4C6069AD" w14:textId="77777777" w:rsidTr="009756DF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4C588D6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50" w:type="pct"/>
            <w:gridSpan w:val="2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91F4963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50" w:type="pct"/>
            <w:gridSpan w:val="26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04F5E64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FE4ECE2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756DF" w:rsidRPr="00BE5E77" w14:paraId="27E078F0" w14:textId="77777777" w:rsidTr="009756DF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9C2E7F1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200" w:type="pct"/>
            <w:gridSpan w:val="18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548D714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BE5E77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au nom de</w:t>
            </w:r>
            <w:r w:rsidRPr="00BE5E77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BE5E77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00" w:type="pct"/>
            <w:gridSpan w:val="2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66FDB87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C45ABE6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756DF" w:rsidRPr="00BE5E77" w14:paraId="61DDF9D7" w14:textId="77777777" w:rsidTr="009756DF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98C559E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50" w:type="pct"/>
            <w:gridSpan w:val="2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7BD84B6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50" w:type="pct"/>
            <w:gridSpan w:val="26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C990CB0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6889C39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756DF" w:rsidRPr="00BE5E77" w14:paraId="2101CE4F" w14:textId="77777777" w:rsidTr="009756DF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BC6A3B8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E8391ED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BE5E77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sous le numéro</w:t>
            </w:r>
            <w:r w:rsidRPr="00BE5E77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BE5E77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88200E6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E693C2F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636E5F7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320F732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2B7F110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5A7B99F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E88D531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26776C4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6441F5B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E73E450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F0AAD60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7AA0D52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00" w:type="pct"/>
            <w:gridSpan w:val="6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1CDEDA3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BE5E77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clé RIB</w:t>
            </w:r>
            <w:r w:rsidRPr="00BE5E77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BE5E77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42260F3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5EE4935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0" w:type="pct"/>
            <w:gridSpan w:val="5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17B448D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756DF" w:rsidRPr="00BE5E77" w14:paraId="23EDC2CE" w14:textId="77777777" w:rsidTr="009756DF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D54748E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50" w:type="pct"/>
            <w:gridSpan w:val="2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C084CD9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50" w:type="pct"/>
            <w:gridSpan w:val="26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578CB78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6227BA1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756DF" w:rsidRPr="00BE5E77" w14:paraId="698EC3B9" w14:textId="77777777" w:rsidTr="009756DF">
        <w:trPr>
          <w:cantSplit/>
          <w:trHeight w:val="195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357214A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0A50685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BE5E77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code banque 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5F8193A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9EC71C2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ED4CEFC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50" w:type="pct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515532A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50" w:type="pct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E24663E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850" w:type="pct"/>
            <w:gridSpan w:val="10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5735F9E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BE5E77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code guichet :</w:t>
            </w:r>
          </w:p>
        </w:tc>
        <w:tc>
          <w:tcPr>
            <w:tcW w:w="20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6281D6B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BFD76BA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5C083C8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58C4AB4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21A93F6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800" w:type="pct"/>
            <w:gridSpan w:val="7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0AB2388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07EBFBF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756DF" w:rsidRPr="00BE5E77" w14:paraId="44EB062B" w14:textId="77777777" w:rsidTr="009756DF">
        <w:trPr>
          <w:cantSplit/>
          <w:trHeight w:hRule="exact" w:val="62"/>
          <w:tblCellSpacing w:w="0" w:type="dxa"/>
        </w:trPr>
        <w:tc>
          <w:tcPr>
            <w:tcW w:w="5000" w:type="pct"/>
            <w:gridSpan w:val="49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4F77909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756DF" w:rsidRPr="00BE5E77" w14:paraId="4ADFA557" w14:textId="77777777" w:rsidTr="009756DF">
        <w:trPr>
          <w:cantSplit/>
          <w:trHeight w:val="225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758666F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55E5663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BE5E77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IBAN</w:t>
            </w: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F24F84B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8563766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E984276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23A6CD4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66DD131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DFF05E9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B92B5EE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65A2FB8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CE591E4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E1AAED1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0B183B5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516934B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E1D643D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89B3048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49815DF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98BCC12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320DA5C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E65ACCD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DA302DA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1B12F86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57908B5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F501093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D98A4F3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3FCFE67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BB8A6A2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5DD804C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D8FCFBB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12116F9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D7B005D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2C9A236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C60D4D2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9D16903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31B66112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3CB6C63B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756DF" w:rsidRPr="00BE5E77" w14:paraId="4F80C9FA" w14:textId="77777777" w:rsidTr="009756DF">
        <w:trPr>
          <w:cantSplit/>
          <w:trHeight w:hRule="exact" w:val="62"/>
          <w:tblCellSpacing w:w="0" w:type="dxa"/>
        </w:trPr>
        <w:tc>
          <w:tcPr>
            <w:tcW w:w="5000" w:type="pct"/>
            <w:gridSpan w:val="49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0D6E7A1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756DF" w:rsidRPr="00BE5E77" w14:paraId="3540630D" w14:textId="77777777" w:rsidTr="009756DF">
        <w:trPr>
          <w:cantSplit/>
          <w:trHeight w:val="225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AD16865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E9EB132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BE5E77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BIC (par SWIFT)</w:t>
            </w: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900C871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E168BDE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2007DF2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7EC6C87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40C590E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8C111AD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1CFFE67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35F861E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2A8F86C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74F4B08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17FE5F3B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50" w:type="pct"/>
            <w:gridSpan w:val="28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57" w:type="dxa"/>
              <w:bottom w:w="0" w:type="dxa"/>
              <w:right w:w="0" w:type="dxa"/>
            </w:tcMar>
            <w:hideMark/>
          </w:tcPr>
          <w:p w14:paraId="14980E70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286E946A" w14:textId="77777777" w:rsidR="009756DF" w:rsidRPr="00BE5E77" w:rsidRDefault="009756DF" w:rsidP="009756DF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756DF" w:rsidRPr="00BE5E77" w14:paraId="7D980C15" w14:textId="77777777" w:rsidTr="009756DF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single" w:sz="1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224BA93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7"/>
            <w:tcBorders>
              <w:top w:val="nil"/>
              <w:left w:val="nil"/>
              <w:bottom w:val="single" w:sz="1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6164C81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z</w:t>
            </w:r>
          </w:p>
        </w:tc>
        <w:tc>
          <w:tcPr>
            <w:tcW w:w="50" w:type="pct"/>
            <w:tcBorders>
              <w:top w:val="nil"/>
              <w:left w:val="nil"/>
              <w:bottom w:val="single" w:sz="1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081C60F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</w:tbl>
    <w:p w14:paraId="040628F7" w14:textId="77777777" w:rsidR="008306A6" w:rsidRDefault="008306A6" w:rsidP="00995AF1">
      <w:pPr>
        <w:widowControl/>
        <w:autoSpaceDE/>
        <w:autoSpaceDN/>
        <w:spacing w:before="119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p w14:paraId="36F0A8D0" w14:textId="418AC722" w:rsidR="00995AF1" w:rsidRPr="00BE5E77" w:rsidRDefault="00995AF1" w:rsidP="00995AF1">
      <w:pPr>
        <w:widowControl/>
        <w:autoSpaceDE/>
        <w:autoSpaceDN/>
        <w:spacing w:before="119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  <w:r w:rsidRPr="00BE5E77">
        <w:rPr>
          <w:rFonts w:ascii="Marianne" w:eastAsia="Times New Roman" w:hAnsi="Marianne" w:cs="Times New Roman"/>
          <w:sz w:val="20"/>
          <w:szCs w:val="20"/>
          <w:lang w:eastAsia="fr-FR"/>
        </w:rPr>
        <w:t>Toutefois, le maître d'ouvrage se libérera des sommes dues aux sous-traitants payés directement en en faisant porter les montants au crédit des comptes désignés dans les annexes, les avenants ou les actes spéciaux.</w:t>
      </w:r>
    </w:p>
    <w:p w14:paraId="49890E00" w14:textId="77777777" w:rsidR="00995AF1" w:rsidRPr="00795CD8" w:rsidRDefault="00995AF1" w:rsidP="00995AF1">
      <w:pPr>
        <w:keepNext/>
        <w:widowControl/>
        <w:autoSpaceDE/>
        <w:autoSpaceDN/>
        <w:spacing w:before="119"/>
        <w:ind w:left="-284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14:paraId="29EAF90F" w14:textId="77777777" w:rsidR="00995AF1" w:rsidRPr="00795CD8" w:rsidRDefault="00995AF1" w:rsidP="00995AF1">
      <w:pPr>
        <w:pStyle w:val="Corpsdetexte"/>
        <w:rPr>
          <w:lang w:eastAsia="fr-FR"/>
        </w:rPr>
      </w:pPr>
      <w:r w:rsidRPr="00795CD8">
        <w:rPr>
          <w:rFonts w:ascii="Wingdings" w:hAnsi="Wingdings"/>
          <w:sz w:val="36"/>
          <w:szCs w:val="36"/>
          <w:lang w:eastAsia="fr-FR"/>
        </w:rPr>
        <w:t></w:t>
      </w:r>
      <w:r w:rsidRPr="00795CD8">
        <w:rPr>
          <w:lang w:eastAsia="fr-FR"/>
        </w:rPr>
        <w:t xml:space="preserve"> </w:t>
      </w:r>
      <w:r w:rsidRPr="00BE5E77">
        <w:rPr>
          <w:b/>
          <w:lang w:eastAsia="fr-FR"/>
        </w:rPr>
        <w:t>Groupement solidaire à comptes séparés</w:t>
      </w:r>
    </w:p>
    <w:p w14:paraId="57DD12FD" w14:textId="06276772" w:rsidR="00995AF1" w:rsidRPr="00795CD8" w:rsidRDefault="00995AF1" w:rsidP="00F256D3">
      <w:pPr>
        <w:pStyle w:val="Corpsdetexte"/>
        <w:rPr>
          <w:rFonts w:eastAsia="Times New Roman" w:cs="Times New Roman"/>
          <w:szCs w:val="20"/>
          <w:lang w:eastAsia="fr-FR"/>
        </w:rPr>
      </w:pPr>
      <w:r w:rsidRPr="00795CD8">
        <w:rPr>
          <w:lang w:eastAsia="fr-FR"/>
        </w:rPr>
        <w:t xml:space="preserve">Le maître d'ouvrage se libérera des sommes dues au titre du présent marché en faisant porter le montant au crédit des comptes </w:t>
      </w:r>
      <w:r w:rsidRPr="00795CD8">
        <w:rPr>
          <w:szCs w:val="20"/>
          <w:lang w:eastAsia="fr-FR"/>
        </w:rPr>
        <w:t>(joindre un RIB ou RIP)</w:t>
      </w:r>
      <w:r w:rsidRPr="00795CD8">
        <w:rPr>
          <w:rFonts w:ascii="Calibri" w:hAnsi="Calibri" w:cs="Calibri"/>
          <w:sz w:val="18"/>
          <w:szCs w:val="18"/>
          <w:lang w:eastAsia="fr-FR"/>
        </w:rPr>
        <w:t> </w:t>
      </w:r>
      <w:r w:rsidRPr="00795CD8">
        <w:rPr>
          <w:lang w:eastAsia="fr-FR"/>
        </w:rPr>
        <w:t>:</w:t>
      </w:r>
      <w:r w:rsidR="00F256D3" w:rsidRPr="00795CD8">
        <w:rPr>
          <w:rFonts w:eastAsia="Times New Roman" w:cs="Times New Roman"/>
          <w:szCs w:val="20"/>
          <w:lang w:eastAsia="fr-FR"/>
        </w:rPr>
        <w:t xml:space="preserve"> </w:t>
      </w:r>
    </w:p>
    <w:tbl>
      <w:tblPr>
        <w:tblW w:w="5000" w:type="pct"/>
        <w:tblCellSpacing w:w="0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97"/>
        <w:gridCol w:w="1791"/>
        <w:gridCol w:w="195"/>
        <w:gridCol w:w="197"/>
        <w:gridCol w:w="195"/>
        <w:gridCol w:w="197"/>
        <w:gridCol w:w="197"/>
        <w:gridCol w:w="297"/>
        <w:gridCol w:w="98"/>
        <w:gridCol w:w="197"/>
        <w:gridCol w:w="197"/>
        <w:gridCol w:w="98"/>
        <w:gridCol w:w="197"/>
        <w:gridCol w:w="197"/>
        <w:gridCol w:w="98"/>
        <w:gridCol w:w="96"/>
        <w:gridCol w:w="100"/>
        <w:gridCol w:w="297"/>
        <w:gridCol w:w="197"/>
        <w:gridCol w:w="297"/>
        <w:gridCol w:w="197"/>
        <w:gridCol w:w="297"/>
        <w:gridCol w:w="8"/>
        <w:gridCol w:w="197"/>
        <w:gridCol w:w="197"/>
        <w:gridCol w:w="197"/>
        <w:gridCol w:w="297"/>
        <w:gridCol w:w="197"/>
        <w:gridCol w:w="297"/>
        <w:gridCol w:w="197"/>
        <w:gridCol w:w="197"/>
        <w:gridCol w:w="197"/>
        <w:gridCol w:w="98"/>
        <w:gridCol w:w="197"/>
        <w:gridCol w:w="297"/>
        <w:gridCol w:w="297"/>
        <w:gridCol w:w="197"/>
        <w:gridCol w:w="197"/>
        <w:gridCol w:w="197"/>
        <w:gridCol w:w="197"/>
        <w:gridCol w:w="197"/>
        <w:gridCol w:w="297"/>
        <w:gridCol w:w="83"/>
      </w:tblGrid>
      <w:tr w:rsidR="00781376" w:rsidRPr="00795CD8" w14:paraId="00FEB240" w14:textId="77777777" w:rsidTr="00ED1F4A">
        <w:trPr>
          <w:cantSplit/>
          <w:tblCellSpacing w:w="0" w:type="dxa"/>
        </w:trPr>
        <w:tc>
          <w:tcPr>
            <w:tcW w:w="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720EB1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10" w:type="pct"/>
            <w:gridSpan w:val="41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4E8129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Cotraitant 1</w:t>
            </w:r>
          </w:p>
        </w:tc>
        <w:tc>
          <w:tcPr>
            <w:tcW w:w="42" w:type="pct"/>
            <w:tcBorders>
              <w:top w:val="single" w:sz="6" w:space="0" w:color="000000"/>
              <w:left w:val="nil"/>
              <w:bottom w:val="single" w:sz="6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61E3C5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08FBF11C" w14:textId="77777777" w:rsidTr="00ED1F4A">
        <w:trPr>
          <w:cantSplit/>
          <w:trHeight w:hRule="exact" w:val="62"/>
          <w:tblCellSpacing w:w="0" w:type="dxa"/>
        </w:trPr>
        <w:tc>
          <w:tcPr>
            <w:tcW w:w="49" w:type="pct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608FB7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30" w:type="pct"/>
            <w:gridSpan w:val="17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1A4099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79" w:type="pct"/>
            <w:gridSpan w:val="24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D114A8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2" w:type="pct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B6551B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6B54C26C" w14:textId="77777777" w:rsidTr="00ED1F4A">
        <w:trPr>
          <w:cantSplit/>
          <w:tblCellSpacing w:w="0" w:type="dxa"/>
        </w:trPr>
        <w:tc>
          <w:tcPr>
            <w:tcW w:w="49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45D71A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32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FDEBDA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compte ouvert à l'organisme bancaire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77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F1EBEA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2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984163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1C96CDC1" w14:textId="77777777" w:rsidTr="00ED1F4A">
        <w:trPr>
          <w:cantSplit/>
          <w:trHeight w:hRule="exact" w:val="62"/>
          <w:tblCellSpacing w:w="0" w:type="dxa"/>
        </w:trPr>
        <w:tc>
          <w:tcPr>
            <w:tcW w:w="49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DB39AE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3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E4A588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79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532E6E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2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CD0AD5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705030AB" w14:textId="77777777" w:rsidTr="00ED1F4A">
        <w:trPr>
          <w:cantSplit/>
          <w:tblCellSpacing w:w="0" w:type="dxa"/>
        </w:trPr>
        <w:tc>
          <w:tcPr>
            <w:tcW w:w="49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060355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32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5EBF8D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à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77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8B72C7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2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630FC6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3AAC5572" w14:textId="77777777" w:rsidTr="00ED1F4A">
        <w:trPr>
          <w:cantSplit/>
          <w:trHeight w:hRule="exact" w:val="62"/>
          <w:tblCellSpacing w:w="0" w:type="dxa"/>
        </w:trPr>
        <w:tc>
          <w:tcPr>
            <w:tcW w:w="49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F67F8D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3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2C35A7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79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B71ED01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2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C9E298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4DFB8A12" w14:textId="77777777" w:rsidTr="00ED1F4A">
        <w:trPr>
          <w:cantSplit/>
          <w:tblCellSpacing w:w="0" w:type="dxa"/>
        </w:trPr>
        <w:tc>
          <w:tcPr>
            <w:tcW w:w="49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056C6B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32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C130FB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au nom de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77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24E84C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2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9495981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063949B2" w14:textId="77777777" w:rsidTr="00ED1F4A">
        <w:trPr>
          <w:cantSplit/>
          <w:trHeight w:hRule="exact" w:val="62"/>
          <w:tblCellSpacing w:w="0" w:type="dxa"/>
        </w:trPr>
        <w:tc>
          <w:tcPr>
            <w:tcW w:w="49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5ECB71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3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53801E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79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0AE0F5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2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08FC30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095CE8A9" w14:textId="77777777" w:rsidTr="00ED1F4A">
        <w:trPr>
          <w:cantSplit/>
          <w:tblCellSpacing w:w="0" w:type="dxa"/>
        </w:trPr>
        <w:tc>
          <w:tcPr>
            <w:tcW w:w="49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ECCF1F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899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76AF1A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sous le numéro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197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CC4C571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97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3D767F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9BCB92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819385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7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A93033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7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4F0771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7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815296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EE17CC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B7BBE0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2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535B1B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7EF828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A6F9F6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94" w:type="pct"/>
            <w:gridSpan w:val="6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7441AC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clé RIB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4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AC2FEC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9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5B51FF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88" w:type="pct"/>
            <w:gridSpan w:val="4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09904E1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7E5F3933" w14:textId="77777777" w:rsidTr="00ED1F4A">
        <w:trPr>
          <w:cantSplit/>
          <w:trHeight w:hRule="exact" w:val="62"/>
          <w:tblCellSpacing w:w="0" w:type="dxa"/>
        </w:trPr>
        <w:tc>
          <w:tcPr>
            <w:tcW w:w="49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C56425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3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43C93C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79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2FE456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2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FB99A3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3D82BF43" w14:textId="77777777" w:rsidTr="00ED1F4A">
        <w:trPr>
          <w:cantSplit/>
          <w:tblCellSpacing w:w="0" w:type="dxa"/>
        </w:trPr>
        <w:tc>
          <w:tcPr>
            <w:tcW w:w="49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622635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899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0491C21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code banque :</w:t>
            </w:r>
          </w:p>
        </w:tc>
        <w:tc>
          <w:tcPr>
            <w:tcW w:w="197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FC8E19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97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882981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511CCC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7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6EAA68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7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303122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895" w:type="pct"/>
            <w:gridSpan w:val="10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7DD750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code guichet :</w:t>
            </w:r>
          </w:p>
        </w:tc>
        <w:tc>
          <w:tcPr>
            <w:tcW w:w="19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5E08E1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2B74FA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D76E6C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7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580FDF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09D00F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92" w:type="pct"/>
            <w:gridSpan w:val="7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23B020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2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CCADCB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10ECD6BA" w14:textId="77777777" w:rsidTr="00ED1F4A">
        <w:trPr>
          <w:cantSplit/>
          <w:trHeight w:hRule="exact" w:val="62"/>
          <w:tblCellSpacing w:w="0" w:type="dxa"/>
        </w:trPr>
        <w:tc>
          <w:tcPr>
            <w:tcW w:w="49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BF0323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10" w:type="pct"/>
            <w:gridSpan w:val="4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8C2A59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2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4E57949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497019BF" w14:textId="77777777" w:rsidTr="00ED1F4A">
        <w:trPr>
          <w:cantSplit/>
          <w:trHeight w:val="225"/>
          <w:tblCellSpacing w:w="0" w:type="dxa"/>
        </w:trPr>
        <w:tc>
          <w:tcPr>
            <w:tcW w:w="49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8F65DE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899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E7E74C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IBAN</w:t>
            </w:r>
          </w:p>
        </w:tc>
        <w:tc>
          <w:tcPr>
            <w:tcW w:w="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453307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67813B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79900F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3C6C10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AE7CCF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9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9AFB62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4EC423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4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6B4694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238B9D1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4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53D50A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C4C0CA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C8F4C4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06DE3F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2D00A1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2211D5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3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B6FFAA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9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1EFEDA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C7BF0D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9D40AA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6AA784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4D4DEB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570B85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05BF13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241932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4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8B67C7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BD2618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0F5AAD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BA8496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215F1C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EEA349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9F06D0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792C2A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1441CA0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2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3AF0F83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391D3505" w14:textId="77777777" w:rsidTr="00ED1F4A">
        <w:trPr>
          <w:cantSplit/>
          <w:trHeight w:hRule="exact" w:val="62"/>
          <w:tblCellSpacing w:w="0" w:type="dxa"/>
        </w:trPr>
        <w:tc>
          <w:tcPr>
            <w:tcW w:w="49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C98893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10" w:type="pct"/>
            <w:gridSpan w:val="4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2D4816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2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1D7553D1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253D317E" w14:textId="77777777" w:rsidTr="00ED1F4A">
        <w:trPr>
          <w:cantSplit/>
          <w:trHeight w:val="225"/>
          <w:tblCellSpacing w:w="0" w:type="dxa"/>
        </w:trPr>
        <w:tc>
          <w:tcPr>
            <w:tcW w:w="49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087CE3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899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4FF062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BIC (par SWIFT)</w:t>
            </w:r>
          </w:p>
        </w:tc>
        <w:tc>
          <w:tcPr>
            <w:tcW w:w="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69C98E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0A3BF3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4EBC29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3956011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493490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9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164D3F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42405C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4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4FF018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5EA8E8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4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269CB5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0FABD38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728" w:type="pct"/>
            <w:gridSpan w:val="2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DDFB27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2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19CE952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0EB456E2" w14:textId="77777777" w:rsidTr="00ED1F4A">
        <w:trPr>
          <w:cantSplit/>
          <w:trHeight w:hRule="exact" w:val="62"/>
          <w:tblCellSpacing w:w="0" w:type="dxa"/>
        </w:trPr>
        <w:tc>
          <w:tcPr>
            <w:tcW w:w="49" w:type="pct"/>
            <w:tcBorders>
              <w:top w:val="nil"/>
              <w:left w:val="single" w:sz="6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7A0825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30" w:type="pct"/>
            <w:gridSpan w:val="17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3B44B9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79" w:type="pct"/>
            <w:gridSpan w:val="24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6C3FA5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7673DA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</w:tbl>
    <w:p w14:paraId="3775C636" w14:textId="77777777" w:rsidR="00781376" w:rsidRDefault="00781376" w:rsidP="00781376">
      <w:pPr>
        <w:widowControl/>
        <w:autoSpaceDE/>
        <w:autoSpaceDN/>
        <w:spacing w:before="100" w:beforeAutospacing="1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tbl>
      <w:tblPr>
        <w:tblW w:w="5000" w:type="pct"/>
        <w:tblCellSpacing w:w="0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97"/>
        <w:gridCol w:w="1791"/>
        <w:gridCol w:w="196"/>
        <w:gridCol w:w="196"/>
        <w:gridCol w:w="196"/>
        <w:gridCol w:w="196"/>
        <w:gridCol w:w="197"/>
        <w:gridCol w:w="297"/>
        <w:gridCol w:w="98"/>
        <w:gridCol w:w="197"/>
        <w:gridCol w:w="197"/>
        <w:gridCol w:w="98"/>
        <w:gridCol w:w="197"/>
        <w:gridCol w:w="197"/>
        <w:gridCol w:w="98"/>
        <w:gridCol w:w="98"/>
        <w:gridCol w:w="98"/>
        <w:gridCol w:w="297"/>
        <w:gridCol w:w="197"/>
        <w:gridCol w:w="297"/>
        <w:gridCol w:w="197"/>
        <w:gridCol w:w="297"/>
        <w:gridCol w:w="8"/>
        <w:gridCol w:w="197"/>
        <w:gridCol w:w="197"/>
        <w:gridCol w:w="197"/>
        <w:gridCol w:w="297"/>
        <w:gridCol w:w="197"/>
        <w:gridCol w:w="297"/>
        <w:gridCol w:w="197"/>
        <w:gridCol w:w="197"/>
        <w:gridCol w:w="197"/>
        <w:gridCol w:w="98"/>
        <w:gridCol w:w="197"/>
        <w:gridCol w:w="297"/>
        <w:gridCol w:w="297"/>
        <w:gridCol w:w="197"/>
        <w:gridCol w:w="197"/>
        <w:gridCol w:w="197"/>
        <w:gridCol w:w="197"/>
        <w:gridCol w:w="197"/>
        <w:gridCol w:w="297"/>
        <w:gridCol w:w="83"/>
      </w:tblGrid>
      <w:tr w:rsidR="00781376" w:rsidRPr="00795CD8" w14:paraId="2DFE2967" w14:textId="77777777" w:rsidTr="00F8303B">
        <w:trPr>
          <w:cantSplit/>
          <w:tblCellSpacing w:w="0" w:type="dxa"/>
        </w:trPr>
        <w:tc>
          <w:tcPr>
            <w:tcW w:w="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C41E29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69F17B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 xml:space="preserve">Cotraitant </w:t>
            </w:r>
            <w:r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2</w:t>
            </w:r>
          </w:p>
        </w:tc>
        <w:tc>
          <w:tcPr>
            <w:tcW w:w="100" w:type="pct"/>
            <w:tcBorders>
              <w:top w:val="single" w:sz="6" w:space="0" w:color="000000"/>
              <w:left w:val="nil"/>
              <w:bottom w:val="single" w:sz="6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05EC02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41F09863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A8725B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DBEBA6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901712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75EFBD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7920CCDB" w14:textId="77777777" w:rsidTr="00F8303B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612DEA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CF4EB4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compte ouvert à l'organisme bancaire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AF32CF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E1079E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24DCCC28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A5FF42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E25788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E8D5AC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FDFB98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0BCCC63A" w14:textId="77777777" w:rsidTr="00F8303B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590CDC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F3354C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à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F4888C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CB3E10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0226B63B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9DD5C2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C2485F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034AAC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F89524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7C2ED3B0" w14:textId="77777777" w:rsidTr="00F8303B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229A4B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2A0CB9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au nom de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DAE1DF1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BBF7D1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26C8CA28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B7BFC5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E8CD47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BBF0BC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B32CBF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3B6FE330" w14:textId="77777777" w:rsidTr="00F8303B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000362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32B276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sous le numéro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9945A9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B6419E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A41FAC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03F3C1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4F0882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AA5406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0A4744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00D9ED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5943A5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28DC11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3365C4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77E514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00" w:type="pct"/>
            <w:gridSpan w:val="6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401E471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clé RIB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7A5AB5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9AB6F8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0" w:type="pct"/>
            <w:gridSpan w:val="4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0E2E4C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5EE00ECB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E6B7F0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CF6150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791785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2C1C64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221587B8" w14:textId="77777777" w:rsidTr="00F8303B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4A477C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493418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code banque 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04632D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018FE3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9DCEF2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BCF71F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0545DE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gridSpan w:val="10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FA28DA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code guichet 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A22193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92F088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C664AC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B4F8F2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634BE4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800" w:type="pct"/>
            <w:gridSpan w:val="7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074E9F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0413ED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3E0AD60E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F0452B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3E72601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65A9CC2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4F328478" w14:textId="77777777" w:rsidTr="00F8303B">
        <w:trPr>
          <w:cantSplit/>
          <w:trHeight w:val="225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0C2ACA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7666D2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IBAN</w:t>
            </w: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F75DC2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78CFCA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6C6273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ADBC69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C5F807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6D0A36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D1AAE5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3A02C4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2CFA1B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27BE85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68CF2A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845A81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34F4A4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3E0AB2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D11F311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4A6CA7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DB1F14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E82E80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F0CDC8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B748AB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0FA9BD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93A8A7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5DF940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D3EE0B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03F458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65A908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B68428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9CCD39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1DE542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94E044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107CC0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32BCC8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52529E6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4694A2B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637CD021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010C87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EE71AA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02F7477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70877EBA" w14:textId="77777777" w:rsidTr="00F8303B">
        <w:trPr>
          <w:cantSplit/>
          <w:trHeight w:val="225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6497B8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C14A5F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BIC (par SWIFT)</w:t>
            </w: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F309A61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69F28F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2F29E1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0A87BF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AA8FD8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0144BB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5A878C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B2E3BF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7BF4C2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0D80F7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0BD6FA2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50" w:type="pct"/>
            <w:gridSpan w:val="2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147E93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4ECB83A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0C9642B4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915A19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DE475E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08C995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CE3072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</w:tbl>
    <w:p w14:paraId="7B89BD91" w14:textId="77777777" w:rsidR="00781376" w:rsidRPr="00795CD8" w:rsidRDefault="00781376" w:rsidP="00781376">
      <w:pPr>
        <w:widowControl/>
        <w:autoSpaceDE/>
        <w:autoSpaceDN/>
        <w:spacing w:before="100" w:beforeAutospacing="1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tbl>
      <w:tblPr>
        <w:tblW w:w="5000" w:type="pct"/>
        <w:tblCellSpacing w:w="0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97"/>
        <w:gridCol w:w="1791"/>
        <w:gridCol w:w="196"/>
        <w:gridCol w:w="196"/>
        <w:gridCol w:w="196"/>
        <w:gridCol w:w="196"/>
        <w:gridCol w:w="197"/>
        <w:gridCol w:w="297"/>
        <w:gridCol w:w="98"/>
        <w:gridCol w:w="197"/>
        <w:gridCol w:w="197"/>
        <w:gridCol w:w="98"/>
        <w:gridCol w:w="197"/>
        <w:gridCol w:w="197"/>
        <w:gridCol w:w="98"/>
        <w:gridCol w:w="98"/>
        <w:gridCol w:w="98"/>
        <w:gridCol w:w="297"/>
        <w:gridCol w:w="197"/>
        <w:gridCol w:w="297"/>
        <w:gridCol w:w="197"/>
        <w:gridCol w:w="297"/>
        <w:gridCol w:w="8"/>
        <w:gridCol w:w="197"/>
        <w:gridCol w:w="197"/>
        <w:gridCol w:w="197"/>
        <w:gridCol w:w="297"/>
        <w:gridCol w:w="197"/>
        <w:gridCol w:w="297"/>
        <w:gridCol w:w="197"/>
        <w:gridCol w:w="197"/>
        <w:gridCol w:w="197"/>
        <w:gridCol w:w="98"/>
        <w:gridCol w:w="197"/>
        <w:gridCol w:w="297"/>
        <w:gridCol w:w="297"/>
        <w:gridCol w:w="197"/>
        <w:gridCol w:w="197"/>
        <w:gridCol w:w="197"/>
        <w:gridCol w:w="197"/>
        <w:gridCol w:w="197"/>
        <w:gridCol w:w="297"/>
        <w:gridCol w:w="83"/>
      </w:tblGrid>
      <w:tr w:rsidR="00781376" w:rsidRPr="00795CD8" w14:paraId="3F410E82" w14:textId="77777777" w:rsidTr="00F8303B">
        <w:trPr>
          <w:cantSplit/>
          <w:tblCellSpacing w:w="0" w:type="dxa"/>
        </w:trPr>
        <w:tc>
          <w:tcPr>
            <w:tcW w:w="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E3A5D2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013CC2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 xml:space="preserve">Cotraitant </w:t>
            </w:r>
            <w:r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3</w:t>
            </w:r>
          </w:p>
        </w:tc>
        <w:tc>
          <w:tcPr>
            <w:tcW w:w="100" w:type="pct"/>
            <w:tcBorders>
              <w:top w:val="single" w:sz="6" w:space="0" w:color="000000"/>
              <w:left w:val="nil"/>
              <w:bottom w:val="single" w:sz="6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28ABB5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32BE1034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DD6634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4AB4A4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A4E259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30505D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4D92A289" w14:textId="77777777" w:rsidTr="00F8303B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080617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8283CD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compte ouvert à l'organisme bancaire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AB2F4C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E66172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25C9F5AD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D722F2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08876C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E42DC8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6124411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4D8C3915" w14:textId="77777777" w:rsidTr="00F8303B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FE2BBD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84D510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à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92AEB5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E93220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3D522280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776C7B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2D8F00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77D24F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701060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710BF973" w14:textId="77777777" w:rsidTr="00F8303B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302530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B390FA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au nom de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71A9C7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2F235F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1C611A9F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36D92A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D9F336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F830B0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14B9A0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53E000A2" w14:textId="77777777" w:rsidTr="00F8303B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44706F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3E2732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sous le numéro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168F8C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31C16E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7A7490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7A9525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5C94B7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6610F5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49640C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3406A7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9410BF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F75713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7859E21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C102CB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00" w:type="pct"/>
            <w:gridSpan w:val="6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390EC7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clé RIB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9CD0FC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AE286F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0" w:type="pct"/>
            <w:gridSpan w:val="4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F6013A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2412011D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3851B9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48080C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0D8C44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6EED94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6A4D2F9E" w14:textId="77777777" w:rsidTr="00F8303B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1C16F3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4D4FF0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code banque 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A488C2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C35A17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08112C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2BA120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752065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gridSpan w:val="10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0CAC84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code guichet 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E71EF8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3FF26E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E840E0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B1A555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C49CDB1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800" w:type="pct"/>
            <w:gridSpan w:val="7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664D14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4BD395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604AAC8B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E28B40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A8EBB5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00B5FA2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5C1654E8" w14:textId="77777777" w:rsidTr="00F8303B">
        <w:trPr>
          <w:cantSplit/>
          <w:trHeight w:val="225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BCA2C7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6177EC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IBAN</w:t>
            </w: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E66A98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3834E3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F5CF64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C60577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7080BB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AB6D1D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29BDA2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00BD4F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0F6E62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AE8EDE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4FC123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55454A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F41324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331FDC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FE148B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0AF0EE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6DCED1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4809EB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5569D8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6E5972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0E4E14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7A425E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F4F147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7D000C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1B9AD7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B3FFD9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0F0DB3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3165E1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C23758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760EDE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C9458F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225DA9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313FAB0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7291BD41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7C734522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FC43081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485B81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18F4A53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77B404A5" w14:textId="77777777" w:rsidTr="00F8303B">
        <w:trPr>
          <w:cantSplit/>
          <w:trHeight w:val="225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D3029D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BC27DD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BIC (par SWIFT)</w:t>
            </w: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F618AE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C19860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A37551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7C752B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4BCA20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3A0A9D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5A0085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76D327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336144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CB4330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58170BA1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50" w:type="pct"/>
            <w:gridSpan w:val="2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726093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593C41C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6EFF80BC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023253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F58028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E64DFF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EEFC25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</w:tbl>
    <w:p w14:paraId="5AFA932C" w14:textId="77777777" w:rsidR="00781376" w:rsidRPr="00795CD8" w:rsidRDefault="00781376" w:rsidP="00781376">
      <w:pPr>
        <w:widowControl/>
        <w:autoSpaceDE/>
        <w:autoSpaceDN/>
        <w:spacing w:before="100" w:beforeAutospacing="1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tbl>
      <w:tblPr>
        <w:tblW w:w="5000" w:type="pct"/>
        <w:tblCellSpacing w:w="0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97"/>
        <w:gridCol w:w="1791"/>
        <w:gridCol w:w="196"/>
        <w:gridCol w:w="196"/>
        <w:gridCol w:w="196"/>
        <w:gridCol w:w="196"/>
        <w:gridCol w:w="197"/>
        <w:gridCol w:w="297"/>
        <w:gridCol w:w="98"/>
        <w:gridCol w:w="197"/>
        <w:gridCol w:w="197"/>
        <w:gridCol w:w="98"/>
        <w:gridCol w:w="197"/>
        <w:gridCol w:w="197"/>
        <w:gridCol w:w="98"/>
        <w:gridCol w:w="98"/>
        <w:gridCol w:w="98"/>
        <w:gridCol w:w="297"/>
        <w:gridCol w:w="197"/>
        <w:gridCol w:w="297"/>
        <w:gridCol w:w="197"/>
        <w:gridCol w:w="297"/>
        <w:gridCol w:w="8"/>
        <w:gridCol w:w="197"/>
        <w:gridCol w:w="197"/>
        <w:gridCol w:w="197"/>
        <w:gridCol w:w="297"/>
        <w:gridCol w:w="197"/>
        <w:gridCol w:w="297"/>
        <w:gridCol w:w="197"/>
        <w:gridCol w:w="197"/>
        <w:gridCol w:w="197"/>
        <w:gridCol w:w="98"/>
        <w:gridCol w:w="197"/>
        <w:gridCol w:w="297"/>
        <w:gridCol w:w="297"/>
        <w:gridCol w:w="197"/>
        <w:gridCol w:w="197"/>
        <w:gridCol w:w="197"/>
        <w:gridCol w:w="197"/>
        <w:gridCol w:w="197"/>
        <w:gridCol w:w="297"/>
        <w:gridCol w:w="83"/>
      </w:tblGrid>
      <w:tr w:rsidR="00781376" w:rsidRPr="00795CD8" w14:paraId="555298C1" w14:textId="77777777" w:rsidTr="00F8303B">
        <w:trPr>
          <w:cantSplit/>
          <w:tblCellSpacing w:w="0" w:type="dxa"/>
        </w:trPr>
        <w:tc>
          <w:tcPr>
            <w:tcW w:w="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9ECE7F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08B8E3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 xml:space="preserve">Cotraitant </w:t>
            </w:r>
            <w:r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4</w:t>
            </w:r>
          </w:p>
        </w:tc>
        <w:tc>
          <w:tcPr>
            <w:tcW w:w="100" w:type="pct"/>
            <w:tcBorders>
              <w:top w:val="single" w:sz="6" w:space="0" w:color="000000"/>
              <w:left w:val="nil"/>
              <w:bottom w:val="single" w:sz="6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4DB1F7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42FFBF31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CBB085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E3CD95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F6A9441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6C65D8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29093B0D" w14:textId="77777777" w:rsidTr="00F8303B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85693E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C746A8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compte ouvert à l'organisme bancaire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92832B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62F20C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14E8D1D1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22B238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BFE1E8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EE4DA0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C8D545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1D2C8589" w14:textId="77777777" w:rsidTr="00F8303B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2C5F45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F3BE7B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à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835ABE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E1094E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2C7F2325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00B8DA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646BC1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2AB094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68F24A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054C6479" w14:textId="77777777" w:rsidTr="00F8303B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474068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22C2D5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au nom de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3D3F51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56F2E3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41B541F7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EB738C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60A9E7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06ED39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6B8FC5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733A3BEE" w14:textId="77777777" w:rsidTr="00F8303B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1B0689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7A923C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sous le numéro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ECD4DB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52C7FC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72F355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91DEC9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C0B7B9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F90EB9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5AA6E8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65FCC4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42C63F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6048A2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7339D5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2287A9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00" w:type="pct"/>
            <w:gridSpan w:val="6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5F38DC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clé RIB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B9206F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C223A7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0" w:type="pct"/>
            <w:gridSpan w:val="4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82A20D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2003189B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C1A0E4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EA2742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94F35D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ED156F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4F75B048" w14:textId="77777777" w:rsidTr="00F8303B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1D3ACF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09FD54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code banque 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EC5D23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61D93F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7C34A3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A03232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569779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gridSpan w:val="10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A1D106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code guichet 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80B1CB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D5904B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B1622A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B3CB33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2B42E8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800" w:type="pct"/>
            <w:gridSpan w:val="7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56AD4C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E72A6C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06155C7D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0F8A1A1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D5D97C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5A944B3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0D37CCCE" w14:textId="77777777" w:rsidTr="00F8303B">
        <w:trPr>
          <w:cantSplit/>
          <w:trHeight w:val="225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C89D80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F31CD0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IBAN</w:t>
            </w: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494484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7A4F25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DF15F0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FD65EB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DFC528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3F783F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98DD8D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1C5A37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61C54B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7EA8D1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C34071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30200A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EE0297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8A46F0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7438E5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5B7BD8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4EEA07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18DAB9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2FCEE4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C4E615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5F8A24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E75E0F1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B438061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7A0C26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D4F005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ACC433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93CB29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89BF12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17EEB5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D1631D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783779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98F142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5104D63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419BB33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29DC6CF4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0B8C3A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B373FE1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519A5C8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6F203C57" w14:textId="77777777" w:rsidTr="00F8303B">
        <w:trPr>
          <w:cantSplit/>
          <w:trHeight w:val="225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84C922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C90916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BIC (par SWIFT)</w:t>
            </w: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126FA1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F54AD3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E8578D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17A690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01B70C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7C36B1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EEF826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569C09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50E5CA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304B5C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16BD6D1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50" w:type="pct"/>
            <w:gridSpan w:val="2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C0F5D1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7472B1E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7795DADB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2B7C9D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FC64CA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576F0C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EFF6A1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</w:tbl>
    <w:p w14:paraId="4AF9EFFB" w14:textId="77777777" w:rsidR="00781376" w:rsidRDefault="00781376" w:rsidP="00781376">
      <w:pPr>
        <w:widowControl/>
        <w:autoSpaceDE/>
        <w:autoSpaceDN/>
        <w:spacing w:before="100" w:beforeAutospacing="1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tbl>
      <w:tblPr>
        <w:tblW w:w="5000" w:type="pct"/>
        <w:tblCellSpacing w:w="0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97"/>
        <w:gridCol w:w="1791"/>
        <w:gridCol w:w="196"/>
        <w:gridCol w:w="196"/>
        <w:gridCol w:w="196"/>
        <w:gridCol w:w="196"/>
        <w:gridCol w:w="197"/>
        <w:gridCol w:w="297"/>
        <w:gridCol w:w="98"/>
        <w:gridCol w:w="197"/>
        <w:gridCol w:w="197"/>
        <w:gridCol w:w="98"/>
        <w:gridCol w:w="197"/>
        <w:gridCol w:w="197"/>
        <w:gridCol w:w="98"/>
        <w:gridCol w:w="98"/>
        <w:gridCol w:w="98"/>
        <w:gridCol w:w="297"/>
        <w:gridCol w:w="197"/>
        <w:gridCol w:w="297"/>
        <w:gridCol w:w="197"/>
        <w:gridCol w:w="297"/>
        <w:gridCol w:w="8"/>
        <w:gridCol w:w="197"/>
        <w:gridCol w:w="197"/>
        <w:gridCol w:w="197"/>
        <w:gridCol w:w="297"/>
        <w:gridCol w:w="197"/>
        <w:gridCol w:w="297"/>
        <w:gridCol w:w="197"/>
        <w:gridCol w:w="197"/>
        <w:gridCol w:w="197"/>
        <w:gridCol w:w="98"/>
        <w:gridCol w:w="197"/>
        <w:gridCol w:w="297"/>
        <w:gridCol w:w="297"/>
        <w:gridCol w:w="197"/>
        <w:gridCol w:w="197"/>
        <w:gridCol w:w="197"/>
        <w:gridCol w:w="197"/>
        <w:gridCol w:w="197"/>
        <w:gridCol w:w="297"/>
        <w:gridCol w:w="83"/>
      </w:tblGrid>
      <w:tr w:rsidR="00781376" w:rsidRPr="00795CD8" w14:paraId="3D48CC6D" w14:textId="77777777" w:rsidTr="00F8303B">
        <w:trPr>
          <w:cantSplit/>
          <w:tblCellSpacing w:w="0" w:type="dxa"/>
        </w:trPr>
        <w:tc>
          <w:tcPr>
            <w:tcW w:w="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17843B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DCB24B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 xml:space="preserve">Cotraitant </w:t>
            </w:r>
            <w:r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5</w:t>
            </w:r>
          </w:p>
        </w:tc>
        <w:tc>
          <w:tcPr>
            <w:tcW w:w="100" w:type="pct"/>
            <w:tcBorders>
              <w:top w:val="single" w:sz="6" w:space="0" w:color="000000"/>
              <w:left w:val="nil"/>
              <w:bottom w:val="single" w:sz="6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54C5AE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36EA7B7D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CD7506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B3390D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447C49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04DE22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688361D0" w14:textId="77777777" w:rsidTr="00F8303B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C904B8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6ADF061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compte ouvert à l'organisme bancaire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9EB828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AFAF48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468A24B0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34C5E0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3C0EB5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B125C6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A6F9A9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1E7024B5" w14:textId="77777777" w:rsidTr="00F8303B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CAE569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73DCDB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à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909583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68A306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508B76C2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F3CF13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FFDE2E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9F6ACA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74A82E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66B042ED" w14:textId="77777777" w:rsidTr="00F8303B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157D0D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0F36BD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au nom de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57D2FF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EA5B8D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7A4B6252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3047B0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DEFA75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DF35D2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C49122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1D361E01" w14:textId="77777777" w:rsidTr="00F8303B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907EE6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051E72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sous le numéro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11C53D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6C97F8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B2E422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8AC790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BACF25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4D9CEC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2DF1DC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485776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F42F27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65D0B6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A8B93D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7B43B2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00" w:type="pct"/>
            <w:gridSpan w:val="6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84E5E6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clé RIB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187517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F4DB5E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0" w:type="pct"/>
            <w:gridSpan w:val="4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34806B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7BC0C8B2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029D47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FC7E93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34AA79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20D1A8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41EF14D1" w14:textId="77777777" w:rsidTr="00F8303B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DE0527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1C89E8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code banque 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876B88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D92B75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0904E5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B1A08E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0D3EFE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gridSpan w:val="10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DA6C83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code guichet 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25C676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DF8EBA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175802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3C2E04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6235BA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800" w:type="pct"/>
            <w:gridSpan w:val="7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580480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556E72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2D2F825B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BFE789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C65B49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24CED0D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74E59A16" w14:textId="77777777" w:rsidTr="00F8303B">
        <w:trPr>
          <w:cantSplit/>
          <w:trHeight w:val="225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2A8AF4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C58346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IBAN</w:t>
            </w: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EDFC49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986897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9553AB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5B9F15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96D853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99CF95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616F87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A47CAD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F3DAEF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C6EF6A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7FA31B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4526F1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97D440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5A7F65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7A1749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802A5A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89A384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F6F087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1A487E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FFFB95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075E61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608F5F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0D1F201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13DFD6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22E7D7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C8FB7B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087A28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E72CD9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546DF31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AED4ED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CF75BF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890BB6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537109C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3290B7B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72066109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755225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812860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49AC4CA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4E2F92A0" w14:textId="77777777" w:rsidTr="00F8303B">
        <w:trPr>
          <w:cantSplit/>
          <w:trHeight w:val="225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9C58E7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AF6DF7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BIC (par SWIFT)</w:t>
            </w: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BE7C4A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5700E2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6DB3BE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395783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83290E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6EDD88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D99122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45B45B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C8DDFE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9D2C4A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45D0307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50" w:type="pct"/>
            <w:gridSpan w:val="2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EE0E6C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75014E8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2A5A1EB1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218D37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D75B08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701461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6EBAD0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</w:tbl>
    <w:p w14:paraId="5E583FC5" w14:textId="77777777" w:rsidR="00781376" w:rsidRPr="00795CD8" w:rsidRDefault="00781376" w:rsidP="00781376">
      <w:pPr>
        <w:widowControl/>
        <w:autoSpaceDE/>
        <w:autoSpaceDN/>
        <w:spacing w:before="100" w:beforeAutospacing="1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p w14:paraId="29F027D1" w14:textId="7A934FBD" w:rsidR="00995AF1" w:rsidRDefault="00995AF1" w:rsidP="00995AF1">
      <w:pPr>
        <w:widowControl/>
        <w:autoSpaceDE/>
        <w:autoSpaceDN/>
        <w:spacing w:before="100" w:beforeAutospacing="1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  <w:r w:rsidRPr="00795CD8">
        <w:rPr>
          <w:rFonts w:ascii="Marianne" w:eastAsia="Times New Roman" w:hAnsi="Marianne" w:cs="Times New Roman"/>
          <w:sz w:val="20"/>
          <w:szCs w:val="20"/>
          <w:lang w:eastAsia="fr-FR"/>
        </w:rPr>
        <w:t>Toutefois, le maître d'ouvrage se libérera des sommes dues aux sous-traitants payés directement en en faisant porter les montants au crédit des comptes désignés dans les annexes, les avenants ou les actes spéciaux.</w:t>
      </w:r>
    </w:p>
    <w:p w14:paraId="00670A70" w14:textId="77777777" w:rsidR="00781376" w:rsidRPr="00795CD8" w:rsidRDefault="00781376" w:rsidP="00995AF1">
      <w:pPr>
        <w:widowControl/>
        <w:autoSpaceDE/>
        <w:autoSpaceDN/>
        <w:spacing w:before="100" w:beforeAutospacing="1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p w14:paraId="7D343A4A" w14:textId="77777777" w:rsidR="00995AF1" w:rsidRPr="00795CD8" w:rsidRDefault="00995AF1" w:rsidP="00995AF1">
      <w:pPr>
        <w:pStyle w:val="Corpsdetexte"/>
        <w:rPr>
          <w:lang w:eastAsia="fr-FR"/>
        </w:rPr>
      </w:pPr>
      <w:r w:rsidRPr="00795CD8">
        <w:rPr>
          <w:rFonts w:ascii="Wingdings" w:hAnsi="Wingdings"/>
          <w:sz w:val="36"/>
          <w:szCs w:val="36"/>
          <w:lang w:eastAsia="fr-FR"/>
        </w:rPr>
        <w:t></w:t>
      </w:r>
      <w:r w:rsidRPr="00795CD8">
        <w:rPr>
          <w:lang w:eastAsia="fr-FR"/>
        </w:rPr>
        <w:t xml:space="preserve"> </w:t>
      </w:r>
      <w:r w:rsidRPr="00BE5E77">
        <w:rPr>
          <w:b/>
          <w:lang w:eastAsia="fr-FR"/>
        </w:rPr>
        <w:t>Groupeme</w:t>
      </w:r>
      <w:r w:rsidRPr="00995AF1">
        <w:rPr>
          <w:b/>
          <w:lang w:eastAsia="fr-FR"/>
        </w:rPr>
        <w:t>nt conjoint</w:t>
      </w:r>
    </w:p>
    <w:p w14:paraId="2DB68BBA" w14:textId="70795B82" w:rsidR="00781376" w:rsidRPr="00795CD8" w:rsidRDefault="00995AF1" w:rsidP="00781376">
      <w:pPr>
        <w:pStyle w:val="Corpsdetexte"/>
        <w:rPr>
          <w:lang w:eastAsia="fr-FR"/>
        </w:rPr>
      </w:pPr>
      <w:r w:rsidRPr="00795CD8">
        <w:rPr>
          <w:lang w:eastAsia="fr-FR"/>
        </w:rPr>
        <w:t xml:space="preserve">Le maître d'ouvrage se libérera des sommes dues au titre du présent marché en faisant porter le montant au crédit des comptes </w:t>
      </w:r>
      <w:r w:rsidRPr="00795CD8">
        <w:rPr>
          <w:szCs w:val="20"/>
          <w:lang w:eastAsia="fr-FR"/>
        </w:rPr>
        <w:t>(joindre un RIB ou RIP)</w:t>
      </w:r>
      <w:r w:rsidRPr="00795CD8">
        <w:rPr>
          <w:rFonts w:ascii="Calibri" w:hAnsi="Calibri" w:cs="Calibri"/>
          <w:sz w:val="18"/>
          <w:szCs w:val="18"/>
          <w:lang w:eastAsia="fr-FR"/>
        </w:rPr>
        <w:t> </w:t>
      </w:r>
      <w:r w:rsidRPr="00795CD8">
        <w:rPr>
          <w:lang w:eastAsia="fr-FR"/>
        </w:rPr>
        <w:t>:</w:t>
      </w:r>
      <w:r w:rsidR="00781376" w:rsidRPr="00781376">
        <w:rPr>
          <w:lang w:eastAsia="fr-FR"/>
        </w:rPr>
        <w:t xml:space="preserve"> </w:t>
      </w:r>
    </w:p>
    <w:tbl>
      <w:tblPr>
        <w:tblW w:w="5000" w:type="pct"/>
        <w:tblCellSpacing w:w="0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97"/>
        <w:gridCol w:w="1791"/>
        <w:gridCol w:w="196"/>
        <w:gridCol w:w="196"/>
        <w:gridCol w:w="196"/>
        <w:gridCol w:w="196"/>
        <w:gridCol w:w="197"/>
        <w:gridCol w:w="297"/>
        <w:gridCol w:w="98"/>
        <w:gridCol w:w="197"/>
        <w:gridCol w:w="197"/>
        <w:gridCol w:w="98"/>
        <w:gridCol w:w="197"/>
        <w:gridCol w:w="197"/>
        <w:gridCol w:w="98"/>
        <w:gridCol w:w="98"/>
        <w:gridCol w:w="98"/>
        <w:gridCol w:w="297"/>
        <w:gridCol w:w="197"/>
        <w:gridCol w:w="297"/>
        <w:gridCol w:w="197"/>
        <w:gridCol w:w="297"/>
        <w:gridCol w:w="8"/>
        <w:gridCol w:w="197"/>
        <w:gridCol w:w="197"/>
        <w:gridCol w:w="197"/>
        <w:gridCol w:w="297"/>
        <w:gridCol w:w="197"/>
        <w:gridCol w:w="297"/>
        <w:gridCol w:w="197"/>
        <w:gridCol w:w="197"/>
        <w:gridCol w:w="197"/>
        <w:gridCol w:w="98"/>
        <w:gridCol w:w="197"/>
        <w:gridCol w:w="297"/>
        <w:gridCol w:w="297"/>
        <w:gridCol w:w="197"/>
        <w:gridCol w:w="197"/>
        <w:gridCol w:w="197"/>
        <w:gridCol w:w="197"/>
        <w:gridCol w:w="197"/>
        <w:gridCol w:w="297"/>
        <w:gridCol w:w="83"/>
      </w:tblGrid>
      <w:tr w:rsidR="00781376" w:rsidRPr="00795CD8" w14:paraId="1D05CE54" w14:textId="77777777" w:rsidTr="00F8303B">
        <w:trPr>
          <w:cantSplit/>
          <w:tblCellSpacing w:w="0" w:type="dxa"/>
        </w:trPr>
        <w:tc>
          <w:tcPr>
            <w:tcW w:w="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F1B2BA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066DFD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Cotraitant 1</w:t>
            </w:r>
          </w:p>
        </w:tc>
        <w:tc>
          <w:tcPr>
            <w:tcW w:w="100" w:type="pct"/>
            <w:tcBorders>
              <w:top w:val="single" w:sz="6" w:space="0" w:color="000000"/>
              <w:left w:val="nil"/>
              <w:bottom w:val="single" w:sz="6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5A599A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62E84DF6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2C93AB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CDF56C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F10DC4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4DF3B0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7839F8F0" w14:textId="77777777" w:rsidTr="00F8303B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503CF1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E2BFDA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compte ouvert à l'organisme bancaire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8AE727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769284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51CFAD3A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30FF94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6DB472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54570A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3FF3CE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32461891" w14:textId="77777777" w:rsidTr="00F8303B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7355EF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588FBD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à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332B70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BA489C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629ABE24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6294FE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9EA8FC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69BB19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DF8F34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1C6C4582" w14:textId="77777777" w:rsidTr="00F8303B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57D5DD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586F1F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au nom de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4FDE5F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B6C7FB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05976CBA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0B33E4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769108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4AB994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62431C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4C87882B" w14:textId="77777777" w:rsidTr="00F8303B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D32DA9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2F87D1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sous le numéro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1E4AC7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CB8E60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C5EBA51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91EB2B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9BA983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66DE38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0BF57F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79F4E7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592F97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279EF5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AE0195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2395A7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00" w:type="pct"/>
            <w:gridSpan w:val="6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D4FD5E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clé RIB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ACED15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B42EF0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0" w:type="pct"/>
            <w:gridSpan w:val="4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1D9686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35E30B80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67FB56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C5F442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DC753A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2E21241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2BD2433B" w14:textId="77777777" w:rsidTr="00F8303B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23CF6B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7D159F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code banque 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5762FC1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212C7B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584B80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F95E59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49609B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gridSpan w:val="10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B001B0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code guichet 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E19E26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20FD48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459E91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850A061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8256E7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800" w:type="pct"/>
            <w:gridSpan w:val="7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F0BEB81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7567BA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24A05832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C6A038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A171F4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7416AAB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4283164C" w14:textId="77777777" w:rsidTr="00F8303B">
        <w:trPr>
          <w:cantSplit/>
          <w:trHeight w:val="225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66439A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E056E9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IBAN</w:t>
            </w: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16FD73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AA13731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5CF52B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DA49F8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F89CE1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4B461D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7191C0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9557D4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FB4F2B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BD097C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C5C38D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8FE424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D40E53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DA6903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9F7D6B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3F4F58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77D48F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C63FEC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332A94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99417F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167B05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1E535D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14EC44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5CCD5D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E33C71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368684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77495B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E9FD94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55E7BA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4BAF58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36B4FD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6E272E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485EB73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74A6EA9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2390ACBD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9FB414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704B25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0A3B64A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51745573" w14:textId="77777777" w:rsidTr="00F8303B">
        <w:trPr>
          <w:cantSplit/>
          <w:trHeight w:val="225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03F9B3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3333F11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BIC (par SWIFT)</w:t>
            </w: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00722B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CCC209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E0B5E0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52429B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760F0C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D02BF7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D780DA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1B075D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9A59F7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1E32A2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02D46A5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50" w:type="pct"/>
            <w:gridSpan w:val="2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A014FF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0F65DA4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7519B9B7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6FEED5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CE36D1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BDD8AA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D1C634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</w:tbl>
    <w:p w14:paraId="76F6855B" w14:textId="77777777" w:rsidR="00781376" w:rsidRDefault="00781376" w:rsidP="00781376">
      <w:pPr>
        <w:widowControl/>
        <w:autoSpaceDE/>
        <w:autoSpaceDN/>
        <w:spacing w:before="100" w:beforeAutospacing="1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tbl>
      <w:tblPr>
        <w:tblW w:w="5000" w:type="pct"/>
        <w:tblCellSpacing w:w="0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97"/>
        <w:gridCol w:w="1791"/>
        <w:gridCol w:w="196"/>
        <w:gridCol w:w="196"/>
        <w:gridCol w:w="196"/>
        <w:gridCol w:w="196"/>
        <w:gridCol w:w="197"/>
        <w:gridCol w:w="297"/>
        <w:gridCol w:w="98"/>
        <w:gridCol w:w="197"/>
        <w:gridCol w:w="197"/>
        <w:gridCol w:w="98"/>
        <w:gridCol w:w="197"/>
        <w:gridCol w:w="197"/>
        <w:gridCol w:w="98"/>
        <w:gridCol w:w="98"/>
        <w:gridCol w:w="98"/>
        <w:gridCol w:w="297"/>
        <w:gridCol w:w="197"/>
        <w:gridCol w:w="297"/>
        <w:gridCol w:w="197"/>
        <w:gridCol w:w="297"/>
        <w:gridCol w:w="8"/>
        <w:gridCol w:w="197"/>
        <w:gridCol w:w="197"/>
        <w:gridCol w:w="197"/>
        <w:gridCol w:w="297"/>
        <w:gridCol w:w="197"/>
        <w:gridCol w:w="297"/>
        <w:gridCol w:w="197"/>
        <w:gridCol w:w="197"/>
        <w:gridCol w:w="197"/>
        <w:gridCol w:w="98"/>
        <w:gridCol w:w="197"/>
        <w:gridCol w:w="297"/>
        <w:gridCol w:w="297"/>
        <w:gridCol w:w="197"/>
        <w:gridCol w:w="197"/>
        <w:gridCol w:w="197"/>
        <w:gridCol w:w="197"/>
        <w:gridCol w:w="197"/>
        <w:gridCol w:w="297"/>
        <w:gridCol w:w="83"/>
      </w:tblGrid>
      <w:tr w:rsidR="00781376" w:rsidRPr="00795CD8" w14:paraId="1830702F" w14:textId="77777777" w:rsidTr="00F8303B">
        <w:trPr>
          <w:cantSplit/>
          <w:tblCellSpacing w:w="0" w:type="dxa"/>
        </w:trPr>
        <w:tc>
          <w:tcPr>
            <w:tcW w:w="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A66F93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B73378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 xml:space="preserve">Cotraitant </w:t>
            </w:r>
            <w:r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2</w:t>
            </w:r>
          </w:p>
        </w:tc>
        <w:tc>
          <w:tcPr>
            <w:tcW w:w="100" w:type="pct"/>
            <w:tcBorders>
              <w:top w:val="single" w:sz="6" w:space="0" w:color="000000"/>
              <w:left w:val="nil"/>
              <w:bottom w:val="single" w:sz="6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E26F92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5230D624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54C84F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395623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4E61FE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B6238F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669AD9AB" w14:textId="77777777" w:rsidTr="00F8303B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693FE91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699D23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compte ouvert à l'organisme bancaire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621B9F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6E8A8A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28CEADA0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D9D6E81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BA52E9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AF94DF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931DBE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1C82B767" w14:textId="77777777" w:rsidTr="00F8303B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BE7922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DDE3FB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à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23EA0F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7B16BD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6F3A04E5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DC2A8E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FD6B8D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B7E649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AE646E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5D40CE51" w14:textId="77777777" w:rsidTr="00F8303B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FDAB96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5079A2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au nom de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FB0CB8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C7D480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543BA898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A37E5D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D79894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A95362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94B2E4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5D71CA57" w14:textId="77777777" w:rsidTr="00F8303B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FBFB5A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8A8606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sous le numéro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E86DA4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670E2F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3BFB2F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C40642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D4FD4A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A9E27C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0696CD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78142B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4E8E1F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5325E4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857D2E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C431E11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00" w:type="pct"/>
            <w:gridSpan w:val="6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5E561D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clé RIB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BE6817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5028E3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0" w:type="pct"/>
            <w:gridSpan w:val="4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E1602A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4C0AC37E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16C52A1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3AAE15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D930A4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CFE8A4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127F9A08" w14:textId="77777777" w:rsidTr="00F8303B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3FA978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F951A2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code banque 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619DFE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9B06E0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07AB23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E143C2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95573C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gridSpan w:val="10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E473C3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code guichet 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DDDAFF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CB49A7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7963A91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951B23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E2E537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800" w:type="pct"/>
            <w:gridSpan w:val="7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244457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0297BC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6763E5E6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444D29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F50A33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7392F23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1F1130B1" w14:textId="77777777" w:rsidTr="00F8303B">
        <w:trPr>
          <w:cantSplit/>
          <w:trHeight w:val="225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E779D5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DDCFFC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IBAN</w:t>
            </w: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24E67F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4F7385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B3816C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1CE8F3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C59BA7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952BCD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622A5A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A389CB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8E16ED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B666E8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3AACF8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AE8B84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CF238C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3794B7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F50E2F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D208D6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4DE6B0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3BDFDD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ABFB6F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7DBBCE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3EA140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6100A6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06C809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D8DF2E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9AC5DC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496D37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93B683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71962E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3F4848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68DCB0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8B268B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F671B0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6184B561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3B2F425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2178A1B9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185C06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33321E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4BA8B01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448E57C6" w14:textId="77777777" w:rsidTr="00F8303B">
        <w:trPr>
          <w:cantSplit/>
          <w:trHeight w:val="225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BE10C9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3AD33F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BIC (par SWIFT)</w:t>
            </w: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6AFFB5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849829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723696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48F044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DA5229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32CD72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A475E11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EF09D0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FC4C9C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B7D553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323A35B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50" w:type="pct"/>
            <w:gridSpan w:val="2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E2B32B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5A45D87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2D8939DB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3CA1B2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B8060F1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713B2C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9BD483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</w:tbl>
    <w:p w14:paraId="047D5D68" w14:textId="77777777" w:rsidR="00781376" w:rsidRPr="00795CD8" w:rsidRDefault="00781376" w:rsidP="00781376">
      <w:pPr>
        <w:widowControl/>
        <w:autoSpaceDE/>
        <w:autoSpaceDN/>
        <w:spacing w:before="100" w:beforeAutospacing="1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tbl>
      <w:tblPr>
        <w:tblW w:w="5000" w:type="pct"/>
        <w:tblCellSpacing w:w="0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97"/>
        <w:gridCol w:w="1791"/>
        <w:gridCol w:w="196"/>
        <w:gridCol w:w="196"/>
        <w:gridCol w:w="196"/>
        <w:gridCol w:w="196"/>
        <w:gridCol w:w="197"/>
        <w:gridCol w:w="297"/>
        <w:gridCol w:w="98"/>
        <w:gridCol w:w="197"/>
        <w:gridCol w:w="197"/>
        <w:gridCol w:w="98"/>
        <w:gridCol w:w="197"/>
        <w:gridCol w:w="197"/>
        <w:gridCol w:w="98"/>
        <w:gridCol w:w="98"/>
        <w:gridCol w:w="98"/>
        <w:gridCol w:w="297"/>
        <w:gridCol w:w="197"/>
        <w:gridCol w:w="297"/>
        <w:gridCol w:w="197"/>
        <w:gridCol w:w="297"/>
        <w:gridCol w:w="8"/>
        <w:gridCol w:w="197"/>
        <w:gridCol w:w="197"/>
        <w:gridCol w:w="197"/>
        <w:gridCol w:w="297"/>
        <w:gridCol w:w="197"/>
        <w:gridCol w:w="297"/>
        <w:gridCol w:w="197"/>
        <w:gridCol w:w="197"/>
        <w:gridCol w:w="197"/>
        <w:gridCol w:w="98"/>
        <w:gridCol w:w="197"/>
        <w:gridCol w:w="297"/>
        <w:gridCol w:w="297"/>
        <w:gridCol w:w="197"/>
        <w:gridCol w:w="197"/>
        <w:gridCol w:w="197"/>
        <w:gridCol w:w="197"/>
        <w:gridCol w:w="197"/>
        <w:gridCol w:w="297"/>
        <w:gridCol w:w="83"/>
      </w:tblGrid>
      <w:tr w:rsidR="00781376" w:rsidRPr="00795CD8" w14:paraId="03176537" w14:textId="77777777" w:rsidTr="00F8303B">
        <w:trPr>
          <w:cantSplit/>
          <w:tblCellSpacing w:w="0" w:type="dxa"/>
        </w:trPr>
        <w:tc>
          <w:tcPr>
            <w:tcW w:w="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874FFE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B89FF5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 xml:space="preserve">Cotraitant </w:t>
            </w:r>
            <w:r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3</w:t>
            </w:r>
          </w:p>
        </w:tc>
        <w:tc>
          <w:tcPr>
            <w:tcW w:w="100" w:type="pct"/>
            <w:tcBorders>
              <w:top w:val="single" w:sz="6" w:space="0" w:color="000000"/>
              <w:left w:val="nil"/>
              <w:bottom w:val="single" w:sz="6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815457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1B8DFFE6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392A72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C244C0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785A1D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C9F04F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23D7D126" w14:textId="77777777" w:rsidTr="00F8303B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19EECA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8EA85A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compte ouvert à l'organisme bancaire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817667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4C1A4B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257F5D07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97F772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A0AA63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596D19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5F43AC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3BA93BCF" w14:textId="77777777" w:rsidTr="00F8303B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22097A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765DD4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à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9E67B7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A1BE83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062637BC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668514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B0241B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0A0FE0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B3E0A8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42AE304C" w14:textId="77777777" w:rsidTr="00F8303B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334C93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B190DD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au nom de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B35B5E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690F90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04CE3F88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F7FBAA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227CFB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C576FE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16D9A8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7515395B" w14:textId="77777777" w:rsidTr="00F8303B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767FC0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B3B83A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sous le numéro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536C761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18BBE1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9092B4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FCD832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A2E58D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F134E3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2AC04C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C3FD84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858E60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57E346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5ADF9C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E556D9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00" w:type="pct"/>
            <w:gridSpan w:val="6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E5A093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clé RIB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F1FF771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86484F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0" w:type="pct"/>
            <w:gridSpan w:val="4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34CD1B1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56567070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A4651E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6C07F2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1DAE78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5F07F7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5FDFE1D7" w14:textId="77777777" w:rsidTr="00F8303B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D2456B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61FCF7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code banque 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D672DC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A52DB9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7BF1C9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9B822B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819D01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gridSpan w:val="10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1506F2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code guichet 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5C5D801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1FC833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F42C1B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F0DDF6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23F163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800" w:type="pct"/>
            <w:gridSpan w:val="7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943A8C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3AF8721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685DA904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AE7E1A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CC98B4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7AF01B8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05BB63D3" w14:textId="77777777" w:rsidTr="00F8303B">
        <w:trPr>
          <w:cantSplit/>
          <w:trHeight w:val="225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C29F2A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04F596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IBAN</w:t>
            </w: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F25586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6BE142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519069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C1EE5F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869DCA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041A51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16646D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BB8220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1FF890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3384A21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180882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AF390B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D047D5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048AAE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ED119F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6DECFF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CDDBE8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1E4166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63CCFA1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5F6154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C9B0AB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2F660E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0F12D2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F5E0ED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66BB6C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D50C3D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E76FCF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5D4012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13CF21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A20035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92C25A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DAD286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16F2A0E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75136FF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62FD7FF3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0F14A5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3BD469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4F49F30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5E44200D" w14:textId="77777777" w:rsidTr="00F8303B">
        <w:trPr>
          <w:cantSplit/>
          <w:trHeight w:val="225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2228BC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2585C5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BIC (par SWIFT)</w:t>
            </w: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2DAEDF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3E7E27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1E8B35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73614C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0C9261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FC7E30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25C673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DF1931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7A56DF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079746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2E745A8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50" w:type="pct"/>
            <w:gridSpan w:val="2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0C2D51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0D750B6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56496E8C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68E693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06647C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EDD7CE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20EA12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</w:tbl>
    <w:p w14:paraId="5A22C3BB" w14:textId="77777777" w:rsidR="00781376" w:rsidRPr="00795CD8" w:rsidRDefault="00781376" w:rsidP="00781376">
      <w:pPr>
        <w:widowControl/>
        <w:autoSpaceDE/>
        <w:autoSpaceDN/>
        <w:spacing w:before="100" w:beforeAutospacing="1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tbl>
      <w:tblPr>
        <w:tblW w:w="5000" w:type="pct"/>
        <w:tblCellSpacing w:w="0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97"/>
        <w:gridCol w:w="1791"/>
        <w:gridCol w:w="196"/>
        <w:gridCol w:w="196"/>
        <w:gridCol w:w="196"/>
        <w:gridCol w:w="196"/>
        <w:gridCol w:w="197"/>
        <w:gridCol w:w="297"/>
        <w:gridCol w:w="98"/>
        <w:gridCol w:w="197"/>
        <w:gridCol w:w="197"/>
        <w:gridCol w:w="98"/>
        <w:gridCol w:w="197"/>
        <w:gridCol w:w="197"/>
        <w:gridCol w:w="98"/>
        <w:gridCol w:w="98"/>
        <w:gridCol w:w="98"/>
        <w:gridCol w:w="297"/>
        <w:gridCol w:w="197"/>
        <w:gridCol w:w="297"/>
        <w:gridCol w:w="197"/>
        <w:gridCol w:w="297"/>
        <w:gridCol w:w="8"/>
        <w:gridCol w:w="197"/>
        <w:gridCol w:w="197"/>
        <w:gridCol w:w="197"/>
        <w:gridCol w:w="297"/>
        <w:gridCol w:w="197"/>
        <w:gridCol w:w="297"/>
        <w:gridCol w:w="197"/>
        <w:gridCol w:w="197"/>
        <w:gridCol w:w="197"/>
        <w:gridCol w:w="98"/>
        <w:gridCol w:w="197"/>
        <w:gridCol w:w="297"/>
        <w:gridCol w:w="297"/>
        <w:gridCol w:w="197"/>
        <w:gridCol w:w="197"/>
        <w:gridCol w:w="197"/>
        <w:gridCol w:w="197"/>
        <w:gridCol w:w="197"/>
        <w:gridCol w:w="297"/>
        <w:gridCol w:w="83"/>
      </w:tblGrid>
      <w:tr w:rsidR="00781376" w:rsidRPr="00795CD8" w14:paraId="45BBA985" w14:textId="77777777" w:rsidTr="00F8303B">
        <w:trPr>
          <w:cantSplit/>
          <w:tblCellSpacing w:w="0" w:type="dxa"/>
        </w:trPr>
        <w:tc>
          <w:tcPr>
            <w:tcW w:w="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2BBB2B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5C4629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 xml:space="preserve">Cotraitant </w:t>
            </w:r>
            <w:r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4</w:t>
            </w:r>
          </w:p>
        </w:tc>
        <w:tc>
          <w:tcPr>
            <w:tcW w:w="100" w:type="pct"/>
            <w:tcBorders>
              <w:top w:val="single" w:sz="6" w:space="0" w:color="000000"/>
              <w:left w:val="nil"/>
              <w:bottom w:val="single" w:sz="6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A06E63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3C2F8A25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B633AB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8D071C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FAA677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751121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717D9320" w14:textId="77777777" w:rsidTr="00F8303B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6D3711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8A6CD1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compte ouvert à l'organisme bancaire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2177CC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A1A641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6055305B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982203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01BE0D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88D446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E85713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001A5A62" w14:textId="77777777" w:rsidTr="00F8303B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F2D0A1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DEA12C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à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7DFACD1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AF5BB2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7E309AE4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E0A1B7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4CBC6F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89C14A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6D1157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102859E6" w14:textId="77777777" w:rsidTr="00F8303B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9B30CE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503896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au nom de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3BA51A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DDBB12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701C5B26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70D848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CA1FCD1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D6CCCB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1F787A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31513294" w14:textId="77777777" w:rsidTr="00F8303B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AE1AB3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E71C10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sous le numéro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D07334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84665A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FB5DEF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F370E1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E24147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9330FF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6F79F8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4AF544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5422DD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6E68F51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614DEF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9BA304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00" w:type="pct"/>
            <w:gridSpan w:val="6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6D9D99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clé RIB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E7D8DF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1BBE5D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0" w:type="pct"/>
            <w:gridSpan w:val="4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06E44C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4E88055D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30E18A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ED4A40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EA630F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8B1F81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3CF42B6D" w14:textId="77777777" w:rsidTr="00F8303B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342ADA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00CDCF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code banque 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88524B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6DED43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D809B0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9C8FD5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EACC91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gridSpan w:val="10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5ABCF0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code guichet 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B3103B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267B58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FACE60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7013B1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543A83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800" w:type="pct"/>
            <w:gridSpan w:val="7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F98D97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5DB666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469EF2CB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E32BC4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B6ECFA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6521394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580ECB1A" w14:textId="77777777" w:rsidTr="00F8303B">
        <w:trPr>
          <w:cantSplit/>
          <w:trHeight w:val="225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AD530B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FBA7D3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IBAN</w:t>
            </w: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062DC01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B9F0C9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FB220C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F9FF65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6BA3A1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153D0C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77C901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0B0DEF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C66289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630A6B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3787D3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069874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B7824E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B2DB2C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32F45F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79CFDB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CBEF4A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4BD99D1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8C2C24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2A36E4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2CAE09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C16637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1F35E1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06D94A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6ECFE5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CE67CE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152FC0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79B0B9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2181CC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21513B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DA19B3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BCC30A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0373157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710B42C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46765B82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A927E6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10947E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0C196CF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7DCE666D" w14:textId="77777777" w:rsidTr="00F8303B">
        <w:trPr>
          <w:cantSplit/>
          <w:trHeight w:val="225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5A155E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9696A4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BIC (par SWIFT)</w:t>
            </w: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C1F7DE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F2D419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63AD6D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A50AF6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466C0B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4FBF75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14C635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A8B532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E00C2A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E3833D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0D29C1A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50" w:type="pct"/>
            <w:gridSpan w:val="2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5F6275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1F50E78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6A4C9B22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23C5BA1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0942F6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FEAEB91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25BE42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</w:tbl>
    <w:p w14:paraId="17E867EE" w14:textId="77777777" w:rsidR="00781376" w:rsidRDefault="00781376" w:rsidP="00781376">
      <w:pPr>
        <w:widowControl/>
        <w:autoSpaceDE/>
        <w:autoSpaceDN/>
        <w:spacing w:before="100" w:beforeAutospacing="1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tbl>
      <w:tblPr>
        <w:tblW w:w="5000" w:type="pct"/>
        <w:tblCellSpacing w:w="0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97"/>
        <w:gridCol w:w="1791"/>
        <w:gridCol w:w="196"/>
        <w:gridCol w:w="196"/>
        <w:gridCol w:w="196"/>
        <w:gridCol w:w="196"/>
        <w:gridCol w:w="197"/>
        <w:gridCol w:w="297"/>
        <w:gridCol w:w="98"/>
        <w:gridCol w:w="197"/>
        <w:gridCol w:w="197"/>
        <w:gridCol w:w="98"/>
        <w:gridCol w:w="197"/>
        <w:gridCol w:w="197"/>
        <w:gridCol w:w="98"/>
        <w:gridCol w:w="98"/>
        <w:gridCol w:w="98"/>
        <w:gridCol w:w="297"/>
        <w:gridCol w:w="197"/>
        <w:gridCol w:w="297"/>
        <w:gridCol w:w="197"/>
        <w:gridCol w:w="297"/>
        <w:gridCol w:w="8"/>
        <w:gridCol w:w="197"/>
        <w:gridCol w:w="197"/>
        <w:gridCol w:w="197"/>
        <w:gridCol w:w="297"/>
        <w:gridCol w:w="197"/>
        <w:gridCol w:w="297"/>
        <w:gridCol w:w="197"/>
        <w:gridCol w:w="197"/>
        <w:gridCol w:w="197"/>
        <w:gridCol w:w="98"/>
        <w:gridCol w:w="197"/>
        <w:gridCol w:w="297"/>
        <w:gridCol w:w="297"/>
        <w:gridCol w:w="197"/>
        <w:gridCol w:w="197"/>
        <w:gridCol w:w="197"/>
        <w:gridCol w:w="197"/>
        <w:gridCol w:w="197"/>
        <w:gridCol w:w="297"/>
        <w:gridCol w:w="83"/>
      </w:tblGrid>
      <w:tr w:rsidR="00781376" w:rsidRPr="00795CD8" w14:paraId="509F3079" w14:textId="77777777" w:rsidTr="00F8303B">
        <w:trPr>
          <w:cantSplit/>
          <w:tblCellSpacing w:w="0" w:type="dxa"/>
        </w:trPr>
        <w:tc>
          <w:tcPr>
            <w:tcW w:w="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9E7E39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013C2D1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 xml:space="preserve">Cotraitant </w:t>
            </w:r>
            <w:r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5</w:t>
            </w:r>
          </w:p>
        </w:tc>
        <w:tc>
          <w:tcPr>
            <w:tcW w:w="100" w:type="pct"/>
            <w:tcBorders>
              <w:top w:val="single" w:sz="6" w:space="0" w:color="000000"/>
              <w:left w:val="nil"/>
              <w:bottom w:val="single" w:sz="6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125C26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46FA3364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6136A0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1D645E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443DEA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AC231B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37C3EBE0" w14:textId="77777777" w:rsidTr="00F8303B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7924B1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2584B7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compte ouvert à l'organisme bancaire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053C2F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86C249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7A14DC3F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23CCD5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19F2C3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2704C7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9324F3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1FEF6BB8" w14:textId="77777777" w:rsidTr="00F8303B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D5247B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896D20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à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D047BD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00F8F0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4BDF9902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F0439B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026694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CA1E68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A153D5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5CDC7F06" w14:textId="77777777" w:rsidTr="00F8303B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BFDD07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333774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au nom de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873463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9599601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59EABAFD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202012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1F2947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237C4D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087844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639A84E0" w14:textId="77777777" w:rsidTr="00F8303B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D145DE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163CA5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sous le numéro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C55B6B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F4F0E7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6EA43A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432D48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D1138E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8C0F6A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DC2F42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B1E533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56A476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9423B11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CE0F6A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D63720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00" w:type="pct"/>
            <w:gridSpan w:val="6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B1B79E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clé RIB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8212FB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C308FB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0" w:type="pct"/>
            <w:gridSpan w:val="4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E06529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7EEC354D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9E87D6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71FFE8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1749BF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191516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0BEA0437" w14:textId="77777777" w:rsidTr="00F8303B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6C5D23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E1E82F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code banque 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3920DC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528386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309AE5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571826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EA400C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gridSpan w:val="10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4BFCDC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code guichet 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D47320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F57EAE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ADA582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574ECF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1B4ACC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800" w:type="pct"/>
            <w:gridSpan w:val="7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B554CB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26C32E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59A06A1F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BB0773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BDA638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7428BB2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51C6FD2E" w14:textId="77777777" w:rsidTr="00F8303B">
        <w:trPr>
          <w:cantSplit/>
          <w:trHeight w:val="225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A140A3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DD9C45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IBAN</w:t>
            </w: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64E12F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C39C9E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0042DD1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B5E5E8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E5E26D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D048A8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2432C0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5FC808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2DB842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A6A879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3E1870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E04D33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A285C2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964C06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9350C2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31FEF8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B34490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FE2ACF1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6118F1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AAC253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91CE5C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4A8F17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044561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8A6C37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0A648C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644021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A1124D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EBF28F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692816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D7B8D8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7F0916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3084E0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40A6424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454A630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7F6FDA04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9EBB98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3397ED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0FC4795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2E1BE5D0" w14:textId="77777777" w:rsidTr="00F8303B">
        <w:trPr>
          <w:cantSplit/>
          <w:trHeight w:val="225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10BBC6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A46582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BIC (par SWIFT)</w:t>
            </w: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7B0F9F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B7201E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FBEA7F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03FAF4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6337E1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078657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5DA23E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CA1523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3DC631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8D187D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19566A2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50" w:type="pct"/>
            <w:gridSpan w:val="2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33322A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7BC4206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5D9C30C7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F4C20A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68E449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AEA5A7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B9CE8C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</w:tbl>
    <w:p w14:paraId="74A65738" w14:textId="0C081912" w:rsidR="00995AF1" w:rsidRPr="00795CD8" w:rsidRDefault="00995AF1" w:rsidP="00781376">
      <w:pPr>
        <w:pStyle w:val="Corpsdetexte"/>
        <w:rPr>
          <w:rFonts w:eastAsia="Times New Roman" w:cs="Times New Roman"/>
          <w:szCs w:val="20"/>
          <w:lang w:eastAsia="fr-FR"/>
        </w:rPr>
      </w:pPr>
    </w:p>
    <w:p w14:paraId="2C6D05D7" w14:textId="7AB88927" w:rsidR="00995AF1" w:rsidRDefault="00995AF1" w:rsidP="00995AF1">
      <w:pPr>
        <w:widowControl/>
        <w:autoSpaceDE/>
        <w:autoSpaceDN/>
        <w:spacing w:before="100" w:beforeAutospacing="1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  <w:r w:rsidRPr="00795CD8">
        <w:rPr>
          <w:rFonts w:ascii="Marianne" w:eastAsia="Times New Roman" w:hAnsi="Marianne" w:cs="Times New Roman"/>
          <w:sz w:val="20"/>
          <w:szCs w:val="20"/>
          <w:lang w:eastAsia="fr-FR"/>
        </w:rPr>
        <w:t>Toutefois, le maître d'ouvrage se libérera des sommes dues aux sous-traitants payés directement en en faisant porter les montants au crédit des comptes désignés dans les annexes, les avenants ou les actes spéciaux.</w:t>
      </w:r>
    </w:p>
    <w:p w14:paraId="147291FC" w14:textId="77777777" w:rsidR="00781376" w:rsidRPr="00795CD8" w:rsidRDefault="00781376" w:rsidP="00995AF1">
      <w:pPr>
        <w:widowControl/>
        <w:autoSpaceDE/>
        <w:autoSpaceDN/>
        <w:spacing w:before="100" w:beforeAutospacing="1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p w14:paraId="6D85E4BE" w14:textId="12EF2E78" w:rsidR="00995AF1" w:rsidRPr="00795CD8" w:rsidRDefault="00995AF1" w:rsidP="00995AF1">
      <w:pPr>
        <w:pStyle w:val="Corpsdetexte"/>
        <w:rPr>
          <w:lang w:eastAsia="fr-FR"/>
        </w:rPr>
      </w:pPr>
      <w:r w:rsidRPr="00795CD8">
        <w:rPr>
          <w:rFonts w:ascii="Wingdings" w:hAnsi="Wingdings"/>
          <w:sz w:val="36"/>
          <w:szCs w:val="36"/>
          <w:lang w:eastAsia="fr-FR"/>
        </w:rPr>
        <w:t></w:t>
      </w:r>
      <w:r w:rsidRPr="00795CD8">
        <w:rPr>
          <w:sz w:val="36"/>
          <w:szCs w:val="36"/>
          <w:lang w:eastAsia="fr-FR"/>
        </w:rPr>
        <w:t xml:space="preserve"> </w:t>
      </w:r>
      <w:r w:rsidR="00ED1F4A">
        <w:rPr>
          <w:b/>
          <w:lang w:eastAsia="fr-FR"/>
        </w:rPr>
        <w:t xml:space="preserve">Entreprise </w:t>
      </w:r>
      <w:r w:rsidR="000A446A" w:rsidRPr="00BE5E77">
        <w:rPr>
          <w:b/>
          <w:lang w:eastAsia="fr-FR"/>
        </w:rPr>
        <w:t>unique</w:t>
      </w:r>
    </w:p>
    <w:p w14:paraId="44A52C7B" w14:textId="77777777" w:rsidR="00995AF1" w:rsidRPr="00795CD8" w:rsidRDefault="00995AF1" w:rsidP="00995AF1">
      <w:pPr>
        <w:pStyle w:val="Corpsdetexte"/>
        <w:rPr>
          <w:lang w:eastAsia="fr-FR"/>
        </w:rPr>
      </w:pPr>
      <w:r w:rsidRPr="00795CD8">
        <w:rPr>
          <w:lang w:eastAsia="fr-FR"/>
        </w:rPr>
        <w:t>Le titulaire désigné ci-devant</w:t>
      </w:r>
      <w:r w:rsidRPr="00795CD8">
        <w:rPr>
          <w:rFonts w:ascii="Calibri" w:hAnsi="Calibri" w:cs="Calibri"/>
          <w:lang w:eastAsia="fr-FR"/>
        </w:rPr>
        <w:t> </w:t>
      </w:r>
      <w:r w:rsidRPr="00795CD8">
        <w:rPr>
          <w:lang w:eastAsia="fr-FR"/>
        </w:rPr>
        <w:t>:</w:t>
      </w:r>
    </w:p>
    <w:p w14:paraId="0FA85469" w14:textId="77777777" w:rsidR="00995AF1" w:rsidRPr="000A446A" w:rsidRDefault="00995AF1" w:rsidP="000A446A">
      <w:pPr>
        <w:pStyle w:val="Corpsdetexte"/>
        <w:ind w:left="993"/>
        <w:rPr>
          <w:lang w:eastAsia="fr-FR"/>
        </w:rPr>
      </w:pPr>
      <w:r w:rsidRPr="00795CD8">
        <w:rPr>
          <w:rFonts w:ascii="Wingdings" w:hAnsi="Wingdings"/>
          <w:sz w:val="36"/>
          <w:szCs w:val="36"/>
          <w:lang w:eastAsia="fr-FR"/>
        </w:rPr>
        <w:t></w:t>
      </w:r>
      <w:r w:rsidRPr="00795CD8">
        <w:rPr>
          <w:lang w:eastAsia="fr-FR"/>
        </w:rPr>
        <w:t xml:space="preserve"> </w:t>
      </w:r>
      <w:r w:rsidRPr="000A446A">
        <w:rPr>
          <w:b/>
          <w:bCs/>
          <w:lang w:eastAsia="fr-FR"/>
        </w:rPr>
        <w:t>refuse</w:t>
      </w:r>
      <w:r w:rsidRPr="000A446A">
        <w:rPr>
          <w:lang w:eastAsia="fr-FR"/>
        </w:rPr>
        <w:t xml:space="preserve"> de percevoir l'avance prévue à l'article 5.2 du CCAP.</w:t>
      </w:r>
    </w:p>
    <w:p w14:paraId="47BAFEEF" w14:textId="77777777" w:rsidR="00995AF1" w:rsidRPr="00795CD8" w:rsidRDefault="00995AF1" w:rsidP="000A446A">
      <w:pPr>
        <w:pStyle w:val="Corpsdetexte"/>
        <w:ind w:left="993"/>
        <w:rPr>
          <w:lang w:eastAsia="fr-FR"/>
        </w:rPr>
      </w:pPr>
      <w:r w:rsidRPr="000A446A">
        <w:rPr>
          <w:rFonts w:ascii="Wingdings" w:hAnsi="Wingdings"/>
          <w:sz w:val="36"/>
          <w:szCs w:val="36"/>
          <w:lang w:eastAsia="fr-FR"/>
        </w:rPr>
        <w:t></w:t>
      </w:r>
      <w:r w:rsidRPr="000A446A">
        <w:rPr>
          <w:lang w:eastAsia="fr-FR"/>
        </w:rPr>
        <w:t xml:space="preserve"> </w:t>
      </w:r>
      <w:r w:rsidRPr="000A446A">
        <w:rPr>
          <w:b/>
          <w:bCs/>
          <w:lang w:eastAsia="fr-FR"/>
        </w:rPr>
        <w:t>ne refuse pas</w:t>
      </w:r>
      <w:r w:rsidRPr="000A446A">
        <w:rPr>
          <w:lang w:eastAsia="fr-FR"/>
        </w:rPr>
        <w:t xml:space="preserve"> de</w:t>
      </w:r>
      <w:r w:rsidRPr="00795CD8">
        <w:rPr>
          <w:lang w:eastAsia="fr-FR"/>
        </w:rPr>
        <w:t xml:space="preserve"> percevoir l'avance prévue à l'article 5</w:t>
      </w:r>
      <w:r>
        <w:rPr>
          <w:lang w:eastAsia="fr-FR"/>
        </w:rPr>
        <w:t>.</w:t>
      </w:r>
      <w:r w:rsidRPr="00795CD8">
        <w:rPr>
          <w:lang w:eastAsia="fr-FR"/>
        </w:rPr>
        <w:t>2 du CCAP.</w:t>
      </w:r>
    </w:p>
    <w:p w14:paraId="6BD2F8E7" w14:textId="77777777" w:rsidR="00995AF1" w:rsidRPr="00BE5E77" w:rsidRDefault="00995AF1" w:rsidP="00995AF1">
      <w:pPr>
        <w:pStyle w:val="Corpsdetexte"/>
        <w:rPr>
          <w:u w:val="single"/>
          <w:lang w:eastAsia="fr-FR"/>
        </w:rPr>
      </w:pPr>
      <w:r w:rsidRPr="00BE5E77">
        <w:rPr>
          <w:rFonts w:ascii="Wingdings" w:hAnsi="Wingdings"/>
          <w:sz w:val="36"/>
          <w:szCs w:val="36"/>
          <w:lang w:eastAsia="fr-FR"/>
        </w:rPr>
        <w:t></w:t>
      </w:r>
      <w:r w:rsidRPr="00BE5E77">
        <w:rPr>
          <w:lang w:eastAsia="fr-FR"/>
        </w:rPr>
        <w:t xml:space="preserve"> </w:t>
      </w:r>
      <w:r w:rsidRPr="00BE5E77">
        <w:rPr>
          <w:b/>
          <w:u w:val="single"/>
        </w:rPr>
        <w:t>Groupement</w:t>
      </w:r>
      <w:r w:rsidRPr="00BE5E77">
        <w:rPr>
          <w:b/>
          <w:u w:val="single"/>
          <w:lang w:eastAsia="fr-FR"/>
        </w:rPr>
        <w:t xml:space="preserve"> solidaire à comptes séparés</w:t>
      </w:r>
    </w:p>
    <w:tbl>
      <w:tblPr>
        <w:tblW w:w="8370" w:type="dxa"/>
        <w:jc w:val="center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889"/>
        <w:gridCol w:w="2858"/>
        <w:gridCol w:w="3623"/>
      </w:tblGrid>
      <w:tr w:rsidR="00995AF1" w:rsidRPr="00795CD8" w14:paraId="7C393539" w14:textId="77777777" w:rsidTr="00995AF1">
        <w:trPr>
          <w:tblHeader/>
          <w:tblCellSpacing w:w="0" w:type="dxa"/>
          <w:jc w:val="center"/>
        </w:trPr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CCCCCC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7A3AD35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N° du cotraitant</w:t>
            </w:r>
          </w:p>
        </w:tc>
        <w:tc>
          <w:tcPr>
            <w:tcW w:w="6225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CCCC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7D388452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Avance prévue à l'article 5</w:t>
            </w:r>
            <w:r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.</w:t>
            </w: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2 du CCAP</w:t>
            </w:r>
          </w:p>
        </w:tc>
      </w:tr>
      <w:tr w:rsidR="00995AF1" w:rsidRPr="00795CD8" w14:paraId="0F1DB958" w14:textId="77777777" w:rsidTr="00995AF1">
        <w:trPr>
          <w:tblCellSpacing w:w="0" w:type="dxa"/>
          <w:jc w:val="center"/>
        </w:trPr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9BBBA3A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1</w:t>
            </w:r>
          </w:p>
        </w:tc>
        <w:tc>
          <w:tcPr>
            <w:tcW w:w="2745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1E419E9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Wingdings" w:eastAsia="Times New Roman" w:hAnsi="Wingdings" w:cs="Times New Roman"/>
                <w:sz w:val="36"/>
                <w:szCs w:val="36"/>
                <w:lang w:eastAsia="fr-FR"/>
              </w:rPr>
              <w:t>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refusent de la percevoir</w:t>
            </w:r>
          </w:p>
        </w:tc>
        <w:tc>
          <w:tcPr>
            <w:tcW w:w="3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56C2ED7D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Wingdings" w:eastAsia="Times New Roman" w:hAnsi="Wingdings" w:cs="Times New Roman"/>
                <w:sz w:val="36"/>
                <w:szCs w:val="36"/>
                <w:lang w:eastAsia="fr-FR"/>
              </w:rPr>
              <w:t>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ne refusent pas de la percevoir</w:t>
            </w:r>
          </w:p>
        </w:tc>
      </w:tr>
      <w:tr w:rsidR="00995AF1" w:rsidRPr="00795CD8" w14:paraId="25A7EA90" w14:textId="77777777" w:rsidTr="00995AF1">
        <w:trPr>
          <w:tblCellSpacing w:w="0" w:type="dxa"/>
          <w:jc w:val="center"/>
        </w:trPr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25C0BC9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2</w:t>
            </w:r>
          </w:p>
        </w:tc>
        <w:tc>
          <w:tcPr>
            <w:tcW w:w="2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03CD4F2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Wingdings" w:eastAsia="Times New Roman" w:hAnsi="Wingdings" w:cs="Times New Roman"/>
                <w:sz w:val="36"/>
                <w:szCs w:val="36"/>
                <w:lang w:eastAsia="fr-FR"/>
              </w:rPr>
              <w:t>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refusent de la percevoir</w:t>
            </w:r>
          </w:p>
        </w:tc>
        <w:tc>
          <w:tcPr>
            <w:tcW w:w="333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58C200DC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Wingdings" w:eastAsia="Times New Roman" w:hAnsi="Wingdings" w:cs="Times New Roman"/>
                <w:sz w:val="36"/>
                <w:szCs w:val="36"/>
                <w:lang w:eastAsia="fr-FR"/>
              </w:rPr>
              <w:t>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ne refusent pas de la percevoir</w:t>
            </w:r>
          </w:p>
        </w:tc>
      </w:tr>
      <w:tr w:rsidR="00995AF1" w:rsidRPr="00795CD8" w14:paraId="57927B09" w14:textId="77777777" w:rsidTr="00995AF1">
        <w:trPr>
          <w:tblCellSpacing w:w="0" w:type="dxa"/>
          <w:jc w:val="center"/>
        </w:trPr>
        <w:tc>
          <w:tcPr>
            <w:tcW w:w="181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5DE6CB5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3</w:t>
            </w:r>
          </w:p>
        </w:tc>
        <w:tc>
          <w:tcPr>
            <w:tcW w:w="274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0FD1FCA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Wingdings" w:eastAsia="Times New Roman" w:hAnsi="Wingdings" w:cs="Times New Roman"/>
                <w:sz w:val="36"/>
                <w:szCs w:val="36"/>
                <w:lang w:eastAsia="fr-FR"/>
              </w:rPr>
              <w:t>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refusent de la percevoir</w:t>
            </w:r>
          </w:p>
        </w:tc>
        <w:tc>
          <w:tcPr>
            <w:tcW w:w="333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79B95F85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Wingdings" w:eastAsia="Times New Roman" w:hAnsi="Wingdings" w:cs="Times New Roman"/>
                <w:sz w:val="36"/>
                <w:szCs w:val="36"/>
                <w:lang w:eastAsia="fr-FR"/>
              </w:rPr>
              <w:t>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ne refusent pas de la percevoir</w:t>
            </w:r>
          </w:p>
        </w:tc>
      </w:tr>
      <w:tr w:rsidR="00995AF1" w:rsidRPr="00795CD8" w14:paraId="4612F78C" w14:textId="77777777" w:rsidTr="00995AF1">
        <w:trPr>
          <w:tblCellSpacing w:w="0" w:type="dxa"/>
          <w:jc w:val="center"/>
        </w:trPr>
        <w:tc>
          <w:tcPr>
            <w:tcW w:w="181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986DCB7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4</w:t>
            </w:r>
          </w:p>
        </w:tc>
        <w:tc>
          <w:tcPr>
            <w:tcW w:w="274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5CE2728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Wingdings" w:eastAsia="Times New Roman" w:hAnsi="Wingdings" w:cs="Times New Roman"/>
                <w:sz w:val="36"/>
                <w:szCs w:val="36"/>
                <w:lang w:eastAsia="fr-FR"/>
              </w:rPr>
              <w:t>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refusent de la percevoir</w:t>
            </w:r>
          </w:p>
        </w:tc>
        <w:tc>
          <w:tcPr>
            <w:tcW w:w="333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40C0F8BB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Wingdings" w:eastAsia="Times New Roman" w:hAnsi="Wingdings" w:cs="Times New Roman"/>
                <w:sz w:val="36"/>
                <w:szCs w:val="36"/>
                <w:lang w:eastAsia="fr-FR"/>
              </w:rPr>
              <w:t>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ne refusent pas de la percevoir</w:t>
            </w:r>
          </w:p>
        </w:tc>
      </w:tr>
      <w:tr w:rsidR="00995AF1" w:rsidRPr="00795CD8" w14:paraId="4F5EBB3D" w14:textId="77777777" w:rsidTr="00995AF1">
        <w:trPr>
          <w:tblCellSpacing w:w="0" w:type="dxa"/>
          <w:jc w:val="center"/>
        </w:trPr>
        <w:tc>
          <w:tcPr>
            <w:tcW w:w="181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0AF98FD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5</w:t>
            </w:r>
          </w:p>
        </w:tc>
        <w:tc>
          <w:tcPr>
            <w:tcW w:w="274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B8D07AA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Wingdings" w:eastAsia="Times New Roman" w:hAnsi="Wingdings" w:cs="Times New Roman"/>
                <w:sz w:val="36"/>
                <w:szCs w:val="36"/>
                <w:lang w:eastAsia="fr-FR"/>
              </w:rPr>
              <w:t>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refusent de la percevoir</w:t>
            </w:r>
          </w:p>
        </w:tc>
        <w:tc>
          <w:tcPr>
            <w:tcW w:w="333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7C6BD1DB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Wingdings" w:eastAsia="Times New Roman" w:hAnsi="Wingdings" w:cs="Times New Roman"/>
                <w:sz w:val="36"/>
                <w:szCs w:val="36"/>
                <w:lang w:eastAsia="fr-FR"/>
              </w:rPr>
              <w:t>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ne refusent pas de la percevoir</w:t>
            </w:r>
          </w:p>
        </w:tc>
      </w:tr>
    </w:tbl>
    <w:p w14:paraId="0041F698" w14:textId="77777777" w:rsidR="00995AF1" w:rsidRPr="00BE5E77" w:rsidRDefault="00995AF1" w:rsidP="00995AF1">
      <w:pPr>
        <w:pStyle w:val="Corpsdetexte"/>
        <w:rPr>
          <w:rStyle w:val="CorpsdetexteCar"/>
          <w:b/>
          <w:u w:val="single"/>
        </w:rPr>
      </w:pPr>
      <w:r w:rsidRPr="00795CD8">
        <w:rPr>
          <w:rFonts w:ascii="Wingdings" w:eastAsia="Times New Roman" w:hAnsi="Wingdings" w:cs="Times New Roman"/>
          <w:sz w:val="36"/>
          <w:szCs w:val="36"/>
          <w:lang w:eastAsia="fr-FR"/>
        </w:rPr>
        <w:t></w:t>
      </w:r>
      <w:r w:rsidRPr="00795CD8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</w:t>
      </w:r>
      <w:r w:rsidRPr="00BE5E77">
        <w:rPr>
          <w:rStyle w:val="CorpsdetexteCar"/>
          <w:b/>
          <w:u w:val="single"/>
        </w:rPr>
        <w:t>Groupement conjoint</w:t>
      </w:r>
    </w:p>
    <w:tbl>
      <w:tblPr>
        <w:tblW w:w="8370" w:type="dxa"/>
        <w:jc w:val="center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889"/>
        <w:gridCol w:w="2858"/>
        <w:gridCol w:w="3623"/>
      </w:tblGrid>
      <w:tr w:rsidR="00995AF1" w:rsidRPr="00795CD8" w14:paraId="55C70504" w14:textId="77777777" w:rsidTr="00995AF1">
        <w:trPr>
          <w:tblHeader/>
          <w:tblCellSpacing w:w="0" w:type="dxa"/>
          <w:jc w:val="center"/>
        </w:trPr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CCCCCC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D9DDA1D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lastRenderedPageBreak/>
              <w:t>N° du cotraitant</w:t>
            </w:r>
          </w:p>
        </w:tc>
        <w:tc>
          <w:tcPr>
            <w:tcW w:w="6225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CCCC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2BC593E2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Avance prévue à l'article 5</w:t>
            </w:r>
            <w:r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.</w:t>
            </w: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2 du CCAP</w:t>
            </w:r>
          </w:p>
        </w:tc>
      </w:tr>
      <w:tr w:rsidR="00995AF1" w:rsidRPr="00795CD8" w14:paraId="3E9472EE" w14:textId="77777777" w:rsidTr="00995AF1">
        <w:trPr>
          <w:tblCellSpacing w:w="0" w:type="dxa"/>
          <w:jc w:val="center"/>
        </w:trPr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F1841F8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1</w:t>
            </w:r>
          </w:p>
        </w:tc>
        <w:tc>
          <w:tcPr>
            <w:tcW w:w="2745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0A7A6ED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Wingdings" w:eastAsia="Times New Roman" w:hAnsi="Wingdings" w:cs="Times New Roman"/>
                <w:sz w:val="36"/>
                <w:szCs w:val="36"/>
                <w:lang w:eastAsia="fr-FR"/>
              </w:rPr>
              <w:t>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refusent de la percevoir</w:t>
            </w:r>
          </w:p>
        </w:tc>
        <w:tc>
          <w:tcPr>
            <w:tcW w:w="3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6ABBB826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Wingdings" w:eastAsia="Times New Roman" w:hAnsi="Wingdings" w:cs="Times New Roman"/>
                <w:sz w:val="36"/>
                <w:szCs w:val="36"/>
                <w:lang w:eastAsia="fr-FR"/>
              </w:rPr>
              <w:t>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ne refusent pas de la percevoir</w:t>
            </w:r>
          </w:p>
        </w:tc>
      </w:tr>
      <w:tr w:rsidR="00995AF1" w:rsidRPr="00795CD8" w14:paraId="72DCAAAD" w14:textId="77777777" w:rsidTr="00995AF1">
        <w:trPr>
          <w:tblCellSpacing w:w="0" w:type="dxa"/>
          <w:jc w:val="center"/>
        </w:trPr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009E83B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2</w:t>
            </w:r>
          </w:p>
        </w:tc>
        <w:tc>
          <w:tcPr>
            <w:tcW w:w="2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71EFC1E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Wingdings" w:eastAsia="Times New Roman" w:hAnsi="Wingdings" w:cs="Times New Roman"/>
                <w:sz w:val="36"/>
                <w:szCs w:val="36"/>
                <w:lang w:eastAsia="fr-FR"/>
              </w:rPr>
              <w:t>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refusent de la percevoir</w:t>
            </w:r>
          </w:p>
        </w:tc>
        <w:tc>
          <w:tcPr>
            <w:tcW w:w="333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7ABAFF2F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Wingdings" w:eastAsia="Times New Roman" w:hAnsi="Wingdings" w:cs="Times New Roman"/>
                <w:sz w:val="36"/>
                <w:szCs w:val="36"/>
                <w:lang w:eastAsia="fr-FR"/>
              </w:rPr>
              <w:t>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ne refusent pas de la percevoir</w:t>
            </w:r>
          </w:p>
        </w:tc>
      </w:tr>
      <w:tr w:rsidR="00995AF1" w:rsidRPr="00795CD8" w14:paraId="7867800B" w14:textId="77777777" w:rsidTr="00995AF1">
        <w:trPr>
          <w:tblCellSpacing w:w="0" w:type="dxa"/>
          <w:jc w:val="center"/>
        </w:trPr>
        <w:tc>
          <w:tcPr>
            <w:tcW w:w="181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68CB1C0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3</w:t>
            </w:r>
          </w:p>
        </w:tc>
        <w:tc>
          <w:tcPr>
            <w:tcW w:w="274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E8BD2D1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Wingdings" w:eastAsia="Times New Roman" w:hAnsi="Wingdings" w:cs="Times New Roman"/>
                <w:sz w:val="36"/>
                <w:szCs w:val="36"/>
                <w:lang w:eastAsia="fr-FR"/>
              </w:rPr>
              <w:t>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refusent de la percevoir</w:t>
            </w:r>
          </w:p>
        </w:tc>
        <w:tc>
          <w:tcPr>
            <w:tcW w:w="333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45235B04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Wingdings" w:eastAsia="Times New Roman" w:hAnsi="Wingdings" w:cs="Times New Roman"/>
                <w:sz w:val="36"/>
                <w:szCs w:val="36"/>
                <w:lang w:eastAsia="fr-FR"/>
              </w:rPr>
              <w:t>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ne refusent pas de la percevoir</w:t>
            </w:r>
          </w:p>
        </w:tc>
      </w:tr>
      <w:tr w:rsidR="00995AF1" w:rsidRPr="00795CD8" w14:paraId="42489DDC" w14:textId="77777777" w:rsidTr="00995AF1">
        <w:trPr>
          <w:tblCellSpacing w:w="0" w:type="dxa"/>
          <w:jc w:val="center"/>
        </w:trPr>
        <w:tc>
          <w:tcPr>
            <w:tcW w:w="181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5A80CCC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4</w:t>
            </w:r>
          </w:p>
        </w:tc>
        <w:tc>
          <w:tcPr>
            <w:tcW w:w="274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AFFD00B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Wingdings" w:eastAsia="Times New Roman" w:hAnsi="Wingdings" w:cs="Times New Roman"/>
                <w:sz w:val="36"/>
                <w:szCs w:val="36"/>
                <w:lang w:eastAsia="fr-FR"/>
              </w:rPr>
              <w:t>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refusent de la percevoir</w:t>
            </w:r>
          </w:p>
        </w:tc>
        <w:tc>
          <w:tcPr>
            <w:tcW w:w="333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12DCF8FC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Wingdings" w:eastAsia="Times New Roman" w:hAnsi="Wingdings" w:cs="Times New Roman"/>
                <w:sz w:val="36"/>
                <w:szCs w:val="36"/>
                <w:lang w:eastAsia="fr-FR"/>
              </w:rPr>
              <w:t>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ne refusent pas de la percevoir</w:t>
            </w:r>
          </w:p>
        </w:tc>
      </w:tr>
      <w:tr w:rsidR="00995AF1" w:rsidRPr="00795CD8" w14:paraId="0345EF88" w14:textId="77777777" w:rsidTr="00995AF1">
        <w:trPr>
          <w:tblCellSpacing w:w="0" w:type="dxa"/>
          <w:jc w:val="center"/>
        </w:trPr>
        <w:tc>
          <w:tcPr>
            <w:tcW w:w="181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6DCD13E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5</w:t>
            </w:r>
          </w:p>
        </w:tc>
        <w:tc>
          <w:tcPr>
            <w:tcW w:w="274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0542CF0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Wingdings" w:eastAsia="Times New Roman" w:hAnsi="Wingdings" w:cs="Times New Roman"/>
                <w:sz w:val="36"/>
                <w:szCs w:val="36"/>
                <w:lang w:eastAsia="fr-FR"/>
              </w:rPr>
              <w:t>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refusent de la percevoir</w:t>
            </w:r>
          </w:p>
        </w:tc>
        <w:tc>
          <w:tcPr>
            <w:tcW w:w="333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084CBEF2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Wingdings" w:eastAsia="Times New Roman" w:hAnsi="Wingdings" w:cs="Times New Roman"/>
                <w:sz w:val="36"/>
                <w:szCs w:val="36"/>
                <w:lang w:eastAsia="fr-FR"/>
              </w:rPr>
              <w:t>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ne refusent pas de la percevoir</w:t>
            </w:r>
          </w:p>
        </w:tc>
      </w:tr>
    </w:tbl>
    <w:p w14:paraId="31C52E20" w14:textId="12B600A4" w:rsidR="00ED1F4A" w:rsidRDefault="00ED1F4A" w:rsidP="00995AF1">
      <w:pPr>
        <w:widowControl/>
        <w:autoSpaceDE/>
        <w:autoSpaceDN/>
        <w:spacing w:before="363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p w14:paraId="0623490C" w14:textId="02294587" w:rsidR="00ED1F4A" w:rsidRDefault="00ED1F4A" w:rsidP="00ED1F4A">
      <w:pPr>
        <w:pStyle w:val="Titren1surlign"/>
        <w:pageBreakBefore/>
        <w:rPr>
          <w:lang w:eastAsia="fr-FR"/>
        </w:rPr>
      </w:pPr>
      <w:r w:rsidRPr="00ED1F4A">
        <w:rPr>
          <w:lang w:eastAsia="fr-FR"/>
        </w:rPr>
        <w:lastRenderedPageBreak/>
        <w:t>Insertion professionnelle des publics en difficulté</w:t>
      </w:r>
    </w:p>
    <w:p w14:paraId="528D3D66" w14:textId="77777777" w:rsidR="00ED1F4A" w:rsidRPr="00ED1F4A" w:rsidRDefault="00ED1F4A" w:rsidP="00605D5E">
      <w:pPr>
        <w:pStyle w:val="Corpsdetexte"/>
        <w:rPr>
          <w:lang w:eastAsia="fr-FR"/>
        </w:rPr>
      </w:pPr>
      <w:r w:rsidRPr="00ED1F4A">
        <w:rPr>
          <w:lang w:eastAsia="fr-FR"/>
        </w:rPr>
        <w:t>Après avoir pris connaissance du cahier des clauses administratives particulières et notamment des articles N° 1-6.5 et N°11 relatifs à l’action obligatoire d’insertion,</w:t>
      </w:r>
    </w:p>
    <w:p w14:paraId="0F7946BA" w14:textId="5B1903EC" w:rsidR="00ED1F4A" w:rsidRPr="00ED1F4A" w:rsidRDefault="00605D5E" w:rsidP="00605D5E">
      <w:pPr>
        <w:pStyle w:val="Corpsdetexte"/>
        <w:rPr>
          <w:lang w:eastAsia="fr-FR"/>
        </w:rPr>
      </w:pPr>
      <w:r w:rsidRPr="00795CD8">
        <w:rPr>
          <w:rFonts w:ascii="Wingdings" w:hAnsi="Wingdings"/>
          <w:sz w:val="36"/>
          <w:szCs w:val="36"/>
          <w:lang w:eastAsia="fr-FR"/>
        </w:rPr>
        <w:t></w:t>
      </w:r>
      <w:r>
        <w:rPr>
          <w:lang w:eastAsia="fr-FR"/>
        </w:rPr>
        <w:t xml:space="preserve"> </w:t>
      </w:r>
      <w:r w:rsidR="00ED1F4A" w:rsidRPr="00ED1F4A">
        <w:rPr>
          <w:lang w:eastAsia="fr-FR"/>
        </w:rPr>
        <w:t>m'engage sans réserve, à :</w:t>
      </w:r>
    </w:p>
    <w:p w14:paraId="3A9B0ACA" w14:textId="49383D3F" w:rsidR="00ED1F4A" w:rsidRPr="00ED1F4A" w:rsidRDefault="00ED1F4A" w:rsidP="00605D5E">
      <w:pPr>
        <w:pStyle w:val="CorpsListe"/>
        <w:rPr>
          <w:lang w:eastAsia="fr-FR"/>
        </w:rPr>
      </w:pPr>
      <w:r w:rsidRPr="00ED1F4A">
        <w:rPr>
          <w:lang w:eastAsia="fr-FR"/>
        </w:rPr>
        <w:t xml:space="preserve">réserver, dans l’exécution du lot désigné en page 1 du présent acte d'engagement, un nombre d’heures de travail au moins égal à celui indiqué à l’article </w:t>
      </w:r>
      <w:r w:rsidR="00CA7F79">
        <w:rPr>
          <w:lang w:eastAsia="fr-FR"/>
        </w:rPr>
        <w:t>8</w:t>
      </w:r>
      <w:r w:rsidRPr="00ED1F4A">
        <w:rPr>
          <w:lang w:eastAsia="fr-FR"/>
        </w:rPr>
        <w:t xml:space="preserve"> du cahier des clauses administratives particulières à des personnes rencontrant des difficultés sociales ou professionnelles particulières.</w:t>
      </w:r>
    </w:p>
    <w:p w14:paraId="68F9AA37" w14:textId="43A6EEEF" w:rsidR="00ED1F4A" w:rsidRPr="00ED1F4A" w:rsidRDefault="00ED1F4A" w:rsidP="00605D5E">
      <w:pPr>
        <w:pStyle w:val="CorpsListe"/>
        <w:rPr>
          <w:lang w:eastAsia="fr-FR"/>
        </w:rPr>
      </w:pPr>
      <w:r w:rsidRPr="00ED1F4A">
        <w:rPr>
          <w:lang w:eastAsia="fr-FR"/>
        </w:rPr>
        <w:t xml:space="preserve">prendre l’attache du facilitateur de la clause sociale désigné à l’article </w:t>
      </w:r>
      <w:r w:rsidR="00CA7F79">
        <w:rPr>
          <w:lang w:eastAsia="fr-FR"/>
        </w:rPr>
        <w:t>8</w:t>
      </w:r>
      <w:r w:rsidRPr="00ED1F4A">
        <w:rPr>
          <w:lang w:eastAsia="fr-FR"/>
        </w:rPr>
        <w:t xml:space="preserve"> du CCAP, afin de préciser ou de définir les modalités de mise en œuvre des clauses sociales. Un plan d’action pourra être élaboré à cet effet avec l’accompagnement du facilitateur.</w:t>
      </w:r>
    </w:p>
    <w:p w14:paraId="4D040115" w14:textId="7033CFF2" w:rsidR="00ED1F4A" w:rsidRPr="00ED1F4A" w:rsidRDefault="00ED1F4A" w:rsidP="00605D5E">
      <w:pPr>
        <w:pStyle w:val="CorpsListe"/>
        <w:rPr>
          <w:lang w:eastAsia="fr-FR"/>
        </w:rPr>
      </w:pPr>
      <w:r w:rsidRPr="00ED1F4A">
        <w:rPr>
          <w:lang w:eastAsia="fr-FR"/>
        </w:rPr>
        <w:t>fournir dans un délai qui me sera imparti, toutes informations utiles à l’appréciation de la réalisation de l’action d’insertion.</w:t>
      </w:r>
    </w:p>
    <w:p w14:paraId="2DAA5B32" w14:textId="69DA13A1" w:rsidR="00ED1F4A" w:rsidRDefault="00605D5E" w:rsidP="00605D5E">
      <w:pPr>
        <w:pStyle w:val="Corpsdetexte"/>
        <w:rPr>
          <w:lang w:eastAsia="fr-FR"/>
        </w:rPr>
      </w:pPr>
      <w:r w:rsidRPr="00795CD8">
        <w:rPr>
          <w:rFonts w:ascii="Wingdings" w:hAnsi="Wingdings"/>
          <w:sz w:val="36"/>
          <w:szCs w:val="36"/>
          <w:lang w:eastAsia="fr-FR"/>
        </w:rPr>
        <w:t></w:t>
      </w:r>
      <w:r>
        <w:rPr>
          <w:lang w:eastAsia="fr-FR"/>
        </w:rPr>
        <w:t xml:space="preserve"> </w:t>
      </w:r>
      <w:r w:rsidR="00ED1F4A" w:rsidRPr="00ED1F4A">
        <w:rPr>
          <w:lang w:eastAsia="fr-FR"/>
        </w:rPr>
        <w:t>nous engageons sans réserve, en tant que cotraitants groupés solidaires, représentés par :</w:t>
      </w:r>
    </w:p>
    <w:tbl>
      <w:tblPr>
        <w:tblStyle w:val="Grilledutableau"/>
        <w:tblW w:w="7371" w:type="dxa"/>
        <w:jc w:val="center"/>
        <w:tblLook w:val="04A0" w:firstRow="1" w:lastRow="0" w:firstColumn="1" w:lastColumn="0" w:noHBand="0" w:noVBand="1"/>
      </w:tblPr>
      <w:tblGrid>
        <w:gridCol w:w="7371"/>
      </w:tblGrid>
      <w:tr w:rsidR="00605D5E" w14:paraId="6456D7FC" w14:textId="77777777" w:rsidTr="00605D5E">
        <w:trPr>
          <w:jc w:val="center"/>
        </w:trPr>
        <w:tc>
          <w:tcPr>
            <w:tcW w:w="7371" w:type="dxa"/>
          </w:tcPr>
          <w:p w14:paraId="4C07DA84" w14:textId="77777777" w:rsidR="00605D5E" w:rsidRDefault="00605D5E" w:rsidP="00605D5E">
            <w:pPr>
              <w:pStyle w:val="TableauCentr0"/>
              <w:ind w:left="1156" w:right="1224"/>
              <w:rPr>
                <w:lang w:eastAsia="fr-FR"/>
              </w:rPr>
            </w:pPr>
          </w:p>
        </w:tc>
      </w:tr>
    </w:tbl>
    <w:p w14:paraId="4F1E8854" w14:textId="77777777" w:rsidR="00605D5E" w:rsidRDefault="00605D5E" w:rsidP="00605D5E">
      <w:pPr>
        <w:pStyle w:val="Corpsdetexte"/>
        <w:rPr>
          <w:lang w:eastAsia="fr-FR"/>
        </w:rPr>
      </w:pPr>
    </w:p>
    <w:p w14:paraId="7195767F" w14:textId="1E376B5D" w:rsidR="00ED1F4A" w:rsidRPr="00ED1F4A" w:rsidRDefault="00ED1F4A" w:rsidP="00605D5E">
      <w:pPr>
        <w:pStyle w:val="Corpsdetexte"/>
        <w:rPr>
          <w:lang w:eastAsia="fr-FR"/>
        </w:rPr>
      </w:pPr>
      <w:r w:rsidRPr="00ED1F4A">
        <w:rPr>
          <w:lang w:eastAsia="fr-FR"/>
        </w:rPr>
        <w:t>mandataire du groupement, à :</w:t>
      </w:r>
    </w:p>
    <w:p w14:paraId="0DEFC779" w14:textId="4FE9390F" w:rsidR="00ED1F4A" w:rsidRPr="00ED1F4A" w:rsidRDefault="00ED1F4A" w:rsidP="00605D5E">
      <w:pPr>
        <w:pStyle w:val="CorpsListe"/>
        <w:rPr>
          <w:lang w:eastAsia="fr-FR"/>
        </w:rPr>
      </w:pPr>
      <w:r w:rsidRPr="00ED1F4A">
        <w:rPr>
          <w:lang w:eastAsia="fr-FR"/>
        </w:rPr>
        <w:t xml:space="preserve">réserver, dans l’exécution du lot désigné en page 1 du présent acte d'engagement, un nombre d’heures de travail au moins égal à celui indiqué à l’article </w:t>
      </w:r>
      <w:r w:rsidR="00CA7F79">
        <w:rPr>
          <w:lang w:eastAsia="fr-FR"/>
        </w:rPr>
        <w:t>8</w:t>
      </w:r>
      <w:r w:rsidRPr="00ED1F4A">
        <w:rPr>
          <w:lang w:eastAsia="fr-FR"/>
        </w:rPr>
        <w:t xml:space="preserve"> du cahier des clauses administratives particulières à des personnes rencontrant des difficultés sociales ou professionnelles particulières.</w:t>
      </w:r>
    </w:p>
    <w:p w14:paraId="42C41EA2" w14:textId="608EE107" w:rsidR="00ED1F4A" w:rsidRPr="00ED1F4A" w:rsidRDefault="00ED1F4A" w:rsidP="00605D5E">
      <w:pPr>
        <w:pStyle w:val="CorpsListe"/>
        <w:rPr>
          <w:lang w:eastAsia="fr-FR"/>
        </w:rPr>
      </w:pPr>
      <w:r w:rsidRPr="00ED1F4A">
        <w:rPr>
          <w:lang w:eastAsia="fr-FR"/>
        </w:rPr>
        <w:t xml:space="preserve">prendre l’attache du facilitateur de la clause sociale désigné à l’article </w:t>
      </w:r>
      <w:r w:rsidR="00CA7F79">
        <w:rPr>
          <w:lang w:eastAsia="fr-FR"/>
        </w:rPr>
        <w:t xml:space="preserve">8 </w:t>
      </w:r>
      <w:r w:rsidRPr="00ED1F4A">
        <w:rPr>
          <w:lang w:eastAsia="fr-FR"/>
        </w:rPr>
        <w:t>du CCAP, afin de préciser ou de définir les modalités de mise en œuvre des clauses sociales. Un plan d’action pourra être élaboré à cet effet avec l’accompagnement du facilitateur.</w:t>
      </w:r>
    </w:p>
    <w:p w14:paraId="78D81719" w14:textId="59B7C53D" w:rsidR="00ED1F4A" w:rsidRPr="00ED1F4A" w:rsidRDefault="00ED1F4A" w:rsidP="00605D5E">
      <w:pPr>
        <w:pStyle w:val="CorpsListe"/>
        <w:rPr>
          <w:lang w:eastAsia="fr-FR"/>
        </w:rPr>
      </w:pPr>
      <w:r w:rsidRPr="00ED1F4A">
        <w:rPr>
          <w:lang w:eastAsia="fr-FR"/>
        </w:rPr>
        <w:t>fournir dans un délai qui me sera imparti, toutes informations utiles à l’appréciation de la réalisation de l’action d’insertion.</w:t>
      </w:r>
    </w:p>
    <w:p w14:paraId="14FB09A7" w14:textId="1344D38D" w:rsidR="00ED1F4A" w:rsidRPr="00ED1F4A" w:rsidRDefault="00605D5E" w:rsidP="00605D5E">
      <w:pPr>
        <w:pStyle w:val="Corpsdetexte"/>
        <w:rPr>
          <w:lang w:eastAsia="fr-FR"/>
        </w:rPr>
      </w:pPr>
      <w:r w:rsidRPr="00795CD8">
        <w:rPr>
          <w:rFonts w:ascii="Wingdings" w:hAnsi="Wingdings"/>
          <w:sz w:val="36"/>
          <w:szCs w:val="36"/>
          <w:lang w:eastAsia="fr-FR"/>
        </w:rPr>
        <w:t></w:t>
      </w:r>
      <w:r>
        <w:rPr>
          <w:lang w:eastAsia="fr-FR"/>
        </w:rPr>
        <w:t xml:space="preserve"> </w:t>
      </w:r>
      <w:r w:rsidR="00ED1F4A" w:rsidRPr="00ED1F4A">
        <w:rPr>
          <w:lang w:eastAsia="fr-FR"/>
        </w:rPr>
        <w:t>nous engageons sans réserve, en tant que cotraitants groupés conjoints, représentés par :</w:t>
      </w:r>
    </w:p>
    <w:tbl>
      <w:tblPr>
        <w:tblStyle w:val="Grilledutableau"/>
        <w:tblW w:w="7371" w:type="dxa"/>
        <w:jc w:val="center"/>
        <w:tblLook w:val="04A0" w:firstRow="1" w:lastRow="0" w:firstColumn="1" w:lastColumn="0" w:noHBand="0" w:noVBand="1"/>
      </w:tblPr>
      <w:tblGrid>
        <w:gridCol w:w="7371"/>
      </w:tblGrid>
      <w:tr w:rsidR="00605D5E" w14:paraId="665A14D6" w14:textId="77777777" w:rsidTr="009744E3">
        <w:trPr>
          <w:jc w:val="center"/>
        </w:trPr>
        <w:tc>
          <w:tcPr>
            <w:tcW w:w="7371" w:type="dxa"/>
          </w:tcPr>
          <w:p w14:paraId="24DDA6F0" w14:textId="77777777" w:rsidR="00605D5E" w:rsidRDefault="00605D5E" w:rsidP="009744E3">
            <w:pPr>
              <w:pStyle w:val="TableauCentr0"/>
              <w:ind w:left="1156" w:right="1224"/>
              <w:rPr>
                <w:lang w:eastAsia="fr-FR"/>
              </w:rPr>
            </w:pPr>
          </w:p>
        </w:tc>
      </w:tr>
    </w:tbl>
    <w:p w14:paraId="28DE32CE" w14:textId="77777777" w:rsidR="00605D5E" w:rsidRDefault="00605D5E" w:rsidP="00605D5E">
      <w:pPr>
        <w:pStyle w:val="Corpsdetexte"/>
        <w:rPr>
          <w:lang w:eastAsia="fr-FR"/>
        </w:rPr>
      </w:pPr>
    </w:p>
    <w:p w14:paraId="6F4FD33D" w14:textId="77777777" w:rsidR="00605D5E" w:rsidRPr="00ED1F4A" w:rsidRDefault="00605D5E" w:rsidP="00605D5E">
      <w:pPr>
        <w:pStyle w:val="Corpsdetexte"/>
        <w:rPr>
          <w:lang w:eastAsia="fr-FR"/>
        </w:rPr>
      </w:pPr>
      <w:r w:rsidRPr="00ED1F4A">
        <w:rPr>
          <w:lang w:eastAsia="fr-FR"/>
        </w:rPr>
        <w:t>mandataire du groupement, à :</w:t>
      </w:r>
    </w:p>
    <w:p w14:paraId="625866AC" w14:textId="7CC4027E" w:rsidR="00605D5E" w:rsidRPr="00ED1F4A" w:rsidRDefault="00605D5E" w:rsidP="00605D5E">
      <w:pPr>
        <w:pStyle w:val="CorpsListe"/>
        <w:rPr>
          <w:lang w:eastAsia="fr-FR"/>
        </w:rPr>
      </w:pPr>
      <w:r w:rsidRPr="00ED1F4A">
        <w:rPr>
          <w:lang w:eastAsia="fr-FR"/>
        </w:rPr>
        <w:t xml:space="preserve">réserver, dans l’exécution du lot désigné en page 1 du présent acte d'engagement, un nombre d’heures de travail au moins égal à celui indiqué à l’article </w:t>
      </w:r>
      <w:r w:rsidR="00CA7F79">
        <w:rPr>
          <w:lang w:eastAsia="fr-FR"/>
        </w:rPr>
        <w:t>8 du CCAP</w:t>
      </w:r>
      <w:r w:rsidRPr="00ED1F4A">
        <w:rPr>
          <w:lang w:eastAsia="fr-FR"/>
        </w:rPr>
        <w:t xml:space="preserve"> à des personnes rencontrant des difficultés sociales ou professionnelles particulières.</w:t>
      </w:r>
    </w:p>
    <w:p w14:paraId="7467C4B5" w14:textId="58872ED8" w:rsidR="00605D5E" w:rsidRPr="00ED1F4A" w:rsidRDefault="00605D5E" w:rsidP="00605D5E">
      <w:pPr>
        <w:pStyle w:val="CorpsListe"/>
        <w:rPr>
          <w:lang w:eastAsia="fr-FR"/>
        </w:rPr>
      </w:pPr>
      <w:r w:rsidRPr="00ED1F4A">
        <w:rPr>
          <w:lang w:eastAsia="fr-FR"/>
        </w:rPr>
        <w:t xml:space="preserve">prendre l’attache du facilitateur de la clause sociale désigné à l’article </w:t>
      </w:r>
      <w:r w:rsidR="00CA7F79">
        <w:rPr>
          <w:lang w:eastAsia="fr-FR"/>
        </w:rPr>
        <w:t>8</w:t>
      </w:r>
      <w:r w:rsidRPr="00ED1F4A">
        <w:rPr>
          <w:lang w:eastAsia="fr-FR"/>
        </w:rPr>
        <w:t xml:space="preserve"> du CCAP, afin de préciser ou de définir les modalités de mise en œuvre des clauses sociales. Un </w:t>
      </w:r>
      <w:r w:rsidRPr="00ED1F4A">
        <w:rPr>
          <w:lang w:eastAsia="fr-FR"/>
        </w:rPr>
        <w:lastRenderedPageBreak/>
        <w:t>plan d’action pourra être élaboré à cet effet avec l’accompagnement du facilitateur.</w:t>
      </w:r>
    </w:p>
    <w:p w14:paraId="4BF23935" w14:textId="77777777" w:rsidR="00605D5E" w:rsidRDefault="00605D5E" w:rsidP="00605D5E">
      <w:pPr>
        <w:pStyle w:val="CorpsListe"/>
        <w:rPr>
          <w:lang w:eastAsia="fr-FR"/>
        </w:rPr>
      </w:pPr>
      <w:r w:rsidRPr="00ED1F4A">
        <w:rPr>
          <w:lang w:eastAsia="fr-FR"/>
        </w:rPr>
        <w:t>fournir dans un délai qui me sera imparti, toutes informations utiles à l’appréciation de la réalisation de l’action d’insertion.</w:t>
      </w:r>
    </w:p>
    <w:p w14:paraId="03081FB7" w14:textId="77777777" w:rsidR="006C444C" w:rsidRDefault="006C444C" w:rsidP="006C444C">
      <w:pPr>
        <w:pStyle w:val="CorpsListe"/>
        <w:rPr>
          <w:lang w:eastAsia="fr-FR"/>
        </w:rPr>
      </w:pPr>
    </w:p>
    <w:p w14:paraId="69B57288" w14:textId="77777777" w:rsidR="006C444C" w:rsidRDefault="006C444C" w:rsidP="006C444C">
      <w:pPr>
        <w:pStyle w:val="CorpsListe"/>
        <w:rPr>
          <w:lang w:eastAsia="fr-FR"/>
        </w:rPr>
      </w:pPr>
      <w:bookmarkStart w:id="15" w:name="_Hlk200527997"/>
      <w:r w:rsidRPr="009C6496">
        <w:rPr>
          <w:lang w:eastAsia="fr-FR"/>
        </w:rPr>
        <w:t>Coordonnées du correspondant opérationnel pour le suivi des actions d’insertion professionnelle du titulaire</w:t>
      </w:r>
      <w:r w:rsidRPr="009C6496">
        <w:rPr>
          <w:rFonts w:ascii="Calibri" w:hAnsi="Calibri" w:cs="Calibri"/>
          <w:lang w:eastAsia="fr-FR"/>
        </w:rPr>
        <w:t> </w:t>
      </w:r>
      <w:r w:rsidRPr="009C6496">
        <w:rPr>
          <w:lang w:eastAsia="fr-FR"/>
        </w:rPr>
        <w:t>:</w:t>
      </w:r>
    </w:p>
    <w:p w14:paraId="70F7ABCB" w14:textId="77777777" w:rsidR="006C444C" w:rsidRPr="009C6496" w:rsidRDefault="006C444C" w:rsidP="006C444C">
      <w:pPr>
        <w:pStyle w:val="CorpsListe"/>
        <w:rPr>
          <w:b/>
          <w:lang w:eastAsia="fr-FR"/>
        </w:rPr>
      </w:pPr>
      <w:r w:rsidRPr="009C6496">
        <w:rPr>
          <w:lang w:eastAsia="fr-FR"/>
        </w:rPr>
        <w:t>Nom et prénom</w:t>
      </w:r>
      <w:r w:rsidRPr="009C6496">
        <w:rPr>
          <w:rFonts w:ascii="Calibri" w:hAnsi="Calibri" w:cs="Calibri"/>
          <w:lang w:eastAsia="fr-FR"/>
        </w:rPr>
        <w:t> </w:t>
      </w:r>
      <w:r w:rsidRPr="009C6496">
        <w:rPr>
          <w:lang w:eastAsia="fr-FR"/>
        </w:rPr>
        <w:t>:</w:t>
      </w:r>
      <w:r>
        <w:rPr>
          <w:lang w:eastAsia="fr-FR"/>
        </w:rPr>
        <w:br/>
      </w:r>
      <w:r w:rsidRPr="009C6496">
        <w:rPr>
          <w:lang w:eastAsia="fr-FR"/>
        </w:rPr>
        <w:t>Fonction</w:t>
      </w:r>
      <w:r w:rsidRPr="009C6496">
        <w:rPr>
          <w:rFonts w:ascii="Calibri" w:hAnsi="Calibri" w:cs="Calibri"/>
          <w:lang w:eastAsia="fr-FR"/>
        </w:rPr>
        <w:t> </w:t>
      </w:r>
      <w:r w:rsidRPr="009C6496">
        <w:rPr>
          <w:lang w:eastAsia="fr-FR"/>
        </w:rPr>
        <w:t>:</w:t>
      </w:r>
      <w:r>
        <w:rPr>
          <w:lang w:eastAsia="fr-FR"/>
        </w:rPr>
        <w:br/>
        <w:t>Téléphone</w:t>
      </w:r>
      <w:r w:rsidRPr="009C6496">
        <w:rPr>
          <w:rFonts w:ascii="Calibri" w:hAnsi="Calibri" w:cs="Calibri"/>
          <w:lang w:eastAsia="fr-FR"/>
        </w:rPr>
        <w:t> </w:t>
      </w:r>
      <w:r w:rsidRPr="009C6496">
        <w:rPr>
          <w:lang w:eastAsia="fr-FR"/>
        </w:rPr>
        <w:t>:</w:t>
      </w:r>
      <w:r>
        <w:rPr>
          <w:lang w:eastAsia="fr-FR"/>
        </w:rPr>
        <w:br/>
        <w:t>Courriel</w:t>
      </w:r>
      <w:r>
        <w:rPr>
          <w:rFonts w:ascii="Calibri" w:hAnsi="Calibri" w:cs="Calibri"/>
          <w:lang w:eastAsia="fr-FR"/>
        </w:rPr>
        <w:t> </w:t>
      </w:r>
      <w:r>
        <w:rPr>
          <w:lang w:eastAsia="fr-FR"/>
        </w:rPr>
        <w:t>:</w:t>
      </w:r>
    </w:p>
    <w:p w14:paraId="68867345" w14:textId="77777777" w:rsidR="006C444C" w:rsidRDefault="006C444C" w:rsidP="006C444C">
      <w:pPr>
        <w:pStyle w:val="CorpsListe"/>
        <w:rPr>
          <w:lang w:eastAsia="fr-FR"/>
        </w:rPr>
      </w:pPr>
    </w:p>
    <w:p w14:paraId="090106E5" w14:textId="77777777" w:rsidR="006C444C" w:rsidRPr="009C6496" w:rsidRDefault="006C444C" w:rsidP="006C444C">
      <w:pPr>
        <w:pStyle w:val="CorpsListe"/>
        <w:rPr>
          <w:lang w:eastAsia="fr-FR"/>
        </w:rPr>
      </w:pPr>
      <w:r w:rsidRPr="009C6496">
        <w:rPr>
          <w:lang w:eastAsia="fr-FR"/>
        </w:rPr>
        <w:t xml:space="preserve">Dans le cas d’un allotissement, pour les lots où l’action d’insertion n’est pas obligatoire, l’entreprise titulaire peut proposer de réserver un nombre d’heures à l’insertion. </w:t>
      </w:r>
    </w:p>
    <w:p w14:paraId="07723717" w14:textId="77777777" w:rsidR="006C444C" w:rsidRPr="009C6496" w:rsidRDefault="006C444C" w:rsidP="006C444C">
      <w:pPr>
        <w:pStyle w:val="CorpsListe"/>
        <w:rPr>
          <w:lang w:eastAsia="fr-FR"/>
        </w:rPr>
      </w:pPr>
      <w:r w:rsidRPr="009C6496">
        <w:rPr>
          <w:lang w:eastAsia="fr-FR"/>
        </w:rPr>
        <w:t>Les heures réservées au public cible à réaliser pour l’entreprise titulaire pour la présente opération sont</w:t>
      </w:r>
      <w:r w:rsidRPr="009C6496">
        <w:rPr>
          <w:rFonts w:ascii="Calibri" w:hAnsi="Calibri" w:cs="Calibri"/>
          <w:lang w:eastAsia="fr-FR"/>
        </w:rPr>
        <w:t> </w:t>
      </w:r>
      <w:r w:rsidRPr="009C6496">
        <w:rPr>
          <w:lang w:eastAsia="fr-FR"/>
        </w:rPr>
        <w:t xml:space="preserve">: L’entreprise titulaire a noté qu’il s’agit </w:t>
      </w:r>
      <w:r w:rsidRPr="009C6496">
        <w:rPr>
          <w:b/>
          <w:u w:val="single"/>
          <w:lang w:eastAsia="fr-FR"/>
        </w:rPr>
        <w:t>d’un engagement minimum</w:t>
      </w:r>
      <w:r w:rsidRPr="009C6496">
        <w:rPr>
          <w:lang w:eastAsia="fr-FR"/>
        </w:rPr>
        <w:t>. Si elle le souhaite, l’entreprise titulaire peut s’engager sur un nombre d’heures plus important qui sera alors contractuel.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341"/>
        <w:gridCol w:w="1815"/>
        <w:gridCol w:w="2429"/>
        <w:gridCol w:w="2387"/>
      </w:tblGrid>
      <w:tr w:rsidR="006C444C" w:rsidRPr="006D4250" w14:paraId="2A15DCCB" w14:textId="77777777" w:rsidTr="00C85E14">
        <w:tc>
          <w:tcPr>
            <w:tcW w:w="3341" w:type="dxa"/>
            <w:vAlign w:val="center"/>
          </w:tcPr>
          <w:p w14:paraId="43B8342A" w14:textId="77777777" w:rsidR="006C444C" w:rsidRPr="006D4250" w:rsidRDefault="006C444C" w:rsidP="00C85E14">
            <w:pPr>
              <w:pStyle w:val="TableauCentr0"/>
              <w:rPr>
                <w:sz w:val="22"/>
                <w:szCs w:val="22"/>
              </w:rPr>
            </w:pPr>
            <w:r w:rsidRPr="006D4250">
              <w:t>Lot</w:t>
            </w:r>
          </w:p>
        </w:tc>
        <w:tc>
          <w:tcPr>
            <w:tcW w:w="1815" w:type="dxa"/>
            <w:vAlign w:val="center"/>
          </w:tcPr>
          <w:p w14:paraId="0CB5FBB0" w14:textId="77777777" w:rsidR="006C444C" w:rsidRPr="006D4250" w:rsidRDefault="006C444C" w:rsidP="00C85E14">
            <w:pPr>
              <w:pStyle w:val="TableauCentr0"/>
            </w:pPr>
            <w:r w:rsidRPr="006D4250">
              <w:t>Coefficient d’insertion multiplicateur</w:t>
            </w:r>
          </w:p>
        </w:tc>
        <w:tc>
          <w:tcPr>
            <w:tcW w:w="2429" w:type="dxa"/>
            <w:vAlign w:val="center"/>
          </w:tcPr>
          <w:p w14:paraId="3C854CE7" w14:textId="77777777" w:rsidR="006C444C" w:rsidRPr="006D4250" w:rsidRDefault="006C444C" w:rsidP="00C85E14">
            <w:pPr>
              <w:pStyle w:val="TableauCentr0"/>
              <w:rPr>
                <w:rFonts w:eastAsiaTheme="minorHAnsi"/>
              </w:rPr>
            </w:pPr>
            <w:r w:rsidRPr="009C6496">
              <w:t xml:space="preserve">Nombre d’heures d’insertion minimum </w:t>
            </w:r>
            <w:r>
              <w:t>(</w:t>
            </w:r>
            <w:r w:rsidRPr="009C6496">
              <w:t>à compléter si ce nombre est supérieur ou égal à 70 h</w:t>
            </w:r>
            <w:r>
              <w:t>)</w:t>
            </w:r>
          </w:p>
        </w:tc>
        <w:tc>
          <w:tcPr>
            <w:tcW w:w="2387" w:type="dxa"/>
            <w:vAlign w:val="center"/>
          </w:tcPr>
          <w:p w14:paraId="60E41C13" w14:textId="77777777" w:rsidR="006C444C" w:rsidRPr="006D4250" w:rsidRDefault="006C444C" w:rsidP="00C85E14">
            <w:pPr>
              <w:pStyle w:val="TableauCentr0"/>
              <w:rPr>
                <w:rFonts w:eastAsiaTheme="minorHAnsi"/>
              </w:rPr>
            </w:pPr>
            <w:r w:rsidRPr="006D4250">
              <w:t>Proposition de l’entreprise si celle-ci s’engage à réaliser plus d’heures</w:t>
            </w:r>
          </w:p>
        </w:tc>
      </w:tr>
      <w:tr w:rsidR="006C444C" w:rsidRPr="006D4250" w14:paraId="74AD6320" w14:textId="77777777" w:rsidTr="00C85E14">
        <w:tc>
          <w:tcPr>
            <w:tcW w:w="3341" w:type="dxa"/>
          </w:tcPr>
          <w:p w14:paraId="7BDB7C8F" w14:textId="3950657D" w:rsidR="006C444C" w:rsidRPr="006D4250" w:rsidRDefault="006C444C" w:rsidP="006C444C">
            <w:pPr>
              <w:pStyle w:val="TableauDroite"/>
            </w:pPr>
            <w:r>
              <w:fldChar w:fldCharType="begin"/>
            </w:r>
            <w:r>
              <w:instrText xml:space="preserve"> REF Mission_lot \h  \* MERGEFORMAT </w:instrText>
            </w:r>
            <w:r>
              <w:fldChar w:fldCharType="separate"/>
            </w:r>
            <w:r>
              <w:t>Lot n°4</w:t>
            </w:r>
            <w:r w:rsidRPr="006C444C">
              <w:rPr>
                <w:rFonts w:ascii="Calibri" w:hAnsi="Calibri" w:cs="Calibri"/>
              </w:rPr>
              <w:t> </w:t>
            </w:r>
            <w:r>
              <w:t>: F</w:t>
            </w:r>
            <w:r w:rsidRPr="00481D19">
              <w:t xml:space="preserve">açades ossature bois - </w:t>
            </w:r>
            <w:r>
              <w:t>B</w:t>
            </w:r>
            <w:r w:rsidRPr="00481D19">
              <w:t xml:space="preserve">ardage - </w:t>
            </w:r>
            <w:r>
              <w:t>M</w:t>
            </w:r>
            <w:r w:rsidRPr="00481D19">
              <w:t xml:space="preserve">enuiseries extérieures - </w:t>
            </w:r>
            <w:r>
              <w:t>S</w:t>
            </w:r>
            <w:r w:rsidRPr="00481D19">
              <w:t>errurerie</w:t>
            </w:r>
            <w:r>
              <w:fldChar w:fldCharType="end"/>
            </w:r>
          </w:p>
        </w:tc>
        <w:tc>
          <w:tcPr>
            <w:tcW w:w="1815" w:type="dxa"/>
          </w:tcPr>
          <w:p w14:paraId="2E46870A" w14:textId="77777777" w:rsidR="006C444C" w:rsidRPr="006D4250" w:rsidRDefault="006C444C" w:rsidP="00C85E14">
            <w:pPr>
              <w:pStyle w:val="TableauDroite"/>
            </w:pPr>
            <w:r w:rsidRPr="005D36BB">
              <w:t>0.000</w:t>
            </w:r>
            <w:r>
              <w:t>5</w:t>
            </w:r>
          </w:p>
        </w:tc>
        <w:tc>
          <w:tcPr>
            <w:tcW w:w="2429" w:type="dxa"/>
          </w:tcPr>
          <w:p w14:paraId="62B765AB" w14:textId="77777777" w:rsidR="006C444C" w:rsidRPr="006D4250" w:rsidRDefault="006C444C" w:rsidP="00C85E14">
            <w:pPr>
              <w:pStyle w:val="TableauDroite"/>
            </w:pPr>
          </w:p>
        </w:tc>
        <w:tc>
          <w:tcPr>
            <w:tcW w:w="2387" w:type="dxa"/>
          </w:tcPr>
          <w:p w14:paraId="30C44590" w14:textId="77777777" w:rsidR="006C444C" w:rsidRPr="006D4250" w:rsidRDefault="006C444C" w:rsidP="00C85E14">
            <w:pPr>
              <w:pStyle w:val="TableauDroite"/>
            </w:pPr>
          </w:p>
        </w:tc>
      </w:tr>
      <w:bookmarkEnd w:id="15"/>
    </w:tbl>
    <w:p w14:paraId="1E191A8B" w14:textId="77777777" w:rsidR="006C444C" w:rsidRPr="00ED1F4A" w:rsidRDefault="006C444C" w:rsidP="006C444C">
      <w:pPr>
        <w:pStyle w:val="CorpsListe"/>
        <w:numPr>
          <w:ilvl w:val="0"/>
          <w:numId w:val="0"/>
        </w:numPr>
        <w:rPr>
          <w:lang w:eastAsia="fr-FR"/>
        </w:rPr>
      </w:pPr>
    </w:p>
    <w:p w14:paraId="43BA0726" w14:textId="77777777" w:rsidR="00693109" w:rsidRDefault="00ED1F4A">
      <w:pPr>
        <w:widowControl/>
        <w:autoSpaceDE/>
        <w:autoSpaceDN/>
        <w:rPr>
          <w:rFonts w:ascii="Marianne" w:eastAsia="Times New Roman" w:hAnsi="Marianne" w:cs="Times New Roman"/>
          <w:sz w:val="20"/>
          <w:szCs w:val="20"/>
          <w:lang w:eastAsia="fr-FR"/>
        </w:rPr>
      </w:pPr>
      <w:r>
        <w:rPr>
          <w:rFonts w:ascii="Marianne" w:eastAsia="Times New Roman" w:hAnsi="Marianne" w:cs="Times New Roman"/>
          <w:sz w:val="20"/>
          <w:szCs w:val="20"/>
          <w:lang w:eastAsia="fr-FR"/>
        </w:rPr>
        <w:br w:type="page"/>
      </w:r>
    </w:p>
    <w:tbl>
      <w:tblPr>
        <w:tblW w:w="9405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0"/>
        <w:gridCol w:w="4018"/>
        <w:gridCol w:w="497"/>
        <w:gridCol w:w="3928"/>
        <w:gridCol w:w="286"/>
        <w:gridCol w:w="256"/>
      </w:tblGrid>
      <w:tr w:rsidR="00693109" w:rsidRPr="00795CD8" w14:paraId="6E7C6C96" w14:textId="77777777" w:rsidTr="009744E3">
        <w:trPr>
          <w:tblCellSpacing w:w="0" w:type="dxa"/>
        </w:trPr>
        <w:tc>
          <w:tcPr>
            <w:tcW w:w="9375" w:type="dxa"/>
            <w:gridSpan w:val="6"/>
            <w:tcBorders>
              <w:top w:val="single" w:sz="6" w:space="0" w:color="000000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52B114EB" w14:textId="77777777" w:rsidR="00693109" w:rsidRPr="00795CD8" w:rsidRDefault="00693109" w:rsidP="009744E3">
            <w:pPr>
              <w:keepNext/>
              <w:widowControl/>
              <w:autoSpaceDE/>
              <w:autoSpaceDN/>
              <w:spacing w:before="100" w:beforeAutospacing="1" w:after="119"/>
              <w:ind w:left="74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lastRenderedPageBreak/>
              <w:t>Fait en un seul original</w:t>
            </w:r>
          </w:p>
        </w:tc>
      </w:tr>
      <w:tr w:rsidR="00693109" w:rsidRPr="00795CD8" w14:paraId="56CD1972" w14:textId="77777777" w:rsidTr="009744E3">
        <w:trPr>
          <w:tblCellSpacing w:w="0" w:type="dxa"/>
        </w:trPr>
        <w:tc>
          <w:tcPr>
            <w:tcW w:w="420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65EA1F1" w14:textId="77777777" w:rsidR="00693109" w:rsidRPr="00795CD8" w:rsidRDefault="00693109" w:rsidP="009744E3">
            <w:pPr>
              <w:keepNext/>
              <w:widowControl/>
              <w:autoSpaceDE/>
              <w:autoSpaceDN/>
              <w:spacing w:before="100" w:beforeAutospacing="1" w:after="119"/>
              <w:ind w:left="74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à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4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6777604F" w14:textId="77777777" w:rsidR="00693109" w:rsidRPr="00795CD8" w:rsidRDefault="00693109" w:rsidP="009744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5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9B694A8" w14:textId="77777777" w:rsidR="00693109" w:rsidRPr="00795CD8" w:rsidRDefault="00693109" w:rsidP="009744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le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42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C71E8B2" w14:textId="77777777" w:rsidR="00693109" w:rsidRPr="00795CD8" w:rsidRDefault="00693109" w:rsidP="009744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0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58F8AB36" w14:textId="77777777" w:rsidR="00693109" w:rsidRPr="00795CD8" w:rsidRDefault="00693109" w:rsidP="009744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693109" w:rsidRPr="00795CD8" w14:paraId="25BF7A19" w14:textId="77777777" w:rsidTr="009744E3">
        <w:trPr>
          <w:tblCellSpacing w:w="0" w:type="dxa"/>
        </w:trPr>
        <w:tc>
          <w:tcPr>
            <w:tcW w:w="420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15561AA9" w14:textId="77777777" w:rsidR="00693109" w:rsidRPr="00693109" w:rsidRDefault="00693109" w:rsidP="009744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4"/>
                <w:szCs w:val="4"/>
                <w:lang w:eastAsia="fr-FR"/>
              </w:rPr>
            </w:pPr>
          </w:p>
        </w:tc>
        <w:tc>
          <w:tcPr>
            <w:tcW w:w="400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3497C9E" w14:textId="77777777" w:rsidR="00693109" w:rsidRPr="00693109" w:rsidRDefault="00693109" w:rsidP="009744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4"/>
                <w:szCs w:val="4"/>
                <w:lang w:eastAsia="fr-FR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53E8E37" w14:textId="77777777" w:rsidR="00693109" w:rsidRPr="00693109" w:rsidRDefault="00693109" w:rsidP="009744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4"/>
                <w:szCs w:val="4"/>
                <w:lang w:eastAsia="fr-FR"/>
              </w:rPr>
            </w:pPr>
          </w:p>
        </w:tc>
        <w:tc>
          <w:tcPr>
            <w:tcW w:w="4455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5BE2C57F" w14:textId="77777777" w:rsidR="00693109" w:rsidRPr="00693109" w:rsidRDefault="00693109" w:rsidP="009744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4"/>
                <w:szCs w:val="4"/>
                <w:lang w:eastAsia="fr-FR"/>
              </w:rPr>
            </w:pPr>
          </w:p>
        </w:tc>
      </w:tr>
      <w:tr w:rsidR="00693109" w:rsidRPr="00795CD8" w14:paraId="67AFB0C6" w14:textId="77777777" w:rsidTr="009744E3">
        <w:trPr>
          <w:tblCellSpacing w:w="0" w:type="dxa"/>
        </w:trPr>
        <w:tc>
          <w:tcPr>
            <w:tcW w:w="9375" w:type="dxa"/>
            <w:gridSpan w:val="6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3DBBC635" w14:textId="77777777" w:rsidR="00693109" w:rsidRPr="00795CD8" w:rsidRDefault="00693109" w:rsidP="009744E3">
            <w:pPr>
              <w:keepNext/>
              <w:widowControl/>
              <w:autoSpaceDE/>
              <w:autoSpaceDN/>
              <w:spacing w:before="100" w:beforeAutospacing="1" w:after="119"/>
              <w:ind w:left="74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Mention(s) manuscrite(s) "lu et approuvé" signature(s) de l'/des </w:t>
            </w:r>
            <w:r w:rsidRPr="00795CD8">
              <w:rPr>
                <w:rFonts w:ascii="Marianne" w:eastAsia="Times New Roman" w:hAnsi="Marianne" w:cs="Times New Roman"/>
                <w:color w:val="000000"/>
                <w:sz w:val="20"/>
                <w:szCs w:val="20"/>
                <w:lang w:eastAsia="fr-FR"/>
              </w:rPr>
              <w:t>entreprise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(s)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</w:tr>
      <w:tr w:rsidR="00693109" w:rsidRPr="00795CD8" w14:paraId="5DFAF4EB" w14:textId="77777777" w:rsidTr="009744E3">
        <w:trPr>
          <w:tblCellSpacing w:w="0" w:type="dxa"/>
        </w:trPr>
        <w:tc>
          <w:tcPr>
            <w:tcW w:w="420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5A1D8DBF" w14:textId="77777777" w:rsidR="00693109" w:rsidRPr="00795CD8" w:rsidRDefault="00693109" w:rsidP="009744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87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3AD3AEDB" w14:textId="77777777" w:rsidR="00693109" w:rsidRPr="00795CD8" w:rsidRDefault="00693109" w:rsidP="009744E3">
            <w:pPr>
              <w:keepNext/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65E7D28F" w14:textId="77777777" w:rsidR="00693109" w:rsidRPr="00795CD8" w:rsidRDefault="00693109" w:rsidP="009744E3">
            <w:pPr>
              <w:keepNext/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0985B156" w14:textId="77777777" w:rsidR="00693109" w:rsidRPr="00795CD8" w:rsidRDefault="00693109" w:rsidP="009744E3">
            <w:pPr>
              <w:keepNext/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18CAC909" w14:textId="77777777" w:rsidR="00693109" w:rsidRPr="00795CD8" w:rsidRDefault="00693109" w:rsidP="009744E3">
            <w:pPr>
              <w:keepNext/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368F2C92" w14:textId="77777777" w:rsidR="00693109" w:rsidRPr="00795CD8" w:rsidRDefault="00693109" w:rsidP="009744E3">
            <w:pPr>
              <w:keepNext/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2DADAFC3" w14:textId="77777777" w:rsidR="00693109" w:rsidRPr="00795CD8" w:rsidRDefault="00693109" w:rsidP="009744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7B3C93B1" w14:textId="77777777" w:rsidR="00693109" w:rsidRPr="00795CD8" w:rsidRDefault="00693109" w:rsidP="009744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693109" w:rsidRPr="00795CD8" w14:paraId="1ABD7F6E" w14:textId="77777777" w:rsidTr="00693109">
        <w:trPr>
          <w:trHeight w:val="57"/>
          <w:tblCellSpacing w:w="0" w:type="dxa"/>
        </w:trPr>
        <w:tc>
          <w:tcPr>
            <w:tcW w:w="420" w:type="dxa"/>
            <w:tcBorders>
              <w:top w:val="nil"/>
              <w:left w:val="single" w:sz="6" w:space="0" w:color="000000"/>
              <w:bottom w:val="single" w:sz="8" w:space="0" w:color="000000"/>
              <w:right w:val="nil"/>
            </w:tcBorders>
            <w:hideMark/>
          </w:tcPr>
          <w:p w14:paraId="7F92D2E1" w14:textId="77777777" w:rsidR="00693109" w:rsidRPr="00693109" w:rsidRDefault="00693109" w:rsidP="009744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4005" w:type="dxa"/>
            <w:tcBorders>
              <w:top w:val="nil"/>
              <w:left w:val="nil"/>
              <w:bottom w:val="single" w:sz="8" w:space="0" w:color="000000"/>
              <w:right w:val="nil"/>
            </w:tcBorders>
            <w:hideMark/>
          </w:tcPr>
          <w:p w14:paraId="3EB0F714" w14:textId="77777777" w:rsidR="00693109" w:rsidRPr="00693109" w:rsidRDefault="00693109" w:rsidP="009744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sz="8" w:space="0" w:color="000000"/>
              <w:right w:val="nil"/>
            </w:tcBorders>
            <w:hideMark/>
          </w:tcPr>
          <w:p w14:paraId="26037F20" w14:textId="77777777" w:rsidR="00693109" w:rsidRPr="00693109" w:rsidRDefault="00693109" w:rsidP="009744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3915" w:type="dxa"/>
            <w:tcBorders>
              <w:top w:val="nil"/>
              <w:left w:val="nil"/>
              <w:bottom w:val="single" w:sz="8" w:space="0" w:color="000000"/>
              <w:right w:val="nil"/>
            </w:tcBorders>
            <w:hideMark/>
          </w:tcPr>
          <w:p w14:paraId="6F30C5B0" w14:textId="77777777" w:rsidR="00693109" w:rsidRPr="00693109" w:rsidRDefault="00693109" w:rsidP="009744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3D1CF3B0" w14:textId="77777777" w:rsidR="00693109" w:rsidRPr="00693109" w:rsidRDefault="00693109" w:rsidP="009744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</w:tr>
    </w:tbl>
    <w:p w14:paraId="76F2B5A6" w14:textId="2D5F7FE4" w:rsidR="00ED1F4A" w:rsidRDefault="00ED1F4A">
      <w:pPr>
        <w:widowControl/>
        <w:autoSpaceDE/>
        <w:autoSpaceDN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tbl>
      <w:tblPr>
        <w:tblW w:w="9405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03"/>
        <w:gridCol w:w="4802"/>
      </w:tblGrid>
      <w:tr w:rsidR="00693109" w:rsidRPr="00795CD8" w14:paraId="2E0AF86A" w14:textId="77777777" w:rsidTr="00693109">
        <w:trPr>
          <w:tblCellSpacing w:w="0" w:type="dxa"/>
        </w:trPr>
        <w:tc>
          <w:tcPr>
            <w:tcW w:w="9405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8" w:space="0" w:color="000000"/>
            </w:tcBorders>
            <w:shd w:val="clear" w:color="auto" w:fill="CCCCCC"/>
            <w:hideMark/>
          </w:tcPr>
          <w:p w14:paraId="4FBD58F8" w14:textId="77777777" w:rsidR="00693109" w:rsidRPr="00795CD8" w:rsidRDefault="00693109" w:rsidP="00693109">
            <w:pPr>
              <w:keepNext/>
              <w:widowControl/>
              <w:autoSpaceDE/>
              <w:autoSpaceDN/>
              <w:spacing w:before="100" w:beforeAutospacing="1" w:after="119"/>
              <w:ind w:left="74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693109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Visas</w:t>
            </w:r>
          </w:p>
        </w:tc>
      </w:tr>
      <w:tr w:rsidR="00693109" w:rsidRPr="00795CD8" w14:paraId="1C8FD659" w14:textId="77777777" w:rsidTr="009744E3">
        <w:tblPrEx>
          <w:tblCellMar>
            <w:top w:w="75" w:type="dxa"/>
            <w:left w:w="75" w:type="dxa"/>
            <w:bottom w:w="75" w:type="dxa"/>
            <w:right w:w="75" w:type="dxa"/>
          </w:tblCellMar>
        </w:tblPrEx>
        <w:trPr>
          <w:tblCellSpacing w:w="0" w:type="dxa"/>
        </w:trPr>
        <w:tc>
          <w:tcPr>
            <w:tcW w:w="4603" w:type="dxa"/>
            <w:tcBorders>
              <w:top w:val="nil"/>
              <w:left w:val="single" w:sz="6" w:space="0" w:color="000000"/>
              <w:bottom w:val="single" w:sz="8" w:space="0" w:color="000000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5E8B792" w14:textId="77777777" w:rsidR="00693109" w:rsidRPr="00795CD8" w:rsidRDefault="00693109" w:rsidP="00693109">
            <w:pPr>
              <w:pStyle w:val="Tableaudroite0"/>
              <w:rPr>
                <w:lang w:eastAsia="fr-FR"/>
              </w:rPr>
            </w:pPr>
          </w:p>
          <w:p w14:paraId="103125E4" w14:textId="77777777" w:rsidR="00693109" w:rsidRPr="00795CD8" w:rsidRDefault="00693109" w:rsidP="00693109">
            <w:pPr>
              <w:pStyle w:val="Tableaudroite0"/>
              <w:rPr>
                <w:lang w:eastAsia="fr-FR"/>
              </w:rPr>
            </w:pPr>
          </w:p>
          <w:p w14:paraId="48875B4B" w14:textId="77777777" w:rsidR="00693109" w:rsidRPr="00795CD8" w:rsidRDefault="00693109" w:rsidP="00693109">
            <w:pPr>
              <w:pStyle w:val="Tableaudroite0"/>
              <w:rPr>
                <w:lang w:eastAsia="fr-FR"/>
              </w:rPr>
            </w:pPr>
            <w:r w:rsidRPr="00795CD8">
              <w:rPr>
                <w:lang w:eastAsia="fr-FR"/>
              </w:rPr>
              <w:t>à</w:t>
            </w:r>
            <w:r w:rsidRPr="00795CD8">
              <w:rPr>
                <w:rFonts w:ascii="Calibri" w:hAnsi="Calibri" w:cs="Calibri"/>
                <w:lang w:eastAsia="fr-FR"/>
              </w:rPr>
              <w:t> </w:t>
            </w:r>
            <w:r w:rsidRPr="00795CD8">
              <w:rPr>
                <w:lang w:eastAsia="fr-FR"/>
              </w:rPr>
              <w:t>:</w:t>
            </w:r>
          </w:p>
          <w:p w14:paraId="0BC62052" w14:textId="77777777" w:rsidR="00693109" w:rsidRPr="00795CD8" w:rsidRDefault="00693109" w:rsidP="00693109">
            <w:pPr>
              <w:pStyle w:val="Tableaudroite0"/>
              <w:rPr>
                <w:lang w:eastAsia="fr-FR"/>
              </w:rPr>
            </w:pPr>
            <w:r w:rsidRPr="00795CD8">
              <w:rPr>
                <w:lang w:eastAsia="fr-FR"/>
              </w:rPr>
              <w:t>le</w:t>
            </w:r>
            <w:r w:rsidRPr="00795CD8">
              <w:rPr>
                <w:rFonts w:ascii="Calibri" w:hAnsi="Calibri" w:cs="Calibri"/>
                <w:lang w:eastAsia="fr-FR"/>
              </w:rPr>
              <w:t> </w:t>
            </w:r>
            <w:r w:rsidRPr="00795CD8">
              <w:rPr>
                <w:lang w:eastAsia="fr-FR"/>
              </w:rPr>
              <w:t>:</w:t>
            </w:r>
          </w:p>
          <w:p w14:paraId="4AD2959F" w14:textId="77777777" w:rsidR="00693109" w:rsidRPr="00795CD8" w:rsidRDefault="00693109" w:rsidP="00693109">
            <w:pPr>
              <w:pStyle w:val="Tableaudroite0"/>
              <w:rPr>
                <w:lang w:eastAsia="fr-FR"/>
              </w:rPr>
            </w:pPr>
          </w:p>
          <w:p w14:paraId="0BC2D892" w14:textId="77777777" w:rsidR="00693109" w:rsidRPr="00795CD8" w:rsidRDefault="00693109" w:rsidP="00693109">
            <w:pPr>
              <w:pStyle w:val="Tableaudroite0"/>
              <w:rPr>
                <w:lang w:eastAsia="fr-FR"/>
              </w:rPr>
            </w:pPr>
          </w:p>
          <w:p w14:paraId="4CFB0A6B" w14:textId="77777777" w:rsidR="00693109" w:rsidRPr="00795CD8" w:rsidRDefault="00693109" w:rsidP="00693109">
            <w:pPr>
              <w:pStyle w:val="Tableaudroite0"/>
              <w:rPr>
                <w:lang w:eastAsia="fr-FR"/>
              </w:rPr>
            </w:pPr>
          </w:p>
          <w:p w14:paraId="55CB793F" w14:textId="77777777" w:rsidR="00693109" w:rsidRPr="00795CD8" w:rsidRDefault="00693109" w:rsidP="00693109">
            <w:pPr>
              <w:pStyle w:val="Tableaudroite0"/>
              <w:rPr>
                <w:lang w:eastAsia="fr-FR"/>
              </w:rPr>
            </w:pPr>
          </w:p>
          <w:p w14:paraId="79F73F93" w14:textId="77777777" w:rsidR="00693109" w:rsidRPr="00795CD8" w:rsidRDefault="00693109" w:rsidP="00693109">
            <w:pPr>
              <w:pStyle w:val="Tableaudroite0"/>
              <w:rPr>
                <w:lang w:eastAsia="fr-FR"/>
              </w:rPr>
            </w:pPr>
          </w:p>
          <w:p w14:paraId="1D4ED481" w14:textId="77777777" w:rsidR="00693109" w:rsidRPr="00795CD8" w:rsidRDefault="00693109" w:rsidP="00693109">
            <w:pPr>
              <w:pStyle w:val="Tableaudroite0"/>
              <w:rPr>
                <w:lang w:eastAsia="fr-FR"/>
              </w:rPr>
            </w:pPr>
          </w:p>
          <w:p w14:paraId="743B1421" w14:textId="77777777" w:rsidR="00693109" w:rsidRPr="00795CD8" w:rsidRDefault="00693109" w:rsidP="00693109">
            <w:pPr>
              <w:pStyle w:val="Tableaudroite0"/>
              <w:rPr>
                <w:lang w:eastAsia="fr-FR"/>
              </w:rPr>
            </w:pPr>
          </w:p>
          <w:p w14:paraId="198029D5" w14:textId="77777777" w:rsidR="00693109" w:rsidRPr="00795CD8" w:rsidRDefault="00693109" w:rsidP="00693109">
            <w:pPr>
              <w:pStyle w:val="Tableaudroite0"/>
              <w:rPr>
                <w:lang w:eastAsia="fr-FR"/>
              </w:rPr>
            </w:pPr>
          </w:p>
          <w:p w14:paraId="64D17CF6" w14:textId="77777777" w:rsidR="00693109" w:rsidRPr="00795CD8" w:rsidRDefault="00693109" w:rsidP="00693109">
            <w:pPr>
              <w:pStyle w:val="Tableaudroite0"/>
              <w:rPr>
                <w:lang w:eastAsia="fr-FR"/>
              </w:rPr>
            </w:pPr>
          </w:p>
          <w:p w14:paraId="53B3C621" w14:textId="77777777" w:rsidR="00693109" w:rsidRPr="00795CD8" w:rsidRDefault="00693109" w:rsidP="00693109">
            <w:pPr>
              <w:pStyle w:val="Tableaudroite0"/>
              <w:rPr>
                <w:lang w:eastAsia="fr-FR"/>
              </w:rPr>
            </w:pPr>
          </w:p>
        </w:tc>
        <w:tc>
          <w:tcPr>
            <w:tcW w:w="4802" w:type="dxa"/>
            <w:tcBorders>
              <w:top w:val="nil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32C4B4E2" w14:textId="77777777" w:rsidR="00693109" w:rsidRPr="00795CD8" w:rsidRDefault="00693109" w:rsidP="00693109">
            <w:pPr>
              <w:pStyle w:val="Tableaudroite0"/>
              <w:rPr>
                <w:lang w:eastAsia="fr-FR"/>
              </w:rPr>
            </w:pPr>
            <w:r w:rsidRPr="00795CD8">
              <w:rPr>
                <w:lang w:eastAsia="fr-FR"/>
              </w:rPr>
              <w:t>Avis de l'autorité chargée du contrôle budgétaire régional</w:t>
            </w:r>
          </w:p>
          <w:p w14:paraId="3F5C1439" w14:textId="77777777" w:rsidR="00693109" w:rsidRPr="00795CD8" w:rsidRDefault="00693109" w:rsidP="00693109">
            <w:pPr>
              <w:pStyle w:val="Tableaudroite0"/>
              <w:rPr>
                <w:lang w:eastAsia="fr-FR"/>
              </w:rPr>
            </w:pPr>
          </w:p>
          <w:p w14:paraId="4A80AB8B" w14:textId="77777777" w:rsidR="00693109" w:rsidRPr="00795CD8" w:rsidRDefault="00693109" w:rsidP="00693109">
            <w:pPr>
              <w:pStyle w:val="Tableaudroite0"/>
              <w:rPr>
                <w:lang w:eastAsia="fr-FR"/>
              </w:rPr>
            </w:pPr>
            <w:r w:rsidRPr="00795CD8">
              <w:rPr>
                <w:lang w:eastAsia="fr-FR"/>
              </w:rPr>
              <w:t>Avis</w:t>
            </w:r>
            <w:r w:rsidRPr="00795CD8">
              <w:rPr>
                <w:rFonts w:ascii="Calibri" w:hAnsi="Calibri" w:cs="Calibri"/>
                <w:lang w:eastAsia="fr-FR"/>
              </w:rPr>
              <w:t> </w:t>
            </w:r>
            <w:r w:rsidRPr="00795CD8">
              <w:rPr>
                <w:lang w:eastAsia="fr-FR"/>
              </w:rPr>
              <w:t>:</w:t>
            </w:r>
          </w:p>
          <w:p w14:paraId="4541CF5C" w14:textId="77777777" w:rsidR="00693109" w:rsidRPr="00795CD8" w:rsidRDefault="00693109" w:rsidP="00693109">
            <w:pPr>
              <w:pStyle w:val="Tableaudroite0"/>
              <w:rPr>
                <w:lang w:eastAsia="fr-FR"/>
              </w:rPr>
            </w:pPr>
          </w:p>
          <w:p w14:paraId="08BCCA6D" w14:textId="77777777" w:rsidR="00693109" w:rsidRPr="00795CD8" w:rsidRDefault="00693109" w:rsidP="00693109">
            <w:pPr>
              <w:pStyle w:val="Tableaudroite0"/>
              <w:rPr>
                <w:lang w:eastAsia="fr-FR"/>
              </w:rPr>
            </w:pPr>
          </w:p>
          <w:p w14:paraId="4DAE6E72" w14:textId="77777777" w:rsidR="00693109" w:rsidRPr="00795CD8" w:rsidRDefault="00693109" w:rsidP="00693109">
            <w:pPr>
              <w:pStyle w:val="Tableaudroite0"/>
              <w:rPr>
                <w:lang w:eastAsia="fr-FR"/>
              </w:rPr>
            </w:pPr>
          </w:p>
          <w:p w14:paraId="37CFE3C1" w14:textId="77777777" w:rsidR="00693109" w:rsidRPr="00795CD8" w:rsidRDefault="00693109" w:rsidP="00693109">
            <w:pPr>
              <w:pStyle w:val="Tableaudroite0"/>
              <w:rPr>
                <w:lang w:eastAsia="fr-FR"/>
              </w:rPr>
            </w:pPr>
          </w:p>
          <w:p w14:paraId="3D6142DF" w14:textId="77777777" w:rsidR="00693109" w:rsidRPr="00795CD8" w:rsidRDefault="00693109" w:rsidP="00693109">
            <w:pPr>
              <w:pStyle w:val="Tableaudroite0"/>
              <w:rPr>
                <w:lang w:eastAsia="fr-FR"/>
              </w:rPr>
            </w:pPr>
            <w:r w:rsidRPr="00795CD8">
              <w:rPr>
                <w:lang w:eastAsia="fr-FR"/>
              </w:rPr>
              <w:t>à</w:t>
            </w:r>
            <w:r w:rsidRPr="00795CD8">
              <w:rPr>
                <w:rFonts w:ascii="Calibri" w:hAnsi="Calibri" w:cs="Calibri"/>
                <w:lang w:eastAsia="fr-FR"/>
              </w:rPr>
              <w:t> </w:t>
            </w:r>
            <w:r w:rsidRPr="00795CD8">
              <w:rPr>
                <w:lang w:eastAsia="fr-FR"/>
              </w:rPr>
              <w:t>:</w:t>
            </w:r>
          </w:p>
          <w:p w14:paraId="574F4418" w14:textId="77777777" w:rsidR="00693109" w:rsidRPr="00795CD8" w:rsidRDefault="00693109" w:rsidP="00693109">
            <w:pPr>
              <w:pStyle w:val="Tableaudroite0"/>
              <w:rPr>
                <w:lang w:eastAsia="fr-FR"/>
              </w:rPr>
            </w:pPr>
            <w:r w:rsidRPr="00795CD8">
              <w:rPr>
                <w:lang w:eastAsia="fr-FR"/>
              </w:rPr>
              <w:t>le</w:t>
            </w:r>
            <w:r w:rsidRPr="00795CD8">
              <w:rPr>
                <w:rFonts w:ascii="Calibri" w:hAnsi="Calibri" w:cs="Calibri"/>
                <w:lang w:eastAsia="fr-FR"/>
              </w:rPr>
              <w:t> </w:t>
            </w:r>
            <w:r w:rsidRPr="00795CD8">
              <w:rPr>
                <w:lang w:eastAsia="fr-FR"/>
              </w:rPr>
              <w:t>:</w:t>
            </w:r>
          </w:p>
          <w:p w14:paraId="16F439D1" w14:textId="77777777" w:rsidR="00693109" w:rsidRPr="00795CD8" w:rsidRDefault="00693109" w:rsidP="00693109">
            <w:pPr>
              <w:pStyle w:val="Tableaudroite0"/>
              <w:rPr>
                <w:lang w:eastAsia="fr-FR"/>
              </w:rPr>
            </w:pPr>
          </w:p>
          <w:p w14:paraId="325ACC63" w14:textId="77777777" w:rsidR="00693109" w:rsidRPr="00795CD8" w:rsidRDefault="00693109" w:rsidP="00693109">
            <w:pPr>
              <w:pStyle w:val="Tableaudroite0"/>
              <w:rPr>
                <w:lang w:eastAsia="fr-FR"/>
              </w:rPr>
            </w:pPr>
          </w:p>
          <w:p w14:paraId="42038847" w14:textId="77777777" w:rsidR="00693109" w:rsidRPr="00795CD8" w:rsidRDefault="00693109" w:rsidP="00693109">
            <w:pPr>
              <w:pStyle w:val="Tableaudroite0"/>
              <w:rPr>
                <w:lang w:eastAsia="fr-FR"/>
              </w:rPr>
            </w:pPr>
          </w:p>
        </w:tc>
      </w:tr>
    </w:tbl>
    <w:p w14:paraId="129B59DC" w14:textId="3D055B75" w:rsidR="00137967" w:rsidRDefault="00137967" w:rsidP="00995AF1">
      <w:pPr>
        <w:widowControl/>
        <w:autoSpaceDE/>
        <w:autoSpaceDN/>
        <w:spacing w:before="100" w:beforeAutospacing="1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p w14:paraId="11926B34" w14:textId="77777777" w:rsidR="00137967" w:rsidRDefault="00137967">
      <w:pPr>
        <w:widowControl/>
        <w:autoSpaceDE/>
        <w:autoSpaceDN/>
        <w:rPr>
          <w:rFonts w:ascii="Marianne" w:eastAsia="Times New Roman" w:hAnsi="Marianne" w:cs="Times New Roman"/>
          <w:sz w:val="20"/>
          <w:szCs w:val="20"/>
          <w:lang w:eastAsia="fr-FR"/>
        </w:rPr>
      </w:pPr>
      <w:r>
        <w:rPr>
          <w:rFonts w:ascii="Marianne" w:eastAsia="Times New Roman" w:hAnsi="Marianne" w:cs="Times New Roman"/>
          <w:sz w:val="20"/>
          <w:szCs w:val="20"/>
          <w:lang w:eastAsia="fr-FR"/>
        </w:rPr>
        <w:br w:type="page"/>
      </w:r>
    </w:p>
    <w:p w14:paraId="6603DB6A" w14:textId="77777777" w:rsidR="00995AF1" w:rsidRPr="00795CD8" w:rsidRDefault="00995AF1" w:rsidP="00995AF1">
      <w:pPr>
        <w:widowControl/>
        <w:autoSpaceDE/>
        <w:autoSpaceDN/>
        <w:spacing w:before="100" w:beforeAutospacing="1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tbl>
      <w:tblPr>
        <w:tblW w:w="9405" w:type="dxa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4374"/>
        <w:gridCol w:w="5031"/>
      </w:tblGrid>
      <w:tr w:rsidR="00995AF1" w:rsidRPr="00795CD8" w14:paraId="7475A9BA" w14:textId="77777777" w:rsidTr="00995AF1">
        <w:trPr>
          <w:cantSplit/>
          <w:tblCellSpacing w:w="0" w:type="dxa"/>
        </w:trPr>
        <w:tc>
          <w:tcPr>
            <w:tcW w:w="9225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8" w:space="0" w:color="000000"/>
            </w:tcBorders>
            <w:shd w:val="clear" w:color="auto" w:fill="CCCCCC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6CD2F7B4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Acceptation de l'offre</w:t>
            </w:r>
          </w:p>
        </w:tc>
      </w:tr>
      <w:tr w:rsidR="00995AF1" w:rsidRPr="00795CD8" w14:paraId="6C1F55E3" w14:textId="77777777" w:rsidTr="00995AF1">
        <w:trPr>
          <w:cantSplit/>
          <w:trHeight w:val="255"/>
          <w:tblCellSpacing w:w="0" w:type="dxa"/>
        </w:trPr>
        <w:tc>
          <w:tcPr>
            <w:tcW w:w="9225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60FD2FCB" w14:textId="77777777" w:rsidR="00995AF1" w:rsidRPr="00795CD8" w:rsidRDefault="00995AF1" w:rsidP="00693109">
            <w:pPr>
              <w:pStyle w:val="TableauDroite"/>
              <w:rPr>
                <w:lang w:eastAsia="fr-FR"/>
              </w:rPr>
            </w:pPr>
            <w:r w:rsidRPr="00795CD8">
              <w:rPr>
                <w:lang w:eastAsia="fr-FR"/>
              </w:rPr>
              <w:t>Est acceptée la présente offre pour valoir acte d'engagement.</w:t>
            </w:r>
          </w:p>
        </w:tc>
      </w:tr>
      <w:tr w:rsidR="00995AF1" w:rsidRPr="00795CD8" w14:paraId="62DAF4BB" w14:textId="77777777" w:rsidTr="00995AF1">
        <w:trPr>
          <w:cantSplit/>
          <w:tblCellSpacing w:w="0" w:type="dxa"/>
        </w:trPr>
        <w:tc>
          <w:tcPr>
            <w:tcW w:w="922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092EC8D3" w14:textId="77777777" w:rsidR="00995AF1" w:rsidRPr="00795CD8" w:rsidRDefault="00995AF1" w:rsidP="00693109">
            <w:pPr>
              <w:pStyle w:val="TableauDroite"/>
              <w:rPr>
                <w:lang w:eastAsia="fr-FR"/>
              </w:rPr>
            </w:pPr>
            <w:r w:rsidRPr="00795CD8">
              <w:rPr>
                <w:lang w:eastAsia="fr-FR"/>
              </w:rPr>
              <w:t>Le représentant du Maître d'ouvrage</w:t>
            </w:r>
          </w:p>
        </w:tc>
      </w:tr>
      <w:tr w:rsidR="00995AF1" w:rsidRPr="00795CD8" w14:paraId="19802CF8" w14:textId="77777777" w:rsidTr="00B0604C">
        <w:trPr>
          <w:cantSplit/>
          <w:trHeight w:val="1830"/>
          <w:tblCellSpacing w:w="0" w:type="dxa"/>
        </w:trPr>
        <w:tc>
          <w:tcPr>
            <w:tcW w:w="4290" w:type="dxa"/>
            <w:tcBorders>
              <w:top w:val="nil"/>
              <w:left w:val="single" w:sz="6" w:space="0" w:color="000000"/>
              <w:bottom w:val="single" w:sz="4" w:space="0" w:color="auto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04EB9EFA" w14:textId="77777777" w:rsidR="00995AF1" w:rsidRPr="00795CD8" w:rsidRDefault="00995AF1" w:rsidP="00693109">
            <w:pPr>
              <w:pStyle w:val="TableauDroite"/>
              <w:rPr>
                <w:lang w:eastAsia="fr-FR"/>
              </w:rPr>
            </w:pPr>
            <w:r w:rsidRPr="00795CD8">
              <w:rPr>
                <w:lang w:eastAsia="fr-FR"/>
              </w:rPr>
              <w:t>à</w:t>
            </w:r>
            <w:r w:rsidRPr="00795CD8">
              <w:rPr>
                <w:rFonts w:ascii="Calibri" w:hAnsi="Calibri" w:cs="Calibri"/>
                <w:lang w:eastAsia="fr-FR"/>
              </w:rPr>
              <w:t> </w:t>
            </w:r>
            <w:r w:rsidRPr="00795CD8">
              <w:rPr>
                <w:lang w:eastAsia="fr-FR"/>
              </w:rPr>
              <w:t>:</w:t>
            </w:r>
          </w:p>
        </w:tc>
        <w:tc>
          <w:tcPr>
            <w:tcW w:w="4770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68" w:type="dxa"/>
            </w:tcMar>
            <w:hideMark/>
          </w:tcPr>
          <w:p w14:paraId="5E3E85A8" w14:textId="77777777" w:rsidR="00995AF1" w:rsidRPr="00795CD8" w:rsidRDefault="00995AF1" w:rsidP="00693109">
            <w:pPr>
              <w:pStyle w:val="TableauDroite"/>
              <w:rPr>
                <w:lang w:eastAsia="fr-FR"/>
              </w:rPr>
            </w:pPr>
            <w:r w:rsidRPr="00795CD8">
              <w:rPr>
                <w:lang w:eastAsia="fr-FR"/>
              </w:rPr>
              <w:t>le</w:t>
            </w:r>
            <w:r w:rsidRPr="00795CD8">
              <w:rPr>
                <w:rFonts w:ascii="Calibri" w:hAnsi="Calibri" w:cs="Calibri"/>
                <w:lang w:eastAsia="fr-FR"/>
              </w:rPr>
              <w:t> </w:t>
            </w:r>
            <w:r w:rsidRPr="00795CD8">
              <w:rPr>
                <w:lang w:eastAsia="fr-FR"/>
              </w:rPr>
              <w:t>:</w:t>
            </w:r>
          </w:p>
          <w:p w14:paraId="1F9A57A6" w14:textId="77777777" w:rsidR="00995AF1" w:rsidRPr="00795CD8" w:rsidRDefault="00995AF1" w:rsidP="00693109">
            <w:pPr>
              <w:pStyle w:val="TableauDroite"/>
              <w:rPr>
                <w:lang w:eastAsia="fr-FR"/>
              </w:rPr>
            </w:pPr>
          </w:p>
          <w:p w14:paraId="7F213811" w14:textId="77777777" w:rsidR="00995AF1" w:rsidRPr="00795CD8" w:rsidRDefault="00995AF1" w:rsidP="00693109">
            <w:pPr>
              <w:pStyle w:val="TableauDroite"/>
              <w:rPr>
                <w:lang w:eastAsia="fr-FR"/>
              </w:rPr>
            </w:pPr>
          </w:p>
          <w:p w14:paraId="3870F04B" w14:textId="77777777" w:rsidR="00995AF1" w:rsidRPr="00795CD8" w:rsidRDefault="00995AF1" w:rsidP="00693109">
            <w:pPr>
              <w:pStyle w:val="TableauDroite"/>
              <w:rPr>
                <w:lang w:eastAsia="fr-FR"/>
              </w:rPr>
            </w:pPr>
          </w:p>
          <w:p w14:paraId="5FBF3A7F" w14:textId="77777777" w:rsidR="00995AF1" w:rsidRPr="00795CD8" w:rsidRDefault="00995AF1" w:rsidP="00693109">
            <w:pPr>
              <w:pStyle w:val="TableauDroite"/>
              <w:rPr>
                <w:lang w:eastAsia="fr-FR"/>
              </w:rPr>
            </w:pPr>
          </w:p>
          <w:p w14:paraId="4633FE64" w14:textId="77777777" w:rsidR="00995AF1" w:rsidRPr="00795CD8" w:rsidRDefault="00995AF1" w:rsidP="00693109">
            <w:pPr>
              <w:pStyle w:val="TableauDroite"/>
              <w:rPr>
                <w:lang w:eastAsia="fr-FR"/>
              </w:rPr>
            </w:pPr>
          </w:p>
          <w:p w14:paraId="53B31D84" w14:textId="77777777" w:rsidR="00995AF1" w:rsidRPr="00795CD8" w:rsidRDefault="00995AF1" w:rsidP="00693109">
            <w:pPr>
              <w:pStyle w:val="TableauDroite"/>
              <w:rPr>
                <w:lang w:eastAsia="fr-FR"/>
              </w:rPr>
            </w:pPr>
          </w:p>
        </w:tc>
      </w:tr>
    </w:tbl>
    <w:p w14:paraId="6549DBAA" w14:textId="77777777" w:rsidR="00995AF1" w:rsidRPr="00795CD8" w:rsidRDefault="00995AF1" w:rsidP="00995AF1">
      <w:pPr>
        <w:widowControl/>
        <w:autoSpaceDE/>
        <w:autoSpaceDN/>
        <w:spacing w:before="100" w:beforeAutospacing="1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tbl>
      <w:tblPr>
        <w:tblW w:w="945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55"/>
        <w:gridCol w:w="225"/>
        <w:gridCol w:w="435"/>
        <w:gridCol w:w="1095"/>
        <w:gridCol w:w="930"/>
        <w:gridCol w:w="3225"/>
        <w:gridCol w:w="225"/>
        <w:gridCol w:w="30"/>
        <w:gridCol w:w="30"/>
      </w:tblGrid>
      <w:tr w:rsidR="00995AF1" w:rsidRPr="00795CD8" w14:paraId="6D003B39" w14:textId="77777777" w:rsidTr="00693109">
        <w:trPr>
          <w:cantSplit/>
          <w:tblCellSpacing w:w="0" w:type="dxa"/>
        </w:trPr>
        <w:tc>
          <w:tcPr>
            <w:tcW w:w="945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  <w:shd w:val="clear" w:color="auto" w:fill="CCCCCC"/>
            <w:hideMark/>
          </w:tcPr>
          <w:p w14:paraId="0A475122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ind w:firstLine="142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Date d'effet du marché</w:t>
            </w:r>
          </w:p>
        </w:tc>
      </w:tr>
      <w:tr w:rsidR="00995AF1" w:rsidRPr="00795CD8" w14:paraId="4987BF5D" w14:textId="77777777" w:rsidTr="00995AF1">
        <w:trPr>
          <w:cantSplit/>
          <w:trHeight w:val="45"/>
          <w:tblCellSpacing w:w="0" w:type="dxa"/>
        </w:trPr>
        <w:tc>
          <w:tcPr>
            <w:tcW w:w="9390" w:type="dxa"/>
            <w:gridSpan w:val="7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CECEA8D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0" w:type="dxa"/>
            <w:tcBorders>
              <w:top w:val="nil"/>
              <w:left w:val="single" w:sz="8" w:space="0" w:color="000000"/>
              <w:bottom w:val="nil"/>
              <w:right w:val="nil"/>
            </w:tcBorders>
            <w:hideMark/>
          </w:tcPr>
          <w:p w14:paraId="67EEEBFA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3DFBDF8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1A9E7B77" w14:textId="77777777" w:rsidTr="00693109">
        <w:trPr>
          <w:cantSplit/>
          <w:tblCellSpacing w:w="0" w:type="dxa"/>
        </w:trPr>
        <w:tc>
          <w:tcPr>
            <w:tcW w:w="3480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7C53EAE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ind w:left="74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Reçu notification du marché le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568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650288A1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5" w:type="dxa"/>
            <w:gridSpan w:val="3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2D40663A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6CDBEA7A" w14:textId="77777777" w:rsidTr="00995AF1">
        <w:trPr>
          <w:cantSplit/>
          <w:trHeight w:val="45"/>
          <w:tblCellSpacing w:w="0" w:type="dxa"/>
        </w:trPr>
        <w:tc>
          <w:tcPr>
            <w:tcW w:w="5010" w:type="dxa"/>
            <w:gridSpan w:val="4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CF34724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80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14:paraId="2BFD11C9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0" w:type="dxa"/>
            <w:tcBorders>
              <w:top w:val="nil"/>
              <w:left w:val="single" w:sz="8" w:space="0" w:color="000000"/>
              <w:bottom w:val="nil"/>
              <w:right w:val="nil"/>
            </w:tcBorders>
            <w:hideMark/>
          </w:tcPr>
          <w:p w14:paraId="26A02077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80A43E7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7E598A10" w14:textId="77777777" w:rsidTr="00693109">
        <w:trPr>
          <w:cantSplit/>
          <w:tblCellSpacing w:w="0" w:type="dxa"/>
        </w:trPr>
        <w:tc>
          <w:tcPr>
            <w:tcW w:w="5010" w:type="dxa"/>
            <w:gridSpan w:val="4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BBF4A4C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ind w:left="74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Le </w:t>
            </w: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u w:val="single"/>
                <w:lang w:eastAsia="fr-FR"/>
              </w:rPr>
              <w:t>titulaire</w:t>
            </w:r>
            <w:r w:rsidRPr="00795CD8">
              <w:rPr>
                <w:rFonts w:ascii="Calibri" w:eastAsia="Times New Roman" w:hAnsi="Calibri" w:cs="Calibri"/>
                <w:b/>
                <w:bCs/>
                <w:sz w:val="28"/>
                <w:szCs w:val="28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b/>
                <w:bCs/>
                <w:sz w:val="28"/>
                <w:szCs w:val="28"/>
                <w:lang w:eastAsia="fr-FR"/>
              </w:rPr>
              <w:t>/</w:t>
            </w:r>
            <w:r w:rsidRPr="00795CD8">
              <w:rPr>
                <w:rFonts w:ascii="Calibri" w:eastAsia="Times New Roman" w:hAnsi="Calibri" w:cs="Calibri"/>
                <w:b/>
                <w:bCs/>
                <w:sz w:val="28"/>
                <w:szCs w:val="28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u w:val="single"/>
                <w:lang w:eastAsia="fr-FR"/>
              </w:rPr>
              <w:t>mandataire du groupement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41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49228BE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7631C069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5" w:type="dxa"/>
            <w:gridSpan w:val="3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6DAF6F9B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7AB738B3" w14:textId="77777777" w:rsidTr="00693109">
        <w:trPr>
          <w:cantSplit/>
          <w:tblCellSpacing w:w="0" w:type="dxa"/>
        </w:trPr>
        <w:tc>
          <w:tcPr>
            <w:tcW w:w="9450" w:type="dxa"/>
            <w:gridSpan w:val="9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4C127249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13C74D29" w14:textId="77777777" w:rsidTr="00693109">
        <w:trPr>
          <w:cantSplit/>
          <w:tblCellSpacing w:w="0" w:type="dxa"/>
        </w:trPr>
        <w:tc>
          <w:tcPr>
            <w:tcW w:w="3255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2073797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ind w:left="74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Reçu le </w:t>
            </w:r>
          </w:p>
        </w:tc>
        <w:tc>
          <w:tcPr>
            <w:tcW w:w="6195" w:type="dxa"/>
            <w:gridSpan w:val="8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49EC92C4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l'accusé de réception de la notification du marché</w:t>
            </w:r>
          </w:p>
        </w:tc>
      </w:tr>
      <w:tr w:rsidR="00995AF1" w:rsidRPr="00795CD8" w14:paraId="5FAD0A7E" w14:textId="77777777" w:rsidTr="00693109">
        <w:trPr>
          <w:cantSplit/>
          <w:tblCellSpacing w:w="0" w:type="dxa"/>
        </w:trPr>
        <w:tc>
          <w:tcPr>
            <w:tcW w:w="9450" w:type="dxa"/>
            <w:gridSpan w:val="9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5FE7DD35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/>
              <w:ind w:left="74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du</w:t>
            </w: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 xml:space="preserve"> </w:t>
            </w: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u w:val="single"/>
                <w:lang w:eastAsia="fr-FR"/>
              </w:rPr>
              <w:t>titulaire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/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u w:val="single"/>
                <w:lang w:eastAsia="fr-FR"/>
              </w:rPr>
              <w:t>mandataire du groupement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destinataire.</w:t>
            </w:r>
          </w:p>
          <w:p w14:paraId="5D1E26C0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/>
              <w:ind w:left="74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68C16E30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ind w:left="74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Pour le représentant du Maître d'ouvrage,</w:t>
            </w:r>
          </w:p>
        </w:tc>
      </w:tr>
      <w:tr w:rsidR="00995AF1" w:rsidRPr="00795CD8" w14:paraId="2801726D" w14:textId="77777777" w:rsidTr="00B0604C">
        <w:trPr>
          <w:cantSplit/>
          <w:trHeight w:val="2460"/>
          <w:tblCellSpacing w:w="0" w:type="dxa"/>
        </w:trPr>
        <w:tc>
          <w:tcPr>
            <w:tcW w:w="3915" w:type="dxa"/>
            <w:gridSpan w:val="3"/>
            <w:tcBorders>
              <w:top w:val="nil"/>
              <w:left w:val="single" w:sz="6" w:space="0" w:color="000000"/>
              <w:bottom w:val="single" w:sz="4" w:space="0" w:color="auto"/>
              <w:right w:val="nil"/>
            </w:tcBorders>
            <w:hideMark/>
          </w:tcPr>
          <w:p w14:paraId="0C786290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/>
              <w:ind w:left="74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à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  <w:p w14:paraId="0169D92D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/>
              <w:ind w:left="74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54BD42ED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/>
              <w:ind w:left="74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7BBD650C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/>
              <w:ind w:left="74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2BDA78B1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/>
              <w:ind w:left="74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7754F78A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ind w:left="74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2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11A94FCA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le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3510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hideMark/>
          </w:tcPr>
          <w:p w14:paraId="2766A62A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</w:p>
        </w:tc>
      </w:tr>
    </w:tbl>
    <w:p w14:paraId="5A8F78EB" w14:textId="77777777" w:rsidR="00995AF1" w:rsidRPr="00795CD8" w:rsidRDefault="00995AF1" w:rsidP="00995AF1">
      <w:pPr>
        <w:widowControl/>
        <w:autoSpaceDE/>
        <w:autoSpaceDN/>
        <w:spacing w:before="100" w:beforeAutospacing="1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p w14:paraId="4D1EA77C" w14:textId="77777777" w:rsidR="00995AF1" w:rsidRPr="00795CD8" w:rsidRDefault="00995AF1" w:rsidP="00995AF1">
      <w:pPr>
        <w:widowControl/>
        <w:autoSpaceDE/>
        <w:autoSpaceDN/>
        <w:spacing w:before="100" w:beforeAutospacing="1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  <w:r w:rsidRPr="00795CD8">
        <w:rPr>
          <w:rFonts w:ascii="Marianne" w:eastAsia="Times New Roman" w:hAnsi="Marianne" w:cs="Times New Roman"/>
          <w:sz w:val="20"/>
          <w:szCs w:val="20"/>
          <w:lang w:eastAsia="fr-FR"/>
        </w:rPr>
        <w:br w:type="page"/>
      </w:r>
    </w:p>
    <w:p w14:paraId="2C0C3144" w14:textId="092974C4" w:rsidR="00995AF1" w:rsidRPr="00795CD8" w:rsidRDefault="00995AF1" w:rsidP="00995AF1">
      <w:pPr>
        <w:pStyle w:val="PdgNomdudocument"/>
        <w:rPr>
          <w:sz w:val="24"/>
          <w:lang w:eastAsia="fr-FR"/>
        </w:rPr>
      </w:pPr>
      <w:r w:rsidRPr="00795CD8">
        <w:rPr>
          <w:rFonts w:ascii="Wingdings" w:hAnsi="Wingdings"/>
          <w:sz w:val="36"/>
          <w:szCs w:val="36"/>
          <w:lang w:eastAsia="fr-FR"/>
        </w:rPr>
        <w:lastRenderedPageBreak/>
        <w:t></w:t>
      </w:r>
      <w:r w:rsidRPr="00795CD8">
        <w:rPr>
          <w:sz w:val="24"/>
          <w:lang w:eastAsia="fr-FR"/>
        </w:rPr>
        <w:t xml:space="preserve"> </w:t>
      </w:r>
      <w:r w:rsidR="00137967" w:rsidRPr="00795CD8">
        <w:rPr>
          <w:caps w:val="0"/>
          <w:lang w:eastAsia="fr-FR"/>
        </w:rPr>
        <w:t>ANNEXE N</w:t>
      </w:r>
      <w:bookmarkStart w:id="16" w:name="_Hlk198114982"/>
      <w:r w:rsidR="00137967" w:rsidRPr="00795CD8">
        <w:rPr>
          <w:caps w:val="0"/>
          <w:lang w:eastAsia="fr-FR"/>
        </w:rPr>
        <w:t>°</w:t>
      </w:r>
      <w:r w:rsidR="00137967">
        <w:rPr>
          <w:caps w:val="0"/>
          <w:lang w:eastAsia="fr-FR"/>
        </w:rPr>
        <w:t>1</w:t>
      </w:r>
      <w:r w:rsidR="00137967" w:rsidRPr="00795CD8">
        <w:rPr>
          <w:caps w:val="0"/>
          <w:lang w:eastAsia="fr-FR"/>
        </w:rPr>
        <w:t xml:space="preserve"> </w:t>
      </w:r>
      <w:r w:rsidR="00137967">
        <w:rPr>
          <w:caps w:val="0"/>
          <w:lang w:eastAsia="fr-FR"/>
        </w:rPr>
        <w:t>À</w:t>
      </w:r>
      <w:r w:rsidR="00137967" w:rsidRPr="00795CD8">
        <w:rPr>
          <w:caps w:val="0"/>
          <w:lang w:eastAsia="fr-FR"/>
        </w:rPr>
        <w:t xml:space="preserve"> </w:t>
      </w:r>
      <w:bookmarkEnd w:id="16"/>
      <w:r w:rsidR="00137967" w:rsidRPr="00795CD8">
        <w:rPr>
          <w:caps w:val="0"/>
          <w:lang w:eastAsia="fr-FR"/>
        </w:rPr>
        <w:t>L'ACTE D'ENGAGEMENT EN CAS DE</w:t>
      </w:r>
    </w:p>
    <w:p w14:paraId="6ACAC2C9" w14:textId="30748555" w:rsidR="00995AF1" w:rsidRPr="00795CD8" w:rsidRDefault="00137967" w:rsidP="00995AF1">
      <w:pPr>
        <w:pStyle w:val="PdgNomdudocument"/>
        <w:rPr>
          <w:sz w:val="24"/>
          <w:lang w:eastAsia="fr-FR"/>
        </w:rPr>
      </w:pPr>
      <w:r w:rsidRPr="00795CD8">
        <w:rPr>
          <w:caps w:val="0"/>
          <w:lang w:eastAsia="fr-FR"/>
        </w:rPr>
        <w:t>GROUPEMENT CONJOINT</w:t>
      </w:r>
    </w:p>
    <w:p w14:paraId="7F9F84FD" w14:textId="77777777" w:rsidR="00995AF1" w:rsidRDefault="00995AF1" w:rsidP="00995AF1">
      <w:pPr>
        <w:pStyle w:val="Corpsdetexte"/>
        <w:rPr>
          <w:b/>
          <w:lang w:eastAsia="fr-FR"/>
        </w:rPr>
      </w:pPr>
    </w:p>
    <w:p w14:paraId="25BDD460" w14:textId="77777777" w:rsidR="00995AF1" w:rsidRPr="004F2F1A" w:rsidRDefault="00995AF1" w:rsidP="00995AF1">
      <w:pPr>
        <w:pStyle w:val="Corpsdetexte"/>
        <w:rPr>
          <w:b/>
          <w:sz w:val="24"/>
          <w:szCs w:val="24"/>
          <w:lang w:eastAsia="fr-FR"/>
        </w:rPr>
      </w:pPr>
      <w:r w:rsidRPr="004F2F1A">
        <w:rPr>
          <w:b/>
          <w:lang w:eastAsia="fr-FR"/>
        </w:rPr>
        <w:t>Détail des prestations exécutées par chacun des cotraitants</w:t>
      </w:r>
    </w:p>
    <w:p w14:paraId="7E892117" w14:textId="77777777" w:rsidR="00995AF1" w:rsidRPr="004F2F1A" w:rsidRDefault="00995AF1" w:rsidP="00995AF1">
      <w:pPr>
        <w:pStyle w:val="Corpsdetexte"/>
        <w:rPr>
          <w:b/>
          <w:sz w:val="24"/>
          <w:szCs w:val="24"/>
          <w:lang w:eastAsia="fr-FR"/>
        </w:rPr>
      </w:pPr>
      <w:r w:rsidRPr="004F2F1A">
        <w:rPr>
          <w:b/>
          <w:lang w:eastAsia="fr-FR"/>
        </w:rPr>
        <w:t>Répartition de la rémunération correspondante</w:t>
      </w:r>
    </w:p>
    <w:p w14:paraId="6DC774BA" w14:textId="77777777" w:rsidR="00995AF1" w:rsidRPr="00200EE9" w:rsidRDefault="00995AF1" w:rsidP="00200EE9">
      <w:pPr>
        <w:pStyle w:val="Titren1"/>
        <w:numPr>
          <w:ilvl w:val="0"/>
          <w:numId w:val="24"/>
        </w:numPr>
        <w:rPr>
          <w:rStyle w:val="Titren1Car"/>
          <w:b/>
          <w:smallCaps/>
          <w:shd w:val="clear" w:color="auto" w:fill="auto"/>
        </w:rPr>
      </w:pPr>
      <w:r w:rsidRPr="00200EE9">
        <w:rPr>
          <w:rStyle w:val="Titren1Car"/>
          <w:b/>
          <w:smallCaps/>
          <w:shd w:val="clear" w:color="auto" w:fill="auto"/>
        </w:rPr>
        <w:t>Détail des prestations</w:t>
      </w:r>
    </w:p>
    <w:p w14:paraId="17D5E9B3" w14:textId="77777777" w:rsidR="00995AF1" w:rsidRPr="004F2F1A" w:rsidRDefault="00995AF1" w:rsidP="00995AF1">
      <w:pPr>
        <w:ind w:left="57"/>
        <w:rPr>
          <w:sz w:val="24"/>
          <w:szCs w:val="24"/>
          <w:lang w:eastAsia="fr-FR"/>
        </w:rPr>
      </w:pPr>
    </w:p>
    <w:tbl>
      <w:tblPr>
        <w:tblW w:w="9375" w:type="dxa"/>
        <w:jc w:val="center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470"/>
        <w:gridCol w:w="4345"/>
        <w:gridCol w:w="4560"/>
      </w:tblGrid>
      <w:tr w:rsidR="00995AF1" w:rsidRPr="00795CD8" w14:paraId="570961CB" w14:textId="77777777" w:rsidTr="001640DC">
        <w:trPr>
          <w:tblHeader/>
          <w:tblCellSpacing w:w="0" w:type="dxa"/>
          <w:jc w:val="center"/>
        </w:trPr>
        <w:tc>
          <w:tcPr>
            <w:tcW w:w="48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47341B0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Nom du mandataire</w:t>
            </w:r>
            <w:r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 xml:space="preserve"> - </w:t>
            </w: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cotraitant 1</w:t>
            </w:r>
          </w:p>
        </w:tc>
        <w:tc>
          <w:tcPr>
            <w:tcW w:w="4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54AB9F41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Prestations du mandataire - Poste(s) technique(s)</w:t>
            </w:r>
          </w:p>
        </w:tc>
      </w:tr>
      <w:tr w:rsidR="00995AF1" w:rsidRPr="00795CD8" w14:paraId="18D953BD" w14:textId="77777777" w:rsidTr="001640DC">
        <w:trPr>
          <w:trHeight w:val="62"/>
          <w:tblHeader/>
          <w:tblCellSpacing w:w="0" w:type="dxa"/>
          <w:jc w:val="center"/>
        </w:trPr>
        <w:tc>
          <w:tcPr>
            <w:tcW w:w="4815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DF99924" w14:textId="77777777" w:rsidR="00995AF1" w:rsidRPr="001640DC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456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0B74BF3E" w14:textId="77777777" w:rsidR="00995AF1" w:rsidRPr="001640DC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</w:tr>
      <w:tr w:rsidR="00995AF1" w:rsidRPr="00795CD8" w14:paraId="0EACED78" w14:textId="77777777" w:rsidTr="001640DC">
        <w:trPr>
          <w:tblCellSpacing w:w="0" w:type="dxa"/>
          <w:jc w:val="center"/>
        </w:trPr>
        <w:tc>
          <w:tcPr>
            <w:tcW w:w="48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46E4590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756F7F39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5170ACB6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6A9E9775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61255F6F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71CB0FCB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1629E339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</w:tc>
        <w:tc>
          <w:tcPr>
            <w:tcW w:w="4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5FFEBA93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4A48946F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5D7349E7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2AE70C1E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7CC8B5A2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3AED06C8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3229F51B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</w:tc>
      </w:tr>
      <w:tr w:rsidR="00995AF1" w:rsidRPr="00795CD8" w14:paraId="42B1EF4B" w14:textId="77777777" w:rsidTr="001640DC">
        <w:trPr>
          <w:tblCellSpacing w:w="0" w:type="dxa"/>
          <w:jc w:val="center"/>
        </w:trPr>
        <w:tc>
          <w:tcPr>
            <w:tcW w:w="4815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B1ED436" w14:textId="77777777" w:rsidR="00995AF1" w:rsidRPr="001640DC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456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08BFD744" w14:textId="77777777" w:rsidR="00995AF1" w:rsidRPr="001640DC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</w:tr>
      <w:tr w:rsidR="00995AF1" w:rsidRPr="00795CD8" w14:paraId="72BABC82" w14:textId="77777777" w:rsidTr="001640DC">
        <w:trPr>
          <w:tblCellSpacing w:w="0" w:type="dxa"/>
          <w:jc w:val="center"/>
        </w:trPr>
        <w:tc>
          <w:tcPr>
            <w:tcW w:w="48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F35F4CD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Autres cotraitants</w:t>
            </w:r>
          </w:p>
        </w:tc>
        <w:tc>
          <w:tcPr>
            <w:tcW w:w="4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13FD2D2C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Prestations des autres cotraitants - Poste(s) technique(s)</w:t>
            </w:r>
          </w:p>
        </w:tc>
      </w:tr>
      <w:tr w:rsidR="00995AF1" w:rsidRPr="00795CD8" w14:paraId="1C4412DE" w14:textId="77777777" w:rsidTr="001640DC">
        <w:trPr>
          <w:tblCellSpacing w:w="0" w:type="dxa"/>
          <w:jc w:val="center"/>
        </w:trPr>
        <w:tc>
          <w:tcPr>
            <w:tcW w:w="4815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0DECB08" w14:textId="77777777" w:rsidR="00995AF1" w:rsidRPr="001640DC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456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7E1F927F" w14:textId="77777777" w:rsidR="00995AF1" w:rsidRPr="001640DC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</w:tr>
      <w:tr w:rsidR="00995AF1" w:rsidRPr="00795CD8" w14:paraId="4FE602CF" w14:textId="77777777" w:rsidTr="001640DC">
        <w:trPr>
          <w:tblCellSpacing w:w="0" w:type="dxa"/>
          <w:jc w:val="center"/>
        </w:trPr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A948FE8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N°2</w:t>
            </w:r>
          </w:p>
          <w:p w14:paraId="6CD98887" w14:textId="77777777" w:rsidR="00995AF1" w:rsidRPr="00795CD8" w:rsidRDefault="00995AF1" w:rsidP="001640DC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05789B1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694A45CE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6164EF70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78428256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2A8F179A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4E893A3F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018C71C9" w14:textId="77777777" w:rsidR="00995AF1" w:rsidRDefault="00995AF1" w:rsidP="001640DC">
            <w:pPr>
              <w:pStyle w:val="TableauDroite"/>
              <w:rPr>
                <w:lang w:eastAsia="fr-FR"/>
              </w:rPr>
            </w:pPr>
          </w:p>
          <w:p w14:paraId="03F5D8E8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</w:tc>
        <w:tc>
          <w:tcPr>
            <w:tcW w:w="4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098EE832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4A6E6FB5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09C04D67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31661B85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353A9283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23137339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3C381E0F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</w:tc>
      </w:tr>
      <w:tr w:rsidR="00995AF1" w:rsidRPr="00795CD8" w14:paraId="121DC194" w14:textId="77777777" w:rsidTr="001640DC">
        <w:trPr>
          <w:tblCellSpacing w:w="0" w:type="dxa"/>
          <w:jc w:val="center"/>
        </w:trPr>
        <w:tc>
          <w:tcPr>
            <w:tcW w:w="4815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606A57A" w14:textId="77777777" w:rsidR="00995AF1" w:rsidRPr="001640DC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456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080710D7" w14:textId="77777777" w:rsidR="00995AF1" w:rsidRPr="001640DC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</w:tr>
      <w:tr w:rsidR="00995AF1" w:rsidRPr="00795CD8" w14:paraId="01EC253F" w14:textId="77777777" w:rsidTr="001640DC">
        <w:trPr>
          <w:tblCellSpacing w:w="0" w:type="dxa"/>
          <w:jc w:val="center"/>
        </w:trPr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A980A75" w14:textId="77777777" w:rsidR="00995AF1" w:rsidRPr="00795CD8" w:rsidRDefault="00995AF1" w:rsidP="00995AF1">
            <w:pPr>
              <w:pageBreakBefore/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N°3</w:t>
            </w:r>
          </w:p>
          <w:p w14:paraId="40087627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1FA9958E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7DB24D4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3D20B45B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2AB3CAA5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4E71EFA3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040315F0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056D43E0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4BD197E1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</w:tc>
        <w:tc>
          <w:tcPr>
            <w:tcW w:w="4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42BC72B9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5289F0D5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10E8FC1D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551CAB1E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47DD7BC9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16E2985A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0DFB6F5E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</w:tc>
      </w:tr>
      <w:tr w:rsidR="00995AF1" w:rsidRPr="00795CD8" w14:paraId="18FC293A" w14:textId="77777777" w:rsidTr="001640DC">
        <w:trPr>
          <w:tblCellSpacing w:w="0" w:type="dxa"/>
          <w:jc w:val="center"/>
        </w:trPr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34F450F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N°4</w:t>
            </w:r>
          </w:p>
          <w:p w14:paraId="6318FFCD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511A53E2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7A10DAF7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73AD3C13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57E698F7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44872382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F69FBA9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6FE8362B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3A72FD2B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686723AD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57D08182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75053403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63A9447C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6FB52A60" w14:textId="77777777" w:rsidR="00995AF1" w:rsidRPr="00795CD8" w:rsidRDefault="00995AF1" w:rsidP="00995AF1">
            <w:pPr>
              <w:widowControl/>
              <w:shd w:val="clear" w:color="auto" w:fill="F2F2F2"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1427A335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4FACE552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36E6560D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3D8013B4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7580B834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66279E98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1DE8F35B" w14:textId="77777777" w:rsidTr="001640DC">
        <w:trPr>
          <w:tblCellSpacing w:w="0" w:type="dxa"/>
          <w:jc w:val="center"/>
        </w:trPr>
        <w:tc>
          <w:tcPr>
            <w:tcW w:w="4815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CC66127" w14:textId="77777777" w:rsidR="00995AF1" w:rsidRPr="001640DC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456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0189C8CC" w14:textId="77777777" w:rsidR="00995AF1" w:rsidRPr="001640DC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</w:tr>
      <w:tr w:rsidR="00995AF1" w:rsidRPr="00795CD8" w14:paraId="1C03F3F6" w14:textId="77777777" w:rsidTr="001640DC">
        <w:trPr>
          <w:tblCellSpacing w:w="0" w:type="dxa"/>
          <w:jc w:val="center"/>
        </w:trPr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CCCBB36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N°5</w:t>
            </w:r>
          </w:p>
          <w:p w14:paraId="2536BABB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3FA66B4B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6E6EE5C9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2F7247C2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4E379B24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4647A0B9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4EDC195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70284BF0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54F63C15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056BE240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16D364F4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46D4A4DB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66C53295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363273D8" w14:textId="77777777" w:rsidR="00995AF1" w:rsidRPr="00795CD8" w:rsidRDefault="00995AF1" w:rsidP="00995AF1">
            <w:pPr>
              <w:widowControl/>
              <w:shd w:val="clear" w:color="auto" w:fill="F2F2F2"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4892E6A8" w14:textId="77777777" w:rsidR="00995AF1" w:rsidRPr="00795CD8" w:rsidRDefault="00995AF1" w:rsidP="00995AF1">
            <w:pPr>
              <w:widowControl/>
              <w:shd w:val="clear" w:color="auto" w:fill="F2F2F2"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46A795EB" w14:textId="77777777" w:rsidR="00995AF1" w:rsidRPr="00795CD8" w:rsidRDefault="00995AF1" w:rsidP="00995AF1">
            <w:pPr>
              <w:widowControl/>
              <w:shd w:val="clear" w:color="auto" w:fill="F2F2F2"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262F3EE0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7D8BDD6E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79BABECB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0C365913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</w:tbl>
    <w:p w14:paraId="5EB2F7D6" w14:textId="77777777" w:rsidR="00995AF1" w:rsidRPr="001640DC" w:rsidRDefault="00995AF1" w:rsidP="001640DC">
      <w:pPr>
        <w:pStyle w:val="Titren1"/>
        <w:pageBreakBefore/>
        <w:numPr>
          <w:ilvl w:val="0"/>
          <w:numId w:val="24"/>
        </w:numPr>
        <w:rPr>
          <w:rStyle w:val="Titren1Car"/>
          <w:shd w:val="clear" w:color="auto" w:fill="auto"/>
        </w:rPr>
      </w:pPr>
      <w:r w:rsidRPr="001640DC">
        <w:rPr>
          <w:rStyle w:val="Titren1Car"/>
          <w:b/>
          <w:smallCaps/>
          <w:shd w:val="clear" w:color="auto" w:fill="auto"/>
        </w:rPr>
        <w:lastRenderedPageBreak/>
        <w:t xml:space="preserve">Répartition de la rémunération </w:t>
      </w:r>
    </w:p>
    <w:tbl>
      <w:tblPr>
        <w:tblW w:w="9450" w:type="dxa"/>
        <w:jc w:val="center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401"/>
        <w:gridCol w:w="563"/>
        <w:gridCol w:w="611"/>
        <w:gridCol w:w="739"/>
        <w:gridCol w:w="788"/>
        <w:gridCol w:w="2121"/>
        <w:gridCol w:w="1800"/>
        <w:gridCol w:w="2427"/>
      </w:tblGrid>
      <w:tr w:rsidR="00995AF1" w:rsidRPr="00795CD8" w14:paraId="2ED4E0F8" w14:textId="77777777" w:rsidTr="001640DC">
        <w:trPr>
          <w:tblHeader/>
          <w:tblCellSpacing w:w="0" w:type="dxa"/>
          <w:jc w:val="center"/>
        </w:trPr>
        <w:tc>
          <w:tcPr>
            <w:tcW w:w="310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2DAB3EC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lang w:eastAsia="fr-FR"/>
              </w:rPr>
              <w:t>Prestations</w:t>
            </w:r>
          </w:p>
        </w:tc>
        <w:tc>
          <w:tcPr>
            <w:tcW w:w="2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B351CC7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lang w:eastAsia="fr-FR"/>
              </w:rPr>
              <w:t>Montant hors TVA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F9DF966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lang w:eastAsia="fr-FR"/>
              </w:rPr>
              <w:t>Montant TVA</w:t>
            </w:r>
          </w:p>
        </w:tc>
        <w:tc>
          <w:tcPr>
            <w:tcW w:w="2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1A75A8AE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lang w:eastAsia="fr-FR"/>
              </w:rPr>
              <w:t>Montant TVA incluse</w:t>
            </w:r>
          </w:p>
        </w:tc>
      </w:tr>
      <w:tr w:rsidR="00995AF1" w:rsidRPr="00795CD8" w14:paraId="2D40531D" w14:textId="77777777" w:rsidTr="001640DC">
        <w:trPr>
          <w:trHeight w:val="283"/>
          <w:tblCellSpacing w:w="0" w:type="dxa"/>
          <w:jc w:val="center"/>
        </w:trPr>
        <w:tc>
          <w:tcPr>
            <w:tcW w:w="3102" w:type="dxa"/>
            <w:gridSpan w:val="5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7C7680E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ind w:left="108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lang w:eastAsia="fr-FR"/>
              </w:rPr>
              <w:t>Mandataire - cotraitant 1</w:t>
            </w:r>
          </w:p>
        </w:tc>
        <w:tc>
          <w:tcPr>
            <w:tcW w:w="212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7EFB261" w14:textId="77777777" w:rsidR="00995AF1" w:rsidRPr="001640DC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180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19B3683" w14:textId="77777777" w:rsidR="00995AF1" w:rsidRPr="001640DC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242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7A87226B" w14:textId="77777777" w:rsidR="00995AF1" w:rsidRPr="001640DC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</w:tr>
      <w:tr w:rsidR="00995AF1" w:rsidRPr="00795CD8" w14:paraId="4D3119A7" w14:textId="77777777" w:rsidTr="001640DC">
        <w:trPr>
          <w:tblCellSpacing w:w="0" w:type="dxa"/>
          <w:jc w:val="center"/>
        </w:trPr>
        <w:tc>
          <w:tcPr>
            <w:tcW w:w="964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7C15D46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1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02402D2" w14:textId="77777777" w:rsidR="00995AF1" w:rsidRPr="00795CD8" w:rsidRDefault="00995AF1" w:rsidP="001640DC">
            <w:pPr>
              <w:widowControl/>
              <w:autoSpaceDE/>
              <w:autoSpaceDN/>
              <w:spacing w:before="100" w:beforeAutospacing="1" w:after="119"/>
              <w:ind w:left="-74"/>
              <w:jc w:val="right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08D1B91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88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0674518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4D28523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B4A33E8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08B61ADC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0373B297" w14:textId="77777777" w:rsidTr="001640DC">
        <w:trPr>
          <w:tblCellSpacing w:w="0" w:type="dxa"/>
          <w:jc w:val="center"/>
        </w:trPr>
        <w:tc>
          <w:tcPr>
            <w:tcW w:w="964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FB1EA31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1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772416E" w14:textId="77777777" w:rsidR="00995AF1" w:rsidRPr="00795CD8" w:rsidRDefault="00995AF1" w:rsidP="001640DC">
            <w:pPr>
              <w:widowControl/>
              <w:autoSpaceDE/>
              <w:autoSpaceDN/>
              <w:spacing w:before="100" w:beforeAutospacing="1" w:after="119"/>
              <w:ind w:left="-74"/>
              <w:jc w:val="right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544D488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88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C9A2865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10C6D02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4BE8FB0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3D9B21FD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60130170" w14:textId="77777777" w:rsidTr="001640DC">
        <w:trPr>
          <w:tblCellSpacing w:w="0" w:type="dxa"/>
          <w:jc w:val="center"/>
        </w:trPr>
        <w:tc>
          <w:tcPr>
            <w:tcW w:w="3102" w:type="dxa"/>
            <w:gridSpan w:val="5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8970FDE" w14:textId="77777777" w:rsidR="00995AF1" w:rsidRPr="001640DC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ind w:left="108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212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648764A" w14:textId="77777777" w:rsidR="00995AF1" w:rsidRPr="001640DC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180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4EEC907" w14:textId="77777777" w:rsidR="00995AF1" w:rsidRPr="001640DC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242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17A2EAB6" w14:textId="77777777" w:rsidR="00995AF1" w:rsidRPr="001640DC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</w:tr>
      <w:tr w:rsidR="00995AF1" w:rsidRPr="00795CD8" w14:paraId="682AE36C" w14:textId="77777777" w:rsidTr="001640DC">
        <w:trPr>
          <w:tblCellSpacing w:w="0" w:type="dxa"/>
          <w:jc w:val="center"/>
        </w:trPr>
        <w:tc>
          <w:tcPr>
            <w:tcW w:w="3102" w:type="dxa"/>
            <w:gridSpan w:val="5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542AFDCD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ind w:left="108" w:right="108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Prestation de mandat</w:t>
            </w:r>
          </w:p>
        </w:tc>
        <w:tc>
          <w:tcPr>
            <w:tcW w:w="212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05792B1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AA35563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370F7C93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4522E2A9" w14:textId="77777777" w:rsidTr="001640DC">
        <w:trPr>
          <w:tblCellSpacing w:w="0" w:type="dxa"/>
          <w:jc w:val="center"/>
        </w:trPr>
        <w:tc>
          <w:tcPr>
            <w:tcW w:w="3102" w:type="dxa"/>
            <w:gridSpan w:val="5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5063A623" w14:textId="77777777" w:rsidR="00995AF1" w:rsidRPr="001640DC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212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9E968E1" w14:textId="77777777" w:rsidR="00995AF1" w:rsidRPr="001640DC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1800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A694340" w14:textId="77777777" w:rsidR="00995AF1" w:rsidRPr="001640DC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242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2345BAFB" w14:textId="77777777" w:rsidR="00995AF1" w:rsidRPr="001640DC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</w:tr>
      <w:tr w:rsidR="00995AF1" w:rsidRPr="00795CD8" w14:paraId="74F9E775" w14:textId="77777777" w:rsidTr="001640DC">
        <w:trPr>
          <w:tblCellSpacing w:w="0" w:type="dxa"/>
          <w:jc w:val="center"/>
        </w:trPr>
        <w:tc>
          <w:tcPr>
            <w:tcW w:w="310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65E3F10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ind w:left="142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lang w:eastAsia="fr-FR"/>
              </w:rPr>
              <w:t>Total mandataire</w:t>
            </w:r>
            <w:r w:rsidRPr="00795CD8">
              <w:rPr>
                <w:rFonts w:ascii="Marianne" w:eastAsia="Times New Roman" w:hAnsi="Marianne" w:cs="Times New Roman"/>
                <w:lang w:eastAsia="fr-FR"/>
              </w:rPr>
              <w:t xml:space="preserve"> (I)</w:t>
            </w:r>
          </w:p>
        </w:tc>
        <w:tc>
          <w:tcPr>
            <w:tcW w:w="2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8A64891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E3AB0E7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1CA159AC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3BBCFD5B" w14:textId="77777777" w:rsidTr="001640DC">
        <w:trPr>
          <w:tblCellSpacing w:w="0" w:type="dxa"/>
          <w:jc w:val="center"/>
        </w:trPr>
        <w:tc>
          <w:tcPr>
            <w:tcW w:w="3102" w:type="dxa"/>
            <w:gridSpan w:val="5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2317AC0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ind w:left="284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lang w:eastAsia="fr-FR"/>
              </w:rPr>
              <w:t>Autres cotraitant</w:t>
            </w:r>
          </w:p>
        </w:tc>
        <w:tc>
          <w:tcPr>
            <w:tcW w:w="212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F3EEC58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BFDC895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7204C315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01B47764" w14:textId="77777777" w:rsidTr="001640DC">
        <w:trPr>
          <w:tblCellSpacing w:w="0" w:type="dxa"/>
          <w:jc w:val="center"/>
        </w:trPr>
        <w:tc>
          <w:tcPr>
            <w:tcW w:w="40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5C50684B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N°</w:t>
            </w:r>
          </w:p>
        </w:tc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3BDF617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2</w:t>
            </w:r>
          </w:p>
        </w:tc>
        <w:tc>
          <w:tcPr>
            <w:tcW w:w="61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99698F5" w14:textId="77777777" w:rsidR="00995AF1" w:rsidRPr="001640DC" w:rsidRDefault="00995AF1" w:rsidP="001640DC">
            <w:pPr>
              <w:widowControl/>
              <w:autoSpaceDE/>
              <w:autoSpaceDN/>
              <w:spacing w:before="100" w:beforeAutospacing="1" w:after="119"/>
              <w:ind w:left="-74"/>
              <w:jc w:val="right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1640DC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176EF95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88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AD1F547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3BB8FF2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D8DE0CD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66F5E08D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3284E8EE" w14:textId="77777777" w:rsidTr="001640DC">
        <w:trPr>
          <w:tblCellSpacing w:w="0" w:type="dxa"/>
          <w:jc w:val="center"/>
        </w:trPr>
        <w:tc>
          <w:tcPr>
            <w:tcW w:w="964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354D59A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1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893371B" w14:textId="77777777" w:rsidR="00995AF1" w:rsidRPr="001640DC" w:rsidRDefault="00995AF1" w:rsidP="001640DC">
            <w:pPr>
              <w:widowControl/>
              <w:autoSpaceDE/>
              <w:autoSpaceDN/>
              <w:spacing w:before="100" w:beforeAutospacing="1" w:after="119"/>
              <w:ind w:left="-74"/>
              <w:jc w:val="right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1640DC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2B6068E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88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C266288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79ED970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4089C51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7961A85D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48807CC5" w14:textId="77777777" w:rsidTr="001640DC">
        <w:trPr>
          <w:tblCellSpacing w:w="0" w:type="dxa"/>
          <w:jc w:val="center"/>
        </w:trPr>
        <w:tc>
          <w:tcPr>
            <w:tcW w:w="3102" w:type="dxa"/>
            <w:gridSpan w:val="5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FE8B0BA" w14:textId="77777777" w:rsidR="00995AF1" w:rsidRPr="001640DC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212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CD0A73D" w14:textId="77777777" w:rsidR="00995AF1" w:rsidRPr="001640DC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1800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BAC9691" w14:textId="77777777" w:rsidR="00995AF1" w:rsidRPr="001640DC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242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6719167C" w14:textId="77777777" w:rsidR="00995AF1" w:rsidRPr="001640DC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</w:tr>
      <w:tr w:rsidR="00995AF1" w:rsidRPr="00795CD8" w14:paraId="6A809C4D" w14:textId="77777777" w:rsidTr="001640DC">
        <w:trPr>
          <w:tblCellSpacing w:w="0" w:type="dxa"/>
          <w:jc w:val="center"/>
        </w:trPr>
        <w:tc>
          <w:tcPr>
            <w:tcW w:w="40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43F76B9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N°</w:t>
            </w:r>
          </w:p>
        </w:tc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1BA52EE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3</w:t>
            </w:r>
          </w:p>
        </w:tc>
        <w:tc>
          <w:tcPr>
            <w:tcW w:w="61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40C1F05" w14:textId="77777777" w:rsidR="00995AF1" w:rsidRPr="00795CD8" w:rsidRDefault="00995AF1" w:rsidP="001640DC">
            <w:pPr>
              <w:widowControl/>
              <w:autoSpaceDE/>
              <w:autoSpaceDN/>
              <w:spacing w:before="100" w:beforeAutospacing="1" w:after="119"/>
              <w:ind w:left="-74"/>
              <w:jc w:val="right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500EE340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88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630DF52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BF43B28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38E5CB9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67881453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2D4FD48E" w14:textId="77777777" w:rsidTr="001640DC">
        <w:trPr>
          <w:tblCellSpacing w:w="0" w:type="dxa"/>
          <w:jc w:val="center"/>
        </w:trPr>
        <w:tc>
          <w:tcPr>
            <w:tcW w:w="964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2F9223E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1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AA3906C" w14:textId="77777777" w:rsidR="00995AF1" w:rsidRPr="00795CD8" w:rsidRDefault="00995AF1" w:rsidP="001640DC">
            <w:pPr>
              <w:widowControl/>
              <w:autoSpaceDE/>
              <w:autoSpaceDN/>
              <w:spacing w:before="100" w:beforeAutospacing="1" w:after="119"/>
              <w:ind w:left="-74"/>
              <w:jc w:val="right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FE8484A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88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D2A1C8B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395DC48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730A38E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6FFF398D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5818A9FE" w14:textId="77777777" w:rsidTr="001640DC">
        <w:trPr>
          <w:tblCellSpacing w:w="0" w:type="dxa"/>
          <w:jc w:val="center"/>
        </w:trPr>
        <w:tc>
          <w:tcPr>
            <w:tcW w:w="3102" w:type="dxa"/>
            <w:gridSpan w:val="5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A9A08A6" w14:textId="77777777" w:rsidR="00995AF1" w:rsidRPr="001640DC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212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24AC9EF" w14:textId="77777777" w:rsidR="00995AF1" w:rsidRPr="001640DC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1800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A319270" w14:textId="77777777" w:rsidR="00995AF1" w:rsidRPr="001640DC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242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5ACBD0DE" w14:textId="77777777" w:rsidR="00995AF1" w:rsidRPr="001640DC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</w:tr>
      <w:tr w:rsidR="00995AF1" w:rsidRPr="00795CD8" w14:paraId="17431979" w14:textId="77777777" w:rsidTr="001640DC">
        <w:trPr>
          <w:tblCellSpacing w:w="0" w:type="dxa"/>
          <w:jc w:val="center"/>
        </w:trPr>
        <w:tc>
          <w:tcPr>
            <w:tcW w:w="40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53E4AD7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N°</w:t>
            </w:r>
          </w:p>
        </w:tc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1CA0495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4</w:t>
            </w:r>
          </w:p>
        </w:tc>
        <w:tc>
          <w:tcPr>
            <w:tcW w:w="61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E1E7FE0" w14:textId="77777777" w:rsidR="00995AF1" w:rsidRPr="00795CD8" w:rsidRDefault="00995AF1" w:rsidP="001640DC">
            <w:pPr>
              <w:widowControl/>
              <w:autoSpaceDE/>
              <w:autoSpaceDN/>
              <w:spacing w:before="100" w:beforeAutospacing="1" w:after="119"/>
              <w:ind w:left="-74"/>
              <w:jc w:val="right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31C939D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88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A57B357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188117B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C1385B6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33FD4B6B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0B5178DE" w14:textId="77777777" w:rsidTr="001640DC">
        <w:trPr>
          <w:tblCellSpacing w:w="0" w:type="dxa"/>
          <w:jc w:val="center"/>
        </w:trPr>
        <w:tc>
          <w:tcPr>
            <w:tcW w:w="964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434E305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1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BF5E2CC" w14:textId="77777777" w:rsidR="00995AF1" w:rsidRPr="00795CD8" w:rsidRDefault="00995AF1" w:rsidP="001640DC">
            <w:pPr>
              <w:widowControl/>
              <w:autoSpaceDE/>
              <w:autoSpaceDN/>
              <w:spacing w:before="100" w:beforeAutospacing="1" w:after="119"/>
              <w:ind w:left="-74"/>
              <w:jc w:val="right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30A9DDA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88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95683D8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70CD288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1F575D0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40B56E33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09F7ACB3" w14:textId="77777777" w:rsidTr="001640DC">
        <w:trPr>
          <w:tblCellSpacing w:w="0" w:type="dxa"/>
          <w:jc w:val="center"/>
        </w:trPr>
        <w:tc>
          <w:tcPr>
            <w:tcW w:w="3102" w:type="dxa"/>
            <w:gridSpan w:val="5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F969B10" w14:textId="77777777" w:rsidR="00995AF1" w:rsidRPr="001640DC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212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5FC79A6A" w14:textId="77777777" w:rsidR="00995AF1" w:rsidRPr="001640DC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1800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77BBA0A" w14:textId="77777777" w:rsidR="00995AF1" w:rsidRPr="001640DC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242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309CC9D5" w14:textId="77777777" w:rsidR="00995AF1" w:rsidRPr="001640DC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</w:tr>
      <w:tr w:rsidR="00995AF1" w:rsidRPr="00795CD8" w14:paraId="49615EDD" w14:textId="77777777" w:rsidTr="001640DC">
        <w:trPr>
          <w:tblCellSpacing w:w="0" w:type="dxa"/>
          <w:jc w:val="center"/>
        </w:trPr>
        <w:tc>
          <w:tcPr>
            <w:tcW w:w="40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DA90AF7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N°</w:t>
            </w:r>
          </w:p>
        </w:tc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5916B1EC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5</w:t>
            </w:r>
          </w:p>
        </w:tc>
        <w:tc>
          <w:tcPr>
            <w:tcW w:w="61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56B47EE1" w14:textId="77777777" w:rsidR="00995AF1" w:rsidRPr="00795CD8" w:rsidRDefault="00995AF1" w:rsidP="001640DC">
            <w:pPr>
              <w:widowControl/>
              <w:autoSpaceDE/>
              <w:autoSpaceDN/>
              <w:spacing w:before="100" w:beforeAutospacing="1" w:after="119"/>
              <w:ind w:left="-74"/>
              <w:jc w:val="right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57456E7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88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B36BB9A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DC7DB10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72BBFAB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2464C835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709C8BC5" w14:textId="77777777" w:rsidTr="001640DC">
        <w:trPr>
          <w:tblCellSpacing w:w="0" w:type="dxa"/>
          <w:jc w:val="center"/>
        </w:trPr>
        <w:tc>
          <w:tcPr>
            <w:tcW w:w="964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781144F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1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DF4F43C" w14:textId="77777777" w:rsidR="00995AF1" w:rsidRPr="00795CD8" w:rsidRDefault="00995AF1" w:rsidP="001640DC">
            <w:pPr>
              <w:widowControl/>
              <w:autoSpaceDE/>
              <w:autoSpaceDN/>
              <w:spacing w:before="100" w:beforeAutospacing="1" w:after="119"/>
              <w:ind w:left="-74"/>
              <w:jc w:val="right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94AA452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88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F8EC7CF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5394513A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BFCEFD0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31890549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487F5CC9" w14:textId="77777777" w:rsidTr="001640DC">
        <w:trPr>
          <w:tblCellSpacing w:w="0" w:type="dxa"/>
          <w:jc w:val="center"/>
        </w:trPr>
        <w:tc>
          <w:tcPr>
            <w:tcW w:w="3102" w:type="dxa"/>
            <w:gridSpan w:val="5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0AB04FE" w14:textId="77777777" w:rsidR="00995AF1" w:rsidRPr="001640DC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212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BEB6AFF" w14:textId="77777777" w:rsidR="00995AF1" w:rsidRPr="001640DC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1800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174B9F7" w14:textId="77777777" w:rsidR="00995AF1" w:rsidRPr="001640DC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242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460EFFFD" w14:textId="77777777" w:rsidR="00995AF1" w:rsidRPr="001640DC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</w:tr>
      <w:tr w:rsidR="00995AF1" w:rsidRPr="00795CD8" w14:paraId="21FEA658" w14:textId="77777777" w:rsidTr="001640DC">
        <w:trPr>
          <w:tblCellSpacing w:w="0" w:type="dxa"/>
          <w:jc w:val="center"/>
        </w:trPr>
        <w:tc>
          <w:tcPr>
            <w:tcW w:w="310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F62F62A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ind w:left="142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lang w:eastAsia="fr-FR"/>
              </w:rPr>
              <w:t>Total autres cotraitants</w:t>
            </w:r>
            <w:r w:rsidRPr="00795CD8">
              <w:rPr>
                <w:rFonts w:ascii="Marianne" w:eastAsia="Times New Roman" w:hAnsi="Marianne" w:cs="Times New Roman"/>
                <w:lang w:eastAsia="fr-FR"/>
              </w:rPr>
              <w:t xml:space="preserve"> (II)</w:t>
            </w:r>
          </w:p>
        </w:tc>
        <w:tc>
          <w:tcPr>
            <w:tcW w:w="2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28A9262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591E8D72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04253213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758C1AD3" w14:textId="77777777" w:rsidTr="001640DC">
        <w:trPr>
          <w:tblCellSpacing w:w="0" w:type="dxa"/>
          <w:jc w:val="center"/>
        </w:trPr>
        <w:tc>
          <w:tcPr>
            <w:tcW w:w="3102" w:type="dxa"/>
            <w:gridSpan w:val="5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1405496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ind w:left="142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lang w:eastAsia="fr-FR"/>
              </w:rPr>
              <w:t>Total du marché</w:t>
            </w:r>
            <w:r w:rsidRPr="00795CD8">
              <w:rPr>
                <w:rFonts w:ascii="Marianne" w:eastAsia="Times New Roman" w:hAnsi="Marianne" w:cs="Times New Roman"/>
                <w:lang w:eastAsia="fr-FR"/>
              </w:rPr>
              <w:t xml:space="preserve"> (I) + (II)</w:t>
            </w:r>
          </w:p>
        </w:tc>
        <w:tc>
          <w:tcPr>
            <w:tcW w:w="212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5BF9D76E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ACA881B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66D431EC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</w:tbl>
    <w:p w14:paraId="2B8103A8" w14:textId="77777777" w:rsidR="00716E19" w:rsidRPr="00995AF1" w:rsidRDefault="00716E19" w:rsidP="00995AF1"/>
    <w:sectPr w:rsidR="00716E19" w:rsidRPr="00995AF1" w:rsidSect="00FC7F93">
      <w:headerReference w:type="default" r:id="rId24"/>
      <w:type w:val="continuous"/>
      <w:pgSz w:w="11910" w:h="16840"/>
      <w:pgMar w:top="964" w:right="964" w:bottom="964" w:left="964" w:header="720" w:footer="679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7AEA25" w14:textId="77777777" w:rsidR="009756DF" w:rsidRDefault="009756DF" w:rsidP="0079276E">
      <w:r>
        <w:separator/>
      </w:r>
    </w:p>
  </w:endnote>
  <w:endnote w:type="continuationSeparator" w:id="0">
    <w:p w14:paraId="23083257" w14:textId="77777777" w:rsidR="009756DF" w:rsidRDefault="009756DF" w:rsidP="007927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65D09A" w14:textId="77777777" w:rsidR="009756DF" w:rsidRDefault="009756DF" w:rsidP="001F6513">
    <w:pPr>
      <w:pStyle w:val="Pieddepage"/>
      <w:framePr w:wrap="none" w:vAnchor="text" w:hAnchor="margin" w:xAlign="center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 PAGE </w:instrText>
    </w:r>
    <w:r>
      <w:rPr>
        <w:rStyle w:val="Numrodepage"/>
      </w:rPr>
      <w:fldChar w:fldCharType="end"/>
    </w:r>
  </w:p>
  <w:p w14:paraId="3B00A007" w14:textId="77777777" w:rsidR="009756DF" w:rsidRDefault="009756DF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486096" w14:textId="77777777" w:rsidR="009756DF" w:rsidRDefault="009756DF" w:rsidP="00C44E8B"/>
  <w:tbl>
    <w:tblPr>
      <w:tblW w:w="993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8937"/>
      <w:gridCol w:w="993"/>
    </w:tblGrid>
    <w:tr w:rsidR="009756DF" w14:paraId="1DA98DBB" w14:textId="77777777" w:rsidTr="009756DF">
      <w:trPr>
        <w:trHeight w:val="847"/>
      </w:trPr>
      <w:tc>
        <w:tcPr>
          <w:tcW w:w="8931" w:type="dxa"/>
          <w:tcBorders>
            <w:top w:val="nil"/>
            <w:left w:val="nil"/>
            <w:bottom w:val="nil"/>
            <w:right w:val="nil"/>
          </w:tcBorders>
          <w:vAlign w:val="bottom"/>
          <w:hideMark/>
        </w:tcPr>
        <w:p w14:paraId="14AE05BB" w14:textId="6C544E7B" w:rsidR="009756DF" w:rsidRDefault="009756DF" w:rsidP="00C44E8B">
          <w:pPr>
            <w:pStyle w:val="Piednormal"/>
            <w:framePr w:w="0" w:h="0" w:wrap="auto" w:vAnchor="margin" w:hAnchor="text" w:xAlign="left" w:yAlign="inline"/>
          </w:pPr>
          <w:r>
            <w:fldChar w:fldCharType="begin"/>
          </w:r>
          <w:r>
            <w:instrText xml:space="preserve"> REF Mission_lot \h  \* MERGEFORMAT </w:instrText>
          </w:r>
          <w:r>
            <w:fldChar w:fldCharType="separate"/>
          </w:r>
          <w:r w:rsidR="006C444C">
            <w:t>Lot n°4</w:t>
          </w:r>
          <w:r w:rsidR="006C444C" w:rsidRPr="006C444C">
            <w:rPr>
              <w:rFonts w:ascii="Calibri" w:hAnsi="Calibri" w:cs="Calibri"/>
            </w:rPr>
            <w:t> </w:t>
          </w:r>
          <w:r w:rsidR="006C444C">
            <w:t>: F</w:t>
          </w:r>
          <w:r w:rsidR="006C444C" w:rsidRPr="00481D19">
            <w:t xml:space="preserve">açades ossature bois - </w:t>
          </w:r>
          <w:r w:rsidR="006C444C">
            <w:t>B</w:t>
          </w:r>
          <w:r w:rsidR="006C444C" w:rsidRPr="00481D19">
            <w:t xml:space="preserve">ardage - </w:t>
          </w:r>
          <w:r w:rsidR="006C444C">
            <w:t>M</w:t>
          </w:r>
          <w:r w:rsidR="006C444C" w:rsidRPr="00481D19">
            <w:t xml:space="preserve">enuiseries extérieures - </w:t>
          </w:r>
          <w:r w:rsidR="006C444C">
            <w:t>S</w:t>
          </w:r>
          <w:r w:rsidR="006C444C" w:rsidRPr="00481D19">
            <w:t>errurerie</w:t>
          </w:r>
          <w:r>
            <w:fldChar w:fldCharType="end"/>
          </w:r>
        </w:p>
        <w:p w14:paraId="731E82FD" w14:textId="1E7DF832" w:rsidR="009756DF" w:rsidRPr="00D50AE7" w:rsidRDefault="009756DF" w:rsidP="00C44E8B">
          <w:pPr>
            <w:pStyle w:val="PiedGras0"/>
            <w:framePr w:wrap="notBeside"/>
          </w:pPr>
          <w:r w:rsidRPr="00D50AE7">
            <w:rPr>
              <w:rStyle w:val="PiedgrasCar"/>
              <w:rFonts w:cs="Arial"/>
              <w:b/>
            </w:rPr>
            <w:fldChar w:fldCharType="begin"/>
          </w:r>
          <w:r w:rsidRPr="00D50AE7">
            <w:rPr>
              <w:rStyle w:val="PiedgrasCar"/>
              <w:rFonts w:cs="Arial"/>
              <w:b/>
            </w:rPr>
            <w:instrText xml:space="preserve"> REF Piècecomplet \h  \* MERGEFORMAT </w:instrText>
          </w:r>
          <w:r w:rsidRPr="00D50AE7">
            <w:rPr>
              <w:rStyle w:val="PiedgrasCar"/>
              <w:rFonts w:cs="Arial"/>
              <w:b/>
            </w:rPr>
          </w:r>
          <w:r w:rsidRPr="00D50AE7">
            <w:rPr>
              <w:rStyle w:val="PiedgrasCar"/>
              <w:rFonts w:cs="Arial"/>
              <w:b/>
            </w:rPr>
            <w:fldChar w:fldCharType="separate"/>
          </w:r>
          <w:r w:rsidR="006C444C" w:rsidRPr="006C444C">
            <w:rPr>
              <w:rStyle w:val="PiedgrasCar"/>
              <w:rFonts w:cs="Arial"/>
              <w:b/>
            </w:rPr>
            <w:t>Acte d’engagement</w:t>
          </w:r>
          <w:r w:rsidRPr="00D50AE7">
            <w:rPr>
              <w:rStyle w:val="PiedgrasCar"/>
              <w:rFonts w:cs="Arial"/>
              <w:b/>
            </w:rPr>
            <w:fldChar w:fldCharType="end"/>
          </w:r>
        </w:p>
        <w:p w14:paraId="74941C9E" w14:textId="689BC550" w:rsidR="009756DF" w:rsidRDefault="009756DF" w:rsidP="00C44E8B">
          <w:pPr>
            <w:pStyle w:val="Piednormal"/>
            <w:framePr w:w="0" w:h="0" w:wrap="auto" w:vAnchor="margin" w:hAnchor="text" w:xAlign="left" w:yAlign="inline"/>
          </w:pPr>
          <w:r>
            <w:fldChar w:fldCharType="begin"/>
          </w:r>
          <w:r>
            <w:instrText xml:space="preserve"> REF Opération \h  \* MERGEFORMAT </w:instrText>
          </w:r>
          <w:r>
            <w:fldChar w:fldCharType="separate"/>
          </w:r>
          <w:r w:rsidR="006C444C">
            <w:t>Rénovation énergétique de la faculté des Sciences</w:t>
          </w:r>
          <w:r>
            <w:fldChar w:fldCharType="end"/>
          </w:r>
        </w:p>
        <w:p w14:paraId="711ACB36" w14:textId="306D3652" w:rsidR="009756DF" w:rsidRDefault="009756DF" w:rsidP="00C44E8B">
          <w:pPr>
            <w:pStyle w:val="Texte-Ml"/>
            <w:framePr w:w="0" w:h="0" w:wrap="auto" w:vAnchor="margin" w:hAnchor="text" w:xAlign="left" w:yAlign="inline"/>
            <w:spacing w:after="0"/>
            <w:jc w:val="left"/>
          </w:pPr>
          <w:r>
            <w:rPr>
              <w:rFonts w:ascii="Marianne" w:hAnsi="Marianne"/>
              <w:szCs w:val="16"/>
            </w:rPr>
            <w:fldChar w:fldCharType="begin"/>
          </w:r>
          <w:r>
            <w:rPr>
              <w:rFonts w:ascii="Marianne" w:hAnsi="Marianne"/>
              <w:szCs w:val="16"/>
            </w:rPr>
            <w:instrText xml:space="preserve"> REF Établissementcommune \h  \* MERGEFORMAT </w:instrText>
          </w:r>
          <w:r>
            <w:rPr>
              <w:rFonts w:ascii="Marianne" w:hAnsi="Marianne"/>
              <w:szCs w:val="16"/>
            </w:rPr>
          </w:r>
          <w:r>
            <w:rPr>
              <w:rFonts w:ascii="Marianne" w:hAnsi="Marianne"/>
              <w:szCs w:val="16"/>
            </w:rPr>
            <w:fldChar w:fldCharType="separate"/>
          </w:r>
          <w:r w:rsidR="006C444C" w:rsidRPr="006C444C">
            <w:rPr>
              <w:rFonts w:ascii="Marianne" w:hAnsi="Marianne"/>
              <w:szCs w:val="16"/>
            </w:rPr>
            <w:t>Université d’Angers</w:t>
          </w:r>
          <w:r>
            <w:rPr>
              <w:rFonts w:ascii="Marianne" w:hAnsi="Marianne"/>
              <w:szCs w:val="16"/>
            </w:rPr>
            <w:fldChar w:fldCharType="end"/>
          </w:r>
        </w:p>
      </w:tc>
      <w:tc>
        <w:tcPr>
          <w:tcW w:w="992" w:type="dxa"/>
          <w:tcBorders>
            <w:top w:val="nil"/>
            <w:left w:val="nil"/>
            <w:bottom w:val="nil"/>
            <w:right w:val="nil"/>
          </w:tcBorders>
          <w:vAlign w:val="bottom"/>
          <w:hideMark/>
        </w:tcPr>
        <w:p w14:paraId="2BF2D386" w14:textId="77777777" w:rsidR="009756DF" w:rsidRDefault="009756DF" w:rsidP="00C44E8B">
          <w:pPr>
            <w:pStyle w:val="Date10"/>
          </w:pPr>
          <w:r>
            <w:fldChar w:fldCharType="begin"/>
          </w:r>
          <w:r>
            <w:instrText xml:space="preserve"> PAGE   \* MERGEFORMAT </w:instrText>
          </w:r>
          <w:r>
            <w:fldChar w:fldCharType="separate"/>
          </w:r>
          <w:r>
            <w:t>3</w:t>
          </w:r>
          <w:r>
            <w:fldChar w:fldCharType="end"/>
          </w:r>
          <w:r>
            <w:t>/</w:t>
          </w:r>
          <w:r>
            <w:fldChar w:fldCharType="begin"/>
          </w:r>
          <w:r>
            <w:instrText xml:space="preserve"> NUMPAGES  \# "0" \* Arabic  \* MERGEFORMAT </w:instrText>
          </w:r>
          <w:r>
            <w:fldChar w:fldCharType="separate"/>
          </w:r>
          <w:r>
            <w:t>9</w:t>
          </w:r>
          <w:r>
            <w:fldChar w:fldCharType="end"/>
          </w:r>
        </w:p>
      </w:tc>
    </w:tr>
  </w:tbl>
  <w:p w14:paraId="0CAEEE71" w14:textId="77777777" w:rsidR="009756DF" w:rsidRDefault="009756DF" w:rsidP="00C44E8B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19720B" w14:textId="77777777" w:rsidR="009756DF" w:rsidRDefault="009756DF" w:rsidP="0079276E">
      <w:r>
        <w:separator/>
      </w:r>
    </w:p>
  </w:footnote>
  <w:footnote w:type="continuationSeparator" w:id="0">
    <w:p w14:paraId="3F4A2A18" w14:textId="77777777" w:rsidR="009756DF" w:rsidRDefault="009756DF" w:rsidP="0079276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F89DF6" w14:textId="77777777" w:rsidR="009756DF" w:rsidRPr="00705E15" w:rsidRDefault="009756DF" w:rsidP="00995AF1">
    <w:pPr>
      <w:pStyle w:val="En-tteRectorat"/>
    </w:pPr>
    <w:r>
      <w:rPr>
        <w:noProof/>
        <w:lang w:eastAsia="fr-FR"/>
      </w:rPr>
      <w:drawing>
        <wp:anchor distT="0" distB="0" distL="114300" distR="114300" simplePos="0" relativeHeight="251659264" behindDoc="0" locked="0" layoutInCell="1" allowOverlap="1" wp14:anchorId="742C4A37" wp14:editId="622824AD">
          <wp:simplePos x="0" y="0"/>
          <wp:positionH relativeFrom="margin">
            <wp:posOffset>-152400</wp:posOffset>
          </wp:positionH>
          <wp:positionV relativeFrom="paragraph">
            <wp:posOffset>13652</wp:posOffset>
          </wp:positionV>
          <wp:extent cx="2291353" cy="1250830"/>
          <wp:effectExtent l="0" t="0" r="0" b="6985"/>
          <wp:wrapNone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91353" cy="12508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sz w:val="24"/>
      </w:rPr>
      <w:tab/>
    </w:r>
    <w:r w:rsidRPr="00705E15">
      <w:t xml:space="preserve">Rectorat de </w:t>
    </w:r>
    <w:r>
      <w:t>la région académique Pays de la Loire</w:t>
    </w:r>
  </w:p>
  <w:p w14:paraId="70D0B8A3" w14:textId="77777777" w:rsidR="009756DF" w:rsidRPr="00260107" w:rsidRDefault="009756DF" w:rsidP="00995AF1">
    <w:pPr>
      <w:pStyle w:val="En-tteService"/>
    </w:pPr>
    <w:r w:rsidRPr="00416ADB">
      <w:t>Service des constructions universitaires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BEBCBA" w14:textId="77777777" w:rsidR="009756DF" w:rsidRPr="00050A75" w:rsidRDefault="009756DF" w:rsidP="00050A75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3E9116" w14:textId="77777777" w:rsidR="009756DF" w:rsidRPr="003240AC" w:rsidRDefault="009756DF" w:rsidP="003240AC">
    <w:pPr>
      <w:pStyle w:val="En-tte"/>
      <w:tabs>
        <w:tab w:val="clear" w:pos="4513"/>
      </w:tabs>
      <w:rPr>
        <w:b/>
        <w:bCs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B13920"/>
    <w:multiLevelType w:val="multilevel"/>
    <w:tmpl w:val="F0523AEA"/>
    <w:styleLink w:val="Liste-a-puces"/>
    <w:lvl w:ilvl="0">
      <w:start w:val="1"/>
      <w:numFmt w:val="bullet"/>
      <w:pStyle w:val="CorpsListe"/>
      <w:lvlText w:val=""/>
      <w:lvlJc w:val="left"/>
      <w:pPr>
        <w:tabs>
          <w:tab w:val="num" w:pos="1418"/>
        </w:tabs>
        <w:ind w:left="1701" w:hanging="283"/>
      </w:pPr>
      <w:rPr>
        <w:rFonts w:ascii="Symbol" w:hAnsi="Symbol" w:hint="default"/>
        <w:b/>
        <w:sz w:val="20"/>
      </w:rPr>
    </w:lvl>
    <w:lvl w:ilvl="1">
      <w:start w:val="1"/>
      <w:numFmt w:val="bullet"/>
      <w:lvlText w:val="o"/>
      <w:lvlJc w:val="left"/>
      <w:pPr>
        <w:tabs>
          <w:tab w:val="num" w:pos="1701"/>
        </w:tabs>
        <w:ind w:left="1985" w:hanging="284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EDF2A9C"/>
    <w:multiLevelType w:val="multilevel"/>
    <w:tmpl w:val="C17A09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823332B"/>
    <w:multiLevelType w:val="multilevel"/>
    <w:tmpl w:val="040C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3" w15:restartNumberingAfterBreak="0">
    <w:nsid w:val="186F0BB3"/>
    <w:multiLevelType w:val="multilevel"/>
    <w:tmpl w:val="91FE478A"/>
    <w:styleLink w:val="SCUSContrat"/>
    <w:lvl w:ilvl="0">
      <w:start w:val="1"/>
      <w:numFmt w:val="decimal"/>
      <w:suff w:val="space"/>
      <w:lvlText w:val="Article %1."/>
      <w:lvlJc w:val="left"/>
      <w:pPr>
        <w:ind w:left="1304" w:hanging="1304"/>
      </w:pPr>
      <w:rPr>
        <w:rFonts w:ascii="Marianne" w:hAnsi="Marianne" w:hint="default"/>
        <w:b/>
        <w:i w:val="0"/>
        <w:caps w:val="0"/>
        <w:sz w:val="28"/>
      </w:rPr>
    </w:lvl>
    <w:lvl w:ilvl="1">
      <w:start w:val="1"/>
      <w:numFmt w:val="decimal"/>
      <w:suff w:val="space"/>
      <w:lvlText w:val="%1.%2."/>
      <w:lvlJc w:val="left"/>
      <w:pPr>
        <w:ind w:left="680" w:hanging="396"/>
      </w:pPr>
      <w:rPr>
        <w:rFonts w:ascii="Marianne" w:hAnsi="Marianne" w:hint="default"/>
        <w:b/>
        <w:i w:val="0"/>
        <w:sz w:val="20"/>
      </w:rPr>
    </w:lvl>
    <w:lvl w:ilvl="2">
      <w:start w:val="1"/>
      <w:numFmt w:val="decimal"/>
      <w:suff w:val="space"/>
      <w:lvlText w:val="%1.%2.%3."/>
      <w:lvlJc w:val="left"/>
      <w:pPr>
        <w:ind w:left="1021" w:hanging="454"/>
      </w:pPr>
      <w:rPr>
        <w:rFonts w:ascii="Marianne" w:hAnsi="Marianne" w:hint="default"/>
        <w:b/>
        <w:i w:val="0"/>
        <w:sz w:val="18"/>
      </w:rPr>
    </w:lvl>
    <w:lvl w:ilvl="3">
      <w:start w:val="1"/>
      <w:numFmt w:val="none"/>
      <w:suff w:val="space"/>
      <w:lvlText w:val=""/>
      <w:lvlJc w:val="left"/>
      <w:pPr>
        <w:ind w:left="1247" w:hanging="396"/>
      </w:pPr>
      <w:rPr>
        <w:rFonts w:hint="default"/>
      </w:rPr>
    </w:lvl>
    <w:lvl w:ilvl="4">
      <w:start w:val="1"/>
      <w:numFmt w:val="none"/>
      <w:suff w:val="space"/>
      <w:lvlText w:val=""/>
      <w:lvlJc w:val="left"/>
      <w:pPr>
        <w:ind w:left="1531" w:hanging="397"/>
      </w:pPr>
      <w:rPr>
        <w:rFonts w:hint="default"/>
      </w:rPr>
    </w:lvl>
    <w:lvl w:ilvl="5">
      <w:start w:val="1"/>
      <w:numFmt w:val="none"/>
      <w:suff w:val="space"/>
      <w:lvlText w:val=""/>
      <w:lvlJc w:val="left"/>
      <w:pPr>
        <w:ind w:left="3639" w:hanging="56"/>
      </w:pPr>
      <w:rPr>
        <w:rFonts w:hint="default"/>
      </w:rPr>
    </w:lvl>
    <w:lvl w:ilvl="6">
      <w:start w:val="1"/>
      <w:numFmt w:val="none"/>
      <w:suff w:val="space"/>
      <w:lvlText w:val=""/>
      <w:lvlJc w:val="left"/>
      <w:pPr>
        <w:ind w:left="3996" w:hanging="57"/>
      </w:pPr>
      <w:rPr>
        <w:rFonts w:hint="default"/>
      </w:rPr>
    </w:lvl>
    <w:lvl w:ilvl="7">
      <w:start w:val="1"/>
      <w:numFmt w:val="none"/>
      <w:suff w:val="space"/>
      <w:lvlText w:val=""/>
      <w:lvlJc w:val="left"/>
      <w:pPr>
        <w:ind w:left="4353" w:hanging="57"/>
      </w:pPr>
      <w:rPr>
        <w:rFonts w:hint="default"/>
      </w:rPr>
    </w:lvl>
    <w:lvl w:ilvl="8">
      <w:start w:val="1"/>
      <w:numFmt w:val="none"/>
      <w:suff w:val="space"/>
      <w:lvlText w:val=""/>
      <w:lvlJc w:val="left"/>
      <w:pPr>
        <w:ind w:left="4710" w:hanging="57"/>
      </w:pPr>
      <w:rPr>
        <w:rFonts w:hint="default"/>
      </w:rPr>
    </w:lvl>
  </w:abstractNum>
  <w:abstractNum w:abstractNumId="4" w15:restartNumberingAfterBreak="0">
    <w:nsid w:val="1DA5750E"/>
    <w:multiLevelType w:val="multilevel"/>
    <w:tmpl w:val="040C001D"/>
    <w:name w:val="Liste-titres-marchés33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" w15:restartNumberingAfterBreak="0">
    <w:nsid w:val="23A66334"/>
    <w:multiLevelType w:val="multilevel"/>
    <w:tmpl w:val="A51A5E22"/>
    <w:styleLink w:val="Liste-a-cocher"/>
    <w:lvl w:ilvl="0">
      <w:start w:val="1"/>
      <w:numFmt w:val="bullet"/>
      <w:pStyle w:val="CorpsListecocher"/>
      <w:lvlText w:val=""/>
      <w:lvlJc w:val="left"/>
      <w:pPr>
        <w:ind w:left="1701" w:hanging="283"/>
      </w:pPr>
      <w:rPr>
        <w:rFonts w:ascii="Symbol" w:hAnsi="Symbol" w:hint="default"/>
        <w:sz w:val="28"/>
      </w:rPr>
    </w:lvl>
    <w:lvl w:ilvl="1">
      <w:start w:val="1"/>
      <w:numFmt w:val="none"/>
      <w:lvlText w:val="%2"/>
      <w:lvlJc w:val="left"/>
      <w:pPr>
        <w:ind w:left="720" w:hanging="360"/>
      </w:pPr>
      <w:rPr>
        <w:rFonts w:hint="default"/>
      </w:rPr>
    </w:lvl>
    <w:lvl w:ilvl="2">
      <w:start w:val="1"/>
      <w:numFmt w:val="none"/>
      <w:lvlText w:val="%3"/>
      <w:lvlJc w:val="left"/>
      <w:pPr>
        <w:ind w:left="1080" w:hanging="360"/>
      </w:pPr>
      <w:rPr>
        <w:rFonts w:hint="default"/>
      </w:rPr>
    </w:lvl>
    <w:lvl w:ilvl="3">
      <w:start w:val="1"/>
      <w:numFmt w:val="none"/>
      <w:lvlText w:val=""/>
      <w:lvlJc w:val="left"/>
      <w:pPr>
        <w:ind w:left="1440" w:hanging="360"/>
      </w:pPr>
      <w:rPr>
        <w:rFonts w:hint="default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ind w:left="3240" w:hanging="360"/>
      </w:pPr>
      <w:rPr>
        <w:rFonts w:hint="default"/>
      </w:rPr>
    </w:lvl>
  </w:abstractNum>
  <w:abstractNum w:abstractNumId="6" w15:restartNumberingAfterBreak="0">
    <w:nsid w:val="25A14B38"/>
    <w:multiLevelType w:val="multilevel"/>
    <w:tmpl w:val="69F0B196"/>
    <w:name w:val="Liste-titres-contrat54"/>
    <w:numStyleLink w:val="Liste-titres-contrat"/>
  </w:abstractNum>
  <w:abstractNum w:abstractNumId="7" w15:restartNumberingAfterBreak="0">
    <w:nsid w:val="25C11971"/>
    <w:multiLevelType w:val="multilevel"/>
    <w:tmpl w:val="DAE2AE3A"/>
    <w:lvl w:ilvl="0">
      <w:start w:val="1"/>
      <w:numFmt w:val="decimal"/>
      <w:suff w:val="space"/>
      <w:lvlText w:val="%1."/>
      <w:lvlJc w:val="left"/>
      <w:pPr>
        <w:ind w:left="57" w:hanging="57"/>
      </w:pPr>
      <w:rPr>
        <w:rFonts w:ascii="Marianne" w:hAnsi="Marianne" w:hint="default"/>
        <w:b/>
        <w:i w:val="0"/>
        <w:caps w:val="0"/>
        <w:sz w:val="20"/>
      </w:rPr>
    </w:lvl>
    <w:lvl w:ilvl="1">
      <w:start w:val="1"/>
      <w:numFmt w:val="decimal"/>
      <w:suff w:val="space"/>
      <w:lvlText w:val="%1.%2."/>
      <w:lvlJc w:val="left"/>
      <w:pPr>
        <w:ind w:left="414" w:hanging="57"/>
      </w:pPr>
      <w:rPr>
        <w:rFonts w:ascii="Marianne" w:hAnsi="Marianne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sz w:val="2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suff w:val="space"/>
      <w:lvlText w:val="%1.%2.%3."/>
      <w:lvlJc w:val="left"/>
      <w:pPr>
        <w:ind w:left="771" w:hanging="57"/>
      </w:pPr>
      <w:rPr>
        <w:rFonts w:ascii="Marianne" w:hAnsi="Marianne" w:hint="default"/>
        <w:b/>
        <w:i w:val="0"/>
        <w:sz w:val="18"/>
      </w:rPr>
    </w:lvl>
    <w:lvl w:ilvl="3">
      <w:start w:val="1"/>
      <w:numFmt w:val="none"/>
      <w:suff w:val="space"/>
      <w:lvlText w:val=""/>
      <w:lvlJc w:val="left"/>
      <w:pPr>
        <w:ind w:left="1128" w:hanging="57"/>
      </w:pPr>
      <w:rPr>
        <w:rFonts w:hint="default"/>
      </w:rPr>
    </w:lvl>
    <w:lvl w:ilvl="4">
      <w:start w:val="1"/>
      <w:numFmt w:val="none"/>
      <w:suff w:val="space"/>
      <w:lvlText w:val=""/>
      <w:lvlJc w:val="left"/>
      <w:pPr>
        <w:ind w:left="1485" w:hanging="57"/>
      </w:pPr>
      <w:rPr>
        <w:rFonts w:hint="default"/>
      </w:rPr>
    </w:lvl>
    <w:lvl w:ilvl="5">
      <w:start w:val="1"/>
      <w:numFmt w:val="none"/>
      <w:suff w:val="space"/>
      <w:lvlText w:val=""/>
      <w:lvlJc w:val="left"/>
      <w:pPr>
        <w:ind w:left="1842" w:hanging="57"/>
      </w:pPr>
      <w:rPr>
        <w:rFonts w:hint="default"/>
      </w:rPr>
    </w:lvl>
    <w:lvl w:ilvl="6">
      <w:start w:val="1"/>
      <w:numFmt w:val="none"/>
      <w:suff w:val="space"/>
      <w:lvlText w:val=""/>
      <w:lvlJc w:val="left"/>
      <w:pPr>
        <w:ind w:left="2199" w:hanging="57"/>
      </w:pPr>
      <w:rPr>
        <w:rFonts w:hint="default"/>
      </w:rPr>
    </w:lvl>
    <w:lvl w:ilvl="7">
      <w:start w:val="1"/>
      <w:numFmt w:val="none"/>
      <w:suff w:val="space"/>
      <w:lvlText w:val=""/>
      <w:lvlJc w:val="left"/>
      <w:pPr>
        <w:ind w:left="2556" w:hanging="57"/>
      </w:pPr>
      <w:rPr>
        <w:rFonts w:hint="default"/>
      </w:rPr>
    </w:lvl>
    <w:lvl w:ilvl="8">
      <w:start w:val="1"/>
      <w:numFmt w:val="none"/>
      <w:suff w:val="space"/>
      <w:lvlText w:val=""/>
      <w:lvlJc w:val="left"/>
      <w:pPr>
        <w:ind w:left="2913" w:hanging="57"/>
      </w:pPr>
      <w:rPr>
        <w:rFonts w:hint="default"/>
      </w:rPr>
    </w:lvl>
  </w:abstractNum>
  <w:abstractNum w:abstractNumId="8" w15:restartNumberingAfterBreak="0">
    <w:nsid w:val="279B16A7"/>
    <w:multiLevelType w:val="multilevel"/>
    <w:tmpl w:val="54B8A1A4"/>
    <w:name w:val="Liste-titres-standard"/>
    <w:styleLink w:val="Liste-titres-standard"/>
    <w:lvl w:ilvl="0">
      <w:start w:val="1"/>
      <w:numFmt w:val="decimal"/>
      <w:lvlText w:val="%1."/>
      <w:lvlJc w:val="left"/>
      <w:pPr>
        <w:ind w:left="360" w:hanging="360"/>
      </w:pPr>
      <w:rPr>
        <w:rFonts w:ascii="Marianne" w:hAnsi="Marianne" w:hint="default"/>
        <w:b/>
        <w:i w:val="0"/>
        <w:sz w:val="28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ascii="Marianne" w:hAnsi="Marianne" w:hint="default"/>
        <w:b/>
        <w:i w:val="0"/>
        <w:sz w:val="22"/>
      </w:rPr>
    </w:lvl>
    <w:lvl w:ilvl="2">
      <w:start w:val="1"/>
      <w:numFmt w:val="decimal"/>
      <w:lvlText w:val="%1.%2.%3."/>
      <w:lvlJc w:val="left"/>
      <w:pPr>
        <w:ind w:left="1080" w:hanging="360"/>
      </w:pPr>
      <w:rPr>
        <w:rFonts w:ascii="Marianne" w:hAnsi="Marianne" w:hint="default"/>
        <w:b/>
        <w:i w:val="0"/>
        <w:sz w:val="20"/>
      </w:rPr>
    </w:lvl>
    <w:lvl w:ilvl="3">
      <w:start w:val="1"/>
      <w:numFmt w:val="lowerLetter"/>
      <w:lvlText w:val="%4)"/>
      <w:lvlJc w:val="left"/>
      <w:pPr>
        <w:ind w:left="1440" w:hanging="360"/>
      </w:pPr>
      <w:rPr>
        <w:rFonts w:ascii="Marianne" w:hAnsi="Marianne" w:hint="default"/>
        <w:b/>
        <w:i w:val="0"/>
        <w:sz w:val="20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ind w:left="3240" w:hanging="360"/>
      </w:pPr>
      <w:rPr>
        <w:rFonts w:hint="default"/>
      </w:rPr>
    </w:lvl>
  </w:abstractNum>
  <w:abstractNum w:abstractNumId="9" w15:restartNumberingAfterBreak="0">
    <w:nsid w:val="2A6A6A34"/>
    <w:multiLevelType w:val="multilevel"/>
    <w:tmpl w:val="18A254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BA33719"/>
    <w:multiLevelType w:val="multilevel"/>
    <w:tmpl w:val="69F0B196"/>
    <w:name w:val="Liste-titres-marchés4"/>
    <w:numStyleLink w:val="Liste-titres-contrat"/>
  </w:abstractNum>
  <w:abstractNum w:abstractNumId="11" w15:restartNumberingAfterBreak="0">
    <w:nsid w:val="2BC260DC"/>
    <w:multiLevelType w:val="multilevel"/>
    <w:tmpl w:val="479470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F811983"/>
    <w:multiLevelType w:val="multilevel"/>
    <w:tmpl w:val="6FBE4402"/>
    <w:styleLink w:val="Style1"/>
    <w:lvl w:ilvl="0">
      <w:start w:val="1"/>
      <w:numFmt w:val="lowerLetter"/>
      <w:pStyle w:val="CorpsListelettres"/>
      <w:lvlText w:val="%1)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1">
      <w:start w:val="1"/>
      <w:numFmt w:val="none"/>
      <w:lvlText w:val="%2"/>
      <w:lvlJc w:val="left"/>
      <w:pPr>
        <w:ind w:left="720" w:hanging="360"/>
      </w:pPr>
      <w:rPr>
        <w:rFonts w:hint="default"/>
      </w:rPr>
    </w:lvl>
    <w:lvl w:ilvl="2">
      <w:start w:val="1"/>
      <w:numFmt w:val="none"/>
      <w:lvlText w:val=""/>
      <w:lvlJc w:val="left"/>
      <w:pPr>
        <w:ind w:left="1080" w:hanging="360"/>
      </w:pPr>
      <w:rPr>
        <w:rFonts w:hint="default"/>
      </w:rPr>
    </w:lvl>
    <w:lvl w:ilvl="3">
      <w:start w:val="1"/>
      <w:numFmt w:val="none"/>
      <w:lvlText w:val=""/>
      <w:lvlJc w:val="left"/>
      <w:pPr>
        <w:ind w:left="1440" w:hanging="360"/>
      </w:pPr>
      <w:rPr>
        <w:rFonts w:hint="default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ind w:left="3240" w:hanging="360"/>
      </w:pPr>
      <w:rPr>
        <w:rFonts w:hint="default"/>
      </w:rPr>
    </w:lvl>
  </w:abstractNum>
  <w:abstractNum w:abstractNumId="13" w15:restartNumberingAfterBreak="0">
    <w:nsid w:val="2FF86C2B"/>
    <w:multiLevelType w:val="multilevel"/>
    <w:tmpl w:val="69F0B196"/>
    <w:name w:val="Liste-titres-contrat2"/>
    <w:numStyleLink w:val="Liste-titres-contrat"/>
  </w:abstractNum>
  <w:abstractNum w:abstractNumId="14" w15:restartNumberingAfterBreak="0">
    <w:nsid w:val="3F224979"/>
    <w:multiLevelType w:val="multilevel"/>
    <w:tmpl w:val="69F0B196"/>
    <w:name w:val="Liste-titres-marchés2"/>
    <w:numStyleLink w:val="Liste-titres-contrat"/>
  </w:abstractNum>
  <w:abstractNum w:abstractNumId="15" w15:restartNumberingAfterBreak="0">
    <w:nsid w:val="41BD2785"/>
    <w:multiLevelType w:val="multilevel"/>
    <w:tmpl w:val="9E3E42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2A73C8D"/>
    <w:multiLevelType w:val="multilevel"/>
    <w:tmpl w:val="69F0B196"/>
    <w:name w:val="Liste-titres-contrat52"/>
    <w:numStyleLink w:val="Liste-titres-contrat"/>
  </w:abstractNum>
  <w:abstractNum w:abstractNumId="17" w15:restartNumberingAfterBreak="0">
    <w:nsid w:val="447928AC"/>
    <w:multiLevelType w:val="multilevel"/>
    <w:tmpl w:val="AE600D74"/>
    <w:lvl w:ilvl="0">
      <w:start w:val="1"/>
      <w:numFmt w:val="decimal"/>
      <w:suff w:val="space"/>
      <w:lvlText w:val="Article %1."/>
      <w:lvlJc w:val="left"/>
      <w:pPr>
        <w:ind w:left="57" w:hanging="57"/>
      </w:pPr>
      <w:rPr>
        <w:rFonts w:ascii="Marianne" w:hAnsi="Marianne" w:hint="default"/>
        <w:b/>
        <w:i w:val="0"/>
        <w:caps w:val="0"/>
        <w:sz w:val="28"/>
      </w:rPr>
    </w:lvl>
    <w:lvl w:ilvl="1">
      <w:start w:val="1"/>
      <w:numFmt w:val="decimal"/>
      <w:suff w:val="space"/>
      <w:lvlText w:val="%1.%2."/>
      <w:lvlJc w:val="left"/>
      <w:pPr>
        <w:ind w:left="414" w:hanging="57"/>
      </w:pPr>
      <w:rPr>
        <w:rFonts w:ascii="Marianne" w:hAnsi="Marianne" w:hint="default"/>
        <w:b/>
        <w:i w:val="0"/>
        <w:sz w:val="20"/>
      </w:rPr>
    </w:lvl>
    <w:lvl w:ilvl="2">
      <w:start w:val="1"/>
      <w:numFmt w:val="decimal"/>
      <w:suff w:val="space"/>
      <w:lvlText w:val="%1.%2.%3."/>
      <w:lvlJc w:val="left"/>
      <w:pPr>
        <w:ind w:left="771" w:hanging="57"/>
      </w:pPr>
      <w:rPr>
        <w:rFonts w:hint="default"/>
        <w:i w:val="0"/>
        <w:iCs w:val="0"/>
        <w: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none"/>
      <w:suff w:val="space"/>
      <w:lvlText w:val=""/>
      <w:lvlJc w:val="left"/>
      <w:pPr>
        <w:ind w:left="1128" w:hanging="57"/>
      </w:pPr>
      <w:rPr>
        <w:rFonts w:hint="default"/>
      </w:rPr>
    </w:lvl>
    <w:lvl w:ilvl="4">
      <w:start w:val="1"/>
      <w:numFmt w:val="none"/>
      <w:suff w:val="space"/>
      <w:lvlText w:val=""/>
      <w:lvlJc w:val="left"/>
      <w:pPr>
        <w:ind w:left="1485" w:hanging="57"/>
      </w:pPr>
      <w:rPr>
        <w:rFonts w:hint="default"/>
      </w:rPr>
    </w:lvl>
    <w:lvl w:ilvl="5">
      <w:start w:val="1"/>
      <w:numFmt w:val="none"/>
      <w:suff w:val="space"/>
      <w:lvlText w:val=""/>
      <w:lvlJc w:val="left"/>
      <w:pPr>
        <w:ind w:left="1842" w:hanging="57"/>
      </w:pPr>
      <w:rPr>
        <w:rFonts w:hint="default"/>
      </w:rPr>
    </w:lvl>
    <w:lvl w:ilvl="6">
      <w:start w:val="1"/>
      <w:numFmt w:val="none"/>
      <w:suff w:val="space"/>
      <w:lvlText w:val=""/>
      <w:lvlJc w:val="left"/>
      <w:pPr>
        <w:ind w:left="2199" w:hanging="57"/>
      </w:pPr>
      <w:rPr>
        <w:rFonts w:hint="default"/>
      </w:rPr>
    </w:lvl>
    <w:lvl w:ilvl="7">
      <w:start w:val="1"/>
      <w:numFmt w:val="none"/>
      <w:suff w:val="space"/>
      <w:lvlText w:val=""/>
      <w:lvlJc w:val="left"/>
      <w:pPr>
        <w:ind w:left="2556" w:hanging="57"/>
      </w:pPr>
      <w:rPr>
        <w:rFonts w:hint="default"/>
      </w:rPr>
    </w:lvl>
    <w:lvl w:ilvl="8">
      <w:start w:val="1"/>
      <w:numFmt w:val="none"/>
      <w:suff w:val="space"/>
      <w:lvlText w:val=""/>
      <w:lvlJc w:val="left"/>
      <w:pPr>
        <w:ind w:left="2913" w:hanging="57"/>
      </w:pPr>
      <w:rPr>
        <w:rFonts w:hint="default"/>
      </w:rPr>
    </w:lvl>
  </w:abstractNum>
  <w:abstractNum w:abstractNumId="18" w15:restartNumberingAfterBreak="0">
    <w:nsid w:val="45D84002"/>
    <w:multiLevelType w:val="multilevel"/>
    <w:tmpl w:val="94D415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6F90BED"/>
    <w:multiLevelType w:val="multilevel"/>
    <w:tmpl w:val="DAE2AE3A"/>
    <w:lvl w:ilvl="0">
      <w:start w:val="1"/>
      <w:numFmt w:val="decimal"/>
      <w:suff w:val="space"/>
      <w:lvlText w:val="%1."/>
      <w:lvlJc w:val="left"/>
      <w:pPr>
        <w:ind w:left="57" w:hanging="57"/>
      </w:pPr>
      <w:rPr>
        <w:rFonts w:ascii="Marianne" w:hAnsi="Marianne" w:hint="default"/>
        <w:b/>
        <w:i w:val="0"/>
        <w:caps w:val="0"/>
        <w:sz w:val="20"/>
      </w:rPr>
    </w:lvl>
    <w:lvl w:ilvl="1">
      <w:start w:val="1"/>
      <w:numFmt w:val="decimal"/>
      <w:suff w:val="space"/>
      <w:lvlText w:val="%1.%2."/>
      <w:lvlJc w:val="left"/>
      <w:pPr>
        <w:ind w:left="414" w:hanging="57"/>
      </w:pPr>
      <w:rPr>
        <w:rFonts w:ascii="Marianne" w:hAnsi="Marianne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sz w:val="2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suff w:val="space"/>
      <w:lvlText w:val="%1.%2.%3."/>
      <w:lvlJc w:val="left"/>
      <w:pPr>
        <w:ind w:left="771" w:hanging="57"/>
      </w:pPr>
      <w:rPr>
        <w:rFonts w:ascii="Marianne" w:hAnsi="Marianne" w:hint="default"/>
        <w:b/>
        <w:i w:val="0"/>
        <w:sz w:val="18"/>
      </w:rPr>
    </w:lvl>
    <w:lvl w:ilvl="3">
      <w:start w:val="1"/>
      <w:numFmt w:val="none"/>
      <w:suff w:val="space"/>
      <w:lvlText w:val=""/>
      <w:lvlJc w:val="left"/>
      <w:pPr>
        <w:ind w:left="1128" w:hanging="57"/>
      </w:pPr>
      <w:rPr>
        <w:rFonts w:hint="default"/>
      </w:rPr>
    </w:lvl>
    <w:lvl w:ilvl="4">
      <w:start w:val="1"/>
      <w:numFmt w:val="none"/>
      <w:suff w:val="space"/>
      <w:lvlText w:val=""/>
      <w:lvlJc w:val="left"/>
      <w:pPr>
        <w:ind w:left="1485" w:hanging="57"/>
      </w:pPr>
      <w:rPr>
        <w:rFonts w:hint="default"/>
      </w:rPr>
    </w:lvl>
    <w:lvl w:ilvl="5">
      <w:start w:val="1"/>
      <w:numFmt w:val="none"/>
      <w:suff w:val="space"/>
      <w:lvlText w:val=""/>
      <w:lvlJc w:val="left"/>
      <w:pPr>
        <w:ind w:left="1842" w:hanging="57"/>
      </w:pPr>
      <w:rPr>
        <w:rFonts w:hint="default"/>
      </w:rPr>
    </w:lvl>
    <w:lvl w:ilvl="6">
      <w:start w:val="1"/>
      <w:numFmt w:val="none"/>
      <w:suff w:val="space"/>
      <w:lvlText w:val=""/>
      <w:lvlJc w:val="left"/>
      <w:pPr>
        <w:ind w:left="2199" w:hanging="57"/>
      </w:pPr>
      <w:rPr>
        <w:rFonts w:hint="default"/>
      </w:rPr>
    </w:lvl>
    <w:lvl w:ilvl="7">
      <w:start w:val="1"/>
      <w:numFmt w:val="none"/>
      <w:suff w:val="space"/>
      <w:lvlText w:val=""/>
      <w:lvlJc w:val="left"/>
      <w:pPr>
        <w:ind w:left="2556" w:hanging="57"/>
      </w:pPr>
      <w:rPr>
        <w:rFonts w:hint="default"/>
      </w:rPr>
    </w:lvl>
    <w:lvl w:ilvl="8">
      <w:start w:val="1"/>
      <w:numFmt w:val="none"/>
      <w:suff w:val="space"/>
      <w:lvlText w:val=""/>
      <w:lvlJc w:val="left"/>
      <w:pPr>
        <w:ind w:left="2913" w:hanging="57"/>
      </w:pPr>
      <w:rPr>
        <w:rFonts w:hint="default"/>
      </w:rPr>
    </w:lvl>
  </w:abstractNum>
  <w:abstractNum w:abstractNumId="20" w15:restartNumberingAfterBreak="0">
    <w:nsid w:val="48787A5F"/>
    <w:multiLevelType w:val="multilevel"/>
    <w:tmpl w:val="18A25470"/>
    <w:name w:val="Liste-titres-contrat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4BF670F0"/>
    <w:multiLevelType w:val="multilevel"/>
    <w:tmpl w:val="69F0B196"/>
    <w:name w:val="Liste-titres-contrat5"/>
    <w:styleLink w:val="Liste-titres-contrat"/>
    <w:lvl w:ilvl="0">
      <w:start w:val="1"/>
      <w:numFmt w:val="decimal"/>
      <w:pStyle w:val="Titren1surlign"/>
      <w:suff w:val="space"/>
      <w:lvlText w:val="Article %1."/>
      <w:lvlJc w:val="left"/>
      <w:pPr>
        <w:ind w:left="1418" w:hanging="1418"/>
      </w:pPr>
      <w:rPr>
        <w:rFonts w:ascii="Marianne" w:hAnsi="Marianne" w:hint="default"/>
        <w:b/>
        <w:i w:val="0"/>
        <w:caps w:val="0"/>
        <w:color w:val="231F20"/>
        <w:spacing w:val="-1"/>
        <w:w w:val="100"/>
        <w:sz w:val="28"/>
        <w:szCs w:val="20"/>
      </w:rPr>
    </w:lvl>
    <w:lvl w:ilvl="1">
      <w:start w:val="1"/>
      <w:numFmt w:val="decimal"/>
      <w:pStyle w:val="Titren2"/>
      <w:suff w:val="space"/>
      <w:lvlText w:val="%1.%2."/>
      <w:lvlJc w:val="left"/>
      <w:pPr>
        <w:ind w:left="680" w:hanging="396"/>
      </w:pPr>
      <w:rPr>
        <w:rFonts w:ascii="Marianne" w:hAnsi="Marianne" w:hint="default"/>
        <w:b/>
        <w:i w:val="0"/>
        <w:sz w:val="22"/>
      </w:rPr>
    </w:lvl>
    <w:lvl w:ilvl="2">
      <w:start w:val="1"/>
      <w:numFmt w:val="decimal"/>
      <w:pStyle w:val="Titren3"/>
      <w:suff w:val="space"/>
      <w:lvlText w:val="%1.%2.%3."/>
      <w:lvlJc w:val="left"/>
      <w:pPr>
        <w:ind w:left="1134" w:hanging="567"/>
      </w:pPr>
      <w:rPr>
        <w:rFonts w:ascii="Marianne" w:hAnsi="Marianne" w:hint="default"/>
        <w:b/>
        <w:i w:val="0"/>
        <w:sz w:val="20"/>
      </w:rPr>
    </w:lvl>
    <w:lvl w:ilvl="3">
      <w:start w:val="1"/>
      <w:numFmt w:val="upperLetter"/>
      <w:pStyle w:val="Titren4"/>
      <w:suff w:val="space"/>
      <w:lvlText w:val="%4 -"/>
      <w:lvlJc w:val="left"/>
      <w:pPr>
        <w:ind w:left="1134" w:firstLine="0"/>
      </w:pPr>
      <w:rPr>
        <w:rFonts w:ascii="Marianne" w:hAnsi="Marianne" w:hint="default"/>
        <w:b/>
        <w:i w:val="0"/>
        <w:sz w:val="20"/>
      </w:rPr>
    </w:lvl>
    <w:lvl w:ilvl="4">
      <w:start w:val="1"/>
      <w:numFmt w:val="none"/>
      <w:pStyle w:val="Titren5"/>
      <w:suff w:val="space"/>
      <w:lvlText w:val=""/>
      <w:lvlJc w:val="left"/>
      <w:pPr>
        <w:ind w:left="1418" w:firstLine="0"/>
      </w:pPr>
      <w:rPr>
        <w:rFonts w:hint="default"/>
      </w:rPr>
    </w:lvl>
    <w:lvl w:ilvl="5">
      <w:start w:val="1"/>
      <w:numFmt w:val="none"/>
      <w:suff w:val="space"/>
      <w:lvlText w:val=""/>
      <w:lvlJc w:val="left"/>
      <w:pPr>
        <w:ind w:left="1842" w:hanging="57"/>
      </w:pPr>
      <w:rPr>
        <w:rFonts w:hint="default"/>
      </w:rPr>
    </w:lvl>
    <w:lvl w:ilvl="6">
      <w:start w:val="1"/>
      <w:numFmt w:val="none"/>
      <w:suff w:val="space"/>
      <w:lvlText w:val=""/>
      <w:lvlJc w:val="left"/>
      <w:pPr>
        <w:ind w:left="2199" w:hanging="57"/>
      </w:pPr>
      <w:rPr>
        <w:rFonts w:hint="default"/>
      </w:rPr>
    </w:lvl>
    <w:lvl w:ilvl="7">
      <w:start w:val="1"/>
      <w:numFmt w:val="none"/>
      <w:suff w:val="space"/>
      <w:lvlText w:val=""/>
      <w:lvlJc w:val="left"/>
      <w:pPr>
        <w:ind w:left="2556" w:hanging="57"/>
      </w:pPr>
      <w:rPr>
        <w:rFonts w:hint="default"/>
      </w:rPr>
    </w:lvl>
    <w:lvl w:ilvl="8">
      <w:start w:val="1"/>
      <w:numFmt w:val="none"/>
      <w:suff w:val="space"/>
      <w:lvlText w:val=""/>
      <w:lvlJc w:val="left"/>
      <w:pPr>
        <w:ind w:left="2913" w:hanging="57"/>
      </w:pPr>
      <w:rPr>
        <w:rFonts w:hint="default"/>
      </w:rPr>
    </w:lvl>
  </w:abstractNum>
  <w:abstractNum w:abstractNumId="22" w15:restartNumberingAfterBreak="0">
    <w:nsid w:val="51E57911"/>
    <w:multiLevelType w:val="multilevel"/>
    <w:tmpl w:val="AAB0C2C2"/>
    <w:lvl w:ilvl="0">
      <w:start w:val="1"/>
      <w:numFmt w:val="decimal"/>
      <w:lvlText w:val="%1."/>
      <w:lvlJc w:val="left"/>
      <w:pPr>
        <w:ind w:left="284" w:hanging="284"/>
      </w:pPr>
      <w:rPr>
        <w:rFonts w:ascii="Marianne" w:hAnsi="Marianne" w:hint="default"/>
        <w:b/>
        <w:sz w:val="28"/>
      </w:rPr>
    </w:lvl>
    <w:lvl w:ilvl="1">
      <w:start w:val="1"/>
      <w:numFmt w:val="decimal"/>
      <w:lvlText w:val="%1.%2."/>
      <w:lvlJc w:val="left"/>
      <w:pPr>
        <w:ind w:left="567" w:hanging="283"/>
      </w:pPr>
      <w:rPr>
        <w:rFonts w:ascii="Marianne" w:hAnsi="Marianne" w:hint="default"/>
        <w:b/>
        <w:sz w:val="22"/>
      </w:rPr>
    </w:lvl>
    <w:lvl w:ilvl="2">
      <w:start w:val="1"/>
      <w:numFmt w:val="decimal"/>
      <w:pStyle w:val="Titre3"/>
      <w:lvlText w:val="%3.%2.%1."/>
      <w:lvlJc w:val="left"/>
      <w:pPr>
        <w:tabs>
          <w:tab w:val="num" w:pos="720"/>
        </w:tabs>
        <w:ind w:left="851" w:hanging="284"/>
      </w:pPr>
      <w:rPr>
        <w:rFonts w:ascii="Marianne" w:hAnsi="Marianne" w:hint="default"/>
        <w:b/>
        <w:sz w:val="20"/>
      </w:rPr>
    </w:lvl>
    <w:lvl w:ilvl="3">
      <w:start w:val="1"/>
      <w:numFmt w:val="none"/>
      <w:lvlText w:val=""/>
      <w:lvlJc w:val="left"/>
      <w:pPr>
        <w:tabs>
          <w:tab w:val="num" w:pos="1077"/>
        </w:tabs>
        <w:ind w:left="1134" w:hanging="283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440"/>
        </w:tabs>
        <w:ind w:left="1701" w:hanging="567"/>
      </w:pPr>
      <w:rPr>
        <w:rFonts w:hint="default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hint="default"/>
      </w:rPr>
    </w:lvl>
    <w:lvl w:ilvl="6">
      <w:start w:val="1"/>
      <w:numFmt w:val="none"/>
      <w:lvlText w:val="%7"/>
      <w:lvlJc w:val="left"/>
      <w:pPr>
        <w:ind w:left="2520" w:hanging="360"/>
      </w:pPr>
      <w:rPr>
        <w:rFonts w:hint="default"/>
      </w:rPr>
    </w:lvl>
    <w:lvl w:ilvl="7">
      <w:start w:val="1"/>
      <w:numFmt w:val="none"/>
      <w:lvlText w:val="%8"/>
      <w:lvlJc w:val="left"/>
      <w:pPr>
        <w:ind w:left="2880" w:hanging="360"/>
      </w:pPr>
      <w:rPr>
        <w:rFonts w:hint="default"/>
      </w:rPr>
    </w:lvl>
    <w:lvl w:ilvl="8">
      <w:start w:val="1"/>
      <w:numFmt w:val="none"/>
      <w:lvlText w:val="%9"/>
      <w:lvlJc w:val="left"/>
      <w:pPr>
        <w:ind w:left="3240" w:hanging="360"/>
      </w:pPr>
      <w:rPr>
        <w:rFonts w:hint="default"/>
      </w:rPr>
    </w:lvl>
  </w:abstractNum>
  <w:abstractNum w:abstractNumId="23" w15:restartNumberingAfterBreak="0">
    <w:nsid w:val="56D7474E"/>
    <w:multiLevelType w:val="multilevel"/>
    <w:tmpl w:val="69F0B196"/>
    <w:name w:val="Liste-titres-contrat3"/>
    <w:numStyleLink w:val="Liste-titres-contrat"/>
  </w:abstractNum>
  <w:abstractNum w:abstractNumId="24" w15:restartNumberingAfterBreak="0">
    <w:nsid w:val="5BB62B57"/>
    <w:multiLevelType w:val="multilevel"/>
    <w:tmpl w:val="CDE688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64931BB3"/>
    <w:multiLevelType w:val="multilevel"/>
    <w:tmpl w:val="69F0B196"/>
    <w:name w:val="Liste-titres-contrat53"/>
    <w:numStyleLink w:val="Liste-titres-contrat"/>
  </w:abstractNum>
  <w:abstractNum w:abstractNumId="26" w15:restartNumberingAfterBreak="0">
    <w:nsid w:val="686D73D1"/>
    <w:multiLevelType w:val="multilevel"/>
    <w:tmpl w:val="69F0B196"/>
    <w:name w:val="Liste-titres-marchés3"/>
    <w:numStyleLink w:val="Liste-titres-contrat"/>
  </w:abstractNum>
  <w:abstractNum w:abstractNumId="27" w15:restartNumberingAfterBreak="0">
    <w:nsid w:val="73D91E77"/>
    <w:multiLevelType w:val="hybridMultilevel"/>
    <w:tmpl w:val="585C4DE4"/>
    <w:name w:val="Liste-titres-marchés42"/>
    <w:lvl w:ilvl="0" w:tplc="954CEC80">
      <w:start w:val="1"/>
      <w:numFmt w:val="bullet"/>
      <w:lvlText w:val=""/>
      <w:lvlJc w:val="left"/>
      <w:pPr>
        <w:ind w:left="1146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8" w15:restartNumberingAfterBreak="0">
    <w:nsid w:val="763D51E2"/>
    <w:multiLevelType w:val="multilevel"/>
    <w:tmpl w:val="294827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upperLetter"/>
      <w:lvlText w:val="%2 -"/>
      <w:lvlJc w:val="left"/>
      <w:pPr>
        <w:ind w:left="1440" w:hanging="360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798B1E00"/>
    <w:multiLevelType w:val="hybridMultilevel"/>
    <w:tmpl w:val="5F2CA3F6"/>
    <w:lvl w:ilvl="0" w:tplc="040C0001">
      <w:start w:val="1"/>
      <w:numFmt w:val="bullet"/>
      <w:lvlText w:val=""/>
      <w:lvlJc w:val="left"/>
      <w:pPr>
        <w:ind w:left="1639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35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07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79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51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23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95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67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399" w:hanging="360"/>
      </w:pPr>
      <w:rPr>
        <w:rFonts w:ascii="Wingdings" w:hAnsi="Wingdings" w:hint="default"/>
      </w:rPr>
    </w:lvl>
  </w:abstractNum>
  <w:abstractNum w:abstractNumId="30" w15:restartNumberingAfterBreak="0">
    <w:nsid w:val="79A457B7"/>
    <w:multiLevelType w:val="multilevel"/>
    <w:tmpl w:val="69F0B196"/>
    <w:name w:val="Liste-titres-contrat5"/>
    <w:numStyleLink w:val="Liste-titres-contrat"/>
  </w:abstractNum>
  <w:abstractNum w:abstractNumId="31" w15:restartNumberingAfterBreak="0">
    <w:nsid w:val="7A7F3D07"/>
    <w:multiLevelType w:val="multilevel"/>
    <w:tmpl w:val="F0523AEA"/>
    <w:name w:val="Liste-titres-contrat53"/>
    <w:numStyleLink w:val="Liste-a-puces"/>
  </w:abstractNum>
  <w:abstractNum w:abstractNumId="32" w15:restartNumberingAfterBreak="0">
    <w:nsid w:val="7B4307C1"/>
    <w:multiLevelType w:val="multilevel"/>
    <w:tmpl w:val="040C001D"/>
    <w:name w:val="Liste-titres-marchés33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3" w15:restartNumberingAfterBreak="0">
    <w:nsid w:val="7C91203C"/>
    <w:multiLevelType w:val="multilevel"/>
    <w:tmpl w:val="A51A5E22"/>
    <w:numStyleLink w:val="Liste-a-cocher"/>
  </w:abstractNum>
  <w:abstractNum w:abstractNumId="34" w15:restartNumberingAfterBreak="0">
    <w:nsid w:val="7D49213D"/>
    <w:multiLevelType w:val="multilevel"/>
    <w:tmpl w:val="CE9263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7F5E0EC1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 w16cid:durableId="1890335732">
    <w:abstractNumId w:val="35"/>
  </w:num>
  <w:num w:numId="2" w16cid:durableId="1996757551">
    <w:abstractNumId w:val="22"/>
  </w:num>
  <w:num w:numId="3" w16cid:durableId="1681857648">
    <w:abstractNumId w:val="21"/>
  </w:num>
  <w:num w:numId="4" w16cid:durableId="2009167483">
    <w:abstractNumId w:val="8"/>
  </w:num>
  <w:num w:numId="5" w16cid:durableId="466164479">
    <w:abstractNumId w:val="0"/>
  </w:num>
  <w:num w:numId="6" w16cid:durableId="69473600">
    <w:abstractNumId w:val="5"/>
  </w:num>
  <w:num w:numId="7" w16cid:durableId="1893033219">
    <w:abstractNumId w:val="33"/>
  </w:num>
  <w:num w:numId="8" w16cid:durableId="1603996384">
    <w:abstractNumId w:val="12"/>
  </w:num>
  <w:num w:numId="9" w16cid:durableId="1910268348">
    <w:abstractNumId w:val="31"/>
  </w:num>
  <w:num w:numId="10" w16cid:durableId="1260676749">
    <w:abstractNumId w:val="6"/>
  </w:num>
  <w:num w:numId="11" w16cid:durableId="1034580446">
    <w:abstractNumId w:val="34"/>
  </w:num>
  <w:num w:numId="12" w16cid:durableId="913246796">
    <w:abstractNumId w:val="3"/>
  </w:num>
  <w:num w:numId="13" w16cid:durableId="1907840235">
    <w:abstractNumId w:val="9"/>
  </w:num>
  <w:num w:numId="14" w16cid:durableId="1494879204">
    <w:abstractNumId w:val="24"/>
  </w:num>
  <w:num w:numId="15" w16cid:durableId="1671568047">
    <w:abstractNumId w:val="18"/>
    <w:lvlOverride w:ilvl="0">
      <w:startOverride w:val="1"/>
    </w:lvlOverride>
  </w:num>
  <w:num w:numId="16" w16cid:durableId="786510577">
    <w:abstractNumId w:val="28"/>
  </w:num>
  <w:num w:numId="17" w16cid:durableId="1211918331">
    <w:abstractNumId w:val="11"/>
  </w:num>
  <w:num w:numId="18" w16cid:durableId="1178228071">
    <w:abstractNumId w:val="15"/>
  </w:num>
  <w:num w:numId="19" w16cid:durableId="1748503395">
    <w:abstractNumId w:val="1"/>
  </w:num>
  <w:num w:numId="20" w16cid:durableId="951474276">
    <w:abstractNumId w:val="27"/>
  </w:num>
  <w:num w:numId="21" w16cid:durableId="782769464">
    <w:abstractNumId w:val="2"/>
  </w:num>
  <w:num w:numId="22" w16cid:durableId="721945454">
    <w:abstractNumId w:val="17"/>
  </w:num>
  <w:num w:numId="23" w16cid:durableId="1052967673">
    <w:abstractNumId w:val="19"/>
  </w:num>
  <w:num w:numId="24" w16cid:durableId="2107995568">
    <w:abstractNumId w:val="7"/>
  </w:num>
  <w:num w:numId="25" w16cid:durableId="108670171">
    <w:abstractNumId w:val="29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attachedTemplate r:id="rId1"/>
  <w:documentProtection w:formatting="1" w:enforcement="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55297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95AF1"/>
    <w:rsid w:val="00003B59"/>
    <w:rsid w:val="00013B09"/>
    <w:rsid w:val="00015220"/>
    <w:rsid w:val="0001578A"/>
    <w:rsid w:val="00017CB2"/>
    <w:rsid w:val="00021CAE"/>
    <w:rsid w:val="00023726"/>
    <w:rsid w:val="00032ED8"/>
    <w:rsid w:val="00043DAF"/>
    <w:rsid w:val="00045DCD"/>
    <w:rsid w:val="00046EC0"/>
    <w:rsid w:val="00050757"/>
    <w:rsid w:val="00050A75"/>
    <w:rsid w:val="00052780"/>
    <w:rsid w:val="000529E6"/>
    <w:rsid w:val="00063B5E"/>
    <w:rsid w:val="00071ADF"/>
    <w:rsid w:val="000738E7"/>
    <w:rsid w:val="0007604D"/>
    <w:rsid w:val="00081F5E"/>
    <w:rsid w:val="00082048"/>
    <w:rsid w:val="000820A4"/>
    <w:rsid w:val="000825AD"/>
    <w:rsid w:val="00090E9E"/>
    <w:rsid w:val="000924D0"/>
    <w:rsid w:val="000A446A"/>
    <w:rsid w:val="000B2813"/>
    <w:rsid w:val="000B2CFB"/>
    <w:rsid w:val="000B3B15"/>
    <w:rsid w:val="000B3D6B"/>
    <w:rsid w:val="000B4435"/>
    <w:rsid w:val="000C1EB5"/>
    <w:rsid w:val="000C6277"/>
    <w:rsid w:val="000D4821"/>
    <w:rsid w:val="000D7A2F"/>
    <w:rsid w:val="000E3B29"/>
    <w:rsid w:val="000E6784"/>
    <w:rsid w:val="000F1CB9"/>
    <w:rsid w:val="001029E1"/>
    <w:rsid w:val="0010679B"/>
    <w:rsid w:val="00112208"/>
    <w:rsid w:val="001200FD"/>
    <w:rsid w:val="0012122C"/>
    <w:rsid w:val="0012751C"/>
    <w:rsid w:val="00137967"/>
    <w:rsid w:val="0014121E"/>
    <w:rsid w:val="00145649"/>
    <w:rsid w:val="00152D10"/>
    <w:rsid w:val="00153A37"/>
    <w:rsid w:val="00154E71"/>
    <w:rsid w:val="001574FB"/>
    <w:rsid w:val="00163663"/>
    <w:rsid w:val="001640DC"/>
    <w:rsid w:val="001648E4"/>
    <w:rsid w:val="00190B7A"/>
    <w:rsid w:val="0019411F"/>
    <w:rsid w:val="00196B05"/>
    <w:rsid w:val="001A3B28"/>
    <w:rsid w:val="001A5417"/>
    <w:rsid w:val="001B46BB"/>
    <w:rsid w:val="001C79E5"/>
    <w:rsid w:val="001D77C9"/>
    <w:rsid w:val="001E44C1"/>
    <w:rsid w:val="001E71A8"/>
    <w:rsid w:val="001E7B5A"/>
    <w:rsid w:val="001F209A"/>
    <w:rsid w:val="001F6513"/>
    <w:rsid w:val="00200EE9"/>
    <w:rsid w:val="00202B2A"/>
    <w:rsid w:val="00203AA7"/>
    <w:rsid w:val="002049B9"/>
    <w:rsid w:val="00206DFC"/>
    <w:rsid w:val="00212481"/>
    <w:rsid w:val="00215980"/>
    <w:rsid w:val="002205EF"/>
    <w:rsid w:val="00221787"/>
    <w:rsid w:val="00224BE7"/>
    <w:rsid w:val="002264EB"/>
    <w:rsid w:val="002348E1"/>
    <w:rsid w:val="0024231B"/>
    <w:rsid w:val="00243006"/>
    <w:rsid w:val="00243867"/>
    <w:rsid w:val="0024388F"/>
    <w:rsid w:val="002455B2"/>
    <w:rsid w:val="00246184"/>
    <w:rsid w:val="00247802"/>
    <w:rsid w:val="0026436C"/>
    <w:rsid w:val="00265E09"/>
    <w:rsid w:val="002706B4"/>
    <w:rsid w:val="00270D79"/>
    <w:rsid w:val="002722A4"/>
    <w:rsid w:val="002847D2"/>
    <w:rsid w:val="00290741"/>
    <w:rsid w:val="00290CE8"/>
    <w:rsid w:val="00293194"/>
    <w:rsid w:val="0029360D"/>
    <w:rsid w:val="002A5FAB"/>
    <w:rsid w:val="002B1BCF"/>
    <w:rsid w:val="002C085C"/>
    <w:rsid w:val="002C53DF"/>
    <w:rsid w:val="002D275A"/>
    <w:rsid w:val="002D41B8"/>
    <w:rsid w:val="002D42C3"/>
    <w:rsid w:val="002D4E8D"/>
    <w:rsid w:val="002D727B"/>
    <w:rsid w:val="002E3D12"/>
    <w:rsid w:val="002E4030"/>
    <w:rsid w:val="00303186"/>
    <w:rsid w:val="003077A2"/>
    <w:rsid w:val="0031364D"/>
    <w:rsid w:val="003156D7"/>
    <w:rsid w:val="003161B9"/>
    <w:rsid w:val="00321F84"/>
    <w:rsid w:val="003240AC"/>
    <w:rsid w:val="0032670E"/>
    <w:rsid w:val="00326A39"/>
    <w:rsid w:val="00326E9D"/>
    <w:rsid w:val="003375D9"/>
    <w:rsid w:val="003413C5"/>
    <w:rsid w:val="00344819"/>
    <w:rsid w:val="003603D5"/>
    <w:rsid w:val="00364351"/>
    <w:rsid w:val="00387158"/>
    <w:rsid w:val="00390415"/>
    <w:rsid w:val="00392F5C"/>
    <w:rsid w:val="003A5211"/>
    <w:rsid w:val="003A7BC3"/>
    <w:rsid w:val="003B45A1"/>
    <w:rsid w:val="003D1564"/>
    <w:rsid w:val="003D1DE1"/>
    <w:rsid w:val="003D3D28"/>
    <w:rsid w:val="003D6FC8"/>
    <w:rsid w:val="003E3ADA"/>
    <w:rsid w:val="003F2312"/>
    <w:rsid w:val="00405EE3"/>
    <w:rsid w:val="00410BE1"/>
    <w:rsid w:val="004111B0"/>
    <w:rsid w:val="004119A3"/>
    <w:rsid w:val="0042101F"/>
    <w:rsid w:val="0042650E"/>
    <w:rsid w:val="00427071"/>
    <w:rsid w:val="00445913"/>
    <w:rsid w:val="004529DA"/>
    <w:rsid w:val="00452D76"/>
    <w:rsid w:val="004608CD"/>
    <w:rsid w:val="0046144A"/>
    <w:rsid w:val="00470EA5"/>
    <w:rsid w:val="0047147C"/>
    <w:rsid w:val="004746BB"/>
    <w:rsid w:val="0047788D"/>
    <w:rsid w:val="0048113A"/>
    <w:rsid w:val="00481D19"/>
    <w:rsid w:val="0049358D"/>
    <w:rsid w:val="004936AF"/>
    <w:rsid w:val="004A588D"/>
    <w:rsid w:val="004C3C71"/>
    <w:rsid w:val="004C4E40"/>
    <w:rsid w:val="004C5046"/>
    <w:rsid w:val="004C578A"/>
    <w:rsid w:val="004C7346"/>
    <w:rsid w:val="004D0D46"/>
    <w:rsid w:val="004D1619"/>
    <w:rsid w:val="004D2C3D"/>
    <w:rsid w:val="004D6BAB"/>
    <w:rsid w:val="004E2741"/>
    <w:rsid w:val="004E7415"/>
    <w:rsid w:val="004F0976"/>
    <w:rsid w:val="00505504"/>
    <w:rsid w:val="00507A15"/>
    <w:rsid w:val="005122E4"/>
    <w:rsid w:val="005135F6"/>
    <w:rsid w:val="005145C6"/>
    <w:rsid w:val="00514BF1"/>
    <w:rsid w:val="00515B96"/>
    <w:rsid w:val="00516218"/>
    <w:rsid w:val="00517B19"/>
    <w:rsid w:val="00521BCD"/>
    <w:rsid w:val="00522A96"/>
    <w:rsid w:val="00526B93"/>
    <w:rsid w:val="0053084E"/>
    <w:rsid w:val="00533FB0"/>
    <w:rsid w:val="005373FD"/>
    <w:rsid w:val="005425EB"/>
    <w:rsid w:val="00546420"/>
    <w:rsid w:val="00583259"/>
    <w:rsid w:val="005926DD"/>
    <w:rsid w:val="005972E3"/>
    <w:rsid w:val="00597383"/>
    <w:rsid w:val="005A367C"/>
    <w:rsid w:val="005A4DBF"/>
    <w:rsid w:val="005B11B6"/>
    <w:rsid w:val="005B5D13"/>
    <w:rsid w:val="005B6F0D"/>
    <w:rsid w:val="005C34BB"/>
    <w:rsid w:val="005C4846"/>
    <w:rsid w:val="005C5C23"/>
    <w:rsid w:val="005C7874"/>
    <w:rsid w:val="005F2E98"/>
    <w:rsid w:val="005F469D"/>
    <w:rsid w:val="005F5B5E"/>
    <w:rsid w:val="00600BB7"/>
    <w:rsid w:val="00601526"/>
    <w:rsid w:val="006018CD"/>
    <w:rsid w:val="006041EE"/>
    <w:rsid w:val="00605D5E"/>
    <w:rsid w:val="0061733E"/>
    <w:rsid w:val="00621723"/>
    <w:rsid w:val="00622E4F"/>
    <w:rsid w:val="00625D93"/>
    <w:rsid w:val="0063163B"/>
    <w:rsid w:val="0063253B"/>
    <w:rsid w:val="006347AF"/>
    <w:rsid w:val="00642467"/>
    <w:rsid w:val="0065024C"/>
    <w:rsid w:val="00651077"/>
    <w:rsid w:val="0065292C"/>
    <w:rsid w:val="0065543A"/>
    <w:rsid w:val="00657635"/>
    <w:rsid w:val="006618EF"/>
    <w:rsid w:val="006672E3"/>
    <w:rsid w:val="006727DA"/>
    <w:rsid w:val="00672854"/>
    <w:rsid w:val="006751FB"/>
    <w:rsid w:val="0067592B"/>
    <w:rsid w:val="00680572"/>
    <w:rsid w:val="006859B0"/>
    <w:rsid w:val="00693109"/>
    <w:rsid w:val="006A4ADA"/>
    <w:rsid w:val="006B2796"/>
    <w:rsid w:val="006B7B6E"/>
    <w:rsid w:val="006C444C"/>
    <w:rsid w:val="006C5871"/>
    <w:rsid w:val="006D09AD"/>
    <w:rsid w:val="006D1459"/>
    <w:rsid w:val="006D2BDC"/>
    <w:rsid w:val="006D502A"/>
    <w:rsid w:val="006E3E41"/>
    <w:rsid w:val="006E455E"/>
    <w:rsid w:val="006F20A0"/>
    <w:rsid w:val="006F2701"/>
    <w:rsid w:val="006F4571"/>
    <w:rsid w:val="006F66F9"/>
    <w:rsid w:val="00701D84"/>
    <w:rsid w:val="00705E15"/>
    <w:rsid w:val="007158C1"/>
    <w:rsid w:val="00716E19"/>
    <w:rsid w:val="00721469"/>
    <w:rsid w:val="007230AF"/>
    <w:rsid w:val="007235C5"/>
    <w:rsid w:val="00730231"/>
    <w:rsid w:val="00732DC3"/>
    <w:rsid w:val="00742A03"/>
    <w:rsid w:val="007555AE"/>
    <w:rsid w:val="00755F17"/>
    <w:rsid w:val="007647CB"/>
    <w:rsid w:val="0076691E"/>
    <w:rsid w:val="00773338"/>
    <w:rsid w:val="00781376"/>
    <w:rsid w:val="00783B03"/>
    <w:rsid w:val="0079276E"/>
    <w:rsid w:val="007942EF"/>
    <w:rsid w:val="007B25CD"/>
    <w:rsid w:val="007B39D1"/>
    <w:rsid w:val="007B39F0"/>
    <w:rsid w:val="007B46EA"/>
    <w:rsid w:val="007B4F8D"/>
    <w:rsid w:val="007B6F11"/>
    <w:rsid w:val="007E2D34"/>
    <w:rsid w:val="007F1724"/>
    <w:rsid w:val="007F2BEE"/>
    <w:rsid w:val="00802A20"/>
    <w:rsid w:val="008052F3"/>
    <w:rsid w:val="00807CCD"/>
    <w:rsid w:val="0081060F"/>
    <w:rsid w:val="00821F1C"/>
    <w:rsid w:val="00822782"/>
    <w:rsid w:val="008257E7"/>
    <w:rsid w:val="008306A6"/>
    <w:rsid w:val="008314DF"/>
    <w:rsid w:val="008323F3"/>
    <w:rsid w:val="00832F3D"/>
    <w:rsid w:val="008347E0"/>
    <w:rsid w:val="00845B40"/>
    <w:rsid w:val="00851458"/>
    <w:rsid w:val="00853D49"/>
    <w:rsid w:val="00860C36"/>
    <w:rsid w:val="00862E10"/>
    <w:rsid w:val="00874522"/>
    <w:rsid w:val="00874E8E"/>
    <w:rsid w:val="0089070D"/>
    <w:rsid w:val="00892220"/>
    <w:rsid w:val="008A60E2"/>
    <w:rsid w:val="008A73FE"/>
    <w:rsid w:val="008C16ED"/>
    <w:rsid w:val="008C18CA"/>
    <w:rsid w:val="008D7C6E"/>
    <w:rsid w:val="008F7DFC"/>
    <w:rsid w:val="008F7F41"/>
    <w:rsid w:val="00903508"/>
    <w:rsid w:val="009104DC"/>
    <w:rsid w:val="00912149"/>
    <w:rsid w:val="00916E29"/>
    <w:rsid w:val="00921487"/>
    <w:rsid w:val="009274E8"/>
    <w:rsid w:val="00930B38"/>
    <w:rsid w:val="00933DED"/>
    <w:rsid w:val="00936712"/>
    <w:rsid w:val="00936E45"/>
    <w:rsid w:val="0093737E"/>
    <w:rsid w:val="00941377"/>
    <w:rsid w:val="0094180C"/>
    <w:rsid w:val="0094288E"/>
    <w:rsid w:val="00944745"/>
    <w:rsid w:val="00950841"/>
    <w:rsid w:val="0095212F"/>
    <w:rsid w:val="009611A2"/>
    <w:rsid w:val="00961787"/>
    <w:rsid w:val="00967E94"/>
    <w:rsid w:val="009756DF"/>
    <w:rsid w:val="00983B45"/>
    <w:rsid w:val="009900FC"/>
    <w:rsid w:val="009910BE"/>
    <w:rsid w:val="00992DBA"/>
    <w:rsid w:val="00995AF1"/>
    <w:rsid w:val="009A1256"/>
    <w:rsid w:val="009B6B2F"/>
    <w:rsid w:val="009C01F7"/>
    <w:rsid w:val="009C0C96"/>
    <w:rsid w:val="009C0FA0"/>
    <w:rsid w:val="009C141C"/>
    <w:rsid w:val="009C2BF7"/>
    <w:rsid w:val="009D29B4"/>
    <w:rsid w:val="009D443C"/>
    <w:rsid w:val="009D50F7"/>
    <w:rsid w:val="009D5A8D"/>
    <w:rsid w:val="009E3335"/>
    <w:rsid w:val="009E6DCE"/>
    <w:rsid w:val="009E788B"/>
    <w:rsid w:val="009F54AD"/>
    <w:rsid w:val="009F56A7"/>
    <w:rsid w:val="009F6271"/>
    <w:rsid w:val="009F6734"/>
    <w:rsid w:val="009F692C"/>
    <w:rsid w:val="00A10A83"/>
    <w:rsid w:val="00A124A0"/>
    <w:rsid w:val="00A14844"/>
    <w:rsid w:val="00A1486F"/>
    <w:rsid w:val="00A14EDA"/>
    <w:rsid w:val="00A17DC2"/>
    <w:rsid w:val="00A2161A"/>
    <w:rsid w:val="00A23C8E"/>
    <w:rsid w:val="00A26027"/>
    <w:rsid w:val="00A30EA6"/>
    <w:rsid w:val="00A34EC7"/>
    <w:rsid w:val="00A42D91"/>
    <w:rsid w:val="00A43CD4"/>
    <w:rsid w:val="00A47318"/>
    <w:rsid w:val="00A62713"/>
    <w:rsid w:val="00A62894"/>
    <w:rsid w:val="00A656B3"/>
    <w:rsid w:val="00A66ACE"/>
    <w:rsid w:val="00A7190B"/>
    <w:rsid w:val="00A73D6A"/>
    <w:rsid w:val="00A80E28"/>
    <w:rsid w:val="00A84CCB"/>
    <w:rsid w:val="00A91788"/>
    <w:rsid w:val="00AA4FEE"/>
    <w:rsid w:val="00AA5E97"/>
    <w:rsid w:val="00AB566A"/>
    <w:rsid w:val="00AB7CC5"/>
    <w:rsid w:val="00AC5A03"/>
    <w:rsid w:val="00AD6E9A"/>
    <w:rsid w:val="00AE052B"/>
    <w:rsid w:val="00AE1330"/>
    <w:rsid w:val="00AE48FE"/>
    <w:rsid w:val="00AF1D5B"/>
    <w:rsid w:val="00AF47BC"/>
    <w:rsid w:val="00B03039"/>
    <w:rsid w:val="00B0604C"/>
    <w:rsid w:val="00B1032E"/>
    <w:rsid w:val="00B31D6E"/>
    <w:rsid w:val="00B36C6A"/>
    <w:rsid w:val="00B37451"/>
    <w:rsid w:val="00B40420"/>
    <w:rsid w:val="00B4237C"/>
    <w:rsid w:val="00B42C90"/>
    <w:rsid w:val="00B432E5"/>
    <w:rsid w:val="00B46AF7"/>
    <w:rsid w:val="00B55B58"/>
    <w:rsid w:val="00B627D4"/>
    <w:rsid w:val="00B73832"/>
    <w:rsid w:val="00B7478A"/>
    <w:rsid w:val="00B802A8"/>
    <w:rsid w:val="00B835C5"/>
    <w:rsid w:val="00B84D99"/>
    <w:rsid w:val="00B97217"/>
    <w:rsid w:val="00BA03B3"/>
    <w:rsid w:val="00BA681B"/>
    <w:rsid w:val="00BC3B98"/>
    <w:rsid w:val="00BC4BBA"/>
    <w:rsid w:val="00BE1A45"/>
    <w:rsid w:val="00BE2D02"/>
    <w:rsid w:val="00BE6504"/>
    <w:rsid w:val="00BE7E2C"/>
    <w:rsid w:val="00BE7EE6"/>
    <w:rsid w:val="00BF4381"/>
    <w:rsid w:val="00BF55E5"/>
    <w:rsid w:val="00C00AD3"/>
    <w:rsid w:val="00C073BF"/>
    <w:rsid w:val="00C1153C"/>
    <w:rsid w:val="00C11580"/>
    <w:rsid w:val="00C14F05"/>
    <w:rsid w:val="00C2077B"/>
    <w:rsid w:val="00C213A2"/>
    <w:rsid w:val="00C220A3"/>
    <w:rsid w:val="00C307FC"/>
    <w:rsid w:val="00C30F81"/>
    <w:rsid w:val="00C376EA"/>
    <w:rsid w:val="00C37F01"/>
    <w:rsid w:val="00C44E8B"/>
    <w:rsid w:val="00C47D0D"/>
    <w:rsid w:val="00C507EE"/>
    <w:rsid w:val="00C52152"/>
    <w:rsid w:val="00C54797"/>
    <w:rsid w:val="00C60B36"/>
    <w:rsid w:val="00C6332B"/>
    <w:rsid w:val="00C66322"/>
    <w:rsid w:val="00C67312"/>
    <w:rsid w:val="00C7451D"/>
    <w:rsid w:val="00C80138"/>
    <w:rsid w:val="00C801A7"/>
    <w:rsid w:val="00C835F3"/>
    <w:rsid w:val="00C83F5F"/>
    <w:rsid w:val="00CA2D79"/>
    <w:rsid w:val="00CA7F79"/>
    <w:rsid w:val="00CB2A5D"/>
    <w:rsid w:val="00CB5A1D"/>
    <w:rsid w:val="00CB6B4B"/>
    <w:rsid w:val="00CD1BF0"/>
    <w:rsid w:val="00CD5053"/>
    <w:rsid w:val="00CD5E65"/>
    <w:rsid w:val="00CE16E3"/>
    <w:rsid w:val="00CE1BE6"/>
    <w:rsid w:val="00D001D6"/>
    <w:rsid w:val="00D10C52"/>
    <w:rsid w:val="00D3556B"/>
    <w:rsid w:val="00D37F51"/>
    <w:rsid w:val="00D42A54"/>
    <w:rsid w:val="00D60FCE"/>
    <w:rsid w:val="00D65CFE"/>
    <w:rsid w:val="00D661C0"/>
    <w:rsid w:val="00D72CB9"/>
    <w:rsid w:val="00D764BE"/>
    <w:rsid w:val="00D805EC"/>
    <w:rsid w:val="00D84306"/>
    <w:rsid w:val="00D906A9"/>
    <w:rsid w:val="00D91A25"/>
    <w:rsid w:val="00D96935"/>
    <w:rsid w:val="00D96BFE"/>
    <w:rsid w:val="00DA2090"/>
    <w:rsid w:val="00DB0652"/>
    <w:rsid w:val="00DB0A91"/>
    <w:rsid w:val="00DB2A6B"/>
    <w:rsid w:val="00DB4614"/>
    <w:rsid w:val="00DC1848"/>
    <w:rsid w:val="00DC7921"/>
    <w:rsid w:val="00DD2923"/>
    <w:rsid w:val="00DD50D6"/>
    <w:rsid w:val="00DE32DB"/>
    <w:rsid w:val="00DF3162"/>
    <w:rsid w:val="00E05336"/>
    <w:rsid w:val="00E15D22"/>
    <w:rsid w:val="00E231DA"/>
    <w:rsid w:val="00E249DF"/>
    <w:rsid w:val="00E47097"/>
    <w:rsid w:val="00E5633E"/>
    <w:rsid w:val="00E57AF6"/>
    <w:rsid w:val="00E623E6"/>
    <w:rsid w:val="00E669F0"/>
    <w:rsid w:val="00E712E2"/>
    <w:rsid w:val="00E72B65"/>
    <w:rsid w:val="00E80D8A"/>
    <w:rsid w:val="00E87F92"/>
    <w:rsid w:val="00EA4EC9"/>
    <w:rsid w:val="00EB0591"/>
    <w:rsid w:val="00EB5BF3"/>
    <w:rsid w:val="00EB66F8"/>
    <w:rsid w:val="00EC3FED"/>
    <w:rsid w:val="00EC5BF0"/>
    <w:rsid w:val="00EC7E79"/>
    <w:rsid w:val="00ED1F4A"/>
    <w:rsid w:val="00EE5763"/>
    <w:rsid w:val="00EF5CF0"/>
    <w:rsid w:val="00F043B7"/>
    <w:rsid w:val="00F13579"/>
    <w:rsid w:val="00F22B0F"/>
    <w:rsid w:val="00F22CF7"/>
    <w:rsid w:val="00F2464C"/>
    <w:rsid w:val="00F256D3"/>
    <w:rsid w:val="00F25DA3"/>
    <w:rsid w:val="00F261BB"/>
    <w:rsid w:val="00F3175C"/>
    <w:rsid w:val="00F322F6"/>
    <w:rsid w:val="00F3383B"/>
    <w:rsid w:val="00F36DA2"/>
    <w:rsid w:val="00F471E9"/>
    <w:rsid w:val="00F50E4D"/>
    <w:rsid w:val="00F52A2A"/>
    <w:rsid w:val="00F542FC"/>
    <w:rsid w:val="00F56427"/>
    <w:rsid w:val="00F64B87"/>
    <w:rsid w:val="00F67DD9"/>
    <w:rsid w:val="00F710F9"/>
    <w:rsid w:val="00F7722A"/>
    <w:rsid w:val="00F906CB"/>
    <w:rsid w:val="00FA270E"/>
    <w:rsid w:val="00FA5197"/>
    <w:rsid w:val="00FC4DDA"/>
    <w:rsid w:val="00FC5C06"/>
    <w:rsid w:val="00FC7E63"/>
    <w:rsid w:val="00FC7F93"/>
    <w:rsid w:val="00FD779A"/>
    <w:rsid w:val="00FE3D62"/>
    <w:rsid w:val="00FE5D6F"/>
    <w:rsid w:val="00FE64F3"/>
    <w:rsid w:val="00FF5364"/>
    <w:rsid w:val="00FF6E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7"/>
    <o:shapelayout v:ext="edit">
      <o:idmap v:ext="edit" data="1"/>
    </o:shapelayout>
  </w:shapeDefaults>
  <w:decimalSymbol w:val=","/>
  <w:listSeparator w:val=";"/>
  <w14:docId w14:val="038397C4"/>
  <w15:chartTrackingRefBased/>
  <w15:docId w15:val="{F573B837-3380-4090-A7B4-AEED26F540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0529E6"/>
    <w:pPr>
      <w:widowControl w:val="0"/>
      <w:autoSpaceDE w:val="0"/>
      <w:autoSpaceDN w:val="0"/>
    </w:pPr>
    <w:rPr>
      <w:sz w:val="22"/>
      <w:szCs w:val="22"/>
      <w:lang w:eastAsia="en-US"/>
    </w:rPr>
  </w:style>
  <w:style w:type="paragraph" w:styleId="Titre1">
    <w:name w:val="heading 1"/>
    <w:basedOn w:val="Normal"/>
    <w:link w:val="Titre1Car"/>
    <w:autoRedefine/>
    <w:uiPriority w:val="9"/>
    <w:rsid w:val="00941377"/>
    <w:pPr>
      <w:ind w:left="111"/>
      <w:jc w:val="center"/>
      <w:outlineLvl w:val="0"/>
    </w:pPr>
    <w:rPr>
      <w:b/>
      <w:bCs/>
      <w:sz w:val="24"/>
      <w:szCs w:val="24"/>
    </w:rPr>
  </w:style>
  <w:style w:type="paragraph" w:styleId="Titre2">
    <w:name w:val="heading 2"/>
    <w:basedOn w:val="Normal"/>
    <w:next w:val="Normal"/>
    <w:link w:val="Titre2Car"/>
    <w:uiPriority w:val="9"/>
    <w:unhideWhenUsed/>
    <w:rsid w:val="00941377"/>
    <w:pPr>
      <w:keepNext/>
      <w:keepLines/>
      <w:spacing w:before="40"/>
      <w:outlineLvl w:val="1"/>
    </w:pPr>
    <w:rPr>
      <w:rFonts w:eastAsia="Times New Roman" w:cs="Times New Roman"/>
      <w:color w:val="344E4A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rsid w:val="00265E09"/>
    <w:pPr>
      <w:keepNext/>
      <w:keepLines/>
      <w:numPr>
        <w:ilvl w:val="2"/>
        <w:numId w:val="2"/>
      </w:numPr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9C2BF7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9C2BF7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AE1330"/>
    <w:pPr>
      <w:widowControl w:val="0"/>
      <w:autoSpaceDE w:val="0"/>
      <w:autoSpaceDN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aliases w:val="Corps / normal,Corps / Normal"/>
    <w:basedOn w:val="Normal"/>
    <w:link w:val="CorpsdetexteCar"/>
    <w:uiPriority w:val="1"/>
    <w:qFormat/>
    <w:rsid w:val="009C2BF7"/>
    <w:pPr>
      <w:spacing w:after="240" w:line="276" w:lineRule="auto"/>
      <w:jc w:val="both"/>
    </w:pPr>
    <w:rPr>
      <w:rFonts w:ascii="Marianne" w:hAnsi="Marianne"/>
      <w:sz w:val="20"/>
    </w:rPr>
  </w:style>
  <w:style w:type="paragraph" w:styleId="Paragraphedeliste">
    <w:name w:val="List Paragraph"/>
    <w:basedOn w:val="Normal"/>
    <w:uiPriority w:val="1"/>
    <w:rsid w:val="00AE1330"/>
    <w:pPr>
      <w:spacing w:before="2"/>
      <w:ind w:left="474" w:hanging="346"/>
    </w:pPr>
  </w:style>
  <w:style w:type="paragraph" w:customStyle="1" w:styleId="TableParagraph">
    <w:name w:val="Table Paragraph"/>
    <w:basedOn w:val="Normal"/>
    <w:uiPriority w:val="1"/>
    <w:rsid w:val="00AE1330"/>
  </w:style>
  <w:style w:type="character" w:styleId="Lienhypertexte">
    <w:name w:val="Hyperlink"/>
    <w:uiPriority w:val="99"/>
    <w:unhideWhenUsed/>
    <w:rsid w:val="00290741"/>
    <w:rPr>
      <w:color w:val="5770BE"/>
      <w:u w:val="single"/>
    </w:rPr>
  </w:style>
  <w:style w:type="paragraph" w:customStyle="1" w:styleId="Date1">
    <w:name w:val="Date1"/>
    <w:basedOn w:val="Normal"/>
    <w:link w:val="dateCar"/>
    <w:rsid w:val="0079276E"/>
    <w:pPr>
      <w:ind w:left="111"/>
    </w:pPr>
    <w:rPr>
      <w:i/>
      <w:color w:val="231F20"/>
      <w:sz w:val="20"/>
    </w:rPr>
  </w:style>
  <w:style w:type="paragraph" w:styleId="En-tte">
    <w:name w:val="header"/>
    <w:basedOn w:val="Normal"/>
    <w:link w:val="En-tteCar"/>
    <w:uiPriority w:val="99"/>
    <w:unhideWhenUsed/>
    <w:rsid w:val="0079276E"/>
    <w:pPr>
      <w:tabs>
        <w:tab w:val="center" w:pos="4513"/>
        <w:tab w:val="right" w:pos="9026"/>
      </w:tabs>
    </w:pPr>
  </w:style>
  <w:style w:type="character" w:customStyle="1" w:styleId="dateCar">
    <w:name w:val="date Car"/>
    <w:link w:val="Date1"/>
    <w:rsid w:val="0079276E"/>
    <w:rPr>
      <w:rFonts w:ascii="Arial" w:eastAsia="Arial" w:hAnsi="Arial" w:cs="Arial"/>
      <w:i/>
      <w:color w:val="231F20"/>
      <w:sz w:val="20"/>
      <w:lang w:val="fr-FR"/>
    </w:rPr>
  </w:style>
  <w:style w:type="character" w:customStyle="1" w:styleId="En-tteCar">
    <w:name w:val="En-tête Car"/>
    <w:link w:val="En-tte"/>
    <w:uiPriority w:val="99"/>
    <w:rsid w:val="0079276E"/>
    <w:rPr>
      <w:rFonts w:ascii="Arial" w:eastAsia="Arial" w:hAnsi="Arial" w:cs="Arial"/>
    </w:rPr>
  </w:style>
  <w:style w:type="paragraph" w:styleId="Pieddepage">
    <w:name w:val="footer"/>
    <w:basedOn w:val="Normal"/>
    <w:link w:val="PieddepageCar"/>
    <w:uiPriority w:val="99"/>
    <w:unhideWhenUsed/>
    <w:rsid w:val="0079276E"/>
    <w:pPr>
      <w:tabs>
        <w:tab w:val="center" w:pos="4513"/>
        <w:tab w:val="right" w:pos="9026"/>
      </w:tabs>
    </w:pPr>
  </w:style>
  <w:style w:type="character" w:customStyle="1" w:styleId="PieddepageCar">
    <w:name w:val="Pied de page Car"/>
    <w:link w:val="Pieddepage"/>
    <w:uiPriority w:val="99"/>
    <w:rsid w:val="0079276E"/>
    <w:rPr>
      <w:rFonts w:ascii="Arial" w:eastAsia="Arial" w:hAnsi="Arial" w:cs="Arial"/>
    </w:rPr>
  </w:style>
  <w:style w:type="paragraph" w:customStyle="1" w:styleId="Objet">
    <w:name w:val="Objet"/>
    <w:basedOn w:val="Corpsdetexte"/>
    <w:next w:val="Corpsdetexte"/>
    <w:link w:val="ObjetCar"/>
    <w:rsid w:val="00DA2090"/>
    <w:pPr>
      <w:spacing w:before="103" w:line="242" w:lineRule="exact"/>
    </w:pPr>
    <w:rPr>
      <w:b/>
      <w:color w:val="231F20"/>
    </w:rPr>
  </w:style>
  <w:style w:type="paragraph" w:customStyle="1" w:styleId="Signat">
    <w:name w:val="Signat"/>
    <w:basedOn w:val="Titre1"/>
    <w:next w:val="Corpsdetexte"/>
    <w:link w:val="SignatCar"/>
    <w:rsid w:val="00F25DA3"/>
    <w:pPr>
      <w:ind w:left="0"/>
      <w:jc w:val="right"/>
    </w:pPr>
    <w:rPr>
      <w:color w:val="000000"/>
      <w:sz w:val="16"/>
    </w:rPr>
  </w:style>
  <w:style w:type="character" w:customStyle="1" w:styleId="CorpsdetexteCar">
    <w:name w:val="Corps de texte Car"/>
    <w:aliases w:val="Corps / normal Car,Corps / Normal Car"/>
    <w:link w:val="Corpsdetexte"/>
    <w:uiPriority w:val="1"/>
    <w:rsid w:val="009C2BF7"/>
    <w:rPr>
      <w:rFonts w:ascii="Marianne" w:hAnsi="Marianne"/>
      <w:szCs w:val="22"/>
      <w:lang w:eastAsia="en-US"/>
    </w:rPr>
  </w:style>
  <w:style w:type="character" w:customStyle="1" w:styleId="ObjetCar">
    <w:name w:val="Objet Car"/>
    <w:link w:val="Objet"/>
    <w:rsid w:val="00DA2090"/>
    <w:rPr>
      <w:rFonts w:ascii="Marianne" w:hAnsi="Marianne"/>
      <w:b/>
      <w:color w:val="231F20"/>
      <w:sz w:val="20"/>
      <w:szCs w:val="22"/>
      <w:lang w:val="fr-FR" w:eastAsia="en-US"/>
    </w:rPr>
  </w:style>
  <w:style w:type="character" w:customStyle="1" w:styleId="Titre1Car">
    <w:name w:val="Titre 1 Car"/>
    <w:link w:val="Titre1"/>
    <w:uiPriority w:val="9"/>
    <w:rsid w:val="00941377"/>
    <w:rPr>
      <w:rFonts w:ascii="Arial" w:eastAsia="Arial" w:hAnsi="Arial" w:cs="Arial"/>
      <w:b/>
      <w:bCs/>
      <w:sz w:val="24"/>
      <w:szCs w:val="24"/>
    </w:rPr>
  </w:style>
  <w:style w:type="character" w:customStyle="1" w:styleId="SignatCar">
    <w:name w:val="Signat Car"/>
    <w:link w:val="Signat"/>
    <w:rsid w:val="00F25DA3"/>
    <w:rPr>
      <w:rFonts w:ascii="Arial" w:eastAsia="Arial" w:hAnsi="Arial" w:cs="Arial"/>
      <w:b w:val="0"/>
      <w:bCs w:val="0"/>
      <w:color w:val="000000"/>
      <w:sz w:val="16"/>
      <w:szCs w:val="24"/>
      <w:lang w:val="fr-FR"/>
    </w:rPr>
  </w:style>
  <w:style w:type="paragraph" w:customStyle="1" w:styleId="Titredelapage">
    <w:name w:val="Titre de la page"/>
    <w:basedOn w:val="Normal"/>
    <w:link w:val="TitredelapageCar"/>
    <w:rsid w:val="00CD5E65"/>
    <w:pPr>
      <w:widowControl/>
      <w:autoSpaceDE/>
      <w:autoSpaceDN/>
      <w:spacing w:after="120" w:line="264" w:lineRule="auto"/>
      <w:jc w:val="center"/>
    </w:pPr>
    <w:rPr>
      <w:rFonts w:eastAsia="Times New Roman" w:cs="Times New Roman"/>
      <w:b/>
      <w:bCs/>
      <w:sz w:val="24"/>
      <w:szCs w:val="20"/>
      <w:lang w:eastAsia="fr-FR"/>
    </w:rPr>
  </w:style>
  <w:style w:type="paragraph" w:customStyle="1" w:styleId="Sous-titrecentrbold">
    <w:name w:val="Sous-titre centré bold"/>
    <w:basedOn w:val="Titredelapage"/>
    <w:link w:val="Sous-titrecentrboldCar"/>
    <w:rsid w:val="00CD5E65"/>
    <w:rPr>
      <w:sz w:val="16"/>
      <w:szCs w:val="16"/>
    </w:rPr>
  </w:style>
  <w:style w:type="character" w:customStyle="1" w:styleId="TitredelapageCar">
    <w:name w:val="Titre de la page Car"/>
    <w:link w:val="Titredelapage"/>
    <w:rsid w:val="00CD5E65"/>
    <w:rPr>
      <w:rFonts w:eastAsia="Times New Roman"/>
      <w:b/>
      <w:bCs/>
      <w:sz w:val="24"/>
      <w:szCs w:val="20"/>
      <w:lang w:val="fr-FR" w:eastAsia="fr-FR"/>
    </w:rPr>
  </w:style>
  <w:style w:type="character" w:customStyle="1" w:styleId="Sous-titrecentrboldCar">
    <w:name w:val="Sous-titre centré bold Car"/>
    <w:link w:val="Sous-titrecentrbold"/>
    <w:rsid w:val="00CD5E65"/>
    <w:rPr>
      <w:rFonts w:eastAsia="Times New Roman"/>
      <w:b/>
      <w:bCs/>
      <w:sz w:val="16"/>
      <w:szCs w:val="16"/>
      <w:lang w:val="fr-FR" w:eastAsia="fr-FR"/>
    </w:rPr>
  </w:style>
  <w:style w:type="paragraph" w:customStyle="1" w:styleId="PdgOpration">
    <w:name w:val="Pdg / Opération"/>
    <w:basedOn w:val="Normal"/>
    <w:next w:val="Corpsdetexte"/>
    <w:link w:val="PdgOprationCar"/>
    <w:qFormat/>
    <w:rsid w:val="009C2BF7"/>
    <w:pPr>
      <w:ind w:left="592" w:right="57"/>
    </w:pPr>
    <w:rPr>
      <w:rFonts w:ascii="Marianne" w:hAnsi="Marianne"/>
      <w:b/>
      <w:bCs/>
      <w:sz w:val="24"/>
      <w:szCs w:val="16"/>
    </w:rPr>
  </w:style>
  <w:style w:type="paragraph" w:customStyle="1" w:styleId="Sous-titre2">
    <w:name w:val="Sous-titre 2"/>
    <w:basedOn w:val="PdgOpration"/>
    <w:next w:val="Corpsdetexte"/>
    <w:link w:val="Sous-titre2Car"/>
    <w:rsid w:val="00DA2090"/>
    <w:rPr>
      <w:b w:val="0"/>
      <w:bCs w:val="0"/>
    </w:rPr>
  </w:style>
  <w:style w:type="character" w:customStyle="1" w:styleId="PdgOprationCar">
    <w:name w:val="Pdg / Opération Car"/>
    <w:link w:val="PdgOpration"/>
    <w:rsid w:val="009C2BF7"/>
    <w:rPr>
      <w:rFonts w:ascii="Marianne" w:hAnsi="Marianne"/>
      <w:b/>
      <w:bCs/>
      <w:sz w:val="24"/>
      <w:szCs w:val="16"/>
      <w:lang w:eastAsia="en-US"/>
    </w:rPr>
  </w:style>
  <w:style w:type="paragraph" w:customStyle="1" w:styleId="Titren1">
    <w:name w:val="Titre n1"/>
    <w:basedOn w:val="Titren1surlign"/>
    <w:link w:val="Titren1Car"/>
    <w:qFormat/>
    <w:rsid w:val="009C2BF7"/>
    <w:pPr>
      <w:numPr>
        <w:numId w:val="0"/>
      </w:numPr>
      <w:shd w:val="clear" w:color="auto" w:fill="auto"/>
    </w:pPr>
  </w:style>
  <w:style w:type="character" w:customStyle="1" w:styleId="Sous-titre2Car">
    <w:name w:val="Sous-titre 2 Car"/>
    <w:link w:val="Sous-titre2"/>
    <w:rsid w:val="00DA2090"/>
    <w:rPr>
      <w:rFonts w:ascii="Marianne" w:hAnsi="Marianne"/>
      <w:b/>
      <w:bCs/>
      <w:sz w:val="16"/>
      <w:szCs w:val="16"/>
      <w:lang w:val="fr-FR" w:eastAsia="en-US"/>
    </w:rPr>
  </w:style>
  <w:style w:type="paragraph" w:customStyle="1" w:styleId="Titren2">
    <w:name w:val="Titre n2"/>
    <w:basedOn w:val="Titre2"/>
    <w:next w:val="Corpsdetexte"/>
    <w:link w:val="Titren2Car"/>
    <w:qFormat/>
    <w:rsid w:val="008314DF"/>
    <w:pPr>
      <w:numPr>
        <w:ilvl w:val="1"/>
        <w:numId w:val="10"/>
      </w:numPr>
      <w:spacing w:before="240" w:after="120"/>
    </w:pPr>
    <w:rPr>
      <w:rFonts w:ascii="Marianne" w:eastAsia="Arial" w:hAnsi="Marianne" w:cs="Arial"/>
      <w:b/>
      <w:color w:val="auto"/>
      <w:sz w:val="22"/>
      <w:szCs w:val="16"/>
    </w:rPr>
  </w:style>
  <w:style w:type="character" w:customStyle="1" w:styleId="Titren1Car">
    <w:name w:val="Titre n1 Car"/>
    <w:basedOn w:val="Titren1surlignCar"/>
    <w:link w:val="Titren1"/>
    <w:rsid w:val="009C2BF7"/>
    <w:rPr>
      <w:rFonts w:ascii="Marianne" w:hAnsi="Marianne"/>
      <w:b/>
      <w:smallCaps/>
      <w:sz w:val="28"/>
      <w:szCs w:val="24"/>
      <w:shd w:val="clear" w:color="auto" w:fill="BFBFBF" w:themeFill="background1" w:themeFillShade="BF"/>
      <w:lang w:eastAsia="en-US"/>
    </w:rPr>
  </w:style>
  <w:style w:type="paragraph" w:customStyle="1" w:styleId="Titren3">
    <w:name w:val="Titre n3"/>
    <w:basedOn w:val="Titre3"/>
    <w:next w:val="Corpsdetexte"/>
    <w:link w:val="Titren3Car"/>
    <w:qFormat/>
    <w:rsid w:val="008314DF"/>
    <w:pPr>
      <w:numPr>
        <w:numId w:val="10"/>
      </w:numPr>
      <w:spacing w:before="240" w:after="120"/>
    </w:pPr>
    <w:rPr>
      <w:rFonts w:ascii="Marianne" w:hAnsi="Marianne"/>
      <w:b/>
      <w:bCs/>
      <w:color w:val="auto"/>
      <w:sz w:val="20"/>
      <w:szCs w:val="20"/>
      <w14:scene3d>
        <w14:camera w14:prst="orthographicFront"/>
        <w14:lightRig w14:rig="threePt" w14:dir="t">
          <w14:rot w14:lat="0" w14:lon="0" w14:rev="0"/>
        </w14:lightRig>
      </w14:scene3d>
    </w:rPr>
  </w:style>
  <w:style w:type="character" w:customStyle="1" w:styleId="Titren2Car">
    <w:name w:val="Titre n2 Car"/>
    <w:link w:val="Titren2"/>
    <w:rsid w:val="00F50E4D"/>
    <w:rPr>
      <w:rFonts w:ascii="Marianne" w:hAnsi="Marianne"/>
      <w:b/>
      <w:sz w:val="22"/>
      <w:szCs w:val="16"/>
      <w:lang w:eastAsia="en-US"/>
    </w:rPr>
  </w:style>
  <w:style w:type="character" w:customStyle="1" w:styleId="Titren3Car">
    <w:name w:val="Titre n3 Car"/>
    <w:link w:val="Titren3"/>
    <w:rsid w:val="009C2BF7"/>
    <w:rPr>
      <w:rFonts w:ascii="Marianne" w:eastAsiaTheme="majorEastAsia" w:hAnsi="Marianne" w:cstheme="majorBidi"/>
      <w:b/>
      <w:bCs/>
      <w:lang w:eastAsia="en-US"/>
      <w14:scene3d>
        <w14:camera w14:prst="orthographicFront"/>
        <w14:lightRig w14:rig="threePt" w14:dir="t">
          <w14:rot w14:lat="0" w14:lon="0" w14:rev="0"/>
        </w14:lightRig>
      </w14:scene3d>
    </w:rPr>
  </w:style>
  <w:style w:type="character" w:customStyle="1" w:styleId="Titre2Car">
    <w:name w:val="Titre 2 Car"/>
    <w:link w:val="Titre2"/>
    <w:uiPriority w:val="9"/>
    <w:rsid w:val="00941377"/>
    <w:rPr>
      <w:rFonts w:ascii="Arial" w:eastAsia="Times New Roman" w:hAnsi="Arial" w:cs="Times New Roman"/>
      <w:color w:val="344E4A"/>
      <w:sz w:val="26"/>
      <w:szCs w:val="26"/>
    </w:rPr>
  </w:style>
  <w:style w:type="table" w:styleId="Grilledutableau">
    <w:name w:val="Table Grid"/>
    <w:basedOn w:val="TableauNormal"/>
    <w:uiPriority w:val="59"/>
    <w:rsid w:val="009413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ate2">
    <w:name w:val="Date 2"/>
    <w:basedOn w:val="Normal"/>
    <w:next w:val="Corpsdetexte"/>
    <w:link w:val="Date2Car"/>
    <w:rsid w:val="00DA2090"/>
    <w:pPr>
      <w:spacing w:before="139"/>
      <w:jc w:val="right"/>
    </w:pPr>
    <w:rPr>
      <w:color w:val="231F20"/>
      <w:sz w:val="16"/>
    </w:rPr>
  </w:style>
  <w:style w:type="character" w:customStyle="1" w:styleId="Date2Car">
    <w:name w:val="Date 2 Car"/>
    <w:link w:val="Date2"/>
    <w:rsid w:val="00DA2090"/>
    <w:rPr>
      <w:color w:val="231F20"/>
      <w:sz w:val="16"/>
      <w:lang w:val="fr-FR"/>
    </w:rPr>
  </w:style>
  <w:style w:type="paragraph" w:styleId="NormalWeb">
    <w:name w:val="Normal (Web)"/>
    <w:basedOn w:val="Normal"/>
    <w:uiPriority w:val="99"/>
    <w:semiHidden/>
    <w:unhideWhenUsed/>
    <w:rsid w:val="00936712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Rfrenceintense">
    <w:name w:val="Intense Reference"/>
    <w:uiPriority w:val="32"/>
    <w:rsid w:val="005972E3"/>
    <w:rPr>
      <w:b/>
      <w:bCs/>
      <w:smallCaps/>
      <w:color w:val="466964"/>
      <w:spacing w:val="5"/>
    </w:rPr>
  </w:style>
  <w:style w:type="paragraph" w:styleId="Titre">
    <w:name w:val="Title"/>
    <w:basedOn w:val="Normal"/>
    <w:next w:val="Normal"/>
    <w:link w:val="TitreCar"/>
    <w:uiPriority w:val="10"/>
    <w:rsid w:val="005972E3"/>
    <w:pPr>
      <w:contextualSpacing/>
    </w:pPr>
    <w:rPr>
      <w:rFonts w:eastAsia="Times New Roman" w:cs="Times New Roman"/>
      <w:spacing w:val="-10"/>
      <w:kern w:val="28"/>
      <w:sz w:val="56"/>
      <w:szCs w:val="56"/>
    </w:rPr>
  </w:style>
  <w:style w:type="character" w:customStyle="1" w:styleId="TitreCar">
    <w:name w:val="Titre Car"/>
    <w:link w:val="Titre"/>
    <w:uiPriority w:val="10"/>
    <w:rsid w:val="005972E3"/>
    <w:rPr>
      <w:rFonts w:ascii="Arial" w:eastAsia="Times New Roman" w:hAnsi="Arial" w:cs="Times New Roman"/>
      <w:spacing w:val="-10"/>
      <w:kern w:val="28"/>
      <w:sz w:val="56"/>
      <w:szCs w:val="56"/>
    </w:rPr>
  </w:style>
  <w:style w:type="paragraph" w:customStyle="1" w:styleId="Date10">
    <w:name w:val="Date 1"/>
    <w:basedOn w:val="Corpsdetexte"/>
    <w:next w:val="Corpsdetexte"/>
    <w:link w:val="Date1Car"/>
    <w:rsid w:val="00721469"/>
    <w:pPr>
      <w:jc w:val="right"/>
    </w:pPr>
    <w:rPr>
      <w:sz w:val="16"/>
    </w:rPr>
  </w:style>
  <w:style w:type="paragraph" w:customStyle="1" w:styleId="En-tte-service">
    <w:name w:val="En-tête-service"/>
    <w:basedOn w:val="En-tte"/>
    <w:next w:val="Corpsdetexte"/>
    <w:link w:val="En-tte-serviceCar"/>
    <w:rsid w:val="00515B96"/>
    <w:pPr>
      <w:tabs>
        <w:tab w:val="clear" w:pos="4513"/>
      </w:tabs>
      <w:jc w:val="right"/>
    </w:pPr>
    <w:rPr>
      <w:b/>
      <w:bCs/>
      <w:sz w:val="20"/>
      <w:szCs w:val="24"/>
    </w:rPr>
  </w:style>
  <w:style w:type="character" w:customStyle="1" w:styleId="Date1Car">
    <w:name w:val="Date 1 Car"/>
    <w:link w:val="Date10"/>
    <w:rsid w:val="00721469"/>
    <w:rPr>
      <w:rFonts w:ascii="Marianne" w:hAnsi="Marianne"/>
      <w:sz w:val="16"/>
      <w:szCs w:val="22"/>
      <w:lang w:eastAsia="en-US"/>
    </w:rPr>
  </w:style>
  <w:style w:type="character" w:customStyle="1" w:styleId="En-tte-serviceCar">
    <w:name w:val="En-tête-service Car"/>
    <w:link w:val="En-tte-service"/>
    <w:rsid w:val="00515B96"/>
    <w:rPr>
      <w:b/>
      <w:bCs/>
      <w:szCs w:val="24"/>
      <w:lang w:eastAsia="en-US"/>
    </w:rPr>
  </w:style>
  <w:style w:type="paragraph" w:customStyle="1" w:styleId="PieddePage0">
    <w:name w:val="Pied de Page"/>
    <w:basedOn w:val="Corpsdetexte"/>
    <w:link w:val="PieddePageCar0"/>
    <w:rsid w:val="00DA2090"/>
    <w:pPr>
      <w:spacing w:line="161" w:lineRule="exact"/>
    </w:pPr>
    <w:rPr>
      <w:color w:val="939598"/>
      <w:sz w:val="14"/>
    </w:rPr>
  </w:style>
  <w:style w:type="paragraph" w:customStyle="1" w:styleId="IntituleDirecteur">
    <w:name w:val="Intitule Directeur"/>
    <w:basedOn w:val="Corpsdetexte"/>
    <w:next w:val="Corpsdetexte"/>
    <w:link w:val="IntituleDirecteurCar"/>
    <w:rsid w:val="00DA2090"/>
    <w:rPr>
      <w:b/>
      <w:bCs/>
      <w:sz w:val="24"/>
      <w:szCs w:val="24"/>
    </w:rPr>
  </w:style>
  <w:style w:type="character" w:customStyle="1" w:styleId="PieddePageCar0">
    <w:name w:val="Pied de Page Car"/>
    <w:link w:val="PieddePage0"/>
    <w:rsid w:val="00721469"/>
    <w:rPr>
      <w:rFonts w:ascii="Marianne" w:hAnsi="Marianne"/>
      <w:color w:val="939598"/>
      <w:sz w:val="14"/>
      <w:lang w:val="fr-FR"/>
    </w:rPr>
  </w:style>
  <w:style w:type="paragraph" w:customStyle="1" w:styleId="PdGObjetdumarch">
    <w:name w:val="PdG / Objet du marché"/>
    <w:next w:val="Corpsdetexte"/>
    <w:link w:val="PdGObjetdumarchCar"/>
    <w:rsid w:val="00EB66F8"/>
    <w:pPr>
      <w:spacing w:before="360" w:after="240"/>
      <w:jc w:val="center"/>
    </w:pPr>
    <w:rPr>
      <w:rFonts w:ascii="Marianne" w:hAnsi="Marianne"/>
      <w:b/>
      <w:bCs/>
      <w:smallCaps/>
      <w:sz w:val="32"/>
      <w:szCs w:val="24"/>
      <w:lang w:eastAsia="en-US"/>
    </w:rPr>
  </w:style>
  <w:style w:type="character" w:customStyle="1" w:styleId="IntituleDirecteurCar">
    <w:name w:val="Intitule Directeur Car"/>
    <w:link w:val="IntituleDirecteur"/>
    <w:rsid w:val="00DA2090"/>
    <w:rPr>
      <w:rFonts w:ascii="Marianne" w:hAnsi="Marianne"/>
      <w:b/>
      <w:bCs/>
      <w:sz w:val="24"/>
      <w:szCs w:val="24"/>
      <w:lang w:val="fr-FR" w:eastAsia="en-US"/>
    </w:rPr>
  </w:style>
  <w:style w:type="character" w:customStyle="1" w:styleId="PdGObjetdumarchCar">
    <w:name w:val="PdG / Objet du marché Car"/>
    <w:link w:val="PdGObjetdumarch"/>
    <w:rsid w:val="00EB66F8"/>
    <w:rPr>
      <w:rFonts w:ascii="Marianne" w:hAnsi="Marianne"/>
      <w:b/>
      <w:bCs/>
      <w:smallCaps/>
      <w:sz w:val="32"/>
      <w:szCs w:val="24"/>
      <w:lang w:eastAsia="en-US"/>
    </w:rPr>
  </w:style>
  <w:style w:type="character" w:styleId="Numrodepage">
    <w:name w:val="page number"/>
    <w:basedOn w:val="Policepardfaut"/>
    <w:uiPriority w:val="99"/>
    <w:semiHidden/>
    <w:unhideWhenUsed/>
    <w:rsid w:val="002C53DF"/>
  </w:style>
  <w:style w:type="character" w:customStyle="1" w:styleId="Mentionnonrsolue1">
    <w:name w:val="Mention non résolue1"/>
    <w:uiPriority w:val="99"/>
    <w:semiHidden/>
    <w:unhideWhenUsed/>
    <w:rsid w:val="00081F5E"/>
    <w:rPr>
      <w:color w:val="605E5C"/>
      <w:shd w:val="clear" w:color="auto" w:fill="E1DFDD"/>
    </w:rPr>
  </w:style>
  <w:style w:type="paragraph" w:customStyle="1" w:styleId="Texte-Adresseligne1">
    <w:name w:val="Texte - Adresse ligne 1"/>
    <w:basedOn w:val="Corpsdetexte"/>
    <w:link w:val="Texte-Adresseligne1Car"/>
    <w:rsid w:val="006A4ADA"/>
    <w:pPr>
      <w:framePr w:w="9979" w:h="964" w:wrap="notBeside" w:vAnchor="page" w:hAnchor="page" w:xAlign="center" w:yAlign="bottom" w:anchorLock="1"/>
      <w:widowControl/>
      <w:autoSpaceDE/>
      <w:autoSpaceDN/>
      <w:spacing w:line="192" w:lineRule="atLeast"/>
    </w:pPr>
    <w:rPr>
      <w:rFonts w:cs="Times New Roman"/>
      <w:sz w:val="16"/>
      <w:szCs w:val="20"/>
    </w:rPr>
  </w:style>
  <w:style w:type="paragraph" w:customStyle="1" w:styleId="Texte-Adresseligne2">
    <w:name w:val="Texte - Adresse ligne 2"/>
    <w:basedOn w:val="Texte-Adresseligne1"/>
    <w:rsid w:val="006A4ADA"/>
    <w:pPr>
      <w:framePr w:wrap="notBeside"/>
    </w:pPr>
  </w:style>
  <w:style w:type="paragraph" w:customStyle="1" w:styleId="Texte-Tl">
    <w:name w:val="Texte - Tél."/>
    <w:basedOn w:val="Corpsdetexte"/>
    <w:rsid w:val="00721469"/>
    <w:pPr>
      <w:framePr w:wrap="notBeside" w:hAnchor="text"/>
    </w:pPr>
    <w:rPr>
      <w:sz w:val="16"/>
    </w:rPr>
  </w:style>
  <w:style w:type="paragraph" w:customStyle="1" w:styleId="Texte-Ml">
    <w:name w:val="Texte - Mél."/>
    <w:basedOn w:val="Texte-Adresseligne1"/>
    <w:link w:val="Texte-MlCar"/>
    <w:rsid w:val="00FC7F93"/>
    <w:pPr>
      <w:framePr w:wrap="notBeside"/>
    </w:pPr>
    <w:rPr>
      <w:rFonts w:ascii="Arial" w:hAnsi="Arial"/>
    </w:rPr>
  </w:style>
  <w:style w:type="paragraph" w:customStyle="1" w:styleId="Texte-Pieddepage">
    <w:name w:val="Texte - Pied de page"/>
    <w:basedOn w:val="Texte-Adresseligne1"/>
    <w:rsid w:val="009F54AD"/>
    <w:pPr>
      <w:framePr w:w="4436" w:h="353" w:wrap="notBeside" w:x="1129" w:y="15507"/>
    </w:pPr>
    <w:rPr>
      <w:color w:val="7F7F7F"/>
      <w:sz w:val="14"/>
      <w:szCs w:val="14"/>
      <w:lang w:val="en-US"/>
    </w:rPr>
  </w:style>
  <w:style w:type="paragraph" w:customStyle="1" w:styleId="Pagination">
    <w:name w:val="Pagination"/>
    <w:basedOn w:val="Corpsdetexte"/>
    <w:rsid w:val="009F54AD"/>
    <w:pPr>
      <w:widowControl/>
      <w:autoSpaceDE/>
      <w:autoSpaceDN/>
      <w:spacing w:line="192" w:lineRule="atLeast"/>
      <w:jc w:val="center"/>
    </w:pPr>
    <w:rPr>
      <w:rFonts w:cs="Times New Roman"/>
      <w:color w:val="7F7F7F"/>
      <w:sz w:val="14"/>
      <w:szCs w:val="14"/>
    </w:rPr>
  </w:style>
  <w:style w:type="paragraph" w:styleId="Date">
    <w:name w:val="Date"/>
    <w:basedOn w:val="Normal"/>
    <w:next w:val="Normal"/>
    <w:link w:val="DateCar0"/>
    <w:uiPriority w:val="99"/>
    <w:rsid w:val="00FC7F93"/>
    <w:pPr>
      <w:widowControl/>
      <w:autoSpaceDE/>
      <w:autoSpaceDN/>
      <w:spacing w:line="192" w:lineRule="atLeast"/>
      <w:jc w:val="right"/>
    </w:pPr>
    <w:rPr>
      <w:rFonts w:cs="Times New Roman"/>
      <w:sz w:val="16"/>
      <w:szCs w:val="20"/>
    </w:rPr>
  </w:style>
  <w:style w:type="character" w:customStyle="1" w:styleId="DateCar0">
    <w:name w:val="Date Car"/>
    <w:link w:val="Date"/>
    <w:uiPriority w:val="99"/>
    <w:rsid w:val="00FC7F93"/>
    <w:rPr>
      <w:rFonts w:ascii="Arial" w:hAnsi="Arial" w:cs="Times New Roman"/>
      <w:sz w:val="16"/>
      <w:szCs w:val="20"/>
      <w:lang w:val="fr-FR"/>
    </w:rPr>
  </w:style>
  <w:style w:type="paragraph" w:customStyle="1" w:styleId="Pdginfos">
    <w:name w:val="Pdg / infos"/>
    <w:basedOn w:val="PdgOpration"/>
    <w:link w:val="PdginfosCar"/>
    <w:rsid w:val="00BE6504"/>
    <w:pPr>
      <w:spacing w:after="360"/>
      <w:ind w:left="590"/>
    </w:pPr>
    <w:rPr>
      <w:b w:val="0"/>
      <w:sz w:val="22"/>
    </w:rPr>
  </w:style>
  <w:style w:type="paragraph" w:customStyle="1" w:styleId="PdgSous-titre">
    <w:name w:val="Pdg / Sous-titre"/>
    <w:basedOn w:val="PdgOpration"/>
    <w:link w:val="PdgSous-titreCar"/>
    <w:qFormat/>
    <w:rsid w:val="009C2BF7"/>
    <w:pPr>
      <w:spacing w:after="480"/>
      <w:ind w:left="0"/>
      <w:jc w:val="center"/>
    </w:pPr>
  </w:style>
  <w:style w:type="character" w:customStyle="1" w:styleId="PdginfosCar">
    <w:name w:val="Pdg / infos Car"/>
    <w:link w:val="Pdginfos"/>
    <w:rsid w:val="00BE6504"/>
    <w:rPr>
      <w:rFonts w:ascii="Marianne" w:hAnsi="Marianne"/>
      <w:bCs/>
      <w:sz w:val="22"/>
      <w:szCs w:val="16"/>
      <w:lang w:eastAsia="en-US"/>
    </w:rPr>
  </w:style>
  <w:style w:type="paragraph" w:customStyle="1" w:styleId="CorpsListe">
    <w:name w:val="Corps / Liste"/>
    <w:basedOn w:val="Corpsdetexte"/>
    <w:link w:val="CorpsListeCar"/>
    <w:qFormat/>
    <w:rsid w:val="009D5A8D"/>
    <w:pPr>
      <w:numPr>
        <w:numId w:val="9"/>
      </w:numPr>
      <w:spacing w:after="120"/>
      <w:jc w:val="left"/>
    </w:pPr>
  </w:style>
  <w:style w:type="character" w:customStyle="1" w:styleId="PdgSous-titreCar">
    <w:name w:val="Pdg / Sous-titre Car"/>
    <w:basedOn w:val="PdgOprationCar"/>
    <w:link w:val="PdgSous-titre"/>
    <w:rsid w:val="009C2BF7"/>
    <w:rPr>
      <w:rFonts w:ascii="Marianne" w:hAnsi="Marianne"/>
      <w:b/>
      <w:bCs/>
      <w:sz w:val="24"/>
      <w:szCs w:val="16"/>
      <w:lang w:eastAsia="en-US"/>
    </w:rPr>
  </w:style>
  <w:style w:type="paragraph" w:customStyle="1" w:styleId="Trame">
    <w:name w:val="Trame"/>
    <w:basedOn w:val="Normal"/>
    <w:link w:val="TrameCar"/>
    <w:rsid w:val="00C307FC"/>
    <w:pPr>
      <w:shd w:val="clear" w:color="auto" w:fill="CCCCCC"/>
      <w:suppressAutoHyphens/>
      <w:autoSpaceDE/>
      <w:autoSpaceDN/>
      <w:jc w:val="center"/>
    </w:pPr>
    <w:rPr>
      <w:rFonts w:ascii="Times New Roman" w:eastAsia="Arial Unicode MS" w:hAnsi="Times New Roman" w:cs="Times New Roman"/>
      <w:b/>
      <w:kern w:val="1"/>
      <w:sz w:val="40"/>
      <w:szCs w:val="24"/>
    </w:rPr>
  </w:style>
  <w:style w:type="character" w:customStyle="1" w:styleId="CorpsListeCar">
    <w:name w:val="Corps / Liste Car"/>
    <w:basedOn w:val="CorpsdetexteCar"/>
    <w:link w:val="CorpsListe"/>
    <w:rsid w:val="00F50E4D"/>
    <w:rPr>
      <w:rFonts w:ascii="Marianne" w:hAnsi="Marianne"/>
      <w:szCs w:val="22"/>
      <w:lang w:eastAsia="en-US"/>
    </w:rPr>
  </w:style>
  <w:style w:type="paragraph" w:customStyle="1" w:styleId="Cadrerelief">
    <w:name w:val="Cadre_relief"/>
    <w:basedOn w:val="Normal"/>
    <w:link w:val="CadrereliefCar"/>
    <w:rsid w:val="00C307FC"/>
    <w:pPr>
      <w:pBdr>
        <w:top w:val="double" w:sz="3" w:space="14" w:color="000000" w:shadow="1"/>
        <w:left w:val="double" w:sz="3" w:space="14" w:color="000000" w:shadow="1"/>
        <w:bottom w:val="double" w:sz="3" w:space="14" w:color="000000" w:shadow="1"/>
        <w:right w:val="double" w:sz="3" w:space="14" w:color="000000" w:shadow="1"/>
      </w:pBdr>
      <w:suppressAutoHyphens/>
      <w:autoSpaceDE/>
      <w:autoSpaceDN/>
      <w:ind w:left="284" w:right="283"/>
      <w:jc w:val="both"/>
    </w:pPr>
    <w:rPr>
      <w:rFonts w:ascii="Times New Roman" w:eastAsia="Arial Unicode MS" w:hAnsi="Times New Roman" w:cs="Times New Roman"/>
      <w:kern w:val="1"/>
      <w:sz w:val="24"/>
      <w:szCs w:val="24"/>
    </w:rPr>
  </w:style>
  <w:style w:type="paragraph" w:customStyle="1" w:styleId="Reponse">
    <w:name w:val="Reponse"/>
    <w:basedOn w:val="Normal"/>
    <w:link w:val="ReponseCar"/>
    <w:rsid w:val="00C307FC"/>
    <w:pPr>
      <w:suppressAutoHyphens/>
      <w:autoSpaceDE/>
      <w:autoSpaceDN/>
      <w:ind w:left="567" w:right="567"/>
      <w:jc w:val="both"/>
    </w:pPr>
    <w:rPr>
      <w:rFonts w:ascii="Times New Roman" w:eastAsia="Arial Unicode MS" w:hAnsi="Times New Roman" w:cs="Times New Roman"/>
      <w:kern w:val="1"/>
      <w:sz w:val="24"/>
      <w:szCs w:val="24"/>
    </w:rPr>
  </w:style>
  <w:style w:type="paragraph" w:customStyle="1" w:styleId="Pdgtypedemarch">
    <w:name w:val="Pdg / type de marché"/>
    <w:basedOn w:val="Normal"/>
    <w:link w:val="PdgtypedemarchCar"/>
    <w:qFormat/>
    <w:rsid w:val="009C2BF7"/>
    <w:pPr>
      <w:shd w:val="clear" w:color="auto" w:fill="CCCCCC"/>
      <w:suppressAutoHyphens/>
      <w:autoSpaceDE/>
      <w:autoSpaceDN/>
      <w:spacing w:before="120" w:after="120"/>
      <w:ind w:right="6"/>
      <w:jc w:val="center"/>
    </w:pPr>
    <w:rPr>
      <w:rFonts w:ascii="Marianne" w:eastAsia="Arial Unicode MS" w:hAnsi="Marianne" w:cs="Times New Roman"/>
      <w:b/>
      <w:smallCaps/>
      <w:kern w:val="32"/>
      <w:sz w:val="32"/>
      <w:szCs w:val="24"/>
    </w:rPr>
  </w:style>
  <w:style w:type="paragraph" w:customStyle="1" w:styleId="PdgNomdudocument">
    <w:name w:val="Pdg / Nom du document"/>
    <w:basedOn w:val="Cadrerelief"/>
    <w:link w:val="PdgNomdudocumentCar"/>
    <w:rsid w:val="0094288E"/>
    <w:pPr>
      <w:pBdr>
        <w:top w:val="single" w:sz="4" w:space="14" w:color="000000" w:shadow="1"/>
        <w:left w:val="single" w:sz="4" w:space="14" w:color="000000" w:shadow="1"/>
        <w:bottom w:val="single" w:sz="4" w:space="14" w:color="000000" w:shadow="1"/>
        <w:right w:val="single" w:sz="4" w:space="14" w:color="000000" w:shadow="1"/>
      </w:pBdr>
      <w:shd w:val="clear" w:color="auto" w:fill="F2F2F2"/>
      <w:jc w:val="center"/>
    </w:pPr>
    <w:rPr>
      <w:rFonts w:ascii="Marianne" w:hAnsi="Marianne"/>
      <w:b/>
      <w:caps/>
      <w:kern w:val="32"/>
      <w:sz w:val="32"/>
    </w:rPr>
  </w:style>
  <w:style w:type="character" w:customStyle="1" w:styleId="TrameCar">
    <w:name w:val="Trame Car"/>
    <w:basedOn w:val="Policepardfaut"/>
    <w:link w:val="Trame"/>
    <w:rsid w:val="00B84D99"/>
    <w:rPr>
      <w:rFonts w:ascii="Times New Roman" w:eastAsia="Arial Unicode MS" w:hAnsi="Times New Roman" w:cs="Times New Roman"/>
      <w:b/>
      <w:kern w:val="1"/>
      <w:sz w:val="40"/>
      <w:szCs w:val="24"/>
      <w:shd w:val="clear" w:color="auto" w:fill="CCCCCC"/>
    </w:rPr>
  </w:style>
  <w:style w:type="character" w:customStyle="1" w:styleId="PdgtypedemarchCar">
    <w:name w:val="Pdg / type de marché Car"/>
    <w:basedOn w:val="Policepardfaut"/>
    <w:link w:val="Pdgtypedemarch"/>
    <w:rsid w:val="009C2BF7"/>
    <w:rPr>
      <w:rFonts w:ascii="Marianne" w:eastAsia="Arial Unicode MS" w:hAnsi="Marianne" w:cs="Times New Roman"/>
      <w:b/>
      <w:smallCaps/>
      <w:kern w:val="32"/>
      <w:sz w:val="32"/>
      <w:szCs w:val="24"/>
      <w:shd w:val="clear" w:color="auto" w:fill="CCCCCC"/>
      <w:lang w:eastAsia="en-US"/>
    </w:rPr>
  </w:style>
  <w:style w:type="paragraph" w:customStyle="1" w:styleId="PdgVersion">
    <w:name w:val="Pdg / Version"/>
    <w:basedOn w:val="Normal"/>
    <w:link w:val="PdgVersionCar"/>
    <w:qFormat/>
    <w:rsid w:val="009C2BF7"/>
    <w:pPr>
      <w:spacing w:before="120" w:after="600"/>
      <w:jc w:val="center"/>
    </w:pPr>
    <w:rPr>
      <w:rFonts w:ascii="Marianne" w:hAnsi="Marianne"/>
      <w:b/>
    </w:rPr>
  </w:style>
  <w:style w:type="character" w:customStyle="1" w:styleId="CadrereliefCar">
    <w:name w:val="Cadre_relief Car"/>
    <w:basedOn w:val="Policepardfaut"/>
    <w:link w:val="Cadrerelief"/>
    <w:rsid w:val="00B84D99"/>
    <w:rPr>
      <w:rFonts w:ascii="Times New Roman" w:eastAsia="Arial Unicode MS" w:hAnsi="Times New Roman" w:cs="Times New Roman"/>
      <w:kern w:val="1"/>
      <w:sz w:val="24"/>
      <w:szCs w:val="24"/>
    </w:rPr>
  </w:style>
  <w:style w:type="character" w:customStyle="1" w:styleId="PdgNomdudocumentCar">
    <w:name w:val="Pdg / Nom du document Car"/>
    <w:basedOn w:val="CadrereliefCar"/>
    <w:link w:val="PdgNomdudocument"/>
    <w:rsid w:val="0094288E"/>
    <w:rPr>
      <w:rFonts w:ascii="Marianne" w:eastAsia="Arial Unicode MS" w:hAnsi="Marianne" w:cs="Times New Roman"/>
      <w:b/>
      <w:caps/>
      <w:kern w:val="32"/>
      <w:sz w:val="32"/>
      <w:szCs w:val="24"/>
      <w:shd w:val="clear" w:color="auto" w:fill="F2F2F2"/>
      <w:lang w:eastAsia="en-US"/>
    </w:rPr>
  </w:style>
  <w:style w:type="paragraph" w:customStyle="1" w:styleId="Corpsitalique">
    <w:name w:val="Corps / italique"/>
    <w:basedOn w:val="Reponse"/>
    <w:link w:val="CorpsitaliqueCar"/>
    <w:qFormat/>
    <w:rsid w:val="00326A39"/>
    <w:pPr>
      <w:snapToGrid w:val="0"/>
      <w:spacing w:before="120" w:after="120"/>
      <w:ind w:left="0" w:right="57"/>
    </w:pPr>
    <w:rPr>
      <w:rFonts w:ascii="Marianne" w:hAnsi="Marianne"/>
      <w:i/>
      <w:color w:val="222222"/>
      <w:sz w:val="20"/>
      <w:shd w:val="clear" w:color="auto" w:fill="FFFFFF"/>
    </w:rPr>
  </w:style>
  <w:style w:type="character" w:customStyle="1" w:styleId="PdgVersionCar">
    <w:name w:val="Pdg / Version Car"/>
    <w:basedOn w:val="Policepardfaut"/>
    <w:link w:val="PdgVersion"/>
    <w:rsid w:val="009C2BF7"/>
    <w:rPr>
      <w:rFonts w:ascii="Marianne" w:hAnsi="Marianne"/>
      <w:b/>
      <w:sz w:val="22"/>
      <w:szCs w:val="22"/>
      <w:lang w:eastAsia="en-US"/>
    </w:rPr>
  </w:style>
  <w:style w:type="paragraph" w:customStyle="1" w:styleId="PdgInvite">
    <w:name w:val="Pdg / Invite"/>
    <w:basedOn w:val="Normal"/>
    <w:link w:val="PdgInviteCar"/>
    <w:qFormat/>
    <w:rsid w:val="009C2BF7"/>
    <w:pPr>
      <w:snapToGrid w:val="0"/>
    </w:pPr>
    <w:rPr>
      <w:rFonts w:ascii="Marianne" w:hAnsi="Marianne"/>
      <w:b/>
      <w:bCs/>
      <w:iCs/>
      <w:color w:val="000000"/>
      <w:szCs w:val="28"/>
    </w:rPr>
  </w:style>
  <w:style w:type="character" w:customStyle="1" w:styleId="ReponseCar">
    <w:name w:val="Reponse Car"/>
    <w:basedOn w:val="Policepardfaut"/>
    <w:link w:val="Reponse"/>
    <w:rsid w:val="0065292C"/>
    <w:rPr>
      <w:rFonts w:ascii="Times New Roman" w:eastAsia="Arial Unicode MS" w:hAnsi="Times New Roman" w:cs="Times New Roman"/>
      <w:kern w:val="1"/>
      <w:sz w:val="24"/>
      <w:szCs w:val="24"/>
    </w:rPr>
  </w:style>
  <w:style w:type="character" w:customStyle="1" w:styleId="CorpsitaliqueCar">
    <w:name w:val="Corps / italique Car"/>
    <w:basedOn w:val="ReponseCar"/>
    <w:link w:val="Corpsitalique"/>
    <w:rsid w:val="00326A39"/>
    <w:rPr>
      <w:rFonts w:ascii="Marianne" w:eastAsia="Arial Unicode MS" w:hAnsi="Marianne" w:cs="Times New Roman"/>
      <w:i/>
      <w:color w:val="222222"/>
      <w:kern w:val="1"/>
      <w:sz w:val="24"/>
      <w:szCs w:val="24"/>
      <w:lang w:eastAsia="en-US"/>
    </w:rPr>
  </w:style>
  <w:style w:type="character" w:customStyle="1" w:styleId="Titre3Car">
    <w:name w:val="Titre 3 Car"/>
    <w:basedOn w:val="Policepardfaut"/>
    <w:link w:val="Titre3"/>
    <w:uiPriority w:val="9"/>
    <w:semiHidden/>
    <w:rsid w:val="00265E09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en-US"/>
    </w:rPr>
  </w:style>
  <w:style w:type="character" w:customStyle="1" w:styleId="PdgInviteCar">
    <w:name w:val="Pdg / Invite Car"/>
    <w:basedOn w:val="Policepardfaut"/>
    <w:link w:val="PdgInvite"/>
    <w:rsid w:val="009C2BF7"/>
    <w:rPr>
      <w:rFonts w:ascii="Marianne" w:hAnsi="Marianne"/>
      <w:b/>
      <w:bCs/>
      <w:iCs/>
      <w:color w:val="000000"/>
      <w:sz w:val="22"/>
      <w:szCs w:val="28"/>
      <w:lang w:eastAsia="en-US"/>
    </w:rPr>
  </w:style>
  <w:style w:type="paragraph" w:styleId="TM1">
    <w:name w:val="toc 1"/>
    <w:next w:val="TM2"/>
    <w:autoRedefine/>
    <w:uiPriority w:val="39"/>
    <w:unhideWhenUsed/>
    <w:rsid w:val="00243867"/>
    <w:pPr>
      <w:tabs>
        <w:tab w:val="right" w:leader="dot" w:pos="9972"/>
      </w:tabs>
      <w:spacing w:after="100"/>
      <w:ind w:left="567"/>
    </w:pPr>
    <w:rPr>
      <w:rFonts w:ascii="Marianne" w:hAnsi="Marianne"/>
      <w:caps/>
      <w:noProof/>
      <w:sz w:val="18"/>
      <w:szCs w:val="22"/>
      <w:lang w:eastAsia="en-US"/>
    </w:rPr>
  </w:style>
  <w:style w:type="paragraph" w:styleId="TM2">
    <w:name w:val="toc 2"/>
    <w:next w:val="TM3"/>
    <w:autoRedefine/>
    <w:uiPriority w:val="39"/>
    <w:unhideWhenUsed/>
    <w:rsid w:val="00A7190B"/>
    <w:pPr>
      <w:spacing w:after="100"/>
      <w:ind w:left="794"/>
    </w:pPr>
    <w:rPr>
      <w:rFonts w:ascii="Marianne" w:hAnsi="Marianne"/>
      <w:sz w:val="18"/>
      <w:szCs w:val="22"/>
      <w:lang w:eastAsia="en-US"/>
    </w:rPr>
  </w:style>
  <w:style w:type="paragraph" w:styleId="TM3">
    <w:name w:val="toc 3"/>
    <w:next w:val="Normal"/>
    <w:autoRedefine/>
    <w:uiPriority w:val="39"/>
    <w:unhideWhenUsed/>
    <w:rsid w:val="00A7190B"/>
    <w:pPr>
      <w:spacing w:after="100"/>
      <w:ind w:left="1021"/>
    </w:pPr>
    <w:rPr>
      <w:rFonts w:ascii="Marianne" w:hAnsi="Marianne"/>
      <w:sz w:val="18"/>
      <w:szCs w:val="22"/>
      <w:lang w:eastAsia="en-US"/>
    </w:rPr>
  </w:style>
  <w:style w:type="paragraph" w:customStyle="1" w:styleId="Piednormal">
    <w:name w:val="Pied / normal"/>
    <w:basedOn w:val="Normal"/>
    <w:link w:val="PiednormalCar"/>
    <w:qFormat/>
    <w:rsid w:val="009C2BF7"/>
    <w:pPr>
      <w:framePr w:w="9979" w:h="964" w:wrap="notBeside" w:vAnchor="page" w:hAnchor="page" w:x="916" w:y="15211"/>
      <w:widowControl/>
      <w:autoSpaceDE/>
      <w:autoSpaceDN/>
      <w:spacing w:line="192" w:lineRule="atLeast"/>
    </w:pPr>
    <w:rPr>
      <w:rFonts w:ascii="Marianne" w:hAnsi="Marianne" w:cs="Times New Roman"/>
      <w:sz w:val="16"/>
      <w:szCs w:val="16"/>
    </w:rPr>
  </w:style>
  <w:style w:type="paragraph" w:customStyle="1" w:styleId="Piedgras">
    <w:name w:val="Pied / gras"/>
    <w:basedOn w:val="Texte-Ml"/>
    <w:link w:val="PiedgrasCar"/>
    <w:rsid w:val="00921487"/>
    <w:pPr>
      <w:framePr w:wrap="notBeside" w:x="916" w:y="15211" w:anchorLock="0"/>
      <w:spacing w:after="0"/>
    </w:pPr>
    <w:rPr>
      <w:rFonts w:ascii="Marianne" w:hAnsi="Marianne"/>
      <w:b/>
      <w:szCs w:val="16"/>
    </w:rPr>
  </w:style>
  <w:style w:type="character" w:customStyle="1" w:styleId="Texte-Adresseligne1Car">
    <w:name w:val="Texte - Adresse ligne 1 Car"/>
    <w:basedOn w:val="CorpsdetexteCar"/>
    <w:link w:val="Texte-Adresseligne1"/>
    <w:rsid w:val="00921487"/>
    <w:rPr>
      <w:rFonts w:ascii="Marianne" w:hAnsi="Marianne" w:cs="Times New Roman"/>
      <w:sz w:val="16"/>
      <w:szCs w:val="22"/>
      <w:lang w:eastAsia="en-US"/>
    </w:rPr>
  </w:style>
  <w:style w:type="character" w:customStyle="1" w:styleId="Texte-MlCar">
    <w:name w:val="Texte - Mél. Car"/>
    <w:basedOn w:val="Texte-Adresseligne1Car"/>
    <w:link w:val="Texte-Ml"/>
    <w:rsid w:val="00921487"/>
    <w:rPr>
      <w:rFonts w:ascii="Marianne" w:hAnsi="Marianne" w:cs="Times New Roman"/>
      <w:sz w:val="16"/>
      <w:szCs w:val="22"/>
      <w:lang w:eastAsia="en-US"/>
    </w:rPr>
  </w:style>
  <w:style w:type="character" w:customStyle="1" w:styleId="PiednormalCar">
    <w:name w:val="Pied / normal Car"/>
    <w:basedOn w:val="Policepardfaut"/>
    <w:link w:val="Piednormal"/>
    <w:rsid w:val="009C2BF7"/>
    <w:rPr>
      <w:rFonts w:ascii="Marianne" w:hAnsi="Marianne" w:cs="Times New Roman"/>
      <w:sz w:val="16"/>
      <w:szCs w:val="16"/>
      <w:lang w:eastAsia="en-US"/>
    </w:rPr>
  </w:style>
  <w:style w:type="character" w:customStyle="1" w:styleId="PiedgrasCar">
    <w:name w:val="Pied / gras Car"/>
    <w:basedOn w:val="Texte-MlCar"/>
    <w:link w:val="Piedgras"/>
    <w:rsid w:val="00921487"/>
    <w:rPr>
      <w:rFonts w:ascii="Marianne" w:hAnsi="Marianne" w:cs="Times New Roman"/>
      <w:b/>
      <w:sz w:val="16"/>
      <w:szCs w:val="16"/>
      <w:lang w:eastAsia="en-US"/>
    </w:rPr>
  </w:style>
  <w:style w:type="paragraph" w:customStyle="1" w:styleId="Titren4">
    <w:name w:val="Titre n4"/>
    <w:basedOn w:val="Corpsdetexte"/>
    <w:link w:val="Titren4Car"/>
    <w:qFormat/>
    <w:rsid w:val="008314DF"/>
    <w:pPr>
      <w:numPr>
        <w:ilvl w:val="3"/>
        <w:numId w:val="10"/>
      </w:numPr>
      <w:spacing w:before="240" w:after="120"/>
    </w:pPr>
    <w:rPr>
      <w:b/>
    </w:rPr>
  </w:style>
  <w:style w:type="character" w:customStyle="1" w:styleId="Titren4Car">
    <w:name w:val="Titre n4 Car"/>
    <w:basedOn w:val="CorpsdetexteCar"/>
    <w:link w:val="Titren4"/>
    <w:rsid w:val="009C2BF7"/>
    <w:rPr>
      <w:rFonts w:ascii="Marianne" w:hAnsi="Marianne"/>
      <w:b/>
      <w:szCs w:val="22"/>
      <w:lang w:eastAsia="en-US"/>
    </w:rPr>
  </w:style>
  <w:style w:type="character" w:customStyle="1" w:styleId="En-tteRectoratCar">
    <w:name w:val="En-tête / Rectorat Car"/>
    <w:link w:val="En-tteRectorat"/>
    <w:locked/>
    <w:rsid w:val="009C2BF7"/>
    <w:rPr>
      <w:rFonts w:ascii="Marianne" w:hAnsi="Marianne"/>
      <w:b/>
      <w:bCs/>
      <w:szCs w:val="24"/>
      <w:lang w:eastAsia="en-US"/>
    </w:rPr>
  </w:style>
  <w:style w:type="paragraph" w:customStyle="1" w:styleId="En-tteRectorat">
    <w:name w:val="En-tête / Rectorat"/>
    <w:basedOn w:val="En-tte"/>
    <w:next w:val="Corpsdetexte"/>
    <w:link w:val="En-tteRectoratCar"/>
    <w:qFormat/>
    <w:rsid w:val="009C2BF7"/>
    <w:pPr>
      <w:tabs>
        <w:tab w:val="clear" w:pos="4513"/>
      </w:tabs>
      <w:spacing w:before="720"/>
      <w:jc w:val="right"/>
    </w:pPr>
    <w:rPr>
      <w:rFonts w:ascii="Marianne" w:hAnsi="Marianne"/>
      <w:b/>
      <w:bCs/>
      <w:sz w:val="20"/>
      <w:szCs w:val="24"/>
    </w:rPr>
  </w:style>
  <w:style w:type="character" w:customStyle="1" w:styleId="En-tteServiceCar">
    <w:name w:val="En-tête / Service Car"/>
    <w:basedOn w:val="En-tteRectoratCar"/>
    <w:link w:val="En-tteService"/>
    <w:locked/>
    <w:rsid w:val="009C2BF7"/>
    <w:rPr>
      <w:rFonts w:ascii="Marianne" w:hAnsi="Marianne"/>
      <w:b w:val="0"/>
      <w:bCs/>
      <w:szCs w:val="24"/>
      <w:lang w:eastAsia="en-US"/>
    </w:rPr>
  </w:style>
  <w:style w:type="paragraph" w:customStyle="1" w:styleId="En-tteService">
    <w:name w:val="En-tête / Service"/>
    <w:basedOn w:val="En-tteRectorat"/>
    <w:link w:val="En-tteServiceCar"/>
    <w:qFormat/>
    <w:rsid w:val="009C2BF7"/>
    <w:pPr>
      <w:spacing w:before="0" w:after="840"/>
    </w:pPr>
    <w:rPr>
      <w:b w:val="0"/>
    </w:rPr>
  </w:style>
  <w:style w:type="character" w:styleId="Marquedecommentaire">
    <w:name w:val="annotation reference"/>
    <w:basedOn w:val="Policepardfaut"/>
    <w:uiPriority w:val="99"/>
    <w:semiHidden/>
    <w:unhideWhenUsed/>
    <w:rsid w:val="00BF4381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BF4381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BF4381"/>
    <w:rPr>
      <w:lang w:eastAsia="en-US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BF4381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BF4381"/>
    <w:rPr>
      <w:b/>
      <w:bCs/>
      <w:lang w:eastAsia="en-US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BF4381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F4381"/>
    <w:rPr>
      <w:rFonts w:ascii="Segoe UI" w:hAnsi="Segoe UI" w:cs="Segoe UI"/>
      <w:sz w:val="18"/>
      <w:szCs w:val="18"/>
      <w:lang w:eastAsia="en-US"/>
    </w:rPr>
  </w:style>
  <w:style w:type="paragraph" w:customStyle="1" w:styleId="Titren5">
    <w:name w:val="Titre n5"/>
    <w:basedOn w:val="Titren4"/>
    <w:link w:val="Titren5Car"/>
    <w:qFormat/>
    <w:rsid w:val="0095212F"/>
    <w:pPr>
      <w:numPr>
        <w:ilvl w:val="4"/>
      </w:numPr>
    </w:pPr>
    <w:rPr>
      <w:u w:val="single"/>
    </w:rPr>
  </w:style>
  <w:style w:type="character" w:customStyle="1" w:styleId="Titren5Car">
    <w:name w:val="Titre n5 Car"/>
    <w:basedOn w:val="Titren4Car"/>
    <w:link w:val="Titren5"/>
    <w:rsid w:val="009C2BF7"/>
    <w:rPr>
      <w:rFonts w:ascii="Marianne" w:hAnsi="Marianne"/>
      <w:b/>
      <w:szCs w:val="22"/>
      <w:u w:val="single"/>
      <w:lang w:eastAsia="en-US"/>
    </w:rPr>
  </w:style>
  <w:style w:type="paragraph" w:customStyle="1" w:styleId="Tableaucentr">
    <w:name w:val="Tableau / centré"/>
    <w:basedOn w:val="Corpsdetexte"/>
    <w:link w:val="TableaucentrCar"/>
    <w:rsid w:val="00EB66F8"/>
    <w:pPr>
      <w:spacing w:after="0"/>
      <w:jc w:val="center"/>
    </w:pPr>
    <w:rPr>
      <w:sz w:val="18"/>
      <w:szCs w:val="18"/>
    </w:rPr>
  </w:style>
  <w:style w:type="character" w:customStyle="1" w:styleId="TableaucentrCar">
    <w:name w:val="Tableau / centré Car"/>
    <w:basedOn w:val="CorpsdetexteCar"/>
    <w:link w:val="Tableaucentr"/>
    <w:rsid w:val="00EB66F8"/>
    <w:rPr>
      <w:rFonts w:ascii="Marianne" w:hAnsi="Marianne"/>
      <w:sz w:val="18"/>
      <w:szCs w:val="18"/>
      <w:lang w:eastAsia="en-US"/>
    </w:rPr>
  </w:style>
  <w:style w:type="character" w:customStyle="1" w:styleId="PdgRefmarchCar">
    <w:name w:val="Pdg / Ref marché Car"/>
    <w:basedOn w:val="Policepardfaut"/>
    <w:link w:val="PdgRefmarch"/>
    <w:locked/>
    <w:rsid w:val="005122E4"/>
    <w:rPr>
      <w:rFonts w:ascii="Marianne" w:hAnsi="Marianne"/>
      <w:b/>
      <w:caps/>
      <w:sz w:val="18"/>
      <w:szCs w:val="22"/>
      <w:lang w:eastAsia="en-US"/>
    </w:rPr>
  </w:style>
  <w:style w:type="paragraph" w:customStyle="1" w:styleId="PdgRefmarch">
    <w:name w:val="Pdg / Ref marché"/>
    <w:basedOn w:val="Corpsdetexte"/>
    <w:link w:val="PdgRefmarchCar"/>
    <w:rsid w:val="005122E4"/>
    <w:pPr>
      <w:spacing w:after="0"/>
      <w:jc w:val="center"/>
    </w:pPr>
    <w:rPr>
      <w:b/>
      <w:caps/>
      <w:sz w:val="18"/>
    </w:rPr>
  </w:style>
  <w:style w:type="character" w:customStyle="1" w:styleId="Mentionnonrsolue2">
    <w:name w:val="Mention non résolue2"/>
    <w:basedOn w:val="Policepardfaut"/>
    <w:uiPriority w:val="99"/>
    <w:semiHidden/>
    <w:unhideWhenUsed/>
    <w:rsid w:val="0046144A"/>
    <w:rPr>
      <w:color w:val="605E5C"/>
      <w:shd w:val="clear" w:color="auto" w:fill="E1DFDD"/>
    </w:rPr>
  </w:style>
  <w:style w:type="paragraph" w:customStyle="1" w:styleId="CorpsListecocher">
    <w:name w:val="Corps / Liste à cocher"/>
    <w:basedOn w:val="CorpsListe"/>
    <w:link w:val="CorpsListecocherCar"/>
    <w:qFormat/>
    <w:rsid w:val="009C2BF7"/>
    <w:pPr>
      <w:numPr>
        <w:numId w:val="7"/>
      </w:numPr>
    </w:pPr>
  </w:style>
  <w:style w:type="character" w:customStyle="1" w:styleId="CorpsListecocherCar">
    <w:name w:val="Corps / Liste à cocher Car"/>
    <w:basedOn w:val="CorpsListeCar"/>
    <w:link w:val="CorpsListecocher"/>
    <w:rsid w:val="009C2BF7"/>
    <w:rPr>
      <w:rFonts w:ascii="Marianne" w:hAnsi="Marianne"/>
      <w:szCs w:val="22"/>
      <w:lang w:eastAsia="en-US"/>
    </w:rPr>
  </w:style>
  <w:style w:type="paragraph" w:customStyle="1" w:styleId="PdgObjetdumarch0">
    <w:name w:val="Pdg / Objet du marché"/>
    <w:next w:val="Corpsdetexte"/>
    <w:link w:val="PdgObjetdumarchCar0"/>
    <w:qFormat/>
    <w:rsid w:val="009C2BF7"/>
    <w:pPr>
      <w:spacing w:before="120" w:after="240"/>
      <w:jc w:val="center"/>
    </w:pPr>
    <w:rPr>
      <w:rFonts w:ascii="Marianne" w:hAnsi="Marianne"/>
      <w:b/>
      <w:bCs/>
      <w:smallCaps/>
      <w:sz w:val="32"/>
      <w:szCs w:val="24"/>
      <w:lang w:eastAsia="en-US"/>
    </w:rPr>
  </w:style>
  <w:style w:type="character" w:customStyle="1" w:styleId="PdgObjetdumarchCar0">
    <w:name w:val="Pdg / Objet du marché Car"/>
    <w:link w:val="PdgObjetdumarch0"/>
    <w:rsid w:val="009C2BF7"/>
    <w:rPr>
      <w:rFonts w:ascii="Marianne" w:hAnsi="Marianne"/>
      <w:b/>
      <w:bCs/>
      <w:smallCaps/>
      <w:sz w:val="32"/>
      <w:szCs w:val="24"/>
      <w:lang w:eastAsia="en-US"/>
    </w:rPr>
  </w:style>
  <w:style w:type="paragraph" w:customStyle="1" w:styleId="CourrierDate">
    <w:name w:val="Courrier / Date"/>
    <w:basedOn w:val="Corpsdetexte"/>
    <w:next w:val="Corpsdetexte"/>
    <w:link w:val="CourrierDateCar"/>
    <w:qFormat/>
    <w:rsid w:val="009C2BF7"/>
    <w:pPr>
      <w:spacing w:before="139" w:after="0"/>
      <w:jc w:val="right"/>
    </w:pPr>
    <w:rPr>
      <w:rFonts w:eastAsia="Marianne"/>
      <w:color w:val="231F20"/>
      <w:sz w:val="18"/>
    </w:rPr>
  </w:style>
  <w:style w:type="character" w:customStyle="1" w:styleId="CourrierDateCar">
    <w:name w:val="Courrier / Date Car"/>
    <w:basedOn w:val="Policepardfaut"/>
    <w:link w:val="CourrierDate"/>
    <w:rsid w:val="009C2BF7"/>
    <w:rPr>
      <w:rFonts w:ascii="Marianne" w:eastAsia="Marianne" w:hAnsi="Marianne"/>
      <w:color w:val="231F20"/>
      <w:sz w:val="18"/>
      <w:szCs w:val="22"/>
      <w:lang w:eastAsia="en-US"/>
    </w:rPr>
  </w:style>
  <w:style w:type="paragraph" w:customStyle="1" w:styleId="CourrierCoordonnes">
    <w:name w:val="Courrier / Coordonnées"/>
    <w:basedOn w:val="Corpsdetexte"/>
    <w:qFormat/>
    <w:rsid w:val="009C2BF7"/>
    <w:pPr>
      <w:framePr w:w="9979" w:h="964" w:wrap="notBeside" w:vAnchor="page" w:hAnchor="page" w:xAlign="center" w:yAlign="bottom" w:anchorLock="1"/>
      <w:widowControl/>
      <w:autoSpaceDE/>
      <w:autoSpaceDN/>
      <w:spacing w:after="0" w:line="192" w:lineRule="atLeast"/>
      <w:jc w:val="left"/>
    </w:pPr>
    <w:rPr>
      <w:rFonts w:eastAsia="Marianne" w:cs="Times New Roman"/>
      <w:sz w:val="16"/>
      <w:szCs w:val="20"/>
    </w:rPr>
  </w:style>
  <w:style w:type="paragraph" w:customStyle="1" w:styleId="SignatureDroite">
    <w:name w:val="Signature / Droite"/>
    <w:basedOn w:val="Corpsdetexte"/>
    <w:link w:val="SignatureDroiteCar"/>
    <w:qFormat/>
    <w:rsid w:val="009C2BF7"/>
    <w:pPr>
      <w:spacing w:before="480" w:after="480"/>
      <w:ind w:left="4536" w:right="-2"/>
      <w:jc w:val="center"/>
    </w:pPr>
  </w:style>
  <w:style w:type="character" w:customStyle="1" w:styleId="SignatureDroiteCar">
    <w:name w:val="Signature / Droite Car"/>
    <w:basedOn w:val="CorpsdetexteCar"/>
    <w:link w:val="SignatureDroite"/>
    <w:rsid w:val="009C2BF7"/>
    <w:rPr>
      <w:rFonts w:ascii="Marianne" w:hAnsi="Marianne"/>
      <w:szCs w:val="22"/>
      <w:lang w:eastAsia="en-US"/>
    </w:rPr>
  </w:style>
  <w:style w:type="paragraph" w:customStyle="1" w:styleId="PiedGras0">
    <w:name w:val="Pied / Gras"/>
    <w:basedOn w:val="Normal"/>
    <w:link w:val="PiedGrasCar0"/>
    <w:qFormat/>
    <w:rsid w:val="009C2BF7"/>
    <w:pPr>
      <w:framePr w:w="9979" w:h="964" w:wrap="notBeside" w:vAnchor="page" w:hAnchor="page" w:x="916" w:y="15211"/>
      <w:widowControl/>
      <w:autoSpaceDE/>
      <w:autoSpaceDN/>
      <w:spacing w:line="192" w:lineRule="atLeast"/>
      <w:jc w:val="both"/>
    </w:pPr>
    <w:rPr>
      <w:rFonts w:ascii="Marianne" w:hAnsi="Marianne"/>
      <w:b/>
      <w:sz w:val="16"/>
      <w:szCs w:val="16"/>
    </w:rPr>
  </w:style>
  <w:style w:type="character" w:customStyle="1" w:styleId="PiedGrasCar0">
    <w:name w:val="Pied / Gras Car"/>
    <w:basedOn w:val="Policepardfaut"/>
    <w:link w:val="PiedGras0"/>
    <w:locked/>
    <w:rsid w:val="009C2BF7"/>
    <w:rPr>
      <w:rFonts w:ascii="Marianne" w:hAnsi="Marianne"/>
      <w:b/>
      <w:sz w:val="16"/>
      <w:szCs w:val="16"/>
      <w:lang w:eastAsia="en-US"/>
    </w:rPr>
  </w:style>
  <w:style w:type="paragraph" w:customStyle="1" w:styleId="Titren1surlign">
    <w:name w:val="Titre n1 / surligné"/>
    <w:basedOn w:val="Titre1"/>
    <w:next w:val="Corpsdetexte"/>
    <w:link w:val="Titren1surlignCar"/>
    <w:qFormat/>
    <w:rsid w:val="008314DF"/>
    <w:pPr>
      <w:widowControl/>
      <w:numPr>
        <w:numId w:val="10"/>
      </w:numPr>
      <w:shd w:val="clear" w:color="auto" w:fill="BFBFBF" w:themeFill="background1" w:themeFillShade="BF"/>
      <w:autoSpaceDE/>
      <w:autoSpaceDN/>
      <w:spacing w:before="480" w:after="120"/>
      <w:jc w:val="left"/>
    </w:pPr>
    <w:rPr>
      <w:rFonts w:ascii="Marianne" w:hAnsi="Marianne"/>
      <w:bCs w:val="0"/>
      <w:smallCaps/>
      <w:sz w:val="28"/>
    </w:rPr>
  </w:style>
  <w:style w:type="character" w:customStyle="1" w:styleId="Titren1surlignCar">
    <w:name w:val="Titre n1 / surligné Car"/>
    <w:link w:val="Titren1surlign"/>
    <w:rsid w:val="009C2BF7"/>
    <w:rPr>
      <w:rFonts w:ascii="Marianne" w:hAnsi="Marianne"/>
      <w:b/>
      <w:smallCaps/>
      <w:sz w:val="28"/>
      <w:szCs w:val="24"/>
      <w:shd w:val="clear" w:color="auto" w:fill="BFBFBF" w:themeFill="background1" w:themeFillShade="BF"/>
      <w:lang w:eastAsia="en-US"/>
    </w:rPr>
  </w:style>
  <w:style w:type="paragraph" w:customStyle="1" w:styleId="PdgInfos0">
    <w:name w:val="Pdg / Infos"/>
    <w:basedOn w:val="PdgOpration"/>
    <w:link w:val="PdgInfosCar0"/>
    <w:qFormat/>
    <w:rsid w:val="009C2BF7"/>
    <w:pPr>
      <w:spacing w:after="360"/>
      <w:ind w:left="590"/>
    </w:pPr>
    <w:rPr>
      <w:b w:val="0"/>
      <w:sz w:val="22"/>
    </w:rPr>
  </w:style>
  <w:style w:type="character" w:customStyle="1" w:styleId="PdgInfosCar0">
    <w:name w:val="Pdg / Infos Car"/>
    <w:link w:val="PdgInfos0"/>
    <w:rsid w:val="009C2BF7"/>
    <w:rPr>
      <w:rFonts w:ascii="Marianne" w:hAnsi="Marianne"/>
      <w:bCs/>
      <w:sz w:val="22"/>
      <w:szCs w:val="16"/>
      <w:lang w:eastAsia="en-US"/>
    </w:rPr>
  </w:style>
  <w:style w:type="paragraph" w:customStyle="1" w:styleId="PdgTitreencadr">
    <w:name w:val="Pdg / Titre encadré"/>
    <w:basedOn w:val="Normal"/>
    <w:link w:val="PdgTitreencadrCar"/>
    <w:qFormat/>
    <w:rsid w:val="009C2BF7"/>
    <w:pPr>
      <w:pBdr>
        <w:top w:val="single" w:sz="4" w:space="14" w:color="000000" w:shadow="1"/>
        <w:left w:val="single" w:sz="4" w:space="14" w:color="000000" w:shadow="1"/>
        <w:bottom w:val="single" w:sz="4" w:space="14" w:color="000000" w:shadow="1"/>
        <w:right w:val="single" w:sz="4" w:space="14" w:color="000000" w:shadow="1"/>
      </w:pBdr>
      <w:shd w:val="clear" w:color="auto" w:fill="F2F2F2"/>
      <w:suppressAutoHyphens/>
      <w:autoSpaceDE/>
      <w:autoSpaceDN/>
      <w:ind w:left="284" w:right="283"/>
      <w:jc w:val="center"/>
    </w:pPr>
    <w:rPr>
      <w:rFonts w:ascii="Marianne" w:eastAsia="Arial Unicode MS" w:hAnsi="Marianne" w:cs="Times New Roman"/>
      <w:b/>
      <w:caps/>
      <w:kern w:val="32"/>
      <w:sz w:val="32"/>
      <w:szCs w:val="24"/>
    </w:rPr>
  </w:style>
  <w:style w:type="character" w:customStyle="1" w:styleId="PdgTitreencadrCar">
    <w:name w:val="Pdg / Titre encadré Car"/>
    <w:basedOn w:val="Policepardfaut"/>
    <w:link w:val="PdgTitreencadr"/>
    <w:rsid w:val="009C2BF7"/>
    <w:rPr>
      <w:rFonts w:ascii="Marianne" w:eastAsia="Arial Unicode MS" w:hAnsi="Marianne" w:cs="Times New Roman"/>
      <w:b/>
      <w:caps/>
      <w:kern w:val="32"/>
      <w:sz w:val="32"/>
      <w:szCs w:val="24"/>
      <w:shd w:val="clear" w:color="auto" w:fill="F2F2F2"/>
      <w:lang w:eastAsia="en-US"/>
    </w:rPr>
  </w:style>
  <w:style w:type="paragraph" w:customStyle="1" w:styleId="CorpsItalique0">
    <w:name w:val="Corps / Italique"/>
    <w:basedOn w:val="Normal"/>
    <w:link w:val="CorpsItaliqueCar0"/>
    <w:qFormat/>
    <w:rsid w:val="009C2BF7"/>
    <w:pPr>
      <w:suppressAutoHyphens/>
      <w:autoSpaceDE/>
      <w:autoSpaceDN/>
      <w:snapToGrid w:val="0"/>
      <w:spacing w:before="120" w:after="120"/>
      <w:ind w:right="57"/>
      <w:jc w:val="both"/>
    </w:pPr>
    <w:rPr>
      <w:rFonts w:ascii="Marianne" w:eastAsia="Arial Unicode MS" w:hAnsi="Marianne" w:cs="Times New Roman"/>
      <w:i/>
      <w:color w:val="222222"/>
      <w:kern w:val="1"/>
      <w:sz w:val="20"/>
      <w:szCs w:val="24"/>
      <w:shd w:val="clear" w:color="auto" w:fill="FFFFFF"/>
    </w:rPr>
  </w:style>
  <w:style w:type="character" w:customStyle="1" w:styleId="CorpsItaliqueCar0">
    <w:name w:val="Corps / Italique Car"/>
    <w:basedOn w:val="Policepardfaut"/>
    <w:link w:val="CorpsItalique0"/>
    <w:rsid w:val="009C2BF7"/>
    <w:rPr>
      <w:rFonts w:ascii="Marianne" w:eastAsia="Arial Unicode MS" w:hAnsi="Marianne" w:cs="Times New Roman"/>
      <w:i/>
      <w:color w:val="222222"/>
      <w:kern w:val="1"/>
      <w:szCs w:val="24"/>
      <w:lang w:eastAsia="en-US"/>
    </w:rPr>
  </w:style>
  <w:style w:type="paragraph" w:customStyle="1" w:styleId="TableauCentr0">
    <w:name w:val="Tableau / Centré"/>
    <w:basedOn w:val="Corpsdetexte"/>
    <w:link w:val="TableauCentrCar0"/>
    <w:qFormat/>
    <w:rsid w:val="009C2BF7"/>
    <w:pPr>
      <w:spacing w:before="60" w:after="60"/>
      <w:jc w:val="center"/>
    </w:pPr>
    <w:rPr>
      <w:szCs w:val="18"/>
    </w:rPr>
  </w:style>
  <w:style w:type="character" w:customStyle="1" w:styleId="TableauCentrCar0">
    <w:name w:val="Tableau / Centré Car"/>
    <w:basedOn w:val="CorpsdetexteCar"/>
    <w:link w:val="TableauCentr0"/>
    <w:rsid w:val="009C2BF7"/>
    <w:rPr>
      <w:rFonts w:ascii="Marianne" w:hAnsi="Marianne"/>
      <w:szCs w:val="18"/>
      <w:lang w:eastAsia="en-US"/>
    </w:rPr>
  </w:style>
  <w:style w:type="paragraph" w:customStyle="1" w:styleId="PdgRfrencedumarch">
    <w:name w:val="Pdg / Référence du marché"/>
    <w:basedOn w:val="Corpsdetexte"/>
    <w:link w:val="PdgRfrencedumarchCar"/>
    <w:qFormat/>
    <w:rsid w:val="009C2BF7"/>
    <w:pPr>
      <w:spacing w:after="0"/>
      <w:jc w:val="center"/>
    </w:pPr>
    <w:rPr>
      <w:b/>
      <w:caps/>
      <w:sz w:val="18"/>
    </w:rPr>
  </w:style>
  <w:style w:type="character" w:customStyle="1" w:styleId="PdgRfrencedumarchCar">
    <w:name w:val="Pdg / Référence du marché Car"/>
    <w:basedOn w:val="Policepardfaut"/>
    <w:link w:val="PdgRfrencedumarch"/>
    <w:locked/>
    <w:rsid w:val="009C2BF7"/>
    <w:rPr>
      <w:rFonts w:ascii="Marianne" w:hAnsi="Marianne"/>
      <w:b/>
      <w:caps/>
      <w:sz w:val="18"/>
      <w:szCs w:val="22"/>
      <w:lang w:eastAsia="en-US"/>
    </w:rPr>
  </w:style>
  <w:style w:type="paragraph" w:customStyle="1" w:styleId="TableauDroite">
    <w:name w:val="Tableau / Droite"/>
    <w:basedOn w:val="Corpsdetexte"/>
    <w:link w:val="TableauDroiteCar"/>
    <w:qFormat/>
    <w:rsid w:val="009C2BF7"/>
    <w:pPr>
      <w:spacing w:before="60" w:after="60"/>
      <w:jc w:val="left"/>
    </w:pPr>
  </w:style>
  <w:style w:type="character" w:customStyle="1" w:styleId="TableauDroiteCar">
    <w:name w:val="Tableau / Droite Car"/>
    <w:basedOn w:val="CorpsdetexteCar"/>
    <w:link w:val="TableauDroite"/>
    <w:rsid w:val="009C2BF7"/>
    <w:rPr>
      <w:rFonts w:ascii="Marianne" w:hAnsi="Marianne"/>
      <w:szCs w:val="22"/>
      <w:lang w:eastAsia="en-US"/>
    </w:rPr>
  </w:style>
  <w:style w:type="paragraph" w:customStyle="1" w:styleId="PdGTitre">
    <w:name w:val="PdG / Titre"/>
    <w:next w:val="Corpsdetexte"/>
    <w:link w:val="PdGTitreCar"/>
    <w:qFormat/>
    <w:rsid w:val="009C2BF7"/>
    <w:pPr>
      <w:spacing w:before="360" w:after="240"/>
      <w:jc w:val="center"/>
    </w:pPr>
    <w:rPr>
      <w:rFonts w:ascii="Marianne" w:hAnsi="Marianne"/>
      <w:b/>
      <w:bCs/>
      <w:smallCaps/>
      <w:sz w:val="32"/>
      <w:szCs w:val="24"/>
      <w:lang w:eastAsia="en-US"/>
    </w:rPr>
  </w:style>
  <w:style w:type="character" w:customStyle="1" w:styleId="PdGTitreCar">
    <w:name w:val="PdG / Titre Car"/>
    <w:link w:val="PdGTitre"/>
    <w:rsid w:val="009C2BF7"/>
    <w:rPr>
      <w:rFonts w:ascii="Marianne" w:hAnsi="Marianne"/>
      <w:b/>
      <w:bCs/>
      <w:smallCaps/>
      <w:sz w:val="32"/>
      <w:szCs w:val="24"/>
      <w:lang w:eastAsia="en-US"/>
    </w:rPr>
  </w:style>
  <w:style w:type="paragraph" w:customStyle="1" w:styleId="CorpsListelettres">
    <w:name w:val="Corps / Liste à lettres"/>
    <w:basedOn w:val="CorpsListe"/>
    <w:link w:val="CorpsListelettresCar"/>
    <w:qFormat/>
    <w:rsid w:val="009C2BF7"/>
    <w:pPr>
      <w:numPr>
        <w:numId w:val="8"/>
      </w:numPr>
    </w:pPr>
  </w:style>
  <w:style w:type="character" w:customStyle="1" w:styleId="CorpsListelettresCar">
    <w:name w:val="Corps / Liste à lettres Car"/>
    <w:basedOn w:val="CorpsListeCar"/>
    <w:link w:val="CorpsListelettres"/>
    <w:rsid w:val="009C2BF7"/>
    <w:rPr>
      <w:rFonts w:ascii="Marianne" w:hAnsi="Marianne"/>
      <w:szCs w:val="22"/>
      <w:lang w:eastAsia="en-US"/>
    </w:rPr>
  </w:style>
  <w:style w:type="paragraph" w:customStyle="1" w:styleId="CorpsGras">
    <w:name w:val="Corps / Gras"/>
    <w:basedOn w:val="Corpsdetexte"/>
    <w:link w:val="CorpsGrasCar"/>
    <w:qFormat/>
    <w:rsid w:val="009C2BF7"/>
    <w:rPr>
      <w:b/>
    </w:rPr>
  </w:style>
  <w:style w:type="character" w:customStyle="1" w:styleId="CorpsGrasCar">
    <w:name w:val="Corps / Gras Car"/>
    <w:basedOn w:val="CorpsdetexteCar"/>
    <w:link w:val="CorpsGras"/>
    <w:rsid w:val="009C2BF7"/>
    <w:rPr>
      <w:rFonts w:ascii="Marianne" w:hAnsi="Marianne"/>
      <w:b/>
      <w:szCs w:val="22"/>
      <w:lang w:eastAsia="en-US"/>
    </w:rPr>
  </w:style>
  <w:style w:type="paragraph" w:customStyle="1" w:styleId="Tableaudroite0">
    <w:name w:val="Tableau / droite"/>
    <w:basedOn w:val="TableauDroite"/>
    <w:link w:val="TableaudroiteCar0"/>
    <w:qFormat/>
    <w:rsid w:val="009C2BF7"/>
    <w:pPr>
      <w:jc w:val="right"/>
    </w:pPr>
  </w:style>
  <w:style w:type="character" w:customStyle="1" w:styleId="TableaudroiteCar0">
    <w:name w:val="Tableau / droite Car"/>
    <w:basedOn w:val="TableauDroiteCar"/>
    <w:link w:val="Tableaudroite0"/>
    <w:rsid w:val="009C2BF7"/>
    <w:rPr>
      <w:rFonts w:ascii="Marianne" w:hAnsi="Marianne"/>
      <w:szCs w:val="22"/>
      <w:lang w:eastAsia="en-US"/>
    </w:rPr>
  </w:style>
  <w:style w:type="paragraph" w:customStyle="1" w:styleId="CourrierObjet-PJ">
    <w:name w:val="Courrier / Objet - PJ"/>
    <w:basedOn w:val="Corpsdetexte"/>
    <w:next w:val="Corpsdetexte"/>
    <w:link w:val="CourrierObjet-PJCar"/>
    <w:qFormat/>
    <w:rsid w:val="009C2BF7"/>
    <w:pPr>
      <w:spacing w:before="480"/>
    </w:pPr>
    <w:rPr>
      <w:b/>
      <w:sz w:val="22"/>
    </w:rPr>
  </w:style>
  <w:style w:type="character" w:customStyle="1" w:styleId="CourrierObjet-PJCar">
    <w:name w:val="Courrier / Objet - PJ Car"/>
    <w:basedOn w:val="Policepardfaut"/>
    <w:link w:val="CourrierObjet-PJ"/>
    <w:rsid w:val="009C2BF7"/>
    <w:rPr>
      <w:rFonts w:ascii="Marianne" w:hAnsi="Marianne"/>
      <w:b/>
      <w:sz w:val="22"/>
      <w:szCs w:val="22"/>
      <w:lang w:eastAsia="en-US"/>
    </w:rPr>
  </w:style>
  <w:style w:type="paragraph" w:customStyle="1" w:styleId="SignatureGauche">
    <w:name w:val="Signature / Gauche"/>
    <w:basedOn w:val="SignatureDroite"/>
    <w:link w:val="SignatureGaucheCar"/>
    <w:qFormat/>
    <w:rsid w:val="009C2BF7"/>
    <w:pPr>
      <w:ind w:left="0" w:right="5101"/>
    </w:pPr>
  </w:style>
  <w:style w:type="character" w:customStyle="1" w:styleId="SignatureGaucheCar">
    <w:name w:val="Signature / Gauche Car"/>
    <w:basedOn w:val="SignatureDroiteCar"/>
    <w:link w:val="SignatureGauche"/>
    <w:rsid w:val="009C2BF7"/>
    <w:rPr>
      <w:rFonts w:ascii="Marianne" w:hAnsi="Marianne"/>
      <w:szCs w:val="22"/>
      <w:lang w:eastAsia="en-US"/>
    </w:rPr>
  </w:style>
  <w:style w:type="character" w:customStyle="1" w:styleId="Titre4Car">
    <w:name w:val="Titre 4 Car"/>
    <w:basedOn w:val="Policepardfaut"/>
    <w:link w:val="Titre4"/>
    <w:uiPriority w:val="9"/>
    <w:semiHidden/>
    <w:rsid w:val="009C2BF7"/>
    <w:rPr>
      <w:rFonts w:asciiTheme="majorHAnsi" w:eastAsiaTheme="majorEastAsia" w:hAnsiTheme="majorHAnsi" w:cstheme="majorBidi"/>
      <w:i/>
      <w:iCs/>
      <w:color w:val="2F5496" w:themeColor="accent1" w:themeShade="BF"/>
      <w:sz w:val="22"/>
      <w:szCs w:val="22"/>
      <w:lang w:eastAsia="en-US"/>
    </w:rPr>
  </w:style>
  <w:style w:type="character" w:customStyle="1" w:styleId="Titre9Car">
    <w:name w:val="Titre 9 Car"/>
    <w:basedOn w:val="Policepardfaut"/>
    <w:link w:val="Titre9"/>
    <w:uiPriority w:val="9"/>
    <w:semiHidden/>
    <w:rsid w:val="009C2BF7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en-US"/>
    </w:rPr>
  </w:style>
  <w:style w:type="paragraph" w:styleId="Lgende">
    <w:name w:val="caption"/>
    <w:basedOn w:val="Normal"/>
    <w:uiPriority w:val="35"/>
    <w:semiHidden/>
    <w:unhideWhenUsed/>
    <w:qFormat/>
    <w:rsid w:val="009C2BF7"/>
    <w:pPr>
      <w:spacing w:after="200"/>
    </w:pPr>
    <w:rPr>
      <w:i/>
      <w:iCs/>
      <w:color w:val="7F7F7F" w:themeColor="text1" w:themeTint="80"/>
      <w:sz w:val="18"/>
      <w:szCs w:val="18"/>
    </w:rPr>
  </w:style>
  <w:style w:type="numbering" w:customStyle="1" w:styleId="Liste-titres-contrat">
    <w:name w:val="Liste-titres-contrat"/>
    <w:uiPriority w:val="99"/>
    <w:rsid w:val="008314DF"/>
    <w:pPr>
      <w:numPr>
        <w:numId w:val="3"/>
      </w:numPr>
    </w:pPr>
  </w:style>
  <w:style w:type="numbering" w:customStyle="1" w:styleId="Liste-titres-standard">
    <w:name w:val="Liste-titres-standard"/>
    <w:uiPriority w:val="99"/>
    <w:rsid w:val="00821F1C"/>
    <w:pPr>
      <w:numPr>
        <w:numId w:val="4"/>
      </w:numPr>
    </w:pPr>
  </w:style>
  <w:style w:type="numbering" w:customStyle="1" w:styleId="Liste-a-puces">
    <w:name w:val="Liste-a-puces"/>
    <w:uiPriority w:val="99"/>
    <w:rsid w:val="009D5A8D"/>
    <w:pPr>
      <w:numPr>
        <w:numId w:val="5"/>
      </w:numPr>
    </w:pPr>
  </w:style>
  <w:style w:type="numbering" w:customStyle="1" w:styleId="Liste-a-cocher">
    <w:name w:val="Liste-a-cocher"/>
    <w:uiPriority w:val="99"/>
    <w:rsid w:val="00D60FCE"/>
    <w:pPr>
      <w:numPr>
        <w:numId w:val="6"/>
      </w:numPr>
    </w:pPr>
  </w:style>
  <w:style w:type="numbering" w:customStyle="1" w:styleId="Style1">
    <w:name w:val="Style1"/>
    <w:uiPriority w:val="99"/>
    <w:rsid w:val="000738E7"/>
    <w:pPr>
      <w:numPr>
        <w:numId w:val="8"/>
      </w:numPr>
    </w:pPr>
  </w:style>
  <w:style w:type="paragraph" w:customStyle="1" w:styleId="Paragraphe">
    <w:name w:val="Paragraphe"/>
    <w:basedOn w:val="Normal"/>
    <w:rsid w:val="00526B93"/>
    <w:pPr>
      <w:suppressAutoHyphens/>
      <w:autoSpaceDE/>
      <w:autoSpaceDN/>
      <w:spacing w:before="120"/>
      <w:jc w:val="both"/>
    </w:pPr>
    <w:rPr>
      <w:rFonts w:ascii="Times New Roman" w:eastAsia="Arial Unicode MS" w:hAnsi="Times New Roman" w:cs="Tahoma"/>
      <w:kern w:val="2"/>
      <w:sz w:val="24"/>
      <w:szCs w:val="24"/>
    </w:rPr>
  </w:style>
  <w:style w:type="paragraph" w:styleId="Notedebasdepage">
    <w:name w:val="footnote text"/>
    <w:basedOn w:val="Normal"/>
    <w:link w:val="NotedebasdepageCar"/>
    <w:rsid w:val="00526B93"/>
    <w:pPr>
      <w:suppressAutoHyphens/>
      <w:autoSpaceDE/>
      <w:autoSpaceDN/>
      <w:jc w:val="both"/>
    </w:pPr>
    <w:rPr>
      <w:rFonts w:ascii="Times New Roman" w:eastAsia="Times New Roman" w:hAnsi="Times New Roman" w:cs="Times New Roman"/>
      <w:color w:val="000000"/>
      <w:sz w:val="18"/>
      <w:szCs w:val="20"/>
    </w:rPr>
  </w:style>
  <w:style w:type="character" w:customStyle="1" w:styleId="NotedebasdepageCar">
    <w:name w:val="Note de bas de page Car"/>
    <w:basedOn w:val="Policepardfaut"/>
    <w:link w:val="Notedebasdepage"/>
    <w:rsid w:val="00526B93"/>
    <w:rPr>
      <w:rFonts w:ascii="Times New Roman" w:eastAsia="Times New Roman" w:hAnsi="Times New Roman" w:cs="Times New Roman"/>
      <w:color w:val="000000"/>
      <w:sz w:val="18"/>
      <w:lang w:eastAsia="en-US"/>
    </w:rPr>
  </w:style>
  <w:style w:type="character" w:styleId="Appelnotedebasdep">
    <w:name w:val="footnote reference"/>
    <w:basedOn w:val="Policepardfaut"/>
    <w:uiPriority w:val="99"/>
    <w:semiHidden/>
    <w:unhideWhenUsed/>
    <w:rsid w:val="00526B93"/>
    <w:rPr>
      <w:vertAlign w:val="superscript"/>
    </w:rPr>
  </w:style>
  <w:style w:type="paragraph" w:styleId="TM4">
    <w:name w:val="toc 4"/>
    <w:basedOn w:val="Normal"/>
    <w:next w:val="Normal"/>
    <w:autoRedefine/>
    <w:uiPriority w:val="39"/>
    <w:unhideWhenUsed/>
    <w:rsid w:val="00526B93"/>
    <w:pPr>
      <w:widowControl/>
      <w:autoSpaceDE/>
      <w:autoSpaceDN/>
      <w:spacing w:after="100" w:line="259" w:lineRule="auto"/>
      <w:ind w:left="660"/>
    </w:pPr>
    <w:rPr>
      <w:rFonts w:asciiTheme="minorHAnsi" w:eastAsiaTheme="minorEastAsia" w:hAnsiTheme="minorHAnsi" w:cstheme="minorBidi"/>
      <w:lang w:eastAsia="fr-FR"/>
    </w:rPr>
  </w:style>
  <w:style w:type="paragraph" w:styleId="TM5">
    <w:name w:val="toc 5"/>
    <w:basedOn w:val="Normal"/>
    <w:next w:val="Normal"/>
    <w:autoRedefine/>
    <w:uiPriority w:val="39"/>
    <w:unhideWhenUsed/>
    <w:rsid w:val="00526B93"/>
    <w:pPr>
      <w:widowControl/>
      <w:autoSpaceDE/>
      <w:autoSpaceDN/>
      <w:spacing w:after="100" w:line="259" w:lineRule="auto"/>
      <w:ind w:left="880"/>
    </w:pPr>
    <w:rPr>
      <w:rFonts w:asciiTheme="minorHAnsi" w:eastAsiaTheme="minorEastAsia" w:hAnsiTheme="minorHAnsi" w:cstheme="minorBidi"/>
      <w:lang w:eastAsia="fr-FR"/>
    </w:rPr>
  </w:style>
  <w:style w:type="paragraph" w:styleId="TM6">
    <w:name w:val="toc 6"/>
    <w:basedOn w:val="Normal"/>
    <w:next w:val="Normal"/>
    <w:autoRedefine/>
    <w:uiPriority w:val="39"/>
    <w:unhideWhenUsed/>
    <w:rsid w:val="00526B93"/>
    <w:pPr>
      <w:widowControl/>
      <w:autoSpaceDE/>
      <w:autoSpaceDN/>
      <w:spacing w:after="100" w:line="259" w:lineRule="auto"/>
      <w:ind w:left="1100"/>
    </w:pPr>
    <w:rPr>
      <w:rFonts w:asciiTheme="minorHAnsi" w:eastAsiaTheme="minorEastAsia" w:hAnsiTheme="minorHAnsi" w:cstheme="minorBidi"/>
      <w:lang w:eastAsia="fr-FR"/>
    </w:rPr>
  </w:style>
  <w:style w:type="paragraph" w:styleId="TM7">
    <w:name w:val="toc 7"/>
    <w:basedOn w:val="Normal"/>
    <w:next w:val="Normal"/>
    <w:autoRedefine/>
    <w:uiPriority w:val="39"/>
    <w:unhideWhenUsed/>
    <w:rsid w:val="00526B93"/>
    <w:pPr>
      <w:widowControl/>
      <w:autoSpaceDE/>
      <w:autoSpaceDN/>
      <w:spacing w:after="100" w:line="259" w:lineRule="auto"/>
      <w:ind w:left="1320"/>
    </w:pPr>
    <w:rPr>
      <w:rFonts w:asciiTheme="minorHAnsi" w:eastAsiaTheme="minorEastAsia" w:hAnsiTheme="minorHAnsi" w:cstheme="minorBidi"/>
      <w:lang w:eastAsia="fr-FR"/>
    </w:rPr>
  </w:style>
  <w:style w:type="paragraph" w:styleId="TM8">
    <w:name w:val="toc 8"/>
    <w:basedOn w:val="Normal"/>
    <w:next w:val="Normal"/>
    <w:autoRedefine/>
    <w:uiPriority w:val="39"/>
    <w:unhideWhenUsed/>
    <w:rsid w:val="00526B93"/>
    <w:pPr>
      <w:widowControl/>
      <w:autoSpaceDE/>
      <w:autoSpaceDN/>
      <w:spacing w:after="100" w:line="259" w:lineRule="auto"/>
      <w:ind w:left="1540"/>
    </w:pPr>
    <w:rPr>
      <w:rFonts w:asciiTheme="minorHAnsi" w:eastAsiaTheme="minorEastAsia" w:hAnsiTheme="minorHAnsi" w:cstheme="minorBidi"/>
      <w:lang w:eastAsia="fr-FR"/>
    </w:rPr>
  </w:style>
  <w:style w:type="paragraph" w:styleId="TM9">
    <w:name w:val="toc 9"/>
    <w:basedOn w:val="Normal"/>
    <w:next w:val="Normal"/>
    <w:autoRedefine/>
    <w:uiPriority w:val="39"/>
    <w:unhideWhenUsed/>
    <w:rsid w:val="00526B93"/>
    <w:pPr>
      <w:widowControl/>
      <w:autoSpaceDE/>
      <w:autoSpaceDN/>
      <w:spacing w:after="100" w:line="259" w:lineRule="auto"/>
      <w:ind w:left="1760"/>
    </w:pPr>
    <w:rPr>
      <w:rFonts w:asciiTheme="minorHAnsi" w:eastAsiaTheme="minorEastAsia" w:hAnsiTheme="minorHAnsi" w:cstheme="minorBidi"/>
      <w:lang w:eastAsia="fr-FR"/>
    </w:rPr>
  </w:style>
  <w:style w:type="character" w:customStyle="1" w:styleId="Mentionnonrsolue3">
    <w:name w:val="Mention non résolue3"/>
    <w:basedOn w:val="Policepardfaut"/>
    <w:uiPriority w:val="99"/>
    <w:semiHidden/>
    <w:unhideWhenUsed/>
    <w:rsid w:val="00526B93"/>
    <w:rPr>
      <w:color w:val="605E5C"/>
      <w:shd w:val="clear" w:color="auto" w:fill="E1DFDD"/>
    </w:rPr>
  </w:style>
  <w:style w:type="character" w:styleId="Textedelespacerserv">
    <w:name w:val="Placeholder Text"/>
    <w:basedOn w:val="Policepardfaut"/>
    <w:uiPriority w:val="99"/>
    <w:semiHidden/>
    <w:rsid w:val="00526B93"/>
    <w:rPr>
      <w:color w:val="808080"/>
    </w:rPr>
  </w:style>
  <w:style w:type="paragraph" w:customStyle="1" w:styleId="Titredudocument">
    <w:name w:val="Titre du document"/>
    <w:next w:val="Corpsdetexte"/>
    <w:link w:val="TitredudocumentCar"/>
    <w:rsid w:val="008C16ED"/>
    <w:pPr>
      <w:spacing w:before="360" w:after="240"/>
    </w:pPr>
    <w:rPr>
      <w:rFonts w:ascii="Marianne" w:hAnsi="Marianne"/>
      <w:b/>
      <w:bCs/>
      <w:smallCaps/>
      <w:sz w:val="32"/>
      <w:szCs w:val="24"/>
      <w:lang w:eastAsia="en-US"/>
    </w:rPr>
  </w:style>
  <w:style w:type="character" w:customStyle="1" w:styleId="TitredudocumentCar">
    <w:name w:val="Titre du document Car"/>
    <w:link w:val="Titredudocument"/>
    <w:rsid w:val="008C16ED"/>
    <w:rPr>
      <w:rFonts w:ascii="Marianne" w:hAnsi="Marianne"/>
      <w:b/>
      <w:bCs/>
      <w:smallCaps/>
      <w:sz w:val="32"/>
      <w:szCs w:val="24"/>
      <w:lang w:eastAsia="en-US"/>
    </w:rPr>
  </w:style>
  <w:style w:type="paragraph" w:customStyle="1" w:styleId="PdgListe">
    <w:name w:val="Pdg / Liste"/>
    <w:basedOn w:val="Corpsdetexte"/>
    <w:link w:val="PdgListeCar"/>
    <w:rsid w:val="008C16ED"/>
    <w:pPr>
      <w:spacing w:after="120"/>
      <w:jc w:val="left"/>
    </w:pPr>
  </w:style>
  <w:style w:type="character" w:customStyle="1" w:styleId="PdgListeCar">
    <w:name w:val="Pdg / Liste Car"/>
    <w:basedOn w:val="CorpsdetexteCar"/>
    <w:link w:val="PdgListe"/>
    <w:rsid w:val="008C16ED"/>
    <w:rPr>
      <w:rFonts w:ascii="Marianne" w:hAnsi="Marianne"/>
      <w:szCs w:val="22"/>
      <w:lang w:eastAsia="en-US"/>
    </w:rPr>
  </w:style>
  <w:style w:type="numbering" w:customStyle="1" w:styleId="SCUSContrat">
    <w:name w:val="SCUS_Contrat"/>
    <w:uiPriority w:val="99"/>
    <w:rsid w:val="008C16ED"/>
    <w:pPr>
      <w:numPr>
        <w:numId w:val="12"/>
      </w:numPr>
    </w:pPr>
  </w:style>
  <w:style w:type="paragraph" w:customStyle="1" w:styleId="msonormal0">
    <w:name w:val="msonormal"/>
    <w:basedOn w:val="Normal"/>
    <w:rsid w:val="00995AF1"/>
    <w:pPr>
      <w:widowControl/>
      <w:autoSpaceDE/>
      <w:autoSpaceDN/>
      <w:spacing w:before="100" w:beforeAutospacing="1" w:after="119"/>
      <w:jc w:val="both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customStyle="1" w:styleId="western">
    <w:name w:val="western"/>
    <w:basedOn w:val="Normal"/>
    <w:rsid w:val="00995AF1"/>
    <w:pPr>
      <w:widowControl/>
      <w:autoSpaceDE/>
      <w:autoSpaceDN/>
      <w:spacing w:before="100" w:beforeAutospacing="1" w:after="119"/>
      <w:jc w:val="both"/>
    </w:pPr>
    <w:rPr>
      <w:rFonts w:ascii="Marianne" w:eastAsia="Times New Roman" w:hAnsi="Marianne" w:cs="Times New Roman"/>
      <w:sz w:val="20"/>
      <w:szCs w:val="20"/>
      <w:lang w:eastAsia="fr-FR"/>
    </w:rPr>
  </w:style>
  <w:style w:type="paragraph" w:customStyle="1" w:styleId="Corpsitaliquecentr">
    <w:name w:val="Corps / italique centré"/>
    <w:basedOn w:val="Corpsdetexte"/>
    <w:link w:val="CorpsitaliquecentrCar"/>
    <w:rsid w:val="00995AF1"/>
    <w:pPr>
      <w:jc w:val="center"/>
    </w:pPr>
    <w:rPr>
      <w:i/>
    </w:rPr>
  </w:style>
  <w:style w:type="character" w:customStyle="1" w:styleId="CorpsitaliquecentrCar">
    <w:name w:val="Corps / italique centré Car"/>
    <w:basedOn w:val="CorpsdetexteCar"/>
    <w:link w:val="Corpsitaliquecentr"/>
    <w:rsid w:val="00995AF1"/>
    <w:rPr>
      <w:rFonts w:ascii="Marianne" w:hAnsi="Marianne"/>
      <w:i/>
      <w:szCs w:val="22"/>
      <w:lang w:eastAsia="en-US"/>
    </w:rPr>
  </w:style>
  <w:style w:type="character" w:styleId="Mentionnonrsolue">
    <w:name w:val="Unresolved Mention"/>
    <w:basedOn w:val="Policepardfaut"/>
    <w:uiPriority w:val="99"/>
    <w:semiHidden/>
    <w:unhideWhenUsed/>
    <w:rsid w:val="00995AF1"/>
    <w:rPr>
      <w:color w:val="605E5C"/>
      <w:shd w:val="clear" w:color="auto" w:fill="E1DFDD"/>
    </w:rPr>
  </w:style>
  <w:style w:type="paragraph" w:styleId="Rvision">
    <w:name w:val="Revision"/>
    <w:hidden/>
    <w:uiPriority w:val="99"/>
    <w:semiHidden/>
    <w:rsid w:val="009C01F7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97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1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73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07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88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16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03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69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51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18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05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8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22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03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jpeg"/><Relationship Id="rId18" Type="http://schemas.openxmlformats.org/officeDocument/2006/relationships/image" Target="media/image9.jpeg"/><Relationship Id="rId26" Type="http://schemas.openxmlformats.org/officeDocument/2006/relationships/theme" Target="theme/theme1.xml"/><Relationship Id="rId3" Type="http://schemas.openxmlformats.org/officeDocument/2006/relationships/customXml" Target="../customXml/item3.xml"/><Relationship Id="rId21" Type="http://schemas.openxmlformats.org/officeDocument/2006/relationships/footer" Target="footer1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17" Type="http://schemas.openxmlformats.org/officeDocument/2006/relationships/image" Target="media/image8.png"/><Relationship Id="rId25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image" Target="media/image7.jpeg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jpeg"/><Relationship Id="rId24" Type="http://schemas.openxmlformats.org/officeDocument/2006/relationships/header" Target="header3.xml"/><Relationship Id="rId5" Type="http://schemas.openxmlformats.org/officeDocument/2006/relationships/styles" Target="styles.xml"/><Relationship Id="rId15" Type="http://schemas.openxmlformats.org/officeDocument/2006/relationships/image" Target="media/image6.jpeg"/><Relationship Id="rId23" Type="http://schemas.openxmlformats.org/officeDocument/2006/relationships/footer" Target="footer2.xml"/><Relationship Id="rId10" Type="http://schemas.openxmlformats.org/officeDocument/2006/relationships/image" Target="media/image1.jpeg"/><Relationship Id="rId19" Type="http://schemas.openxmlformats.org/officeDocument/2006/relationships/image" Target="media/image10.jpe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image" Target="media/image5.jpeg"/><Relationship Id="rId22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L:\scus\rc_scus\MODELES\Courants\AC-NANTES_SCUS_00-000_Piece-Marche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73AB55E0CC5DA459F57F5A42893F46A005A087D358B12CA4E82A8A8BA9B8A8CF200D3544DBFAD4F664AA25DF68E6D1F0A9E00689F2856DFEDCE40890FDCED81A7DFC9005D57C802836FCB44B44B7372FB2B7972" ma:contentTypeVersion="2" ma:contentTypeDescription="Crée un document." ma:contentTypeScope="" ma:versionID="5a60f89c127121cb1fddd53ae7c254b1">
  <xsd:schema xmlns:xsd="http://www.w3.org/2001/XMLSchema" xmlns:xs="http://www.w3.org/2001/XMLSchema" xmlns:p="http://schemas.microsoft.com/office/2006/metadata/properties" xmlns:ns2="2c7ddd52-0a06-43b1-a35c-dcb15ea2e3f4" targetNamespace="http://schemas.microsoft.com/office/2006/metadata/properties" ma:root="true" ma:fieldsID="d5f738a9b3eb3c0a5db9868b5f12e787" ns2:_="">
    <xsd:import namespace="2c7ddd52-0a06-43b1-a35c-dcb15ea2e3f4"/>
    <xsd:element name="properties">
      <xsd:complexType>
        <xsd:sequence>
          <xsd:element name="documentManagement">
            <xsd:complexType>
              <xsd:all>
                <xsd:element ref="ns2:Description0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c7ddd52-0a06-43b1-a35c-dcb15ea2e3f4" elementFormDefault="qualified">
    <xsd:import namespace="http://schemas.microsoft.com/office/2006/documentManagement/types"/>
    <xsd:import namespace="http://schemas.microsoft.com/office/infopath/2007/PartnerControls"/>
    <xsd:element name="Description0" ma:index="8" nillable="true" ma:displayName="Description" ma:description="Description du document" ma:internalName="Description0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 ma:readOnly="true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9C6A48-EB5E-4C7A-9D42-3B2A07DC8E0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25BB6B5-45D4-42AD-A726-27B62365CD9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c7ddd52-0a06-43b1-a35c-dcb15ea2e3f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67D5461-11D2-4674-9E26-0DF889CCE7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AC-NANTES_SCUS_00-000_Piece-Marche.dotx</Template>
  <TotalTime>199</TotalTime>
  <Pages>25</Pages>
  <Words>3508</Words>
  <Characters>19300</Characters>
  <Application>Microsoft Office Word</Application>
  <DocSecurity>0</DocSecurity>
  <Lines>160</Lines>
  <Paragraphs>45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AE-PI</vt:lpstr>
    </vt:vector>
  </TitlesOfParts>
  <Manager>Gilles Blanchard</Manager>
  <Company>Rectorat de la région académique Pays de la Loire</Company>
  <LinksUpToDate>false</LinksUpToDate>
  <CharactersWithSpaces>22763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AE-PI</dc:title>
  <dc:subject>Marché public de prestations intellectuelles - Mission de</dc:subject>
  <dc:creator>Sebastien l'Hullier</dc:creator>
  <cp:keywords/>
  <cp:lastModifiedBy>L-Hullier Sebastien</cp:lastModifiedBy>
  <cp:revision>47</cp:revision>
  <cp:lastPrinted>2024-06-03T13:20:00Z</cp:lastPrinted>
  <dcterms:created xsi:type="dcterms:W3CDTF">2024-06-04T12:30:00Z</dcterms:created>
  <dcterms:modified xsi:type="dcterms:W3CDTF">2025-07-25T13:22:00Z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2020-02-23T00:00:00Z</vt:filetime>
  </property>
  <property fmtid="{D5CDD505-2E9C-101B-9397-08002B2CF9AE}" pid="3" name="Creator">
    <vt:lpwstr>Adobe Illustrator CC 22.1 (Macintosh)</vt:lpwstr>
  </property>
  <property fmtid="{D5CDD505-2E9C-101B-9397-08002B2CF9AE}" pid="4" name="LastSaved">
    <vt:filetime>2020-03-05T00:00:00Z</vt:filetime>
  </property>
  <property fmtid="{D5CDD505-2E9C-101B-9397-08002B2CF9AE}" pid="5" name="ContentTypeId">
    <vt:lpwstr>0x010100873AB55E0CC5DA459F57F5A42893F46A005A087D358B12CA4E82A8A8BA9B8A8CF200D3544DBFAD4F664AA25DF68E6D1F0A9E00689F2856DFEDCE40890FDCED81A7DFC9005D57C802836FCB44B44B7372FB2B7972</vt:lpwstr>
  </property>
  <property fmtid="{D5CDD505-2E9C-101B-9397-08002B2CF9AE}" pid="6" name="Description0">
    <vt:lpwstr/>
  </property>
</Properties>
</file>