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7784FCCD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1B10A5">
        <w:t>3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1ACE2660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1B10A5">
        <w:t>3</w:t>
      </w:r>
      <w:r>
        <w:rPr>
          <w:rFonts w:ascii="Calibri" w:hAnsi="Calibri" w:cs="Calibri"/>
        </w:rPr>
        <w:t> </w:t>
      </w:r>
      <w:r>
        <w:t xml:space="preserve">: </w:t>
      </w:r>
      <w:r w:rsidR="00D84EA7">
        <w:t>G</w:t>
      </w:r>
      <w:r w:rsidR="00D84EA7" w:rsidRPr="00D84EA7">
        <w:t xml:space="preserve">ros œuvre - </w:t>
      </w:r>
      <w:r w:rsidR="00D84EA7">
        <w:t>R</w:t>
      </w:r>
      <w:r w:rsidR="00D84EA7" w:rsidRPr="00D84EA7">
        <w:t>avalement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1FC6651E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2B092F">
              <w:br/>
            </w:r>
            <w:r w:rsidR="002B092F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47F269A2" w:rsidR="00995AF1" w:rsidRPr="00B951CA" w:rsidRDefault="00D618B8" w:rsidP="00995AF1">
      <w:pPr>
        <w:pStyle w:val="PdgVersion"/>
        <w:jc w:val="right"/>
        <w:rPr>
          <w:b w:val="0"/>
        </w:rPr>
      </w:pPr>
      <w:bookmarkStart w:id="6" w:name="_Hlk204345324"/>
      <w:r>
        <w:rPr>
          <w:b w:val="0"/>
        </w:rPr>
        <w:t xml:space="preserve">Juillet </w:t>
      </w:r>
      <w:bookmarkEnd w:id="6"/>
      <w:r w:rsidR="00FC7E63">
        <w:rPr>
          <w:b w:val="0"/>
        </w:rPr>
        <w:t>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3C41B043" w:rsidR="00995AF1" w:rsidRPr="00292E33" w:rsidRDefault="00E712E2" w:rsidP="002B092F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5E41DC5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r w:rsidR="005B7DB6">
        <w:fldChar w:fldCharType="begin"/>
      </w:r>
      <w:r w:rsidR="005B7DB6">
        <w:instrText xml:space="preserve"> NUMPAGES   \* MERGEFORMAT </w:instrText>
      </w:r>
      <w:r w:rsidR="005B7DB6">
        <w:fldChar w:fldCharType="separate"/>
      </w:r>
      <w:r w:rsidR="004779B0">
        <w:rPr>
          <w:noProof/>
        </w:rPr>
        <w:t>25</w:t>
      </w:r>
      <w:r w:rsidR="005B7DB6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46276E01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4779B0">
        <w:t>AC-NANTES_SCUS_25-303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4C4F1627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4779B0">
        <w:t>Lot n°3</w:t>
      </w:r>
      <w:r w:rsidR="004779B0">
        <w:rPr>
          <w:rFonts w:ascii="Calibri" w:hAnsi="Calibri" w:cs="Calibri"/>
        </w:rPr>
        <w:t> </w:t>
      </w:r>
      <w:r w:rsidR="004779B0">
        <w:t>: G</w:t>
      </w:r>
      <w:r w:rsidR="004779B0" w:rsidRPr="00D84EA7">
        <w:t xml:space="preserve">ros œuvre - </w:t>
      </w:r>
      <w:r w:rsidR="004779B0">
        <w:t>R</w:t>
      </w:r>
      <w:r w:rsidR="004779B0" w:rsidRPr="00D84EA7">
        <w:t>avalement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7" w:name="Piècecomplet"/>
      <w:r>
        <w:t>Acte d’engagement</w:t>
      </w:r>
      <w:bookmarkEnd w:id="7"/>
      <w:r>
        <w:t xml:space="preserve"> </w:t>
      </w:r>
      <w:r w:rsidRPr="00C307FC">
        <w:t>(</w:t>
      </w:r>
      <w:bookmarkStart w:id="8" w:name="Piècesigle"/>
      <w:r w:rsidRPr="00C307FC">
        <w:t>A</w:t>
      </w:r>
      <w:r>
        <w:t>E</w:t>
      </w:r>
      <w:bookmarkEnd w:id="8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9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1C9B9B69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9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</w:t>
      </w:r>
      <w:commentRangeStart w:id="10"/>
      <w:r w:rsidRPr="00795CD8">
        <w:t>s</w:t>
      </w:r>
      <w:commentRangeEnd w:id="10"/>
      <w:r>
        <w:rPr>
          <w:rStyle w:val="Marquedecommentaire"/>
          <w:rFonts w:ascii="Arial" w:hAnsi="Arial"/>
          <w:b w:val="0"/>
          <w:smallCaps w:val="0"/>
        </w:rPr>
        <w:commentReference w:id="10"/>
      </w:r>
      <w:r w:rsidRPr="00795CD8">
        <w:t>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1_a"/>
      <w:bookmarkEnd w:id="11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2" w:name="A1_p2A_a"/>
      <w:bookmarkEnd w:id="12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3" w:name="A1_p3A_a"/>
      <w:bookmarkEnd w:id="13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4" w:name="A1_p5_a"/>
      <w:bookmarkEnd w:id="14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5" w:name="A2_1_p0B_a"/>
      <w:bookmarkEnd w:id="15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E07787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9937" w:type="dxa"/>
        <w:tblLook w:val="04A0" w:firstRow="1" w:lastRow="0" w:firstColumn="1" w:lastColumn="0" w:noHBand="0" w:noVBand="1"/>
      </w:tblPr>
      <w:tblGrid>
        <w:gridCol w:w="846"/>
        <w:gridCol w:w="5245"/>
        <w:gridCol w:w="1923"/>
        <w:gridCol w:w="1923"/>
      </w:tblGrid>
      <w:tr w:rsidR="008D4AF8" w:rsidRPr="00112208" w14:paraId="01DD9FF9" w14:textId="77777777" w:rsidTr="005B7DB6">
        <w:tc>
          <w:tcPr>
            <w:tcW w:w="6091" w:type="dxa"/>
            <w:gridSpan w:val="2"/>
            <w:shd w:val="clear" w:color="auto" w:fill="D9D9D9" w:themeFill="background1" w:themeFillShade="D9"/>
          </w:tcPr>
          <w:p w14:paraId="4BCB5941" w14:textId="5320D8F2" w:rsidR="008D4AF8" w:rsidRPr="00112208" w:rsidRDefault="008D4AF8" w:rsidP="00720C11">
            <w:pPr>
              <w:pStyle w:val="TableauCentr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PSE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14:paraId="532BF49E" w14:textId="670FF79F" w:rsidR="008D4AF8" w:rsidRPr="00112208" w:rsidRDefault="008D4AF8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14:paraId="3369EE09" w14:textId="77777777" w:rsidR="008D4AF8" w:rsidRPr="00112208" w:rsidRDefault="008D4AF8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8D4AF8" w14:paraId="2A7F2DC7" w14:textId="77777777" w:rsidTr="005B7DB6">
        <w:tc>
          <w:tcPr>
            <w:tcW w:w="846" w:type="dxa"/>
          </w:tcPr>
          <w:p w14:paraId="7D5BBA4A" w14:textId="29918A5D" w:rsidR="008D4AF8" w:rsidRDefault="005B7DB6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 xml:space="preserve">PSE </w:t>
            </w:r>
            <w:r w:rsidR="00C629FC">
              <w:rPr>
                <w:lang w:eastAsia="fr-FR"/>
              </w:rPr>
              <w:t>2</w:t>
            </w:r>
          </w:p>
        </w:tc>
        <w:tc>
          <w:tcPr>
            <w:tcW w:w="5245" w:type="dxa"/>
          </w:tcPr>
          <w:p w14:paraId="2E4EB89F" w14:textId="775FAF57" w:rsidR="008D4AF8" w:rsidRDefault="00C629FC" w:rsidP="00720C11">
            <w:pPr>
              <w:pStyle w:val="TableauDroite"/>
              <w:rPr>
                <w:lang w:eastAsia="fr-FR"/>
              </w:rPr>
            </w:pPr>
            <w:r>
              <w:t>Escalier d’accès à la toiture du bâtiment D</w:t>
            </w:r>
          </w:p>
        </w:tc>
        <w:tc>
          <w:tcPr>
            <w:tcW w:w="1923" w:type="dxa"/>
          </w:tcPr>
          <w:p w14:paraId="1D0D8934" w14:textId="77777777" w:rsidR="008D4AF8" w:rsidRDefault="008D4AF8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23" w:type="dxa"/>
          </w:tcPr>
          <w:p w14:paraId="01A177D7" w14:textId="77777777" w:rsidR="008D4AF8" w:rsidRDefault="008D4AF8" w:rsidP="00720C11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6" w:name="A3A_2B_p1R_a"/>
            <w:r w:rsidRPr="00ED1F4A">
              <w:t>Tranche</w:t>
            </w:r>
            <w:bookmarkEnd w:id="16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4DB6DB88" w:rsidR="00ED1F4A" w:rsidRPr="00ED1F4A" w:rsidRDefault="0094175A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r w:rsidRPr="00ED1F4A">
        <w:rPr>
          <w:lang w:eastAsia="fr-FR"/>
        </w:rPr>
        <w:lastRenderedPageBreak/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49383D3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3A6EEE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0DEFC779" w14:textId="4FE9390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608EE107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 xml:space="preserve">8 </w:t>
      </w:r>
      <w:r w:rsidRPr="00ED1F4A">
        <w:rPr>
          <w:lang w:eastAsia="fr-FR"/>
        </w:rPr>
        <w:t>du CCAP,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9744E3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9744E3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625866AC" w14:textId="7CC4027E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 du CCAP</w:t>
      </w:r>
      <w:r w:rsidRPr="00ED1F4A">
        <w:rPr>
          <w:lang w:eastAsia="fr-FR"/>
        </w:rPr>
        <w:t xml:space="preserve"> à des personnes rencontrant des difficultés sociales ou professionnelles particulières.</w:t>
      </w:r>
    </w:p>
    <w:p w14:paraId="7467C4B5" w14:textId="58872ED8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</w:t>
      </w:r>
      <w:r w:rsidRPr="00ED1F4A">
        <w:rPr>
          <w:lang w:eastAsia="fr-FR"/>
        </w:rPr>
        <w:lastRenderedPageBreak/>
        <w:t>plan d’action pourra être élaboré à cet effet avec l’accompagnement du facilitateur.</w:t>
      </w:r>
    </w:p>
    <w:p w14:paraId="4BF23935" w14:textId="77777777" w:rsidR="00605D5E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45A777A9" w14:textId="77777777" w:rsidR="00DD4C20" w:rsidRDefault="00DD4C20" w:rsidP="00DD4C20">
      <w:pPr>
        <w:pStyle w:val="CorpsListe"/>
        <w:numPr>
          <w:ilvl w:val="0"/>
          <w:numId w:val="0"/>
        </w:numPr>
        <w:rPr>
          <w:lang w:eastAsia="fr-FR"/>
        </w:rPr>
      </w:pPr>
    </w:p>
    <w:p w14:paraId="7069165C" w14:textId="77777777" w:rsidR="00DD4C20" w:rsidRDefault="00DD4C20" w:rsidP="00DD4C20">
      <w:pPr>
        <w:pStyle w:val="Corpsdetexte"/>
        <w:rPr>
          <w:lang w:eastAsia="fr-FR"/>
        </w:rPr>
      </w:pPr>
    </w:p>
    <w:p w14:paraId="0A8BB69E" w14:textId="77777777" w:rsidR="00DD4C20" w:rsidRDefault="00DD4C20" w:rsidP="00DD4C20">
      <w:pPr>
        <w:pStyle w:val="Corpsdetexte"/>
        <w:rPr>
          <w:lang w:eastAsia="fr-FR"/>
        </w:rPr>
      </w:pPr>
      <w:bookmarkStart w:id="17" w:name="_Hlk200527997"/>
      <w:r w:rsidRPr="009C6496">
        <w:rPr>
          <w:b/>
          <w:lang w:eastAsia="fr-FR"/>
        </w:rPr>
        <w:t>Coordonnées du correspondant opérationnel pour le suivi des actions d’insertion professionnelle du titulaire</w:t>
      </w:r>
      <w:r w:rsidRPr="009C6496">
        <w:rPr>
          <w:rFonts w:ascii="Calibri" w:hAnsi="Calibri" w:cs="Calibri"/>
          <w:b/>
          <w:lang w:eastAsia="fr-FR"/>
        </w:rPr>
        <w:t> </w:t>
      </w:r>
      <w:r w:rsidRPr="009C6496">
        <w:rPr>
          <w:b/>
          <w:lang w:eastAsia="fr-FR"/>
        </w:rPr>
        <w:t>:</w:t>
      </w:r>
    </w:p>
    <w:p w14:paraId="2CE99428" w14:textId="77777777" w:rsidR="00DD4C20" w:rsidRPr="009C6496" w:rsidRDefault="00DD4C20" w:rsidP="00DD4C2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84"/>
        <w:jc w:val="left"/>
        <w:rPr>
          <w:b/>
          <w:lang w:eastAsia="fr-FR"/>
        </w:rPr>
      </w:pPr>
      <w:r w:rsidRPr="009C6496">
        <w:rPr>
          <w:lang w:eastAsia="fr-FR"/>
        </w:rPr>
        <w:t>Nom et prénom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</w:r>
      <w:r w:rsidRPr="009C6496">
        <w:rPr>
          <w:lang w:eastAsia="fr-FR"/>
        </w:rPr>
        <w:t>Fonction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Téléphone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Courriel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17E58452" w14:textId="77777777" w:rsidR="00DD4C20" w:rsidRDefault="00DD4C20" w:rsidP="00DD4C20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B1203B2" w14:textId="77777777" w:rsidR="00DD4C20" w:rsidRPr="009C6496" w:rsidRDefault="00DD4C20" w:rsidP="00DD4C20">
      <w:pPr>
        <w:pStyle w:val="Corpsdetexte"/>
        <w:rPr>
          <w:lang w:eastAsia="fr-FR"/>
        </w:rPr>
      </w:pPr>
      <w:r w:rsidRPr="009C6496">
        <w:rPr>
          <w:lang w:eastAsia="fr-FR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 w14:paraId="5D24AF8F" w14:textId="77777777" w:rsidR="00DD4C20" w:rsidRPr="009C6496" w:rsidRDefault="00DD4C20" w:rsidP="00DD4C20">
      <w:pPr>
        <w:pStyle w:val="Corpsdetexte"/>
        <w:rPr>
          <w:lang w:eastAsia="fr-FR"/>
        </w:rPr>
      </w:pPr>
      <w:r w:rsidRPr="009C6496">
        <w:rPr>
          <w:lang w:eastAsia="fr-FR"/>
        </w:rPr>
        <w:t>Les heures réservées au public cible à réaliser pour l’entreprise titulaire pour la présente opération sont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 xml:space="preserve">: L’entreprise titulaire a noté qu’il s’agit </w:t>
      </w:r>
      <w:r w:rsidRPr="009C6496">
        <w:rPr>
          <w:b/>
          <w:u w:val="single"/>
          <w:lang w:eastAsia="fr-FR"/>
        </w:rPr>
        <w:t>d’un engagement minimum</w:t>
      </w:r>
      <w:r w:rsidRPr="009C6496">
        <w:rPr>
          <w:lang w:eastAsia="fr-FR"/>
        </w:rPr>
        <w:t>. Si elle le souhaite, l’entreprise titulaire peut s’engager sur un nombre d’heures plus important qui sera alors contractuel.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41"/>
        <w:gridCol w:w="1815"/>
        <w:gridCol w:w="2429"/>
        <w:gridCol w:w="2387"/>
      </w:tblGrid>
      <w:tr w:rsidR="00DD4C20" w:rsidRPr="006D4250" w14:paraId="72DF7DE1" w14:textId="77777777" w:rsidTr="00C85E14">
        <w:tc>
          <w:tcPr>
            <w:tcW w:w="3341" w:type="dxa"/>
            <w:vAlign w:val="center"/>
          </w:tcPr>
          <w:p w14:paraId="636FF05E" w14:textId="77777777" w:rsidR="00DD4C20" w:rsidRPr="006D4250" w:rsidRDefault="00DD4C20" w:rsidP="00C85E14">
            <w:pPr>
              <w:pStyle w:val="TableauCentr0"/>
              <w:rPr>
                <w:sz w:val="22"/>
                <w:szCs w:val="22"/>
              </w:rPr>
            </w:pPr>
            <w:r w:rsidRPr="006D4250">
              <w:t>Lot</w:t>
            </w:r>
          </w:p>
        </w:tc>
        <w:tc>
          <w:tcPr>
            <w:tcW w:w="1815" w:type="dxa"/>
            <w:vAlign w:val="center"/>
          </w:tcPr>
          <w:p w14:paraId="586523CF" w14:textId="77777777" w:rsidR="00DD4C20" w:rsidRPr="006D4250" w:rsidRDefault="00DD4C20" w:rsidP="00C85E14">
            <w:pPr>
              <w:pStyle w:val="TableauCentr0"/>
            </w:pPr>
            <w:r w:rsidRPr="006D4250">
              <w:t>Coefficient d’insertion multiplicateur</w:t>
            </w:r>
          </w:p>
        </w:tc>
        <w:tc>
          <w:tcPr>
            <w:tcW w:w="2429" w:type="dxa"/>
            <w:vAlign w:val="center"/>
          </w:tcPr>
          <w:p w14:paraId="3B1B97FD" w14:textId="77777777" w:rsidR="00DD4C20" w:rsidRPr="006D4250" w:rsidRDefault="00DD4C20" w:rsidP="00C85E14">
            <w:pPr>
              <w:pStyle w:val="TableauCentr0"/>
              <w:rPr>
                <w:rFonts w:eastAsiaTheme="minorHAnsi"/>
              </w:rPr>
            </w:pPr>
            <w:r w:rsidRPr="009C6496">
              <w:t xml:space="preserve">Nombre d’heures d’insertion minimum </w:t>
            </w:r>
            <w:r>
              <w:t>(</w:t>
            </w:r>
            <w:r w:rsidRPr="009C6496">
              <w:t>à compléter si ce nombre est supérieur ou égal à 70 h</w:t>
            </w:r>
            <w:r>
              <w:t>)</w:t>
            </w:r>
          </w:p>
        </w:tc>
        <w:tc>
          <w:tcPr>
            <w:tcW w:w="2387" w:type="dxa"/>
            <w:vAlign w:val="center"/>
          </w:tcPr>
          <w:p w14:paraId="2CA28BF2" w14:textId="77777777" w:rsidR="00DD4C20" w:rsidRPr="006D4250" w:rsidRDefault="00DD4C20" w:rsidP="00C85E14">
            <w:pPr>
              <w:pStyle w:val="TableauCentr0"/>
              <w:rPr>
                <w:rFonts w:eastAsiaTheme="minorHAnsi"/>
              </w:rPr>
            </w:pPr>
            <w:r w:rsidRPr="006D4250">
              <w:t>Proposition de l’entreprise si celle-ci s’engage à réaliser plus d’heures</w:t>
            </w:r>
          </w:p>
        </w:tc>
      </w:tr>
      <w:tr w:rsidR="00DD4C20" w:rsidRPr="006D4250" w14:paraId="004F65E4" w14:textId="77777777" w:rsidTr="00C85E14">
        <w:tc>
          <w:tcPr>
            <w:tcW w:w="3341" w:type="dxa"/>
          </w:tcPr>
          <w:p w14:paraId="059892A2" w14:textId="3F864139" w:rsidR="00DD4C20" w:rsidRPr="006D4250" w:rsidRDefault="00DD4C20" w:rsidP="00C85E14">
            <w:pPr>
              <w:pStyle w:val="TableauDroite"/>
            </w:pPr>
            <w:r>
              <w:t xml:space="preserve">03 – </w:t>
            </w:r>
            <w:r w:rsidR="00E457E3">
              <w:t>Gros œuvre - Ravalement</w:t>
            </w:r>
          </w:p>
        </w:tc>
        <w:tc>
          <w:tcPr>
            <w:tcW w:w="1815" w:type="dxa"/>
          </w:tcPr>
          <w:p w14:paraId="493E0022" w14:textId="77777777" w:rsidR="00DD4C20" w:rsidRPr="006D4250" w:rsidRDefault="00DD4C20" w:rsidP="00C85E14">
            <w:pPr>
              <w:pStyle w:val="TableauDroite"/>
            </w:pPr>
            <w:r w:rsidRPr="005D36BB">
              <w:t>0.000</w:t>
            </w:r>
            <w:r>
              <w:t>8</w:t>
            </w:r>
          </w:p>
        </w:tc>
        <w:tc>
          <w:tcPr>
            <w:tcW w:w="2429" w:type="dxa"/>
          </w:tcPr>
          <w:p w14:paraId="6A97E36D" w14:textId="77777777" w:rsidR="00DD4C20" w:rsidRPr="006D4250" w:rsidRDefault="00DD4C20" w:rsidP="00C85E14">
            <w:pPr>
              <w:pStyle w:val="TableauDroite"/>
            </w:pPr>
          </w:p>
        </w:tc>
        <w:tc>
          <w:tcPr>
            <w:tcW w:w="2387" w:type="dxa"/>
          </w:tcPr>
          <w:p w14:paraId="5FFCCCF3" w14:textId="77777777" w:rsidR="00DD4C20" w:rsidRPr="006D4250" w:rsidRDefault="00DD4C20" w:rsidP="00C85E14">
            <w:pPr>
              <w:pStyle w:val="TableauDroite"/>
            </w:pPr>
          </w:p>
        </w:tc>
      </w:tr>
      <w:bookmarkEnd w:id="17"/>
    </w:tbl>
    <w:p w14:paraId="3FF68C17" w14:textId="77777777" w:rsidR="00DD4C20" w:rsidRPr="00ED1F4A" w:rsidRDefault="00DD4C20" w:rsidP="00DD4C20">
      <w:pPr>
        <w:pStyle w:val="CorpsListe"/>
        <w:numPr>
          <w:ilvl w:val="0"/>
          <w:numId w:val="0"/>
        </w:numPr>
        <w:rPr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E07787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E07787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8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8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7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L-Hullier Sebastien" w:date="2023-11-28T18:11:00Z" w:initials="LS">
    <w:p w14:paraId="5A700948" w14:textId="77777777" w:rsidR="009756DF" w:rsidRDefault="009756DF" w:rsidP="00995AF1">
      <w:pPr>
        <w:pStyle w:val="Commentaire"/>
      </w:pPr>
      <w:r>
        <w:rPr>
          <w:rStyle w:val="Marquedecommentaire"/>
        </w:rPr>
        <w:annotationRef/>
      </w:r>
      <w:r>
        <w:t>Supprimer les blocs inutiles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7009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700948" w16cid:durableId="2910AB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0EFB167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D84EA7">
            <w:t>Lot n°3</w:t>
          </w:r>
          <w:r w:rsidR="00D84EA7" w:rsidRPr="00D84EA7">
            <w:rPr>
              <w:rFonts w:ascii="Calibri" w:hAnsi="Calibri" w:cs="Calibri"/>
            </w:rPr>
            <w:t> </w:t>
          </w:r>
          <w:r w:rsidR="00D84EA7">
            <w:t>: G</w:t>
          </w:r>
          <w:r w:rsidR="00D84EA7" w:rsidRPr="00D84EA7">
            <w:t xml:space="preserve">ros œuvre - </w:t>
          </w:r>
          <w:r w:rsidR="00D84EA7">
            <w:t>R</w:t>
          </w:r>
          <w:r w:rsidR="00D84EA7" w:rsidRPr="00D84EA7">
            <w:t>avalement</w:t>
          </w:r>
          <w:r>
            <w:fldChar w:fldCharType="end"/>
          </w:r>
        </w:p>
        <w:p w14:paraId="731E82FD" w14:textId="7D66A3E5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E5633E" w:rsidRPr="00E5633E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54DEC5CC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E5633E">
            <w:t>Rénovation énergétique de la faculté des Sciences</w:t>
          </w:r>
          <w:r>
            <w:fldChar w:fldCharType="end"/>
          </w:r>
        </w:p>
        <w:p w14:paraId="711ACB36" w14:textId="703093E1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E5633E" w:rsidRPr="00E5633E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-Hullier Sebastien">
    <w15:presenceInfo w15:providerId="AD" w15:userId="S-1-5-21-2985703520-769351768-3847456199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057B4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3CEB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10A5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092F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779B0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076C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B7DB6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54"/>
    <w:rsid w:val="008A73FE"/>
    <w:rsid w:val="008C16ED"/>
    <w:rsid w:val="008C18CA"/>
    <w:rsid w:val="008D4AF8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75A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1F2B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0E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29FC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18B8"/>
    <w:rsid w:val="00D65CFE"/>
    <w:rsid w:val="00D661C0"/>
    <w:rsid w:val="00D72CB9"/>
    <w:rsid w:val="00D764BE"/>
    <w:rsid w:val="00D805EC"/>
    <w:rsid w:val="00D84306"/>
    <w:rsid w:val="00D84EA7"/>
    <w:rsid w:val="00D87B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4C20"/>
    <w:rsid w:val="00DD50D6"/>
    <w:rsid w:val="00DE32DB"/>
    <w:rsid w:val="00DF3162"/>
    <w:rsid w:val="00E05336"/>
    <w:rsid w:val="00E07787"/>
    <w:rsid w:val="00E15D22"/>
    <w:rsid w:val="00E231DA"/>
    <w:rsid w:val="00E249DF"/>
    <w:rsid w:val="00E457E3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4DF7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141</TotalTime>
  <Pages>25</Pages>
  <Words>3470</Words>
  <Characters>19089</Characters>
  <Application>Microsoft Office Word</Application>
  <DocSecurity>0</DocSecurity>
  <Lines>159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46</cp:revision>
  <cp:lastPrinted>2024-06-03T13:20:00Z</cp:lastPrinted>
  <dcterms:created xsi:type="dcterms:W3CDTF">2024-06-04T12:30:00Z</dcterms:created>
  <dcterms:modified xsi:type="dcterms:W3CDTF">2025-07-25T13:21:00Z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