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17315BAB" w:rsidR="00995AF1" w:rsidRDefault="00995AF1" w:rsidP="00995AF1">
      <w:pPr>
        <w:pStyle w:val="PdgRefmarch"/>
      </w:pPr>
      <w:bookmarkStart w:id="0" w:name="Ref_marché"/>
      <w:r>
        <w:t>AC-NANTES_SCUS_</w:t>
      </w:r>
      <w:r w:rsidR="00FC7E63">
        <w:t>25-3</w:t>
      </w:r>
      <w:r>
        <w:t>0</w:t>
      </w:r>
      <w:r w:rsidR="002352F7">
        <w:t>2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5E0C1D85" w:rsidR="00995AF1" w:rsidRPr="00C307FC" w:rsidRDefault="00F906CB" w:rsidP="00995AF1">
      <w:pPr>
        <w:pStyle w:val="PdgObjetdumarch0"/>
      </w:pPr>
      <w:bookmarkStart w:id="2" w:name="Mission_lot"/>
      <w:r>
        <w:t>Lot n°</w:t>
      </w:r>
      <w:r w:rsidR="002352F7">
        <w:t>2</w:t>
      </w:r>
      <w:r>
        <w:rPr>
          <w:rFonts w:ascii="Calibri" w:hAnsi="Calibri" w:cs="Calibri"/>
        </w:rPr>
        <w:t> </w:t>
      </w:r>
      <w:r>
        <w:t xml:space="preserve">: </w:t>
      </w:r>
      <w:r w:rsidR="002352F7">
        <w:t>Voirie réseaux divers – Aménagements extérieurs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7F2DF6FA" w:rsidR="00995AF1" w:rsidRDefault="00FC7E63" w:rsidP="00995AF1">
            <w:pPr>
              <w:pStyle w:val="PdgOpration"/>
            </w:pPr>
            <w:bookmarkStart w:id="4" w:name="Opération"/>
            <w:r>
              <w:t>Rénovation énergétique de la faculté des Sciences</w:t>
            </w:r>
            <w:bookmarkEnd w:id="4"/>
          </w:p>
          <w:p w14:paraId="2E2DA2AC" w14:textId="2265344F" w:rsidR="00995AF1" w:rsidRPr="00597383" w:rsidRDefault="00FC7E63" w:rsidP="00995AF1">
            <w:pPr>
              <w:pStyle w:val="Pdginfos"/>
            </w:pPr>
            <w:bookmarkStart w:id="5" w:name="Établissementcommune"/>
            <w:r>
              <w:t>Université d’Angers</w:t>
            </w:r>
            <w:bookmarkEnd w:id="5"/>
            <w:r w:rsidR="0036782A">
              <w:br/>
            </w:r>
            <w:r w:rsidR="0036782A">
              <w:rPr>
                <w:sz w:val="20"/>
                <w:szCs w:val="14"/>
              </w:rPr>
              <w:t>2 boulevard Lavoisier, Angers (49)</w:t>
            </w:r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6BB1A15B" w:rsidR="00995AF1" w:rsidRPr="00B951CA" w:rsidRDefault="00FC7E63" w:rsidP="00995AF1">
      <w:pPr>
        <w:pStyle w:val="PdgVersion"/>
        <w:jc w:val="right"/>
        <w:rPr>
          <w:b w:val="0"/>
        </w:rPr>
      </w:pPr>
      <w:bookmarkStart w:id="6" w:name="_Hlk204345308"/>
      <w:r>
        <w:rPr>
          <w:b w:val="0"/>
        </w:rPr>
        <w:t>Jui</w:t>
      </w:r>
      <w:r w:rsidR="0036782A">
        <w:rPr>
          <w:b w:val="0"/>
        </w:rPr>
        <w:t>llet</w:t>
      </w:r>
      <w:r>
        <w:rPr>
          <w:b w:val="0"/>
        </w:rPr>
        <w:t xml:space="preserve"> 2025</w:t>
      </w:r>
      <w:bookmarkEnd w:id="6"/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6F7DA4" w14:textId="730CBD37" w:rsidR="00995AF1" w:rsidRPr="00292E33" w:rsidRDefault="00E712E2" w:rsidP="00AC67FB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– TF</w:t>
            </w:r>
            <w:r w:rsidR="00A34EC7" w:rsidRPr="00A34EC7">
              <w:rPr>
                <w:lang w:eastAsia="fr-FR"/>
              </w:rPr>
              <w:t>057197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68A781F8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r w:rsidR="00BF340F">
        <w:fldChar w:fldCharType="begin"/>
      </w:r>
      <w:r w:rsidR="00BF340F">
        <w:instrText xml:space="preserve"> NUMPAGES   \* MERGEFORMAT </w:instrText>
      </w:r>
      <w:r w:rsidR="00BF340F">
        <w:fldChar w:fldCharType="separate"/>
      </w:r>
      <w:r w:rsidR="009D00EC">
        <w:rPr>
          <w:noProof/>
        </w:rPr>
        <w:t>25</w:t>
      </w:r>
      <w:r w:rsidR="00BF340F">
        <w:rPr>
          <w:noProof/>
        </w:rP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0C5D4316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9D00EC">
        <w:t>AC-NANTES_SCUS_25-302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04722699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9D00EC">
        <w:t>Lot n°2</w:t>
      </w:r>
      <w:r w:rsidR="009D00EC">
        <w:rPr>
          <w:rFonts w:ascii="Calibri" w:hAnsi="Calibri" w:cs="Calibri"/>
        </w:rPr>
        <w:t> </w:t>
      </w:r>
      <w:r w:rsidR="009D00EC">
        <w:t>: Voirie réseaux divers – Aménagements extérieurs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7" w:name="Piècecomplet"/>
      <w:r>
        <w:t>Acte d’engagement</w:t>
      </w:r>
      <w:bookmarkEnd w:id="7"/>
      <w:r>
        <w:t xml:space="preserve"> </w:t>
      </w:r>
      <w:r w:rsidRPr="00C307FC">
        <w:t>(</w:t>
      </w:r>
      <w:bookmarkStart w:id="8" w:name="Piècesigle"/>
      <w:proofErr w:type="spellStart"/>
      <w:r w:rsidRPr="00C307FC">
        <w:t>A</w:t>
      </w:r>
      <w:r>
        <w:t>E</w:t>
      </w:r>
      <w:bookmarkEnd w:id="8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388377ED" w:rsidR="00995AF1" w:rsidRDefault="00995AF1" w:rsidP="00995AF1">
      <w:pPr>
        <w:pStyle w:val="Corpsitalique"/>
        <w:rPr>
          <w:i w:val="0"/>
        </w:rPr>
      </w:pPr>
      <w:bookmarkStart w:id="9" w:name="_Hlk127276369"/>
    </w:p>
    <w:p w14:paraId="20476FF1" w14:textId="7DBB8487" w:rsidR="00995AF1" w:rsidRDefault="00995AF1" w:rsidP="00995AF1">
      <w:pPr>
        <w:pStyle w:val="Corpsitalique"/>
        <w:rPr>
          <w:i w:val="0"/>
        </w:rPr>
      </w:pPr>
    </w:p>
    <w:p w14:paraId="6F9E33AF" w14:textId="1DD81ADE" w:rsidR="00995AF1" w:rsidRPr="00EC5BF0" w:rsidRDefault="00E15D22" w:rsidP="00995AF1">
      <w:pPr>
        <w:pStyle w:val="Corpsitalique"/>
        <w:rPr>
          <w:i w:val="0"/>
        </w:rPr>
      </w:pPr>
      <w:r>
        <w:rPr>
          <w:rFonts w:ascii="Times New Roman" w:hAnsi="Times New Roman"/>
          <w:noProof/>
          <w:sz w:val="24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0C8AF6" wp14:editId="3B79A871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6508750" cy="1196340"/>
                <wp:effectExtent l="0" t="0" r="6350" b="3810"/>
                <wp:wrapTopAndBottom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96340"/>
                          <a:chOff x="0" y="0"/>
                          <a:chExt cx="6508750" cy="1196441"/>
                        </a:xfrm>
                      </wpg:grpSpPr>
                      <wpg:grpSp>
                        <wpg:cNvPr id="19" name="Groupe 19"/>
                        <wpg:cNvGrpSpPr/>
                        <wpg:grpSpPr>
                          <a:xfrm>
                            <a:off x="0" y="40741"/>
                            <a:ext cx="6508750" cy="1155700"/>
                            <a:chOff x="0" y="40741"/>
                            <a:chExt cx="6508750" cy="1155700"/>
                          </a:xfrm>
                        </wpg:grpSpPr>
                        <wpg:grpSp>
                          <wpg:cNvPr id="20" name="Groupe 20"/>
                          <wpg:cNvGrpSpPr/>
                          <wpg:grpSpPr>
                            <a:xfrm>
                              <a:off x="64195" y="40741"/>
                              <a:ext cx="3966242" cy="723265"/>
                              <a:chOff x="64195" y="40741"/>
                              <a:chExt cx="3967689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21" name="Image 2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3085734" y="130375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2" name="Image 2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868814" y="40741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3" name="Image 2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4195" y="107416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4" name="Zone de texte 10"/>
                          <wps:cNvSpPr txBox="1"/>
                          <wps:spPr>
                            <a:xfrm>
                              <a:off x="0" y="764641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F1A1679" w14:textId="77777777" w:rsidR="00E15D22" w:rsidRDefault="00E15D22" w:rsidP="00E15D22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 est financé 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5" name="Image 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701475" y="85191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6" name="Image 26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2171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0C8AF6" id="Groupe 3" o:spid="_x0000_s1026" style="position:absolute;left:0;text-align:left;margin-left:0;margin-top:18pt;width:512.5pt;height:94.2pt;z-index:251659264;mso-position-horizontal:left;mso-position-horizontal-relative:margin" coordsize="65087,1196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">
                <v:group id="Groupe 19" o:spid="_x0000_s1027" style="position:absolute;top:407;width:65087;height:11557" coordorigin=",407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group id="Groupe 20" o:spid="_x0000_s1028" style="position:absolute;left:641;top:407;width:39663;height:7233" coordorigin="641,407" coordsize="39676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1" o:spid="_x0000_s1029" type="#_x0000_t75" style="position:absolute;left:30857;top:1303;width:9461;height:4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">
                      <v:imagedata r:id="rId15" o:title="" croptop="17184f" cropbottom="16887f"/>
                    </v:shape>
                    <v:shape id="Image 22" o:spid="_x0000_s1030" type="#_x0000_t75" style="position:absolute;left:18688;top:407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">
                      <v:imagedata r:id="rId16" o:title=""/>
                    </v:shape>
                    <v:shape id="Image 23" o:spid="_x0000_s1031" type="#_x0000_t75" style="position:absolute;left:641;top:1074;width:13088;height:57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0" o:spid="_x0000_s1032" type="#_x0000_t202" style="position:absolute;top:7646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2F1A1679" w14:textId="77777777" w:rsidR="00E15D22" w:rsidRDefault="00E15D22" w:rsidP="00E15D22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 est financé 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5" o:spid="_x0000_s1033" type="#_x0000_t75" style="position:absolute;left:57014;top:851;width:7309;height:56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">
                    <v:imagedata r:id="rId18" o:title=""/>
                  </v:shape>
                </v:group>
                <v:shape id="Image 26" o:spid="_x0000_s1034" type="#_x0000_t75" style="position:absolute;left:44321;width:7468;height:7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">
                  <v:imagedata r:id="rId19" o:title=""/>
                </v:shape>
                <w10:wrap type="topAndBottom" anchorx="margin"/>
              </v:group>
            </w:pict>
          </mc:Fallback>
        </mc:AlternateContent>
      </w:r>
    </w:p>
    <w:bookmarkEnd w:id="9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AEBB477" w14:textId="77777777" w:rsidR="000D4821" w:rsidRDefault="000D482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lastRenderedPageBreak/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1_a"/>
      <w:bookmarkEnd w:id="10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2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2" w:name="A1_p3A_a"/>
      <w:bookmarkEnd w:id="12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3" w:name="A1_p5_a"/>
      <w:bookmarkEnd w:id="13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lastRenderedPageBreak/>
        <w:t>Prestations et prix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bookmarkStart w:id="14" w:name="A2_1_p0B_a"/>
      <w:bookmarkEnd w:id="14"/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Pr="00795CD8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 xml:space="preserve">3 du </w:t>
      </w:r>
      <w:proofErr w:type="spellStart"/>
      <w:r w:rsidRPr="00795CD8">
        <w:rPr>
          <w:szCs w:val="20"/>
          <w:lang w:eastAsia="fr-FR"/>
        </w:rPr>
        <w:t>CCAP</w:t>
      </w:r>
      <w:proofErr w:type="spellEnd"/>
      <w:r w:rsidRPr="00795CD8">
        <w:rPr>
          <w:szCs w:val="20"/>
          <w:lang w:eastAsia="fr-FR"/>
        </w:rPr>
        <w:t>.</w:t>
      </w:r>
    </w:p>
    <w:p w14:paraId="27A5965F" w14:textId="77777777" w:rsidR="00680572" w:rsidRPr="00795CD8" w:rsidRDefault="00680572" w:rsidP="00680572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4248"/>
        <w:gridCol w:w="1890"/>
        <w:gridCol w:w="1890"/>
        <w:gridCol w:w="1890"/>
      </w:tblGrid>
      <w:tr w:rsidR="00112208" w14:paraId="2493AD59" w14:textId="77777777" w:rsidTr="00F322F6">
        <w:tc>
          <w:tcPr>
            <w:tcW w:w="4248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F322F6">
        <w:tc>
          <w:tcPr>
            <w:tcW w:w="4248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1890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F322F6">
        <w:tc>
          <w:tcPr>
            <w:tcW w:w="4248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1890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631767CE" w14:textId="101908F4" w:rsidR="000529E6" w:rsidRPr="005F2590" w:rsidRDefault="005F2590" w:rsidP="000529E6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720C11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720C11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720C11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720C11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720C11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lastRenderedPageBreak/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lastRenderedPageBreak/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720C11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5" w:name="A3A_2B_p1R_a"/>
            <w:r w:rsidRPr="00ED1F4A">
              <w:t>Tranche</w:t>
            </w:r>
            <w:bookmarkEnd w:id="15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76BA3515" w:rsidR="00ED1F4A" w:rsidRPr="00ED1F4A" w:rsidRDefault="00BF55E5" w:rsidP="00ED1F4A">
            <w:pPr>
              <w:pStyle w:val="TableauDroite"/>
            </w:pPr>
            <w:r>
              <w:t>18 mois</w:t>
            </w:r>
          </w:p>
        </w:tc>
      </w:tr>
      <w:tr w:rsidR="00ED1F4A" w:rsidRPr="00ED1F4A" w14:paraId="714021A4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3F60F6CB" w:rsidR="00ED1F4A" w:rsidRPr="00ED1F4A" w:rsidRDefault="00584860" w:rsidP="00ED1F4A">
            <w:pPr>
              <w:pStyle w:val="TableauDroite"/>
            </w:pPr>
            <w:r>
              <w:t>6</w:t>
            </w:r>
            <w:r w:rsidR="00F322F6">
              <w:t xml:space="preserve">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77777777" w:rsidR="00ED1F4A" w:rsidRDefault="00ED1F4A" w:rsidP="00ED1F4A">
      <w:pPr>
        <w:pStyle w:val="Corpsdetexte"/>
      </w:pPr>
      <w:r>
        <w:t xml:space="preserve">Le délai d'exécution propre au lot pour lequel je m'engage / nous nous engageons sera déterminé dans les conditions stipulées à l'article 4-1 du </w:t>
      </w:r>
      <w:proofErr w:type="spellStart"/>
      <w:r>
        <w:t>CCAP</w:t>
      </w:r>
      <w:proofErr w:type="spellEnd"/>
      <w:r>
        <w:t>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lastRenderedPageBreak/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Les modalités du règlement des comptes du marché sont spécifiées à l'article 3-2 du </w:t>
      </w:r>
      <w:proofErr w:type="spellStart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</w:t>
      </w:r>
      <w:proofErr w:type="spellStart"/>
      <w:r w:rsidRPr="000A446A">
        <w:rPr>
          <w:lang w:eastAsia="fr-FR"/>
        </w:rPr>
        <w:t>CCAP</w:t>
      </w:r>
      <w:proofErr w:type="spellEnd"/>
      <w:r w:rsidRPr="000A446A">
        <w:rPr>
          <w:lang w:eastAsia="fr-FR"/>
        </w:rPr>
        <w:t>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 xml:space="preserve">2 du </w:t>
      </w:r>
      <w:proofErr w:type="spellStart"/>
      <w:r w:rsidRPr="00795CD8">
        <w:rPr>
          <w:lang w:eastAsia="fr-FR"/>
        </w:rPr>
        <w:t>CCAP</w:t>
      </w:r>
      <w:proofErr w:type="spellEnd"/>
      <w:r w:rsidRPr="00795CD8">
        <w:rPr>
          <w:lang w:eastAsia="fr-FR"/>
        </w:rPr>
        <w:t>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lastRenderedPageBreak/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0623490C" w14:textId="02294587" w:rsidR="00ED1F4A" w:rsidRDefault="00ED1F4A" w:rsidP="00ED1F4A">
      <w:pPr>
        <w:pStyle w:val="Titren1surlign"/>
        <w:pageBreakBefore/>
        <w:rPr>
          <w:lang w:eastAsia="fr-FR"/>
        </w:rPr>
      </w:pPr>
      <w:r w:rsidRPr="00ED1F4A">
        <w:rPr>
          <w:lang w:eastAsia="fr-FR"/>
        </w:rPr>
        <w:lastRenderedPageBreak/>
        <w:t>Insertion professionnelle des publics en difficulté</w:t>
      </w:r>
    </w:p>
    <w:p w14:paraId="528D3D66" w14:textId="77777777" w:rsidR="00ED1F4A" w:rsidRPr="00ED1F4A" w:rsidRDefault="00ED1F4A" w:rsidP="00605D5E">
      <w:pPr>
        <w:pStyle w:val="Corpsdetexte"/>
        <w:rPr>
          <w:lang w:eastAsia="fr-FR"/>
        </w:rPr>
      </w:pPr>
      <w:r w:rsidRPr="00ED1F4A">
        <w:rPr>
          <w:lang w:eastAsia="fr-FR"/>
        </w:rPr>
        <w:t>Après avoir pris connaissance du cahier des clauses administratives particulières et notamment des articles N° 1-6.5 et N°11 relatifs à l’action obligatoire d’insertion,</w:t>
      </w:r>
    </w:p>
    <w:p w14:paraId="0F7946BA" w14:textId="5B1903EC" w:rsidR="00ED1F4A" w:rsidRP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m'engage sans réserve, à :</w:t>
      </w:r>
    </w:p>
    <w:p w14:paraId="3A9B0ACA" w14:textId="49383D3F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réserver</w:t>
      </w:r>
      <w:proofErr w:type="gramEnd"/>
      <w:r w:rsidRPr="00ED1F4A">
        <w:rPr>
          <w:lang w:eastAsia="fr-FR"/>
        </w:rPr>
        <w:t xml:space="preserve">, dans l’exécution du lot désigné en page 1 du présent acte d'engagement, un nombre d’heures de travail au moins égal à celui indiqué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cahier des clauses administratives particulières à des personnes rencontrant des difficultés sociales ou professionnelles particulières.</w:t>
      </w:r>
    </w:p>
    <w:p w14:paraId="68F9AA37" w14:textId="43A6EEEF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prendre</w:t>
      </w:r>
      <w:proofErr w:type="gramEnd"/>
      <w:r w:rsidRPr="00ED1F4A">
        <w:rPr>
          <w:lang w:eastAsia="fr-FR"/>
        </w:rPr>
        <w:t xml:space="preserve"> l’attache du facilitateur de la clause sociale désigné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</w:t>
      </w:r>
      <w:proofErr w:type="spellStart"/>
      <w:r w:rsidRPr="00ED1F4A">
        <w:rPr>
          <w:lang w:eastAsia="fr-FR"/>
        </w:rPr>
        <w:t>CCAP</w:t>
      </w:r>
      <w:proofErr w:type="spellEnd"/>
      <w:r w:rsidRPr="00ED1F4A">
        <w:rPr>
          <w:lang w:eastAsia="fr-FR"/>
        </w:rPr>
        <w:t>, afin de préciser ou de définir les modalités de mise en œuvre des clauses sociales. Un plan d’action pourra être élaboré à cet effet avec l’accompagnement du facilitateur.</w:t>
      </w:r>
    </w:p>
    <w:p w14:paraId="4D040115" w14:textId="7033CFF2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fournir</w:t>
      </w:r>
      <w:proofErr w:type="gramEnd"/>
      <w:r w:rsidRPr="00ED1F4A">
        <w:rPr>
          <w:lang w:eastAsia="fr-FR"/>
        </w:rPr>
        <w:t xml:space="preserve"> dans un délai qui me sera imparti, toutes informations utiles à l’appréciation de la réalisation de l’action d’insertion.</w:t>
      </w:r>
    </w:p>
    <w:p w14:paraId="2DAA5B32" w14:textId="69DA13A1" w:rsid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nous engageons sans réserve, en tant que cotraitants groupés solidaires, représentés par :</w:t>
      </w:r>
    </w:p>
    <w:tbl>
      <w:tblPr>
        <w:tblStyle w:val="Grilledutableau"/>
        <w:tblW w:w="7371" w:type="dxa"/>
        <w:jc w:val="center"/>
        <w:tblLook w:val="04A0" w:firstRow="1" w:lastRow="0" w:firstColumn="1" w:lastColumn="0" w:noHBand="0" w:noVBand="1"/>
      </w:tblPr>
      <w:tblGrid>
        <w:gridCol w:w="7371"/>
      </w:tblGrid>
      <w:tr w:rsidR="00605D5E" w14:paraId="6456D7FC" w14:textId="77777777" w:rsidTr="00605D5E">
        <w:trPr>
          <w:jc w:val="center"/>
        </w:trPr>
        <w:tc>
          <w:tcPr>
            <w:tcW w:w="7371" w:type="dxa"/>
          </w:tcPr>
          <w:p w14:paraId="4C07DA84" w14:textId="77777777" w:rsidR="00605D5E" w:rsidRDefault="00605D5E" w:rsidP="00605D5E">
            <w:pPr>
              <w:pStyle w:val="TableauCentr0"/>
              <w:ind w:left="1156" w:right="1224"/>
              <w:rPr>
                <w:lang w:eastAsia="fr-FR"/>
              </w:rPr>
            </w:pPr>
          </w:p>
        </w:tc>
      </w:tr>
    </w:tbl>
    <w:p w14:paraId="4F1E8854" w14:textId="77777777" w:rsidR="00605D5E" w:rsidRDefault="00605D5E" w:rsidP="00605D5E">
      <w:pPr>
        <w:pStyle w:val="Corpsdetexte"/>
        <w:rPr>
          <w:lang w:eastAsia="fr-FR"/>
        </w:rPr>
      </w:pPr>
    </w:p>
    <w:p w14:paraId="7195767F" w14:textId="1E376B5D" w:rsidR="00ED1F4A" w:rsidRPr="00ED1F4A" w:rsidRDefault="00ED1F4A" w:rsidP="00605D5E">
      <w:pPr>
        <w:pStyle w:val="Corpsdetexte"/>
        <w:rPr>
          <w:lang w:eastAsia="fr-FR"/>
        </w:rPr>
      </w:pPr>
      <w:proofErr w:type="gramStart"/>
      <w:r w:rsidRPr="00ED1F4A">
        <w:rPr>
          <w:lang w:eastAsia="fr-FR"/>
        </w:rPr>
        <w:t>mandataire</w:t>
      </w:r>
      <w:proofErr w:type="gramEnd"/>
      <w:r w:rsidRPr="00ED1F4A">
        <w:rPr>
          <w:lang w:eastAsia="fr-FR"/>
        </w:rPr>
        <w:t xml:space="preserve"> du groupement, à :</w:t>
      </w:r>
    </w:p>
    <w:p w14:paraId="0DEFC779" w14:textId="4FE9390F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réserver</w:t>
      </w:r>
      <w:proofErr w:type="gramEnd"/>
      <w:r w:rsidRPr="00ED1F4A">
        <w:rPr>
          <w:lang w:eastAsia="fr-FR"/>
        </w:rPr>
        <w:t xml:space="preserve">, dans l’exécution du lot désigné en page 1 du présent acte d'engagement, un nombre d’heures de travail au moins égal à celui indiqué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cahier des clauses administratives particulières à des personnes rencontrant des difficultés sociales ou professionnelles particulières.</w:t>
      </w:r>
    </w:p>
    <w:p w14:paraId="42C41EA2" w14:textId="608EE107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prendre</w:t>
      </w:r>
      <w:proofErr w:type="gramEnd"/>
      <w:r w:rsidRPr="00ED1F4A">
        <w:rPr>
          <w:lang w:eastAsia="fr-FR"/>
        </w:rPr>
        <w:t xml:space="preserve"> l’attache du facilitateur de la clause sociale désigné à l’article </w:t>
      </w:r>
      <w:r w:rsidR="00CA7F79">
        <w:rPr>
          <w:lang w:eastAsia="fr-FR"/>
        </w:rPr>
        <w:t xml:space="preserve">8 </w:t>
      </w:r>
      <w:r w:rsidRPr="00ED1F4A">
        <w:rPr>
          <w:lang w:eastAsia="fr-FR"/>
        </w:rPr>
        <w:t xml:space="preserve">du </w:t>
      </w:r>
      <w:proofErr w:type="spellStart"/>
      <w:r w:rsidRPr="00ED1F4A">
        <w:rPr>
          <w:lang w:eastAsia="fr-FR"/>
        </w:rPr>
        <w:t>CCAP</w:t>
      </w:r>
      <w:proofErr w:type="spellEnd"/>
      <w:r w:rsidRPr="00ED1F4A">
        <w:rPr>
          <w:lang w:eastAsia="fr-FR"/>
        </w:rPr>
        <w:t>, afin de préciser ou de définir les modalités de mise en œuvre des clauses sociales. Un plan d’action pourra être élaboré à cet effet avec l’accompagnement du facilitateur.</w:t>
      </w:r>
    </w:p>
    <w:p w14:paraId="78D81719" w14:textId="59B7C53D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fournir</w:t>
      </w:r>
      <w:proofErr w:type="gramEnd"/>
      <w:r w:rsidRPr="00ED1F4A">
        <w:rPr>
          <w:lang w:eastAsia="fr-FR"/>
        </w:rPr>
        <w:t xml:space="preserve"> dans un délai qui me sera imparti, toutes informations utiles à l’appréciation de la réalisation de l’action d’insertion.</w:t>
      </w:r>
    </w:p>
    <w:p w14:paraId="14FB09A7" w14:textId="1344D38D" w:rsidR="00ED1F4A" w:rsidRP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nous engageons sans réserve, en tant que cotraitants groupés conjoints, représentés par :</w:t>
      </w:r>
    </w:p>
    <w:tbl>
      <w:tblPr>
        <w:tblStyle w:val="Grilledutableau"/>
        <w:tblW w:w="7371" w:type="dxa"/>
        <w:jc w:val="center"/>
        <w:tblLook w:val="04A0" w:firstRow="1" w:lastRow="0" w:firstColumn="1" w:lastColumn="0" w:noHBand="0" w:noVBand="1"/>
      </w:tblPr>
      <w:tblGrid>
        <w:gridCol w:w="7371"/>
      </w:tblGrid>
      <w:tr w:rsidR="00605D5E" w14:paraId="665A14D6" w14:textId="77777777" w:rsidTr="009744E3">
        <w:trPr>
          <w:jc w:val="center"/>
        </w:trPr>
        <w:tc>
          <w:tcPr>
            <w:tcW w:w="7371" w:type="dxa"/>
          </w:tcPr>
          <w:p w14:paraId="24DDA6F0" w14:textId="77777777" w:rsidR="00605D5E" w:rsidRDefault="00605D5E" w:rsidP="009744E3">
            <w:pPr>
              <w:pStyle w:val="TableauCentr0"/>
              <w:ind w:left="1156" w:right="1224"/>
              <w:rPr>
                <w:lang w:eastAsia="fr-FR"/>
              </w:rPr>
            </w:pPr>
          </w:p>
        </w:tc>
      </w:tr>
    </w:tbl>
    <w:p w14:paraId="28DE32CE" w14:textId="77777777" w:rsidR="00605D5E" w:rsidRDefault="00605D5E" w:rsidP="00605D5E">
      <w:pPr>
        <w:pStyle w:val="Corpsdetexte"/>
        <w:rPr>
          <w:lang w:eastAsia="fr-FR"/>
        </w:rPr>
      </w:pPr>
    </w:p>
    <w:p w14:paraId="6F4FD33D" w14:textId="77777777" w:rsidR="00605D5E" w:rsidRPr="00ED1F4A" w:rsidRDefault="00605D5E" w:rsidP="00605D5E">
      <w:pPr>
        <w:pStyle w:val="Corpsdetexte"/>
        <w:rPr>
          <w:lang w:eastAsia="fr-FR"/>
        </w:rPr>
      </w:pPr>
      <w:proofErr w:type="gramStart"/>
      <w:r w:rsidRPr="00ED1F4A">
        <w:rPr>
          <w:lang w:eastAsia="fr-FR"/>
        </w:rPr>
        <w:t>mandataire</w:t>
      </w:r>
      <w:proofErr w:type="gramEnd"/>
      <w:r w:rsidRPr="00ED1F4A">
        <w:rPr>
          <w:lang w:eastAsia="fr-FR"/>
        </w:rPr>
        <w:t xml:space="preserve"> du groupement, à :</w:t>
      </w:r>
    </w:p>
    <w:p w14:paraId="625866AC" w14:textId="7CC4027E" w:rsidR="00605D5E" w:rsidRPr="00ED1F4A" w:rsidRDefault="00605D5E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réserver</w:t>
      </w:r>
      <w:proofErr w:type="gramEnd"/>
      <w:r w:rsidRPr="00ED1F4A">
        <w:rPr>
          <w:lang w:eastAsia="fr-FR"/>
        </w:rPr>
        <w:t xml:space="preserve">, dans l’exécution du lot désigné en page 1 du présent acte d'engagement, un nombre d’heures de travail au moins égal à celui indiqué à l’article </w:t>
      </w:r>
      <w:r w:rsidR="00CA7F79">
        <w:rPr>
          <w:lang w:eastAsia="fr-FR"/>
        </w:rPr>
        <w:t xml:space="preserve">8 du </w:t>
      </w:r>
      <w:proofErr w:type="spellStart"/>
      <w:r w:rsidR="00CA7F79">
        <w:rPr>
          <w:lang w:eastAsia="fr-FR"/>
        </w:rPr>
        <w:t>CCAP</w:t>
      </w:r>
      <w:proofErr w:type="spellEnd"/>
      <w:r w:rsidRPr="00ED1F4A">
        <w:rPr>
          <w:lang w:eastAsia="fr-FR"/>
        </w:rPr>
        <w:t xml:space="preserve"> à des personnes rencontrant des difficultés sociales ou professionnelles particulières.</w:t>
      </w:r>
    </w:p>
    <w:p w14:paraId="7467C4B5" w14:textId="58872ED8" w:rsidR="00605D5E" w:rsidRPr="00ED1F4A" w:rsidRDefault="00605D5E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prendre</w:t>
      </w:r>
      <w:proofErr w:type="gramEnd"/>
      <w:r w:rsidRPr="00ED1F4A">
        <w:rPr>
          <w:lang w:eastAsia="fr-FR"/>
        </w:rPr>
        <w:t xml:space="preserve"> l’attache du facilitateur de la clause sociale désigné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</w:t>
      </w:r>
      <w:proofErr w:type="spellStart"/>
      <w:r w:rsidRPr="00ED1F4A">
        <w:rPr>
          <w:lang w:eastAsia="fr-FR"/>
        </w:rPr>
        <w:t>CCAP</w:t>
      </w:r>
      <w:proofErr w:type="spellEnd"/>
      <w:r w:rsidRPr="00ED1F4A">
        <w:rPr>
          <w:lang w:eastAsia="fr-FR"/>
        </w:rPr>
        <w:t xml:space="preserve">, afin de préciser ou de définir les modalités de mise en œuvre des clauses sociales. Un </w:t>
      </w:r>
      <w:r w:rsidRPr="00ED1F4A">
        <w:rPr>
          <w:lang w:eastAsia="fr-FR"/>
        </w:rPr>
        <w:lastRenderedPageBreak/>
        <w:t>plan d’action pourra être élaboré à cet effet avec l’accompagnement du facilitateur.</w:t>
      </w:r>
    </w:p>
    <w:p w14:paraId="4BF23935" w14:textId="77777777" w:rsidR="00605D5E" w:rsidRDefault="00605D5E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fournir</w:t>
      </w:r>
      <w:proofErr w:type="gramEnd"/>
      <w:r w:rsidRPr="00ED1F4A">
        <w:rPr>
          <w:lang w:eastAsia="fr-FR"/>
        </w:rPr>
        <w:t xml:space="preserve"> dans un délai qui me sera imparti, toutes informations utiles à l’appréciation de la réalisation de l’action d’insertion.</w:t>
      </w:r>
    </w:p>
    <w:p w14:paraId="5E5DF401" w14:textId="77777777" w:rsidR="00355E6A" w:rsidRDefault="00355E6A" w:rsidP="00355E6A">
      <w:pPr>
        <w:pStyle w:val="Corpsdetexte"/>
        <w:rPr>
          <w:lang w:eastAsia="fr-FR"/>
        </w:rPr>
      </w:pPr>
    </w:p>
    <w:p w14:paraId="2C24FE4F" w14:textId="77777777" w:rsidR="00355E6A" w:rsidRDefault="00355E6A" w:rsidP="00355E6A">
      <w:pPr>
        <w:pStyle w:val="Corpsdetexte"/>
        <w:rPr>
          <w:lang w:eastAsia="fr-FR"/>
        </w:rPr>
      </w:pPr>
      <w:r w:rsidRPr="009C6496">
        <w:rPr>
          <w:b/>
          <w:lang w:eastAsia="fr-FR"/>
        </w:rPr>
        <w:t>Coordonnées du correspondant opérationnel pour le suivi des actions d’insertion professionnelle du titulaire</w:t>
      </w:r>
      <w:r w:rsidRPr="009C6496">
        <w:rPr>
          <w:rFonts w:ascii="Calibri" w:hAnsi="Calibri" w:cs="Calibri"/>
          <w:b/>
          <w:lang w:eastAsia="fr-FR"/>
        </w:rPr>
        <w:t> </w:t>
      </w:r>
      <w:r w:rsidRPr="009C6496">
        <w:rPr>
          <w:b/>
          <w:lang w:eastAsia="fr-FR"/>
        </w:rPr>
        <w:t>:</w:t>
      </w:r>
    </w:p>
    <w:p w14:paraId="223CEE26" w14:textId="77777777" w:rsidR="00355E6A" w:rsidRPr="009C6496" w:rsidRDefault="00355E6A" w:rsidP="00355E6A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484"/>
        <w:jc w:val="left"/>
        <w:rPr>
          <w:b/>
          <w:lang w:eastAsia="fr-FR"/>
        </w:rPr>
      </w:pPr>
      <w:r w:rsidRPr="009C6496">
        <w:rPr>
          <w:lang w:eastAsia="fr-FR"/>
        </w:rPr>
        <w:t>Nom et prénom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>:</w:t>
      </w:r>
      <w:r>
        <w:rPr>
          <w:lang w:eastAsia="fr-FR"/>
        </w:rPr>
        <w:br/>
      </w:r>
      <w:r w:rsidRPr="009C6496">
        <w:rPr>
          <w:lang w:eastAsia="fr-FR"/>
        </w:rPr>
        <w:t>Fonction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>:</w:t>
      </w:r>
      <w:r>
        <w:rPr>
          <w:lang w:eastAsia="fr-FR"/>
        </w:rPr>
        <w:br/>
        <w:t>Téléphone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>:</w:t>
      </w:r>
      <w:r>
        <w:rPr>
          <w:lang w:eastAsia="fr-FR"/>
        </w:rPr>
        <w:br/>
        <w:t>Courriel</w:t>
      </w:r>
      <w:r>
        <w:rPr>
          <w:rFonts w:ascii="Calibri" w:hAnsi="Calibri" w:cs="Calibri"/>
          <w:lang w:eastAsia="fr-FR"/>
        </w:rPr>
        <w:t> </w:t>
      </w:r>
      <w:r>
        <w:rPr>
          <w:lang w:eastAsia="fr-FR"/>
        </w:rPr>
        <w:t>:</w:t>
      </w:r>
    </w:p>
    <w:p w14:paraId="1688EC4B" w14:textId="77777777" w:rsidR="00355E6A" w:rsidRDefault="00355E6A" w:rsidP="00355E6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DDDAD79" w14:textId="77777777" w:rsidR="00355E6A" w:rsidRPr="009C6496" w:rsidRDefault="00355E6A" w:rsidP="00355E6A">
      <w:pPr>
        <w:pStyle w:val="Corpsdetexte"/>
        <w:rPr>
          <w:lang w:eastAsia="fr-FR"/>
        </w:rPr>
      </w:pPr>
      <w:r w:rsidRPr="009C6496">
        <w:rPr>
          <w:lang w:eastAsia="fr-FR"/>
        </w:rPr>
        <w:t xml:space="preserve">Dans le cas d’un allotissement, pour les lots où l’action d’insertion n’est pas obligatoire, l’entreprise titulaire peut proposer de réserver un nombre d’heures à l’insertion. </w:t>
      </w:r>
    </w:p>
    <w:p w14:paraId="5C54C596" w14:textId="77777777" w:rsidR="00355E6A" w:rsidRPr="009C6496" w:rsidRDefault="00355E6A" w:rsidP="00355E6A">
      <w:pPr>
        <w:pStyle w:val="Corpsdetexte"/>
        <w:rPr>
          <w:lang w:eastAsia="fr-FR"/>
        </w:rPr>
      </w:pPr>
      <w:r w:rsidRPr="009C6496">
        <w:rPr>
          <w:lang w:eastAsia="fr-FR"/>
        </w:rPr>
        <w:t>Les heures réservées au public cible à réaliser pour l’entreprise titulaire pour la présente opération sont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 xml:space="preserve">: L’entreprise titulaire a noté qu’il s’agit </w:t>
      </w:r>
      <w:r w:rsidRPr="009C6496">
        <w:rPr>
          <w:b/>
          <w:u w:val="single"/>
          <w:lang w:eastAsia="fr-FR"/>
        </w:rPr>
        <w:t>d’un engagement minimum</w:t>
      </w:r>
      <w:r w:rsidRPr="009C6496">
        <w:rPr>
          <w:lang w:eastAsia="fr-FR"/>
        </w:rPr>
        <w:t>. Si elle le souhaite, l’entreprise titulaire peut s’engager sur un nombre d’heures plus important qui sera alors contractuel.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15"/>
        <w:gridCol w:w="2429"/>
        <w:gridCol w:w="2387"/>
      </w:tblGrid>
      <w:tr w:rsidR="00355E6A" w:rsidRPr="006D4250" w14:paraId="29BBB7DC" w14:textId="77777777" w:rsidTr="00355E6A">
        <w:trPr>
          <w:jc w:val="center"/>
        </w:trPr>
        <w:tc>
          <w:tcPr>
            <w:tcW w:w="1815" w:type="dxa"/>
            <w:vAlign w:val="center"/>
          </w:tcPr>
          <w:p w14:paraId="43E8453E" w14:textId="77777777" w:rsidR="00355E6A" w:rsidRPr="006D4250" w:rsidRDefault="00355E6A" w:rsidP="00AD0025">
            <w:pPr>
              <w:pStyle w:val="TableauCentr0"/>
            </w:pPr>
            <w:r w:rsidRPr="006D4250">
              <w:t>Coefficient d’insertion multiplicateur</w:t>
            </w:r>
          </w:p>
        </w:tc>
        <w:tc>
          <w:tcPr>
            <w:tcW w:w="2429" w:type="dxa"/>
            <w:vAlign w:val="center"/>
          </w:tcPr>
          <w:p w14:paraId="40B52A6C" w14:textId="77777777" w:rsidR="00355E6A" w:rsidRPr="006D4250" w:rsidRDefault="00355E6A" w:rsidP="00AD0025">
            <w:pPr>
              <w:pStyle w:val="TableauCentr0"/>
              <w:rPr>
                <w:rFonts w:eastAsiaTheme="minorHAnsi"/>
              </w:rPr>
            </w:pPr>
            <w:r w:rsidRPr="009C6496">
              <w:t xml:space="preserve">Nombre d’heures d’insertion minimum </w:t>
            </w:r>
            <w:r>
              <w:t>(</w:t>
            </w:r>
            <w:r w:rsidRPr="009C6496">
              <w:t>à compléter si ce nombre est supérieur ou égal à 70 h</w:t>
            </w:r>
            <w:r>
              <w:t>)</w:t>
            </w:r>
          </w:p>
        </w:tc>
        <w:tc>
          <w:tcPr>
            <w:tcW w:w="2387" w:type="dxa"/>
            <w:vAlign w:val="center"/>
          </w:tcPr>
          <w:p w14:paraId="01295558" w14:textId="77777777" w:rsidR="00355E6A" w:rsidRPr="006D4250" w:rsidRDefault="00355E6A" w:rsidP="00AD0025">
            <w:pPr>
              <w:pStyle w:val="TableauCentr0"/>
              <w:rPr>
                <w:rFonts w:eastAsiaTheme="minorHAnsi"/>
              </w:rPr>
            </w:pPr>
            <w:r w:rsidRPr="006D4250">
              <w:t>Proposition de l’entreprise si celle-ci s’engage à réaliser plus d’heures</w:t>
            </w:r>
          </w:p>
        </w:tc>
      </w:tr>
      <w:tr w:rsidR="00355E6A" w:rsidRPr="006D4250" w14:paraId="1316B980" w14:textId="77777777" w:rsidTr="00355E6A">
        <w:trPr>
          <w:jc w:val="center"/>
        </w:trPr>
        <w:tc>
          <w:tcPr>
            <w:tcW w:w="1815" w:type="dxa"/>
          </w:tcPr>
          <w:p w14:paraId="27228241" w14:textId="77777777" w:rsidR="00355E6A" w:rsidRPr="006D4250" w:rsidRDefault="00355E6A" w:rsidP="00AD0025">
            <w:pPr>
              <w:pStyle w:val="TableauDroite"/>
            </w:pPr>
            <w:r w:rsidRPr="005D36BB">
              <w:t>0.000</w:t>
            </w:r>
            <w:r>
              <w:t>6</w:t>
            </w:r>
          </w:p>
        </w:tc>
        <w:tc>
          <w:tcPr>
            <w:tcW w:w="2429" w:type="dxa"/>
          </w:tcPr>
          <w:p w14:paraId="71EBBBE8" w14:textId="77777777" w:rsidR="00355E6A" w:rsidRPr="006D4250" w:rsidRDefault="00355E6A" w:rsidP="00AD0025">
            <w:pPr>
              <w:pStyle w:val="TableauDroite"/>
            </w:pPr>
          </w:p>
        </w:tc>
        <w:tc>
          <w:tcPr>
            <w:tcW w:w="2387" w:type="dxa"/>
          </w:tcPr>
          <w:p w14:paraId="7B94B5FE" w14:textId="77777777" w:rsidR="00355E6A" w:rsidRPr="006D4250" w:rsidRDefault="00355E6A" w:rsidP="00AD0025">
            <w:pPr>
              <w:pStyle w:val="TableauDroite"/>
            </w:pPr>
          </w:p>
        </w:tc>
      </w:tr>
    </w:tbl>
    <w:p w14:paraId="571A6ED3" w14:textId="77777777" w:rsidR="00355E6A" w:rsidRPr="00ED1F4A" w:rsidRDefault="00355E6A" w:rsidP="00355E6A">
      <w:pPr>
        <w:pStyle w:val="Corpsdetexte"/>
        <w:rPr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lastRenderedPageBreak/>
              <w:t>Fait en un seul original</w:t>
            </w:r>
          </w:p>
        </w:tc>
      </w:tr>
      <w:tr w:rsidR="00693109" w:rsidRPr="00795CD8" w14:paraId="56CD1972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9744E3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3D055B75" w:rsidR="00137967" w:rsidRDefault="00137967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1926B34" w14:textId="77777777" w:rsidR="00137967" w:rsidRDefault="00137967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6603DB6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341222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341222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092974C4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24"/>
          <w:lang w:eastAsia="fr-FR"/>
        </w:rPr>
        <w:t xml:space="preserve"> </w:t>
      </w:r>
      <w:r w:rsidR="00137967" w:rsidRPr="00795CD8">
        <w:rPr>
          <w:caps w:val="0"/>
          <w:lang w:eastAsia="fr-FR"/>
        </w:rPr>
        <w:t>ANNEXE N</w:t>
      </w:r>
      <w:bookmarkStart w:id="16" w:name="_Hlk198114982"/>
      <w:r w:rsidR="00137967" w:rsidRPr="00795CD8">
        <w:rPr>
          <w:caps w:val="0"/>
          <w:lang w:eastAsia="fr-FR"/>
        </w:rPr>
        <w:t>°</w:t>
      </w:r>
      <w:r w:rsidR="00137967">
        <w:rPr>
          <w:caps w:val="0"/>
          <w:lang w:eastAsia="fr-FR"/>
        </w:rPr>
        <w:t>1</w:t>
      </w:r>
      <w:r w:rsidR="00137967" w:rsidRPr="00795CD8">
        <w:rPr>
          <w:caps w:val="0"/>
          <w:lang w:eastAsia="fr-FR"/>
        </w:rPr>
        <w:t xml:space="preserve"> </w:t>
      </w:r>
      <w:r w:rsidR="00137967">
        <w:rPr>
          <w:caps w:val="0"/>
          <w:lang w:eastAsia="fr-FR"/>
        </w:rPr>
        <w:t>À</w:t>
      </w:r>
      <w:r w:rsidR="00137967" w:rsidRPr="00795CD8">
        <w:rPr>
          <w:caps w:val="0"/>
          <w:lang w:eastAsia="fr-FR"/>
        </w:rPr>
        <w:t xml:space="preserve"> </w:t>
      </w:r>
      <w:bookmarkEnd w:id="16"/>
      <w:r w:rsidR="00137967" w:rsidRPr="00795CD8">
        <w:rPr>
          <w:caps w:val="0"/>
          <w:lang w:eastAsia="fr-FR"/>
        </w:rPr>
        <w:t>L'ACTE D'ENGAGEMENT EN CAS DE</w:t>
      </w:r>
    </w:p>
    <w:p w14:paraId="6ACAC2C9" w14:textId="30748555" w:rsidR="00995AF1" w:rsidRPr="00795CD8" w:rsidRDefault="00137967" w:rsidP="00995AF1">
      <w:pPr>
        <w:pStyle w:val="PdgNomdudocument"/>
        <w:rPr>
          <w:sz w:val="24"/>
          <w:lang w:eastAsia="fr-FR"/>
        </w:rPr>
      </w:pPr>
      <w:r w:rsidRPr="00795CD8">
        <w:rPr>
          <w:caps w:val="0"/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lastRenderedPageBreak/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77777777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6C46A548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4D6844">
            <w:t>Lot n°2</w:t>
          </w:r>
          <w:r w:rsidR="004D6844" w:rsidRPr="004D6844">
            <w:rPr>
              <w:rFonts w:ascii="Calibri" w:hAnsi="Calibri" w:cs="Calibri"/>
            </w:rPr>
            <w:t> </w:t>
          </w:r>
          <w:r w:rsidR="004D6844">
            <w:t>: Voirie réseaux divers – Aménagements extérieurs</w:t>
          </w:r>
          <w:r>
            <w:fldChar w:fldCharType="end"/>
          </w:r>
        </w:p>
        <w:p w14:paraId="731E82FD" w14:textId="7D66A3E5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E5633E" w:rsidRPr="00E5633E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54DEC5CC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E5633E">
            <w:t>Rénovation énergétique de la faculté des Sciences</w:t>
          </w:r>
          <w:r>
            <w:fldChar w:fldCharType="end"/>
          </w:r>
        </w:p>
        <w:p w14:paraId="711ACB36" w14:textId="703093E1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E5633E" w:rsidRPr="00E5633E">
            <w:rPr>
              <w:rFonts w:ascii="Marianne" w:hAnsi="Marianne"/>
              <w:szCs w:val="16"/>
            </w:rPr>
            <w:t>Université d’Angers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3B59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86CB6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4821"/>
    <w:rsid w:val="000D7A2F"/>
    <w:rsid w:val="000E3B29"/>
    <w:rsid w:val="000E6784"/>
    <w:rsid w:val="000F1CB9"/>
    <w:rsid w:val="001029E1"/>
    <w:rsid w:val="0010679B"/>
    <w:rsid w:val="00112208"/>
    <w:rsid w:val="001200FD"/>
    <w:rsid w:val="0012122C"/>
    <w:rsid w:val="0012751C"/>
    <w:rsid w:val="00137967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0B7A"/>
    <w:rsid w:val="0019411F"/>
    <w:rsid w:val="00196B05"/>
    <w:rsid w:val="001972D5"/>
    <w:rsid w:val="001A3B28"/>
    <w:rsid w:val="001A5417"/>
    <w:rsid w:val="001B46BB"/>
    <w:rsid w:val="001C79E5"/>
    <w:rsid w:val="001D77C9"/>
    <w:rsid w:val="001D790F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352F7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42C3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222"/>
    <w:rsid w:val="003413C5"/>
    <w:rsid w:val="00344819"/>
    <w:rsid w:val="00355E6A"/>
    <w:rsid w:val="003603D5"/>
    <w:rsid w:val="00364351"/>
    <w:rsid w:val="0036782A"/>
    <w:rsid w:val="00387158"/>
    <w:rsid w:val="00390415"/>
    <w:rsid w:val="00392F5C"/>
    <w:rsid w:val="003A5211"/>
    <w:rsid w:val="003A7BC3"/>
    <w:rsid w:val="003B45A1"/>
    <w:rsid w:val="003D1564"/>
    <w:rsid w:val="003D1DE1"/>
    <w:rsid w:val="003D3D28"/>
    <w:rsid w:val="003D6FC8"/>
    <w:rsid w:val="003E3ADA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C3C71"/>
    <w:rsid w:val="004C4E40"/>
    <w:rsid w:val="004C5046"/>
    <w:rsid w:val="004C578A"/>
    <w:rsid w:val="004C7346"/>
    <w:rsid w:val="004D0D46"/>
    <w:rsid w:val="004D1619"/>
    <w:rsid w:val="004D2C3D"/>
    <w:rsid w:val="004D6844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84860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F2590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44321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7592B"/>
    <w:rsid w:val="00680572"/>
    <w:rsid w:val="006859B0"/>
    <w:rsid w:val="00693109"/>
    <w:rsid w:val="006A4ADA"/>
    <w:rsid w:val="006B2796"/>
    <w:rsid w:val="006B7B6E"/>
    <w:rsid w:val="006C5871"/>
    <w:rsid w:val="006D09AD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0A4"/>
    <w:rsid w:val="00730231"/>
    <w:rsid w:val="00732DC3"/>
    <w:rsid w:val="00742A03"/>
    <w:rsid w:val="007555AE"/>
    <w:rsid w:val="00755F17"/>
    <w:rsid w:val="007647CB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28A4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0C36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B6B2F"/>
    <w:rsid w:val="009C01F7"/>
    <w:rsid w:val="009C0C96"/>
    <w:rsid w:val="009C0FA0"/>
    <w:rsid w:val="009C141C"/>
    <w:rsid w:val="009C2BF7"/>
    <w:rsid w:val="009D00EC"/>
    <w:rsid w:val="009D443C"/>
    <w:rsid w:val="009D50F7"/>
    <w:rsid w:val="009D5A8D"/>
    <w:rsid w:val="009E3335"/>
    <w:rsid w:val="009E6DCE"/>
    <w:rsid w:val="009E788B"/>
    <w:rsid w:val="009F54AD"/>
    <w:rsid w:val="009F56A7"/>
    <w:rsid w:val="009F6271"/>
    <w:rsid w:val="009F6734"/>
    <w:rsid w:val="009F692C"/>
    <w:rsid w:val="00A0313F"/>
    <w:rsid w:val="00A10A83"/>
    <w:rsid w:val="00A124A0"/>
    <w:rsid w:val="00A14844"/>
    <w:rsid w:val="00A1486F"/>
    <w:rsid w:val="00A17DC2"/>
    <w:rsid w:val="00A2161A"/>
    <w:rsid w:val="00A23C8E"/>
    <w:rsid w:val="00A26027"/>
    <w:rsid w:val="00A30EA6"/>
    <w:rsid w:val="00A34EC7"/>
    <w:rsid w:val="00A42D91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A5E97"/>
    <w:rsid w:val="00AB566A"/>
    <w:rsid w:val="00AB7CC5"/>
    <w:rsid w:val="00AC5A03"/>
    <w:rsid w:val="00AC67FB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97217"/>
    <w:rsid w:val="00BA03B3"/>
    <w:rsid w:val="00BA681B"/>
    <w:rsid w:val="00BC3B98"/>
    <w:rsid w:val="00BC4BBA"/>
    <w:rsid w:val="00BE1A45"/>
    <w:rsid w:val="00BE2D02"/>
    <w:rsid w:val="00BE6504"/>
    <w:rsid w:val="00BE7E2C"/>
    <w:rsid w:val="00BE7EE6"/>
    <w:rsid w:val="00BF340F"/>
    <w:rsid w:val="00BF4381"/>
    <w:rsid w:val="00BF55E5"/>
    <w:rsid w:val="00BF6EB7"/>
    <w:rsid w:val="00C00AD3"/>
    <w:rsid w:val="00C073BF"/>
    <w:rsid w:val="00C1153C"/>
    <w:rsid w:val="00C11580"/>
    <w:rsid w:val="00C14F05"/>
    <w:rsid w:val="00C2077B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3C66"/>
    <w:rsid w:val="00C66322"/>
    <w:rsid w:val="00C67312"/>
    <w:rsid w:val="00C7451D"/>
    <w:rsid w:val="00C80138"/>
    <w:rsid w:val="00C801A7"/>
    <w:rsid w:val="00C835F3"/>
    <w:rsid w:val="00C83F5F"/>
    <w:rsid w:val="00CA2D79"/>
    <w:rsid w:val="00CA7F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036FA"/>
    <w:rsid w:val="00D10C52"/>
    <w:rsid w:val="00D30283"/>
    <w:rsid w:val="00D3556B"/>
    <w:rsid w:val="00D37F51"/>
    <w:rsid w:val="00D42A54"/>
    <w:rsid w:val="00D60FCE"/>
    <w:rsid w:val="00D65CFE"/>
    <w:rsid w:val="00D661C0"/>
    <w:rsid w:val="00D72CB9"/>
    <w:rsid w:val="00D764BE"/>
    <w:rsid w:val="00D805EC"/>
    <w:rsid w:val="00D84306"/>
    <w:rsid w:val="00D906A9"/>
    <w:rsid w:val="00D91A25"/>
    <w:rsid w:val="00D9600F"/>
    <w:rsid w:val="00D96935"/>
    <w:rsid w:val="00D96BFE"/>
    <w:rsid w:val="00DA2090"/>
    <w:rsid w:val="00DB0A91"/>
    <w:rsid w:val="00DB2A6B"/>
    <w:rsid w:val="00DB4614"/>
    <w:rsid w:val="00DC0375"/>
    <w:rsid w:val="00DC1848"/>
    <w:rsid w:val="00DC7921"/>
    <w:rsid w:val="00DD2923"/>
    <w:rsid w:val="00DD50D6"/>
    <w:rsid w:val="00DE32DB"/>
    <w:rsid w:val="00DF3162"/>
    <w:rsid w:val="00E05336"/>
    <w:rsid w:val="00E15D22"/>
    <w:rsid w:val="00E231DA"/>
    <w:rsid w:val="00E249DF"/>
    <w:rsid w:val="00E47097"/>
    <w:rsid w:val="00E5633E"/>
    <w:rsid w:val="00E57AF6"/>
    <w:rsid w:val="00E623E6"/>
    <w:rsid w:val="00E669F0"/>
    <w:rsid w:val="00E712E2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D1F4A"/>
    <w:rsid w:val="00EE5763"/>
    <w:rsid w:val="00EF5CF0"/>
    <w:rsid w:val="00F043B7"/>
    <w:rsid w:val="00F13579"/>
    <w:rsid w:val="00F22B0F"/>
    <w:rsid w:val="00F22CF7"/>
    <w:rsid w:val="00F2464C"/>
    <w:rsid w:val="00F256D3"/>
    <w:rsid w:val="00F25DA3"/>
    <w:rsid w:val="00F261BB"/>
    <w:rsid w:val="00F2646B"/>
    <w:rsid w:val="00F3175C"/>
    <w:rsid w:val="00F322F6"/>
    <w:rsid w:val="00F3383B"/>
    <w:rsid w:val="00F36DA2"/>
    <w:rsid w:val="00F471E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A270E"/>
    <w:rsid w:val="00FA5197"/>
    <w:rsid w:val="00FC4DDA"/>
    <w:rsid w:val="00FC5C06"/>
    <w:rsid w:val="00FC7E63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38397C4"/>
  <w15:chartTrackingRefBased/>
  <w15:docId w15:val="{F573B837-3380-4090-A7B4-AEED26F5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9C01F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153</TotalTime>
  <Pages>25</Pages>
  <Words>3450</Words>
  <Characters>18981</Characters>
  <Application>Microsoft Office Word</Application>
  <DocSecurity>0</DocSecurity>
  <Lines>158</Lines>
  <Paragraphs>44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22387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cp:lastModifiedBy>L-Hullier Sebastien</cp:lastModifiedBy>
  <cp:revision>47</cp:revision>
  <cp:lastPrinted>2024-06-03T13:20:00Z</cp:lastPrinted>
  <dcterms:created xsi:type="dcterms:W3CDTF">2024-06-04T12:30:00Z</dcterms:created>
  <dcterms:modified xsi:type="dcterms:W3CDTF">2025-07-25T12:55:00Z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