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7D782125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>
        <w:t>0</w:t>
      </w:r>
      <w:r w:rsidR="001F72B6">
        <w:t>1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41BCBFF2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1F72B6">
        <w:t>1</w:t>
      </w:r>
      <w:r>
        <w:rPr>
          <w:rFonts w:ascii="Calibri" w:hAnsi="Calibri" w:cs="Calibri"/>
        </w:rPr>
        <w:t> </w:t>
      </w:r>
      <w:r>
        <w:t xml:space="preserve">: </w:t>
      </w:r>
      <w:r w:rsidR="001F72B6">
        <w:t>Désamiantage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2B7D223E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4325CF">
              <w:br/>
            </w:r>
            <w:r w:rsidR="004325CF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7A01723F" w:rsidR="00995AF1" w:rsidRPr="00B951CA" w:rsidRDefault="00FC7E63" w:rsidP="00995AF1">
      <w:pPr>
        <w:pStyle w:val="PdgVersion"/>
        <w:jc w:val="right"/>
        <w:rPr>
          <w:b w:val="0"/>
        </w:rPr>
      </w:pPr>
      <w:r>
        <w:rPr>
          <w:b w:val="0"/>
        </w:rPr>
        <w:t>Jui</w:t>
      </w:r>
      <w:r w:rsidR="004325CF">
        <w:rPr>
          <w:b w:val="0"/>
        </w:rPr>
        <w:t>llet</w:t>
      </w:r>
      <w:r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496F0F21" w:rsidR="00995AF1" w:rsidRPr="00292E33" w:rsidRDefault="00E712E2" w:rsidP="00C328B4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2340006F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fldSimple w:instr=" NUMPAGES   \* MERGEFORMAT ">
        <w:r w:rsidR="00762F82">
          <w:rPr>
            <w:noProof/>
          </w:rPr>
          <w:t>22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2A3EC743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762F82">
        <w:t>AC-NANTES_SCUS_25-301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0FDA5ECD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762F82">
        <w:t>Lot n°1</w:t>
      </w:r>
      <w:r w:rsidR="00762F82">
        <w:rPr>
          <w:rFonts w:ascii="Calibri" w:hAnsi="Calibri" w:cs="Calibri"/>
        </w:rPr>
        <w:t> </w:t>
      </w:r>
      <w:r w:rsidR="00762F82">
        <w:t>: Désamiantage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5004549D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715DD1" w14:textId="7A5E0A6A" w:rsidR="00995AF1" w:rsidRPr="00D31FFD" w:rsidRDefault="001F72B6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br/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E249ACF" w14:textId="04C27820" w:rsidR="00995AF1" w:rsidRPr="00D31FFD" w:rsidRDefault="001F72B6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br/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B6C5918" w14:textId="33872197" w:rsidR="00995AF1" w:rsidRPr="00D31FFD" w:rsidRDefault="001F72B6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br/>
            </w: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5D54FB" w14:textId="5EFBBBBC" w:rsidR="00995AF1" w:rsidRPr="00D31FFD" w:rsidRDefault="001F72B6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br/>
            </w: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9086838" w14:textId="52E55233" w:rsidR="001F72B6" w:rsidRPr="00D31FFD" w:rsidRDefault="001F72B6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br/>
            </w: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19255D9B" w14:textId="5448D7EB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</w:t>
      </w:r>
      <w:r w:rsidR="00C328B4">
        <w:rPr>
          <w:lang w:eastAsia="fr-FR"/>
        </w:rPr>
        <w:t>a</w:t>
      </w:r>
      <w:r w:rsidRPr="00795CD8">
        <w:rPr>
          <w:lang w:eastAsia="fr-FR"/>
        </w:rPr>
        <w:t xml:space="preserve"> tâche essentielle qui devr</w:t>
      </w:r>
      <w:r w:rsidR="00C328B4">
        <w:rPr>
          <w:lang w:eastAsia="fr-FR"/>
        </w:rPr>
        <w:t>a</w:t>
      </w:r>
      <w:r w:rsidRPr="00795CD8">
        <w:rPr>
          <w:lang w:eastAsia="fr-FR"/>
        </w:rPr>
        <w:t xml:space="preserve"> être effectuée directement par le titulaire </w:t>
      </w:r>
      <w:r w:rsidR="00C328B4">
        <w:rPr>
          <w:lang w:eastAsia="fr-FR"/>
        </w:rPr>
        <w:t>est le désamiantage.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47B84414" w:rsidR="000529E6" w:rsidRDefault="001F72B6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62C9E8C2" w:rsidR="00ED1F4A" w:rsidRPr="00ED1F4A" w:rsidRDefault="00AB2920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 xml:space="preserve">Le délai d'exécution propre au lot pour lequel je m'engage / nous nous engageons sera déterminé dans les conditions stipulées à l'article 4-1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28E37AFE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947749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47749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5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5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2B868F31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B5513B">
            <w:t>Lot n°1</w:t>
          </w:r>
          <w:r w:rsidR="00B5513B" w:rsidRPr="00B5513B">
            <w:rPr>
              <w:rFonts w:ascii="Calibri" w:hAnsi="Calibri" w:cs="Calibri"/>
            </w:rPr>
            <w:t> </w:t>
          </w:r>
          <w:r w:rsidR="00B5513B">
            <w:t>: Désamiantage</w:t>
          </w:r>
          <w:r>
            <w:fldChar w:fldCharType="end"/>
          </w:r>
        </w:p>
        <w:p w14:paraId="731E82FD" w14:textId="7D66A3E5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E5633E" w:rsidRPr="00E5633E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54DEC5CC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E5633E">
            <w:t>Rénovation énergétique de la faculté des Sciences</w:t>
          </w:r>
          <w:r>
            <w:fldChar w:fldCharType="end"/>
          </w:r>
        </w:p>
        <w:p w14:paraId="711ACB36" w14:textId="703093E1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E5633E" w:rsidRPr="00E5633E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3726"/>
    <w:rsid w:val="00032ED8"/>
    <w:rsid w:val="00043DAF"/>
    <w:rsid w:val="0004451E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12E9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279C0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5417"/>
    <w:rsid w:val="001B46BB"/>
    <w:rsid w:val="001C79E5"/>
    <w:rsid w:val="001D77C9"/>
    <w:rsid w:val="001E44C1"/>
    <w:rsid w:val="001E71A8"/>
    <w:rsid w:val="001E7B5A"/>
    <w:rsid w:val="001F209A"/>
    <w:rsid w:val="001F6513"/>
    <w:rsid w:val="001F72B6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218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95B99"/>
    <w:rsid w:val="002A579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325CF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2F82"/>
    <w:rsid w:val="007647CB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47749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C6496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52186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A5E97"/>
    <w:rsid w:val="00AB2920"/>
    <w:rsid w:val="00AB566A"/>
    <w:rsid w:val="00AB731F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13B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11C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28B4"/>
    <w:rsid w:val="00C376EA"/>
    <w:rsid w:val="00C44E8B"/>
    <w:rsid w:val="00C47A95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07A77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1FE1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5CF0"/>
    <w:rsid w:val="00EF6DC6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165</TotalTime>
  <Pages>22</Pages>
  <Words>2936</Words>
  <Characters>16150</Characters>
  <Application>Microsoft Office Word</Application>
  <DocSecurity>0</DocSecurity>
  <Lines>134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48</cp:revision>
  <cp:lastPrinted>2024-06-03T13:20:00Z</cp:lastPrinted>
  <dcterms:created xsi:type="dcterms:W3CDTF">2024-06-04T12:30:00Z</dcterms:created>
  <dcterms:modified xsi:type="dcterms:W3CDTF">2025-07-25T12:54:00Z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