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80FFE" w14:textId="77777777" w:rsidR="00C67E4F" w:rsidRDefault="00C67E4F" w:rsidP="00C67E4F">
      <w:pPr>
        <w:rPr>
          <w:rFonts w:ascii="Arial" w:eastAsia="Times New Roman" w:hAnsi="Arial" w:cs="Arial"/>
          <w:sz w:val="20"/>
          <w:szCs w:val="20"/>
          <w:lang w:eastAsia="fr-FR"/>
        </w:rPr>
      </w:pPr>
      <w:r>
        <w:rPr>
          <w:rFonts w:ascii="Calibri" w:eastAsia="Times New Roman" w:hAnsi="Calibri" w:cs="Arial"/>
          <w:noProof/>
          <w:sz w:val="20"/>
          <w:szCs w:val="20"/>
          <w:lang w:eastAsia="fr-FR"/>
        </w:rPr>
        <w:drawing>
          <wp:inline distT="0" distB="0" distL="0" distR="0" wp14:anchorId="2BB07BA3" wp14:editId="2C83D65C">
            <wp:extent cx="1704975" cy="4476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447675"/>
                    </a:xfrm>
                    <a:prstGeom prst="rect">
                      <a:avLst/>
                    </a:prstGeom>
                    <a:noFill/>
                    <a:ln>
                      <a:noFill/>
                    </a:ln>
                  </pic:spPr>
                </pic:pic>
              </a:graphicData>
            </a:graphic>
          </wp:inline>
        </w:drawing>
      </w:r>
    </w:p>
    <w:p w14:paraId="74CA4C8D" w14:textId="77777777" w:rsidR="00C67E4F" w:rsidRDefault="00C67E4F" w:rsidP="00C67E4F">
      <w:pPr>
        <w:rPr>
          <w:rFonts w:ascii="Calibri" w:eastAsia="Times New Roman" w:hAnsi="Calibri" w:cs="Calibri"/>
          <w:sz w:val="20"/>
          <w:szCs w:val="20"/>
          <w:lang w:eastAsia="fr-FR"/>
        </w:rPr>
      </w:pPr>
    </w:p>
    <w:p w14:paraId="0FE7AFCB" w14:textId="77777777" w:rsidR="00C67E4F" w:rsidRDefault="00C67E4F" w:rsidP="00C67E4F">
      <w:r>
        <w:t xml:space="preserve">DIFA-Service des achats </w:t>
      </w:r>
    </w:p>
    <w:p w14:paraId="464FA7E2" w14:textId="77777777" w:rsidR="00C67E4F" w:rsidRDefault="00C67E4F" w:rsidP="00C67E4F">
      <w:r>
        <w:t>147, Rue de l’Université</w:t>
      </w:r>
    </w:p>
    <w:p w14:paraId="78E85839" w14:textId="77777777" w:rsidR="00C67E4F" w:rsidRDefault="00C67E4F" w:rsidP="00C67E4F">
      <w:r>
        <w:t>75338 PARIS Cedex 07</w:t>
      </w:r>
    </w:p>
    <w:p w14:paraId="048D7BB8" w14:textId="77777777" w:rsidR="00C67E4F" w:rsidRDefault="00C67E4F" w:rsidP="00C67E4F">
      <w:pPr>
        <w:rPr>
          <w:b/>
        </w:rPr>
      </w:pPr>
    </w:p>
    <w:p w14:paraId="42D002CF" w14:textId="77777777" w:rsidR="00C67E4F" w:rsidRDefault="00C67E4F" w:rsidP="00C67E4F">
      <w:pPr>
        <w:rPr>
          <w:rFonts w:ascii="Calibri" w:eastAsia="Times New Roman" w:hAnsi="Calibri" w:cs="Arial"/>
          <w:sz w:val="20"/>
          <w:szCs w:val="20"/>
          <w:lang w:eastAsia="fr-FR"/>
        </w:rPr>
      </w:pPr>
    </w:p>
    <w:p w14:paraId="4108852F" w14:textId="77777777" w:rsidR="00C67E4F" w:rsidRDefault="00C67E4F" w:rsidP="00C67E4F">
      <w:pPr>
        <w:rPr>
          <w:rFonts w:ascii="Calibri" w:eastAsia="Times New Roman" w:hAnsi="Calibri" w:cs="Arial"/>
          <w:sz w:val="20"/>
          <w:szCs w:val="20"/>
          <w:lang w:eastAsia="fr-FR"/>
        </w:rPr>
      </w:pPr>
    </w:p>
    <w:p w14:paraId="7EEA2893" w14:textId="77777777" w:rsidR="00C67E4F" w:rsidRDefault="00C67E4F" w:rsidP="00C67E4F">
      <w:pPr>
        <w:rPr>
          <w:rFonts w:ascii="Calibri" w:eastAsia="Times New Roman" w:hAnsi="Calibri" w:cs="Arial"/>
          <w:sz w:val="20"/>
          <w:szCs w:val="20"/>
          <w:lang w:eastAsia="fr-FR"/>
        </w:rPr>
      </w:pPr>
    </w:p>
    <w:p w14:paraId="78237AB2" w14:textId="77777777" w:rsidR="00C67E4F" w:rsidRDefault="00C67E4F" w:rsidP="00C67E4F">
      <w:pPr>
        <w:rPr>
          <w:rFonts w:ascii="Calibri" w:eastAsia="Times New Roman" w:hAnsi="Calibri" w:cs="Arial"/>
          <w:sz w:val="20"/>
          <w:szCs w:val="20"/>
          <w:lang w:eastAsia="fr-FR"/>
        </w:rPr>
      </w:pPr>
    </w:p>
    <w:p w14:paraId="04270311" w14:textId="77777777" w:rsidR="00C67E4F" w:rsidRDefault="00C67E4F" w:rsidP="00C67E4F">
      <w:pPr>
        <w:rPr>
          <w:rFonts w:ascii="Calibri" w:eastAsia="Times New Roman" w:hAnsi="Calibri" w:cs="Arial"/>
          <w:sz w:val="20"/>
          <w:szCs w:val="20"/>
          <w:lang w:eastAsia="fr-FR"/>
        </w:rPr>
      </w:pPr>
    </w:p>
    <w:p w14:paraId="67AD5527" w14:textId="77777777" w:rsidR="00C67E4F" w:rsidRDefault="00C67E4F" w:rsidP="00C67E4F">
      <w:pPr>
        <w:tabs>
          <w:tab w:val="left" w:pos="3735"/>
        </w:tabs>
      </w:pPr>
      <w:r>
        <w:tab/>
      </w:r>
    </w:p>
    <w:p w14:paraId="19C3C4A4" w14:textId="77777777" w:rsidR="003C5B07" w:rsidRPr="005000D1" w:rsidRDefault="003C5B07" w:rsidP="003C5B07">
      <w:pPr>
        <w:pStyle w:val="Titre"/>
        <w:rPr>
          <w:sz w:val="40"/>
          <w:szCs w:val="40"/>
        </w:rPr>
      </w:pPr>
      <w:r w:rsidRPr="005000D1">
        <w:rPr>
          <w:sz w:val="40"/>
          <w:szCs w:val="40"/>
        </w:rPr>
        <w:t>C</w:t>
      </w:r>
      <w:r>
        <w:rPr>
          <w:sz w:val="40"/>
          <w:szCs w:val="40"/>
        </w:rPr>
        <w:t>adre de Réponse Technique</w:t>
      </w:r>
    </w:p>
    <w:p w14:paraId="45F120E2" w14:textId="342AE323" w:rsidR="001C5B7C" w:rsidRPr="003C5B07" w:rsidRDefault="003C5B07" w:rsidP="001C5B7C">
      <w:pPr>
        <w:pStyle w:val="Titre"/>
        <w:rPr>
          <w:b w:val="0"/>
          <w:sz w:val="36"/>
          <w:szCs w:val="36"/>
        </w:rPr>
      </w:pPr>
      <w:r w:rsidRPr="003C5B07">
        <w:rPr>
          <w:b w:val="0"/>
          <w:sz w:val="36"/>
          <w:szCs w:val="36"/>
        </w:rPr>
        <w:t>Carte</w:t>
      </w:r>
      <w:r w:rsidR="00E34520">
        <w:rPr>
          <w:b w:val="0"/>
          <w:sz w:val="36"/>
          <w:szCs w:val="36"/>
        </w:rPr>
        <w:t>s</w:t>
      </w:r>
      <w:r w:rsidRPr="003C5B07">
        <w:rPr>
          <w:b w:val="0"/>
          <w:sz w:val="36"/>
          <w:szCs w:val="36"/>
        </w:rPr>
        <w:t xml:space="preserve"> achat </w:t>
      </w:r>
      <w:r w:rsidR="00E34520">
        <w:rPr>
          <w:b w:val="0"/>
          <w:sz w:val="36"/>
          <w:szCs w:val="36"/>
        </w:rPr>
        <w:t>pour INRAE</w:t>
      </w:r>
    </w:p>
    <w:p w14:paraId="4E874A88" w14:textId="3B149D80" w:rsidR="007372AB" w:rsidRDefault="007372AB" w:rsidP="007372AB"/>
    <w:p w14:paraId="20EB1A7C" w14:textId="77777777" w:rsidR="003C5B07" w:rsidRDefault="003C5B07" w:rsidP="007372AB"/>
    <w:p w14:paraId="37431860" w14:textId="77777777" w:rsidR="007372AB" w:rsidRDefault="007372AB" w:rsidP="007372AB"/>
    <w:p w14:paraId="240AF3F7" w14:textId="77777777" w:rsidR="007372AB" w:rsidRDefault="007372AB" w:rsidP="00C67E4F"/>
    <w:p w14:paraId="533E2372" w14:textId="77777777" w:rsidR="00C67E4F" w:rsidRDefault="00C67E4F" w:rsidP="00C67E4F"/>
    <w:p w14:paraId="11E2A8A7" w14:textId="77777777" w:rsidR="00C67E4F" w:rsidRDefault="00C67E4F" w:rsidP="00C67E4F"/>
    <w:p w14:paraId="3F6CD926" w14:textId="77777777" w:rsidR="00C67E4F" w:rsidRDefault="00C67E4F" w:rsidP="00C67E4F"/>
    <w:p w14:paraId="4DD34F69" w14:textId="77777777" w:rsidR="00C67E4F" w:rsidRDefault="00C67E4F" w:rsidP="00C67E4F"/>
    <w:tbl>
      <w:tblPr>
        <w:tblStyle w:val="Grilledutableau"/>
        <w:tblpPr w:leftFromText="141" w:rightFromText="141" w:vertAnchor="text" w:horzAnchor="margin" w:tblpY="304"/>
        <w:tblW w:w="0" w:type="auto"/>
        <w:tblLook w:val="04A0" w:firstRow="1" w:lastRow="0" w:firstColumn="1" w:lastColumn="0" w:noHBand="0" w:noVBand="1"/>
      </w:tblPr>
      <w:tblGrid>
        <w:gridCol w:w="9062"/>
      </w:tblGrid>
      <w:tr w:rsidR="00C67E4F" w14:paraId="2067198A" w14:textId="77777777" w:rsidTr="00C67E4F">
        <w:tc>
          <w:tcPr>
            <w:tcW w:w="9062" w:type="dxa"/>
          </w:tcPr>
          <w:p w14:paraId="3E9A495C" w14:textId="77777777" w:rsidR="00C67E4F" w:rsidRDefault="00C67E4F" w:rsidP="00C67E4F"/>
          <w:p w14:paraId="3FFD1C93" w14:textId="77777777" w:rsidR="00C67E4F" w:rsidRDefault="00C67E4F" w:rsidP="00C67E4F">
            <w:r>
              <w:t xml:space="preserve">CANDIDAT : </w:t>
            </w:r>
          </w:p>
          <w:p w14:paraId="6C3DF82F" w14:textId="77777777" w:rsidR="00C67E4F" w:rsidRDefault="00C67E4F" w:rsidP="00C67E4F"/>
        </w:tc>
      </w:tr>
    </w:tbl>
    <w:p w14:paraId="2E4B7D5A" w14:textId="77777777" w:rsidR="00C67E4F" w:rsidRDefault="00C67E4F" w:rsidP="00C67E4F"/>
    <w:p w14:paraId="2114C4B5" w14:textId="77777777" w:rsidR="00F0387D" w:rsidRDefault="00F0387D">
      <w:pPr>
        <w:spacing w:before="0" w:after="160" w:line="259" w:lineRule="auto"/>
        <w:jc w:val="left"/>
      </w:pPr>
      <w:r>
        <w:br w:type="page"/>
      </w:r>
    </w:p>
    <w:p w14:paraId="34CB1385" w14:textId="04A8D613" w:rsidR="00F0387D" w:rsidRPr="00F0387D" w:rsidRDefault="00F0387D" w:rsidP="00F0387D">
      <w:pPr>
        <w:spacing w:before="0" w:after="160" w:line="259" w:lineRule="auto"/>
        <w:jc w:val="left"/>
        <w:rPr>
          <w:b/>
          <w:bCs/>
        </w:rPr>
      </w:pPr>
      <w:r w:rsidRPr="00F0387D">
        <w:rPr>
          <w:b/>
          <w:bCs/>
        </w:rPr>
        <w:lastRenderedPageBreak/>
        <w:t>PREAMBULE</w:t>
      </w:r>
    </w:p>
    <w:p w14:paraId="1163C31D" w14:textId="77777777" w:rsidR="003C5B07" w:rsidRPr="00F0387D" w:rsidRDefault="003C5B07" w:rsidP="003C5B07">
      <w:pPr>
        <w:spacing w:before="0" w:after="160" w:line="259" w:lineRule="auto"/>
        <w:jc w:val="left"/>
      </w:pPr>
      <w:r w:rsidRPr="00F0387D">
        <w:t>[Le candidat n’est pas tenu de reprendre cette partie « préambule » dans son offre]</w:t>
      </w:r>
    </w:p>
    <w:p w14:paraId="3B40FA9D" w14:textId="77777777" w:rsidR="003C5B07" w:rsidRDefault="003C5B07" w:rsidP="003C5B07">
      <w:r w:rsidRPr="00F0387D">
        <w:t xml:space="preserve">Le présent cadre de réponse détaille, pour chaque partie, la structure à respecter et le contenu </w:t>
      </w:r>
      <w:r>
        <w:t xml:space="preserve">minimum </w:t>
      </w:r>
      <w:r w:rsidRPr="00F0387D">
        <w:t>à</w:t>
      </w:r>
      <w:r>
        <w:t xml:space="preserve"> </w:t>
      </w:r>
      <w:r w:rsidRPr="00F0387D">
        <w:t xml:space="preserve">indiquer par le candidat pour établir son mémoire technique. </w:t>
      </w:r>
    </w:p>
    <w:p w14:paraId="524ED915" w14:textId="77777777" w:rsidR="00F0387D" w:rsidRDefault="00F0387D" w:rsidP="00F0387D"/>
    <w:tbl>
      <w:tblPr>
        <w:tblStyle w:val="Grilledutableau"/>
        <w:tblpPr w:leftFromText="141" w:rightFromText="141" w:vertAnchor="text" w:horzAnchor="margin" w:tblpY="1491"/>
        <w:tblW w:w="0" w:type="auto"/>
        <w:tblLook w:val="04A0" w:firstRow="1" w:lastRow="0" w:firstColumn="1" w:lastColumn="0" w:noHBand="0" w:noVBand="1"/>
      </w:tblPr>
      <w:tblGrid>
        <w:gridCol w:w="4531"/>
        <w:gridCol w:w="4531"/>
      </w:tblGrid>
      <w:tr w:rsidR="003C5B07" w:rsidRPr="003C5B07" w14:paraId="57CF2507" w14:textId="77777777" w:rsidTr="003C5B07">
        <w:tc>
          <w:tcPr>
            <w:tcW w:w="4531" w:type="dxa"/>
          </w:tcPr>
          <w:p w14:paraId="7F483B1F" w14:textId="4A7901D1" w:rsidR="003C5B07" w:rsidRPr="003C5B07" w:rsidRDefault="003C5B07" w:rsidP="003C5B07">
            <w:pPr>
              <w:spacing w:before="0" w:after="160" w:line="259" w:lineRule="auto"/>
              <w:jc w:val="left"/>
              <w:rPr>
                <w:b/>
                <w:bCs/>
              </w:rPr>
            </w:pPr>
            <w:r w:rsidRPr="003C5B07">
              <w:rPr>
                <w:b/>
                <w:bCs/>
              </w:rPr>
              <w:t>Interlocuteur</w:t>
            </w:r>
            <w:r w:rsidR="00CC1C96">
              <w:rPr>
                <w:b/>
                <w:bCs/>
              </w:rPr>
              <w:t>s</w:t>
            </w:r>
            <w:r w:rsidRPr="003C5B07">
              <w:rPr>
                <w:b/>
                <w:bCs/>
              </w:rPr>
              <w:t xml:space="preserve"> proposé</w:t>
            </w:r>
            <w:r w:rsidR="00CC1C96">
              <w:rPr>
                <w:b/>
                <w:bCs/>
              </w:rPr>
              <w:t>s</w:t>
            </w:r>
          </w:p>
        </w:tc>
        <w:tc>
          <w:tcPr>
            <w:tcW w:w="4531" w:type="dxa"/>
          </w:tcPr>
          <w:p w14:paraId="111117EA" w14:textId="77777777" w:rsidR="003C5B07" w:rsidRPr="003C5B07" w:rsidRDefault="003C5B07" w:rsidP="003C5B07">
            <w:pPr>
              <w:spacing w:before="0" w:after="160" w:line="259" w:lineRule="auto"/>
              <w:jc w:val="left"/>
              <w:rPr>
                <w:b/>
                <w:bCs/>
              </w:rPr>
            </w:pPr>
            <w:r w:rsidRPr="003C5B07">
              <w:rPr>
                <w:b/>
                <w:bCs/>
              </w:rPr>
              <w:t>Fonction + Mail + N° de tél</w:t>
            </w:r>
          </w:p>
        </w:tc>
      </w:tr>
      <w:tr w:rsidR="003C5B07" w:rsidRPr="003C5B07" w14:paraId="1514E808" w14:textId="77777777" w:rsidTr="003C5B07">
        <w:tc>
          <w:tcPr>
            <w:tcW w:w="4531" w:type="dxa"/>
            <w:vAlign w:val="center"/>
          </w:tcPr>
          <w:p w14:paraId="40CC6026" w14:textId="30BD55CA" w:rsidR="003C5B07" w:rsidRPr="003C5B07" w:rsidRDefault="003C5B07" w:rsidP="003C5B07">
            <w:pPr>
              <w:spacing w:before="0" w:after="160" w:line="259" w:lineRule="auto"/>
              <w:jc w:val="left"/>
              <w:rPr>
                <w:b/>
                <w:bCs/>
              </w:rPr>
            </w:pPr>
            <w:r w:rsidRPr="003C5B07">
              <w:rPr>
                <w:b/>
                <w:bCs/>
              </w:rPr>
              <w:t>Inte</w:t>
            </w:r>
            <w:r w:rsidR="00CC1C96">
              <w:rPr>
                <w:b/>
                <w:bCs/>
              </w:rPr>
              <w:t>rlocuteur</w:t>
            </w:r>
            <w:r w:rsidRPr="003C5B07">
              <w:rPr>
                <w:b/>
                <w:bCs/>
              </w:rPr>
              <w:t xml:space="preserve"> principal</w:t>
            </w:r>
            <w:r w:rsidR="00CC1C96">
              <w:rPr>
                <w:b/>
                <w:bCs/>
              </w:rPr>
              <w:t xml:space="preserve"> </w:t>
            </w:r>
          </w:p>
        </w:tc>
        <w:tc>
          <w:tcPr>
            <w:tcW w:w="4531" w:type="dxa"/>
            <w:vAlign w:val="center"/>
          </w:tcPr>
          <w:p w14:paraId="7B916D24" w14:textId="77777777" w:rsidR="003C5B07" w:rsidRPr="003C5B07" w:rsidRDefault="003C5B07" w:rsidP="003C5B07">
            <w:pPr>
              <w:spacing w:before="0" w:after="160" w:line="259" w:lineRule="auto"/>
              <w:jc w:val="left"/>
              <w:rPr>
                <w:b/>
                <w:bCs/>
              </w:rPr>
            </w:pPr>
          </w:p>
        </w:tc>
      </w:tr>
      <w:tr w:rsidR="003C5B07" w:rsidRPr="003C5B07" w14:paraId="249A3A91" w14:textId="77777777" w:rsidTr="003C5B07">
        <w:tc>
          <w:tcPr>
            <w:tcW w:w="4531" w:type="dxa"/>
            <w:vAlign w:val="center"/>
          </w:tcPr>
          <w:p w14:paraId="5E162863" w14:textId="1DDDB552" w:rsidR="003C5B07" w:rsidRPr="003C5B07" w:rsidRDefault="003C5B07" w:rsidP="003C5B07">
            <w:pPr>
              <w:spacing w:before="0" w:after="160" w:line="259" w:lineRule="auto"/>
              <w:jc w:val="left"/>
              <w:rPr>
                <w:b/>
                <w:bCs/>
              </w:rPr>
            </w:pPr>
            <w:r w:rsidRPr="003C5B07">
              <w:rPr>
                <w:b/>
                <w:bCs/>
              </w:rPr>
              <w:t xml:space="preserve">Problématiques </w:t>
            </w:r>
            <w:r w:rsidR="00CC1C96">
              <w:rPr>
                <w:b/>
                <w:bCs/>
              </w:rPr>
              <w:t>gestion des cartes</w:t>
            </w:r>
          </w:p>
        </w:tc>
        <w:tc>
          <w:tcPr>
            <w:tcW w:w="4531" w:type="dxa"/>
            <w:vAlign w:val="center"/>
          </w:tcPr>
          <w:p w14:paraId="1318419F" w14:textId="77777777" w:rsidR="003C5B07" w:rsidRPr="003C5B07" w:rsidRDefault="003C5B07" w:rsidP="003C5B07">
            <w:pPr>
              <w:spacing w:before="0" w:after="160" w:line="259" w:lineRule="auto"/>
              <w:jc w:val="left"/>
              <w:rPr>
                <w:b/>
                <w:bCs/>
              </w:rPr>
            </w:pPr>
          </w:p>
        </w:tc>
      </w:tr>
      <w:tr w:rsidR="00CC1C96" w:rsidRPr="003C5B07" w14:paraId="305277BE" w14:textId="77777777" w:rsidTr="003C5B07">
        <w:tc>
          <w:tcPr>
            <w:tcW w:w="4531" w:type="dxa"/>
            <w:vAlign w:val="center"/>
          </w:tcPr>
          <w:p w14:paraId="164D601B" w14:textId="507EC160" w:rsidR="00CC1C96" w:rsidRPr="003C5B07" w:rsidRDefault="00CC1C96" w:rsidP="003C5B07">
            <w:pPr>
              <w:spacing w:before="0" w:after="160" w:line="259" w:lineRule="auto"/>
              <w:jc w:val="left"/>
              <w:rPr>
                <w:b/>
                <w:bCs/>
              </w:rPr>
            </w:pPr>
            <w:r>
              <w:rPr>
                <w:b/>
                <w:bCs/>
              </w:rPr>
              <w:t>Problématiques outils</w:t>
            </w:r>
          </w:p>
        </w:tc>
        <w:tc>
          <w:tcPr>
            <w:tcW w:w="4531" w:type="dxa"/>
            <w:vAlign w:val="center"/>
          </w:tcPr>
          <w:p w14:paraId="316CA714" w14:textId="77777777" w:rsidR="00CC1C96" w:rsidRPr="003C5B07" w:rsidRDefault="00CC1C96" w:rsidP="003C5B07">
            <w:pPr>
              <w:spacing w:before="0" w:after="160" w:line="259" w:lineRule="auto"/>
              <w:jc w:val="left"/>
              <w:rPr>
                <w:b/>
                <w:bCs/>
              </w:rPr>
            </w:pPr>
          </w:p>
        </w:tc>
      </w:tr>
      <w:tr w:rsidR="003C5B07" w:rsidRPr="003C5B07" w14:paraId="0A9BF538" w14:textId="77777777" w:rsidTr="003C5B07">
        <w:tc>
          <w:tcPr>
            <w:tcW w:w="4531" w:type="dxa"/>
            <w:vAlign w:val="center"/>
          </w:tcPr>
          <w:p w14:paraId="4BC5A34B" w14:textId="01363905" w:rsidR="003C5B07" w:rsidRPr="003C5B07" w:rsidRDefault="00CC1C96" w:rsidP="003C5B07">
            <w:pPr>
              <w:spacing w:before="0" w:after="160" w:line="259" w:lineRule="auto"/>
              <w:jc w:val="left"/>
              <w:rPr>
                <w:b/>
                <w:bCs/>
              </w:rPr>
            </w:pPr>
            <w:r>
              <w:rPr>
                <w:b/>
                <w:bCs/>
              </w:rPr>
              <w:t xml:space="preserve">Problématiques facturation </w:t>
            </w:r>
          </w:p>
        </w:tc>
        <w:tc>
          <w:tcPr>
            <w:tcW w:w="4531" w:type="dxa"/>
            <w:vAlign w:val="center"/>
          </w:tcPr>
          <w:p w14:paraId="78164D2F" w14:textId="77777777" w:rsidR="003C5B07" w:rsidRPr="003C5B07" w:rsidRDefault="003C5B07" w:rsidP="003C5B07">
            <w:pPr>
              <w:spacing w:before="0" w:after="160" w:line="259" w:lineRule="auto"/>
              <w:jc w:val="left"/>
              <w:rPr>
                <w:b/>
                <w:bCs/>
              </w:rPr>
            </w:pPr>
          </w:p>
        </w:tc>
      </w:tr>
      <w:tr w:rsidR="00CC1C96" w:rsidRPr="003C5B07" w14:paraId="1BA19B4A" w14:textId="77777777" w:rsidTr="003C5B07">
        <w:tc>
          <w:tcPr>
            <w:tcW w:w="4531" w:type="dxa"/>
            <w:vAlign w:val="center"/>
          </w:tcPr>
          <w:p w14:paraId="1EB34152" w14:textId="148C8C51" w:rsidR="00CC1C96" w:rsidRDefault="00CC1C96" w:rsidP="003C5B07">
            <w:pPr>
              <w:spacing w:before="0" w:after="160" w:line="259" w:lineRule="auto"/>
              <w:jc w:val="left"/>
              <w:rPr>
                <w:b/>
                <w:bCs/>
              </w:rPr>
            </w:pPr>
            <w:r>
              <w:rPr>
                <w:b/>
                <w:bCs/>
              </w:rPr>
              <w:t>….</w:t>
            </w:r>
          </w:p>
        </w:tc>
        <w:tc>
          <w:tcPr>
            <w:tcW w:w="4531" w:type="dxa"/>
            <w:vAlign w:val="center"/>
          </w:tcPr>
          <w:p w14:paraId="5DDDA8CD" w14:textId="77777777" w:rsidR="00CC1C96" w:rsidRPr="003C5B07" w:rsidRDefault="00CC1C96" w:rsidP="003C5B07">
            <w:pPr>
              <w:spacing w:before="0" w:after="160" w:line="259" w:lineRule="auto"/>
              <w:jc w:val="left"/>
              <w:rPr>
                <w:b/>
                <w:bCs/>
              </w:rPr>
            </w:pPr>
          </w:p>
        </w:tc>
      </w:tr>
      <w:tr w:rsidR="00CC1C96" w:rsidRPr="003C5B07" w14:paraId="7EDBF6D9" w14:textId="77777777" w:rsidTr="003C5B07">
        <w:tc>
          <w:tcPr>
            <w:tcW w:w="4531" w:type="dxa"/>
            <w:vAlign w:val="center"/>
          </w:tcPr>
          <w:p w14:paraId="3BB3D1CD" w14:textId="6D7C2BAB" w:rsidR="00CC1C96" w:rsidRDefault="00CC1C96" w:rsidP="003C5B07">
            <w:pPr>
              <w:spacing w:before="0" w:after="160" w:line="259" w:lineRule="auto"/>
              <w:jc w:val="left"/>
              <w:rPr>
                <w:b/>
                <w:bCs/>
              </w:rPr>
            </w:pPr>
            <w:r>
              <w:rPr>
                <w:b/>
                <w:bCs/>
              </w:rPr>
              <w:t>….</w:t>
            </w:r>
          </w:p>
        </w:tc>
        <w:tc>
          <w:tcPr>
            <w:tcW w:w="4531" w:type="dxa"/>
            <w:vAlign w:val="center"/>
          </w:tcPr>
          <w:p w14:paraId="7C8469CE" w14:textId="77777777" w:rsidR="00CC1C96" w:rsidRPr="003C5B07" w:rsidRDefault="00CC1C96" w:rsidP="003C5B07">
            <w:pPr>
              <w:spacing w:before="0" w:after="160" w:line="259" w:lineRule="auto"/>
              <w:jc w:val="left"/>
              <w:rPr>
                <w:b/>
                <w:bCs/>
              </w:rPr>
            </w:pPr>
          </w:p>
        </w:tc>
      </w:tr>
    </w:tbl>
    <w:p w14:paraId="4E3A3F03" w14:textId="51A95C74" w:rsidR="003C5B07" w:rsidRDefault="00F0387D" w:rsidP="003C5B07">
      <w:pPr>
        <w:rPr>
          <w:b/>
          <w:bCs/>
        </w:rPr>
      </w:pPr>
      <w:r>
        <w:t xml:space="preserve"> </w:t>
      </w:r>
      <w:r w:rsidRPr="00F0387D">
        <w:t xml:space="preserve">Le candidat </w:t>
      </w:r>
      <w:r w:rsidR="002B7957">
        <w:t>peut intégrer</w:t>
      </w:r>
      <w:r w:rsidR="00CC1C96">
        <w:t xml:space="preserve"> dans son mémoire technique </w:t>
      </w:r>
      <w:r w:rsidR="002B7957">
        <w:t>de manière raisonnable d</w:t>
      </w:r>
      <w:r w:rsidRPr="00F0387D">
        <w:t>es compléments aux différentes rubriques du cadre de réponse qu’il</w:t>
      </w:r>
      <w:r>
        <w:t xml:space="preserve"> </w:t>
      </w:r>
      <w:r w:rsidRPr="00F0387D">
        <w:t>juge utiles</w:t>
      </w:r>
      <w:r w:rsidR="00CC1C96">
        <w:t>.</w:t>
      </w:r>
      <w:r>
        <w:rPr>
          <w:b/>
          <w:bCs/>
        </w:rPr>
        <w:br w:type="page"/>
      </w:r>
    </w:p>
    <w:p w14:paraId="67293547" w14:textId="7E0C381D" w:rsidR="003C5B07" w:rsidRDefault="003C5B07" w:rsidP="003C5B07">
      <w:pPr>
        <w:pStyle w:val="Titre1"/>
        <w:numPr>
          <w:ilvl w:val="0"/>
          <w:numId w:val="21"/>
        </w:numPr>
        <w:rPr>
          <w:b/>
          <w:sz w:val="36"/>
          <w:szCs w:val="36"/>
        </w:rPr>
      </w:pPr>
      <w:r>
        <w:rPr>
          <w:b/>
          <w:sz w:val="36"/>
          <w:szCs w:val="36"/>
        </w:rPr>
        <w:lastRenderedPageBreak/>
        <w:t xml:space="preserve">Critère 1 : </w:t>
      </w:r>
      <w:r w:rsidRPr="003C5B07">
        <w:rPr>
          <w:b/>
          <w:sz w:val="36"/>
          <w:szCs w:val="36"/>
        </w:rPr>
        <w:t>Qualité technique de l’offre</w:t>
      </w:r>
      <w:r w:rsidR="003F5802">
        <w:rPr>
          <w:b/>
          <w:sz w:val="36"/>
          <w:szCs w:val="36"/>
        </w:rPr>
        <w:t xml:space="preserve"> </w:t>
      </w:r>
      <w:r w:rsidR="003344DF">
        <w:rPr>
          <w:b/>
          <w:sz w:val="36"/>
          <w:szCs w:val="36"/>
        </w:rPr>
        <w:t>(</w:t>
      </w:r>
      <w:r w:rsidR="003F5802">
        <w:rPr>
          <w:b/>
          <w:sz w:val="36"/>
          <w:szCs w:val="36"/>
        </w:rPr>
        <w:t>60%</w:t>
      </w:r>
      <w:r w:rsidR="003344DF">
        <w:rPr>
          <w:b/>
          <w:sz w:val="36"/>
          <w:szCs w:val="36"/>
        </w:rPr>
        <w:t>)</w:t>
      </w:r>
    </w:p>
    <w:p w14:paraId="4625A30E" w14:textId="2CED2941" w:rsidR="003F5802" w:rsidRDefault="003F5802" w:rsidP="003F5802"/>
    <w:p w14:paraId="30CF8FFA" w14:textId="4271E361" w:rsidR="003F4358" w:rsidRPr="003F4358" w:rsidRDefault="003F5802" w:rsidP="008A7015">
      <w:pPr>
        <w:rPr>
          <w:rFonts w:ascii="Raleway" w:eastAsiaTheme="majorEastAsia" w:hAnsi="Raleway" w:cstheme="majorBidi"/>
          <w:color w:val="00A3A6"/>
          <w:sz w:val="26"/>
          <w:szCs w:val="26"/>
        </w:rPr>
      </w:pPr>
      <w:r w:rsidRPr="003F5802">
        <w:rPr>
          <w:rFonts w:ascii="Raleway" w:eastAsiaTheme="majorEastAsia" w:hAnsi="Raleway" w:cstheme="majorBidi"/>
          <w:color w:val="00A3A6"/>
          <w:sz w:val="26"/>
          <w:szCs w:val="26"/>
        </w:rPr>
        <w:t xml:space="preserve">Sous-critère 1 : </w:t>
      </w:r>
      <w:r w:rsidR="003F4358">
        <w:rPr>
          <w:rFonts w:ascii="Raleway" w:eastAsiaTheme="majorEastAsia" w:hAnsi="Raleway" w:cstheme="majorBidi"/>
          <w:color w:val="00A3A6"/>
          <w:sz w:val="26"/>
          <w:szCs w:val="26"/>
        </w:rPr>
        <w:t xml:space="preserve"> Outillage des prestations</w:t>
      </w:r>
      <w:r w:rsidRPr="003F5802">
        <w:rPr>
          <w:rFonts w:ascii="Raleway" w:eastAsiaTheme="majorEastAsia" w:hAnsi="Raleway" w:cstheme="majorBidi"/>
          <w:color w:val="00A3A6"/>
          <w:sz w:val="26"/>
          <w:szCs w:val="26"/>
        </w:rPr>
        <w:t xml:space="preserve"> </w:t>
      </w:r>
      <w:r w:rsidR="000223D9">
        <w:rPr>
          <w:rFonts w:ascii="Raleway" w:eastAsiaTheme="majorEastAsia" w:hAnsi="Raleway" w:cstheme="majorBidi"/>
          <w:color w:val="00A3A6"/>
          <w:sz w:val="26"/>
          <w:szCs w:val="26"/>
        </w:rPr>
        <w:t>(30%)</w:t>
      </w:r>
    </w:p>
    <w:p w14:paraId="2C8759B5" w14:textId="25D32C6F" w:rsidR="00BC1C7A" w:rsidRDefault="00BC1C7A" w:rsidP="008A7015">
      <w:pPr>
        <w:spacing w:before="100" w:beforeAutospacing="1" w:after="100" w:afterAutospacing="1"/>
      </w:pPr>
      <w:r>
        <w:t xml:space="preserve">Le candidat décrit dans cette section les solutions proposées pour la gestion des cartes achat, via un ou plusieurs outils numériques. Il est attendu que les éléments suivants soient abordés de manière claire et précise : </w:t>
      </w:r>
    </w:p>
    <w:p w14:paraId="68D5D559" w14:textId="7D468D00" w:rsidR="00275BEA" w:rsidRPr="00275BEA" w:rsidRDefault="00275BEA" w:rsidP="008A7015">
      <w:pPr>
        <w:spacing w:before="100" w:beforeAutospacing="1" w:after="100" w:afterAutospacing="1"/>
        <w:rPr>
          <w:b/>
          <w:bCs/>
        </w:rPr>
      </w:pPr>
      <w:r w:rsidRPr="00275BEA">
        <w:rPr>
          <w:b/>
          <w:bCs/>
        </w:rPr>
        <w:t>Outil de gestion des cartes et interface utilisateur</w:t>
      </w:r>
      <w:r>
        <w:rPr>
          <w:b/>
          <w:bCs/>
        </w:rPr>
        <w:t> :</w:t>
      </w:r>
    </w:p>
    <w:p w14:paraId="6E66AD0B" w14:textId="680E72CB" w:rsidR="00275BEA" w:rsidRPr="00275BEA" w:rsidRDefault="00275BEA" w:rsidP="008A7015">
      <w:pPr>
        <w:spacing w:before="100" w:beforeAutospacing="1" w:after="100" w:afterAutospacing="1"/>
      </w:pPr>
      <w:r w:rsidRPr="00275BEA">
        <w:t>Le candidat présente l’outil informatique mis à disposition pour assurer la gestion des cartes achat au sein d’INRAE. Il précise</w:t>
      </w:r>
      <w:r w:rsidR="00391CE0">
        <w:t xml:space="preserve"> notamment</w:t>
      </w:r>
      <w:r w:rsidRPr="00275BEA">
        <w:t xml:space="preserve"> :</w:t>
      </w:r>
    </w:p>
    <w:p w14:paraId="7409668B" w14:textId="44BEAB9C" w:rsidR="00275BEA" w:rsidRPr="00275BEA" w:rsidRDefault="00275BEA" w:rsidP="008A7015">
      <w:pPr>
        <w:numPr>
          <w:ilvl w:val="0"/>
          <w:numId w:val="31"/>
        </w:numPr>
        <w:tabs>
          <w:tab w:val="clear" w:pos="720"/>
          <w:tab w:val="num" w:pos="360"/>
        </w:tabs>
        <w:spacing w:before="100" w:beforeAutospacing="1" w:after="100" w:afterAutospacing="1"/>
        <w:ind w:left="360"/>
      </w:pPr>
      <w:proofErr w:type="gramStart"/>
      <w:r w:rsidRPr="00275BEA">
        <w:t>le</w:t>
      </w:r>
      <w:proofErr w:type="gramEnd"/>
      <w:r w:rsidRPr="00275BEA">
        <w:t xml:space="preserve"> type de plateforme utilisée (web, application…) ;</w:t>
      </w:r>
    </w:p>
    <w:p w14:paraId="338B7B77" w14:textId="0DFBC06A" w:rsidR="006166AC" w:rsidRDefault="00275BEA" w:rsidP="008A7015">
      <w:pPr>
        <w:numPr>
          <w:ilvl w:val="0"/>
          <w:numId w:val="31"/>
        </w:numPr>
        <w:tabs>
          <w:tab w:val="clear" w:pos="720"/>
          <w:tab w:val="num" w:pos="360"/>
        </w:tabs>
        <w:spacing w:before="100" w:beforeAutospacing="1" w:after="100" w:afterAutospacing="1"/>
        <w:ind w:left="360"/>
      </w:pPr>
      <w:proofErr w:type="gramStart"/>
      <w:r w:rsidRPr="00275BEA">
        <w:t>les</w:t>
      </w:r>
      <w:proofErr w:type="gramEnd"/>
      <w:r w:rsidRPr="00275BEA">
        <w:t xml:space="preserve"> profils utilisateurs disponibles (</w:t>
      </w:r>
      <w:r w:rsidR="006166AC">
        <w:t>couvrant les utilisateurs</w:t>
      </w:r>
      <w:r w:rsidR="002D6A4C">
        <w:t xml:space="preserve"> INRAE</w:t>
      </w:r>
      <w:r w:rsidR="006166AC">
        <w:t xml:space="preserve"> : </w:t>
      </w:r>
      <w:r w:rsidRPr="00275BEA">
        <w:t>gestionnaires, porteurs, référents nationaux</w:t>
      </w:r>
      <w:r w:rsidR="00447097">
        <w:t>, comptables</w:t>
      </w:r>
      <w:r w:rsidRPr="00275BEA">
        <w:t>…)</w:t>
      </w:r>
      <w:r w:rsidR="006166AC">
        <w:t> ;</w:t>
      </w:r>
    </w:p>
    <w:p w14:paraId="27AFE3E6" w14:textId="65C43754" w:rsidR="00275BEA" w:rsidRPr="00275BEA" w:rsidRDefault="008A7015" w:rsidP="008A7015">
      <w:pPr>
        <w:numPr>
          <w:ilvl w:val="0"/>
          <w:numId w:val="31"/>
        </w:numPr>
        <w:tabs>
          <w:tab w:val="clear" w:pos="720"/>
          <w:tab w:val="num" w:pos="360"/>
        </w:tabs>
        <w:spacing w:before="100" w:beforeAutospacing="1" w:after="100" w:afterAutospacing="1"/>
        <w:ind w:left="360"/>
      </w:pPr>
      <w:proofErr w:type="gramStart"/>
      <w:r>
        <w:t>les</w:t>
      </w:r>
      <w:proofErr w:type="gramEnd"/>
      <w:r>
        <w:t xml:space="preserve"> modalités de création </w:t>
      </w:r>
      <w:r w:rsidR="006166AC">
        <w:t xml:space="preserve">des utilisateurs </w:t>
      </w:r>
      <w:r w:rsidR="00275BEA" w:rsidRPr="00275BEA">
        <w:t>;</w:t>
      </w:r>
    </w:p>
    <w:p w14:paraId="21C6BCB5" w14:textId="77777777" w:rsidR="00275BEA" w:rsidRPr="00275BEA" w:rsidRDefault="00275BEA" w:rsidP="008A7015">
      <w:pPr>
        <w:numPr>
          <w:ilvl w:val="0"/>
          <w:numId w:val="31"/>
        </w:numPr>
        <w:tabs>
          <w:tab w:val="clear" w:pos="720"/>
          <w:tab w:val="num" w:pos="360"/>
        </w:tabs>
        <w:spacing w:before="100" w:beforeAutospacing="1" w:after="100" w:afterAutospacing="1"/>
        <w:ind w:left="360"/>
      </w:pPr>
      <w:proofErr w:type="gramStart"/>
      <w:r w:rsidRPr="00275BEA">
        <w:t>les</w:t>
      </w:r>
      <w:proofErr w:type="gramEnd"/>
      <w:r w:rsidRPr="00275BEA">
        <w:t xml:space="preserve"> modalités d’accès, de connexion et de personnalisation ;</w:t>
      </w:r>
    </w:p>
    <w:p w14:paraId="77F74C0D" w14:textId="5BEBB36A" w:rsidR="003874F2" w:rsidRPr="00275BEA" w:rsidRDefault="00275BEA" w:rsidP="006F5683">
      <w:pPr>
        <w:numPr>
          <w:ilvl w:val="0"/>
          <w:numId w:val="31"/>
        </w:numPr>
        <w:tabs>
          <w:tab w:val="clear" w:pos="720"/>
          <w:tab w:val="num" w:pos="360"/>
        </w:tabs>
        <w:spacing w:before="100" w:beforeAutospacing="1" w:after="100" w:afterAutospacing="1"/>
        <w:ind w:left="360"/>
      </w:pPr>
      <w:proofErr w:type="gramStart"/>
      <w:r w:rsidRPr="00275BEA">
        <w:t>la</w:t>
      </w:r>
      <w:proofErr w:type="gramEnd"/>
      <w:r w:rsidRPr="00275BEA">
        <w:t xml:space="preserve"> fréquence de mise à jour de l’outil, ainsi que les mesures de sécurité mises en place.</w:t>
      </w:r>
    </w:p>
    <w:p w14:paraId="305C2DF1" w14:textId="7F4BD417" w:rsidR="00275BEA" w:rsidRPr="00275BEA" w:rsidRDefault="00275BEA" w:rsidP="008A7015">
      <w:pPr>
        <w:spacing w:before="100" w:beforeAutospacing="1" w:after="100" w:afterAutospacing="1"/>
        <w:rPr>
          <w:b/>
          <w:bCs/>
        </w:rPr>
      </w:pPr>
      <w:r w:rsidRPr="00275BEA">
        <w:rPr>
          <w:b/>
          <w:bCs/>
        </w:rPr>
        <w:t>Fonctionnalités disponibles pour les gestionnaires INRAE</w:t>
      </w:r>
      <w:r>
        <w:rPr>
          <w:b/>
          <w:bCs/>
        </w:rPr>
        <w:t> :</w:t>
      </w:r>
    </w:p>
    <w:p w14:paraId="5B5B4E97" w14:textId="4C2388FF" w:rsidR="00275BEA" w:rsidRPr="00275BEA" w:rsidRDefault="00A23071" w:rsidP="008A7015">
      <w:pPr>
        <w:spacing w:before="100" w:beforeAutospacing="1" w:after="100" w:afterAutospacing="1"/>
      </w:pPr>
      <w:r>
        <w:t xml:space="preserve">Le candidat décrit les fonctionnalités de son </w:t>
      </w:r>
      <w:r w:rsidR="00275BEA" w:rsidRPr="00275BEA">
        <w:t xml:space="preserve">outil </w:t>
      </w:r>
      <w:r>
        <w:t xml:space="preserve">qui </w:t>
      </w:r>
      <w:r w:rsidR="00275BEA" w:rsidRPr="00275BEA">
        <w:t>doit permettre</w:t>
      </w:r>
      <w:r>
        <w:t xml:space="preserve"> au minimum </w:t>
      </w:r>
      <w:r w:rsidR="00275BEA" w:rsidRPr="00275BEA">
        <w:t>aux gestionnaires de parc (au niveau des centres) et aux référents nationaux de :</w:t>
      </w:r>
    </w:p>
    <w:p w14:paraId="58E2E11A" w14:textId="77777777" w:rsidR="00275BEA" w:rsidRPr="00275BEA" w:rsidRDefault="00275BEA" w:rsidP="008A7015">
      <w:pPr>
        <w:numPr>
          <w:ilvl w:val="0"/>
          <w:numId w:val="32"/>
        </w:numPr>
        <w:tabs>
          <w:tab w:val="clear" w:pos="720"/>
          <w:tab w:val="num" w:pos="360"/>
        </w:tabs>
        <w:spacing w:before="100" w:beforeAutospacing="1" w:after="100" w:afterAutospacing="1"/>
        <w:ind w:left="360"/>
      </w:pPr>
      <w:proofErr w:type="gramStart"/>
      <w:r w:rsidRPr="00275BEA">
        <w:t>consulter</w:t>
      </w:r>
      <w:proofErr w:type="gramEnd"/>
      <w:r w:rsidRPr="00275BEA">
        <w:t xml:space="preserve"> la liste des cartes actives, suspendues, supprimées ;</w:t>
      </w:r>
    </w:p>
    <w:p w14:paraId="12E29204" w14:textId="77777777" w:rsidR="00275BEA" w:rsidRPr="00275BEA" w:rsidRDefault="00275BEA" w:rsidP="008A7015">
      <w:pPr>
        <w:numPr>
          <w:ilvl w:val="0"/>
          <w:numId w:val="32"/>
        </w:numPr>
        <w:tabs>
          <w:tab w:val="clear" w:pos="720"/>
          <w:tab w:val="num" w:pos="360"/>
        </w:tabs>
        <w:spacing w:before="100" w:beforeAutospacing="1" w:after="100" w:afterAutospacing="1"/>
        <w:ind w:left="360"/>
      </w:pPr>
      <w:proofErr w:type="gramStart"/>
      <w:r w:rsidRPr="00275BEA">
        <w:t>initier</w:t>
      </w:r>
      <w:proofErr w:type="gramEnd"/>
      <w:r w:rsidRPr="00275BEA">
        <w:t xml:space="preserve"> des demandes de création, de modification ou de suppression d’une carte achat ;</w:t>
      </w:r>
    </w:p>
    <w:p w14:paraId="190868B1" w14:textId="2C46C563" w:rsidR="00275BEA" w:rsidRPr="00275BEA" w:rsidRDefault="00275BEA" w:rsidP="008A7015">
      <w:pPr>
        <w:numPr>
          <w:ilvl w:val="0"/>
          <w:numId w:val="32"/>
        </w:numPr>
        <w:tabs>
          <w:tab w:val="clear" w:pos="720"/>
          <w:tab w:val="num" w:pos="360"/>
        </w:tabs>
        <w:spacing w:before="100" w:beforeAutospacing="1" w:after="100" w:afterAutospacing="1"/>
        <w:ind w:left="360"/>
      </w:pPr>
      <w:proofErr w:type="gramStart"/>
      <w:r w:rsidRPr="00275BEA">
        <w:t>contrôler</w:t>
      </w:r>
      <w:proofErr w:type="gramEnd"/>
      <w:r w:rsidRPr="00275BEA">
        <w:t xml:space="preserve"> les opérations effectuées par les porteurs ;</w:t>
      </w:r>
    </w:p>
    <w:p w14:paraId="72A4FB7B" w14:textId="77777777" w:rsidR="00275BEA" w:rsidRPr="00275BEA" w:rsidRDefault="00275BEA" w:rsidP="008A7015">
      <w:pPr>
        <w:numPr>
          <w:ilvl w:val="0"/>
          <w:numId w:val="32"/>
        </w:numPr>
        <w:tabs>
          <w:tab w:val="clear" w:pos="720"/>
          <w:tab w:val="num" w:pos="360"/>
        </w:tabs>
        <w:spacing w:before="100" w:beforeAutospacing="1" w:after="100" w:afterAutospacing="1"/>
        <w:ind w:left="360"/>
      </w:pPr>
      <w:proofErr w:type="gramStart"/>
      <w:r w:rsidRPr="00275BEA">
        <w:t>exporter</w:t>
      </w:r>
      <w:proofErr w:type="gramEnd"/>
      <w:r w:rsidRPr="00275BEA">
        <w:t xml:space="preserve"> les données brutes au format </w:t>
      </w:r>
      <w:r w:rsidRPr="00275BEA">
        <w:rPr>
          <w:b/>
          <w:bCs/>
        </w:rPr>
        <w:t>csv</w:t>
      </w:r>
      <w:r w:rsidRPr="00275BEA">
        <w:t xml:space="preserve"> ou </w:t>
      </w:r>
      <w:proofErr w:type="spellStart"/>
      <w:r w:rsidRPr="00275BEA">
        <w:rPr>
          <w:b/>
          <w:bCs/>
        </w:rPr>
        <w:t>xls</w:t>
      </w:r>
      <w:proofErr w:type="spellEnd"/>
      <w:r w:rsidRPr="00275BEA">
        <w:t xml:space="preserve"> ;</w:t>
      </w:r>
    </w:p>
    <w:p w14:paraId="3E508BD4" w14:textId="01C5F01A" w:rsidR="00275BEA" w:rsidRPr="00275BEA" w:rsidRDefault="00275BEA" w:rsidP="008A7015">
      <w:pPr>
        <w:numPr>
          <w:ilvl w:val="0"/>
          <w:numId w:val="32"/>
        </w:numPr>
        <w:tabs>
          <w:tab w:val="clear" w:pos="720"/>
          <w:tab w:val="num" w:pos="360"/>
        </w:tabs>
        <w:spacing w:before="100" w:beforeAutospacing="1" w:after="100" w:afterAutospacing="1"/>
        <w:ind w:left="360"/>
      </w:pPr>
      <w:proofErr w:type="gramStart"/>
      <w:r w:rsidRPr="00275BEA">
        <w:t>télécharger</w:t>
      </w:r>
      <w:proofErr w:type="gramEnd"/>
      <w:r w:rsidRPr="00275BEA">
        <w:t xml:space="preserve"> les relevés </w:t>
      </w:r>
      <w:r w:rsidR="00EA40A1">
        <w:t>au</w:t>
      </w:r>
      <w:r w:rsidRPr="00275BEA">
        <w:t xml:space="preserve"> format </w:t>
      </w:r>
      <w:proofErr w:type="spellStart"/>
      <w:r w:rsidRPr="00275BEA">
        <w:rPr>
          <w:b/>
          <w:bCs/>
        </w:rPr>
        <w:t>pdf</w:t>
      </w:r>
      <w:proofErr w:type="spellEnd"/>
      <w:r w:rsidRPr="00275BEA">
        <w:t xml:space="preserve"> ;</w:t>
      </w:r>
    </w:p>
    <w:p w14:paraId="10E7FBF4" w14:textId="7AFAC982" w:rsidR="00275BEA" w:rsidRPr="00275BEA" w:rsidRDefault="00275BEA" w:rsidP="006F5683">
      <w:pPr>
        <w:numPr>
          <w:ilvl w:val="0"/>
          <w:numId w:val="32"/>
        </w:numPr>
        <w:tabs>
          <w:tab w:val="clear" w:pos="720"/>
          <w:tab w:val="num" w:pos="360"/>
        </w:tabs>
        <w:spacing w:before="100" w:beforeAutospacing="1" w:after="100" w:afterAutospacing="1"/>
        <w:ind w:left="360"/>
      </w:pPr>
      <w:proofErr w:type="gramStart"/>
      <w:r w:rsidRPr="00275BEA">
        <w:t>suivre</w:t>
      </w:r>
      <w:proofErr w:type="gramEnd"/>
      <w:r w:rsidRPr="00275BEA">
        <w:t xml:space="preserve"> l’historique des demandes et les états de traitement.</w:t>
      </w:r>
    </w:p>
    <w:p w14:paraId="2EB96A80" w14:textId="0395FAE7" w:rsidR="00275BEA" w:rsidRPr="00A23071" w:rsidRDefault="00275BEA" w:rsidP="008A7015">
      <w:pPr>
        <w:spacing w:before="100" w:beforeAutospacing="1" w:after="100" w:afterAutospacing="1"/>
        <w:rPr>
          <w:b/>
          <w:bCs/>
        </w:rPr>
      </w:pPr>
      <w:r w:rsidRPr="00A23071">
        <w:rPr>
          <w:b/>
          <w:bCs/>
        </w:rPr>
        <w:t>Fonctionnalités dédiées aux porteurs de carte :</w:t>
      </w:r>
    </w:p>
    <w:p w14:paraId="1A378672" w14:textId="70DEFF81" w:rsidR="00275BEA" w:rsidRPr="00A23071" w:rsidRDefault="00D139BE" w:rsidP="008A7015">
      <w:pPr>
        <w:spacing w:before="100" w:beforeAutospacing="1" w:after="100" w:afterAutospacing="1"/>
      </w:pPr>
      <w:bookmarkStart w:id="0" w:name="_Hlk201756162"/>
      <w:r>
        <w:t xml:space="preserve">Le candidat décrit les fonctionnalités de son outil qui doit permettre notamment à </w:t>
      </w:r>
      <w:bookmarkEnd w:id="0"/>
      <w:r>
        <w:t>c</w:t>
      </w:r>
      <w:r w:rsidR="00275BEA" w:rsidRPr="00A23071">
        <w:t>haque porteur d</w:t>
      </w:r>
      <w:r>
        <w:t>e</w:t>
      </w:r>
      <w:r w:rsidR="008A7015">
        <w:t xml:space="preserve"> </w:t>
      </w:r>
      <w:r w:rsidR="00275BEA" w:rsidRPr="00A23071">
        <w:t>:</w:t>
      </w:r>
    </w:p>
    <w:p w14:paraId="5F2D8400" w14:textId="7C40E364" w:rsidR="00275BEA" w:rsidRPr="00A23071" w:rsidRDefault="00D139BE" w:rsidP="008A7015">
      <w:pPr>
        <w:numPr>
          <w:ilvl w:val="0"/>
          <w:numId w:val="33"/>
        </w:numPr>
        <w:tabs>
          <w:tab w:val="clear" w:pos="720"/>
          <w:tab w:val="num" w:pos="360"/>
        </w:tabs>
        <w:spacing w:before="100" w:beforeAutospacing="1" w:after="100" w:afterAutospacing="1"/>
        <w:ind w:left="360"/>
      </w:pPr>
      <w:proofErr w:type="gramStart"/>
      <w:r>
        <w:t>consulter</w:t>
      </w:r>
      <w:proofErr w:type="gramEnd"/>
      <w:r>
        <w:t xml:space="preserve"> </w:t>
      </w:r>
      <w:r w:rsidR="00275BEA" w:rsidRPr="00A23071">
        <w:t>ses opérations et</w:t>
      </w:r>
      <w:r>
        <w:t xml:space="preserve"> son</w:t>
      </w:r>
      <w:r w:rsidR="00275BEA" w:rsidRPr="00A23071">
        <w:t xml:space="preserve"> solde disponible en temps réel ;</w:t>
      </w:r>
    </w:p>
    <w:p w14:paraId="702DE3DE" w14:textId="60607A7F" w:rsidR="00275BEA" w:rsidRPr="00A23071" w:rsidRDefault="00D139BE" w:rsidP="008A7015">
      <w:pPr>
        <w:numPr>
          <w:ilvl w:val="0"/>
          <w:numId w:val="33"/>
        </w:numPr>
        <w:tabs>
          <w:tab w:val="clear" w:pos="720"/>
          <w:tab w:val="num" w:pos="360"/>
        </w:tabs>
        <w:spacing w:before="100" w:beforeAutospacing="1" w:after="100" w:afterAutospacing="1"/>
        <w:ind w:left="360"/>
      </w:pPr>
      <w:proofErr w:type="gramStart"/>
      <w:r>
        <w:t>visualiser</w:t>
      </w:r>
      <w:proofErr w:type="gramEnd"/>
      <w:r>
        <w:t xml:space="preserve"> l</w:t>
      </w:r>
      <w:r w:rsidR="00275BEA" w:rsidRPr="00A23071">
        <w:t>es paramètres de sa carte ;</w:t>
      </w:r>
    </w:p>
    <w:p w14:paraId="691D7361" w14:textId="279D68D3" w:rsidR="005C1C6E" w:rsidRDefault="00D139BE" w:rsidP="006F5683">
      <w:pPr>
        <w:numPr>
          <w:ilvl w:val="0"/>
          <w:numId w:val="33"/>
        </w:numPr>
        <w:tabs>
          <w:tab w:val="clear" w:pos="720"/>
          <w:tab w:val="num" w:pos="360"/>
        </w:tabs>
        <w:spacing w:before="100" w:beforeAutospacing="1" w:after="0"/>
        <w:ind w:left="360"/>
      </w:pPr>
      <w:proofErr w:type="gramStart"/>
      <w:r>
        <w:t>réceptionner</w:t>
      </w:r>
      <w:proofErr w:type="gramEnd"/>
      <w:r>
        <w:t xml:space="preserve"> </w:t>
      </w:r>
      <w:r w:rsidR="00AC0BD2">
        <w:t>des</w:t>
      </w:r>
      <w:r w:rsidR="00275BEA" w:rsidRPr="00A23071">
        <w:t xml:space="preserve"> notifications en cas de </w:t>
      </w:r>
      <w:r w:rsidR="00226FD3">
        <w:t xml:space="preserve">modification </w:t>
      </w:r>
      <w:r w:rsidR="00275BEA" w:rsidRPr="00A23071">
        <w:t>de paramétrage.</w:t>
      </w:r>
    </w:p>
    <w:p w14:paraId="5CCB346D" w14:textId="77777777" w:rsidR="006F5683" w:rsidRPr="00275BEA" w:rsidRDefault="006F5683" w:rsidP="006F5683">
      <w:pPr>
        <w:spacing w:before="100" w:beforeAutospacing="1" w:after="100" w:afterAutospacing="1"/>
        <w:ind w:left="360"/>
      </w:pPr>
    </w:p>
    <w:p w14:paraId="55BB5469" w14:textId="16CFFF78" w:rsidR="00275BEA" w:rsidRPr="00275BEA" w:rsidRDefault="00275BEA" w:rsidP="008A7015">
      <w:pPr>
        <w:spacing w:before="100" w:beforeAutospacing="1" w:after="100" w:afterAutospacing="1"/>
        <w:rPr>
          <w:b/>
          <w:bCs/>
        </w:rPr>
      </w:pPr>
      <w:r w:rsidRPr="00275BEA">
        <w:rPr>
          <w:b/>
          <w:bCs/>
        </w:rPr>
        <w:t>Paramétrage des cartes</w:t>
      </w:r>
      <w:r>
        <w:rPr>
          <w:b/>
          <w:bCs/>
        </w:rPr>
        <w:t> :</w:t>
      </w:r>
    </w:p>
    <w:p w14:paraId="0EA232B7" w14:textId="77777777" w:rsidR="00275BEA" w:rsidRPr="00275BEA" w:rsidRDefault="00275BEA" w:rsidP="008A7015">
      <w:pPr>
        <w:spacing w:before="100" w:beforeAutospacing="1" w:after="100" w:afterAutospacing="1"/>
      </w:pPr>
      <w:r w:rsidRPr="00275BEA">
        <w:t xml:space="preserve">Le candidat détaille les modalités de </w:t>
      </w:r>
      <w:r w:rsidRPr="00226FD3">
        <w:rPr>
          <w:b/>
          <w:bCs/>
        </w:rPr>
        <w:t>paramétrage individuel</w:t>
      </w:r>
      <w:r w:rsidRPr="00275BEA">
        <w:t xml:space="preserve"> et </w:t>
      </w:r>
      <w:r w:rsidRPr="00226FD3">
        <w:rPr>
          <w:b/>
          <w:bCs/>
        </w:rPr>
        <w:t>en masse</w:t>
      </w:r>
      <w:r w:rsidRPr="00275BEA">
        <w:t xml:space="preserve"> des cartes achat, notamment :</w:t>
      </w:r>
    </w:p>
    <w:p w14:paraId="7F803F8A" w14:textId="77777777" w:rsidR="00275BEA" w:rsidRPr="00275BEA" w:rsidRDefault="00275BEA" w:rsidP="008A7015">
      <w:pPr>
        <w:numPr>
          <w:ilvl w:val="0"/>
          <w:numId w:val="34"/>
        </w:numPr>
        <w:tabs>
          <w:tab w:val="clear" w:pos="720"/>
          <w:tab w:val="num" w:pos="360"/>
        </w:tabs>
        <w:spacing w:before="100" w:beforeAutospacing="1" w:after="100" w:afterAutospacing="1"/>
        <w:ind w:left="360"/>
      </w:pPr>
      <w:proofErr w:type="gramStart"/>
      <w:r w:rsidRPr="00275BEA">
        <w:t>les</w:t>
      </w:r>
      <w:proofErr w:type="gramEnd"/>
      <w:r w:rsidRPr="00275BEA">
        <w:t xml:space="preserve"> plafonds de dépenses journaliers, hebdomadaires et mensuels ;</w:t>
      </w:r>
    </w:p>
    <w:p w14:paraId="76127FA6" w14:textId="77777777" w:rsidR="00275BEA" w:rsidRPr="00275BEA" w:rsidRDefault="00275BEA" w:rsidP="008A7015">
      <w:pPr>
        <w:numPr>
          <w:ilvl w:val="0"/>
          <w:numId w:val="34"/>
        </w:numPr>
        <w:tabs>
          <w:tab w:val="clear" w:pos="720"/>
          <w:tab w:val="num" w:pos="360"/>
        </w:tabs>
        <w:spacing w:before="100" w:beforeAutospacing="1" w:after="100" w:afterAutospacing="1"/>
        <w:ind w:left="360"/>
      </w:pPr>
      <w:proofErr w:type="gramStart"/>
      <w:r w:rsidRPr="00275BEA">
        <w:t>les</w:t>
      </w:r>
      <w:proofErr w:type="gramEnd"/>
      <w:r w:rsidRPr="00275BEA">
        <w:t xml:space="preserve"> restrictions géographiques (zone euro/hors zone euro) ;</w:t>
      </w:r>
    </w:p>
    <w:p w14:paraId="3EB80083" w14:textId="77777777" w:rsidR="00275BEA" w:rsidRPr="00275BEA" w:rsidRDefault="00275BEA" w:rsidP="008A7015">
      <w:pPr>
        <w:numPr>
          <w:ilvl w:val="0"/>
          <w:numId w:val="34"/>
        </w:numPr>
        <w:tabs>
          <w:tab w:val="clear" w:pos="720"/>
          <w:tab w:val="num" w:pos="360"/>
        </w:tabs>
        <w:spacing w:before="100" w:beforeAutospacing="1" w:after="100" w:afterAutospacing="1"/>
        <w:ind w:left="360"/>
      </w:pPr>
      <w:proofErr w:type="gramStart"/>
      <w:r w:rsidRPr="00275BEA">
        <w:t>l’autorisation</w:t>
      </w:r>
      <w:proofErr w:type="gramEnd"/>
      <w:r w:rsidRPr="00275BEA">
        <w:t xml:space="preserve"> ou non des paiements à distance ;</w:t>
      </w:r>
    </w:p>
    <w:p w14:paraId="33F86926" w14:textId="704C7978" w:rsidR="00275BEA" w:rsidRDefault="00275BEA" w:rsidP="008A7015">
      <w:pPr>
        <w:numPr>
          <w:ilvl w:val="0"/>
          <w:numId w:val="34"/>
        </w:numPr>
        <w:tabs>
          <w:tab w:val="clear" w:pos="720"/>
          <w:tab w:val="num" w:pos="360"/>
        </w:tabs>
        <w:spacing w:before="100" w:beforeAutospacing="1" w:after="100" w:afterAutospacing="1"/>
        <w:ind w:left="360"/>
      </w:pPr>
      <w:proofErr w:type="gramStart"/>
      <w:r w:rsidRPr="00275BEA">
        <w:lastRenderedPageBreak/>
        <w:t>les</w:t>
      </w:r>
      <w:proofErr w:type="gramEnd"/>
      <w:r w:rsidRPr="00275BEA">
        <w:t xml:space="preserve"> jours et plages horaires d’utilisation ;</w:t>
      </w:r>
    </w:p>
    <w:p w14:paraId="40DCEEC6" w14:textId="0F2EFA0B" w:rsidR="00250B96" w:rsidRPr="00275BEA" w:rsidRDefault="00250B96" w:rsidP="008A7015">
      <w:pPr>
        <w:numPr>
          <w:ilvl w:val="0"/>
          <w:numId w:val="34"/>
        </w:numPr>
        <w:tabs>
          <w:tab w:val="clear" w:pos="720"/>
          <w:tab w:val="num" w:pos="360"/>
        </w:tabs>
        <w:spacing w:before="100" w:beforeAutospacing="1" w:after="100" w:afterAutospacing="1"/>
        <w:ind w:left="360"/>
      </w:pPr>
      <w:proofErr w:type="gramStart"/>
      <w:r>
        <w:t>les</w:t>
      </w:r>
      <w:proofErr w:type="gramEnd"/>
      <w:r>
        <w:t xml:space="preserve"> achats autorisés (via le référencement de fournisseurs, de catégories d’achat…) ;</w:t>
      </w:r>
    </w:p>
    <w:p w14:paraId="3902BEEC" w14:textId="77777777" w:rsidR="00275BEA" w:rsidRPr="00275BEA" w:rsidRDefault="00275BEA" w:rsidP="008A7015">
      <w:pPr>
        <w:numPr>
          <w:ilvl w:val="0"/>
          <w:numId w:val="34"/>
        </w:numPr>
        <w:tabs>
          <w:tab w:val="clear" w:pos="720"/>
          <w:tab w:val="num" w:pos="360"/>
        </w:tabs>
        <w:spacing w:before="100" w:beforeAutospacing="1" w:after="100" w:afterAutospacing="1"/>
        <w:ind w:left="360"/>
      </w:pPr>
      <w:proofErr w:type="gramStart"/>
      <w:r w:rsidRPr="00275BEA">
        <w:t>la</w:t>
      </w:r>
      <w:proofErr w:type="gramEnd"/>
      <w:r w:rsidRPr="00275BEA">
        <w:t xml:space="preserve"> possibilité de personnalisation des paramètres à la demande du gestionnaire.</w:t>
      </w:r>
    </w:p>
    <w:p w14:paraId="70D019BA" w14:textId="2D9745CA" w:rsidR="009D39CC" w:rsidRDefault="00275BEA" w:rsidP="006F5683">
      <w:pPr>
        <w:spacing w:before="100" w:beforeAutospacing="1" w:after="0"/>
      </w:pPr>
      <w:r w:rsidRPr="00275BEA">
        <w:t>Il décrit également la façon dont ces paramétrages peuvent être modifiés de manière autonome par les gestionnaires INRAE</w:t>
      </w:r>
      <w:r w:rsidR="00517F2E">
        <w:t xml:space="preserve"> et le délai de prise en compte de ces modifications.</w:t>
      </w:r>
    </w:p>
    <w:p w14:paraId="1F5D23F0" w14:textId="77777777" w:rsidR="006F5683" w:rsidRDefault="006F5683" w:rsidP="008A7015">
      <w:pPr>
        <w:spacing w:before="100" w:beforeAutospacing="1" w:after="100" w:afterAutospacing="1"/>
      </w:pPr>
    </w:p>
    <w:p w14:paraId="6EBC66EE" w14:textId="77777777" w:rsidR="00343B52" w:rsidRPr="00DC0856" w:rsidRDefault="00343B52" w:rsidP="00343B52">
      <w:pPr>
        <w:pStyle w:val="NormalWeb"/>
        <w:rPr>
          <w:rFonts w:ascii="AvenirNext LT Pro Cn" w:eastAsiaTheme="minorHAnsi" w:hAnsi="AvenirNext LT Pro Cn" w:cstheme="minorBidi"/>
          <w:b/>
          <w:bCs/>
          <w:sz w:val="22"/>
          <w:szCs w:val="22"/>
          <w:lang w:eastAsia="en-US"/>
        </w:rPr>
      </w:pPr>
      <w:proofErr w:type="spellStart"/>
      <w:r>
        <w:rPr>
          <w:rFonts w:ascii="AvenirNext LT Pro Cn" w:eastAsiaTheme="minorHAnsi" w:hAnsi="AvenirNext LT Pro Cn" w:cstheme="minorBidi"/>
          <w:b/>
          <w:bCs/>
          <w:sz w:val="22"/>
          <w:szCs w:val="22"/>
          <w:lang w:eastAsia="en-US"/>
        </w:rPr>
        <w:t>R</w:t>
      </w:r>
      <w:r w:rsidRPr="00DC0856">
        <w:rPr>
          <w:rFonts w:ascii="AvenirNext LT Pro Cn" w:eastAsiaTheme="minorHAnsi" w:hAnsi="AvenirNext LT Pro Cn" w:cstheme="minorBidi"/>
          <w:b/>
          <w:bCs/>
          <w:sz w:val="22"/>
          <w:szCs w:val="22"/>
          <w:lang w:eastAsia="en-US"/>
        </w:rPr>
        <w:t>eporting</w:t>
      </w:r>
      <w:proofErr w:type="spellEnd"/>
      <w:r w:rsidRPr="00DC0856">
        <w:rPr>
          <w:rFonts w:ascii="AvenirNext LT Pro Cn" w:eastAsiaTheme="minorHAnsi" w:hAnsi="AvenirNext LT Pro Cn" w:cstheme="minorBidi"/>
          <w:b/>
          <w:bCs/>
          <w:sz w:val="22"/>
          <w:szCs w:val="22"/>
          <w:lang w:eastAsia="en-US"/>
        </w:rPr>
        <w:t xml:space="preserve"> et statistiques</w:t>
      </w:r>
      <w:r>
        <w:rPr>
          <w:rFonts w:ascii="AvenirNext LT Pro Cn" w:eastAsiaTheme="minorHAnsi" w:hAnsi="AvenirNext LT Pro Cn" w:cstheme="minorBidi"/>
          <w:b/>
          <w:bCs/>
          <w:sz w:val="22"/>
          <w:szCs w:val="22"/>
          <w:lang w:eastAsia="en-US"/>
        </w:rPr>
        <w:t> :</w:t>
      </w:r>
    </w:p>
    <w:p w14:paraId="0DE2D680" w14:textId="77777777" w:rsidR="00CC7404" w:rsidRDefault="00CC7404" w:rsidP="00CC7404">
      <w:r>
        <w:t>Pour rappel, INRAE est un établissement déconcentré dont l’organisation présente plusieurs niveaux : établissement, agences comptables (comptes de facturation), centres (structures de gestion), unités (structures opérationnelles).</w:t>
      </w:r>
    </w:p>
    <w:p w14:paraId="524B93D6" w14:textId="77777777" w:rsidR="00CC7404" w:rsidRDefault="00CC7404" w:rsidP="00CC7404">
      <w:r>
        <w:t xml:space="preserve">Le candidat présente les modalités de répartition des utilisateurs par unité : à la création du compte, l’utilisateur est rattaché à son unité d’appartenance et l’ensemble du </w:t>
      </w:r>
      <w:proofErr w:type="spellStart"/>
      <w:r>
        <w:t>reporting</w:t>
      </w:r>
      <w:proofErr w:type="spellEnd"/>
      <w:r>
        <w:t xml:space="preserve"> proposé doit pouvoir se faire au minimum au niveau « établissement » et au niveau « unités ».</w:t>
      </w:r>
    </w:p>
    <w:p w14:paraId="38736072" w14:textId="77777777" w:rsidR="00CC7404" w:rsidRDefault="00CC7404" w:rsidP="00CC7404">
      <w:r>
        <w:t xml:space="preserve">Votre outil </w:t>
      </w:r>
      <w:proofErr w:type="spellStart"/>
      <w:r>
        <w:t>sait-il</w:t>
      </w:r>
      <w:proofErr w:type="spellEnd"/>
      <w:r>
        <w:t xml:space="preserve"> proposer plus de 2 niveaux de découpage des organisations ? Si oui, quel est le nombre maximum de niveaux disponibles ?</w:t>
      </w:r>
    </w:p>
    <w:p w14:paraId="4CC5B7FD" w14:textId="77777777" w:rsidR="00343B52" w:rsidRPr="00DC0856" w:rsidRDefault="00343B52" w:rsidP="00343B52">
      <w:pPr>
        <w:pStyle w:val="NormalWeb"/>
        <w:rPr>
          <w:rFonts w:ascii="AvenirNext LT Pro Cn" w:eastAsiaTheme="minorHAnsi" w:hAnsi="AvenirNext LT Pro Cn" w:cstheme="minorBidi"/>
          <w:sz w:val="22"/>
          <w:szCs w:val="22"/>
          <w:lang w:eastAsia="en-US"/>
        </w:rPr>
      </w:pPr>
      <w:r w:rsidRPr="00DC0856">
        <w:rPr>
          <w:rFonts w:ascii="AvenirNext LT Pro Cn" w:eastAsiaTheme="minorHAnsi" w:hAnsi="AvenirNext LT Pro Cn" w:cstheme="minorBidi"/>
          <w:sz w:val="22"/>
          <w:szCs w:val="22"/>
          <w:lang w:eastAsia="en-US"/>
        </w:rPr>
        <w:t>Le candidat présente l</w:t>
      </w:r>
      <w:r>
        <w:rPr>
          <w:rFonts w:ascii="AvenirNext LT Pro Cn" w:eastAsiaTheme="minorHAnsi" w:hAnsi="AvenirNext LT Pro Cn" w:cstheme="minorBidi"/>
          <w:sz w:val="22"/>
          <w:szCs w:val="22"/>
          <w:lang w:eastAsia="en-US"/>
        </w:rPr>
        <w:t>’</w:t>
      </w:r>
      <w:r w:rsidRPr="00DC0856">
        <w:rPr>
          <w:rFonts w:ascii="AvenirNext LT Pro Cn" w:eastAsiaTheme="minorHAnsi" w:hAnsi="AvenirNext LT Pro Cn" w:cstheme="minorBidi"/>
          <w:sz w:val="22"/>
          <w:szCs w:val="22"/>
          <w:lang w:eastAsia="en-US"/>
        </w:rPr>
        <w:t>outil statistique mis à disposition</w:t>
      </w:r>
      <w:r>
        <w:rPr>
          <w:rFonts w:ascii="AvenirNext LT Pro Cn" w:eastAsiaTheme="minorHAnsi" w:hAnsi="AvenirNext LT Pro Cn" w:cstheme="minorBidi"/>
          <w:sz w:val="22"/>
          <w:szCs w:val="22"/>
          <w:lang w:eastAsia="en-US"/>
        </w:rPr>
        <w:t xml:space="preserve"> et précise notamment</w:t>
      </w:r>
      <w:r w:rsidRPr="00DC0856">
        <w:rPr>
          <w:rFonts w:ascii="AvenirNext LT Pro Cn" w:eastAsiaTheme="minorHAnsi" w:hAnsi="AvenirNext LT Pro Cn" w:cstheme="minorBidi"/>
          <w:sz w:val="22"/>
          <w:szCs w:val="22"/>
          <w:lang w:eastAsia="en-US"/>
        </w:rPr>
        <w:t xml:space="preserve"> :</w:t>
      </w:r>
    </w:p>
    <w:p w14:paraId="583044BE" w14:textId="0B8DF9AB" w:rsidR="00343B52" w:rsidRPr="00DC0856" w:rsidRDefault="00343B52" w:rsidP="00343B52">
      <w:pPr>
        <w:pStyle w:val="NormalWeb"/>
        <w:numPr>
          <w:ilvl w:val="0"/>
          <w:numId w:val="36"/>
        </w:numPr>
        <w:rPr>
          <w:rFonts w:ascii="AvenirNext LT Pro Cn" w:eastAsiaTheme="minorHAnsi" w:hAnsi="AvenirNext LT Pro Cn" w:cstheme="minorBidi"/>
          <w:sz w:val="22"/>
          <w:szCs w:val="22"/>
          <w:lang w:eastAsia="en-US"/>
        </w:rPr>
      </w:pPr>
      <w:proofErr w:type="gramStart"/>
      <w:r>
        <w:rPr>
          <w:rFonts w:ascii="AvenirNext LT Pro Cn" w:eastAsiaTheme="minorHAnsi" w:hAnsi="AvenirNext LT Pro Cn" w:cstheme="minorBidi"/>
          <w:sz w:val="22"/>
          <w:szCs w:val="22"/>
          <w:lang w:eastAsia="en-US"/>
        </w:rPr>
        <w:t>les</w:t>
      </w:r>
      <w:proofErr w:type="gramEnd"/>
      <w:r>
        <w:rPr>
          <w:rFonts w:ascii="AvenirNext LT Pro Cn" w:eastAsiaTheme="minorHAnsi" w:hAnsi="AvenirNext LT Pro Cn" w:cstheme="minorBidi"/>
          <w:sz w:val="22"/>
          <w:szCs w:val="22"/>
          <w:lang w:eastAsia="en-US"/>
        </w:rPr>
        <w:t xml:space="preserve"> modalités de consultation d</w:t>
      </w:r>
      <w:r w:rsidRPr="00DC0856">
        <w:rPr>
          <w:rFonts w:ascii="AvenirNext LT Pro Cn" w:eastAsiaTheme="minorHAnsi" w:hAnsi="AvenirNext LT Pro Cn" w:cstheme="minorBidi"/>
          <w:sz w:val="22"/>
          <w:szCs w:val="22"/>
          <w:lang w:eastAsia="en-US"/>
        </w:rPr>
        <w:t>es opérations réalisées par porteur</w:t>
      </w:r>
      <w:r>
        <w:rPr>
          <w:rFonts w:ascii="AvenirNext LT Pro Cn" w:eastAsiaTheme="minorHAnsi" w:hAnsi="AvenirNext LT Pro Cn" w:cstheme="minorBidi"/>
          <w:sz w:val="22"/>
          <w:szCs w:val="22"/>
          <w:lang w:eastAsia="en-US"/>
        </w:rPr>
        <w:t xml:space="preserve"> et par</w:t>
      </w:r>
      <w:r w:rsidRPr="00DC0856">
        <w:rPr>
          <w:rFonts w:ascii="AvenirNext LT Pro Cn" w:eastAsiaTheme="minorHAnsi" w:hAnsi="AvenirNext LT Pro Cn" w:cstheme="minorBidi"/>
          <w:sz w:val="22"/>
          <w:szCs w:val="22"/>
          <w:lang w:eastAsia="en-US"/>
        </w:rPr>
        <w:t xml:space="preserve"> centre</w:t>
      </w:r>
      <w:r w:rsidR="00AC2388">
        <w:rPr>
          <w:rFonts w:ascii="AvenirNext LT Pro Cn" w:eastAsiaTheme="minorHAnsi" w:hAnsi="AvenirNext LT Pro Cn" w:cstheme="minorBidi"/>
          <w:sz w:val="22"/>
          <w:szCs w:val="22"/>
          <w:lang w:eastAsia="en-US"/>
        </w:rPr>
        <w:t xml:space="preserve"> </w:t>
      </w:r>
      <w:r w:rsidRPr="00DC0856">
        <w:rPr>
          <w:rFonts w:ascii="AvenirNext LT Pro Cn" w:eastAsiaTheme="minorHAnsi" w:hAnsi="AvenirNext LT Pro Cn" w:cstheme="minorBidi"/>
          <w:sz w:val="22"/>
          <w:szCs w:val="22"/>
          <w:lang w:eastAsia="en-US"/>
        </w:rPr>
        <w:t>;</w:t>
      </w:r>
    </w:p>
    <w:p w14:paraId="4ECA1313" w14:textId="77777777" w:rsidR="00343B52" w:rsidRPr="00DC0856" w:rsidRDefault="00343B52" w:rsidP="00343B52">
      <w:pPr>
        <w:pStyle w:val="NormalWeb"/>
        <w:numPr>
          <w:ilvl w:val="0"/>
          <w:numId w:val="36"/>
        </w:numPr>
        <w:rPr>
          <w:rFonts w:ascii="AvenirNext LT Pro Cn" w:eastAsiaTheme="minorHAnsi" w:hAnsi="AvenirNext LT Pro Cn" w:cstheme="minorBidi"/>
          <w:sz w:val="22"/>
          <w:szCs w:val="22"/>
          <w:lang w:eastAsia="en-US"/>
        </w:rPr>
      </w:pPr>
      <w:proofErr w:type="gramStart"/>
      <w:r w:rsidRPr="00DC0856">
        <w:rPr>
          <w:rFonts w:ascii="AvenirNext LT Pro Cn" w:eastAsiaTheme="minorHAnsi" w:hAnsi="AvenirNext LT Pro Cn" w:cstheme="minorBidi"/>
          <w:sz w:val="22"/>
          <w:szCs w:val="22"/>
          <w:lang w:eastAsia="en-US"/>
        </w:rPr>
        <w:t>l</w:t>
      </w:r>
      <w:r>
        <w:rPr>
          <w:rFonts w:ascii="AvenirNext LT Pro Cn" w:eastAsiaTheme="minorHAnsi" w:hAnsi="AvenirNext LT Pro Cn" w:cstheme="minorBidi"/>
          <w:sz w:val="22"/>
          <w:szCs w:val="22"/>
          <w:lang w:eastAsia="en-US"/>
        </w:rPr>
        <w:t>es</w:t>
      </w:r>
      <w:proofErr w:type="gramEnd"/>
      <w:r>
        <w:rPr>
          <w:rFonts w:ascii="AvenirNext LT Pro Cn" w:eastAsiaTheme="minorHAnsi" w:hAnsi="AvenirNext LT Pro Cn" w:cstheme="minorBidi"/>
          <w:sz w:val="22"/>
          <w:szCs w:val="22"/>
          <w:lang w:eastAsia="en-US"/>
        </w:rPr>
        <w:t xml:space="preserve"> modalités de</w:t>
      </w:r>
      <w:r w:rsidRPr="00DC0856">
        <w:rPr>
          <w:rFonts w:ascii="AvenirNext LT Pro Cn" w:eastAsiaTheme="minorHAnsi" w:hAnsi="AvenirNext LT Pro Cn" w:cstheme="minorBidi"/>
          <w:sz w:val="22"/>
          <w:szCs w:val="22"/>
          <w:lang w:eastAsia="en-US"/>
        </w:rPr>
        <w:t xml:space="preserve"> génération de rapports consolidés au niveau national ou </w:t>
      </w:r>
      <w:r>
        <w:rPr>
          <w:rFonts w:ascii="AvenirNext LT Pro Cn" w:eastAsiaTheme="minorHAnsi" w:hAnsi="AvenirNext LT Pro Cn" w:cstheme="minorBidi"/>
          <w:sz w:val="22"/>
          <w:szCs w:val="22"/>
          <w:lang w:eastAsia="en-US"/>
        </w:rPr>
        <w:t>par centre</w:t>
      </w:r>
      <w:r w:rsidRPr="00DC0856">
        <w:rPr>
          <w:rFonts w:ascii="AvenirNext LT Pro Cn" w:eastAsiaTheme="minorHAnsi" w:hAnsi="AvenirNext LT Pro Cn" w:cstheme="minorBidi"/>
          <w:sz w:val="22"/>
          <w:szCs w:val="22"/>
          <w:lang w:eastAsia="en-US"/>
        </w:rPr>
        <w:t xml:space="preserve"> ;</w:t>
      </w:r>
    </w:p>
    <w:p w14:paraId="394AA8E1" w14:textId="77777777" w:rsidR="00343B52" w:rsidRPr="00DC0856" w:rsidRDefault="00343B52" w:rsidP="006F5683">
      <w:pPr>
        <w:pStyle w:val="NormalWeb"/>
        <w:numPr>
          <w:ilvl w:val="0"/>
          <w:numId w:val="36"/>
        </w:numPr>
        <w:spacing w:after="0" w:afterAutospacing="0"/>
        <w:rPr>
          <w:rFonts w:ascii="AvenirNext LT Pro Cn" w:eastAsiaTheme="minorHAnsi" w:hAnsi="AvenirNext LT Pro Cn" w:cstheme="minorBidi"/>
          <w:sz w:val="22"/>
          <w:szCs w:val="22"/>
          <w:lang w:eastAsia="en-US"/>
        </w:rPr>
      </w:pPr>
      <w:proofErr w:type="gramStart"/>
      <w:r w:rsidRPr="00DC0856">
        <w:rPr>
          <w:rFonts w:ascii="AvenirNext LT Pro Cn" w:eastAsiaTheme="minorHAnsi" w:hAnsi="AvenirNext LT Pro Cn" w:cstheme="minorBidi"/>
          <w:sz w:val="22"/>
          <w:szCs w:val="22"/>
          <w:lang w:eastAsia="en-US"/>
        </w:rPr>
        <w:t>l</w:t>
      </w:r>
      <w:r>
        <w:rPr>
          <w:rFonts w:ascii="AvenirNext LT Pro Cn" w:eastAsiaTheme="minorHAnsi" w:hAnsi="AvenirNext LT Pro Cn" w:cstheme="minorBidi"/>
          <w:sz w:val="22"/>
          <w:szCs w:val="22"/>
          <w:lang w:eastAsia="en-US"/>
        </w:rPr>
        <w:t>es</w:t>
      </w:r>
      <w:proofErr w:type="gramEnd"/>
      <w:r>
        <w:rPr>
          <w:rFonts w:ascii="AvenirNext LT Pro Cn" w:eastAsiaTheme="minorHAnsi" w:hAnsi="AvenirNext LT Pro Cn" w:cstheme="minorBidi"/>
          <w:sz w:val="22"/>
          <w:szCs w:val="22"/>
          <w:lang w:eastAsia="en-US"/>
        </w:rPr>
        <w:t xml:space="preserve"> possibilités de </w:t>
      </w:r>
      <w:r w:rsidRPr="00DC0856">
        <w:rPr>
          <w:rFonts w:ascii="AvenirNext LT Pro Cn" w:eastAsiaTheme="minorHAnsi" w:hAnsi="AvenirNext LT Pro Cn" w:cstheme="minorBidi"/>
          <w:sz w:val="22"/>
          <w:szCs w:val="22"/>
          <w:lang w:eastAsia="en-US"/>
        </w:rPr>
        <w:t xml:space="preserve">personnalisation des rapports </w:t>
      </w:r>
      <w:r>
        <w:rPr>
          <w:rFonts w:ascii="AvenirNext LT Pro Cn" w:eastAsiaTheme="minorHAnsi" w:hAnsi="AvenirNext LT Pro Cn" w:cstheme="minorBidi"/>
          <w:sz w:val="22"/>
          <w:szCs w:val="22"/>
          <w:lang w:eastAsia="en-US"/>
        </w:rPr>
        <w:t>(création de rapports spécifiques, enregistrement etc...).</w:t>
      </w:r>
    </w:p>
    <w:p w14:paraId="2A49DD52" w14:textId="77777777" w:rsidR="00343B52" w:rsidRPr="00275BEA" w:rsidRDefault="00343B52" w:rsidP="008A7015">
      <w:pPr>
        <w:spacing w:before="100" w:beforeAutospacing="1" w:after="100" w:afterAutospacing="1"/>
      </w:pPr>
    </w:p>
    <w:p w14:paraId="1704600C" w14:textId="1D8152BC" w:rsidR="003F4358" w:rsidRPr="008448D2" w:rsidRDefault="00A33463" w:rsidP="008A7015">
      <w:pPr>
        <w:pStyle w:val="NormalWeb"/>
        <w:jc w:val="both"/>
        <w:rPr>
          <w:rFonts w:ascii="AvenirNext LT Pro Cn" w:eastAsiaTheme="minorHAnsi" w:hAnsi="AvenirNext LT Pro Cn" w:cstheme="minorBidi"/>
          <w:b/>
          <w:bCs/>
          <w:sz w:val="22"/>
          <w:szCs w:val="22"/>
          <w:lang w:eastAsia="en-US"/>
        </w:rPr>
      </w:pPr>
      <w:r w:rsidRPr="00DC0856">
        <w:rPr>
          <w:rFonts w:ascii="AvenirNext LT Pro Cn" w:eastAsiaTheme="minorHAnsi" w:hAnsi="AvenirNext LT Pro Cn" w:cstheme="minorBidi"/>
          <w:b/>
          <w:bCs/>
          <w:sz w:val="22"/>
          <w:szCs w:val="22"/>
          <w:lang w:eastAsia="en-US"/>
        </w:rPr>
        <w:t>Capacité d’interfaçage et enrichissement des données</w:t>
      </w:r>
      <w:r>
        <w:rPr>
          <w:rFonts w:ascii="AvenirNext LT Pro Cn" w:eastAsiaTheme="minorHAnsi" w:hAnsi="AvenirNext LT Pro Cn" w:cstheme="minorBidi"/>
          <w:b/>
          <w:bCs/>
          <w:sz w:val="22"/>
          <w:szCs w:val="22"/>
          <w:lang w:eastAsia="en-US"/>
        </w:rPr>
        <w:t> :</w:t>
      </w:r>
    </w:p>
    <w:p w14:paraId="76968A58" w14:textId="647C1397" w:rsidR="008448D2" w:rsidRDefault="00A33463" w:rsidP="008A7015">
      <w:pPr>
        <w:pStyle w:val="NormalWeb"/>
        <w:jc w:val="both"/>
        <w:rPr>
          <w:rFonts w:ascii="AvenirNext LT Pro Cn" w:eastAsiaTheme="minorHAnsi" w:hAnsi="AvenirNext LT Pro Cn" w:cstheme="minorBidi"/>
          <w:sz w:val="22"/>
          <w:szCs w:val="22"/>
          <w:lang w:eastAsia="en-US"/>
        </w:rPr>
      </w:pPr>
      <w:bookmarkStart w:id="1" w:name="_Hlk201567030"/>
      <w:r w:rsidRPr="00DC0856">
        <w:rPr>
          <w:rFonts w:ascii="AvenirNext LT Pro Cn" w:eastAsiaTheme="minorHAnsi" w:hAnsi="AvenirNext LT Pro Cn" w:cstheme="minorBidi"/>
          <w:sz w:val="22"/>
          <w:szCs w:val="22"/>
          <w:lang w:eastAsia="en-US"/>
        </w:rPr>
        <w:t>Le candidat présente ici les solutions proposées pour permettre</w:t>
      </w:r>
      <w:r w:rsidR="008448D2">
        <w:rPr>
          <w:rFonts w:ascii="AvenirNext LT Pro Cn" w:eastAsiaTheme="minorHAnsi" w:hAnsi="AvenirNext LT Pro Cn" w:cstheme="minorBidi"/>
          <w:sz w:val="22"/>
          <w:szCs w:val="22"/>
          <w:lang w:eastAsia="en-US"/>
        </w:rPr>
        <w:t> </w:t>
      </w:r>
      <w:r w:rsidR="00A47F58">
        <w:rPr>
          <w:rFonts w:ascii="AvenirNext LT Pro Cn" w:eastAsiaTheme="minorHAnsi" w:hAnsi="AvenirNext LT Pro Cn" w:cstheme="minorBidi"/>
          <w:sz w:val="22"/>
          <w:szCs w:val="22"/>
          <w:lang w:eastAsia="en-US"/>
        </w:rPr>
        <w:t xml:space="preserve">l’interfaçage de son système </w:t>
      </w:r>
      <w:r w:rsidR="008448D2">
        <w:rPr>
          <w:rFonts w:ascii="AvenirNext LT Pro Cn" w:eastAsiaTheme="minorHAnsi" w:hAnsi="AvenirNext LT Pro Cn" w:cstheme="minorBidi"/>
          <w:sz w:val="22"/>
          <w:szCs w:val="22"/>
          <w:lang w:eastAsia="en-US"/>
        </w:rPr>
        <w:t>:</w:t>
      </w:r>
    </w:p>
    <w:p w14:paraId="58490C28" w14:textId="0708727B" w:rsidR="008448D2" w:rsidRDefault="008448D2" w:rsidP="008A7015">
      <w:pPr>
        <w:pStyle w:val="NormalWeb"/>
        <w:numPr>
          <w:ilvl w:val="0"/>
          <w:numId w:val="44"/>
        </w:numPr>
        <w:ind w:left="720"/>
        <w:jc w:val="both"/>
        <w:rPr>
          <w:rFonts w:ascii="AvenirNext LT Pro Cn" w:eastAsiaTheme="minorHAnsi" w:hAnsi="AvenirNext LT Pro Cn" w:cstheme="minorBidi"/>
          <w:sz w:val="22"/>
          <w:szCs w:val="22"/>
          <w:lang w:eastAsia="en-US"/>
        </w:rPr>
      </w:pPr>
      <w:proofErr w:type="gramStart"/>
      <w:r>
        <w:rPr>
          <w:rFonts w:ascii="AvenirNext LT Pro Cn" w:eastAsiaTheme="minorHAnsi" w:hAnsi="AvenirNext LT Pro Cn" w:cstheme="minorBidi"/>
          <w:sz w:val="22"/>
          <w:szCs w:val="22"/>
          <w:lang w:eastAsia="en-US"/>
        </w:rPr>
        <w:t>avec</w:t>
      </w:r>
      <w:proofErr w:type="gramEnd"/>
      <w:r>
        <w:rPr>
          <w:rFonts w:ascii="AvenirNext LT Pro Cn" w:eastAsiaTheme="minorHAnsi" w:hAnsi="AvenirNext LT Pro Cn" w:cstheme="minorBidi"/>
          <w:sz w:val="22"/>
          <w:szCs w:val="22"/>
          <w:lang w:eastAsia="en-US"/>
        </w:rPr>
        <w:t xml:space="preserve"> la plateforme de demande de cartes d’INRAE (Blueway) ;</w:t>
      </w:r>
    </w:p>
    <w:p w14:paraId="551B82E4" w14:textId="1B625D84" w:rsidR="00A33463" w:rsidRPr="00DC0856" w:rsidRDefault="00A33463" w:rsidP="008A7015">
      <w:pPr>
        <w:pStyle w:val="NormalWeb"/>
        <w:numPr>
          <w:ilvl w:val="0"/>
          <w:numId w:val="44"/>
        </w:numPr>
        <w:ind w:left="720"/>
        <w:jc w:val="both"/>
        <w:rPr>
          <w:rFonts w:ascii="AvenirNext LT Pro Cn" w:eastAsiaTheme="minorHAnsi" w:hAnsi="AvenirNext LT Pro Cn" w:cstheme="minorBidi"/>
          <w:sz w:val="22"/>
          <w:szCs w:val="22"/>
          <w:lang w:eastAsia="en-US"/>
        </w:rPr>
      </w:pPr>
      <w:proofErr w:type="gramStart"/>
      <w:r w:rsidRPr="00DC0856">
        <w:rPr>
          <w:rFonts w:ascii="AvenirNext LT Pro Cn" w:eastAsiaTheme="minorHAnsi" w:hAnsi="AvenirNext LT Pro Cn" w:cstheme="minorBidi"/>
          <w:sz w:val="22"/>
          <w:szCs w:val="22"/>
          <w:lang w:eastAsia="en-US"/>
        </w:rPr>
        <w:t>avec</w:t>
      </w:r>
      <w:proofErr w:type="gramEnd"/>
      <w:r w:rsidRPr="00DC0856">
        <w:rPr>
          <w:rFonts w:ascii="AvenirNext LT Pro Cn" w:eastAsiaTheme="minorHAnsi" w:hAnsi="AvenirNext LT Pro Cn" w:cstheme="minorBidi"/>
          <w:sz w:val="22"/>
          <w:szCs w:val="22"/>
          <w:lang w:eastAsia="en-US"/>
        </w:rPr>
        <w:t xml:space="preserve"> le système d'information d’INRAE </w:t>
      </w:r>
      <w:r w:rsidR="00A47F58">
        <w:rPr>
          <w:rFonts w:ascii="AvenirNext LT Pro Cn" w:eastAsiaTheme="minorHAnsi" w:hAnsi="AvenirNext LT Pro Cn" w:cstheme="minorBidi"/>
          <w:sz w:val="22"/>
          <w:szCs w:val="22"/>
          <w:lang w:eastAsia="en-US"/>
        </w:rPr>
        <w:t xml:space="preserve">pour l’enrichissement des transactions et l’intégration des relevés d’opérations </w:t>
      </w:r>
      <w:r w:rsidRPr="00DC0856">
        <w:rPr>
          <w:rFonts w:ascii="AvenirNext LT Pro Cn" w:eastAsiaTheme="minorHAnsi" w:hAnsi="AvenirNext LT Pro Cn" w:cstheme="minorBidi"/>
          <w:sz w:val="22"/>
          <w:szCs w:val="22"/>
          <w:lang w:eastAsia="en-US"/>
        </w:rPr>
        <w:t>(via API ou transfert de fichiers structurés).</w:t>
      </w:r>
    </w:p>
    <w:bookmarkEnd w:id="1"/>
    <w:p w14:paraId="1B794C88" w14:textId="4D25FB65" w:rsidR="00A33463" w:rsidRPr="00DC0856" w:rsidRDefault="008448D2" w:rsidP="008A7015">
      <w:pPr>
        <w:pStyle w:val="NormalWeb"/>
        <w:jc w:val="both"/>
        <w:rPr>
          <w:rFonts w:ascii="AvenirNext LT Pro Cn" w:eastAsiaTheme="minorHAnsi" w:hAnsi="AvenirNext LT Pro Cn" w:cstheme="minorBidi"/>
          <w:sz w:val="22"/>
          <w:szCs w:val="22"/>
          <w:lang w:eastAsia="en-US"/>
        </w:rPr>
      </w:pPr>
      <w:r>
        <w:rPr>
          <w:rFonts w:ascii="AvenirNext LT Pro Cn" w:eastAsiaTheme="minorHAnsi" w:hAnsi="AvenirNext LT Pro Cn" w:cstheme="minorBidi"/>
          <w:sz w:val="22"/>
          <w:szCs w:val="22"/>
          <w:lang w:eastAsia="en-US"/>
        </w:rPr>
        <w:t xml:space="preserve">Concernant </w:t>
      </w:r>
      <w:r w:rsidR="00A47F58">
        <w:rPr>
          <w:rFonts w:ascii="AvenirNext LT Pro Cn" w:eastAsiaTheme="minorHAnsi" w:hAnsi="AvenirNext LT Pro Cn" w:cstheme="minorBidi"/>
          <w:sz w:val="22"/>
          <w:szCs w:val="22"/>
          <w:lang w:eastAsia="en-US"/>
        </w:rPr>
        <w:t xml:space="preserve">les </w:t>
      </w:r>
      <w:r>
        <w:rPr>
          <w:rFonts w:ascii="AvenirNext LT Pro Cn" w:eastAsiaTheme="minorHAnsi" w:hAnsi="AvenirNext LT Pro Cn" w:cstheme="minorBidi"/>
          <w:sz w:val="22"/>
          <w:szCs w:val="22"/>
          <w:lang w:eastAsia="en-US"/>
        </w:rPr>
        <w:t>relevés d’opérations, i</w:t>
      </w:r>
      <w:r w:rsidR="00A33463" w:rsidRPr="00DC0856">
        <w:rPr>
          <w:rFonts w:ascii="AvenirNext LT Pro Cn" w:eastAsiaTheme="minorHAnsi" w:hAnsi="AvenirNext LT Pro Cn" w:cstheme="minorBidi"/>
          <w:sz w:val="22"/>
          <w:szCs w:val="22"/>
          <w:lang w:eastAsia="en-US"/>
        </w:rPr>
        <w:t>l décrit notamment :</w:t>
      </w:r>
    </w:p>
    <w:p w14:paraId="1779BFDF" w14:textId="77777777" w:rsidR="00A33463" w:rsidRPr="00DC0856" w:rsidRDefault="00A33463" w:rsidP="008A7015">
      <w:pPr>
        <w:pStyle w:val="NormalWeb"/>
        <w:numPr>
          <w:ilvl w:val="0"/>
          <w:numId w:val="37"/>
        </w:numPr>
        <w:jc w:val="both"/>
        <w:rPr>
          <w:rFonts w:ascii="AvenirNext LT Pro Cn" w:eastAsiaTheme="minorHAnsi" w:hAnsi="AvenirNext LT Pro Cn" w:cstheme="minorBidi"/>
          <w:sz w:val="22"/>
          <w:szCs w:val="22"/>
          <w:lang w:eastAsia="en-US"/>
        </w:rPr>
      </w:pPr>
      <w:proofErr w:type="gramStart"/>
      <w:r w:rsidRPr="00DC0856">
        <w:rPr>
          <w:rFonts w:ascii="AvenirNext LT Pro Cn" w:eastAsiaTheme="minorHAnsi" w:hAnsi="AvenirNext LT Pro Cn" w:cstheme="minorBidi"/>
          <w:sz w:val="22"/>
          <w:szCs w:val="22"/>
          <w:lang w:eastAsia="en-US"/>
        </w:rPr>
        <w:t>la</w:t>
      </w:r>
      <w:proofErr w:type="gramEnd"/>
      <w:r w:rsidRPr="00DC0856">
        <w:rPr>
          <w:rFonts w:ascii="AvenirNext LT Pro Cn" w:eastAsiaTheme="minorHAnsi" w:hAnsi="AvenirNext LT Pro Cn" w:cstheme="minorBidi"/>
          <w:sz w:val="22"/>
          <w:szCs w:val="22"/>
          <w:lang w:eastAsia="en-US"/>
        </w:rPr>
        <w:t xml:space="preserve"> capacité de l’outil à recevoir automatiquement les données référentielles INRAE (ex. : numéro de commande d’achat, TVA, champs personnalisés) ;</w:t>
      </w:r>
    </w:p>
    <w:p w14:paraId="34C285E9" w14:textId="67D2C9F6" w:rsidR="00A33463" w:rsidRPr="00DC0856" w:rsidRDefault="00A33463" w:rsidP="008A7015">
      <w:pPr>
        <w:pStyle w:val="NormalWeb"/>
        <w:numPr>
          <w:ilvl w:val="0"/>
          <w:numId w:val="37"/>
        </w:numPr>
        <w:jc w:val="both"/>
        <w:rPr>
          <w:rFonts w:ascii="AvenirNext LT Pro Cn" w:eastAsiaTheme="minorHAnsi" w:hAnsi="AvenirNext LT Pro Cn" w:cstheme="minorBidi"/>
          <w:sz w:val="22"/>
          <w:szCs w:val="22"/>
          <w:lang w:eastAsia="en-US"/>
        </w:rPr>
      </w:pPr>
      <w:proofErr w:type="gramStart"/>
      <w:r w:rsidRPr="00DC0856">
        <w:rPr>
          <w:rFonts w:ascii="AvenirNext LT Pro Cn" w:eastAsiaTheme="minorHAnsi" w:hAnsi="AvenirNext LT Pro Cn" w:cstheme="minorBidi"/>
          <w:sz w:val="22"/>
          <w:szCs w:val="22"/>
          <w:lang w:eastAsia="en-US"/>
        </w:rPr>
        <w:t>les</w:t>
      </w:r>
      <w:proofErr w:type="gramEnd"/>
      <w:r w:rsidRPr="00DC0856">
        <w:rPr>
          <w:rFonts w:ascii="AvenirNext LT Pro Cn" w:eastAsiaTheme="minorHAnsi" w:hAnsi="AvenirNext LT Pro Cn" w:cstheme="minorBidi"/>
          <w:sz w:val="22"/>
          <w:szCs w:val="22"/>
          <w:lang w:eastAsia="en-US"/>
        </w:rPr>
        <w:t xml:space="preserve"> modalités de récupération, </w:t>
      </w:r>
      <w:r w:rsidR="0037033E">
        <w:rPr>
          <w:rFonts w:ascii="AvenirNext LT Pro Cn" w:eastAsiaTheme="minorHAnsi" w:hAnsi="AvenirNext LT Pro Cn" w:cstheme="minorBidi"/>
          <w:sz w:val="22"/>
          <w:szCs w:val="22"/>
          <w:lang w:eastAsia="en-US"/>
        </w:rPr>
        <w:t>d’</w:t>
      </w:r>
      <w:r w:rsidRPr="00DC0856">
        <w:rPr>
          <w:rFonts w:ascii="AvenirNext LT Pro Cn" w:eastAsiaTheme="minorHAnsi" w:hAnsi="AvenirNext LT Pro Cn" w:cstheme="minorBidi"/>
          <w:sz w:val="22"/>
          <w:szCs w:val="22"/>
          <w:lang w:eastAsia="en-US"/>
        </w:rPr>
        <w:t xml:space="preserve">enrichissement et </w:t>
      </w:r>
      <w:r w:rsidR="0037033E">
        <w:rPr>
          <w:rFonts w:ascii="AvenirNext LT Pro Cn" w:eastAsiaTheme="minorHAnsi" w:hAnsi="AvenirNext LT Pro Cn" w:cstheme="minorBidi"/>
          <w:sz w:val="22"/>
          <w:szCs w:val="22"/>
          <w:lang w:eastAsia="en-US"/>
        </w:rPr>
        <w:t>d’</w:t>
      </w:r>
      <w:r w:rsidRPr="00DC0856">
        <w:rPr>
          <w:rFonts w:ascii="AvenirNext LT Pro Cn" w:eastAsiaTheme="minorHAnsi" w:hAnsi="AvenirNext LT Pro Cn" w:cstheme="minorBidi"/>
          <w:sz w:val="22"/>
          <w:szCs w:val="22"/>
          <w:lang w:eastAsia="en-US"/>
        </w:rPr>
        <w:t>affichage des données dans le portail du titulaire ;</w:t>
      </w:r>
    </w:p>
    <w:p w14:paraId="25980274" w14:textId="77777777" w:rsidR="00A33463" w:rsidRPr="00DC0856" w:rsidRDefault="00A33463" w:rsidP="008A7015">
      <w:pPr>
        <w:pStyle w:val="NormalWeb"/>
        <w:numPr>
          <w:ilvl w:val="0"/>
          <w:numId w:val="37"/>
        </w:numPr>
        <w:jc w:val="both"/>
        <w:rPr>
          <w:rFonts w:ascii="AvenirNext LT Pro Cn" w:eastAsiaTheme="minorHAnsi" w:hAnsi="AvenirNext LT Pro Cn" w:cstheme="minorBidi"/>
          <w:sz w:val="22"/>
          <w:szCs w:val="22"/>
          <w:lang w:eastAsia="en-US"/>
        </w:rPr>
      </w:pPr>
      <w:proofErr w:type="gramStart"/>
      <w:r w:rsidRPr="00DC0856">
        <w:rPr>
          <w:rFonts w:ascii="AvenirNext LT Pro Cn" w:eastAsiaTheme="minorHAnsi" w:hAnsi="AvenirNext LT Pro Cn" w:cstheme="minorBidi"/>
          <w:sz w:val="22"/>
          <w:szCs w:val="22"/>
          <w:lang w:eastAsia="en-US"/>
        </w:rPr>
        <w:t>la</w:t>
      </w:r>
      <w:proofErr w:type="gramEnd"/>
      <w:r w:rsidRPr="00DC0856">
        <w:rPr>
          <w:rFonts w:ascii="AvenirNext LT Pro Cn" w:eastAsiaTheme="minorHAnsi" w:hAnsi="AvenirNext LT Pro Cn" w:cstheme="minorBidi"/>
          <w:sz w:val="22"/>
          <w:szCs w:val="22"/>
          <w:lang w:eastAsia="en-US"/>
        </w:rPr>
        <w:t xml:space="preserve"> façon dont ces données enrichies sont restituées dans les relevés mensuels (</w:t>
      </w:r>
      <w:proofErr w:type="spellStart"/>
      <w:r w:rsidRPr="00DC0856">
        <w:rPr>
          <w:rFonts w:ascii="AvenirNext LT Pro Cn" w:eastAsiaTheme="minorHAnsi" w:hAnsi="AvenirNext LT Pro Cn" w:cstheme="minorBidi"/>
          <w:sz w:val="22"/>
          <w:szCs w:val="22"/>
          <w:lang w:eastAsia="en-US"/>
        </w:rPr>
        <w:t>pdf</w:t>
      </w:r>
      <w:proofErr w:type="spellEnd"/>
      <w:r w:rsidRPr="00DC0856">
        <w:rPr>
          <w:rFonts w:ascii="AvenirNext LT Pro Cn" w:eastAsiaTheme="minorHAnsi" w:hAnsi="AvenirNext LT Pro Cn" w:cstheme="minorBidi"/>
          <w:sz w:val="22"/>
          <w:szCs w:val="22"/>
          <w:lang w:eastAsia="en-US"/>
        </w:rPr>
        <w:t>, csv) ;</w:t>
      </w:r>
    </w:p>
    <w:p w14:paraId="50109F72" w14:textId="493507DE" w:rsidR="003F4358" w:rsidRDefault="00A33463" w:rsidP="006F5683">
      <w:pPr>
        <w:pStyle w:val="NormalWeb"/>
        <w:numPr>
          <w:ilvl w:val="0"/>
          <w:numId w:val="37"/>
        </w:numPr>
        <w:spacing w:after="0" w:afterAutospacing="0"/>
        <w:jc w:val="both"/>
        <w:rPr>
          <w:rFonts w:ascii="AvenirNext LT Pro Cn" w:eastAsiaTheme="minorHAnsi" w:hAnsi="AvenirNext LT Pro Cn" w:cstheme="minorBidi"/>
          <w:sz w:val="22"/>
          <w:szCs w:val="22"/>
          <w:lang w:eastAsia="en-US"/>
        </w:rPr>
      </w:pPr>
      <w:proofErr w:type="gramStart"/>
      <w:r w:rsidRPr="00DC0856">
        <w:rPr>
          <w:rFonts w:ascii="AvenirNext LT Pro Cn" w:eastAsiaTheme="minorHAnsi" w:hAnsi="AvenirNext LT Pro Cn" w:cstheme="minorBidi"/>
          <w:sz w:val="22"/>
          <w:szCs w:val="22"/>
          <w:lang w:eastAsia="en-US"/>
        </w:rPr>
        <w:t>la</w:t>
      </w:r>
      <w:proofErr w:type="gramEnd"/>
      <w:r w:rsidRPr="00DC0856">
        <w:rPr>
          <w:rFonts w:ascii="AvenirNext LT Pro Cn" w:eastAsiaTheme="minorHAnsi" w:hAnsi="AvenirNext LT Pro Cn" w:cstheme="minorBidi"/>
          <w:sz w:val="22"/>
          <w:szCs w:val="22"/>
          <w:lang w:eastAsia="en-US"/>
        </w:rPr>
        <w:t xml:space="preserve"> compatibilité des formats transmis avec les exigences de l’outil financier INRAE.</w:t>
      </w:r>
    </w:p>
    <w:p w14:paraId="26878505" w14:textId="77777777" w:rsidR="006F5683" w:rsidRDefault="006F5683" w:rsidP="006F5683">
      <w:pPr>
        <w:spacing w:before="100" w:beforeAutospacing="1" w:after="0"/>
        <w:rPr>
          <w:b/>
          <w:bCs/>
        </w:rPr>
      </w:pPr>
    </w:p>
    <w:p w14:paraId="61912E46" w14:textId="5662C760" w:rsidR="003F4358" w:rsidRPr="003F4358" w:rsidRDefault="003F4358" w:rsidP="008A7015">
      <w:pPr>
        <w:spacing w:before="100" w:beforeAutospacing="1" w:after="100" w:afterAutospacing="1"/>
        <w:rPr>
          <w:b/>
          <w:bCs/>
        </w:rPr>
      </w:pPr>
      <w:r w:rsidRPr="003F4358">
        <w:rPr>
          <w:b/>
          <w:bCs/>
        </w:rPr>
        <w:t>Exemple de relevés :</w:t>
      </w:r>
    </w:p>
    <w:p w14:paraId="19A92A45" w14:textId="77777777" w:rsidR="003F4358" w:rsidRPr="00A33463" w:rsidRDefault="003F4358" w:rsidP="008A7015">
      <w:pPr>
        <w:spacing w:before="100" w:beforeAutospacing="1" w:after="100" w:afterAutospacing="1"/>
      </w:pPr>
      <w:r w:rsidRPr="00A33463">
        <w:t xml:space="preserve">Le candidat fournit un </w:t>
      </w:r>
      <w:r w:rsidRPr="003F4358">
        <w:rPr>
          <w:b/>
          <w:bCs/>
        </w:rPr>
        <w:t xml:space="preserve">exemple de relevé </w:t>
      </w:r>
      <w:proofErr w:type="spellStart"/>
      <w:r w:rsidRPr="003F4358">
        <w:rPr>
          <w:b/>
          <w:bCs/>
        </w:rPr>
        <w:t>pdf</w:t>
      </w:r>
      <w:proofErr w:type="spellEnd"/>
      <w:r w:rsidRPr="00A33463">
        <w:t xml:space="preserve"> destiné aux centres, permettant à INRAE d’apprécier la lisibilité, la clarté et la conformité avec les exigences décrites dans le CCTP.</w:t>
      </w:r>
    </w:p>
    <w:p w14:paraId="09C74FB1" w14:textId="1FB2D5FE" w:rsidR="003F4358" w:rsidRDefault="003F4358" w:rsidP="008A7015">
      <w:pPr>
        <w:spacing w:before="100" w:beforeAutospacing="1" w:after="100" w:afterAutospacing="1"/>
      </w:pPr>
      <w:r w:rsidRPr="00A33463">
        <w:t>Le cas échéant, le candidat fournit également un exemple de relevé csv et précise ses capacités à le personnaliser.</w:t>
      </w:r>
    </w:p>
    <w:p w14:paraId="2AC8226E" w14:textId="77777777" w:rsidR="009D39CC" w:rsidRDefault="009D39CC" w:rsidP="008A7015">
      <w:pPr>
        <w:spacing w:before="100" w:beforeAutospacing="1" w:after="100" w:afterAutospacing="1"/>
      </w:pPr>
    </w:p>
    <w:p w14:paraId="63716A18" w14:textId="77777777" w:rsidR="003B4C7D" w:rsidRPr="00E43DE4" w:rsidRDefault="003B4C7D" w:rsidP="008A7015">
      <w:pPr>
        <w:spacing w:before="100" w:beforeAutospacing="1" w:after="100" w:afterAutospacing="1"/>
        <w:rPr>
          <w:b/>
          <w:bCs/>
        </w:rPr>
      </w:pPr>
      <w:r w:rsidRPr="00E43DE4">
        <w:rPr>
          <w:b/>
          <w:bCs/>
        </w:rPr>
        <w:lastRenderedPageBreak/>
        <w:t>Accès aux outils et démonstration</w:t>
      </w:r>
      <w:r>
        <w:rPr>
          <w:b/>
          <w:bCs/>
        </w:rPr>
        <w:t> :</w:t>
      </w:r>
    </w:p>
    <w:p w14:paraId="110011DC" w14:textId="5AD5C667" w:rsidR="003B4C7D" w:rsidRDefault="003B4C7D" w:rsidP="008A7015">
      <w:pPr>
        <w:spacing w:before="100" w:beforeAutospacing="1" w:after="100" w:afterAutospacing="1"/>
      </w:pPr>
      <w:r>
        <w:t>Le candidat fournit un accès de démonstration à ou aux outils de gestion et de suivi utilisés dans le cadre du marché, permettant à INRAE d’apprécier leur ergonomie, leur performance et leur couverture fonctionnelle.</w:t>
      </w:r>
    </w:p>
    <w:p w14:paraId="56294172" w14:textId="07C09F10" w:rsidR="006F5683" w:rsidRDefault="006F5683" w:rsidP="008A7015">
      <w:pPr>
        <w:spacing w:before="100" w:beforeAutospacing="1" w:after="100" w:afterAutospacing="1"/>
      </w:pPr>
    </w:p>
    <w:p w14:paraId="03A2EAD4" w14:textId="77777777" w:rsidR="006F5683" w:rsidRDefault="006F5683" w:rsidP="008A7015">
      <w:pPr>
        <w:spacing w:before="100" w:beforeAutospacing="1" w:after="100" w:afterAutospacing="1"/>
      </w:pPr>
    </w:p>
    <w:p w14:paraId="71BA37D9" w14:textId="388C832F" w:rsidR="004B03BD" w:rsidRPr="000223D9" w:rsidRDefault="00F948CB" w:rsidP="008A7015">
      <w:pPr>
        <w:pStyle w:val="Titre2"/>
      </w:pPr>
      <w:r w:rsidRPr="00F948CB">
        <w:t xml:space="preserve">Sous critère 2 : </w:t>
      </w:r>
      <w:r w:rsidR="004B03BD">
        <w:t>C</w:t>
      </w:r>
      <w:r w:rsidRPr="00F948CB">
        <w:t xml:space="preserve">ontrat de </w:t>
      </w:r>
      <w:r w:rsidR="000223D9" w:rsidRPr="00F948CB">
        <w:t xml:space="preserve">service </w:t>
      </w:r>
      <w:r w:rsidR="000223D9">
        <w:t>(30%)</w:t>
      </w:r>
    </w:p>
    <w:p w14:paraId="40E516CB" w14:textId="2EDCE010" w:rsidR="00A81E6E" w:rsidRPr="00A81E6E" w:rsidRDefault="000223D9" w:rsidP="008A7015">
      <w:pPr>
        <w:pStyle w:val="NormalWeb"/>
        <w:jc w:val="both"/>
        <w:rPr>
          <w:rFonts w:ascii="AvenirNext LT Pro Cn" w:eastAsiaTheme="minorHAnsi" w:hAnsi="AvenirNext LT Pro Cn" w:cstheme="minorBidi"/>
          <w:sz w:val="22"/>
          <w:szCs w:val="22"/>
          <w:lang w:eastAsia="en-US"/>
        </w:rPr>
      </w:pPr>
      <w:r w:rsidRPr="00E43DE4">
        <w:rPr>
          <w:rFonts w:ascii="AvenirNext LT Pro Cn" w:eastAsiaTheme="minorHAnsi" w:hAnsi="AvenirNext LT Pro Cn" w:cstheme="minorBidi"/>
          <w:sz w:val="22"/>
          <w:szCs w:val="22"/>
          <w:lang w:eastAsia="en-US"/>
        </w:rPr>
        <w:t>Le candidat présente dans cette section les engagements de qualité de service qu’il mettra en œuvre pour accompagner INRAE dans l’exécution du marché carte achat. Il détaille son contrat de service sur les points suivants :</w:t>
      </w:r>
    </w:p>
    <w:p w14:paraId="06F84D7E" w14:textId="5F0EC4CA" w:rsidR="006166AC" w:rsidRDefault="006166AC" w:rsidP="00FA0AA2">
      <w:pPr>
        <w:spacing w:before="100" w:beforeAutospacing="1" w:after="100" w:afterAutospacing="1"/>
        <w:rPr>
          <w:b/>
        </w:rPr>
      </w:pPr>
      <w:r>
        <w:rPr>
          <w:b/>
        </w:rPr>
        <w:t xml:space="preserve">Caractéristiques des cartes : </w:t>
      </w:r>
    </w:p>
    <w:p w14:paraId="678C00E0" w14:textId="1C177B78" w:rsidR="006166AC" w:rsidRDefault="006166AC" w:rsidP="00FA0AA2">
      <w:pPr>
        <w:spacing w:before="100" w:beforeAutospacing="1" w:after="100" w:afterAutospacing="1"/>
      </w:pPr>
      <w:r w:rsidRPr="006166AC">
        <w:t xml:space="preserve">Le candidat précise le réseau </w:t>
      </w:r>
      <w:r>
        <w:t xml:space="preserve">(Visa, Mastercard, Amex…) </w:t>
      </w:r>
      <w:r w:rsidRPr="006166AC">
        <w:t>et la durée de validité des cartes.</w:t>
      </w:r>
    </w:p>
    <w:p w14:paraId="4BE863C3" w14:textId="77777777" w:rsidR="006F5683" w:rsidRPr="006166AC" w:rsidRDefault="006F5683" w:rsidP="006F5683">
      <w:pPr>
        <w:spacing w:before="100" w:beforeAutospacing="1" w:after="0"/>
      </w:pPr>
    </w:p>
    <w:p w14:paraId="7134CD2F" w14:textId="5844EEDA" w:rsidR="00FA0AA2" w:rsidRPr="009D39CC" w:rsidRDefault="00FA0AA2" w:rsidP="00FA0AA2">
      <w:pPr>
        <w:spacing w:before="100" w:beforeAutospacing="1" w:after="100" w:afterAutospacing="1"/>
        <w:rPr>
          <w:b/>
        </w:rPr>
      </w:pPr>
      <w:r>
        <w:rPr>
          <w:b/>
        </w:rPr>
        <w:t>Gestionnaires et s</w:t>
      </w:r>
      <w:r w:rsidRPr="009D39CC">
        <w:rPr>
          <w:b/>
        </w:rPr>
        <w:t xml:space="preserve">uppléants : </w:t>
      </w:r>
    </w:p>
    <w:p w14:paraId="11B07824" w14:textId="77777777" w:rsidR="00FA0AA2" w:rsidRDefault="00FA0AA2" w:rsidP="00FA0AA2">
      <w:pPr>
        <w:spacing w:before="0" w:after="0"/>
      </w:pPr>
      <w:r w:rsidRPr="009D39CC">
        <w:t xml:space="preserve">Le candidat indique le </w:t>
      </w:r>
      <w:r w:rsidRPr="009D39CC">
        <w:rPr>
          <w:bCs/>
        </w:rPr>
        <w:t>nombre de suppléants</w:t>
      </w:r>
      <w:r w:rsidRPr="009D39CC">
        <w:t xml:space="preserve"> pouvant être désignés auprès de chaque gestionnaire de parc.</w:t>
      </w:r>
    </w:p>
    <w:p w14:paraId="5681B134" w14:textId="087BCC4D" w:rsidR="00FA0AA2" w:rsidRDefault="00FA0AA2" w:rsidP="00FA0AA2">
      <w:pPr>
        <w:spacing w:before="0"/>
      </w:pPr>
      <w:r>
        <w:t>Il précise également les modalités de suppression et d’ajout de gestionnaire ou de suppléant.</w:t>
      </w:r>
    </w:p>
    <w:p w14:paraId="10595DA6" w14:textId="77777777" w:rsidR="00510349" w:rsidRDefault="00510349" w:rsidP="00FA0AA2">
      <w:pPr>
        <w:spacing w:before="0"/>
      </w:pPr>
    </w:p>
    <w:p w14:paraId="0A7ECA38" w14:textId="47759A43" w:rsidR="000223D9" w:rsidRPr="00A81E6E" w:rsidRDefault="00A81E6E" w:rsidP="008A7015">
      <w:pPr>
        <w:spacing w:before="100" w:beforeAutospacing="1" w:after="100" w:afterAutospacing="1"/>
        <w:rPr>
          <w:b/>
          <w:bCs/>
        </w:rPr>
      </w:pPr>
      <w:r w:rsidRPr="00A81E6E">
        <w:rPr>
          <w:b/>
          <w:bCs/>
        </w:rPr>
        <w:t>Assistance technique et support utilisateurs :</w:t>
      </w:r>
    </w:p>
    <w:p w14:paraId="07E8E542" w14:textId="77777777" w:rsidR="000223D9" w:rsidRPr="000223D9" w:rsidRDefault="000223D9" w:rsidP="008A7015">
      <w:pPr>
        <w:spacing w:before="100" w:beforeAutospacing="1" w:after="100" w:afterAutospacing="1"/>
      </w:pPr>
      <w:r w:rsidRPr="000223D9">
        <w:t>Le candidat décrit l’organisation mise en place pour gérer les demandes quotidiennes (création, opposition, litiges…), en précisant :</w:t>
      </w:r>
    </w:p>
    <w:p w14:paraId="0CAFDB1D" w14:textId="77777777" w:rsidR="000223D9" w:rsidRPr="000223D9" w:rsidRDefault="000223D9" w:rsidP="008A7015">
      <w:pPr>
        <w:numPr>
          <w:ilvl w:val="0"/>
          <w:numId w:val="26"/>
        </w:numPr>
        <w:spacing w:before="100" w:beforeAutospacing="1" w:after="100" w:afterAutospacing="1"/>
      </w:pPr>
      <w:proofErr w:type="gramStart"/>
      <w:r w:rsidRPr="000223D9">
        <w:t>le</w:t>
      </w:r>
      <w:proofErr w:type="gramEnd"/>
      <w:r w:rsidRPr="000223D9">
        <w:t xml:space="preserve"> nombre de personnes dédiées,</w:t>
      </w:r>
    </w:p>
    <w:p w14:paraId="51759B9C" w14:textId="77777777" w:rsidR="000223D9" w:rsidRPr="000223D9" w:rsidRDefault="000223D9" w:rsidP="008A7015">
      <w:pPr>
        <w:numPr>
          <w:ilvl w:val="0"/>
          <w:numId w:val="26"/>
        </w:numPr>
        <w:spacing w:before="100" w:beforeAutospacing="1" w:after="100" w:afterAutospacing="1"/>
      </w:pPr>
      <w:proofErr w:type="gramStart"/>
      <w:r w:rsidRPr="000223D9">
        <w:t>leur</w:t>
      </w:r>
      <w:proofErr w:type="gramEnd"/>
      <w:r w:rsidRPr="000223D9">
        <w:t xml:space="preserve"> profil et expertise,</w:t>
      </w:r>
    </w:p>
    <w:p w14:paraId="27DF92BB" w14:textId="77777777" w:rsidR="000223D9" w:rsidRPr="000223D9" w:rsidRDefault="000223D9" w:rsidP="008A7015">
      <w:pPr>
        <w:numPr>
          <w:ilvl w:val="0"/>
          <w:numId w:val="26"/>
        </w:numPr>
        <w:spacing w:before="100" w:beforeAutospacing="1" w:after="100" w:afterAutospacing="1"/>
      </w:pPr>
      <w:proofErr w:type="gramStart"/>
      <w:r w:rsidRPr="000223D9">
        <w:t>les</w:t>
      </w:r>
      <w:proofErr w:type="gramEnd"/>
      <w:r w:rsidRPr="000223D9">
        <w:t xml:space="preserve"> jours et plages horaires de disponibilité,</w:t>
      </w:r>
    </w:p>
    <w:p w14:paraId="470CC85B" w14:textId="2E589193" w:rsidR="000223D9" w:rsidRPr="000223D9" w:rsidRDefault="000223D9" w:rsidP="008A7015">
      <w:pPr>
        <w:numPr>
          <w:ilvl w:val="0"/>
          <w:numId w:val="26"/>
        </w:numPr>
        <w:spacing w:before="100" w:beforeAutospacing="1" w:after="100" w:afterAutospacing="1"/>
      </w:pPr>
      <w:proofErr w:type="gramStart"/>
      <w:r w:rsidRPr="000223D9">
        <w:t>les</w:t>
      </w:r>
      <w:proofErr w:type="gramEnd"/>
      <w:r w:rsidRPr="000223D9">
        <w:t xml:space="preserve"> canaux de contact proposés (mail, téléphone, portail…)</w:t>
      </w:r>
      <w:r w:rsidR="00F50810">
        <w:t xml:space="preserve"> et</w:t>
      </w:r>
      <w:r w:rsidR="00F50810" w:rsidRPr="00F50810">
        <w:t xml:space="preserve"> les éventuelles autres langues d</w:t>
      </w:r>
      <w:r w:rsidR="00F50810">
        <w:t>e</w:t>
      </w:r>
      <w:r w:rsidR="00F50810" w:rsidRPr="00F50810">
        <w:t xml:space="preserve"> support que le Français</w:t>
      </w:r>
      <w:r w:rsidR="00F50810">
        <w:t>.</w:t>
      </w:r>
    </w:p>
    <w:p w14:paraId="026522E7" w14:textId="1DE6F8CE" w:rsidR="00F50810" w:rsidRDefault="000223D9" w:rsidP="006D4876">
      <w:pPr>
        <w:spacing w:before="100" w:beforeAutospacing="1" w:after="0"/>
      </w:pPr>
      <w:r w:rsidRPr="000223D9">
        <w:t xml:space="preserve">Il présente également les indicateurs de performance </w:t>
      </w:r>
      <w:r w:rsidR="00A67FD2">
        <w:t xml:space="preserve">qu’il propose de suivre lors des comités contractuels </w:t>
      </w:r>
      <w:r w:rsidRPr="000223D9">
        <w:t>(statistiques de réponse, file d’attente, délai de décrochage…).</w:t>
      </w:r>
    </w:p>
    <w:p w14:paraId="4D0B43C7" w14:textId="77777777" w:rsidR="006D4876" w:rsidRDefault="006D4876" w:rsidP="006D4876">
      <w:pPr>
        <w:spacing w:before="100" w:beforeAutospacing="1" w:after="0"/>
      </w:pPr>
    </w:p>
    <w:p w14:paraId="70C3BEF4" w14:textId="1C5D2508" w:rsidR="00E43DE4" w:rsidRPr="00E43DE4" w:rsidRDefault="00250B96" w:rsidP="006D4876">
      <w:pPr>
        <w:spacing w:before="0" w:after="100" w:afterAutospacing="1"/>
        <w:rPr>
          <w:b/>
          <w:bCs/>
        </w:rPr>
      </w:pPr>
      <w:r>
        <w:rPr>
          <w:b/>
          <w:bCs/>
        </w:rPr>
        <w:t>Création</w:t>
      </w:r>
      <w:r w:rsidR="00DC4616">
        <w:rPr>
          <w:b/>
          <w:bCs/>
        </w:rPr>
        <w:t>,</w:t>
      </w:r>
      <w:r w:rsidR="00E43DE4" w:rsidRPr="00E43DE4">
        <w:rPr>
          <w:b/>
          <w:bCs/>
        </w:rPr>
        <w:t xml:space="preserve"> renouvellement</w:t>
      </w:r>
      <w:r w:rsidR="00DC4616">
        <w:rPr>
          <w:b/>
          <w:bCs/>
        </w:rPr>
        <w:t xml:space="preserve">, annulation et </w:t>
      </w:r>
      <w:r w:rsidR="00E34520">
        <w:rPr>
          <w:b/>
          <w:bCs/>
        </w:rPr>
        <w:t>suspension</w:t>
      </w:r>
      <w:r w:rsidR="00E34520" w:rsidRPr="00E43DE4">
        <w:rPr>
          <w:b/>
          <w:bCs/>
        </w:rPr>
        <w:t xml:space="preserve"> des</w:t>
      </w:r>
      <w:r w:rsidR="00E43DE4" w:rsidRPr="00E43DE4">
        <w:rPr>
          <w:b/>
          <w:bCs/>
        </w:rPr>
        <w:t xml:space="preserve"> cartes</w:t>
      </w:r>
      <w:r w:rsidR="0031537F">
        <w:rPr>
          <w:b/>
          <w:bCs/>
        </w:rPr>
        <w:t> :</w:t>
      </w:r>
    </w:p>
    <w:p w14:paraId="49FA9AED" w14:textId="635C7BF5" w:rsidR="004A4E82" w:rsidRDefault="00E43DE4" w:rsidP="008A7015">
      <w:pPr>
        <w:spacing w:before="100" w:beforeAutospacing="1" w:after="100" w:afterAutospacing="1"/>
      </w:pPr>
      <w:r w:rsidRPr="00E43DE4">
        <w:t>Le candidat s’engage sur un délai maximum de</w:t>
      </w:r>
      <w:r w:rsidR="005014ED">
        <w:t xml:space="preserve"> 10 jours ouvrés (hors acheminement postal) pour la </w:t>
      </w:r>
      <w:r w:rsidRPr="00E43DE4">
        <w:t xml:space="preserve">création et </w:t>
      </w:r>
      <w:r w:rsidR="005014ED">
        <w:t>l</w:t>
      </w:r>
      <w:r w:rsidRPr="00E43DE4">
        <w:t xml:space="preserve">’expédition d’une carte achat, </w:t>
      </w:r>
      <w:r w:rsidR="000D294B">
        <w:t>et précise également les modalités</w:t>
      </w:r>
      <w:r w:rsidR="00716953">
        <w:t> :</w:t>
      </w:r>
    </w:p>
    <w:p w14:paraId="649D098A" w14:textId="46A6AC10" w:rsidR="004A4E82" w:rsidRDefault="00E43DE4" w:rsidP="008A7015">
      <w:pPr>
        <w:pStyle w:val="Paragraphedeliste"/>
        <w:numPr>
          <w:ilvl w:val="0"/>
          <w:numId w:val="29"/>
        </w:numPr>
        <w:spacing w:before="100" w:beforeAutospacing="1" w:after="100" w:afterAutospacing="1"/>
      </w:pPr>
      <w:proofErr w:type="gramStart"/>
      <w:r w:rsidRPr="00E43DE4">
        <w:t>de</w:t>
      </w:r>
      <w:proofErr w:type="gramEnd"/>
      <w:r w:rsidRPr="00E43DE4">
        <w:t xml:space="preserve"> création en masse</w:t>
      </w:r>
      <w:r w:rsidR="00716953">
        <w:t xml:space="preserve"> des cartes</w:t>
      </w:r>
      <w:r w:rsidRPr="00E43DE4">
        <w:t xml:space="preserve"> en cours d'exécution</w:t>
      </w:r>
      <w:r w:rsidR="00250B96">
        <w:t xml:space="preserve"> du marché</w:t>
      </w:r>
      <w:r w:rsidRPr="00E43DE4">
        <w:t>,</w:t>
      </w:r>
    </w:p>
    <w:p w14:paraId="1B9E6E20" w14:textId="6D043FA6" w:rsidR="00716953" w:rsidRDefault="00716953" w:rsidP="008A7015">
      <w:pPr>
        <w:pStyle w:val="Paragraphedeliste"/>
        <w:numPr>
          <w:ilvl w:val="0"/>
          <w:numId w:val="29"/>
        </w:numPr>
        <w:spacing w:before="100" w:beforeAutospacing="1" w:after="100" w:afterAutospacing="1"/>
      </w:pPr>
      <w:bookmarkStart w:id="2" w:name="_Hlk201568491"/>
      <w:proofErr w:type="gramStart"/>
      <w:r>
        <w:t>des</w:t>
      </w:r>
      <w:proofErr w:type="gramEnd"/>
      <w:r>
        <w:t xml:space="preserve"> éventuelles conditions d’embossage des cartes pour inscrire le nom du porteur,</w:t>
      </w:r>
      <w:bookmarkEnd w:id="2"/>
    </w:p>
    <w:p w14:paraId="570AB186" w14:textId="767BD282" w:rsidR="00B93D22" w:rsidRDefault="00B93D22" w:rsidP="008A7015">
      <w:pPr>
        <w:pStyle w:val="Paragraphedeliste"/>
        <w:numPr>
          <w:ilvl w:val="0"/>
          <w:numId w:val="29"/>
        </w:numPr>
        <w:spacing w:before="100" w:beforeAutospacing="1" w:after="100" w:afterAutospacing="1"/>
      </w:pPr>
      <w:proofErr w:type="gramStart"/>
      <w:r>
        <w:t>de</w:t>
      </w:r>
      <w:proofErr w:type="gramEnd"/>
      <w:r>
        <w:t xml:space="preserve"> transmission du code confidentiel au porteur de carte,</w:t>
      </w:r>
    </w:p>
    <w:p w14:paraId="26227B40" w14:textId="4FB4C2AB" w:rsidR="00E43DE4" w:rsidRPr="00E43DE4" w:rsidRDefault="00E43DE4" w:rsidP="008A7015">
      <w:pPr>
        <w:pStyle w:val="Paragraphedeliste"/>
        <w:numPr>
          <w:ilvl w:val="0"/>
          <w:numId w:val="29"/>
        </w:numPr>
        <w:spacing w:before="100" w:beforeAutospacing="1" w:after="100" w:afterAutospacing="1"/>
      </w:pPr>
      <w:bookmarkStart w:id="3" w:name="_Hlk201567260"/>
      <w:proofErr w:type="gramStart"/>
      <w:r w:rsidRPr="00E43DE4">
        <w:t>de</w:t>
      </w:r>
      <w:proofErr w:type="gramEnd"/>
      <w:r w:rsidRPr="00E43DE4">
        <w:t xml:space="preserve"> renouvellement (sans interruption de service),</w:t>
      </w:r>
    </w:p>
    <w:p w14:paraId="76FCF5D3" w14:textId="0323B968" w:rsidR="00E43DE4" w:rsidRDefault="00E43DE4" w:rsidP="008A7015">
      <w:pPr>
        <w:numPr>
          <w:ilvl w:val="0"/>
          <w:numId w:val="29"/>
        </w:numPr>
        <w:spacing w:before="100" w:beforeAutospacing="1" w:after="100" w:afterAutospacing="1"/>
      </w:pPr>
      <w:bookmarkStart w:id="4" w:name="_Hlk201567294"/>
      <w:bookmarkEnd w:id="3"/>
      <w:proofErr w:type="gramStart"/>
      <w:r w:rsidRPr="00E43DE4">
        <w:t>d</w:t>
      </w:r>
      <w:proofErr w:type="gramEnd"/>
      <w:r w:rsidR="00DC4616">
        <w:t xml:space="preserve">‘annulation </w:t>
      </w:r>
      <w:r w:rsidRPr="00E43DE4">
        <w:t>ou de suspension temporaire d'une carte.</w:t>
      </w:r>
    </w:p>
    <w:bookmarkEnd w:id="4"/>
    <w:p w14:paraId="5818E5EF" w14:textId="1A9AD9CB" w:rsidR="000E118F" w:rsidRPr="00AA70D3" w:rsidRDefault="000E118F" w:rsidP="008A7015">
      <w:pPr>
        <w:rPr>
          <w:b/>
          <w:bCs/>
        </w:rPr>
      </w:pPr>
      <w:r>
        <w:rPr>
          <w:b/>
          <w:bCs/>
        </w:rPr>
        <w:lastRenderedPageBreak/>
        <w:t>Mise en o</w:t>
      </w:r>
      <w:r w:rsidRPr="00AA70D3">
        <w:rPr>
          <w:b/>
          <w:bCs/>
        </w:rPr>
        <w:t xml:space="preserve">pposition </w:t>
      </w:r>
      <w:r>
        <w:rPr>
          <w:b/>
          <w:bCs/>
        </w:rPr>
        <w:t>d’une carte</w:t>
      </w:r>
      <w:r w:rsidRPr="00AA70D3">
        <w:rPr>
          <w:b/>
          <w:bCs/>
        </w:rPr>
        <w:t xml:space="preserve"> :</w:t>
      </w:r>
    </w:p>
    <w:p w14:paraId="4E39E70D" w14:textId="77777777" w:rsidR="000E118F" w:rsidRDefault="000E118F" w:rsidP="008A7015">
      <w:pPr>
        <w:rPr>
          <w:iCs/>
        </w:rPr>
      </w:pPr>
      <w:r w:rsidRPr="00AA70D3">
        <w:rPr>
          <w:iCs/>
        </w:rPr>
        <w:t xml:space="preserve">Le candidat décrit les modalités d’opposition </w:t>
      </w:r>
      <w:r>
        <w:rPr>
          <w:iCs/>
        </w:rPr>
        <w:t>disponibles. Il précise de plus</w:t>
      </w:r>
      <w:r w:rsidRPr="00AA70D3">
        <w:rPr>
          <w:iCs/>
        </w:rPr>
        <w:t xml:space="preserve"> :</w:t>
      </w:r>
    </w:p>
    <w:p w14:paraId="1E61C6C6" w14:textId="77777777" w:rsidR="000E118F" w:rsidRPr="00E43DE4" w:rsidRDefault="000E118F" w:rsidP="008A7015">
      <w:pPr>
        <w:pStyle w:val="Paragraphedeliste"/>
        <w:numPr>
          <w:ilvl w:val="0"/>
          <w:numId w:val="28"/>
        </w:numPr>
        <w:spacing w:before="100" w:beforeAutospacing="1" w:after="100" w:afterAutospacing="1"/>
      </w:pPr>
      <w:proofErr w:type="gramStart"/>
      <w:r w:rsidRPr="00E43DE4">
        <w:t>les</w:t>
      </w:r>
      <w:proofErr w:type="gramEnd"/>
      <w:r w:rsidRPr="00E43DE4">
        <w:t xml:space="preserve"> délais de traitement des demandes d’opposition,</w:t>
      </w:r>
    </w:p>
    <w:p w14:paraId="281366BC" w14:textId="77777777" w:rsidR="000E118F" w:rsidRPr="00E43DE4" w:rsidRDefault="000E118F" w:rsidP="008A7015">
      <w:pPr>
        <w:pStyle w:val="Paragraphedeliste"/>
        <w:numPr>
          <w:ilvl w:val="0"/>
          <w:numId w:val="28"/>
        </w:numPr>
        <w:spacing w:before="100" w:beforeAutospacing="1" w:after="100" w:afterAutospacing="1"/>
      </w:pPr>
      <w:proofErr w:type="gramStart"/>
      <w:r w:rsidRPr="00E43DE4">
        <w:t>la</w:t>
      </w:r>
      <w:proofErr w:type="gramEnd"/>
      <w:r w:rsidRPr="00E43DE4">
        <w:t xml:space="preserve"> traçabilité des opérations,</w:t>
      </w:r>
    </w:p>
    <w:p w14:paraId="0B58F4BF" w14:textId="77777777" w:rsidR="000E118F" w:rsidRDefault="000E118F" w:rsidP="009C523B">
      <w:pPr>
        <w:pStyle w:val="Paragraphedeliste"/>
        <w:numPr>
          <w:ilvl w:val="0"/>
          <w:numId w:val="28"/>
        </w:numPr>
        <w:spacing w:before="100" w:beforeAutospacing="1" w:after="0"/>
      </w:pPr>
      <w:proofErr w:type="gramStart"/>
      <w:r w:rsidRPr="00E43DE4">
        <w:t>la</w:t>
      </w:r>
      <w:proofErr w:type="gramEnd"/>
      <w:r w:rsidRPr="00E43DE4">
        <w:t xml:space="preserve"> confirmation systématique auprès des gestionnaires INRAE</w:t>
      </w:r>
      <w:r>
        <w:t>.</w:t>
      </w:r>
    </w:p>
    <w:p w14:paraId="3CC05F1E" w14:textId="77777777" w:rsidR="008A7015" w:rsidRDefault="008A7015" w:rsidP="008A7015">
      <w:pPr>
        <w:rPr>
          <w:b/>
          <w:bCs/>
        </w:rPr>
      </w:pPr>
    </w:p>
    <w:p w14:paraId="7B8500A4" w14:textId="7E1D1520" w:rsidR="00E43DE4" w:rsidRPr="0031537F" w:rsidRDefault="00E43DE4" w:rsidP="008A7015">
      <w:pPr>
        <w:rPr>
          <w:b/>
          <w:bCs/>
        </w:rPr>
      </w:pPr>
      <w:r w:rsidRPr="0031537F">
        <w:rPr>
          <w:b/>
          <w:bCs/>
        </w:rPr>
        <w:t>Traitement des litiges et réclamations</w:t>
      </w:r>
      <w:r w:rsidR="0031537F">
        <w:rPr>
          <w:b/>
          <w:bCs/>
        </w:rPr>
        <w:t> :</w:t>
      </w:r>
    </w:p>
    <w:p w14:paraId="38769368" w14:textId="77777777" w:rsidR="00E43DE4" w:rsidRPr="00E43DE4" w:rsidRDefault="00E43DE4" w:rsidP="008A7015">
      <w:pPr>
        <w:pStyle w:val="NormalWeb"/>
        <w:jc w:val="both"/>
        <w:rPr>
          <w:rFonts w:ascii="AvenirNext LT Pro Cn" w:eastAsiaTheme="minorHAnsi" w:hAnsi="AvenirNext LT Pro Cn" w:cstheme="minorBidi"/>
          <w:sz w:val="22"/>
          <w:szCs w:val="22"/>
          <w:lang w:eastAsia="en-US"/>
        </w:rPr>
      </w:pPr>
      <w:r w:rsidRPr="00E43DE4">
        <w:rPr>
          <w:rFonts w:ascii="AvenirNext LT Pro Cn" w:eastAsiaTheme="minorHAnsi" w:hAnsi="AvenirNext LT Pro Cn" w:cstheme="minorBidi"/>
          <w:sz w:val="22"/>
          <w:szCs w:val="22"/>
          <w:lang w:eastAsia="en-US"/>
        </w:rPr>
        <w:t>Le candidat explicite le processus de gestion des litiges, en particulier :</w:t>
      </w:r>
    </w:p>
    <w:p w14:paraId="3801D220" w14:textId="4C7DD546" w:rsidR="00E43DE4" w:rsidRPr="00E43DE4" w:rsidRDefault="00E43DE4" w:rsidP="008A7015">
      <w:pPr>
        <w:pStyle w:val="NormalWeb"/>
        <w:numPr>
          <w:ilvl w:val="0"/>
          <w:numId w:val="30"/>
        </w:numPr>
        <w:jc w:val="both"/>
        <w:rPr>
          <w:rFonts w:ascii="AvenirNext LT Pro Cn" w:eastAsiaTheme="minorHAnsi" w:hAnsi="AvenirNext LT Pro Cn" w:cstheme="minorBidi"/>
          <w:sz w:val="22"/>
          <w:szCs w:val="22"/>
          <w:lang w:eastAsia="en-US"/>
        </w:rPr>
      </w:pPr>
      <w:proofErr w:type="gramStart"/>
      <w:r w:rsidRPr="00E43DE4">
        <w:rPr>
          <w:rFonts w:ascii="AvenirNext LT Pro Cn" w:eastAsiaTheme="minorHAnsi" w:hAnsi="AvenirNext LT Pro Cn" w:cstheme="minorBidi"/>
          <w:sz w:val="22"/>
          <w:szCs w:val="22"/>
          <w:lang w:eastAsia="en-US"/>
        </w:rPr>
        <w:t>les</w:t>
      </w:r>
      <w:proofErr w:type="gramEnd"/>
      <w:r w:rsidRPr="00E43DE4">
        <w:rPr>
          <w:rFonts w:ascii="AvenirNext LT Pro Cn" w:eastAsiaTheme="minorHAnsi" w:hAnsi="AvenirNext LT Pro Cn" w:cstheme="minorBidi"/>
          <w:sz w:val="22"/>
          <w:szCs w:val="22"/>
          <w:lang w:eastAsia="en-US"/>
        </w:rPr>
        <w:t xml:space="preserve"> modalités de déclaration et de suivi d’un litige par un porteur ou gestionnaire</w:t>
      </w:r>
      <w:r w:rsidR="00A41C6E">
        <w:rPr>
          <w:rFonts w:ascii="AvenirNext LT Pro Cn" w:eastAsiaTheme="minorHAnsi" w:hAnsi="AvenirNext LT Pro Cn" w:cstheme="minorBidi"/>
          <w:sz w:val="22"/>
          <w:szCs w:val="22"/>
          <w:lang w:eastAsia="en-US"/>
        </w:rPr>
        <w:t xml:space="preserve"> (t</w:t>
      </w:r>
      <w:r w:rsidR="00A41C6E" w:rsidRPr="00A41C6E">
        <w:rPr>
          <w:rFonts w:ascii="AvenirNext LT Pro Cn" w:eastAsiaTheme="minorHAnsi" w:hAnsi="AvenirNext LT Pro Cn" w:cstheme="minorBidi"/>
          <w:sz w:val="22"/>
          <w:szCs w:val="22"/>
          <w:lang w:eastAsia="en-US"/>
        </w:rPr>
        <w:t>raçabilité</w:t>
      </w:r>
      <w:r w:rsidR="00A41C6E">
        <w:rPr>
          <w:rFonts w:ascii="AvenirNext LT Pro Cn" w:eastAsiaTheme="minorHAnsi" w:hAnsi="AvenirNext LT Pro Cn" w:cstheme="minorBidi"/>
          <w:sz w:val="22"/>
          <w:szCs w:val="22"/>
          <w:lang w:eastAsia="en-US"/>
        </w:rPr>
        <w:t>, AR…) ;</w:t>
      </w:r>
    </w:p>
    <w:p w14:paraId="4335320B" w14:textId="3B0DCA5B" w:rsidR="0031537F" w:rsidRDefault="00E43DE4" w:rsidP="009C523B">
      <w:pPr>
        <w:pStyle w:val="NormalWeb"/>
        <w:numPr>
          <w:ilvl w:val="0"/>
          <w:numId w:val="30"/>
        </w:numPr>
        <w:spacing w:after="0" w:afterAutospacing="0"/>
        <w:jc w:val="both"/>
        <w:rPr>
          <w:rFonts w:ascii="AvenirNext LT Pro Cn" w:eastAsiaTheme="minorHAnsi" w:hAnsi="AvenirNext LT Pro Cn" w:cstheme="minorBidi"/>
          <w:sz w:val="22"/>
          <w:szCs w:val="22"/>
          <w:lang w:eastAsia="en-US"/>
        </w:rPr>
      </w:pPr>
      <w:proofErr w:type="gramStart"/>
      <w:r w:rsidRPr="00E43DE4">
        <w:rPr>
          <w:rFonts w:ascii="AvenirNext LT Pro Cn" w:eastAsiaTheme="minorHAnsi" w:hAnsi="AvenirNext LT Pro Cn" w:cstheme="minorBidi"/>
          <w:sz w:val="22"/>
          <w:szCs w:val="22"/>
          <w:lang w:eastAsia="en-US"/>
        </w:rPr>
        <w:t>les</w:t>
      </w:r>
      <w:proofErr w:type="gramEnd"/>
      <w:r w:rsidRPr="00E43DE4">
        <w:rPr>
          <w:rFonts w:ascii="AvenirNext LT Pro Cn" w:eastAsiaTheme="minorHAnsi" w:hAnsi="AvenirNext LT Pro Cn" w:cstheme="minorBidi"/>
          <w:sz w:val="22"/>
          <w:szCs w:val="22"/>
          <w:lang w:eastAsia="en-US"/>
        </w:rPr>
        <w:t xml:space="preserve"> </w:t>
      </w:r>
      <w:r w:rsidR="00716953">
        <w:rPr>
          <w:rFonts w:ascii="AvenirNext LT Pro Cn" w:eastAsiaTheme="minorHAnsi" w:hAnsi="AvenirNext LT Pro Cn" w:cstheme="minorBidi"/>
          <w:sz w:val="22"/>
          <w:szCs w:val="22"/>
          <w:lang w:eastAsia="en-US"/>
        </w:rPr>
        <w:t>modalités</w:t>
      </w:r>
      <w:r w:rsidRPr="00E43DE4">
        <w:rPr>
          <w:rFonts w:ascii="AvenirNext LT Pro Cn" w:eastAsiaTheme="minorHAnsi" w:hAnsi="AvenirNext LT Pro Cn" w:cstheme="minorBidi"/>
          <w:sz w:val="22"/>
          <w:szCs w:val="22"/>
          <w:lang w:eastAsia="en-US"/>
        </w:rPr>
        <w:t xml:space="preserve"> d’instruction d’une contestation (</w:t>
      </w:r>
      <w:r w:rsidR="00716953">
        <w:rPr>
          <w:rFonts w:ascii="AvenirNext LT Pro Cn" w:eastAsiaTheme="minorHAnsi" w:hAnsi="AvenirNext LT Pro Cn" w:cstheme="minorBidi"/>
          <w:sz w:val="22"/>
          <w:szCs w:val="22"/>
          <w:lang w:eastAsia="en-US"/>
        </w:rPr>
        <w:t>délais maximum :</w:t>
      </w:r>
      <w:r w:rsidR="008A7015">
        <w:rPr>
          <w:rFonts w:ascii="AvenirNext LT Pro Cn" w:eastAsiaTheme="minorHAnsi" w:hAnsi="AvenirNext LT Pro Cn" w:cstheme="minorBidi"/>
          <w:sz w:val="22"/>
          <w:szCs w:val="22"/>
          <w:lang w:eastAsia="en-US"/>
        </w:rPr>
        <w:t xml:space="preserve"> </w:t>
      </w:r>
      <w:r w:rsidRPr="00E43DE4">
        <w:rPr>
          <w:rFonts w:ascii="AvenirNext LT Pro Cn" w:eastAsiaTheme="minorHAnsi" w:hAnsi="AvenirNext LT Pro Cn" w:cstheme="minorBidi"/>
          <w:sz w:val="22"/>
          <w:szCs w:val="22"/>
          <w:lang w:eastAsia="en-US"/>
        </w:rPr>
        <w:t>1ère réponse sous 15 jours ouvrés, résolution sous 2 mois</w:t>
      </w:r>
      <w:r w:rsidR="00A41C6E">
        <w:rPr>
          <w:rFonts w:ascii="AvenirNext LT Pro Cn" w:eastAsiaTheme="minorHAnsi" w:hAnsi="AvenirNext LT Pro Cn" w:cstheme="minorBidi"/>
          <w:sz w:val="22"/>
          <w:szCs w:val="22"/>
          <w:lang w:eastAsia="en-US"/>
        </w:rPr>
        <w:t>).</w:t>
      </w:r>
    </w:p>
    <w:p w14:paraId="740F6170" w14:textId="67B176B4" w:rsidR="00A75DB8" w:rsidRPr="00A41C6E" w:rsidRDefault="009C523B" w:rsidP="009C523B">
      <w:pPr>
        <w:pStyle w:val="NormalWeb"/>
        <w:tabs>
          <w:tab w:val="left" w:pos="1236"/>
        </w:tabs>
        <w:spacing w:after="0" w:afterAutospacing="0"/>
        <w:jc w:val="both"/>
        <w:rPr>
          <w:rFonts w:ascii="AvenirNext LT Pro Cn" w:eastAsiaTheme="minorHAnsi" w:hAnsi="AvenirNext LT Pro Cn" w:cstheme="minorBidi"/>
          <w:sz w:val="22"/>
          <w:szCs w:val="22"/>
          <w:lang w:eastAsia="en-US"/>
        </w:rPr>
      </w:pPr>
      <w:r>
        <w:rPr>
          <w:rFonts w:ascii="AvenirNext LT Pro Cn" w:eastAsiaTheme="minorHAnsi" w:hAnsi="AvenirNext LT Pro Cn" w:cstheme="minorBidi"/>
          <w:sz w:val="22"/>
          <w:szCs w:val="22"/>
          <w:lang w:eastAsia="en-US"/>
        </w:rPr>
        <w:tab/>
      </w:r>
    </w:p>
    <w:p w14:paraId="6D67E41E" w14:textId="45A74EE8" w:rsidR="009C523B" w:rsidRDefault="00E43DE4" w:rsidP="008A7015">
      <w:pPr>
        <w:spacing w:before="100" w:beforeAutospacing="1" w:after="100" w:afterAutospacing="1"/>
        <w:rPr>
          <w:b/>
          <w:bCs/>
        </w:rPr>
      </w:pPr>
      <w:r w:rsidRPr="00E43DE4">
        <w:rPr>
          <w:b/>
          <w:bCs/>
        </w:rPr>
        <w:t>Assurances et garanties</w:t>
      </w:r>
      <w:r w:rsidR="0031537F">
        <w:rPr>
          <w:b/>
          <w:bCs/>
        </w:rPr>
        <w:t> :</w:t>
      </w:r>
    </w:p>
    <w:p w14:paraId="419E5957" w14:textId="099E9A5C" w:rsidR="00CD6AC3" w:rsidRDefault="00E43DE4" w:rsidP="009C523B">
      <w:pPr>
        <w:spacing w:before="100" w:beforeAutospacing="1" w:after="0"/>
      </w:pPr>
      <w:r>
        <w:t>L’offre inclut une description des conditions générales et des</w:t>
      </w:r>
      <w:r w:rsidR="003B4C7D">
        <w:t xml:space="preserve"> éventuelles</w:t>
      </w:r>
      <w:r>
        <w:t xml:space="preserve"> assurances liées à la carte achat. Le candidat détaille les garanties proposées, les plafonds d’indemnisation, les exclusions éventuelles, ainsi que les modalités de </w:t>
      </w:r>
      <w:r w:rsidR="003B4C7D">
        <w:t>mise en œuvre de l’assurance</w:t>
      </w:r>
      <w:r>
        <w:t>.</w:t>
      </w:r>
    </w:p>
    <w:p w14:paraId="2494780A" w14:textId="77777777" w:rsidR="009C523B" w:rsidRPr="00CD6AC3" w:rsidRDefault="009C523B" w:rsidP="008A7015">
      <w:pPr>
        <w:spacing w:before="100" w:beforeAutospacing="1" w:after="100" w:afterAutospacing="1"/>
      </w:pPr>
    </w:p>
    <w:p w14:paraId="02DD3124" w14:textId="77777777" w:rsidR="00A32BF3" w:rsidRDefault="00A32BF3" w:rsidP="00A32BF3">
      <w:pPr>
        <w:rPr>
          <w:b/>
          <w:bCs/>
        </w:rPr>
      </w:pPr>
      <w:r w:rsidRPr="003C5B07">
        <w:rPr>
          <w:b/>
          <w:bCs/>
        </w:rPr>
        <w:t xml:space="preserve">SLA du marché : </w:t>
      </w:r>
    </w:p>
    <w:p w14:paraId="7AB2F4D6" w14:textId="77777777" w:rsidR="00A32BF3" w:rsidRDefault="00A32BF3" w:rsidP="00A32BF3">
      <w:pPr>
        <w:rPr>
          <w:b/>
          <w:bCs/>
        </w:rPr>
      </w:pPr>
      <w:r>
        <w:t>Le tableau ci-dessous recense les délais contractuels et l’engagement de niveau de service garanti par le candidat. Le candidat ajoute dans le tableau ci-dessous tous les délais qu’il estime nécessaires :</w:t>
      </w:r>
    </w:p>
    <w:tbl>
      <w:tblPr>
        <w:tblStyle w:val="Grilledutableau"/>
        <w:tblpPr w:leftFromText="141" w:rightFromText="141" w:vertAnchor="text" w:horzAnchor="margin" w:tblpX="-998" w:tblpY="381"/>
        <w:tblW w:w="10792" w:type="dxa"/>
        <w:tblLook w:val="04A0" w:firstRow="1" w:lastRow="0" w:firstColumn="1" w:lastColumn="0" w:noHBand="0" w:noVBand="1"/>
      </w:tblPr>
      <w:tblGrid>
        <w:gridCol w:w="3256"/>
        <w:gridCol w:w="1101"/>
        <w:gridCol w:w="3866"/>
        <w:gridCol w:w="2569"/>
      </w:tblGrid>
      <w:tr w:rsidR="00A32BF3" w14:paraId="136090E9" w14:textId="77777777" w:rsidTr="0073030F">
        <w:trPr>
          <w:trHeight w:val="710"/>
        </w:trPr>
        <w:tc>
          <w:tcPr>
            <w:tcW w:w="3256" w:type="dxa"/>
          </w:tcPr>
          <w:p w14:paraId="3E67AFE1" w14:textId="77777777" w:rsidR="00A32BF3" w:rsidRDefault="00A32BF3" w:rsidP="0073030F">
            <w:pPr>
              <w:jc w:val="left"/>
              <w:rPr>
                <w:b/>
                <w:bCs/>
              </w:rPr>
            </w:pPr>
            <w:r>
              <w:rPr>
                <w:b/>
                <w:bCs/>
              </w:rPr>
              <w:t xml:space="preserve">Prestations concernées </w:t>
            </w:r>
          </w:p>
        </w:tc>
        <w:tc>
          <w:tcPr>
            <w:tcW w:w="1101" w:type="dxa"/>
          </w:tcPr>
          <w:p w14:paraId="2AD31824" w14:textId="77777777" w:rsidR="00A32BF3" w:rsidRDefault="00A32BF3" w:rsidP="0073030F">
            <w:pPr>
              <w:rPr>
                <w:b/>
                <w:bCs/>
              </w:rPr>
            </w:pPr>
            <w:r>
              <w:rPr>
                <w:b/>
                <w:bCs/>
              </w:rPr>
              <w:t>Article CCTP</w:t>
            </w:r>
          </w:p>
        </w:tc>
        <w:tc>
          <w:tcPr>
            <w:tcW w:w="3866" w:type="dxa"/>
          </w:tcPr>
          <w:p w14:paraId="7F51E8E7" w14:textId="77777777" w:rsidR="00A32BF3" w:rsidRDefault="00A32BF3" w:rsidP="0073030F">
            <w:pPr>
              <w:rPr>
                <w:b/>
                <w:bCs/>
              </w:rPr>
            </w:pPr>
            <w:r>
              <w:rPr>
                <w:b/>
                <w:bCs/>
              </w:rPr>
              <w:t>Délais d’exécution minimum ou maximum fixés par INRAE</w:t>
            </w:r>
          </w:p>
        </w:tc>
        <w:tc>
          <w:tcPr>
            <w:tcW w:w="2569" w:type="dxa"/>
          </w:tcPr>
          <w:p w14:paraId="0460DF3B" w14:textId="77777777" w:rsidR="00A32BF3" w:rsidRDefault="00A32BF3" w:rsidP="0073030F">
            <w:pPr>
              <w:rPr>
                <w:b/>
                <w:bCs/>
              </w:rPr>
            </w:pPr>
            <w:r>
              <w:rPr>
                <w:b/>
                <w:bCs/>
              </w:rPr>
              <w:t xml:space="preserve">Délais contractuels auxquels s’engage le candidat </w:t>
            </w:r>
          </w:p>
        </w:tc>
      </w:tr>
      <w:tr w:rsidR="00A32BF3" w14:paraId="11982FBC" w14:textId="77777777" w:rsidTr="0073030F">
        <w:trPr>
          <w:trHeight w:val="461"/>
        </w:trPr>
        <w:tc>
          <w:tcPr>
            <w:tcW w:w="3256" w:type="dxa"/>
          </w:tcPr>
          <w:p w14:paraId="7AA3F024" w14:textId="77777777" w:rsidR="00A32BF3" w:rsidRPr="00574E50" w:rsidRDefault="00A32BF3" w:rsidP="0073030F">
            <w:pPr>
              <w:jc w:val="left"/>
            </w:pPr>
            <w:r w:rsidRPr="00574E50">
              <w:t>Création d'une carte achat</w:t>
            </w:r>
          </w:p>
        </w:tc>
        <w:tc>
          <w:tcPr>
            <w:tcW w:w="1101" w:type="dxa"/>
          </w:tcPr>
          <w:p w14:paraId="7E408970" w14:textId="77777777" w:rsidR="00A32BF3" w:rsidRPr="00574E50" w:rsidRDefault="00A32BF3" w:rsidP="0073030F">
            <w:r w:rsidRPr="00574E50">
              <w:t>4.3.2</w:t>
            </w:r>
          </w:p>
        </w:tc>
        <w:tc>
          <w:tcPr>
            <w:tcW w:w="3866" w:type="dxa"/>
          </w:tcPr>
          <w:p w14:paraId="0CE59157" w14:textId="77777777" w:rsidR="00A32BF3" w:rsidRPr="00574E50" w:rsidRDefault="00A32BF3" w:rsidP="0073030F">
            <w:pPr>
              <w:jc w:val="left"/>
            </w:pPr>
            <w:r w:rsidRPr="00574E50">
              <w:t>10 jours ouvrés</w:t>
            </w:r>
            <w:r>
              <w:t xml:space="preserve"> maximum </w:t>
            </w:r>
            <w:r w:rsidRPr="00574E50">
              <w:t>(hors délai postal)</w:t>
            </w:r>
            <w:r>
              <w:t xml:space="preserve"> </w:t>
            </w:r>
          </w:p>
        </w:tc>
        <w:tc>
          <w:tcPr>
            <w:tcW w:w="2569" w:type="dxa"/>
          </w:tcPr>
          <w:p w14:paraId="5E056FA0" w14:textId="77777777" w:rsidR="00A32BF3" w:rsidRPr="00574E50" w:rsidRDefault="00A32BF3" w:rsidP="0073030F">
            <w:r w:rsidRPr="00574E50">
              <w:t>….</w:t>
            </w:r>
          </w:p>
        </w:tc>
      </w:tr>
      <w:tr w:rsidR="00A32BF3" w14:paraId="2D73FFBA" w14:textId="77777777" w:rsidTr="0073030F">
        <w:trPr>
          <w:trHeight w:val="470"/>
        </w:trPr>
        <w:tc>
          <w:tcPr>
            <w:tcW w:w="3256" w:type="dxa"/>
          </w:tcPr>
          <w:p w14:paraId="166BF446" w14:textId="77777777" w:rsidR="00A32BF3" w:rsidRPr="00574E50" w:rsidRDefault="00A32BF3" w:rsidP="0073030F">
            <w:pPr>
              <w:jc w:val="left"/>
            </w:pPr>
            <w:r w:rsidRPr="00574E50">
              <w:t>Création en masse de cartes</w:t>
            </w:r>
          </w:p>
        </w:tc>
        <w:tc>
          <w:tcPr>
            <w:tcW w:w="1101" w:type="dxa"/>
          </w:tcPr>
          <w:p w14:paraId="4686E504" w14:textId="77777777" w:rsidR="00A32BF3" w:rsidRPr="00574E50" w:rsidRDefault="00A32BF3" w:rsidP="0073030F">
            <w:pPr>
              <w:jc w:val="left"/>
            </w:pPr>
            <w:r w:rsidRPr="00574E50">
              <w:t>4.3.2</w:t>
            </w:r>
          </w:p>
        </w:tc>
        <w:tc>
          <w:tcPr>
            <w:tcW w:w="3866" w:type="dxa"/>
          </w:tcPr>
          <w:p w14:paraId="400C9E26" w14:textId="77777777" w:rsidR="00A32BF3" w:rsidRPr="00574E50" w:rsidRDefault="00A32BF3" w:rsidP="0073030F">
            <w:pPr>
              <w:jc w:val="left"/>
            </w:pPr>
            <w:r w:rsidRPr="00574E50">
              <w:t>À préciser dans l’offre</w:t>
            </w:r>
          </w:p>
        </w:tc>
        <w:tc>
          <w:tcPr>
            <w:tcW w:w="2569" w:type="dxa"/>
          </w:tcPr>
          <w:p w14:paraId="3F1BED86" w14:textId="77777777" w:rsidR="00A32BF3" w:rsidRPr="00574E50" w:rsidRDefault="00A32BF3" w:rsidP="0073030F">
            <w:r w:rsidRPr="00574E50">
              <w:t>….</w:t>
            </w:r>
          </w:p>
        </w:tc>
      </w:tr>
      <w:tr w:rsidR="00A32BF3" w14:paraId="1F2768F1" w14:textId="77777777" w:rsidTr="0073030F">
        <w:trPr>
          <w:trHeight w:val="461"/>
        </w:trPr>
        <w:tc>
          <w:tcPr>
            <w:tcW w:w="3256" w:type="dxa"/>
          </w:tcPr>
          <w:p w14:paraId="56265870" w14:textId="77777777" w:rsidR="00A32BF3" w:rsidRPr="00574E50" w:rsidRDefault="00A32BF3" w:rsidP="0073030F">
            <w:pPr>
              <w:spacing w:before="0" w:after="0"/>
              <w:jc w:val="left"/>
            </w:pPr>
            <w:r w:rsidRPr="00574E50">
              <w:t xml:space="preserve">Renouvellement de carte </w:t>
            </w:r>
          </w:p>
        </w:tc>
        <w:tc>
          <w:tcPr>
            <w:tcW w:w="1101" w:type="dxa"/>
          </w:tcPr>
          <w:p w14:paraId="181BA0AC" w14:textId="77777777" w:rsidR="00A32BF3" w:rsidRPr="00574E50" w:rsidRDefault="00A32BF3" w:rsidP="0073030F">
            <w:r w:rsidRPr="00574E50">
              <w:t>4.3.2</w:t>
            </w:r>
          </w:p>
        </w:tc>
        <w:tc>
          <w:tcPr>
            <w:tcW w:w="3866" w:type="dxa"/>
          </w:tcPr>
          <w:p w14:paraId="76EFB41B" w14:textId="77777777" w:rsidR="00A32BF3" w:rsidRPr="00574E50" w:rsidRDefault="00A32BF3" w:rsidP="0073030F">
            <w:pPr>
              <w:jc w:val="left"/>
            </w:pPr>
            <w:r w:rsidRPr="00574E50">
              <w:t>Sans interruption de service</w:t>
            </w:r>
          </w:p>
        </w:tc>
        <w:tc>
          <w:tcPr>
            <w:tcW w:w="2569" w:type="dxa"/>
          </w:tcPr>
          <w:p w14:paraId="64DD76E7" w14:textId="77777777" w:rsidR="00A32BF3" w:rsidRPr="00574E50" w:rsidRDefault="00A32BF3" w:rsidP="0073030F">
            <w:r w:rsidRPr="00574E50">
              <w:t>….</w:t>
            </w:r>
          </w:p>
        </w:tc>
      </w:tr>
      <w:tr w:rsidR="00A32BF3" w14:paraId="09DFB9A9" w14:textId="77777777" w:rsidTr="0073030F">
        <w:trPr>
          <w:trHeight w:val="461"/>
        </w:trPr>
        <w:tc>
          <w:tcPr>
            <w:tcW w:w="3256" w:type="dxa"/>
          </w:tcPr>
          <w:p w14:paraId="45F1A40A" w14:textId="77777777" w:rsidR="00A32BF3" w:rsidRPr="00574E50" w:rsidRDefault="00A32BF3" w:rsidP="0073030F">
            <w:r w:rsidRPr="00574E50">
              <w:t>Première réponse à une contestation (litige)</w:t>
            </w:r>
          </w:p>
        </w:tc>
        <w:tc>
          <w:tcPr>
            <w:tcW w:w="1101" w:type="dxa"/>
          </w:tcPr>
          <w:p w14:paraId="622F0034" w14:textId="77777777" w:rsidR="00A32BF3" w:rsidRPr="00574E50" w:rsidRDefault="00A32BF3" w:rsidP="0073030F">
            <w:r w:rsidRPr="00574E50">
              <w:t>6.1.4</w:t>
            </w:r>
          </w:p>
        </w:tc>
        <w:tc>
          <w:tcPr>
            <w:tcW w:w="3866" w:type="dxa"/>
          </w:tcPr>
          <w:p w14:paraId="4027AC4C" w14:textId="77777777" w:rsidR="00A32BF3" w:rsidRPr="00574E50" w:rsidRDefault="00A32BF3" w:rsidP="0073030F">
            <w:r w:rsidRPr="00574E50">
              <w:t>15 jours ouvrés</w:t>
            </w:r>
            <w:r>
              <w:t xml:space="preserve"> maximum  </w:t>
            </w:r>
          </w:p>
        </w:tc>
        <w:tc>
          <w:tcPr>
            <w:tcW w:w="2569" w:type="dxa"/>
          </w:tcPr>
          <w:p w14:paraId="4D09BE8B" w14:textId="77777777" w:rsidR="00A32BF3" w:rsidRPr="00574E50" w:rsidRDefault="00A32BF3" w:rsidP="0073030F">
            <w:r>
              <w:t>…..</w:t>
            </w:r>
          </w:p>
        </w:tc>
      </w:tr>
      <w:tr w:rsidR="00A32BF3" w14:paraId="46B59EFB" w14:textId="77777777" w:rsidTr="0073030F">
        <w:trPr>
          <w:trHeight w:val="461"/>
        </w:trPr>
        <w:tc>
          <w:tcPr>
            <w:tcW w:w="3256" w:type="dxa"/>
          </w:tcPr>
          <w:p w14:paraId="66E22FBB" w14:textId="77777777" w:rsidR="00A32BF3" w:rsidRPr="00574E50" w:rsidRDefault="00A32BF3" w:rsidP="0073030F">
            <w:r w:rsidRPr="00574E50">
              <w:t>Résolution d’un litige</w:t>
            </w:r>
          </w:p>
        </w:tc>
        <w:tc>
          <w:tcPr>
            <w:tcW w:w="1101" w:type="dxa"/>
          </w:tcPr>
          <w:p w14:paraId="0E4E00A3" w14:textId="77777777" w:rsidR="00A32BF3" w:rsidRPr="00574E50" w:rsidRDefault="00A32BF3" w:rsidP="0073030F">
            <w:r w:rsidRPr="00574E50">
              <w:t>6.1.4</w:t>
            </w:r>
          </w:p>
        </w:tc>
        <w:tc>
          <w:tcPr>
            <w:tcW w:w="3866" w:type="dxa"/>
          </w:tcPr>
          <w:p w14:paraId="617B2FAD" w14:textId="77777777" w:rsidR="00A32BF3" w:rsidRPr="00574E50" w:rsidRDefault="00A32BF3" w:rsidP="0073030F">
            <w:r w:rsidRPr="00574E50">
              <w:t>2 mois maximum</w:t>
            </w:r>
          </w:p>
        </w:tc>
        <w:tc>
          <w:tcPr>
            <w:tcW w:w="2569" w:type="dxa"/>
          </w:tcPr>
          <w:p w14:paraId="4DE0DE1B" w14:textId="77777777" w:rsidR="00A32BF3" w:rsidRPr="00574E50" w:rsidRDefault="00A32BF3" w:rsidP="0073030F">
            <w:r>
              <w:t>….</w:t>
            </w:r>
          </w:p>
        </w:tc>
      </w:tr>
      <w:tr w:rsidR="00A32BF3" w14:paraId="2DE5534A" w14:textId="77777777" w:rsidTr="0073030F">
        <w:trPr>
          <w:trHeight w:val="461"/>
        </w:trPr>
        <w:tc>
          <w:tcPr>
            <w:tcW w:w="3256" w:type="dxa"/>
          </w:tcPr>
          <w:p w14:paraId="40A0CF9C" w14:textId="77777777" w:rsidR="00A32BF3" w:rsidRPr="008D2CB5" w:rsidRDefault="00A32BF3" w:rsidP="0073030F">
            <w:pPr>
              <w:jc w:val="left"/>
            </w:pPr>
            <w:r w:rsidRPr="008D2CB5">
              <w:t>Fourniture du rétroplanning de déploiement</w:t>
            </w:r>
          </w:p>
        </w:tc>
        <w:tc>
          <w:tcPr>
            <w:tcW w:w="1101" w:type="dxa"/>
          </w:tcPr>
          <w:p w14:paraId="744977FF" w14:textId="77777777" w:rsidR="00A32BF3" w:rsidRPr="008D2CB5" w:rsidRDefault="00A32BF3" w:rsidP="0073030F">
            <w:r w:rsidRPr="008D2CB5">
              <w:t>7.1</w:t>
            </w:r>
          </w:p>
        </w:tc>
        <w:tc>
          <w:tcPr>
            <w:tcW w:w="3866" w:type="dxa"/>
          </w:tcPr>
          <w:p w14:paraId="418D7A28" w14:textId="77777777" w:rsidR="00A32BF3" w:rsidRPr="008D2CB5" w:rsidRDefault="00A32BF3" w:rsidP="0073030F">
            <w:r w:rsidRPr="008D2CB5">
              <w:t>15 jours ouvrés</w:t>
            </w:r>
            <w:r>
              <w:t xml:space="preserve"> maximum</w:t>
            </w:r>
            <w:r w:rsidRPr="008D2CB5">
              <w:t xml:space="preserve"> après la réunion de lancement</w:t>
            </w:r>
          </w:p>
        </w:tc>
        <w:tc>
          <w:tcPr>
            <w:tcW w:w="2569" w:type="dxa"/>
          </w:tcPr>
          <w:p w14:paraId="6B942892" w14:textId="77777777" w:rsidR="00A32BF3" w:rsidRDefault="00A32BF3" w:rsidP="0073030F">
            <w:r>
              <w:t>….</w:t>
            </w:r>
          </w:p>
        </w:tc>
      </w:tr>
      <w:tr w:rsidR="00A32BF3" w14:paraId="4A63068E" w14:textId="77777777" w:rsidTr="0073030F">
        <w:trPr>
          <w:trHeight w:val="461"/>
        </w:trPr>
        <w:tc>
          <w:tcPr>
            <w:tcW w:w="3256" w:type="dxa"/>
          </w:tcPr>
          <w:p w14:paraId="51B9073D" w14:textId="77777777" w:rsidR="00A32BF3" w:rsidRPr="008D2CB5" w:rsidRDefault="00A32BF3" w:rsidP="0073030F">
            <w:r w:rsidRPr="008D2CB5">
              <w:t>Remise du compte rendu du comité contractuel</w:t>
            </w:r>
          </w:p>
        </w:tc>
        <w:tc>
          <w:tcPr>
            <w:tcW w:w="1101" w:type="dxa"/>
          </w:tcPr>
          <w:p w14:paraId="42578255" w14:textId="77777777" w:rsidR="00A32BF3" w:rsidRPr="008D2CB5" w:rsidRDefault="00A32BF3" w:rsidP="0073030F">
            <w:r w:rsidRPr="008D2CB5">
              <w:t>7.4</w:t>
            </w:r>
          </w:p>
        </w:tc>
        <w:tc>
          <w:tcPr>
            <w:tcW w:w="3866" w:type="dxa"/>
          </w:tcPr>
          <w:p w14:paraId="322FC22F" w14:textId="77777777" w:rsidR="00A32BF3" w:rsidRPr="008D2CB5" w:rsidRDefault="00A32BF3" w:rsidP="0073030F">
            <w:r w:rsidRPr="00696D86">
              <w:t>5 jours ouvrés maximum</w:t>
            </w:r>
            <w:r>
              <w:t xml:space="preserve"> </w:t>
            </w:r>
            <w:r w:rsidRPr="008D2CB5">
              <w:t>après tenue du comité</w:t>
            </w:r>
          </w:p>
        </w:tc>
        <w:tc>
          <w:tcPr>
            <w:tcW w:w="2569" w:type="dxa"/>
          </w:tcPr>
          <w:p w14:paraId="6D394D9A" w14:textId="77777777" w:rsidR="00A32BF3" w:rsidRDefault="00A32BF3" w:rsidP="0073030F">
            <w:r>
              <w:t>….</w:t>
            </w:r>
          </w:p>
        </w:tc>
      </w:tr>
    </w:tbl>
    <w:p w14:paraId="53FF47EE" w14:textId="77777777" w:rsidR="00A32BF3" w:rsidRDefault="00A32BF3" w:rsidP="00A32BF3">
      <w:pPr>
        <w:rPr>
          <w:i/>
          <w:highlight w:val="yellow"/>
        </w:rPr>
      </w:pPr>
    </w:p>
    <w:p w14:paraId="517DEACA" w14:textId="381A09B0" w:rsidR="00F948CB" w:rsidRDefault="00F948CB" w:rsidP="000223D9">
      <w:pPr>
        <w:pStyle w:val="Titre2"/>
      </w:pPr>
      <w:r w:rsidRPr="00F948CB">
        <w:lastRenderedPageBreak/>
        <w:t xml:space="preserve">Sous critère 3 : Gestion de projet et pilotage </w:t>
      </w:r>
      <w:r w:rsidR="000223D9">
        <w:t xml:space="preserve">(40%) </w:t>
      </w:r>
    </w:p>
    <w:p w14:paraId="59F2825F" w14:textId="77777777" w:rsidR="00AC766F" w:rsidRPr="00AC766F" w:rsidRDefault="00AC766F" w:rsidP="00343B52">
      <w:pPr>
        <w:spacing w:after="0"/>
      </w:pPr>
    </w:p>
    <w:p w14:paraId="62FFC35A" w14:textId="256E7E39" w:rsidR="00DC0856" w:rsidRPr="00DC0856" w:rsidRDefault="00E12869" w:rsidP="00343B52">
      <w:pPr>
        <w:pStyle w:val="NormalWeb"/>
        <w:spacing w:before="0" w:beforeAutospacing="0"/>
        <w:rPr>
          <w:rFonts w:ascii="AvenirNext LT Pro Cn" w:eastAsiaTheme="minorHAnsi" w:hAnsi="AvenirNext LT Pro Cn" w:cstheme="minorBidi"/>
          <w:sz w:val="22"/>
          <w:szCs w:val="22"/>
          <w:lang w:eastAsia="en-US"/>
        </w:rPr>
      </w:pPr>
      <w:r w:rsidRPr="0095423C">
        <w:rPr>
          <w:rFonts w:ascii="AvenirNext LT Pro Cn" w:eastAsiaTheme="minorHAnsi" w:hAnsi="AvenirNext LT Pro Cn" w:cstheme="minorBidi"/>
          <w:sz w:val="22"/>
          <w:szCs w:val="22"/>
          <w:lang w:eastAsia="en-US"/>
        </w:rPr>
        <w:t xml:space="preserve">Le candidat détaille dans cette section les modalités </w:t>
      </w:r>
      <w:r w:rsidR="00DC0856" w:rsidRPr="00DC0856">
        <w:rPr>
          <w:rFonts w:ascii="AvenirNext LT Pro Cn" w:eastAsiaTheme="minorHAnsi" w:hAnsi="AvenirNext LT Pro Cn" w:cstheme="minorBidi"/>
          <w:sz w:val="22"/>
          <w:szCs w:val="22"/>
          <w:lang w:eastAsia="en-US"/>
        </w:rPr>
        <w:t>de pilotage du marché carte achat, depuis la phase de lancement jusqu’au suivi opérationnel</w:t>
      </w:r>
    </w:p>
    <w:p w14:paraId="093BDFD4" w14:textId="4A6C02DB" w:rsidR="00DC0856" w:rsidRPr="00DC0856" w:rsidRDefault="00E12869" w:rsidP="00DC0856">
      <w:pPr>
        <w:pStyle w:val="NormalWeb"/>
        <w:rPr>
          <w:rFonts w:ascii="AvenirNext LT Pro Cn" w:eastAsiaTheme="minorHAnsi" w:hAnsi="AvenirNext LT Pro Cn" w:cstheme="minorBidi"/>
          <w:sz w:val="22"/>
          <w:szCs w:val="22"/>
          <w:lang w:eastAsia="en-US"/>
        </w:rPr>
      </w:pPr>
      <w:r w:rsidRPr="0095423C">
        <w:rPr>
          <w:rFonts w:ascii="AvenirNext LT Pro Cn" w:eastAsiaTheme="minorHAnsi" w:hAnsi="AvenirNext LT Pro Cn" w:cstheme="minorBidi"/>
          <w:sz w:val="22"/>
          <w:szCs w:val="22"/>
          <w:lang w:eastAsia="en-US"/>
        </w:rPr>
        <w:t xml:space="preserve"> Il est attendu que les éléments suivants soient abordés de manière exhaustive :</w:t>
      </w:r>
    </w:p>
    <w:p w14:paraId="2772E714" w14:textId="079E06EF" w:rsidR="004C49F7" w:rsidRDefault="004C49F7" w:rsidP="004C49F7">
      <w:pPr>
        <w:pStyle w:val="Paragraphedeliste"/>
        <w:ind w:left="0"/>
        <w:rPr>
          <w:b/>
        </w:rPr>
      </w:pPr>
      <w:r w:rsidRPr="001872A4">
        <w:rPr>
          <w:b/>
        </w:rPr>
        <w:t xml:space="preserve">Pilotage de la phase de lancement : </w:t>
      </w:r>
    </w:p>
    <w:p w14:paraId="547CA257" w14:textId="77777777" w:rsidR="00343B52" w:rsidRPr="001872A4" w:rsidRDefault="00343B52" w:rsidP="004C49F7">
      <w:pPr>
        <w:pStyle w:val="Paragraphedeliste"/>
        <w:ind w:left="0"/>
        <w:rPr>
          <w:b/>
        </w:rPr>
      </w:pPr>
    </w:p>
    <w:p w14:paraId="7E17A8D4" w14:textId="59D0BA71" w:rsidR="004C49F7" w:rsidRDefault="004C49F7" w:rsidP="004C49F7">
      <w:pPr>
        <w:pStyle w:val="Paragraphedeliste"/>
        <w:ind w:left="0"/>
      </w:pPr>
      <w:r>
        <w:t>Le candidat décrit l’organisation prévisionnelle de la phase de lancement du marché. Il indique un rétroplanning estimatif tenant compte des contraintes posées par le CCTP et des particularités de son offre.</w:t>
      </w:r>
    </w:p>
    <w:p w14:paraId="26857F4E" w14:textId="77777777" w:rsidR="00636E03" w:rsidRDefault="00636E03" w:rsidP="004C49F7">
      <w:pPr>
        <w:pStyle w:val="Paragraphedeliste"/>
        <w:ind w:left="0"/>
      </w:pPr>
    </w:p>
    <w:p w14:paraId="378D6B00" w14:textId="2B20DB30" w:rsidR="00AA7AF4" w:rsidRDefault="00AA7AF4" w:rsidP="004C49F7">
      <w:pPr>
        <w:pStyle w:val="Paragraphedeliste"/>
        <w:ind w:left="0"/>
      </w:pPr>
      <w:r>
        <w:t>Il fournit le CV de l’interlocuteur principal.</w:t>
      </w:r>
    </w:p>
    <w:p w14:paraId="6CB4C08D" w14:textId="3057437B" w:rsidR="004C49F7" w:rsidRDefault="004C49F7" w:rsidP="004C49F7">
      <w:pPr>
        <w:pStyle w:val="Paragraphedeliste"/>
        <w:ind w:left="0"/>
      </w:pPr>
    </w:p>
    <w:p w14:paraId="1EC49B07" w14:textId="6790846A" w:rsidR="006D4876" w:rsidRDefault="00AA7AF4" w:rsidP="004C49F7">
      <w:pPr>
        <w:pStyle w:val="Paragraphedeliste"/>
        <w:ind w:left="0"/>
      </w:pPr>
      <w:r>
        <w:t xml:space="preserve">Il précise également les modalités </w:t>
      </w:r>
      <w:r w:rsidR="00761CDA">
        <w:t>techniques et les informations à fournir pour</w:t>
      </w:r>
      <w:r w:rsidR="00A32BF3">
        <w:t xml:space="preserve"> </w:t>
      </w:r>
      <w:r>
        <w:t xml:space="preserve">: </w:t>
      </w:r>
    </w:p>
    <w:p w14:paraId="5C25AD5C" w14:textId="5657D6A9" w:rsidR="00AA7AF4" w:rsidRDefault="00A32BF3" w:rsidP="00AA7AF4">
      <w:pPr>
        <w:pStyle w:val="Paragraphedeliste"/>
        <w:numPr>
          <w:ilvl w:val="0"/>
          <w:numId w:val="47"/>
        </w:numPr>
      </w:pPr>
      <w:proofErr w:type="gramStart"/>
      <w:r>
        <w:t>la</w:t>
      </w:r>
      <w:proofErr w:type="gramEnd"/>
      <w:r>
        <w:t xml:space="preserve"> création en masse </w:t>
      </w:r>
      <w:r w:rsidR="00AA7AF4">
        <w:t>des cartes ainsi que le délai minimum d’attribution des nouvelles cartes à compter de la date de transmission par les référents nationaux de la liste des porteurs disposant déjà d’une carte active ;</w:t>
      </w:r>
    </w:p>
    <w:p w14:paraId="4479DEE6" w14:textId="36FF10C3" w:rsidR="00AA7AF4" w:rsidRDefault="00A32BF3" w:rsidP="00AA7AF4">
      <w:pPr>
        <w:pStyle w:val="Paragraphedeliste"/>
        <w:numPr>
          <w:ilvl w:val="0"/>
          <w:numId w:val="47"/>
        </w:numPr>
      </w:pPr>
      <w:proofErr w:type="gramStart"/>
      <w:r>
        <w:t>la</w:t>
      </w:r>
      <w:proofErr w:type="gramEnd"/>
      <w:r>
        <w:t xml:space="preserve"> création en masse </w:t>
      </w:r>
      <w:r>
        <w:t xml:space="preserve"> </w:t>
      </w:r>
      <w:r w:rsidR="00AA7AF4">
        <w:t>des comptes utilisateurs (référents nationaux, gestionnaires</w:t>
      </w:r>
      <w:r w:rsidR="00447097">
        <w:t xml:space="preserve">, comptables, </w:t>
      </w:r>
      <w:r w:rsidR="00AA7AF4">
        <w:t>porteurs) dans l’outil de gestion des cartes.</w:t>
      </w:r>
    </w:p>
    <w:p w14:paraId="49981598" w14:textId="559ACE7B" w:rsidR="00AA7AF4" w:rsidRDefault="00AA7AF4" w:rsidP="00AA7AF4">
      <w:pPr>
        <w:spacing w:after="0"/>
      </w:pPr>
    </w:p>
    <w:p w14:paraId="36AF856A" w14:textId="77777777" w:rsidR="00AA7AF4" w:rsidRPr="00EB134F" w:rsidRDefault="00AA7AF4" w:rsidP="00AA7AF4">
      <w:pPr>
        <w:rPr>
          <w:b/>
        </w:rPr>
      </w:pPr>
      <w:r>
        <w:rPr>
          <w:b/>
        </w:rPr>
        <w:t>Formation, assistance à la mise en œuvre et documentation</w:t>
      </w:r>
      <w:r w:rsidRPr="00EB134F">
        <w:rPr>
          <w:b/>
        </w:rPr>
        <w:t xml:space="preserve"> : </w:t>
      </w:r>
    </w:p>
    <w:p w14:paraId="5DCEB223" w14:textId="77777777" w:rsidR="006D4876" w:rsidRDefault="006D4876" w:rsidP="004C49F7">
      <w:pPr>
        <w:pStyle w:val="Paragraphedeliste"/>
        <w:ind w:left="0"/>
      </w:pPr>
    </w:p>
    <w:p w14:paraId="6D4BE505" w14:textId="48A95033" w:rsidR="004C49F7" w:rsidRDefault="00AA7AF4" w:rsidP="004C49F7">
      <w:pPr>
        <w:pStyle w:val="Paragraphedeliste"/>
        <w:ind w:left="0"/>
      </w:pPr>
      <w:r>
        <w:t xml:space="preserve">Le candidat </w:t>
      </w:r>
      <w:r w:rsidR="004C49F7">
        <w:t xml:space="preserve">présente les modalités d’accompagnement d’INRAE (formations, supports, communications…) lors de </w:t>
      </w:r>
      <w:r>
        <w:t>la phase de déploiement des cartes</w:t>
      </w:r>
      <w:r w:rsidR="004C49F7">
        <w:t>.</w:t>
      </w:r>
      <w:r>
        <w:t xml:space="preserve"> </w:t>
      </w:r>
    </w:p>
    <w:p w14:paraId="019BA6AE" w14:textId="0826D178" w:rsidR="00F748E0" w:rsidRDefault="00F748E0" w:rsidP="009C523B">
      <w:pPr>
        <w:spacing w:before="100" w:beforeAutospacing="1" w:after="0"/>
      </w:pPr>
      <w:bookmarkStart w:id="5" w:name="_Hlk201854733"/>
      <w:r>
        <w:t xml:space="preserve">Il </w:t>
      </w:r>
      <w:r w:rsidRPr="00A33463">
        <w:t xml:space="preserve">fournit également un exemple de </w:t>
      </w:r>
      <w:r>
        <w:t>guide dématérialisé</w:t>
      </w:r>
      <w:r w:rsidRPr="00A33463">
        <w:t xml:space="preserve"> </w:t>
      </w:r>
      <w:r>
        <w:t xml:space="preserve">demandé dans le CCTP </w:t>
      </w:r>
      <w:r w:rsidRPr="00A33463">
        <w:t>et précise ses capacités à le personnaliser.</w:t>
      </w:r>
      <w:bookmarkEnd w:id="5"/>
    </w:p>
    <w:p w14:paraId="543E9C5E" w14:textId="2E5E4B8A" w:rsidR="00F748E0" w:rsidRDefault="00F748E0" w:rsidP="009C523B">
      <w:pPr>
        <w:spacing w:before="0" w:after="0"/>
      </w:pPr>
    </w:p>
    <w:p w14:paraId="7284B12A" w14:textId="6F53A4D4" w:rsidR="00A32BF3" w:rsidRPr="00A32BF3" w:rsidRDefault="00A32BF3" w:rsidP="00F748E0">
      <w:pPr>
        <w:spacing w:before="100" w:beforeAutospacing="1" w:after="100" w:afterAutospacing="1"/>
        <w:rPr>
          <w:b/>
        </w:rPr>
      </w:pPr>
      <w:r w:rsidRPr="00A32BF3">
        <w:rPr>
          <w:b/>
        </w:rPr>
        <w:t xml:space="preserve">Indicateurs clés de performance : </w:t>
      </w:r>
    </w:p>
    <w:p w14:paraId="0107DD96" w14:textId="02DF1AF1" w:rsidR="00343B52" w:rsidRPr="00EB134F" w:rsidRDefault="00343B52" w:rsidP="00343B52">
      <w:r w:rsidRPr="00EB134F">
        <w:t>Le candidat indique</w:t>
      </w:r>
      <w:r>
        <w:t xml:space="preserve"> ci-dessous</w:t>
      </w:r>
      <w:r w:rsidRPr="00EB134F">
        <w:t xml:space="preserve"> le</w:t>
      </w:r>
      <w:r>
        <w:t xml:space="preserve">s indicateurs clés de performance </w:t>
      </w:r>
      <w:r w:rsidRPr="00EB134F">
        <w:t>de son offre</w:t>
      </w:r>
      <w:r>
        <w:t xml:space="preserve">. Il </w:t>
      </w:r>
      <w:r w:rsidRPr="00EB134F">
        <w:t>propose</w:t>
      </w:r>
      <w:r>
        <w:t xml:space="preserve"> d’autres </w:t>
      </w:r>
      <w:r w:rsidRPr="00EB134F">
        <w:t>indicateurs</w:t>
      </w:r>
      <w:r>
        <w:t xml:space="preserve"> </w:t>
      </w:r>
      <w:r w:rsidRPr="00EB134F">
        <w:t>auxquels il s’engage</w:t>
      </w:r>
      <w:r>
        <w:t>.</w:t>
      </w:r>
      <w:r w:rsidRPr="00EB134F">
        <w:t xml:space="preserve"> </w:t>
      </w:r>
    </w:p>
    <w:tbl>
      <w:tblPr>
        <w:tblStyle w:val="Grilledutableau"/>
        <w:tblW w:w="0" w:type="auto"/>
        <w:tblLook w:val="04A0" w:firstRow="1" w:lastRow="0" w:firstColumn="1" w:lastColumn="0" w:noHBand="0" w:noVBand="1"/>
      </w:tblPr>
      <w:tblGrid>
        <w:gridCol w:w="3020"/>
        <w:gridCol w:w="3021"/>
        <w:gridCol w:w="3021"/>
      </w:tblGrid>
      <w:tr w:rsidR="00343B52" w14:paraId="521227C1" w14:textId="77777777" w:rsidTr="005244DC">
        <w:tc>
          <w:tcPr>
            <w:tcW w:w="3020" w:type="dxa"/>
          </w:tcPr>
          <w:p w14:paraId="25CC75EC" w14:textId="77777777" w:rsidR="00343B52" w:rsidRDefault="00343B52" w:rsidP="005244DC">
            <w:pPr>
              <w:jc w:val="center"/>
              <w:rPr>
                <w:rFonts w:ascii="Raleway" w:eastAsiaTheme="majorEastAsia" w:hAnsi="Raleway" w:cstheme="majorBidi"/>
                <w:color w:val="00A3A6"/>
                <w:sz w:val="26"/>
                <w:szCs w:val="26"/>
              </w:rPr>
            </w:pPr>
            <w:r w:rsidRPr="00EA127F">
              <w:t>Indicateurs qualité de service</w:t>
            </w:r>
            <w:r>
              <w:rPr>
                <w:rFonts w:ascii="Raleway" w:eastAsiaTheme="majorEastAsia" w:hAnsi="Raleway" w:cstheme="majorBidi"/>
                <w:color w:val="00A3A6"/>
                <w:sz w:val="26"/>
                <w:szCs w:val="26"/>
              </w:rPr>
              <w:t xml:space="preserve"> </w:t>
            </w:r>
          </w:p>
        </w:tc>
        <w:tc>
          <w:tcPr>
            <w:tcW w:w="3021" w:type="dxa"/>
          </w:tcPr>
          <w:p w14:paraId="2FD49B94" w14:textId="77777777" w:rsidR="00343B52" w:rsidRPr="00EA127F" w:rsidRDefault="00343B52" w:rsidP="005244DC">
            <w:pPr>
              <w:jc w:val="center"/>
            </w:pPr>
            <w:r w:rsidRPr="00EA127F">
              <w:t>Niveau souhaité par INRAE</w:t>
            </w:r>
          </w:p>
        </w:tc>
        <w:tc>
          <w:tcPr>
            <w:tcW w:w="3021" w:type="dxa"/>
          </w:tcPr>
          <w:p w14:paraId="0A614EA1" w14:textId="77777777" w:rsidR="00343B52" w:rsidRPr="00EA127F" w:rsidRDefault="00343B52" w:rsidP="005244DC">
            <w:pPr>
              <w:jc w:val="left"/>
            </w:pPr>
            <w:r w:rsidRPr="00EA127F">
              <w:t xml:space="preserve">Niveau auquel s’engage le candidat </w:t>
            </w:r>
          </w:p>
        </w:tc>
      </w:tr>
      <w:tr w:rsidR="00343B52" w14:paraId="460555E9" w14:textId="77777777" w:rsidTr="005244DC">
        <w:tc>
          <w:tcPr>
            <w:tcW w:w="3020" w:type="dxa"/>
          </w:tcPr>
          <w:p w14:paraId="1D8BEE38" w14:textId="77777777" w:rsidR="00343B52" w:rsidRPr="00EA127F" w:rsidRDefault="00343B52" w:rsidP="005244DC">
            <w:r w:rsidRPr="00EA127F">
              <w:t>Respect des SLA</w:t>
            </w:r>
          </w:p>
        </w:tc>
        <w:tc>
          <w:tcPr>
            <w:tcW w:w="3021" w:type="dxa"/>
          </w:tcPr>
          <w:p w14:paraId="1C3EA713" w14:textId="77777777" w:rsidR="00343B52" w:rsidRPr="00EA127F" w:rsidRDefault="00343B52" w:rsidP="005244DC">
            <w:r w:rsidRPr="00EA127F">
              <w:t xml:space="preserve">90% minimum pour chaque délai </w:t>
            </w:r>
          </w:p>
        </w:tc>
        <w:tc>
          <w:tcPr>
            <w:tcW w:w="3021" w:type="dxa"/>
          </w:tcPr>
          <w:p w14:paraId="2A9C3761" w14:textId="77777777" w:rsidR="00343B52" w:rsidRPr="00EA127F" w:rsidRDefault="00343B52" w:rsidP="005244DC">
            <w:r w:rsidRPr="00EA127F">
              <w:t>….</w:t>
            </w:r>
          </w:p>
        </w:tc>
      </w:tr>
      <w:tr w:rsidR="00343B52" w14:paraId="4D9475CE" w14:textId="77777777" w:rsidTr="005244DC">
        <w:tc>
          <w:tcPr>
            <w:tcW w:w="3020" w:type="dxa"/>
          </w:tcPr>
          <w:p w14:paraId="55BDA508" w14:textId="77777777" w:rsidR="00343B52" w:rsidRPr="00EA127F" w:rsidRDefault="00343B52" w:rsidP="005244DC">
            <w:r>
              <w:t>Disponibilité de l’outil</w:t>
            </w:r>
          </w:p>
        </w:tc>
        <w:tc>
          <w:tcPr>
            <w:tcW w:w="3021" w:type="dxa"/>
          </w:tcPr>
          <w:p w14:paraId="6771187E" w14:textId="77777777" w:rsidR="00343B52" w:rsidRPr="00EA127F" w:rsidRDefault="00343B52" w:rsidP="005244DC">
            <w:r>
              <w:t>Taux de 98% minimum</w:t>
            </w:r>
          </w:p>
        </w:tc>
        <w:tc>
          <w:tcPr>
            <w:tcW w:w="3021" w:type="dxa"/>
          </w:tcPr>
          <w:p w14:paraId="78C58BE3" w14:textId="77777777" w:rsidR="00343B52" w:rsidRPr="00EA127F" w:rsidRDefault="00343B52" w:rsidP="005244DC"/>
        </w:tc>
      </w:tr>
      <w:tr w:rsidR="00343B52" w14:paraId="46CA9772" w14:textId="77777777" w:rsidTr="005244DC">
        <w:tc>
          <w:tcPr>
            <w:tcW w:w="3020" w:type="dxa"/>
          </w:tcPr>
          <w:p w14:paraId="537840DE" w14:textId="77777777" w:rsidR="00343B52" w:rsidRPr="00EA127F" w:rsidRDefault="00343B52" w:rsidP="005244DC">
            <w:r>
              <w:t>Satisfaction client</w:t>
            </w:r>
          </w:p>
        </w:tc>
        <w:tc>
          <w:tcPr>
            <w:tcW w:w="3021" w:type="dxa"/>
          </w:tcPr>
          <w:p w14:paraId="475D671B" w14:textId="77777777" w:rsidR="00343B52" w:rsidRPr="00EA127F" w:rsidRDefault="00343B52" w:rsidP="005244DC"/>
        </w:tc>
        <w:tc>
          <w:tcPr>
            <w:tcW w:w="3021" w:type="dxa"/>
          </w:tcPr>
          <w:p w14:paraId="65494435" w14:textId="77777777" w:rsidR="00343B52" w:rsidRPr="00EA127F" w:rsidRDefault="00343B52" w:rsidP="005244DC">
            <w:r>
              <w:t>Méthode de calcul et niveau à définir par le candidat</w:t>
            </w:r>
          </w:p>
        </w:tc>
      </w:tr>
      <w:tr w:rsidR="00343B52" w14:paraId="7DFA2436" w14:textId="77777777" w:rsidTr="005244DC">
        <w:tc>
          <w:tcPr>
            <w:tcW w:w="3020" w:type="dxa"/>
          </w:tcPr>
          <w:p w14:paraId="6520C35C" w14:textId="77777777" w:rsidR="00343B52" w:rsidRPr="00EA127F" w:rsidRDefault="00343B52" w:rsidP="005244DC">
            <w:r>
              <w:t>….</w:t>
            </w:r>
          </w:p>
        </w:tc>
        <w:tc>
          <w:tcPr>
            <w:tcW w:w="3021" w:type="dxa"/>
          </w:tcPr>
          <w:p w14:paraId="34F37D2F" w14:textId="77777777" w:rsidR="00343B52" w:rsidRPr="00EA127F" w:rsidRDefault="00343B52" w:rsidP="005244DC"/>
        </w:tc>
        <w:tc>
          <w:tcPr>
            <w:tcW w:w="3021" w:type="dxa"/>
          </w:tcPr>
          <w:p w14:paraId="7C1648F7" w14:textId="77777777" w:rsidR="00343B52" w:rsidRPr="00EA127F" w:rsidRDefault="00343B52" w:rsidP="005244DC"/>
        </w:tc>
      </w:tr>
    </w:tbl>
    <w:p w14:paraId="004C2ED2" w14:textId="77777777" w:rsidR="00343B52" w:rsidRDefault="00343B52" w:rsidP="00343B52">
      <w:pPr>
        <w:rPr>
          <w:rFonts w:ascii="Raleway" w:eastAsiaTheme="majorEastAsia" w:hAnsi="Raleway" w:cstheme="majorBidi"/>
          <w:color w:val="00A3A6"/>
          <w:sz w:val="26"/>
          <w:szCs w:val="26"/>
        </w:rPr>
      </w:pPr>
    </w:p>
    <w:p w14:paraId="05ACE3DE" w14:textId="77777777" w:rsidR="00343B52" w:rsidRPr="0088058A" w:rsidRDefault="00343B52" w:rsidP="00343B52">
      <w:pPr>
        <w:tabs>
          <w:tab w:val="left" w:pos="2194"/>
        </w:tabs>
        <w:spacing w:after="0"/>
      </w:pPr>
      <w:r w:rsidRPr="0088058A">
        <w:t>Il indique les moyens et processus qu’il prévoit pour respecter ces niveaux d’engagement.</w:t>
      </w:r>
    </w:p>
    <w:p w14:paraId="54AE6A41" w14:textId="77777777" w:rsidR="00343B52" w:rsidRDefault="00343B52" w:rsidP="00343B52">
      <w:pPr>
        <w:tabs>
          <w:tab w:val="left" w:pos="2194"/>
        </w:tabs>
        <w:spacing w:after="0"/>
      </w:pPr>
    </w:p>
    <w:p w14:paraId="422F2713" w14:textId="6E80ECBA" w:rsidR="00343B52" w:rsidRDefault="00343B52" w:rsidP="00343B52">
      <w:pPr>
        <w:tabs>
          <w:tab w:val="left" w:pos="2194"/>
        </w:tabs>
      </w:pPr>
      <w:r>
        <w:t>Le candidat fournit des exemples de tableaux de bord et indicateurs.</w:t>
      </w:r>
    </w:p>
    <w:p w14:paraId="2ACBB7BA" w14:textId="537EF57B" w:rsidR="003C5B07" w:rsidRDefault="003C5B07" w:rsidP="003C5B07">
      <w:pPr>
        <w:pStyle w:val="Titre1"/>
        <w:rPr>
          <w:b/>
          <w:sz w:val="36"/>
          <w:szCs w:val="36"/>
        </w:rPr>
      </w:pPr>
      <w:bookmarkStart w:id="6" w:name="_GoBack"/>
      <w:bookmarkEnd w:id="6"/>
      <w:r w:rsidRPr="003C5B07">
        <w:rPr>
          <w:b/>
          <w:sz w:val="36"/>
          <w:szCs w:val="36"/>
        </w:rPr>
        <w:lastRenderedPageBreak/>
        <w:t xml:space="preserve">Critère 2 : </w:t>
      </w:r>
      <w:bookmarkStart w:id="7" w:name="_Hlk200961659"/>
      <w:r w:rsidRPr="003C5B07">
        <w:rPr>
          <w:b/>
          <w:sz w:val="36"/>
          <w:szCs w:val="36"/>
        </w:rPr>
        <w:t xml:space="preserve">Responsabilité sociétale, sociale et </w:t>
      </w:r>
      <w:r w:rsidR="003F5802" w:rsidRPr="003C5B07">
        <w:rPr>
          <w:b/>
          <w:sz w:val="36"/>
          <w:szCs w:val="36"/>
        </w:rPr>
        <w:t xml:space="preserve">environnementale </w:t>
      </w:r>
      <w:r w:rsidR="003F5802">
        <w:rPr>
          <w:b/>
          <w:sz w:val="36"/>
          <w:szCs w:val="36"/>
        </w:rPr>
        <w:t>10%</w:t>
      </w:r>
      <w:bookmarkEnd w:id="7"/>
    </w:p>
    <w:p w14:paraId="19656196" w14:textId="6E6F6405" w:rsidR="00E12869" w:rsidRPr="005C1C6E" w:rsidRDefault="00E12869" w:rsidP="00617013">
      <w:pPr>
        <w:pStyle w:val="NormalWeb"/>
        <w:jc w:val="both"/>
        <w:rPr>
          <w:rFonts w:ascii="AvenirNext LT Pro Cn" w:eastAsiaTheme="minorHAnsi" w:hAnsi="AvenirNext LT Pro Cn" w:cstheme="minorBidi"/>
          <w:sz w:val="22"/>
          <w:szCs w:val="22"/>
          <w:lang w:eastAsia="en-US"/>
        </w:rPr>
      </w:pPr>
      <w:r w:rsidRPr="005C1C6E">
        <w:rPr>
          <w:rFonts w:ascii="AvenirNext LT Pro Cn" w:eastAsiaTheme="minorHAnsi" w:hAnsi="AvenirNext LT Pro Cn" w:cstheme="minorBidi"/>
          <w:sz w:val="22"/>
          <w:szCs w:val="22"/>
          <w:lang w:eastAsia="en-US"/>
        </w:rPr>
        <w:t xml:space="preserve">Le candidat présente dans cette partie les actions concrètes mises en place en faveur du développement durable dans le cadre du marché carte </w:t>
      </w:r>
      <w:r w:rsidR="00323F33" w:rsidRPr="005C1C6E">
        <w:rPr>
          <w:rFonts w:ascii="AvenirNext LT Pro Cn" w:eastAsiaTheme="minorHAnsi" w:hAnsi="AvenirNext LT Pro Cn" w:cstheme="minorBidi"/>
          <w:sz w:val="22"/>
          <w:szCs w:val="22"/>
          <w:lang w:eastAsia="en-US"/>
        </w:rPr>
        <w:t>achat pour</w:t>
      </w:r>
      <w:r w:rsidRPr="005C1C6E">
        <w:rPr>
          <w:rFonts w:ascii="AvenirNext LT Pro Cn" w:eastAsiaTheme="minorHAnsi" w:hAnsi="AvenirNext LT Pro Cn" w:cstheme="minorBidi"/>
          <w:sz w:val="22"/>
          <w:szCs w:val="22"/>
          <w:lang w:eastAsia="en-US"/>
        </w:rPr>
        <w:t xml:space="preserve"> INRAE. Il est attendu une réponse précise sur les points suivants :</w:t>
      </w:r>
    </w:p>
    <w:p w14:paraId="615D7A67" w14:textId="77777777" w:rsidR="00E12869" w:rsidRPr="005C1C6E" w:rsidRDefault="00E12869" w:rsidP="00617013">
      <w:pPr>
        <w:pStyle w:val="NormalWeb"/>
        <w:numPr>
          <w:ilvl w:val="0"/>
          <w:numId w:val="22"/>
        </w:numPr>
        <w:jc w:val="both"/>
        <w:rPr>
          <w:rFonts w:ascii="AvenirNext LT Pro Cn" w:eastAsiaTheme="minorHAnsi" w:hAnsi="AvenirNext LT Pro Cn" w:cstheme="minorBidi"/>
          <w:sz w:val="22"/>
          <w:szCs w:val="22"/>
          <w:lang w:eastAsia="en-US"/>
        </w:rPr>
      </w:pPr>
      <w:r w:rsidRPr="005C1C6E">
        <w:rPr>
          <w:rFonts w:ascii="AvenirNext LT Pro Cn" w:eastAsiaTheme="minorHAnsi" w:hAnsi="AvenirNext LT Pro Cn" w:cstheme="minorBidi"/>
          <w:sz w:val="22"/>
          <w:szCs w:val="22"/>
          <w:lang w:eastAsia="en-US"/>
        </w:rPr>
        <w:t>Le niveau de connaissance de l’empreinte carbone de son activité, accompagné d’éléments chiffrés permettant d’estimer les émissions à l’échelle du périmètre du marché</w:t>
      </w:r>
    </w:p>
    <w:p w14:paraId="5A2DA320" w14:textId="77777777" w:rsidR="00E12869" w:rsidRPr="005C1C6E" w:rsidRDefault="00E12869" w:rsidP="00617013">
      <w:pPr>
        <w:pStyle w:val="NormalWeb"/>
        <w:numPr>
          <w:ilvl w:val="0"/>
          <w:numId w:val="22"/>
        </w:numPr>
        <w:jc w:val="both"/>
        <w:rPr>
          <w:rFonts w:ascii="AvenirNext LT Pro Cn" w:eastAsiaTheme="minorHAnsi" w:hAnsi="AvenirNext LT Pro Cn" w:cstheme="minorBidi"/>
          <w:sz w:val="22"/>
          <w:szCs w:val="22"/>
          <w:lang w:eastAsia="en-US"/>
        </w:rPr>
      </w:pPr>
      <w:r w:rsidRPr="005C1C6E">
        <w:rPr>
          <w:rFonts w:ascii="AvenirNext LT Pro Cn" w:eastAsiaTheme="minorHAnsi" w:hAnsi="AvenirNext LT Pro Cn" w:cstheme="minorBidi"/>
          <w:sz w:val="22"/>
          <w:szCs w:val="22"/>
          <w:lang w:eastAsia="en-US"/>
        </w:rPr>
        <w:t>Les mesures mises en place pour optimiser la logistique et réduire l’empreinte carbone liée à la chaîne de production et à la livraison des cartes</w:t>
      </w:r>
    </w:p>
    <w:p w14:paraId="23D7D712" w14:textId="77777777" w:rsidR="00E12869" w:rsidRPr="005C1C6E" w:rsidRDefault="00E12869" w:rsidP="00617013">
      <w:pPr>
        <w:pStyle w:val="NormalWeb"/>
        <w:numPr>
          <w:ilvl w:val="0"/>
          <w:numId w:val="22"/>
        </w:numPr>
        <w:jc w:val="both"/>
        <w:rPr>
          <w:rFonts w:ascii="AvenirNext LT Pro Cn" w:eastAsiaTheme="minorHAnsi" w:hAnsi="AvenirNext LT Pro Cn" w:cstheme="minorBidi"/>
          <w:sz w:val="22"/>
          <w:szCs w:val="22"/>
          <w:lang w:eastAsia="en-US"/>
        </w:rPr>
      </w:pPr>
      <w:r w:rsidRPr="005C1C6E">
        <w:rPr>
          <w:rFonts w:ascii="AvenirNext LT Pro Cn" w:eastAsiaTheme="minorHAnsi" w:hAnsi="AvenirNext LT Pro Cn" w:cstheme="minorBidi"/>
          <w:sz w:val="22"/>
          <w:szCs w:val="22"/>
          <w:lang w:eastAsia="en-US"/>
        </w:rPr>
        <w:t>Les actions entreprises pour favoriser :</w:t>
      </w:r>
    </w:p>
    <w:p w14:paraId="2A629C37" w14:textId="77777777" w:rsidR="00E12869" w:rsidRPr="005C1C6E" w:rsidRDefault="00E12869" w:rsidP="00617013">
      <w:pPr>
        <w:pStyle w:val="NormalWeb"/>
        <w:numPr>
          <w:ilvl w:val="1"/>
          <w:numId w:val="22"/>
        </w:numPr>
        <w:jc w:val="both"/>
        <w:rPr>
          <w:rFonts w:ascii="AvenirNext LT Pro Cn" w:eastAsiaTheme="minorHAnsi" w:hAnsi="AvenirNext LT Pro Cn" w:cstheme="minorBidi"/>
          <w:sz w:val="22"/>
          <w:szCs w:val="22"/>
          <w:lang w:eastAsia="en-US"/>
        </w:rPr>
      </w:pPr>
      <w:r w:rsidRPr="005C1C6E">
        <w:rPr>
          <w:rFonts w:ascii="AvenirNext LT Pro Cn" w:eastAsiaTheme="minorHAnsi" w:hAnsi="AvenirNext LT Pro Cn" w:cstheme="minorBidi"/>
          <w:sz w:val="22"/>
          <w:szCs w:val="22"/>
          <w:lang w:eastAsia="en-US"/>
        </w:rPr>
        <w:t>L’utilisation de consommables issus de matières recyclées</w:t>
      </w:r>
    </w:p>
    <w:p w14:paraId="240FB92F" w14:textId="77777777" w:rsidR="00E12869" w:rsidRPr="005C1C6E" w:rsidRDefault="00E12869" w:rsidP="00617013">
      <w:pPr>
        <w:pStyle w:val="NormalWeb"/>
        <w:numPr>
          <w:ilvl w:val="1"/>
          <w:numId w:val="22"/>
        </w:numPr>
        <w:jc w:val="both"/>
        <w:rPr>
          <w:rFonts w:ascii="AvenirNext LT Pro Cn" w:eastAsiaTheme="minorHAnsi" w:hAnsi="AvenirNext LT Pro Cn" w:cstheme="minorBidi"/>
          <w:sz w:val="22"/>
          <w:szCs w:val="22"/>
          <w:lang w:eastAsia="en-US"/>
        </w:rPr>
      </w:pPr>
      <w:r w:rsidRPr="005C1C6E">
        <w:rPr>
          <w:rFonts w:ascii="AvenirNext LT Pro Cn" w:eastAsiaTheme="minorHAnsi" w:hAnsi="AvenirNext LT Pro Cn" w:cstheme="minorBidi"/>
          <w:sz w:val="22"/>
          <w:szCs w:val="22"/>
          <w:lang w:eastAsia="en-US"/>
        </w:rPr>
        <w:t>La suppression des plastiques à usage unique</w:t>
      </w:r>
    </w:p>
    <w:p w14:paraId="0A3FF354" w14:textId="5F895077" w:rsidR="00E12869" w:rsidRPr="005C1C6E" w:rsidRDefault="00E12869" w:rsidP="00617013">
      <w:pPr>
        <w:pStyle w:val="NormalWeb"/>
        <w:numPr>
          <w:ilvl w:val="0"/>
          <w:numId w:val="22"/>
        </w:numPr>
        <w:jc w:val="both"/>
        <w:rPr>
          <w:rFonts w:ascii="AvenirNext LT Pro Cn" w:eastAsiaTheme="minorHAnsi" w:hAnsi="AvenirNext LT Pro Cn" w:cstheme="minorBidi"/>
          <w:sz w:val="22"/>
          <w:szCs w:val="22"/>
          <w:lang w:eastAsia="en-US"/>
        </w:rPr>
      </w:pPr>
      <w:r w:rsidRPr="005C1C6E">
        <w:rPr>
          <w:rFonts w:ascii="AvenirNext LT Pro Cn" w:eastAsiaTheme="minorHAnsi" w:hAnsi="AvenirNext LT Pro Cn" w:cstheme="minorBidi"/>
          <w:sz w:val="22"/>
          <w:szCs w:val="22"/>
          <w:lang w:eastAsia="en-US"/>
        </w:rPr>
        <w:t>Les mesures prévues pour limiter les emballages et réduire les déchets</w:t>
      </w:r>
    </w:p>
    <w:p w14:paraId="39465B99" w14:textId="74C96D34" w:rsidR="00AC766F" w:rsidRPr="00AC766F" w:rsidRDefault="00AC766F" w:rsidP="00617013">
      <w:pPr>
        <w:pStyle w:val="NormalWeb"/>
        <w:jc w:val="both"/>
        <w:rPr>
          <w:rFonts w:ascii="AvenirNext LT Pro Cn" w:eastAsiaTheme="minorHAnsi" w:hAnsi="AvenirNext LT Pro Cn" w:cstheme="minorBidi"/>
          <w:sz w:val="22"/>
          <w:szCs w:val="22"/>
          <w:lang w:eastAsia="en-US"/>
        </w:rPr>
      </w:pPr>
      <w:bookmarkStart w:id="8" w:name="_Hlk200961638"/>
      <w:r w:rsidRPr="005C1C6E">
        <w:rPr>
          <w:rFonts w:ascii="AvenirNext LT Pro Cn" w:eastAsiaTheme="minorHAnsi" w:hAnsi="AvenirNext LT Pro Cn" w:cstheme="minorBidi"/>
          <w:sz w:val="22"/>
          <w:szCs w:val="22"/>
          <w:lang w:eastAsia="en-US"/>
        </w:rPr>
        <w:t xml:space="preserve">Le candidat présente ici les actions concrètes mises en œuvre en faveur du développement durable </w:t>
      </w:r>
      <w:bookmarkStart w:id="9" w:name="_Hlk201926288"/>
      <w:r w:rsidR="00384CEA">
        <w:rPr>
          <w:rFonts w:ascii="AvenirNext LT Pro Cn" w:eastAsiaTheme="minorHAnsi" w:hAnsi="AvenirNext LT Pro Cn" w:cstheme="minorBidi"/>
          <w:sz w:val="22"/>
          <w:szCs w:val="22"/>
          <w:lang w:eastAsia="en-US"/>
        </w:rPr>
        <w:t xml:space="preserve">dans ses aspects environnementaux et sociaux/sociétaux </w:t>
      </w:r>
      <w:bookmarkEnd w:id="9"/>
      <w:r w:rsidRPr="005C1C6E">
        <w:rPr>
          <w:rFonts w:ascii="AvenirNext LT Pro Cn" w:eastAsiaTheme="minorHAnsi" w:hAnsi="AvenirNext LT Pro Cn" w:cstheme="minorBidi"/>
          <w:sz w:val="22"/>
          <w:szCs w:val="22"/>
          <w:lang w:eastAsia="en-US"/>
        </w:rPr>
        <w:t>dans le cadre du marché carte achat pour INRAE. Il est attendu que les engagements suivants soient clairement détaillés.</w:t>
      </w:r>
    </w:p>
    <w:bookmarkEnd w:id="8"/>
    <w:p w14:paraId="744F4FE4" w14:textId="77777777" w:rsidR="00AC766F" w:rsidRDefault="00AC766F" w:rsidP="00BC1C7A">
      <w:pPr>
        <w:pStyle w:val="NormalWeb"/>
        <w:rPr>
          <w:rFonts w:ascii="AvenirNext LT Pro Cn" w:eastAsiaTheme="minorHAnsi" w:hAnsi="AvenirNext LT Pro Cn" w:cstheme="minorBidi"/>
          <w:sz w:val="22"/>
          <w:szCs w:val="22"/>
          <w:lang w:eastAsia="en-US"/>
        </w:rPr>
      </w:pPr>
    </w:p>
    <w:p w14:paraId="048264E5" w14:textId="77777777" w:rsidR="00E12869" w:rsidRPr="00E12869" w:rsidRDefault="00E12869" w:rsidP="00E12869"/>
    <w:sectPr w:rsidR="00E12869" w:rsidRPr="00E12869">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FD210B" w16cex:dateUtc="2025-06-18T09: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4AAC9" w14:textId="77777777" w:rsidR="003E2378" w:rsidRDefault="003E2378" w:rsidP="00C67E4F">
      <w:pPr>
        <w:spacing w:before="0" w:after="0"/>
      </w:pPr>
      <w:r>
        <w:separator/>
      </w:r>
    </w:p>
  </w:endnote>
  <w:endnote w:type="continuationSeparator" w:id="0">
    <w:p w14:paraId="460C1A3E" w14:textId="77777777" w:rsidR="003E2378" w:rsidRDefault="003E2378" w:rsidP="00C67E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6779E" w14:textId="7D50274C" w:rsidR="00C67E4F" w:rsidRDefault="00E34520">
    <w:pPr>
      <w:pStyle w:val="Pieddepage"/>
      <w:jc w:val="right"/>
    </w:pPr>
    <w:r>
      <w:t>2025_INRAE_AOO_CARTES-ACHAT_CRT</w:t>
    </w:r>
    <w:r w:rsidR="00C67E4F">
      <w:tab/>
    </w:r>
    <w:r w:rsidR="00C67E4F">
      <w:tab/>
      <w:t xml:space="preserve"> </w:t>
    </w:r>
    <w:sdt>
      <w:sdtPr>
        <w:id w:val="1233040885"/>
        <w:docPartObj>
          <w:docPartGallery w:val="Page Numbers (Bottom of Page)"/>
          <w:docPartUnique/>
        </w:docPartObj>
      </w:sdtPr>
      <w:sdtEndPr/>
      <w:sdtContent>
        <w:r w:rsidR="00C67E4F">
          <w:fldChar w:fldCharType="begin"/>
        </w:r>
        <w:r w:rsidR="00C67E4F">
          <w:instrText>PAGE   \* MERGEFORMAT</w:instrText>
        </w:r>
        <w:r w:rsidR="00C67E4F">
          <w:fldChar w:fldCharType="separate"/>
        </w:r>
        <w:r w:rsidR="00F866D4">
          <w:rPr>
            <w:noProof/>
          </w:rPr>
          <w:t>2</w:t>
        </w:r>
        <w:r w:rsidR="00C67E4F">
          <w:fldChar w:fldCharType="end"/>
        </w:r>
      </w:sdtContent>
    </w:sdt>
  </w:p>
  <w:p w14:paraId="3377DCFD" w14:textId="77777777" w:rsidR="00C67E4F" w:rsidRDefault="00C67E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60D42" w14:textId="77777777" w:rsidR="003E2378" w:rsidRDefault="003E2378" w:rsidP="00C67E4F">
      <w:pPr>
        <w:spacing w:before="0" w:after="0"/>
      </w:pPr>
      <w:r>
        <w:separator/>
      </w:r>
    </w:p>
  </w:footnote>
  <w:footnote w:type="continuationSeparator" w:id="0">
    <w:p w14:paraId="7EB3BD63" w14:textId="77777777" w:rsidR="003E2378" w:rsidRDefault="003E2378" w:rsidP="00C67E4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743BE"/>
    <w:multiLevelType w:val="multilevel"/>
    <w:tmpl w:val="2DB2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6097E"/>
    <w:multiLevelType w:val="hybridMultilevel"/>
    <w:tmpl w:val="122C8B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A692072"/>
    <w:multiLevelType w:val="multilevel"/>
    <w:tmpl w:val="C4A224B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0B405933"/>
    <w:multiLevelType w:val="multilevel"/>
    <w:tmpl w:val="AB2672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DE1371"/>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404977"/>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07CAF"/>
    <w:multiLevelType w:val="hybridMultilevel"/>
    <w:tmpl w:val="5A4EED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2D2C03"/>
    <w:multiLevelType w:val="hybridMultilevel"/>
    <w:tmpl w:val="3ECA5368"/>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8" w15:restartNumberingAfterBreak="0">
    <w:nsid w:val="1E5C5BAB"/>
    <w:multiLevelType w:val="hybridMultilevel"/>
    <w:tmpl w:val="E3445AE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E7D5BE5"/>
    <w:multiLevelType w:val="hybridMultilevel"/>
    <w:tmpl w:val="06D8FD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DD33F9"/>
    <w:multiLevelType w:val="hybridMultilevel"/>
    <w:tmpl w:val="F3242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144CC8"/>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3E107D"/>
    <w:multiLevelType w:val="multilevel"/>
    <w:tmpl w:val="97EE1D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0974CC"/>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9D3916"/>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E23F73"/>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B00AC5"/>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1527E5"/>
    <w:multiLevelType w:val="hybridMultilevel"/>
    <w:tmpl w:val="7DD60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BC3C8B"/>
    <w:multiLevelType w:val="hybridMultilevel"/>
    <w:tmpl w:val="87DA3552"/>
    <w:lvl w:ilvl="0" w:tplc="BFDE204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52D2D90"/>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032422"/>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F6186C"/>
    <w:multiLevelType w:val="hybridMultilevel"/>
    <w:tmpl w:val="3BCC5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3C1D60"/>
    <w:multiLevelType w:val="multilevel"/>
    <w:tmpl w:val="4CACDC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F9E4807"/>
    <w:multiLevelType w:val="multilevel"/>
    <w:tmpl w:val="048A8108"/>
    <w:styleLink w:val="ModleTitre"/>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77B6B10"/>
    <w:multiLevelType w:val="hybridMultilevel"/>
    <w:tmpl w:val="039CE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6A158A"/>
    <w:multiLevelType w:val="hybridMultilevel"/>
    <w:tmpl w:val="633A1132"/>
    <w:lvl w:ilvl="0" w:tplc="6FD01B0E">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CB6544"/>
    <w:multiLevelType w:val="multilevel"/>
    <w:tmpl w:val="D23ABB46"/>
    <w:lvl w:ilvl="0">
      <w:start w:val="1"/>
      <w:numFmt w:val="decimal"/>
      <w:lvlText w:val="%1."/>
      <w:lvlJc w:val="left"/>
      <w:pPr>
        <w:ind w:left="360" w:hanging="360"/>
      </w:pPr>
      <w:rPr>
        <w:rFonts w:hint="default"/>
        <w:b/>
        <w:color w:val="00A6A3"/>
      </w:rPr>
    </w:lvl>
    <w:lvl w:ilvl="1">
      <w:start w:val="1"/>
      <w:numFmt w:val="decimal"/>
      <w:lvlText w:val="%1.%2."/>
      <w:lvlJc w:val="left"/>
      <w:pPr>
        <w:ind w:left="792" w:hanging="432"/>
      </w:pPr>
      <w:rPr>
        <w:rFonts w:hint="default"/>
        <w:b/>
        <w:color w:val="00A6A3"/>
      </w:rPr>
    </w:lvl>
    <w:lvl w:ilvl="2">
      <w:start w:val="1"/>
      <w:numFmt w:val="decimal"/>
      <w:lvlText w:val="%1.%2.%3."/>
      <w:lvlJc w:val="left"/>
      <w:pPr>
        <w:ind w:left="1224" w:hanging="504"/>
      </w:pPr>
      <w:rPr>
        <w:rFonts w:hint="default"/>
        <w:b/>
        <w:color w:val="00A6A3"/>
      </w:rPr>
    </w:lvl>
    <w:lvl w:ilvl="3">
      <w:start w:val="1"/>
      <w:numFmt w:val="decimal"/>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DEF0E6B"/>
    <w:multiLevelType w:val="multilevel"/>
    <w:tmpl w:val="822AFB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4F3A4E"/>
    <w:multiLevelType w:val="multilevel"/>
    <w:tmpl w:val="11BEF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D0522D"/>
    <w:multiLevelType w:val="multilevel"/>
    <w:tmpl w:val="9BDE2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F554FB"/>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601495"/>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7778A2"/>
    <w:multiLevelType w:val="multilevel"/>
    <w:tmpl w:val="7C683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8251E0"/>
    <w:multiLevelType w:val="multilevel"/>
    <w:tmpl w:val="56E284DE"/>
    <w:lvl w:ilvl="0">
      <w:start w:val="1"/>
      <w:numFmt w:val="decimal"/>
      <w:lvlText w:val="%1"/>
      <w:lvlJc w:val="left"/>
      <w:pPr>
        <w:ind w:left="432" w:hanging="432"/>
      </w:pPr>
      <w:rPr>
        <w:rFonts w:ascii="Raleway" w:hAnsi="Raleway" w:cs="Times New Roman" w:hint="default"/>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06D082E"/>
    <w:multiLevelType w:val="multilevel"/>
    <w:tmpl w:val="D55A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E11D6D"/>
    <w:multiLevelType w:val="multilevel"/>
    <w:tmpl w:val="048A8108"/>
    <w:numStyleLink w:val="ModleTitre"/>
  </w:abstractNum>
  <w:abstractNum w:abstractNumId="36" w15:restartNumberingAfterBreak="0">
    <w:nsid w:val="67FD2116"/>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64201D"/>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4B26EA"/>
    <w:multiLevelType w:val="multilevel"/>
    <w:tmpl w:val="FBE0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6E37F8"/>
    <w:multiLevelType w:val="hybridMultilevel"/>
    <w:tmpl w:val="C65C4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EA4663B"/>
    <w:multiLevelType w:val="hybridMultilevel"/>
    <w:tmpl w:val="4D369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563550"/>
    <w:multiLevelType w:val="hybridMultilevel"/>
    <w:tmpl w:val="EC8E9174"/>
    <w:lvl w:ilvl="0" w:tplc="F5AEB0AA">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6D528DE"/>
    <w:multiLevelType w:val="hybridMultilevel"/>
    <w:tmpl w:val="F4F886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C3C5F1E"/>
    <w:multiLevelType w:val="hybridMultilevel"/>
    <w:tmpl w:val="7C36B5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D15649A"/>
    <w:multiLevelType w:val="hybridMultilevel"/>
    <w:tmpl w:val="4314C51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5"/>
  </w:num>
  <w:num w:numId="2">
    <w:abstractNumId w:val="18"/>
  </w:num>
  <w:num w:numId="3">
    <w:abstractNumId w:val="13"/>
  </w:num>
  <w:num w:numId="4">
    <w:abstractNumId w:val="41"/>
  </w:num>
  <w:num w:numId="5">
    <w:abstractNumId w:val="22"/>
  </w:num>
  <w:num w:numId="6">
    <w:abstractNumId w:val="3"/>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lvl w:ilvl="0">
        <w:start w:val="1"/>
        <w:numFmt w:val="decimal"/>
        <w:lvlText w:val="%1."/>
        <w:lvlJc w:val="left"/>
        <w:pPr>
          <w:ind w:left="360" w:hanging="360"/>
        </w:pPr>
        <w:rPr>
          <w:rFonts w:hint="default"/>
          <w:b/>
          <w:color w:val="00A6A3"/>
        </w:rPr>
      </w:lvl>
    </w:lvlOverride>
  </w:num>
  <w:num w:numId="10">
    <w:abstractNumId w:val="26"/>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9"/>
  </w:num>
  <w:num w:numId="14">
    <w:abstractNumId w:val="42"/>
  </w:num>
  <w:num w:numId="15">
    <w:abstractNumId w:val="8"/>
  </w:num>
  <w:num w:numId="16">
    <w:abstractNumId w:val="44"/>
  </w:num>
  <w:num w:numId="17">
    <w:abstractNumId w:val="7"/>
  </w:num>
  <w:num w:numId="18">
    <w:abstractNumId w:val="24"/>
  </w:num>
  <w:num w:numId="19">
    <w:abstractNumId w:val="40"/>
  </w:num>
  <w:num w:numId="20">
    <w:abstractNumId w:val="23"/>
  </w:num>
  <w:num w:numId="21">
    <w:abstractNumId w:val="6"/>
  </w:num>
  <w:num w:numId="22">
    <w:abstractNumId w:val="28"/>
  </w:num>
  <w:num w:numId="23">
    <w:abstractNumId w:val="2"/>
  </w:num>
  <w:num w:numId="24">
    <w:abstractNumId w:val="27"/>
  </w:num>
  <w:num w:numId="25">
    <w:abstractNumId w:val="29"/>
  </w:num>
  <w:num w:numId="26">
    <w:abstractNumId w:val="32"/>
  </w:num>
  <w:num w:numId="27">
    <w:abstractNumId w:val="34"/>
  </w:num>
  <w:num w:numId="28">
    <w:abstractNumId w:val="10"/>
  </w:num>
  <w:num w:numId="29">
    <w:abstractNumId w:val="0"/>
  </w:num>
  <w:num w:numId="30">
    <w:abstractNumId w:val="4"/>
  </w:num>
  <w:num w:numId="31">
    <w:abstractNumId w:val="5"/>
  </w:num>
  <w:num w:numId="32">
    <w:abstractNumId w:val="16"/>
  </w:num>
  <w:num w:numId="33">
    <w:abstractNumId w:val="37"/>
  </w:num>
  <w:num w:numId="34">
    <w:abstractNumId w:val="11"/>
  </w:num>
  <w:num w:numId="35">
    <w:abstractNumId w:val="30"/>
  </w:num>
  <w:num w:numId="36">
    <w:abstractNumId w:val="31"/>
  </w:num>
  <w:num w:numId="37">
    <w:abstractNumId w:val="20"/>
  </w:num>
  <w:num w:numId="38">
    <w:abstractNumId w:val="38"/>
  </w:num>
  <w:num w:numId="39">
    <w:abstractNumId w:val="14"/>
  </w:num>
  <w:num w:numId="40">
    <w:abstractNumId w:val="19"/>
  </w:num>
  <w:num w:numId="41">
    <w:abstractNumId w:val="15"/>
  </w:num>
  <w:num w:numId="42">
    <w:abstractNumId w:val="36"/>
  </w:num>
  <w:num w:numId="43">
    <w:abstractNumId w:val="25"/>
  </w:num>
  <w:num w:numId="44">
    <w:abstractNumId w:val="1"/>
  </w:num>
  <w:num w:numId="45">
    <w:abstractNumId w:val="17"/>
  </w:num>
  <w:num w:numId="46">
    <w:abstractNumId w:val="43"/>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543"/>
    <w:rsid w:val="000003B3"/>
    <w:rsid w:val="00012F16"/>
    <w:rsid w:val="0001609B"/>
    <w:rsid w:val="000223D9"/>
    <w:rsid w:val="00037FCF"/>
    <w:rsid w:val="00050863"/>
    <w:rsid w:val="000516FA"/>
    <w:rsid w:val="000A671A"/>
    <w:rsid w:val="000B563D"/>
    <w:rsid w:val="000D261A"/>
    <w:rsid w:val="000D28AA"/>
    <w:rsid w:val="000D294B"/>
    <w:rsid w:val="000E118F"/>
    <w:rsid w:val="000E5EF2"/>
    <w:rsid w:val="00126ACB"/>
    <w:rsid w:val="00126CD9"/>
    <w:rsid w:val="0013523B"/>
    <w:rsid w:val="00151706"/>
    <w:rsid w:val="001703B1"/>
    <w:rsid w:val="001928CA"/>
    <w:rsid w:val="001C5B7C"/>
    <w:rsid w:val="001E4D8F"/>
    <w:rsid w:val="001E6198"/>
    <w:rsid w:val="002020E7"/>
    <w:rsid w:val="00222436"/>
    <w:rsid w:val="00224264"/>
    <w:rsid w:val="00226FD3"/>
    <w:rsid w:val="00240A8C"/>
    <w:rsid w:val="00250B96"/>
    <w:rsid w:val="00275BEA"/>
    <w:rsid w:val="00275EF3"/>
    <w:rsid w:val="00276DFB"/>
    <w:rsid w:val="002801D7"/>
    <w:rsid w:val="002A6543"/>
    <w:rsid w:val="002B7957"/>
    <w:rsid w:val="002C1BDF"/>
    <w:rsid w:val="002D4F03"/>
    <w:rsid w:val="002D6A4C"/>
    <w:rsid w:val="00300B0C"/>
    <w:rsid w:val="0031537F"/>
    <w:rsid w:val="00316C37"/>
    <w:rsid w:val="003179EC"/>
    <w:rsid w:val="00323F33"/>
    <w:rsid w:val="003344DF"/>
    <w:rsid w:val="00343B52"/>
    <w:rsid w:val="0037033E"/>
    <w:rsid w:val="00376FE0"/>
    <w:rsid w:val="00384CEA"/>
    <w:rsid w:val="003874F2"/>
    <w:rsid w:val="00391CE0"/>
    <w:rsid w:val="00391E96"/>
    <w:rsid w:val="003B4C7D"/>
    <w:rsid w:val="003C5B07"/>
    <w:rsid w:val="003E2378"/>
    <w:rsid w:val="003F4358"/>
    <w:rsid w:val="003F5802"/>
    <w:rsid w:val="003F6061"/>
    <w:rsid w:val="003F756E"/>
    <w:rsid w:val="00447097"/>
    <w:rsid w:val="00471497"/>
    <w:rsid w:val="004A4E82"/>
    <w:rsid w:val="004B03BD"/>
    <w:rsid w:val="004B559B"/>
    <w:rsid w:val="004C49F7"/>
    <w:rsid w:val="004E71D1"/>
    <w:rsid w:val="004F0C12"/>
    <w:rsid w:val="004F7C1B"/>
    <w:rsid w:val="005014ED"/>
    <w:rsid w:val="00510349"/>
    <w:rsid w:val="00517F2E"/>
    <w:rsid w:val="00574E50"/>
    <w:rsid w:val="00585530"/>
    <w:rsid w:val="0058592C"/>
    <w:rsid w:val="005A2911"/>
    <w:rsid w:val="005C1C6E"/>
    <w:rsid w:val="005E285C"/>
    <w:rsid w:val="005F16F8"/>
    <w:rsid w:val="005F7CCD"/>
    <w:rsid w:val="006166AC"/>
    <w:rsid w:val="00617013"/>
    <w:rsid w:val="0062248C"/>
    <w:rsid w:val="00636E03"/>
    <w:rsid w:val="00660F26"/>
    <w:rsid w:val="00674CD8"/>
    <w:rsid w:val="00680108"/>
    <w:rsid w:val="00696D86"/>
    <w:rsid w:val="006B1249"/>
    <w:rsid w:val="006C561A"/>
    <w:rsid w:val="006D4876"/>
    <w:rsid w:val="006F5683"/>
    <w:rsid w:val="0070183A"/>
    <w:rsid w:val="00716953"/>
    <w:rsid w:val="007372AB"/>
    <w:rsid w:val="00761CDA"/>
    <w:rsid w:val="007A2A17"/>
    <w:rsid w:val="007C10A7"/>
    <w:rsid w:val="007C2130"/>
    <w:rsid w:val="007F3110"/>
    <w:rsid w:val="008049CF"/>
    <w:rsid w:val="00807149"/>
    <w:rsid w:val="00822407"/>
    <w:rsid w:val="008448D2"/>
    <w:rsid w:val="008A7015"/>
    <w:rsid w:val="008B5567"/>
    <w:rsid w:val="008D2CB5"/>
    <w:rsid w:val="008E3495"/>
    <w:rsid w:val="008F205B"/>
    <w:rsid w:val="008F2BBB"/>
    <w:rsid w:val="00916E7D"/>
    <w:rsid w:val="00930AF7"/>
    <w:rsid w:val="00935F66"/>
    <w:rsid w:val="0095074E"/>
    <w:rsid w:val="00956A12"/>
    <w:rsid w:val="00973561"/>
    <w:rsid w:val="00976D1B"/>
    <w:rsid w:val="009C523B"/>
    <w:rsid w:val="009D39CC"/>
    <w:rsid w:val="009D6AE5"/>
    <w:rsid w:val="009E2C24"/>
    <w:rsid w:val="00A23071"/>
    <w:rsid w:val="00A27A22"/>
    <w:rsid w:val="00A32BF3"/>
    <w:rsid w:val="00A33463"/>
    <w:rsid w:val="00A41C6E"/>
    <w:rsid w:val="00A440A1"/>
    <w:rsid w:val="00A47F58"/>
    <w:rsid w:val="00A67FD2"/>
    <w:rsid w:val="00A75DB8"/>
    <w:rsid w:val="00A81E6E"/>
    <w:rsid w:val="00AA7AF4"/>
    <w:rsid w:val="00AB26EA"/>
    <w:rsid w:val="00AC0BD2"/>
    <w:rsid w:val="00AC2388"/>
    <w:rsid w:val="00AC766F"/>
    <w:rsid w:val="00AD2337"/>
    <w:rsid w:val="00AD7CA3"/>
    <w:rsid w:val="00B45A7F"/>
    <w:rsid w:val="00B465EE"/>
    <w:rsid w:val="00B63B14"/>
    <w:rsid w:val="00B93D22"/>
    <w:rsid w:val="00BC1C7A"/>
    <w:rsid w:val="00BD7059"/>
    <w:rsid w:val="00BE4CC4"/>
    <w:rsid w:val="00C04A85"/>
    <w:rsid w:val="00C1312A"/>
    <w:rsid w:val="00C3718A"/>
    <w:rsid w:val="00C46DB7"/>
    <w:rsid w:val="00C53BEB"/>
    <w:rsid w:val="00C67E4F"/>
    <w:rsid w:val="00C96392"/>
    <w:rsid w:val="00CA42CF"/>
    <w:rsid w:val="00CC1C96"/>
    <w:rsid w:val="00CC7404"/>
    <w:rsid w:val="00CD26E7"/>
    <w:rsid w:val="00CD6AC3"/>
    <w:rsid w:val="00CF2240"/>
    <w:rsid w:val="00D139BE"/>
    <w:rsid w:val="00D242AA"/>
    <w:rsid w:val="00D30517"/>
    <w:rsid w:val="00D4477E"/>
    <w:rsid w:val="00D50C6B"/>
    <w:rsid w:val="00D9746A"/>
    <w:rsid w:val="00DA13D7"/>
    <w:rsid w:val="00DC0856"/>
    <w:rsid w:val="00DC4616"/>
    <w:rsid w:val="00DC528E"/>
    <w:rsid w:val="00DD352E"/>
    <w:rsid w:val="00DE372E"/>
    <w:rsid w:val="00DF3539"/>
    <w:rsid w:val="00E12869"/>
    <w:rsid w:val="00E337F5"/>
    <w:rsid w:val="00E34520"/>
    <w:rsid w:val="00E34DB5"/>
    <w:rsid w:val="00E43DE4"/>
    <w:rsid w:val="00E7235B"/>
    <w:rsid w:val="00EA1132"/>
    <w:rsid w:val="00EA127F"/>
    <w:rsid w:val="00EA40A1"/>
    <w:rsid w:val="00EC71D9"/>
    <w:rsid w:val="00EE5984"/>
    <w:rsid w:val="00F0387D"/>
    <w:rsid w:val="00F06BB8"/>
    <w:rsid w:val="00F323FC"/>
    <w:rsid w:val="00F50810"/>
    <w:rsid w:val="00F748E0"/>
    <w:rsid w:val="00F866D4"/>
    <w:rsid w:val="00F948CB"/>
    <w:rsid w:val="00FA0AA2"/>
    <w:rsid w:val="00FB33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8D24844"/>
  <w15:chartTrackingRefBased/>
  <w15:docId w15:val="{75ECF31D-3378-4423-88B2-E973C244F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2BF3"/>
    <w:pPr>
      <w:spacing w:before="120" w:after="120" w:line="240" w:lineRule="auto"/>
      <w:jc w:val="both"/>
    </w:pPr>
    <w:rPr>
      <w:rFonts w:ascii="AvenirNext LT Pro Cn" w:hAnsi="AvenirNext LT Pro Cn"/>
    </w:rPr>
  </w:style>
  <w:style w:type="paragraph" w:styleId="Titre1">
    <w:name w:val="heading 1"/>
    <w:basedOn w:val="Normal"/>
    <w:next w:val="Normal"/>
    <w:link w:val="Titre1Car"/>
    <w:uiPriority w:val="9"/>
    <w:qFormat/>
    <w:rsid w:val="00680108"/>
    <w:pPr>
      <w:keepNext/>
      <w:keepLines/>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nhideWhenUsed/>
    <w:qFormat/>
    <w:rsid w:val="00680108"/>
    <w:pPr>
      <w:numPr>
        <w:ilvl w:val="1"/>
      </w:numPr>
      <w:spacing w:before="40"/>
      <w:outlineLvl w:val="1"/>
    </w:pPr>
    <w:rPr>
      <w:sz w:val="26"/>
      <w:szCs w:val="26"/>
    </w:rPr>
  </w:style>
  <w:style w:type="paragraph" w:styleId="Titre3">
    <w:name w:val="heading 3"/>
    <w:basedOn w:val="Titre2"/>
    <w:next w:val="Normal"/>
    <w:link w:val="Titre3Car"/>
    <w:unhideWhenUsed/>
    <w:qFormat/>
    <w:rsid w:val="00680108"/>
    <w:pPr>
      <w:numPr>
        <w:ilvl w:val="2"/>
      </w:numPr>
      <w:outlineLvl w:val="2"/>
    </w:pPr>
    <w:rPr>
      <w:rFonts w:ascii="AvenirNext LT Pro Cn" w:hAnsi="AvenirNext LT Pro Cn"/>
      <w:sz w:val="24"/>
      <w:szCs w:val="24"/>
    </w:rPr>
  </w:style>
  <w:style w:type="paragraph" w:styleId="Titre4">
    <w:name w:val="heading 4"/>
    <w:basedOn w:val="Normal"/>
    <w:next w:val="Normal"/>
    <w:link w:val="Titre4Car"/>
    <w:unhideWhenUsed/>
    <w:qFormat/>
    <w:rsid w:val="00680108"/>
    <w:pPr>
      <w:keepNext/>
      <w:keepLines/>
      <w:spacing w:before="40" w:after="0"/>
      <w:outlineLvl w:val="3"/>
    </w:pPr>
    <w:rPr>
      <w:rFonts w:ascii="Raleway" w:eastAsiaTheme="majorEastAsia" w:hAnsi="Raleway" w:cstheme="majorBidi"/>
      <w:i/>
      <w:iCs/>
      <w:color w:val="00A6A3"/>
    </w:rPr>
  </w:style>
  <w:style w:type="paragraph" w:styleId="Titre5">
    <w:name w:val="heading 5"/>
    <w:basedOn w:val="Normal"/>
    <w:next w:val="Normal"/>
    <w:link w:val="Titre5Car"/>
    <w:semiHidden/>
    <w:unhideWhenUsed/>
    <w:qFormat/>
    <w:rsid w:val="00C67E4F"/>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semiHidden/>
    <w:unhideWhenUsed/>
    <w:qFormat/>
    <w:rsid w:val="00C67E4F"/>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semiHidden/>
    <w:unhideWhenUsed/>
    <w:qFormat/>
    <w:rsid w:val="00C67E4F"/>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semiHidden/>
    <w:unhideWhenUsed/>
    <w:qFormat/>
    <w:rsid w:val="00C67E4F"/>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C67E4F"/>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2A17"/>
    <w:rPr>
      <w:rFonts w:ascii="Raleway" w:eastAsiaTheme="majorEastAsia" w:hAnsi="Raleway" w:cstheme="majorBidi"/>
      <w:color w:val="00A3A6"/>
      <w:sz w:val="32"/>
      <w:szCs w:val="32"/>
    </w:rPr>
  </w:style>
  <w:style w:type="character" w:customStyle="1" w:styleId="Titre2Car">
    <w:name w:val="Titre 2 Car"/>
    <w:basedOn w:val="Policepardfaut"/>
    <w:link w:val="Titre2"/>
    <w:uiPriority w:val="9"/>
    <w:rsid w:val="00680108"/>
    <w:rPr>
      <w:rFonts w:ascii="Raleway" w:eastAsiaTheme="majorEastAsia" w:hAnsi="Raleway" w:cstheme="majorBidi"/>
      <w:color w:val="00A3A6"/>
      <w:sz w:val="26"/>
      <w:szCs w:val="26"/>
    </w:rPr>
  </w:style>
  <w:style w:type="paragraph" w:styleId="Titre">
    <w:name w:val="Title"/>
    <w:basedOn w:val="Normal"/>
    <w:next w:val="Normal"/>
    <w:link w:val="TitreCar"/>
    <w:uiPriority w:val="10"/>
    <w:qFormat/>
    <w:rsid w:val="00956A12"/>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956A12"/>
    <w:rPr>
      <w:rFonts w:ascii="Raleway" w:eastAsiaTheme="majorEastAsia" w:hAnsi="Raleway" w:cstheme="majorBidi"/>
      <w:b/>
      <w:spacing w:val="-10"/>
      <w:kern w:val="28"/>
      <w:sz w:val="56"/>
      <w:szCs w:val="56"/>
    </w:rPr>
  </w:style>
  <w:style w:type="character" w:customStyle="1" w:styleId="Titre3Car">
    <w:name w:val="Titre 3 Car"/>
    <w:basedOn w:val="Policepardfaut"/>
    <w:link w:val="Titre3"/>
    <w:uiPriority w:val="9"/>
    <w:rsid w:val="007A2A17"/>
    <w:rPr>
      <w:rFonts w:ascii="AvenirNext LT Pro Cn" w:eastAsiaTheme="majorEastAsia" w:hAnsi="AvenirNext LT Pro Cn" w:cstheme="majorBidi"/>
      <w:color w:val="00A3A6"/>
      <w:sz w:val="24"/>
      <w:szCs w:val="24"/>
    </w:rPr>
  </w:style>
  <w:style w:type="character" w:customStyle="1" w:styleId="Titre4Car">
    <w:name w:val="Titre 4 Car"/>
    <w:basedOn w:val="Policepardfaut"/>
    <w:link w:val="Titre4"/>
    <w:rsid w:val="000516FA"/>
    <w:rPr>
      <w:rFonts w:ascii="Raleway" w:eastAsiaTheme="majorEastAsia" w:hAnsi="Raleway" w:cstheme="majorBidi"/>
      <w:i/>
      <w:iCs/>
      <w:color w:val="00A6A3"/>
    </w:rPr>
  </w:style>
  <w:style w:type="numbering" w:customStyle="1" w:styleId="ModleTitre">
    <w:name w:val="Modèle Titre"/>
    <w:uiPriority w:val="99"/>
    <w:rsid w:val="00680108"/>
    <w:pPr>
      <w:numPr>
        <w:numId w:val="20"/>
      </w:numPr>
    </w:pPr>
  </w:style>
  <w:style w:type="table" w:styleId="Grilledutableau">
    <w:name w:val="Table Grid"/>
    <w:basedOn w:val="TableauNormal"/>
    <w:uiPriority w:val="39"/>
    <w:rsid w:val="00C67E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semiHidden/>
    <w:rsid w:val="00C67E4F"/>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semiHidden/>
    <w:rsid w:val="00C67E4F"/>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semiHidden/>
    <w:rsid w:val="00C67E4F"/>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semiHidden/>
    <w:rsid w:val="00C67E4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C67E4F"/>
    <w:rPr>
      <w:rFonts w:asciiTheme="majorHAnsi" w:eastAsiaTheme="majorEastAsia" w:hAnsiTheme="majorHAnsi" w:cstheme="majorBidi"/>
      <w:i/>
      <w:iCs/>
      <w:color w:val="272727" w:themeColor="text1" w:themeTint="D8"/>
      <w:sz w:val="21"/>
      <w:szCs w:val="21"/>
    </w:rPr>
  </w:style>
  <w:style w:type="paragraph" w:styleId="En-tte">
    <w:name w:val="header"/>
    <w:basedOn w:val="Normal"/>
    <w:link w:val="En-tteCar"/>
    <w:uiPriority w:val="99"/>
    <w:unhideWhenUsed/>
    <w:rsid w:val="00C67E4F"/>
    <w:pPr>
      <w:tabs>
        <w:tab w:val="center" w:pos="4536"/>
        <w:tab w:val="right" w:pos="9072"/>
      </w:tabs>
      <w:spacing w:before="0" w:after="0"/>
    </w:pPr>
  </w:style>
  <w:style w:type="character" w:customStyle="1" w:styleId="En-tteCar">
    <w:name w:val="En-tête Car"/>
    <w:basedOn w:val="Policepardfaut"/>
    <w:link w:val="En-tte"/>
    <w:uiPriority w:val="99"/>
    <w:rsid w:val="00C67E4F"/>
    <w:rPr>
      <w:rFonts w:ascii="AvenirNext LT Pro Cn" w:hAnsi="AvenirNext LT Pro Cn"/>
    </w:rPr>
  </w:style>
  <w:style w:type="paragraph" w:styleId="Pieddepage">
    <w:name w:val="footer"/>
    <w:basedOn w:val="Normal"/>
    <w:link w:val="PieddepageCar"/>
    <w:uiPriority w:val="99"/>
    <w:unhideWhenUsed/>
    <w:rsid w:val="00C67E4F"/>
    <w:pPr>
      <w:tabs>
        <w:tab w:val="center" w:pos="4536"/>
        <w:tab w:val="right" w:pos="9072"/>
      </w:tabs>
      <w:spacing w:before="0" w:after="0"/>
    </w:pPr>
  </w:style>
  <w:style w:type="character" w:customStyle="1" w:styleId="PieddepageCar">
    <w:name w:val="Pied de page Car"/>
    <w:basedOn w:val="Policepardfaut"/>
    <w:link w:val="Pieddepage"/>
    <w:uiPriority w:val="99"/>
    <w:rsid w:val="00C67E4F"/>
    <w:rPr>
      <w:rFonts w:ascii="AvenirNext LT Pro Cn" w:hAnsi="AvenirNext LT Pro Cn"/>
    </w:rPr>
  </w:style>
  <w:style w:type="character" w:styleId="Marquedecommentaire">
    <w:name w:val="annotation reference"/>
    <w:basedOn w:val="Policepardfaut"/>
    <w:uiPriority w:val="99"/>
    <w:unhideWhenUsed/>
    <w:rsid w:val="00AD7CA3"/>
    <w:rPr>
      <w:sz w:val="16"/>
      <w:szCs w:val="16"/>
    </w:rPr>
  </w:style>
  <w:style w:type="paragraph" w:styleId="Commentaire">
    <w:name w:val="annotation text"/>
    <w:basedOn w:val="Normal"/>
    <w:link w:val="CommentaireCar"/>
    <w:uiPriority w:val="99"/>
    <w:semiHidden/>
    <w:unhideWhenUsed/>
    <w:rsid w:val="00AD7CA3"/>
    <w:rPr>
      <w:sz w:val="20"/>
      <w:szCs w:val="20"/>
    </w:rPr>
  </w:style>
  <w:style w:type="character" w:customStyle="1" w:styleId="CommentaireCar">
    <w:name w:val="Commentaire Car"/>
    <w:basedOn w:val="Policepardfaut"/>
    <w:link w:val="Commentaire"/>
    <w:uiPriority w:val="99"/>
    <w:semiHidden/>
    <w:rsid w:val="00AD7CA3"/>
    <w:rPr>
      <w:rFonts w:ascii="AvenirNext LT Pro Cn" w:hAnsi="AvenirNext LT Pro Cn"/>
      <w:sz w:val="20"/>
      <w:szCs w:val="20"/>
    </w:rPr>
  </w:style>
  <w:style w:type="paragraph" w:styleId="Objetducommentaire">
    <w:name w:val="annotation subject"/>
    <w:basedOn w:val="Commentaire"/>
    <w:next w:val="Commentaire"/>
    <w:link w:val="ObjetducommentaireCar"/>
    <w:uiPriority w:val="99"/>
    <w:semiHidden/>
    <w:unhideWhenUsed/>
    <w:rsid w:val="00AD7CA3"/>
    <w:rPr>
      <w:b/>
      <w:bCs/>
    </w:rPr>
  </w:style>
  <w:style w:type="character" w:customStyle="1" w:styleId="ObjetducommentaireCar">
    <w:name w:val="Objet du commentaire Car"/>
    <w:basedOn w:val="CommentaireCar"/>
    <w:link w:val="Objetducommentaire"/>
    <w:uiPriority w:val="99"/>
    <w:semiHidden/>
    <w:rsid w:val="00AD7CA3"/>
    <w:rPr>
      <w:rFonts w:ascii="AvenirNext LT Pro Cn" w:hAnsi="AvenirNext LT Pro Cn"/>
      <w:b/>
      <w:bCs/>
      <w:sz w:val="20"/>
      <w:szCs w:val="20"/>
    </w:rPr>
  </w:style>
  <w:style w:type="paragraph" w:styleId="Textedebulles">
    <w:name w:val="Balloon Text"/>
    <w:basedOn w:val="Normal"/>
    <w:link w:val="TextedebullesCar"/>
    <w:uiPriority w:val="99"/>
    <w:semiHidden/>
    <w:unhideWhenUsed/>
    <w:rsid w:val="00AD7CA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7CA3"/>
    <w:rPr>
      <w:rFonts w:ascii="Segoe UI" w:hAnsi="Segoe UI" w:cs="Segoe UI"/>
      <w:sz w:val="18"/>
      <w:szCs w:val="18"/>
    </w:rPr>
  </w:style>
  <w:style w:type="paragraph" w:styleId="Notedebasdepage">
    <w:name w:val="footnote text"/>
    <w:basedOn w:val="Normal"/>
    <w:link w:val="NotedebasdepageCar"/>
    <w:uiPriority w:val="99"/>
    <w:semiHidden/>
    <w:unhideWhenUsed/>
    <w:rsid w:val="00037FCF"/>
    <w:pPr>
      <w:spacing w:before="0" w:after="0"/>
    </w:pPr>
    <w:rPr>
      <w:sz w:val="20"/>
      <w:szCs w:val="20"/>
    </w:rPr>
  </w:style>
  <w:style w:type="character" w:customStyle="1" w:styleId="NotedebasdepageCar">
    <w:name w:val="Note de bas de page Car"/>
    <w:basedOn w:val="Policepardfaut"/>
    <w:link w:val="Notedebasdepage"/>
    <w:uiPriority w:val="99"/>
    <w:semiHidden/>
    <w:rsid w:val="00037FCF"/>
    <w:rPr>
      <w:rFonts w:ascii="AvenirNext LT Pro Cn" w:hAnsi="AvenirNext LT Pro Cn"/>
      <w:sz w:val="20"/>
      <w:szCs w:val="20"/>
    </w:rPr>
  </w:style>
  <w:style w:type="character" w:styleId="Appelnotedebasdep">
    <w:name w:val="footnote reference"/>
    <w:basedOn w:val="Policepardfaut"/>
    <w:uiPriority w:val="99"/>
    <w:semiHidden/>
    <w:unhideWhenUsed/>
    <w:rsid w:val="00037FCF"/>
    <w:rPr>
      <w:vertAlign w:val="superscript"/>
    </w:rPr>
  </w:style>
  <w:style w:type="paragraph" w:styleId="Paragraphedeliste">
    <w:name w:val="List Paragraph"/>
    <w:aliases w:val="Paragraphe 3,lp1"/>
    <w:basedOn w:val="Normal"/>
    <w:link w:val="ParagraphedelisteCar"/>
    <w:uiPriority w:val="34"/>
    <w:qFormat/>
    <w:rsid w:val="00037FCF"/>
    <w:pPr>
      <w:ind w:left="720"/>
      <w:contextualSpacing/>
    </w:pPr>
  </w:style>
  <w:style w:type="character" w:customStyle="1" w:styleId="ParagraphedelisteCar">
    <w:name w:val="Paragraphe de liste Car"/>
    <w:aliases w:val="Paragraphe 3 Car,lp1 Car"/>
    <w:link w:val="Paragraphedeliste"/>
    <w:uiPriority w:val="34"/>
    <w:locked/>
    <w:rsid w:val="00151706"/>
    <w:rPr>
      <w:rFonts w:ascii="AvenirNext LT Pro Cn" w:hAnsi="AvenirNext LT Pro Cn"/>
    </w:rPr>
  </w:style>
  <w:style w:type="paragraph" w:styleId="NormalWeb">
    <w:name w:val="Normal (Web)"/>
    <w:basedOn w:val="Normal"/>
    <w:uiPriority w:val="99"/>
    <w:unhideWhenUsed/>
    <w:rsid w:val="00E12869"/>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F948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092">
      <w:bodyDiv w:val="1"/>
      <w:marLeft w:val="0"/>
      <w:marRight w:val="0"/>
      <w:marTop w:val="0"/>
      <w:marBottom w:val="0"/>
      <w:divBdr>
        <w:top w:val="none" w:sz="0" w:space="0" w:color="auto"/>
        <w:left w:val="none" w:sz="0" w:space="0" w:color="auto"/>
        <w:bottom w:val="none" w:sz="0" w:space="0" w:color="auto"/>
        <w:right w:val="none" w:sz="0" w:space="0" w:color="auto"/>
      </w:divBdr>
    </w:div>
    <w:div w:id="56562140">
      <w:bodyDiv w:val="1"/>
      <w:marLeft w:val="0"/>
      <w:marRight w:val="0"/>
      <w:marTop w:val="0"/>
      <w:marBottom w:val="0"/>
      <w:divBdr>
        <w:top w:val="none" w:sz="0" w:space="0" w:color="auto"/>
        <w:left w:val="none" w:sz="0" w:space="0" w:color="auto"/>
        <w:bottom w:val="none" w:sz="0" w:space="0" w:color="auto"/>
        <w:right w:val="none" w:sz="0" w:space="0" w:color="auto"/>
      </w:divBdr>
    </w:div>
    <w:div w:id="136534431">
      <w:bodyDiv w:val="1"/>
      <w:marLeft w:val="0"/>
      <w:marRight w:val="0"/>
      <w:marTop w:val="0"/>
      <w:marBottom w:val="0"/>
      <w:divBdr>
        <w:top w:val="none" w:sz="0" w:space="0" w:color="auto"/>
        <w:left w:val="none" w:sz="0" w:space="0" w:color="auto"/>
        <w:bottom w:val="none" w:sz="0" w:space="0" w:color="auto"/>
        <w:right w:val="none" w:sz="0" w:space="0" w:color="auto"/>
      </w:divBdr>
    </w:div>
    <w:div w:id="251669541">
      <w:bodyDiv w:val="1"/>
      <w:marLeft w:val="0"/>
      <w:marRight w:val="0"/>
      <w:marTop w:val="0"/>
      <w:marBottom w:val="0"/>
      <w:divBdr>
        <w:top w:val="none" w:sz="0" w:space="0" w:color="auto"/>
        <w:left w:val="none" w:sz="0" w:space="0" w:color="auto"/>
        <w:bottom w:val="none" w:sz="0" w:space="0" w:color="auto"/>
        <w:right w:val="none" w:sz="0" w:space="0" w:color="auto"/>
      </w:divBdr>
    </w:div>
    <w:div w:id="341667054">
      <w:bodyDiv w:val="1"/>
      <w:marLeft w:val="0"/>
      <w:marRight w:val="0"/>
      <w:marTop w:val="0"/>
      <w:marBottom w:val="0"/>
      <w:divBdr>
        <w:top w:val="none" w:sz="0" w:space="0" w:color="auto"/>
        <w:left w:val="none" w:sz="0" w:space="0" w:color="auto"/>
        <w:bottom w:val="none" w:sz="0" w:space="0" w:color="auto"/>
        <w:right w:val="none" w:sz="0" w:space="0" w:color="auto"/>
      </w:divBdr>
    </w:div>
    <w:div w:id="384373460">
      <w:bodyDiv w:val="1"/>
      <w:marLeft w:val="0"/>
      <w:marRight w:val="0"/>
      <w:marTop w:val="0"/>
      <w:marBottom w:val="0"/>
      <w:divBdr>
        <w:top w:val="none" w:sz="0" w:space="0" w:color="auto"/>
        <w:left w:val="none" w:sz="0" w:space="0" w:color="auto"/>
        <w:bottom w:val="none" w:sz="0" w:space="0" w:color="auto"/>
        <w:right w:val="none" w:sz="0" w:space="0" w:color="auto"/>
      </w:divBdr>
    </w:div>
    <w:div w:id="555624138">
      <w:bodyDiv w:val="1"/>
      <w:marLeft w:val="0"/>
      <w:marRight w:val="0"/>
      <w:marTop w:val="0"/>
      <w:marBottom w:val="0"/>
      <w:divBdr>
        <w:top w:val="none" w:sz="0" w:space="0" w:color="auto"/>
        <w:left w:val="none" w:sz="0" w:space="0" w:color="auto"/>
        <w:bottom w:val="none" w:sz="0" w:space="0" w:color="auto"/>
        <w:right w:val="none" w:sz="0" w:space="0" w:color="auto"/>
      </w:divBdr>
    </w:div>
    <w:div w:id="605500978">
      <w:bodyDiv w:val="1"/>
      <w:marLeft w:val="0"/>
      <w:marRight w:val="0"/>
      <w:marTop w:val="0"/>
      <w:marBottom w:val="0"/>
      <w:divBdr>
        <w:top w:val="none" w:sz="0" w:space="0" w:color="auto"/>
        <w:left w:val="none" w:sz="0" w:space="0" w:color="auto"/>
        <w:bottom w:val="none" w:sz="0" w:space="0" w:color="auto"/>
        <w:right w:val="none" w:sz="0" w:space="0" w:color="auto"/>
      </w:divBdr>
    </w:div>
    <w:div w:id="659230784">
      <w:bodyDiv w:val="1"/>
      <w:marLeft w:val="0"/>
      <w:marRight w:val="0"/>
      <w:marTop w:val="0"/>
      <w:marBottom w:val="0"/>
      <w:divBdr>
        <w:top w:val="none" w:sz="0" w:space="0" w:color="auto"/>
        <w:left w:val="none" w:sz="0" w:space="0" w:color="auto"/>
        <w:bottom w:val="none" w:sz="0" w:space="0" w:color="auto"/>
        <w:right w:val="none" w:sz="0" w:space="0" w:color="auto"/>
      </w:divBdr>
    </w:div>
    <w:div w:id="848787787">
      <w:bodyDiv w:val="1"/>
      <w:marLeft w:val="0"/>
      <w:marRight w:val="0"/>
      <w:marTop w:val="0"/>
      <w:marBottom w:val="0"/>
      <w:divBdr>
        <w:top w:val="none" w:sz="0" w:space="0" w:color="auto"/>
        <w:left w:val="none" w:sz="0" w:space="0" w:color="auto"/>
        <w:bottom w:val="none" w:sz="0" w:space="0" w:color="auto"/>
        <w:right w:val="none" w:sz="0" w:space="0" w:color="auto"/>
      </w:divBdr>
    </w:div>
    <w:div w:id="1047492050">
      <w:bodyDiv w:val="1"/>
      <w:marLeft w:val="0"/>
      <w:marRight w:val="0"/>
      <w:marTop w:val="0"/>
      <w:marBottom w:val="0"/>
      <w:divBdr>
        <w:top w:val="none" w:sz="0" w:space="0" w:color="auto"/>
        <w:left w:val="none" w:sz="0" w:space="0" w:color="auto"/>
        <w:bottom w:val="none" w:sz="0" w:space="0" w:color="auto"/>
        <w:right w:val="none" w:sz="0" w:space="0" w:color="auto"/>
      </w:divBdr>
    </w:div>
    <w:div w:id="1054160863">
      <w:bodyDiv w:val="1"/>
      <w:marLeft w:val="0"/>
      <w:marRight w:val="0"/>
      <w:marTop w:val="0"/>
      <w:marBottom w:val="0"/>
      <w:divBdr>
        <w:top w:val="none" w:sz="0" w:space="0" w:color="auto"/>
        <w:left w:val="none" w:sz="0" w:space="0" w:color="auto"/>
        <w:bottom w:val="none" w:sz="0" w:space="0" w:color="auto"/>
        <w:right w:val="none" w:sz="0" w:space="0" w:color="auto"/>
      </w:divBdr>
    </w:div>
    <w:div w:id="1314599914">
      <w:bodyDiv w:val="1"/>
      <w:marLeft w:val="0"/>
      <w:marRight w:val="0"/>
      <w:marTop w:val="0"/>
      <w:marBottom w:val="0"/>
      <w:divBdr>
        <w:top w:val="none" w:sz="0" w:space="0" w:color="auto"/>
        <w:left w:val="none" w:sz="0" w:space="0" w:color="auto"/>
        <w:bottom w:val="none" w:sz="0" w:space="0" w:color="auto"/>
        <w:right w:val="none" w:sz="0" w:space="0" w:color="auto"/>
      </w:divBdr>
    </w:div>
    <w:div w:id="1529879110">
      <w:bodyDiv w:val="1"/>
      <w:marLeft w:val="0"/>
      <w:marRight w:val="0"/>
      <w:marTop w:val="0"/>
      <w:marBottom w:val="0"/>
      <w:divBdr>
        <w:top w:val="none" w:sz="0" w:space="0" w:color="auto"/>
        <w:left w:val="none" w:sz="0" w:space="0" w:color="auto"/>
        <w:bottom w:val="none" w:sz="0" w:space="0" w:color="auto"/>
        <w:right w:val="none" w:sz="0" w:space="0" w:color="auto"/>
      </w:divBdr>
    </w:div>
    <w:div w:id="1932274899">
      <w:bodyDiv w:val="1"/>
      <w:marLeft w:val="0"/>
      <w:marRight w:val="0"/>
      <w:marTop w:val="0"/>
      <w:marBottom w:val="0"/>
      <w:divBdr>
        <w:top w:val="none" w:sz="0" w:space="0" w:color="auto"/>
        <w:left w:val="none" w:sz="0" w:space="0" w:color="auto"/>
        <w:bottom w:val="none" w:sz="0" w:space="0" w:color="auto"/>
        <w:right w:val="none" w:sz="0" w:space="0" w:color="auto"/>
      </w:divBdr>
    </w:div>
    <w:div w:id="195474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J:\POLE%20MISSIONS%20_CARTOGRAPHIE%20ACHATS_FLUIDES\99-DIVERS_A%20RANGER\Mod&#232;les%20INRAE\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D2CE5-BEFC-46EF-92AE-7A2116CA3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INRAE.dotm</Template>
  <TotalTime>117</TotalTime>
  <Pages>8</Pages>
  <Words>1900</Words>
  <Characters>10454</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12330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Farre</dc:creator>
  <cp:keywords/>
  <dc:description/>
  <cp:lastModifiedBy>Julie Brisard</cp:lastModifiedBy>
  <cp:revision>20</cp:revision>
  <dcterms:created xsi:type="dcterms:W3CDTF">2025-06-26T12:45:00Z</dcterms:created>
  <dcterms:modified xsi:type="dcterms:W3CDTF">2025-06-27T15:02:00Z</dcterms:modified>
</cp:coreProperties>
</file>