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CA7D2" w14:textId="77777777" w:rsidR="00543289" w:rsidRPr="005B0AC8" w:rsidRDefault="00543289" w:rsidP="00543289">
      <w:pPr>
        <w:ind w:left="-426"/>
        <w:rPr>
          <w:sz w:val="24"/>
          <w:szCs w:val="24"/>
        </w:rPr>
      </w:pPr>
      <w:r>
        <w:rPr>
          <w:noProof/>
        </w:rPr>
        <w:drawing>
          <wp:anchor distT="0" distB="0" distL="114300" distR="114300" simplePos="0" relativeHeight="251661312" behindDoc="0" locked="0" layoutInCell="1" allowOverlap="1" wp14:anchorId="1D3F0DC4" wp14:editId="5362626A">
            <wp:simplePos x="0" y="0"/>
            <wp:positionH relativeFrom="page">
              <wp:posOffset>2638562</wp:posOffset>
            </wp:positionH>
            <wp:positionV relativeFrom="page">
              <wp:posOffset>700193</wp:posOffset>
            </wp:positionV>
            <wp:extent cx="4200525" cy="990782"/>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00525" cy="990782"/>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6ED97C82" wp14:editId="288A8243">
            <wp:extent cx="2602847" cy="923925"/>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enri-Mondor_AP-HP_Henri-Mondor_-_Ho_pitaux_universitaires_Henri-Mondo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7842" cy="939897"/>
                    </a:xfrm>
                    <a:prstGeom prst="rect">
                      <a:avLst/>
                    </a:prstGeom>
                  </pic:spPr>
                </pic:pic>
              </a:graphicData>
            </a:graphic>
          </wp:inline>
        </w:drawing>
      </w:r>
      <w:r w:rsidRPr="005B0AC8">
        <w:rPr>
          <w:sz w:val="24"/>
          <w:szCs w:val="24"/>
        </w:rPr>
        <w:tab/>
      </w:r>
      <w:r w:rsidRPr="005B0AC8">
        <w:rPr>
          <w:sz w:val="24"/>
          <w:szCs w:val="24"/>
        </w:rPr>
        <w:tab/>
      </w:r>
    </w:p>
    <w:p w14:paraId="68965C47" w14:textId="214BEC19" w:rsidR="009427CC" w:rsidRPr="00820E19" w:rsidRDefault="009427CC" w:rsidP="00C24BC4">
      <w:pPr>
        <w:ind w:left="-567"/>
        <w:jc w:val="left"/>
        <w:rPr>
          <w:rFonts w:ascii="Century Gothic" w:hAnsi="Century Gothic"/>
        </w:rPr>
      </w:pPr>
    </w:p>
    <w:p w14:paraId="6B5EF7F1" w14:textId="77777777" w:rsidR="00684C09" w:rsidRPr="00820E19" w:rsidRDefault="00684C09" w:rsidP="00936C3D">
      <w:pPr>
        <w:rPr>
          <w:rFonts w:ascii="Century Gothic" w:hAnsi="Century Gothic"/>
        </w:rPr>
      </w:pPr>
    </w:p>
    <w:p w14:paraId="355AC4D3" w14:textId="77777777" w:rsidR="00684C09" w:rsidRPr="00BA7E38" w:rsidRDefault="00684C09" w:rsidP="004670D9">
      <w:pPr>
        <w:jc w:val="center"/>
        <w:rPr>
          <w:rFonts w:ascii="Century Gothic" w:hAnsi="Century Gothic"/>
          <w:b/>
          <w:sz w:val="72"/>
          <w:szCs w:val="72"/>
        </w:rPr>
      </w:pPr>
      <w:r w:rsidRPr="00BA7E38">
        <w:rPr>
          <w:rFonts w:ascii="Century Gothic" w:hAnsi="Century Gothic"/>
          <w:b/>
          <w:sz w:val="72"/>
          <w:szCs w:val="72"/>
        </w:rPr>
        <w:t>ACTE D’ENGAGEMENT</w:t>
      </w:r>
    </w:p>
    <w:p w14:paraId="763D9842" w14:textId="77777777" w:rsidR="00684C09" w:rsidRPr="00BA7E38" w:rsidRDefault="00684C09" w:rsidP="00684C09">
      <w:pPr>
        <w:jc w:val="center"/>
        <w:rPr>
          <w:rFonts w:ascii="Century Gothic" w:hAnsi="Century Gothic" w:cs="Arial"/>
        </w:rPr>
      </w:pPr>
    </w:p>
    <w:p w14:paraId="3407125D" w14:textId="77777777" w:rsidR="004670D9" w:rsidRPr="00BA7E38" w:rsidRDefault="004670D9" w:rsidP="00684C09">
      <w:pPr>
        <w:jc w:val="center"/>
        <w:rPr>
          <w:rFonts w:ascii="Century Gothic" w:hAnsi="Century Gothic" w:cs="Arial"/>
        </w:rPr>
      </w:pPr>
    </w:p>
    <w:p w14:paraId="0E585354" w14:textId="77777777" w:rsidR="00110001" w:rsidRPr="00BA7E38" w:rsidRDefault="00110001" w:rsidP="00936C3D">
      <w:pPr>
        <w:rPr>
          <w:rFonts w:ascii="Century Gothic" w:hAnsi="Century Gothic"/>
        </w:rPr>
      </w:pPr>
    </w:p>
    <w:p w14:paraId="6D817350" w14:textId="77777777" w:rsidR="00110001" w:rsidRPr="00BA7E38" w:rsidRDefault="00110001" w:rsidP="00936C3D">
      <w:pPr>
        <w:rPr>
          <w:rFonts w:ascii="Century Gothic" w:hAnsi="Century Gothic"/>
        </w:rPr>
      </w:pPr>
    </w:p>
    <w:p w14:paraId="1A31ADF0" w14:textId="77777777" w:rsidR="00110001" w:rsidRPr="00BA7E38" w:rsidRDefault="00110001" w:rsidP="00936C3D">
      <w:pPr>
        <w:rPr>
          <w:rFonts w:ascii="Century Gothic" w:hAnsi="Century Gothic"/>
        </w:rPr>
      </w:pPr>
    </w:p>
    <w:p w14:paraId="7EEA9CFC" w14:textId="77777777" w:rsidR="00AC1207" w:rsidRPr="00BA7E38"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BA7E38">
        <w:rPr>
          <w:rFonts w:ascii="Century Gothic" w:hAnsi="Century Gothic" w:cs="Arial"/>
          <w:b/>
          <w:caps/>
          <w:kern w:val="0"/>
          <w:sz w:val="24"/>
          <w:szCs w:val="24"/>
        </w:rPr>
        <w:t>A) PARTIE RÉSERVÉE À L’ADMINISTRATION</w:t>
      </w:r>
    </w:p>
    <w:p w14:paraId="099576B9" w14:textId="77777777" w:rsidR="00684C09" w:rsidRPr="00BA7E38" w:rsidRDefault="00684C09" w:rsidP="00936C3D">
      <w:pPr>
        <w:rPr>
          <w:rFonts w:ascii="Century Gothic" w:hAnsi="Century Gothic"/>
        </w:rPr>
      </w:pPr>
    </w:p>
    <w:p w14:paraId="45F83E65" w14:textId="77777777" w:rsidR="00684C09" w:rsidRPr="00BA7E38" w:rsidRDefault="00684C09" w:rsidP="00936C3D">
      <w:pPr>
        <w:rPr>
          <w:rFonts w:ascii="Century Gothic" w:hAnsi="Century Gothic"/>
          <w:color w:val="FF0000"/>
        </w:rPr>
      </w:pPr>
    </w:p>
    <w:p w14:paraId="5F7E8274" w14:textId="50B6DDF5" w:rsidR="00684C09" w:rsidRPr="00BA7E38" w:rsidRDefault="00395094" w:rsidP="00593592">
      <w:pPr>
        <w:pStyle w:val="TA"/>
        <w:spacing w:after="60" w:line="240" w:lineRule="exact"/>
        <w:rPr>
          <w:rFonts w:ascii="Century Gothic" w:hAnsi="Century Gothic"/>
          <w:color w:val="FF0000"/>
        </w:rPr>
      </w:pPr>
      <w:r w:rsidRPr="00BA7E38">
        <w:rPr>
          <w:rFonts w:ascii="Century Gothic" w:hAnsi="Century Gothic"/>
          <w:color w:val="FF0000"/>
        </w:rPr>
        <w:t xml:space="preserve">- </w:t>
      </w:r>
      <w:r w:rsidRPr="00BA7E38">
        <w:rPr>
          <w:rFonts w:ascii="Century Gothic" w:hAnsi="Century Gothic"/>
        </w:rPr>
        <w:t xml:space="preserve">Marché </w:t>
      </w:r>
      <w:r w:rsidR="00F041FF" w:rsidRPr="00BA7E38">
        <w:rPr>
          <w:rFonts w:ascii="Century Gothic" w:hAnsi="Century Gothic"/>
        </w:rPr>
        <w:t xml:space="preserve">à procédure adaptée </w:t>
      </w:r>
      <w:r w:rsidR="00684C09" w:rsidRPr="00BA7E38">
        <w:rPr>
          <w:rFonts w:ascii="Century Gothic" w:hAnsi="Century Gothic"/>
        </w:rPr>
        <w:t>issu de la consultation n°</w:t>
      </w:r>
      <w:r w:rsidR="00543289">
        <w:rPr>
          <w:rFonts w:ascii="Century Gothic" w:hAnsi="Century Gothic"/>
        </w:rPr>
        <w:t>HMN25A03</w:t>
      </w:r>
      <w:r w:rsidR="00BA7E38" w:rsidRPr="00BA7E38">
        <w:rPr>
          <w:rFonts w:ascii="Century Gothic" w:hAnsi="Century Gothic"/>
        </w:rPr>
        <w:t>SRV</w:t>
      </w:r>
      <w:r w:rsidR="00684C09" w:rsidRPr="00BA7E38">
        <w:rPr>
          <w:rFonts w:ascii="Century Gothic" w:hAnsi="Century Gothic"/>
        </w:rPr>
        <w:t xml:space="preserve"> </w:t>
      </w:r>
      <w:r w:rsidR="00B7652A" w:rsidRPr="00463BA7">
        <w:rPr>
          <w:rFonts w:ascii="Century Gothic" w:hAnsi="Century Gothic"/>
        </w:rPr>
        <w:t xml:space="preserve">du </w:t>
      </w:r>
      <w:r w:rsidR="007A6DA7" w:rsidRPr="007A6DA7">
        <w:rPr>
          <w:rFonts w:ascii="Century Gothic" w:hAnsi="Century Gothic"/>
        </w:rPr>
        <w:t>01/07</w:t>
      </w:r>
      <w:r w:rsidR="004B2C8C" w:rsidRPr="007A6DA7">
        <w:rPr>
          <w:rFonts w:ascii="Century Gothic" w:hAnsi="Century Gothic"/>
        </w:rPr>
        <w:t>/20</w:t>
      </w:r>
      <w:r w:rsidR="00D6333F" w:rsidRPr="007A6DA7">
        <w:rPr>
          <w:rFonts w:ascii="Century Gothic" w:hAnsi="Century Gothic"/>
        </w:rPr>
        <w:t>2</w:t>
      </w:r>
      <w:r w:rsidR="008A01BF" w:rsidRPr="007A6DA7">
        <w:rPr>
          <w:rFonts w:ascii="Century Gothic" w:hAnsi="Century Gothic"/>
        </w:rPr>
        <w:t>5</w:t>
      </w:r>
      <w:r w:rsidR="00463BA7" w:rsidRPr="007A6DA7">
        <w:rPr>
          <w:rFonts w:ascii="Century Gothic" w:hAnsi="Century Gothic"/>
        </w:rPr>
        <w:t>.</w:t>
      </w:r>
    </w:p>
    <w:p w14:paraId="135F8D36" w14:textId="6F028A04" w:rsidR="00684C09" w:rsidRPr="00BA7E38" w:rsidRDefault="00684C09" w:rsidP="00593592">
      <w:pPr>
        <w:pStyle w:val="TA"/>
        <w:spacing w:after="60" w:line="240" w:lineRule="exact"/>
        <w:rPr>
          <w:rFonts w:ascii="Century Gothic" w:hAnsi="Century Gothic"/>
        </w:rPr>
      </w:pPr>
      <w:r w:rsidRPr="00BA7E38">
        <w:rPr>
          <w:rFonts w:ascii="Century Gothic" w:hAnsi="Century Gothic"/>
        </w:rPr>
        <w:t xml:space="preserve">- Nombre de lot de la consultation : </w:t>
      </w:r>
      <w:r w:rsidR="007C0A47" w:rsidRPr="00BA7E38">
        <w:rPr>
          <w:rFonts w:ascii="Century Gothic" w:hAnsi="Century Gothic"/>
        </w:rPr>
        <w:t>1</w:t>
      </w:r>
      <w:r w:rsidR="005951E2" w:rsidRPr="00BA7E38">
        <w:rPr>
          <w:rFonts w:ascii="Century Gothic" w:hAnsi="Century Gothic"/>
        </w:rPr>
        <w:t xml:space="preserve"> lot</w:t>
      </w:r>
      <w:r w:rsidR="007C0A47" w:rsidRPr="00BA7E38">
        <w:rPr>
          <w:rFonts w:ascii="Century Gothic" w:hAnsi="Century Gothic"/>
        </w:rPr>
        <w:t xml:space="preserve"> unique</w:t>
      </w:r>
    </w:p>
    <w:p w14:paraId="180EFA35" w14:textId="07E6FD74" w:rsidR="00BA7E38" w:rsidRPr="003A054B" w:rsidRDefault="0018426E" w:rsidP="00BA7E38">
      <w:pPr>
        <w:rPr>
          <w:rFonts w:ascii="Century Gothic" w:hAnsi="Century Gothic"/>
        </w:rPr>
      </w:pPr>
      <w:r w:rsidRPr="00B42CFE">
        <w:rPr>
          <w:rFonts w:ascii="Century Gothic" w:hAnsi="Century Gothic"/>
        </w:rPr>
        <w:t>- Obje</w:t>
      </w:r>
      <w:r w:rsidR="009B03A2" w:rsidRPr="00B42CFE">
        <w:rPr>
          <w:rFonts w:ascii="Century Gothic" w:hAnsi="Century Gothic"/>
        </w:rPr>
        <w:t xml:space="preserve">t : </w:t>
      </w:r>
      <w:r w:rsidR="00BA7E38" w:rsidRPr="00B42CFE">
        <w:rPr>
          <w:rFonts w:ascii="Century Gothic" w:hAnsi="Century Gothic"/>
        </w:rPr>
        <w:t xml:space="preserve">La présente consultation a pour objet </w:t>
      </w:r>
      <w:r w:rsidR="007B577D">
        <w:rPr>
          <w:rFonts w:ascii="Century Gothic" w:hAnsi="Century Gothic"/>
        </w:rPr>
        <w:t>les p</w:t>
      </w:r>
      <w:r w:rsidR="007B577D" w:rsidRPr="007B577D">
        <w:rPr>
          <w:rFonts w:ascii="Century Gothic" w:hAnsi="Century Gothic"/>
        </w:rPr>
        <w:t>restations d’élimination des nuisibles, dératisation, désinsectisation, désinfection et lutte contre les pigeons pour le compte des hôpitaux du Groupe Hospitalo-universitaire Henri Mondor.</w:t>
      </w:r>
    </w:p>
    <w:p w14:paraId="25606A28" w14:textId="616FC615" w:rsidR="004075D2" w:rsidRPr="00BA7E38" w:rsidRDefault="004075D2" w:rsidP="00BA7E38">
      <w:pPr>
        <w:spacing w:after="0"/>
        <w:jc w:val="left"/>
        <w:rPr>
          <w:rFonts w:ascii="Century Gothic" w:hAnsi="Century Gothic"/>
          <w:color w:val="FF0000"/>
        </w:rPr>
      </w:pPr>
    </w:p>
    <w:p w14:paraId="7ED5471C" w14:textId="77777777" w:rsidR="0018426E" w:rsidRPr="00B42CFE" w:rsidRDefault="0018426E" w:rsidP="0018426E">
      <w:pPr>
        <w:pStyle w:val="TA"/>
        <w:spacing w:after="60" w:line="240" w:lineRule="exact"/>
        <w:rPr>
          <w:rFonts w:ascii="Century Gothic" w:hAnsi="Century Gothic"/>
        </w:rPr>
      </w:pPr>
      <w:r w:rsidRPr="00B42CFE">
        <w:rPr>
          <w:rFonts w:ascii="Century Gothic" w:hAnsi="Century Gothic"/>
        </w:rPr>
        <w:t>- Client : Hôpitaux Universitaires Henri Mondor</w:t>
      </w:r>
    </w:p>
    <w:p w14:paraId="5716016B" w14:textId="19B895DB" w:rsidR="0018426E" w:rsidRPr="00B42CFE" w:rsidRDefault="0018426E" w:rsidP="0018426E">
      <w:pPr>
        <w:pStyle w:val="TA"/>
        <w:tabs>
          <w:tab w:val="left" w:pos="2552"/>
          <w:tab w:val="left" w:pos="5670"/>
        </w:tabs>
        <w:spacing w:after="60" w:line="240" w:lineRule="exact"/>
        <w:rPr>
          <w:rFonts w:ascii="Century Gothic" w:hAnsi="Century Gothic"/>
        </w:rPr>
      </w:pPr>
      <w:r w:rsidRPr="00B42CFE">
        <w:rPr>
          <w:rFonts w:ascii="Century Gothic" w:hAnsi="Century Gothic"/>
        </w:rPr>
        <w:t>- Code SAP :</w:t>
      </w:r>
      <w:r w:rsidRPr="00B42CFE">
        <w:rPr>
          <w:rFonts w:ascii="Century Gothic" w:hAnsi="Century Gothic"/>
        </w:rPr>
        <w:tab/>
      </w:r>
      <w:r w:rsidR="00543289">
        <w:rPr>
          <w:rFonts w:ascii="Century Gothic" w:hAnsi="Century Gothic"/>
        </w:rPr>
        <w:t xml:space="preserve">         </w:t>
      </w:r>
      <w:r w:rsidRPr="00B42CFE">
        <w:rPr>
          <w:rFonts w:ascii="Century Gothic" w:hAnsi="Century Gothic"/>
        </w:rPr>
        <w:t>Titulaire :</w:t>
      </w:r>
    </w:p>
    <w:p w14:paraId="024156A4" w14:textId="77777777" w:rsidR="0018426E" w:rsidRPr="00B42CFE" w:rsidRDefault="0018426E" w:rsidP="0018426E">
      <w:pPr>
        <w:pStyle w:val="TA"/>
        <w:spacing w:after="60" w:line="240" w:lineRule="exact"/>
        <w:rPr>
          <w:rFonts w:ascii="Century Gothic" w:hAnsi="Century Gothic"/>
        </w:rPr>
      </w:pPr>
      <w:r w:rsidRPr="00B42CFE">
        <w:rPr>
          <w:rFonts w:ascii="Century Gothic" w:hAnsi="Century Gothic"/>
        </w:rPr>
        <w:t xml:space="preserve">- Marché n° : </w:t>
      </w:r>
    </w:p>
    <w:p w14:paraId="1FA59338" w14:textId="2BE07719" w:rsidR="00684C09" w:rsidRDefault="00593592" w:rsidP="009B3F8A">
      <w:pPr>
        <w:pStyle w:val="TA"/>
        <w:spacing w:after="60" w:line="240" w:lineRule="exact"/>
        <w:ind w:left="142" w:hanging="142"/>
        <w:rPr>
          <w:rFonts w:ascii="Century Gothic" w:hAnsi="Century Gothic"/>
        </w:rPr>
      </w:pPr>
      <w:r w:rsidRPr="00B42CFE">
        <w:rPr>
          <w:rFonts w:ascii="Century Gothic" w:hAnsi="Century Gothic"/>
        </w:rPr>
        <w:t xml:space="preserve">- </w:t>
      </w:r>
      <w:r w:rsidR="00987F77" w:rsidRPr="00B42CFE">
        <w:rPr>
          <w:rFonts w:ascii="Century Gothic" w:hAnsi="Century Gothic"/>
        </w:rPr>
        <w:t xml:space="preserve">Accord cadre à bons de commande passé selon </w:t>
      </w:r>
      <w:r w:rsidR="009B3F8A" w:rsidRPr="00B42CFE">
        <w:rPr>
          <w:rFonts w:ascii="Century Gothic" w:hAnsi="Century Gothic"/>
        </w:rPr>
        <w:t xml:space="preserve">la procédure </w:t>
      </w:r>
      <w:r w:rsidR="005B0947" w:rsidRPr="00B42CFE">
        <w:rPr>
          <w:rFonts w:ascii="Century Gothic" w:hAnsi="Century Gothic"/>
        </w:rPr>
        <w:t>adaptée</w:t>
      </w:r>
      <w:r w:rsidR="00684C09" w:rsidRPr="00B42CFE">
        <w:rPr>
          <w:rFonts w:ascii="Century Gothic" w:hAnsi="Century Gothic"/>
        </w:rPr>
        <w:t xml:space="preserve"> en application </w:t>
      </w:r>
      <w:r w:rsidR="00987F77" w:rsidRPr="00B42CFE">
        <w:rPr>
          <w:rFonts w:ascii="Century Gothic" w:hAnsi="Century Gothic"/>
        </w:rPr>
        <w:t xml:space="preserve">des </w:t>
      </w:r>
      <w:r w:rsidR="005B0947" w:rsidRPr="00B42CFE">
        <w:rPr>
          <w:rFonts w:ascii="Century Gothic" w:hAnsi="Century Gothic"/>
        </w:rPr>
        <w:t>en application des articles L2123-1 de l’Ordonnance 2018-1074 et des articles R2123-1 et 2162-13 du Décret 2018-1075</w:t>
      </w:r>
      <w:r w:rsidR="00543289">
        <w:rPr>
          <w:rFonts w:ascii="Century Gothic" w:hAnsi="Century Gothic"/>
        </w:rPr>
        <w:t xml:space="preserve"> du code de la commande publique</w:t>
      </w:r>
      <w:r w:rsidR="0018426E" w:rsidRPr="00B42CFE">
        <w:rPr>
          <w:rFonts w:ascii="Century Gothic" w:hAnsi="Century Gothic"/>
        </w:rPr>
        <w:t>.</w:t>
      </w:r>
    </w:p>
    <w:p w14:paraId="5D45C8C1" w14:textId="77777777" w:rsidR="00543289" w:rsidRPr="00B42CFE" w:rsidRDefault="00543289" w:rsidP="009B3F8A">
      <w:pPr>
        <w:pStyle w:val="TA"/>
        <w:spacing w:after="60" w:line="240" w:lineRule="exact"/>
        <w:ind w:left="142" w:hanging="142"/>
        <w:rPr>
          <w:rFonts w:ascii="Century Gothic" w:hAnsi="Century Gothic"/>
        </w:rPr>
      </w:pPr>
    </w:p>
    <w:p w14:paraId="1B409FEF" w14:textId="77777777" w:rsidR="00CA376C" w:rsidRDefault="00CA376C" w:rsidP="00CA376C">
      <w:pPr>
        <w:pStyle w:val="TA"/>
        <w:spacing w:after="60" w:line="276" w:lineRule="auto"/>
        <w:rPr>
          <w:rFonts w:ascii="Century Gothic" w:hAnsi="Century Gothic"/>
          <w:color w:val="FF0000"/>
        </w:rPr>
      </w:pPr>
      <w:r>
        <w:rPr>
          <w:rFonts w:ascii="Century Gothic" w:hAnsi="Century Gothic"/>
        </w:rPr>
        <w:t xml:space="preserve">- </w:t>
      </w:r>
      <w:r w:rsidRPr="00820E19">
        <w:rPr>
          <w:rFonts w:ascii="Century Gothic" w:hAnsi="Century Gothic"/>
        </w:rPr>
        <w:t xml:space="preserve">Signataire du marché : </w:t>
      </w:r>
    </w:p>
    <w:p w14:paraId="19444AE6" w14:textId="1F2D181E" w:rsidR="00CA376C" w:rsidRPr="00CE0633" w:rsidRDefault="00CA376C" w:rsidP="007B577D">
      <w:pPr>
        <w:pStyle w:val="TA"/>
        <w:spacing w:after="60" w:line="276" w:lineRule="auto"/>
        <w:rPr>
          <w:rFonts w:ascii="Century Gothic" w:hAnsi="Century Gothic"/>
        </w:rPr>
      </w:pPr>
      <w:r w:rsidRPr="00CA376C">
        <w:rPr>
          <w:rFonts w:ascii="Century Gothic" w:hAnsi="Century Gothic"/>
        </w:rPr>
        <w:t xml:space="preserve">Madame Edith BENMANSOUR, Directrice du GHU AP-HP Hôpitaux Universitaires Henri-Mondor, ayant reçu délégation du Directeur Général de l’Assistance Publique – Hôpitaux de Paris par arrêté directorial n°75-2022-07-08-00005 du 8 Juillet 2022 ou son </w:t>
      </w:r>
      <w:proofErr w:type="spellStart"/>
      <w:r w:rsidRPr="00CA376C">
        <w:rPr>
          <w:rFonts w:ascii="Century Gothic" w:hAnsi="Century Gothic"/>
        </w:rPr>
        <w:t>subdélégataire</w:t>
      </w:r>
      <w:proofErr w:type="spellEnd"/>
      <w:r w:rsidRPr="00CA376C">
        <w:rPr>
          <w:rFonts w:ascii="Century Gothic" w:hAnsi="Century Gothic"/>
        </w:rPr>
        <w:t xml:space="preserve"> Madame Sabrina LOPEZ, Adjointe à la Directrice du groupe hospitalo-universitaire AP-HP. Hôpitaux Universitaires Henri-Mondor, ou Monsieur Fabien GOURDON, </w:t>
      </w:r>
      <w:r w:rsidR="00CD33B1" w:rsidRPr="00702BE1">
        <w:rPr>
          <w:rFonts w:ascii="Century Gothic" w:hAnsi="Century Gothic"/>
        </w:rPr>
        <w:t xml:space="preserve">Secrétaire Général </w:t>
      </w:r>
      <w:r w:rsidRPr="00702BE1">
        <w:rPr>
          <w:rFonts w:ascii="Century Gothic" w:hAnsi="Century Gothic"/>
        </w:rPr>
        <w:t xml:space="preserve">du </w:t>
      </w:r>
      <w:r w:rsidRPr="00CE0633">
        <w:rPr>
          <w:rFonts w:ascii="Century Gothic" w:hAnsi="Century Gothic"/>
        </w:rPr>
        <w:t>Groupe Hospitalo-universitaire AP-HP. Hôpitaux Universitaires Henri-Mondor.</w:t>
      </w:r>
    </w:p>
    <w:p w14:paraId="6BFA206F" w14:textId="77777777" w:rsidR="00CA376C" w:rsidRPr="00820E19" w:rsidRDefault="00CA376C" w:rsidP="00CA376C">
      <w:pPr>
        <w:pStyle w:val="TA"/>
        <w:spacing w:after="60" w:line="276" w:lineRule="auto"/>
        <w:rPr>
          <w:rFonts w:ascii="Century Gothic" w:hAnsi="Century Gothic"/>
        </w:rPr>
      </w:pPr>
    </w:p>
    <w:p w14:paraId="07BD5971" w14:textId="7EE51A88" w:rsidR="00A22C7F" w:rsidRPr="005A0F3A" w:rsidRDefault="00CA376C" w:rsidP="005A0F3A">
      <w:pPr>
        <w:pStyle w:val="TA"/>
        <w:spacing w:after="60" w:line="240" w:lineRule="exact"/>
        <w:rPr>
          <w:rFonts w:ascii="Century Gothic" w:hAnsi="Century Gothic"/>
        </w:rPr>
      </w:pPr>
      <w:r w:rsidRPr="00820E19">
        <w:rPr>
          <w:rFonts w:ascii="Century Gothic" w:hAnsi="Century Gothic"/>
        </w:rPr>
        <w:t>- Notifié le</w:t>
      </w:r>
      <w:r>
        <w:rPr>
          <w:rFonts w:ascii="Century Gothic" w:hAnsi="Century Gothic"/>
        </w:rPr>
        <w:t> :</w:t>
      </w:r>
      <w:r w:rsidR="00543289">
        <w:rPr>
          <w:rFonts w:ascii="Century Gothic" w:hAnsi="Century Gothic"/>
          <w:color w:val="FF0000"/>
        </w:rPr>
        <w:br w:type="page"/>
      </w:r>
    </w:p>
    <w:p w14:paraId="2ADCB74A" w14:textId="77777777" w:rsidR="00AC1207" w:rsidRPr="00B42CFE" w:rsidRDefault="00AC120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B42CFE">
        <w:rPr>
          <w:rFonts w:ascii="Century Gothic" w:hAnsi="Century Gothic" w:cs="Arial"/>
          <w:b/>
          <w:caps/>
          <w:kern w:val="0"/>
          <w:sz w:val="24"/>
          <w:szCs w:val="24"/>
        </w:rPr>
        <w:lastRenderedPageBreak/>
        <w:t>B) PARTIE RÉSERVÉE AU PRESTATAIRE</w:t>
      </w:r>
    </w:p>
    <w:p w14:paraId="7070699F" w14:textId="77777777" w:rsidR="00110001" w:rsidRPr="00B42CFE" w:rsidRDefault="00110001" w:rsidP="00061E11">
      <w:pPr>
        <w:rPr>
          <w:rFonts w:ascii="Century Gothic" w:hAnsi="Century Gothic"/>
        </w:rPr>
      </w:pPr>
      <w:r w:rsidRPr="00B42CFE">
        <w:rPr>
          <w:rFonts w:ascii="Century Gothic" w:hAnsi="Century Gothic"/>
          <w:iCs/>
          <w:noProof/>
        </w:rPr>
        <mc:AlternateContent>
          <mc:Choice Requires="wps">
            <w:drawing>
              <wp:anchor distT="0" distB="0" distL="114300" distR="114300" simplePos="0" relativeHeight="251657216" behindDoc="0" locked="0" layoutInCell="1" allowOverlap="1" wp14:anchorId="1D99B2B5" wp14:editId="2C6983FA">
                <wp:simplePos x="0" y="0"/>
                <wp:positionH relativeFrom="column">
                  <wp:posOffset>4706620</wp:posOffset>
                </wp:positionH>
                <wp:positionV relativeFrom="paragraph">
                  <wp:posOffset>52705</wp:posOffset>
                </wp:positionV>
                <wp:extent cx="114300" cy="2919730"/>
                <wp:effectExtent l="0" t="0" r="19050" b="13970"/>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973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7DB95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70.6pt;margin-top:4.15pt;width:9pt;height:22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" adj="1073"/>
            </w:pict>
          </mc:Fallback>
        </mc:AlternateContent>
      </w:r>
    </w:p>
    <w:p w14:paraId="2390ED81" w14:textId="58486777" w:rsidR="00061E11" w:rsidRPr="00B42CFE" w:rsidRDefault="008E5ACD" w:rsidP="00061E11">
      <w:pPr>
        <w:rPr>
          <w:rFonts w:ascii="Century Gothic" w:hAnsi="Century Gothic"/>
        </w:rPr>
      </w:pPr>
      <w:r w:rsidRPr="00B42CFE">
        <w:rPr>
          <w:rFonts w:ascii="Century Gothic" w:hAnsi="Century Gothic"/>
        </w:rPr>
        <w:t>Je soussigné,</w:t>
      </w:r>
      <w:r w:rsidRPr="00B42CFE">
        <w:rPr>
          <w:rFonts w:ascii="Century Gothic" w:hAnsi="Century Gothic"/>
        </w:rPr>
        <w:tab/>
      </w:r>
      <w:r w:rsidRPr="00B42CFE">
        <w:rPr>
          <w:rFonts w:ascii="Century Gothic" w:hAnsi="Century Gothic"/>
        </w:rPr>
        <w:tab/>
      </w:r>
      <w:r w:rsidRPr="00B42CFE">
        <w:rPr>
          <w:rFonts w:ascii="Century Gothic" w:hAnsi="Century Gothic"/>
        </w:rPr>
        <w:tab/>
      </w:r>
      <w:r w:rsidRPr="00B42CFE">
        <w:rPr>
          <w:rFonts w:ascii="Century Gothic" w:hAnsi="Century Gothic"/>
        </w:rPr>
        <w:tab/>
      </w:r>
      <w:r w:rsidR="007B577D">
        <w:rPr>
          <w:rFonts w:ascii="Century Gothic" w:hAnsi="Century Gothic"/>
        </w:rPr>
        <w:t xml:space="preserve">      </w:t>
      </w:r>
      <w:r w:rsidR="00061E11" w:rsidRPr="00B42CFE">
        <w:rPr>
          <w:rFonts w:ascii="Century Gothic" w:hAnsi="Century Gothic"/>
        </w:rPr>
        <w:t>Fonction :</w:t>
      </w:r>
    </w:p>
    <w:p w14:paraId="09F42158" w14:textId="7FC6EE27" w:rsidR="00061E11" w:rsidRPr="00B42CFE" w:rsidRDefault="00061E11" w:rsidP="00061E11">
      <w:pPr>
        <w:rPr>
          <w:rFonts w:ascii="Century Gothic" w:hAnsi="Century Gothic"/>
        </w:rPr>
      </w:pPr>
      <w:r w:rsidRPr="00B42CFE">
        <w:rPr>
          <w:rFonts w:ascii="Century Gothic" w:hAnsi="Century Gothic"/>
        </w:rPr>
        <w:t>Agissant pour mon propre compte ou pour le compte de</w:t>
      </w:r>
      <w:r w:rsidR="00B42CFE">
        <w:rPr>
          <w:rFonts w:ascii="Century Gothic" w:hAnsi="Century Gothic"/>
        </w:rPr>
        <w:t> :</w:t>
      </w:r>
      <w:r w:rsidRPr="00B42CFE">
        <w:rPr>
          <w:rFonts w:ascii="Century Gothic" w:hAnsi="Century Gothic"/>
        </w:rPr>
        <w:t xml:space="preserve"> </w:t>
      </w:r>
    </w:p>
    <w:p w14:paraId="75AFD846" w14:textId="77777777" w:rsidR="00061E11" w:rsidRPr="00B42CFE" w:rsidRDefault="00061E11" w:rsidP="00061E11">
      <w:pPr>
        <w:rPr>
          <w:rFonts w:ascii="Century Gothic" w:hAnsi="Century Gothic"/>
          <w:iCs/>
        </w:rPr>
      </w:pPr>
      <w:r w:rsidRPr="00B42CFE">
        <w:rPr>
          <w:rFonts w:ascii="Century Gothic" w:hAnsi="Century Gothic"/>
          <w:iCs/>
        </w:rPr>
        <w:t>Mandataire du groupement solidaire / conjoint* :</w:t>
      </w:r>
    </w:p>
    <w:p w14:paraId="7608F52E" w14:textId="77777777" w:rsidR="00061E11" w:rsidRPr="00B42CFE" w:rsidRDefault="00061E11" w:rsidP="00061E11">
      <w:pPr>
        <w:rPr>
          <w:rFonts w:ascii="Century Gothic" w:hAnsi="Century Gothic"/>
          <w:iCs/>
        </w:rPr>
      </w:pPr>
      <w:r w:rsidRPr="00B42CFE">
        <w:rPr>
          <w:rFonts w:ascii="Century Gothic" w:hAnsi="Century Gothic"/>
          <w:iCs/>
        </w:rPr>
        <w:t xml:space="preserve">(* rayer la mention inutile) </w:t>
      </w:r>
    </w:p>
    <w:p w14:paraId="50B2DA60" w14:textId="0DAB580A" w:rsidR="00061E11" w:rsidRPr="00B42CFE" w:rsidRDefault="00061E11" w:rsidP="00061E11">
      <w:pPr>
        <w:rPr>
          <w:rFonts w:ascii="Century Gothic" w:hAnsi="Century Gothic"/>
          <w:iCs/>
        </w:rPr>
      </w:pPr>
      <w:r w:rsidRPr="00B42CFE">
        <w:rPr>
          <w:rFonts w:ascii="Century Gothic" w:hAnsi="Century Gothic"/>
          <w:iCs/>
        </w:rPr>
        <w:t xml:space="preserve">Dont le siège est </w:t>
      </w:r>
      <w:r w:rsidR="00B42CFE">
        <w:rPr>
          <w:rFonts w:ascii="Century Gothic" w:hAnsi="Century Gothic"/>
          <w:iCs/>
        </w:rPr>
        <w:t xml:space="preserve">situé </w:t>
      </w:r>
      <w:r w:rsidRPr="00B42CFE">
        <w:rPr>
          <w:rFonts w:ascii="Century Gothic" w:hAnsi="Century Gothic"/>
          <w:iCs/>
        </w:rPr>
        <w:t>:</w:t>
      </w:r>
    </w:p>
    <w:p w14:paraId="787067AB" w14:textId="77777777" w:rsidR="00061E11" w:rsidRPr="00B42CFE" w:rsidRDefault="00987F77" w:rsidP="00061E11">
      <w:pPr>
        <w:rPr>
          <w:rFonts w:ascii="Century Gothic" w:hAnsi="Century Gothic"/>
        </w:rPr>
      </w:pPr>
      <w:r w:rsidRPr="00B42CFE">
        <w:rPr>
          <w:rFonts w:ascii="Century Gothic" w:hAnsi="Century Gothic"/>
          <w:noProof/>
        </w:rPr>
        <mc:AlternateContent>
          <mc:Choice Requires="wps">
            <w:drawing>
              <wp:anchor distT="0" distB="0" distL="114300" distR="114300" simplePos="0" relativeHeight="251656192" behindDoc="0" locked="0" layoutInCell="1" allowOverlap="1" wp14:anchorId="66F8C677" wp14:editId="70E2A95B">
                <wp:simplePos x="0" y="0"/>
                <wp:positionH relativeFrom="column">
                  <wp:posOffset>4886325</wp:posOffset>
                </wp:positionH>
                <wp:positionV relativeFrom="paragraph">
                  <wp:posOffset>178435</wp:posOffset>
                </wp:positionV>
                <wp:extent cx="1600200" cy="4572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41EAD5" w14:textId="77777777" w:rsidR="00B42CFE" w:rsidRDefault="00B42CFE"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F8C677" id="_x0000_t202" coordsize="21600,21600" o:spt="202" path="m,l,21600r21600,l21600,xe">
                <v:stroke joinstyle="miter"/>
                <v:path gradientshapeok="t" o:connecttype="rect"/>
              </v:shapetype>
              <v:shape id="Text Box 3" o:spid="_x0000_s1026" type="#_x0000_t202" style="position:absolute;left:0;text-align:left;margin-left:384.75pt;margin-top:14.05pt;width:126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" stroked="f">
                <v:textbox>
                  <w:txbxContent>
                    <w:p w14:paraId="3F41EAD5" w14:textId="77777777" w:rsidR="00B42CFE" w:rsidRDefault="00B42CFE" w:rsidP="00061E11">
                      <w:pPr>
                        <w:rPr>
                          <w:rFonts w:ascii="Arial" w:hAnsi="Arial" w:cs="Arial"/>
                        </w:rPr>
                      </w:pPr>
                      <w:r>
                        <w:rPr>
                          <w:rFonts w:ascii="Arial" w:hAnsi="Arial" w:cs="Arial"/>
                        </w:rPr>
                        <w:t>A dupliquer pour chaque membre du groupement</w:t>
                      </w:r>
                    </w:p>
                  </w:txbxContent>
                </v:textbox>
              </v:shape>
            </w:pict>
          </mc:Fallback>
        </mc:AlternateContent>
      </w:r>
    </w:p>
    <w:p w14:paraId="0B460050" w14:textId="77777777" w:rsidR="00061E11" w:rsidRPr="00B42CFE" w:rsidRDefault="00061E11" w:rsidP="00061E11">
      <w:pPr>
        <w:rPr>
          <w:rFonts w:ascii="Century Gothic" w:hAnsi="Century Gothic"/>
        </w:rPr>
      </w:pPr>
      <w:r w:rsidRPr="00B42CFE">
        <w:rPr>
          <w:rFonts w:ascii="Century Gothic" w:hAnsi="Century Gothic"/>
        </w:rPr>
        <w:t>Numéro de téléphone :</w:t>
      </w:r>
      <w:r w:rsidRPr="00B42CFE">
        <w:rPr>
          <w:rFonts w:ascii="Century Gothic" w:hAnsi="Century Gothic"/>
        </w:rPr>
        <w:tab/>
      </w:r>
      <w:r w:rsidRPr="00B42CFE">
        <w:rPr>
          <w:rFonts w:ascii="Century Gothic" w:hAnsi="Century Gothic"/>
        </w:rPr>
        <w:tab/>
      </w:r>
    </w:p>
    <w:p w14:paraId="1786B3D6" w14:textId="77777777" w:rsidR="00061E11" w:rsidRPr="00B42CFE" w:rsidRDefault="00061E11" w:rsidP="00061E11">
      <w:pPr>
        <w:rPr>
          <w:rFonts w:ascii="Century Gothic" w:hAnsi="Century Gothic"/>
        </w:rPr>
      </w:pPr>
      <w:r w:rsidRPr="00B42CFE">
        <w:rPr>
          <w:rFonts w:ascii="Century Gothic" w:hAnsi="Century Gothic"/>
        </w:rPr>
        <w:t>Numéro de télécopie :</w:t>
      </w:r>
    </w:p>
    <w:p w14:paraId="25ADEA1E" w14:textId="77777777" w:rsidR="00061E11" w:rsidRPr="00B42CFE" w:rsidRDefault="00061E11" w:rsidP="00061E11">
      <w:pPr>
        <w:rPr>
          <w:rFonts w:ascii="Century Gothic" w:hAnsi="Century Gothic"/>
        </w:rPr>
      </w:pPr>
      <w:r w:rsidRPr="00B42CFE">
        <w:rPr>
          <w:rFonts w:ascii="Century Gothic" w:hAnsi="Century Gothic"/>
        </w:rPr>
        <w:t>Email :</w:t>
      </w:r>
    </w:p>
    <w:p w14:paraId="1BFB3E6B" w14:textId="77777777" w:rsidR="00061E11" w:rsidRPr="00B42CFE" w:rsidRDefault="00061E11" w:rsidP="00061E11">
      <w:pPr>
        <w:rPr>
          <w:rFonts w:ascii="Century Gothic" w:hAnsi="Century Gothic"/>
        </w:rPr>
      </w:pPr>
      <w:r w:rsidRPr="00B42CFE">
        <w:rPr>
          <w:rFonts w:ascii="Century Gothic" w:hAnsi="Century Gothic"/>
        </w:rPr>
        <w:t>Immatriculée :</w:t>
      </w:r>
      <w:r w:rsidRPr="00B42CFE">
        <w:rPr>
          <w:rFonts w:ascii="Century Gothic" w:hAnsi="Century Gothic"/>
        </w:rPr>
        <w:tab/>
      </w:r>
      <w:r w:rsidRPr="00B42CFE">
        <w:rPr>
          <w:rFonts w:ascii="Century Gothic" w:hAnsi="Century Gothic"/>
        </w:rPr>
        <w:tab/>
        <w:t xml:space="preserve">- au SIRET sous le n° </w:t>
      </w:r>
      <w:r w:rsidRPr="00B42CFE">
        <w:rPr>
          <w:rFonts w:ascii="Century Gothic" w:hAnsi="Century Gothic"/>
        </w:rPr>
        <w:tab/>
      </w:r>
      <w:r w:rsidRPr="00B42CFE">
        <w:rPr>
          <w:rFonts w:ascii="Century Gothic" w:hAnsi="Century Gothic"/>
        </w:rPr>
        <w:tab/>
        <w:t>:</w:t>
      </w:r>
    </w:p>
    <w:p w14:paraId="10964738" w14:textId="77777777" w:rsidR="00061E11" w:rsidRPr="00B42CFE" w:rsidRDefault="00061E11" w:rsidP="00061E11">
      <w:pPr>
        <w:rPr>
          <w:rFonts w:ascii="Century Gothic" w:hAnsi="Century Gothic"/>
        </w:rPr>
      </w:pPr>
      <w:r w:rsidRPr="00B42CFE">
        <w:rPr>
          <w:rFonts w:ascii="Century Gothic" w:hAnsi="Century Gothic"/>
        </w:rPr>
        <w:tab/>
      </w:r>
      <w:r w:rsidRPr="00B42CFE">
        <w:rPr>
          <w:rFonts w:ascii="Century Gothic" w:hAnsi="Century Gothic"/>
        </w:rPr>
        <w:tab/>
      </w:r>
      <w:r w:rsidRPr="00B42CFE">
        <w:rPr>
          <w:rFonts w:ascii="Century Gothic" w:hAnsi="Century Gothic"/>
        </w:rPr>
        <w:tab/>
        <w:t>- au registre du commerce sous le n°</w:t>
      </w:r>
      <w:r w:rsidRPr="00B42CFE">
        <w:rPr>
          <w:rFonts w:ascii="Century Gothic" w:hAnsi="Century Gothic"/>
        </w:rPr>
        <w:tab/>
        <w:t>:</w:t>
      </w:r>
    </w:p>
    <w:p w14:paraId="7036F998" w14:textId="77777777" w:rsidR="00061E11" w:rsidRPr="00B42CFE" w:rsidRDefault="00061E11" w:rsidP="00061E11">
      <w:pPr>
        <w:rPr>
          <w:rFonts w:ascii="Century Gothic" w:hAnsi="Century Gothic"/>
        </w:rPr>
      </w:pPr>
      <w:r w:rsidRPr="00B42CFE">
        <w:rPr>
          <w:rFonts w:ascii="Century Gothic" w:hAnsi="Century Gothic"/>
        </w:rPr>
        <w:tab/>
      </w:r>
      <w:r w:rsidRPr="00B42CFE">
        <w:rPr>
          <w:rFonts w:ascii="Century Gothic" w:hAnsi="Century Gothic"/>
        </w:rPr>
        <w:tab/>
      </w:r>
      <w:r w:rsidRPr="00B42CFE">
        <w:rPr>
          <w:rFonts w:ascii="Century Gothic" w:hAnsi="Century Gothic"/>
        </w:rPr>
        <w:tab/>
        <w:t xml:space="preserve">- code d’activité économique APE </w:t>
      </w:r>
      <w:r w:rsidRPr="00B42CFE">
        <w:rPr>
          <w:rFonts w:ascii="Century Gothic" w:hAnsi="Century Gothic"/>
        </w:rPr>
        <w:tab/>
        <w:t>:</w:t>
      </w:r>
      <w:r w:rsidRPr="00B42CFE">
        <w:rPr>
          <w:rFonts w:ascii="Century Gothic" w:hAnsi="Century Gothic"/>
        </w:rPr>
        <w:tab/>
      </w:r>
      <w:r w:rsidRPr="00B42CFE">
        <w:rPr>
          <w:rFonts w:ascii="Century Gothic" w:hAnsi="Century Gothic"/>
        </w:rPr>
        <w:tab/>
      </w:r>
    </w:p>
    <w:p w14:paraId="08123CA6" w14:textId="77777777" w:rsidR="00110001" w:rsidRPr="00BA7E38" w:rsidRDefault="00110001" w:rsidP="00775A29">
      <w:pPr>
        <w:rPr>
          <w:rFonts w:ascii="Century Gothic" w:hAnsi="Century Gothic"/>
          <w:color w:val="FF0000"/>
        </w:rPr>
      </w:pPr>
    </w:p>
    <w:p w14:paraId="3EAD6CAB" w14:textId="77777777" w:rsidR="00110001" w:rsidRPr="00BA7E38" w:rsidRDefault="00110001" w:rsidP="00775A29">
      <w:pPr>
        <w:rPr>
          <w:rFonts w:ascii="Century Gothic" w:hAnsi="Century Gothic"/>
          <w:color w:val="FF0000"/>
        </w:rPr>
      </w:pPr>
    </w:p>
    <w:p w14:paraId="1E2EB716" w14:textId="77777777" w:rsidR="00110001" w:rsidRPr="00BA7E38" w:rsidRDefault="00110001" w:rsidP="00775A29">
      <w:pPr>
        <w:rPr>
          <w:rFonts w:ascii="Century Gothic" w:hAnsi="Century Gothic"/>
          <w:color w:val="FF0000"/>
        </w:rPr>
      </w:pPr>
    </w:p>
    <w:p w14:paraId="26835249" w14:textId="735821C4" w:rsidR="00CA376C" w:rsidRPr="007F7EC0" w:rsidRDefault="00684C09" w:rsidP="00CA376C">
      <w:pPr>
        <w:rPr>
          <w:rFonts w:ascii="Century Gothic" w:hAnsi="Century Gothic"/>
        </w:rPr>
      </w:pPr>
      <w:r w:rsidRPr="00B42CFE">
        <w:rPr>
          <w:rFonts w:ascii="Century Gothic" w:hAnsi="Century Gothic"/>
        </w:rPr>
        <w:t>Après avoir pris connaissance du Cahier des Clauses</w:t>
      </w:r>
      <w:r w:rsidR="00372A3E" w:rsidRPr="00B42CFE">
        <w:rPr>
          <w:rFonts w:ascii="Century Gothic" w:hAnsi="Century Gothic"/>
        </w:rPr>
        <w:t xml:space="preserve"> Administratives</w:t>
      </w:r>
      <w:r w:rsidRPr="00B42CFE">
        <w:rPr>
          <w:rFonts w:ascii="Century Gothic" w:hAnsi="Century Gothic"/>
        </w:rPr>
        <w:t xml:space="preserve"> Particulières</w:t>
      </w:r>
      <w:r w:rsidR="00372A3E" w:rsidRPr="00B42CFE">
        <w:rPr>
          <w:rFonts w:ascii="Century Gothic" w:hAnsi="Century Gothic"/>
        </w:rPr>
        <w:t xml:space="preserve"> et du Cahier des Clauses Techniques Particulières</w:t>
      </w:r>
      <w:r w:rsidRPr="00B42CFE">
        <w:rPr>
          <w:rFonts w:ascii="Century Gothic" w:hAnsi="Century Gothic"/>
        </w:rPr>
        <w:t xml:space="preserve"> </w:t>
      </w:r>
      <w:r w:rsidR="005951E2" w:rsidRPr="00B42CFE">
        <w:rPr>
          <w:rFonts w:ascii="Century Gothic" w:hAnsi="Century Gothic"/>
        </w:rPr>
        <w:t xml:space="preserve">de la </w:t>
      </w:r>
      <w:r w:rsidR="005951E2" w:rsidRPr="00543289">
        <w:rPr>
          <w:rFonts w:ascii="Century Gothic" w:hAnsi="Century Gothic"/>
        </w:rPr>
        <w:t xml:space="preserve">consultation </w:t>
      </w:r>
      <w:r w:rsidR="00372A3E" w:rsidRPr="00543289">
        <w:rPr>
          <w:rFonts w:ascii="Century Gothic" w:hAnsi="Century Gothic"/>
        </w:rPr>
        <w:t>n°</w:t>
      </w:r>
      <w:r w:rsidRPr="00543289">
        <w:rPr>
          <w:rFonts w:ascii="Century Gothic" w:hAnsi="Century Gothic"/>
        </w:rPr>
        <w:t>HMN</w:t>
      </w:r>
      <w:r w:rsidR="00543289" w:rsidRPr="00543289">
        <w:rPr>
          <w:rFonts w:ascii="Century Gothic" w:hAnsi="Century Gothic"/>
        </w:rPr>
        <w:t>25A03</w:t>
      </w:r>
      <w:r w:rsidR="00B42CFE" w:rsidRPr="00543289">
        <w:rPr>
          <w:rFonts w:ascii="Century Gothic" w:hAnsi="Century Gothic"/>
        </w:rPr>
        <w:t>SRV</w:t>
      </w:r>
      <w:r w:rsidR="00113FA8" w:rsidRPr="00543289">
        <w:rPr>
          <w:rFonts w:ascii="Century Gothic" w:hAnsi="Century Gothic"/>
          <w:color w:val="FF0000"/>
        </w:rPr>
        <w:t xml:space="preserve"> </w:t>
      </w:r>
      <w:r w:rsidRPr="00B42CFE">
        <w:rPr>
          <w:rFonts w:ascii="Century Gothic" w:hAnsi="Century Gothic"/>
        </w:rPr>
        <w:t xml:space="preserve">et des documents qui y sont mentionnés, </w:t>
      </w:r>
      <w:r w:rsidR="00CA376C" w:rsidRPr="007F7EC0">
        <w:rPr>
          <w:rFonts w:ascii="Century Gothic" w:hAnsi="Century Gothic"/>
        </w:rPr>
        <w:t>et après avoir établi les déclarations prévues à l’article R.2143-3 du décret n°2018-1075 du 3 décembre 2018 portant partie réglementaire du code de la commande publique :</w:t>
      </w:r>
    </w:p>
    <w:p w14:paraId="7D4176A4" w14:textId="77777777" w:rsidR="00CA376C" w:rsidRPr="00820E19" w:rsidRDefault="00CA376C" w:rsidP="00CA376C">
      <w:pPr>
        <w:numPr>
          <w:ilvl w:val="0"/>
          <w:numId w:val="2"/>
        </w:numPr>
        <w:spacing w:before="0" w:after="0"/>
        <w:rPr>
          <w:rFonts w:ascii="Century Gothic" w:hAnsi="Century Gothic" w:cs="Arial"/>
        </w:rPr>
      </w:pPr>
      <w:r w:rsidRPr="00820E19">
        <w:rPr>
          <w:rFonts w:ascii="Century Gothic" w:hAnsi="Century Gothic" w:cs="Arial"/>
        </w:rPr>
        <w:t>M’engage, sans réserve, conformément aux clauses et conditions des documents visés ci-dessus à exécuter les prestations désignées au marché, aux prix et conditions indiqués dans l’annexe financière jointe</w:t>
      </w:r>
      <w:r>
        <w:rPr>
          <w:rFonts w:ascii="Century Gothic" w:hAnsi="Century Gothic" w:cs="Arial"/>
        </w:rPr>
        <w:t>.</w:t>
      </w:r>
    </w:p>
    <w:p w14:paraId="025355E0" w14:textId="77777777" w:rsidR="00B42CFE" w:rsidRPr="00B42CFE" w:rsidRDefault="00B42CFE" w:rsidP="00B42CFE">
      <w:pPr>
        <w:spacing w:before="0" w:after="0"/>
        <w:ind w:left="360"/>
        <w:rPr>
          <w:rFonts w:ascii="Century Gothic" w:hAnsi="Century Gothic" w:cs="Arial"/>
        </w:rPr>
      </w:pPr>
    </w:p>
    <w:p w14:paraId="1E79AC73" w14:textId="77777777" w:rsidR="00AC1207" w:rsidRPr="00B42CFE" w:rsidRDefault="00AC1207" w:rsidP="00AC1207">
      <w:pPr>
        <w:numPr>
          <w:ilvl w:val="0"/>
          <w:numId w:val="2"/>
        </w:numPr>
        <w:spacing w:before="0" w:after="0"/>
        <w:rPr>
          <w:rFonts w:ascii="Century Gothic" w:hAnsi="Century Gothic" w:cs="Arial"/>
        </w:rPr>
      </w:pPr>
      <w:r w:rsidRPr="00B42CFE">
        <w:rPr>
          <w:rFonts w:ascii="Century Gothic" w:hAnsi="Century Gothic" w:cs="Arial"/>
        </w:rPr>
        <w:t>Déclare que :</w:t>
      </w:r>
    </w:p>
    <w:p w14:paraId="3CD98092" w14:textId="77777777" w:rsidR="00AC1207" w:rsidRPr="00B42CFE" w:rsidRDefault="00AC1207" w:rsidP="00AC1207">
      <w:pPr>
        <w:rPr>
          <w:rFonts w:ascii="Century Gothic" w:hAnsi="Century Gothic" w:cs="Arial"/>
        </w:rPr>
      </w:pPr>
      <w:r w:rsidRPr="00B42CFE">
        <w:rPr>
          <w:rFonts w:ascii="Century Gothic" w:hAnsi="Century Gothic" w:cs="Arial"/>
        </w:rPr>
        <w:t>- les prestations se</w:t>
      </w:r>
      <w:r w:rsidR="00E01DB8" w:rsidRPr="00B42CFE">
        <w:rPr>
          <w:rFonts w:ascii="Century Gothic" w:hAnsi="Century Gothic" w:cs="Arial"/>
        </w:rPr>
        <w:t>ront exécutées pour le compte</w:t>
      </w:r>
      <w:r w:rsidRPr="00B42CFE">
        <w:rPr>
          <w:rFonts w:ascii="Century Gothic" w:hAnsi="Century Gothic" w:cs="Arial"/>
        </w:rPr>
        <w:t xml:space="preserve"> </w:t>
      </w:r>
      <w:r w:rsidRPr="00B42CFE">
        <w:rPr>
          <w:rFonts w:ascii="Century Gothic" w:hAnsi="Century Gothic"/>
        </w:rPr>
        <w:t xml:space="preserve">des </w:t>
      </w:r>
      <w:r w:rsidRPr="00B42CFE">
        <w:rPr>
          <w:rFonts w:ascii="Century Gothic" w:hAnsi="Century Gothic"/>
          <w:bCs/>
        </w:rPr>
        <w:t>Hôpitaux Universitaires</w:t>
      </w:r>
      <w:r w:rsidRPr="00B42CFE">
        <w:rPr>
          <w:rFonts w:ascii="Century Gothic" w:hAnsi="Century Gothic"/>
        </w:rPr>
        <w:t xml:space="preserve"> Henri Mondor</w:t>
      </w:r>
    </w:p>
    <w:p w14:paraId="7F26397D" w14:textId="2B368C2F" w:rsidR="00AC1207" w:rsidRPr="0008370B" w:rsidRDefault="00CA376C" w:rsidP="00AC1207">
      <w:pPr>
        <w:rPr>
          <w:rFonts w:ascii="Century Gothic" w:hAnsi="Century Gothic" w:cs="Arial"/>
        </w:rPr>
      </w:pPr>
      <w:r>
        <w:rPr>
          <w:rFonts w:ascii="Century Gothic" w:hAnsi="Century Gothic" w:cs="Arial"/>
        </w:rPr>
        <w:t>- m</w:t>
      </w:r>
      <w:r w:rsidR="00AC1207" w:rsidRPr="00B42CFE">
        <w:rPr>
          <w:rFonts w:ascii="Century Gothic" w:hAnsi="Century Gothic" w:cs="Arial"/>
        </w:rPr>
        <w:t xml:space="preserve">es prix seront conformes aux dispositions de l’article n°3 du Cahier des Clauses Administratives Particulières </w:t>
      </w:r>
      <w:r w:rsidR="005951E2" w:rsidRPr="00B42CFE">
        <w:rPr>
          <w:rFonts w:ascii="Century Gothic" w:hAnsi="Century Gothic" w:cs="Arial"/>
        </w:rPr>
        <w:t xml:space="preserve">de la consultation </w:t>
      </w:r>
      <w:r w:rsidR="00AC1207" w:rsidRPr="00B42CFE">
        <w:rPr>
          <w:rFonts w:ascii="Century Gothic" w:hAnsi="Century Gothic" w:cs="Arial"/>
        </w:rPr>
        <w:t xml:space="preserve">n° </w:t>
      </w:r>
      <w:r w:rsidR="00543289" w:rsidRPr="0008370B">
        <w:rPr>
          <w:rFonts w:ascii="Century Gothic" w:hAnsi="Century Gothic"/>
        </w:rPr>
        <w:t>HMN25A03</w:t>
      </w:r>
      <w:r w:rsidR="00B42CFE" w:rsidRPr="0008370B">
        <w:rPr>
          <w:rFonts w:ascii="Century Gothic" w:hAnsi="Century Gothic"/>
        </w:rPr>
        <w:t>SRV</w:t>
      </w:r>
      <w:r w:rsidR="00AC1207" w:rsidRPr="0008370B">
        <w:rPr>
          <w:rFonts w:ascii="Century Gothic" w:hAnsi="Century Gothic"/>
        </w:rPr>
        <w:t>.</w:t>
      </w:r>
    </w:p>
    <w:p w14:paraId="78786DD6" w14:textId="77777777" w:rsidR="00AC1207" w:rsidRPr="00B42CFE" w:rsidRDefault="00AC1207" w:rsidP="00AC1207">
      <w:pPr>
        <w:numPr>
          <w:ilvl w:val="0"/>
          <w:numId w:val="2"/>
        </w:numPr>
        <w:spacing w:before="0" w:after="0"/>
        <w:rPr>
          <w:rFonts w:ascii="Century Gothic" w:hAnsi="Century Gothic" w:cs="Arial"/>
        </w:rPr>
      </w:pPr>
      <w:r w:rsidRPr="00B42CFE">
        <w:rPr>
          <w:rFonts w:ascii="Century Gothic" w:hAnsi="Century Gothic" w:cs="Arial"/>
        </w:rPr>
        <w:t>Demande que l’Administration se libère des sommes dues au titre du présent marché en faisant porter le montant au crédit du compte ouvert :</w:t>
      </w:r>
    </w:p>
    <w:p w14:paraId="3F1AADA4" w14:textId="77777777" w:rsidR="00061E11" w:rsidRPr="00B42CFE" w:rsidRDefault="00987F77" w:rsidP="00061E11">
      <w:pPr>
        <w:tabs>
          <w:tab w:val="num" w:pos="0"/>
        </w:tabs>
        <w:rPr>
          <w:rFonts w:ascii="Century Gothic" w:hAnsi="Century Gothic" w:cs="Arial"/>
        </w:rPr>
      </w:pPr>
      <w:r w:rsidRPr="00B42CFE">
        <w:rPr>
          <w:rFonts w:ascii="Century Gothic" w:hAnsi="Century Gothic"/>
          <w:noProof/>
        </w:rPr>
        <mc:AlternateContent>
          <mc:Choice Requires="wps">
            <w:drawing>
              <wp:anchor distT="0" distB="0" distL="114300" distR="114300" simplePos="0" relativeHeight="251658240" behindDoc="0" locked="0" layoutInCell="1" allowOverlap="1" wp14:anchorId="4287F800" wp14:editId="75420039">
                <wp:simplePos x="0" y="0"/>
                <wp:positionH relativeFrom="column">
                  <wp:posOffset>4775835</wp:posOffset>
                </wp:positionH>
                <wp:positionV relativeFrom="paragraph">
                  <wp:posOffset>80010</wp:posOffset>
                </wp:positionV>
                <wp:extent cx="112395" cy="576580"/>
                <wp:effectExtent l="0" t="0" r="20955" b="1397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576580"/>
                        </a:xfrm>
                        <a:prstGeom prst="righ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1EE205" id="AutoShape 4" o:spid="_x0000_s1026" type="#_x0000_t88" style="position:absolute;margin-left:376.05pt;margin-top:6.3pt;width:8.85pt;height:4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" adj="2807"/>
            </w:pict>
          </mc:Fallback>
        </mc:AlternateContent>
      </w:r>
      <w:r w:rsidRPr="00B42CFE">
        <w:rPr>
          <w:rFonts w:ascii="Century Gothic" w:hAnsi="Century Gothic"/>
          <w:noProof/>
        </w:rPr>
        <mc:AlternateContent>
          <mc:Choice Requires="wps">
            <w:drawing>
              <wp:anchor distT="0" distB="0" distL="114300" distR="114300" simplePos="0" relativeHeight="251659264" behindDoc="0" locked="0" layoutInCell="1" allowOverlap="1" wp14:anchorId="000F7DF3" wp14:editId="6D5F94D6">
                <wp:simplePos x="0" y="0"/>
                <wp:positionH relativeFrom="column">
                  <wp:posOffset>4890135</wp:posOffset>
                </wp:positionH>
                <wp:positionV relativeFrom="paragraph">
                  <wp:posOffset>80010</wp:posOffset>
                </wp:positionV>
                <wp:extent cx="1600200" cy="4572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D1A441" w14:textId="77777777" w:rsidR="00B42CFE" w:rsidRDefault="00B42CFE" w:rsidP="00061E11">
                            <w:pPr>
                              <w:rPr>
                                <w:rFonts w:ascii="Arial" w:hAnsi="Arial" w:cs="Arial"/>
                              </w:rPr>
                            </w:pPr>
                            <w:r>
                              <w:rPr>
                                <w:rFonts w:ascii="Arial" w:hAnsi="Arial" w:cs="Arial"/>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F7DF3" id="Text Box 5" o:spid="_x0000_s1027" type="#_x0000_t202" style="position:absolute;left:0;text-align:left;margin-left:385.05pt;margin-top:6.3pt;width:126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" stroked="f">
                <v:textbox>
                  <w:txbxContent>
                    <w:p w14:paraId="09D1A441" w14:textId="77777777" w:rsidR="00B42CFE" w:rsidRDefault="00B42CFE" w:rsidP="00061E11">
                      <w:pPr>
                        <w:rPr>
                          <w:rFonts w:ascii="Arial" w:hAnsi="Arial" w:cs="Arial"/>
                        </w:rPr>
                      </w:pPr>
                      <w:r>
                        <w:rPr>
                          <w:rFonts w:ascii="Arial" w:hAnsi="Arial" w:cs="Arial"/>
                        </w:rPr>
                        <w:t>A dupliquer pour chaque membre du groupement</w:t>
                      </w:r>
                    </w:p>
                  </w:txbxContent>
                </v:textbox>
              </v:shape>
            </w:pict>
          </mc:Fallback>
        </mc:AlternateContent>
      </w:r>
      <w:r w:rsidR="00061E11" w:rsidRPr="00B42CFE">
        <w:rPr>
          <w:rFonts w:ascii="Century Gothic" w:hAnsi="Century Gothic" w:cs="Arial"/>
        </w:rPr>
        <w:t>au nom de</w:t>
      </w:r>
      <w:r w:rsidR="00061E11" w:rsidRPr="00B42CFE">
        <w:rPr>
          <w:rFonts w:ascii="Century Gothic" w:hAnsi="Century Gothic" w:cs="Arial"/>
        </w:rPr>
        <w:tab/>
        <w:t>:</w:t>
      </w:r>
    </w:p>
    <w:p w14:paraId="7D845300" w14:textId="77777777" w:rsidR="00061E11" w:rsidRPr="00B42CFE" w:rsidRDefault="00061E11" w:rsidP="00061E11">
      <w:pPr>
        <w:tabs>
          <w:tab w:val="num" w:pos="0"/>
        </w:tabs>
        <w:rPr>
          <w:rFonts w:ascii="Century Gothic" w:hAnsi="Century Gothic" w:cs="Arial"/>
        </w:rPr>
      </w:pPr>
      <w:r w:rsidRPr="00B42CFE">
        <w:rPr>
          <w:rFonts w:ascii="Century Gothic" w:hAnsi="Century Gothic" w:cs="Arial"/>
        </w:rPr>
        <w:t>à la banque</w:t>
      </w:r>
      <w:r w:rsidRPr="00B42CFE">
        <w:rPr>
          <w:rFonts w:ascii="Century Gothic" w:hAnsi="Century Gothic" w:cs="Arial"/>
        </w:rPr>
        <w:tab/>
        <w:t>:</w:t>
      </w:r>
    </w:p>
    <w:p w14:paraId="587132D1" w14:textId="77777777" w:rsidR="00061E11" w:rsidRPr="00B42CFE" w:rsidRDefault="00AC1207" w:rsidP="00061E11">
      <w:pPr>
        <w:tabs>
          <w:tab w:val="num" w:pos="0"/>
        </w:tabs>
        <w:rPr>
          <w:rFonts w:ascii="Century Gothic" w:hAnsi="Century Gothic" w:cs="Arial"/>
        </w:rPr>
      </w:pPr>
      <w:r w:rsidRPr="00B42CFE">
        <w:rPr>
          <w:rFonts w:ascii="Century Gothic" w:hAnsi="Century Gothic" w:cs="Arial"/>
        </w:rPr>
        <w:t>Compte n°</w:t>
      </w:r>
      <w:r w:rsidRPr="00B42CFE">
        <w:rPr>
          <w:rFonts w:ascii="Century Gothic" w:hAnsi="Century Gothic" w:cs="Arial"/>
        </w:rPr>
        <w:tab/>
        <w:t>:</w:t>
      </w:r>
      <w:r w:rsidRPr="00B42CFE">
        <w:rPr>
          <w:rFonts w:ascii="Century Gothic" w:hAnsi="Century Gothic" w:cs="Arial"/>
        </w:rPr>
        <w:tab/>
      </w:r>
      <w:r w:rsidRPr="00B42CFE">
        <w:rPr>
          <w:rFonts w:ascii="Century Gothic" w:hAnsi="Century Gothic" w:cs="Arial"/>
        </w:rPr>
        <w:tab/>
      </w:r>
      <w:r w:rsidRPr="00B42CFE">
        <w:rPr>
          <w:rFonts w:ascii="Century Gothic" w:hAnsi="Century Gothic" w:cs="Arial"/>
        </w:rPr>
        <w:tab/>
      </w:r>
      <w:r w:rsidRPr="00B42CFE">
        <w:rPr>
          <w:rFonts w:ascii="Century Gothic" w:hAnsi="Century Gothic" w:cs="Arial"/>
        </w:rPr>
        <w:tab/>
      </w:r>
      <w:r w:rsidR="00061E11" w:rsidRPr="00B42CFE">
        <w:rPr>
          <w:rFonts w:ascii="Century Gothic" w:hAnsi="Century Gothic" w:cs="Arial"/>
        </w:rPr>
        <w:t>Code banque :</w:t>
      </w:r>
      <w:r w:rsidR="00061E11" w:rsidRPr="00B42CFE">
        <w:rPr>
          <w:rFonts w:ascii="Century Gothic" w:hAnsi="Century Gothic" w:cs="Arial"/>
        </w:rPr>
        <w:tab/>
      </w:r>
    </w:p>
    <w:p w14:paraId="09B753AC" w14:textId="77777777" w:rsidR="00061E11" w:rsidRPr="00B42CFE" w:rsidRDefault="00AC1207" w:rsidP="00061E11">
      <w:pPr>
        <w:tabs>
          <w:tab w:val="num" w:pos="0"/>
        </w:tabs>
        <w:rPr>
          <w:rFonts w:ascii="Century Gothic" w:hAnsi="Century Gothic" w:cs="Arial"/>
        </w:rPr>
      </w:pPr>
      <w:r w:rsidRPr="00B42CFE">
        <w:rPr>
          <w:rFonts w:ascii="Century Gothic" w:hAnsi="Century Gothic" w:cs="Arial"/>
        </w:rPr>
        <w:t>Code Guichet</w:t>
      </w:r>
      <w:r w:rsidRPr="00B42CFE">
        <w:rPr>
          <w:rFonts w:ascii="Century Gothic" w:hAnsi="Century Gothic" w:cs="Arial"/>
        </w:rPr>
        <w:tab/>
        <w:t>:</w:t>
      </w:r>
      <w:r w:rsidRPr="00B42CFE">
        <w:rPr>
          <w:rFonts w:ascii="Century Gothic" w:hAnsi="Century Gothic" w:cs="Arial"/>
        </w:rPr>
        <w:tab/>
      </w:r>
      <w:r w:rsidRPr="00B42CFE">
        <w:rPr>
          <w:rFonts w:ascii="Century Gothic" w:hAnsi="Century Gothic" w:cs="Arial"/>
        </w:rPr>
        <w:tab/>
      </w:r>
      <w:r w:rsidRPr="00B42CFE">
        <w:rPr>
          <w:rFonts w:ascii="Century Gothic" w:hAnsi="Century Gothic" w:cs="Arial"/>
        </w:rPr>
        <w:tab/>
      </w:r>
      <w:r w:rsidRPr="00B42CFE">
        <w:rPr>
          <w:rFonts w:ascii="Century Gothic" w:hAnsi="Century Gothic" w:cs="Arial"/>
        </w:rPr>
        <w:tab/>
      </w:r>
      <w:r w:rsidR="00061E11" w:rsidRPr="00B42CFE">
        <w:rPr>
          <w:rFonts w:ascii="Century Gothic" w:hAnsi="Century Gothic" w:cs="Arial"/>
        </w:rPr>
        <w:t>Code RIB</w:t>
      </w:r>
      <w:r w:rsidR="00061E11" w:rsidRPr="00B42CFE">
        <w:rPr>
          <w:rFonts w:ascii="Century Gothic" w:hAnsi="Century Gothic" w:cs="Arial"/>
        </w:rPr>
        <w:tab/>
        <w:t>:</w:t>
      </w:r>
    </w:p>
    <w:p w14:paraId="5911957F" w14:textId="77777777" w:rsidR="00AC1207" w:rsidRPr="00B42CFE" w:rsidRDefault="00AC1207" w:rsidP="00AC1207">
      <w:pPr>
        <w:pStyle w:val="Corpsdetexte2"/>
        <w:numPr>
          <w:ilvl w:val="0"/>
          <w:numId w:val="2"/>
        </w:numPr>
        <w:rPr>
          <w:rFonts w:ascii="Century Gothic" w:hAnsi="Century Gothic" w:cs="Arial"/>
          <w:sz w:val="20"/>
        </w:rPr>
      </w:pPr>
      <w:r w:rsidRPr="00B42CFE">
        <w:rPr>
          <w:rFonts w:ascii="Century Gothic" w:hAnsi="Century Gothic" w:cs="Arial"/>
          <w:sz w:val="20"/>
        </w:rPr>
        <w:t xml:space="preserve">Affirme sous peine de résiliation de plein droit du marché ou de sa mise en régie aux torts exclusifs de la société ou association pour laquelle j’interviens, que ladite société ou association ne tombe pas sous le coup de l’interdiction découlant des </w:t>
      </w:r>
      <w:r w:rsidR="00F47F32" w:rsidRPr="00B42CFE">
        <w:rPr>
          <w:rFonts w:ascii="Century Gothic" w:hAnsi="Century Gothic"/>
          <w:sz w:val="20"/>
        </w:rPr>
        <w:t>articles L2141-1 à L2141-11 de l’Ordonnance n°2018-1074 ;</w:t>
      </w:r>
    </w:p>
    <w:p w14:paraId="12A102D4" w14:textId="538A941B" w:rsidR="00AC1207" w:rsidRPr="00B42CFE" w:rsidRDefault="00AC1207" w:rsidP="00AC1207">
      <w:pPr>
        <w:pStyle w:val="Corpsdetexte2"/>
        <w:numPr>
          <w:ilvl w:val="0"/>
          <w:numId w:val="2"/>
        </w:numPr>
        <w:rPr>
          <w:rFonts w:ascii="Century Gothic" w:hAnsi="Century Gothic" w:cs="Arial"/>
          <w:sz w:val="20"/>
        </w:rPr>
      </w:pPr>
      <w:r w:rsidRPr="00B42CFE">
        <w:rPr>
          <w:rFonts w:ascii="Century Gothic" w:hAnsi="Century Gothic" w:cs="Arial"/>
          <w:sz w:val="20"/>
        </w:rPr>
        <w:t>Avance (</w:t>
      </w:r>
      <w:r w:rsidR="00F47F32" w:rsidRPr="00B42CFE">
        <w:rPr>
          <w:rFonts w:ascii="Century Gothic" w:hAnsi="Century Gothic" w:cs="Arial"/>
          <w:sz w:val="20"/>
        </w:rPr>
        <w:t>article R2191-3 du décret 2018-1075</w:t>
      </w:r>
      <w:r w:rsidR="00543289">
        <w:rPr>
          <w:rFonts w:ascii="Century Gothic" w:hAnsi="Century Gothic" w:cs="Arial"/>
          <w:sz w:val="20"/>
        </w:rPr>
        <w:t xml:space="preserve"> du code de la commande publique</w:t>
      </w:r>
      <w:r w:rsidRPr="00B42CFE">
        <w:rPr>
          <w:rFonts w:ascii="Century Gothic" w:hAnsi="Century Gothic" w:cs="Arial"/>
          <w:sz w:val="20"/>
        </w:rPr>
        <w:t>)</w:t>
      </w:r>
    </w:p>
    <w:tbl>
      <w:tblPr>
        <w:tblW w:w="9851" w:type="dxa"/>
        <w:tblLayout w:type="fixed"/>
        <w:tblCellMar>
          <w:left w:w="70" w:type="dxa"/>
          <w:right w:w="70" w:type="dxa"/>
        </w:tblCellMar>
        <w:tblLook w:val="0000" w:firstRow="0" w:lastRow="0" w:firstColumn="0" w:lastColumn="0" w:noHBand="0" w:noVBand="0"/>
      </w:tblPr>
      <w:tblGrid>
        <w:gridCol w:w="5172"/>
        <w:gridCol w:w="4679"/>
      </w:tblGrid>
      <w:tr w:rsidR="00B42CFE" w:rsidRPr="00B42CFE" w14:paraId="231AFA14" w14:textId="77777777" w:rsidTr="00061E11">
        <w:tc>
          <w:tcPr>
            <w:tcW w:w="5172" w:type="dxa"/>
          </w:tcPr>
          <w:p w14:paraId="45F642C0" w14:textId="77777777" w:rsidR="00B73B84" w:rsidRPr="00B42CFE" w:rsidRDefault="00B73B84" w:rsidP="00061E11">
            <w:pPr>
              <w:tabs>
                <w:tab w:val="num" w:pos="0"/>
                <w:tab w:val="left" w:pos="3402"/>
              </w:tabs>
              <w:spacing w:after="0"/>
              <w:rPr>
                <w:rFonts w:ascii="Century Gothic" w:hAnsi="Century Gothic"/>
              </w:rPr>
            </w:pPr>
            <w:r w:rsidRPr="00B42CFE">
              <w:rPr>
                <w:rFonts w:ascii="Century Gothic" w:hAnsi="Century Gothic"/>
              </w:rPr>
              <w:sym w:font="Wingdings" w:char="0071"/>
            </w:r>
            <w:r w:rsidRPr="00B42CFE">
              <w:rPr>
                <w:rFonts w:ascii="Century Gothic" w:hAnsi="Century Gothic"/>
              </w:rPr>
              <w:t xml:space="preserve"> je renonce au bénéfice de l’avance </w:t>
            </w:r>
          </w:p>
        </w:tc>
        <w:tc>
          <w:tcPr>
            <w:tcW w:w="4679" w:type="dxa"/>
          </w:tcPr>
          <w:p w14:paraId="136BA162" w14:textId="77777777" w:rsidR="00B73B84" w:rsidRPr="00B42CFE" w:rsidRDefault="00B73B84" w:rsidP="00061E11">
            <w:pPr>
              <w:tabs>
                <w:tab w:val="num" w:pos="0"/>
                <w:tab w:val="left" w:pos="3402"/>
              </w:tabs>
              <w:spacing w:after="0"/>
              <w:rPr>
                <w:rFonts w:ascii="Century Gothic" w:hAnsi="Century Gothic"/>
              </w:rPr>
            </w:pPr>
            <w:r w:rsidRPr="00B42CFE">
              <w:rPr>
                <w:rFonts w:ascii="Century Gothic" w:hAnsi="Century Gothic"/>
              </w:rPr>
              <w:sym w:font="Wingdings" w:char="0071"/>
            </w:r>
            <w:r w:rsidRPr="00B42CFE">
              <w:rPr>
                <w:rFonts w:ascii="Century Gothic" w:hAnsi="Century Gothic"/>
              </w:rPr>
              <w:t xml:space="preserve"> je ne renonce pas au bénéfice de l’avance </w:t>
            </w:r>
          </w:p>
        </w:tc>
      </w:tr>
    </w:tbl>
    <w:p w14:paraId="5CF8A40F" w14:textId="77777777" w:rsidR="00061E11" w:rsidRPr="00B42CFE" w:rsidRDefault="00061E11" w:rsidP="00061E11">
      <w:pPr>
        <w:tabs>
          <w:tab w:val="num" w:pos="0"/>
          <w:tab w:val="left" w:pos="3402"/>
        </w:tabs>
        <w:spacing w:after="0"/>
        <w:rPr>
          <w:rFonts w:ascii="Century Gothic" w:hAnsi="Century Gothic"/>
        </w:rPr>
      </w:pPr>
      <w:r w:rsidRPr="00B42CFE">
        <w:rPr>
          <w:rFonts w:ascii="Century Gothic" w:hAnsi="Century Gothic"/>
        </w:rPr>
        <w:t>(Cocher la case correspondante.)</w:t>
      </w:r>
    </w:p>
    <w:p w14:paraId="49BAC8A3" w14:textId="77777777" w:rsidR="00A22C7F" w:rsidRPr="00B42CFE" w:rsidRDefault="00AC1207" w:rsidP="00AC1207">
      <w:pPr>
        <w:pStyle w:val="Corpsdetexte2"/>
        <w:numPr>
          <w:ilvl w:val="0"/>
          <w:numId w:val="2"/>
        </w:numPr>
        <w:rPr>
          <w:rFonts w:ascii="Century Gothic" w:hAnsi="Century Gothic" w:cs="Arial"/>
          <w:sz w:val="20"/>
        </w:rPr>
      </w:pPr>
      <w:r w:rsidRPr="00B42CFE">
        <w:rPr>
          <w:rFonts w:ascii="Century Gothic" w:hAnsi="Century Gothic" w:cs="Arial"/>
          <w:sz w:val="20"/>
        </w:rPr>
        <w:t>Mon offre me lie pour la durée de validité des offres indiquées au Règlement de Consultation.</w:t>
      </w:r>
      <w:r w:rsidRPr="00B42CFE">
        <w:rPr>
          <w:rFonts w:ascii="Century Gothic" w:hAnsi="Century Gothic"/>
        </w:rPr>
        <w:t xml:space="preserve">        </w:t>
      </w:r>
    </w:p>
    <w:p w14:paraId="1DAFF25A" w14:textId="77777777" w:rsidR="00AC1207" w:rsidRPr="00BA7E38" w:rsidRDefault="00AC1207" w:rsidP="00A22C7F">
      <w:pPr>
        <w:pStyle w:val="Corpsdetexte2"/>
        <w:ind w:left="360"/>
        <w:rPr>
          <w:rFonts w:ascii="Century Gothic" w:hAnsi="Century Gothic" w:cs="Arial"/>
          <w:color w:val="FF0000"/>
          <w:sz w:val="20"/>
        </w:rPr>
      </w:pPr>
      <w:r w:rsidRPr="00BA7E38">
        <w:rPr>
          <w:rFonts w:ascii="Century Gothic" w:hAnsi="Century Gothic"/>
          <w:color w:val="FF0000"/>
        </w:rPr>
        <w:t xml:space="preserve">                         </w:t>
      </w:r>
    </w:p>
    <w:p w14:paraId="01F13812" w14:textId="78395F1F" w:rsidR="00684C09" w:rsidRPr="00B42CFE" w:rsidRDefault="00684C09" w:rsidP="005D5D69">
      <w:pPr>
        <w:tabs>
          <w:tab w:val="left" w:pos="1985"/>
          <w:tab w:val="left" w:pos="2552"/>
          <w:tab w:val="left" w:pos="2835"/>
          <w:tab w:val="left" w:pos="3402"/>
        </w:tabs>
        <w:spacing w:after="0"/>
        <w:rPr>
          <w:rFonts w:ascii="Century Gothic" w:hAnsi="Century Gothic"/>
        </w:rPr>
      </w:pPr>
      <w:r w:rsidRPr="00B42CFE">
        <w:rPr>
          <w:rFonts w:ascii="Century Gothic" w:hAnsi="Century Gothic"/>
        </w:rPr>
        <w:t xml:space="preserve">Fait en un seul original, </w:t>
      </w:r>
      <w:r w:rsidR="00D72EB5" w:rsidRPr="00B42CFE">
        <w:rPr>
          <w:rFonts w:ascii="Century Gothic" w:hAnsi="Century Gothic"/>
        </w:rPr>
        <w:t>le</w:t>
      </w:r>
      <w:r w:rsidR="00857A4B" w:rsidRPr="00B42CFE">
        <w:rPr>
          <w:rFonts w:ascii="Century Gothic" w:hAnsi="Century Gothic"/>
        </w:rPr>
        <w:t xml:space="preserve"> </w:t>
      </w:r>
    </w:p>
    <w:p w14:paraId="1F079FCD" w14:textId="0CC3B836" w:rsidR="0087425B" w:rsidRPr="00B42CFE" w:rsidRDefault="00D72EB5" w:rsidP="005D5D69">
      <w:pPr>
        <w:tabs>
          <w:tab w:val="left" w:pos="2552"/>
          <w:tab w:val="left" w:pos="3402"/>
        </w:tabs>
        <w:spacing w:after="0"/>
        <w:rPr>
          <w:rFonts w:ascii="Century Gothic" w:hAnsi="Century Gothic"/>
        </w:rPr>
      </w:pPr>
      <w:r w:rsidRPr="00B42CFE">
        <w:rPr>
          <w:rFonts w:ascii="Century Gothic" w:hAnsi="Century Gothic"/>
        </w:rPr>
        <w:t xml:space="preserve">À </w:t>
      </w:r>
    </w:p>
    <w:p w14:paraId="41E1AEC9" w14:textId="77777777" w:rsidR="00CA376C" w:rsidRPr="007F7EC0" w:rsidRDefault="00CA376C" w:rsidP="00CA376C">
      <w:pPr>
        <w:ind w:right="707"/>
        <w:jc w:val="left"/>
        <w:rPr>
          <w:rFonts w:ascii="Century Gothic" w:hAnsi="Century Gothic" w:cs="Arial"/>
          <w:kern w:val="0"/>
        </w:rPr>
      </w:pPr>
      <w:r w:rsidRPr="007F7EC0">
        <w:rPr>
          <w:rFonts w:ascii="Century Gothic" w:hAnsi="Century Gothic" w:cs="Arial"/>
          <w:kern w:val="0"/>
        </w:rPr>
        <w:t>Signature électronique obligatoire</w:t>
      </w:r>
    </w:p>
    <w:p w14:paraId="0B548526" w14:textId="77777777" w:rsidR="00F646BB" w:rsidRPr="00BA7E38" w:rsidRDefault="00F646BB" w:rsidP="005D5D69">
      <w:pPr>
        <w:tabs>
          <w:tab w:val="left" w:pos="2552"/>
        </w:tabs>
        <w:spacing w:line="360" w:lineRule="auto"/>
        <w:rPr>
          <w:rFonts w:ascii="Century Gothic" w:hAnsi="Century Gothic" w:cs="Arial"/>
          <w:color w:val="FF0000"/>
        </w:rPr>
      </w:pPr>
    </w:p>
    <w:p w14:paraId="4484C3D8" w14:textId="77777777" w:rsidR="00A22C7F" w:rsidRPr="00B42CFE" w:rsidRDefault="00A22C7F" w:rsidP="005D5D69">
      <w:pPr>
        <w:tabs>
          <w:tab w:val="left" w:pos="2552"/>
        </w:tabs>
        <w:spacing w:line="360" w:lineRule="auto"/>
        <w:rPr>
          <w:rFonts w:ascii="Century Gothic" w:hAnsi="Century Gothic" w:cs="Arial"/>
        </w:rPr>
      </w:pPr>
    </w:p>
    <w:p w14:paraId="345A196A" w14:textId="77777777" w:rsidR="00AC1207" w:rsidRPr="00B42CFE" w:rsidRDefault="005D5D69"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B42CFE">
        <w:rPr>
          <w:rFonts w:ascii="Century Gothic" w:hAnsi="Century Gothic" w:cs="Arial"/>
          <w:b/>
          <w:caps/>
          <w:kern w:val="0"/>
          <w:sz w:val="28"/>
        </w:rPr>
        <w:lastRenderedPageBreak/>
        <w:t>c</w:t>
      </w:r>
      <w:r w:rsidR="00AC1207" w:rsidRPr="00B42CFE">
        <w:rPr>
          <w:rFonts w:ascii="Century Gothic" w:hAnsi="Century Gothic" w:cs="Arial"/>
          <w:b/>
          <w:caps/>
          <w:kern w:val="0"/>
          <w:sz w:val="28"/>
        </w:rPr>
        <w:t xml:space="preserve">) </w:t>
      </w:r>
      <w:r w:rsidRPr="00B42CFE">
        <w:rPr>
          <w:rFonts w:ascii="Century Gothic" w:hAnsi="Century Gothic" w:cs="Arial"/>
          <w:b/>
          <w:caps/>
          <w:kern w:val="0"/>
          <w:sz w:val="24"/>
          <w:szCs w:val="24"/>
        </w:rPr>
        <w:t>PARTIE RÉSERVÉE À L’ADMINISTRATION</w:t>
      </w:r>
    </w:p>
    <w:p w14:paraId="7F8DCDE6" w14:textId="77777777" w:rsidR="00684C09" w:rsidRPr="00B42CFE" w:rsidRDefault="00684C09" w:rsidP="00A7728E">
      <w:pPr>
        <w:rPr>
          <w:rFonts w:ascii="Century Gothic" w:hAnsi="Century Gothic" w:cs="Arial"/>
        </w:rPr>
      </w:pPr>
    </w:p>
    <w:p w14:paraId="7E20DAF3" w14:textId="77777777" w:rsidR="00684C09" w:rsidRPr="00B42CFE" w:rsidRDefault="00684C09" w:rsidP="00A7728E">
      <w:pPr>
        <w:rPr>
          <w:rFonts w:ascii="Century Gothic" w:hAnsi="Century Gothic"/>
        </w:rPr>
      </w:pPr>
    </w:p>
    <w:p w14:paraId="4D7C99C8" w14:textId="77777777" w:rsidR="00684C09" w:rsidRPr="00B42CFE" w:rsidRDefault="00684C09" w:rsidP="00936C3D">
      <w:pPr>
        <w:rPr>
          <w:rFonts w:ascii="Century Gothic" w:hAnsi="Century Gothic"/>
        </w:rPr>
      </w:pPr>
      <w:r w:rsidRPr="00B42CFE">
        <w:rPr>
          <w:rFonts w:ascii="Century Gothic" w:hAnsi="Century Gothic"/>
        </w:rPr>
        <w:t>Budget : BUDGET G</w:t>
      </w:r>
      <w:r w:rsidR="005D5D69" w:rsidRPr="00B42CFE">
        <w:rPr>
          <w:rFonts w:ascii="Century Gothic" w:hAnsi="Century Gothic"/>
        </w:rPr>
        <w:t>É</w:t>
      </w:r>
      <w:r w:rsidRPr="00B42CFE">
        <w:rPr>
          <w:rFonts w:ascii="Century Gothic" w:hAnsi="Century Gothic"/>
        </w:rPr>
        <w:t>N</w:t>
      </w:r>
      <w:r w:rsidR="005D5D69" w:rsidRPr="00B42CFE">
        <w:rPr>
          <w:rFonts w:ascii="Century Gothic" w:hAnsi="Century Gothic"/>
        </w:rPr>
        <w:t>É</w:t>
      </w:r>
      <w:r w:rsidRPr="00B42CFE">
        <w:rPr>
          <w:rFonts w:ascii="Century Gothic" w:hAnsi="Century Gothic"/>
        </w:rPr>
        <w:t>RAL</w:t>
      </w:r>
      <w:r w:rsidRPr="00B42CFE">
        <w:rPr>
          <w:rFonts w:ascii="Century Gothic" w:hAnsi="Century Gothic"/>
        </w:rPr>
        <w:tab/>
        <w:t>Classe</w:t>
      </w:r>
      <w:r w:rsidR="005230DD" w:rsidRPr="00B42CFE">
        <w:rPr>
          <w:rFonts w:ascii="Century Gothic" w:hAnsi="Century Gothic"/>
        </w:rPr>
        <w:t> :</w:t>
      </w:r>
      <w:r w:rsidRPr="00B42CFE">
        <w:rPr>
          <w:rFonts w:ascii="Century Gothic" w:hAnsi="Century Gothic"/>
        </w:rPr>
        <w:t xml:space="preserve"> 6</w:t>
      </w:r>
    </w:p>
    <w:p w14:paraId="40247116" w14:textId="5C67DA3A" w:rsidR="00684C09" w:rsidRPr="00CA3E4D" w:rsidRDefault="00684C09" w:rsidP="00936C3D">
      <w:pPr>
        <w:rPr>
          <w:rFonts w:ascii="Century Gothic" w:hAnsi="Century Gothic"/>
        </w:rPr>
      </w:pPr>
      <w:r w:rsidRPr="00B42CFE">
        <w:rPr>
          <w:rFonts w:ascii="Century Gothic" w:hAnsi="Century Gothic"/>
        </w:rPr>
        <w:t>Numéro de nomenclature (</w:t>
      </w:r>
      <w:r w:rsidR="00134576" w:rsidRPr="00B42CFE">
        <w:rPr>
          <w:rFonts w:ascii="Century Gothic" w:hAnsi="Century Gothic"/>
        </w:rPr>
        <w:t>Cf. arr</w:t>
      </w:r>
      <w:r w:rsidR="00014D10" w:rsidRPr="00B42CFE">
        <w:rPr>
          <w:rFonts w:ascii="Century Gothic" w:hAnsi="Century Gothic"/>
        </w:rPr>
        <w:t xml:space="preserve">êté directorial n°2013-319-0008 </w:t>
      </w:r>
      <w:r w:rsidR="00134576" w:rsidRPr="00B42CFE">
        <w:rPr>
          <w:rFonts w:ascii="Century Gothic" w:hAnsi="Century Gothic"/>
        </w:rPr>
        <w:t>du 15 novembre 2013</w:t>
      </w:r>
      <w:r w:rsidRPr="00CA3E4D">
        <w:rPr>
          <w:rFonts w:ascii="Century Gothic" w:hAnsi="Century Gothic"/>
        </w:rPr>
        <w:t xml:space="preserve">) : </w:t>
      </w:r>
      <w:r w:rsidR="003F71B9" w:rsidRPr="00CA3E4D">
        <w:rPr>
          <w:rFonts w:ascii="Century Gothic" w:hAnsi="Century Gothic"/>
        </w:rPr>
        <w:t>0</w:t>
      </w:r>
      <w:r w:rsidR="00C37E7A" w:rsidRPr="00CA3E4D">
        <w:rPr>
          <w:rFonts w:ascii="Century Gothic" w:hAnsi="Century Gothic"/>
        </w:rPr>
        <w:t>7307</w:t>
      </w:r>
      <w:r w:rsidR="0087425B" w:rsidRPr="00CA3E4D">
        <w:rPr>
          <w:rFonts w:ascii="Century Gothic" w:hAnsi="Century Gothic"/>
        </w:rPr>
        <w:t>0</w:t>
      </w:r>
    </w:p>
    <w:p w14:paraId="51133441" w14:textId="23C6AA7F" w:rsidR="00684C09" w:rsidRPr="00CA3E4D" w:rsidRDefault="00134576" w:rsidP="00632395">
      <w:pPr>
        <w:rPr>
          <w:rFonts w:ascii="Century Gothic" w:hAnsi="Century Gothic"/>
        </w:rPr>
      </w:pPr>
      <w:r w:rsidRPr="00CA3E4D">
        <w:rPr>
          <w:rFonts w:ascii="Century Gothic" w:hAnsi="Century Gothic"/>
        </w:rPr>
        <w:t>Imputation budgétaire (Cf. nomenclature budgétaire)</w:t>
      </w:r>
      <w:r w:rsidR="00684C09" w:rsidRPr="00CA3E4D">
        <w:rPr>
          <w:rFonts w:ascii="Century Gothic" w:hAnsi="Century Gothic"/>
        </w:rPr>
        <w:t xml:space="preserve"> : </w:t>
      </w:r>
      <w:r w:rsidR="0087425B" w:rsidRPr="00CA3E4D">
        <w:rPr>
          <w:rFonts w:ascii="Century Gothic" w:hAnsi="Century Gothic"/>
        </w:rPr>
        <w:t>Section 9</w:t>
      </w:r>
      <w:r w:rsidR="00632395" w:rsidRPr="00CA3E4D">
        <w:rPr>
          <w:rFonts w:ascii="Century Gothic" w:hAnsi="Century Gothic"/>
        </w:rPr>
        <w:t xml:space="preserve">0 </w:t>
      </w:r>
      <w:r w:rsidR="00632395" w:rsidRPr="00CA3E4D">
        <w:rPr>
          <w:rFonts w:ascii="Century Gothic" w:hAnsi="Century Gothic"/>
        </w:rPr>
        <w:tab/>
      </w:r>
      <w:r w:rsidR="0087425B" w:rsidRPr="00CA3E4D">
        <w:rPr>
          <w:rFonts w:ascii="Century Gothic" w:hAnsi="Century Gothic"/>
        </w:rPr>
        <w:t xml:space="preserve">Compte : </w:t>
      </w:r>
      <w:r w:rsidR="00727786" w:rsidRPr="00CA3E4D">
        <w:rPr>
          <w:rFonts w:ascii="Century Gothic" w:hAnsi="Century Gothic"/>
        </w:rPr>
        <w:t>62832000</w:t>
      </w:r>
    </w:p>
    <w:p w14:paraId="68C88497" w14:textId="7FCE12D7" w:rsidR="00684C09" w:rsidRPr="00543289" w:rsidRDefault="00684C09" w:rsidP="008919BA">
      <w:pPr>
        <w:rPr>
          <w:rFonts w:ascii="Century Gothic" w:hAnsi="Century Gothic"/>
        </w:rPr>
      </w:pPr>
      <w:r w:rsidRPr="00543289">
        <w:rPr>
          <w:rFonts w:ascii="Century Gothic" w:hAnsi="Century Gothic"/>
        </w:rPr>
        <w:t xml:space="preserve">Exercice : </w:t>
      </w:r>
      <w:r w:rsidR="006049C7" w:rsidRPr="00543289">
        <w:rPr>
          <w:rFonts w:ascii="Century Gothic" w:hAnsi="Century Gothic"/>
        </w:rPr>
        <w:t>202</w:t>
      </w:r>
      <w:r w:rsidR="00543289" w:rsidRPr="00543289">
        <w:rPr>
          <w:rFonts w:ascii="Century Gothic" w:hAnsi="Century Gothic"/>
        </w:rPr>
        <w:t>5-2026-2027-2028</w:t>
      </w:r>
      <w:r w:rsidR="00B42CFE" w:rsidRPr="00543289">
        <w:rPr>
          <w:rFonts w:ascii="Century Gothic" w:hAnsi="Century Gothic"/>
        </w:rPr>
        <w:t>-202</w:t>
      </w:r>
      <w:r w:rsidR="00543289" w:rsidRPr="00543289">
        <w:rPr>
          <w:rFonts w:ascii="Century Gothic" w:hAnsi="Century Gothic"/>
        </w:rPr>
        <w:t>9</w:t>
      </w:r>
    </w:p>
    <w:p w14:paraId="6F939308" w14:textId="77777777" w:rsidR="00384B26" w:rsidRPr="00B42CFE" w:rsidRDefault="00684C09" w:rsidP="00384B26">
      <w:pPr>
        <w:rPr>
          <w:rFonts w:ascii="Century Gothic" w:hAnsi="Century Gothic" w:cs="Arial"/>
        </w:rPr>
      </w:pPr>
      <w:r w:rsidRPr="00B42CFE">
        <w:rPr>
          <w:rFonts w:ascii="Century Gothic" w:hAnsi="Century Gothic" w:cs="Arial"/>
          <w:bCs/>
        </w:rPr>
        <w:t>Comptable assignataire des paiements</w:t>
      </w:r>
      <w:r w:rsidRPr="00B42CFE">
        <w:rPr>
          <w:rFonts w:ascii="Century Gothic" w:hAnsi="Century Gothic" w:cs="Arial"/>
        </w:rPr>
        <w:t xml:space="preserve"> : </w:t>
      </w:r>
      <w:r w:rsidR="00384B26" w:rsidRPr="00B42CFE">
        <w:rPr>
          <w:rFonts w:ascii="Century Gothic" w:hAnsi="Century Gothic" w:cs="Arial"/>
        </w:rPr>
        <w:t>M</w:t>
      </w:r>
      <w:r w:rsidR="00134576" w:rsidRPr="00B42CFE">
        <w:rPr>
          <w:rFonts w:ascii="Century Gothic" w:hAnsi="Century Gothic" w:cs="Arial"/>
        </w:rPr>
        <w:t>onsieur</w:t>
      </w:r>
      <w:r w:rsidR="00384B26" w:rsidRPr="00B42CFE">
        <w:rPr>
          <w:rFonts w:ascii="Century Gothic" w:hAnsi="Century Gothic" w:cs="Arial"/>
        </w:rPr>
        <w:t xml:space="preserve"> Le Directeur Spécialisé des Finances Publiques </w:t>
      </w:r>
      <w:r w:rsidR="005D5D69" w:rsidRPr="00B42CFE">
        <w:rPr>
          <w:rFonts w:ascii="Century Gothic" w:hAnsi="Century Gothic" w:cs="Arial"/>
        </w:rPr>
        <w:t>pour</w:t>
      </w:r>
      <w:r w:rsidR="00384B26" w:rsidRPr="00B42CFE">
        <w:rPr>
          <w:rFonts w:ascii="Century Gothic" w:hAnsi="Century Gothic" w:cs="Arial"/>
        </w:rPr>
        <w:t xml:space="preserve"> l’Assistance Publique-Hôpitaux de Paris</w:t>
      </w:r>
      <w:r w:rsidR="009B03A2" w:rsidRPr="00B42CFE">
        <w:rPr>
          <w:rFonts w:ascii="Century Gothic" w:hAnsi="Century Gothic" w:cs="Arial"/>
        </w:rPr>
        <w:t>.</w:t>
      </w:r>
    </w:p>
    <w:p w14:paraId="0B7C959E" w14:textId="77777777" w:rsidR="00451ADE" w:rsidRPr="00BA7E38" w:rsidRDefault="00451ADE" w:rsidP="00451ADE">
      <w:pPr>
        <w:rPr>
          <w:rFonts w:ascii="Century Gothic" w:hAnsi="Century Gothic"/>
          <w:color w:val="FF0000"/>
        </w:rPr>
      </w:pPr>
    </w:p>
    <w:p w14:paraId="359C695C" w14:textId="77777777" w:rsidR="00CA376C" w:rsidRPr="00CA376C" w:rsidRDefault="00CA376C" w:rsidP="00CA376C">
      <w:pPr>
        <w:rPr>
          <w:rFonts w:ascii="Century Gothic" w:hAnsi="Century Gothic" w:cs="Arial"/>
        </w:rPr>
      </w:pPr>
      <w:r w:rsidRPr="00CA376C">
        <w:rPr>
          <w:rFonts w:ascii="Century Gothic" w:hAnsi="Century Gothic" w:cs="Arial"/>
        </w:rPr>
        <w:t xml:space="preserve">Références de la personne habilitée à donner les renseignements prévus aux articles R.2191-46 à R.2196-62 du décret n°2018-1075 du 3 décembre 2018 portant partie réglementaire du code de la commande publique : Madame Edith BENMANSOUR, Directrice du </w:t>
      </w:r>
      <w:bookmarkStart w:id="0" w:name="_Hlk184887280"/>
      <w:r w:rsidRPr="00CA376C">
        <w:rPr>
          <w:rFonts w:ascii="Century Gothic" w:hAnsi="Century Gothic" w:cs="Arial"/>
        </w:rPr>
        <w:t xml:space="preserve">groupe hospitalo-universitaire AP-HP. Hôpitaux Universitaires Henri-Mondor </w:t>
      </w:r>
      <w:bookmarkEnd w:id="0"/>
      <w:r w:rsidRPr="00CA376C">
        <w:rPr>
          <w:rFonts w:ascii="Century Gothic" w:hAnsi="Century Gothic" w:cs="Arial"/>
        </w:rPr>
        <w:t xml:space="preserve">ou son </w:t>
      </w:r>
      <w:proofErr w:type="spellStart"/>
      <w:r w:rsidRPr="00CA376C">
        <w:rPr>
          <w:rFonts w:ascii="Century Gothic" w:hAnsi="Century Gothic" w:cs="Arial"/>
        </w:rPr>
        <w:t>subdélégataire</w:t>
      </w:r>
      <w:proofErr w:type="spellEnd"/>
      <w:r w:rsidRPr="00CA376C">
        <w:rPr>
          <w:rFonts w:ascii="Century Gothic" w:hAnsi="Century Gothic" w:cs="Arial"/>
        </w:rPr>
        <w:t xml:space="preserve"> dûment habilité.</w:t>
      </w:r>
    </w:p>
    <w:p w14:paraId="4C82B887" w14:textId="77777777" w:rsidR="00CA376C" w:rsidRPr="00CA376C" w:rsidRDefault="00CA376C" w:rsidP="00CA376C">
      <w:pPr>
        <w:rPr>
          <w:rFonts w:ascii="Century Gothic" w:hAnsi="Century Gothic" w:cs="Arial"/>
        </w:rPr>
      </w:pPr>
      <w:bookmarkStart w:id="1" w:name="_Hlk184894732"/>
      <w:r w:rsidRPr="00CA376C">
        <w:rPr>
          <w:rFonts w:ascii="Century Gothic" w:hAnsi="Century Gothic" w:cs="Arial"/>
        </w:rPr>
        <w:t>Secrétariat : 01 45 17 80 27 / 01 49 81 20 01</w:t>
      </w:r>
    </w:p>
    <w:p w14:paraId="4DEDDF2B" w14:textId="77777777" w:rsidR="00CA376C" w:rsidRPr="00CA376C" w:rsidRDefault="00CA376C" w:rsidP="00CA376C">
      <w:pPr>
        <w:rPr>
          <w:rFonts w:ascii="Century Gothic" w:hAnsi="Century Gothic" w:cs="Arial"/>
        </w:rPr>
      </w:pPr>
      <w:r w:rsidRPr="00CA376C">
        <w:rPr>
          <w:rFonts w:ascii="Century Gothic" w:hAnsi="Century Gothic" w:cs="Arial"/>
        </w:rPr>
        <w:t>Télécopie : 01 49 81 21 99</w:t>
      </w:r>
    </w:p>
    <w:p w14:paraId="39976371" w14:textId="451156BC" w:rsidR="00CA376C" w:rsidRPr="00CA376C" w:rsidRDefault="00CA376C" w:rsidP="00CA376C">
      <w:pPr>
        <w:rPr>
          <w:rFonts w:ascii="Century Gothic" w:hAnsi="Century Gothic" w:cs="Arial"/>
        </w:rPr>
      </w:pPr>
      <w:bookmarkStart w:id="2" w:name="_Hlk184894761"/>
      <w:bookmarkEnd w:id="1"/>
      <w:r w:rsidRPr="00CA376C">
        <w:rPr>
          <w:rFonts w:ascii="Century Gothic" w:hAnsi="Century Gothic" w:cs="Arial"/>
        </w:rPr>
        <w:t xml:space="preserve">Est acceptée la présente offre pour valoir acte d’engagement pour </w:t>
      </w:r>
      <w:bookmarkEnd w:id="2"/>
      <w:r w:rsidRPr="00B42CFE">
        <w:rPr>
          <w:rFonts w:ascii="Century Gothic" w:hAnsi="Century Gothic"/>
        </w:rPr>
        <w:t xml:space="preserve">les prestations de dératisation, de désinsectisation et de lutte contre les pigeons pour le compte des Hôpitaux Universitaires Henri Mondor, sites Henri </w:t>
      </w:r>
      <w:r w:rsidRPr="003A054B">
        <w:rPr>
          <w:rFonts w:ascii="Century Gothic" w:hAnsi="Century Gothic"/>
        </w:rPr>
        <w:t>Mondor,  Albert Chenevier, Emile Roux, Dupu</w:t>
      </w:r>
      <w:r>
        <w:rPr>
          <w:rFonts w:ascii="Century Gothic" w:hAnsi="Century Gothic"/>
        </w:rPr>
        <w:t>ytren et Georges Clemenceau,</w:t>
      </w:r>
      <w:r w:rsidRPr="004151AB">
        <w:rPr>
          <w:rFonts w:ascii="Century Gothic" w:hAnsi="Century Gothic"/>
          <w:color w:val="FF0000"/>
        </w:rPr>
        <w:t xml:space="preserve"> </w:t>
      </w:r>
      <w:r w:rsidRPr="007D3094">
        <w:rPr>
          <w:rFonts w:ascii="Century Gothic" w:hAnsi="Century Gothic"/>
        </w:rPr>
        <w:t>CMP Aristote et CMP Mozart</w:t>
      </w:r>
      <w:r w:rsidRPr="00CA376C">
        <w:rPr>
          <w:rFonts w:ascii="Century Gothic" w:hAnsi="Century Gothic" w:cs="Arial"/>
        </w:rPr>
        <w:t>, d’un montant minimum pour la durée totale du marché de _________________________ Euros (€) H.T. soit __________________________ Euros (€) T.T.C., et un montant maximum pour la durée totale du marché de _____________________________Euros (€) H.T, soit ________________________________ Euros (€) T.T.C.</w:t>
      </w:r>
    </w:p>
    <w:p w14:paraId="7FCEB253" w14:textId="77777777" w:rsidR="00CA376C" w:rsidRPr="00CA376C" w:rsidRDefault="00CA376C" w:rsidP="00CA376C">
      <w:pPr>
        <w:rPr>
          <w:rFonts w:ascii="Century Gothic" w:hAnsi="Century Gothic" w:cs="Arial"/>
        </w:rPr>
      </w:pPr>
    </w:p>
    <w:p w14:paraId="379C16E9" w14:textId="77777777" w:rsidR="00CA376C" w:rsidRPr="00CA376C" w:rsidRDefault="00CA376C" w:rsidP="00CA376C">
      <w:pPr>
        <w:rPr>
          <w:rFonts w:ascii="Century Gothic" w:hAnsi="Century Gothic" w:cs="Arial"/>
        </w:rPr>
      </w:pPr>
      <w:r w:rsidRPr="00CA376C">
        <w:rPr>
          <w:rFonts w:ascii="Century Gothic" w:hAnsi="Century Gothic" w:cs="Arial"/>
        </w:rPr>
        <w:t>(Taux TVA =      20    %)</w:t>
      </w:r>
    </w:p>
    <w:p w14:paraId="7A27ACC0" w14:textId="3BFC98DC" w:rsidR="00CA376C" w:rsidRPr="00CA376C" w:rsidRDefault="00CA376C" w:rsidP="00CA376C">
      <w:pPr>
        <w:rPr>
          <w:rFonts w:ascii="Century Gothic" w:hAnsi="Century Gothic" w:cs="Arial"/>
        </w:rPr>
      </w:pPr>
      <w:bookmarkStart w:id="3" w:name="_Hlk184997791"/>
      <w:r w:rsidRPr="00CA376C">
        <w:rPr>
          <w:rFonts w:ascii="Century Gothic" w:hAnsi="Century Gothic" w:cs="Arial"/>
        </w:rPr>
        <w:t>Le marché est conclu par le groupe hospitalo-universitaire AP-HP. Hôpitaux Universitaires Henri-Mondor de l’Assistance Publique – Hôpitaux de Paris avec la société ____________________</w:t>
      </w:r>
      <w:r w:rsidR="00CE0633" w:rsidRPr="00CA376C">
        <w:rPr>
          <w:rFonts w:ascii="Century Gothic" w:hAnsi="Century Gothic" w:cs="Arial"/>
        </w:rPr>
        <w:t>_ pour</w:t>
      </w:r>
      <w:r w:rsidRPr="00CA376C">
        <w:rPr>
          <w:rFonts w:ascii="Century Gothic" w:hAnsi="Century Gothic" w:cs="Arial"/>
        </w:rPr>
        <w:t xml:space="preserve"> une durée de 48 mois à compter de la date de notification.</w:t>
      </w:r>
    </w:p>
    <w:bookmarkEnd w:id="3"/>
    <w:p w14:paraId="2C1FAE79" w14:textId="77777777" w:rsidR="00CE64F4" w:rsidRPr="00BA7E38" w:rsidRDefault="00CE64F4" w:rsidP="00684C09">
      <w:pPr>
        <w:rPr>
          <w:rFonts w:ascii="Century Gothic" w:hAnsi="Century Gothic"/>
          <w:color w:val="FF0000"/>
        </w:rPr>
      </w:pPr>
    </w:p>
    <w:p w14:paraId="56752116" w14:textId="137A1F22" w:rsidR="00986A43" w:rsidRDefault="00986A43" w:rsidP="00684C09">
      <w:pPr>
        <w:rPr>
          <w:rFonts w:ascii="Century Gothic" w:hAnsi="Century Gothic"/>
        </w:rPr>
      </w:pPr>
      <w:r w:rsidRPr="00FE437C">
        <w:rPr>
          <w:rFonts w:ascii="Century Gothic" w:hAnsi="Century Gothic"/>
        </w:rPr>
        <w:t xml:space="preserve">Le titulaire devra par courrier prévenir les Hôpitaux Universitaires Henri Mondor de toute modification des spécifications des prestations fournies (caractéristiques techniques) </w:t>
      </w:r>
      <w:r w:rsidRPr="00FE437C">
        <w:rPr>
          <w:rFonts w:ascii="Century Gothic" w:hAnsi="Century Gothic"/>
          <w:u w:val="double"/>
        </w:rPr>
        <w:t>2 mois</w:t>
      </w:r>
      <w:r w:rsidRPr="00FE437C">
        <w:rPr>
          <w:rFonts w:ascii="Century Gothic" w:hAnsi="Century Gothic"/>
        </w:rPr>
        <w:t xml:space="preserve"> avant le début d’exécution de la prestation en cause.</w:t>
      </w:r>
    </w:p>
    <w:p w14:paraId="4F09223C" w14:textId="77777777" w:rsidR="00AE05B8" w:rsidRDefault="00AE05B8" w:rsidP="00684C09">
      <w:pPr>
        <w:rPr>
          <w:rFonts w:ascii="Century Gothic" w:hAnsi="Century Gothic"/>
        </w:rPr>
      </w:pPr>
    </w:p>
    <w:p w14:paraId="47A92992" w14:textId="77777777" w:rsidR="00FB34F7" w:rsidRPr="00FE437C" w:rsidRDefault="00FB34F7" w:rsidP="00684C09">
      <w:pPr>
        <w:rPr>
          <w:rFonts w:ascii="Century Gothic" w:hAnsi="Century Gothic"/>
        </w:rPr>
      </w:pPr>
    </w:p>
    <w:p w14:paraId="66832D9E" w14:textId="77777777" w:rsidR="00A22C7F" w:rsidRPr="00BA7E38" w:rsidRDefault="00684C09" w:rsidP="00C24BC4">
      <w:pPr>
        <w:tabs>
          <w:tab w:val="left" w:pos="4820"/>
        </w:tabs>
        <w:rPr>
          <w:rFonts w:ascii="Century Gothic" w:hAnsi="Century Gothic" w:cs="Arial"/>
          <w:color w:val="FF0000"/>
        </w:rPr>
      </w:pPr>
      <w:r w:rsidRPr="00BA7E38">
        <w:rPr>
          <w:rFonts w:ascii="Century Gothic" w:hAnsi="Century Gothic" w:cs="Arial"/>
          <w:color w:val="FF0000"/>
        </w:rPr>
        <w:tab/>
      </w:r>
      <w:r w:rsidR="005D5D69" w:rsidRPr="00BA7E38">
        <w:rPr>
          <w:rFonts w:ascii="Century Gothic" w:hAnsi="Century Gothic" w:cs="Arial"/>
          <w:color w:val="FF0000"/>
        </w:rPr>
        <w:t xml:space="preserve"> </w:t>
      </w:r>
    </w:p>
    <w:p w14:paraId="4B40E227" w14:textId="77777777" w:rsidR="00CA376C" w:rsidRPr="00CA376C" w:rsidRDefault="00CA376C" w:rsidP="00CA376C">
      <w:pPr>
        <w:rPr>
          <w:rFonts w:ascii="Century Gothic" w:hAnsi="Century Gothic" w:cs="Arial"/>
        </w:rPr>
      </w:pPr>
      <w:bookmarkStart w:id="4" w:name="_Hlk184888273"/>
      <w:r w:rsidRPr="00CA376C">
        <w:rPr>
          <w:rFonts w:ascii="Century Gothic" w:hAnsi="Century Gothic" w:cs="Arial"/>
        </w:rPr>
        <w:t>A Créteil, le</w:t>
      </w:r>
    </w:p>
    <w:p w14:paraId="5A16B7E0" w14:textId="2433DC28" w:rsidR="00CA376C" w:rsidRPr="00CA376C" w:rsidRDefault="00CA376C" w:rsidP="00CA376C">
      <w:pPr>
        <w:ind w:left="4932"/>
        <w:rPr>
          <w:rFonts w:ascii="Century Gothic" w:hAnsi="Century Gothic" w:cs="Arial"/>
        </w:rPr>
      </w:pPr>
      <w:r w:rsidRPr="00CA376C">
        <w:rPr>
          <w:rFonts w:ascii="Century Gothic" w:hAnsi="Century Gothic" w:cs="Arial"/>
        </w:rPr>
        <w:t>Pour le Directeur Général de l’AP-HP, par délégation, Madame Edith BENMANSOUR, Directrice du groupe hospitalo-universitaire AP-HP. Hôpitaux Universitaires Henri-Mondor</w:t>
      </w:r>
      <w:r w:rsidR="00702BE1">
        <w:rPr>
          <w:rFonts w:ascii="Century Gothic" w:hAnsi="Century Gothic" w:cs="Arial"/>
        </w:rPr>
        <w:t>.</w:t>
      </w:r>
    </w:p>
    <w:bookmarkEnd w:id="4"/>
    <w:p w14:paraId="2735A745" w14:textId="7491AD24" w:rsidR="00684C09" w:rsidRDefault="00684C09" w:rsidP="00684C09">
      <w:pPr>
        <w:rPr>
          <w:rFonts w:ascii="Century Gothic" w:hAnsi="Century Gothic" w:cs="Arial"/>
        </w:rPr>
      </w:pPr>
    </w:p>
    <w:p w14:paraId="13AC2A47" w14:textId="4EDEA45C" w:rsidR="00702BE1" w:rsidRDefault="00702BE1" w:rsidP="00684C09">
      <w:pPr>
        <w:rPr>
          <w:rFonts w:ascii="Century Gothic" w:hAnsi="Century Gothic" w:cs="Arial"/>
        </w:rPr>
      </w:pPr>
    </w:p>
    <w:p w14:paraId="4E542A99" w14:textId="0DF30CDF" w:rsidR="00702BE1" w:rsidRDefault="00702BE1" w:rsidP="00684C09">
      <w:pPr>
        <w:rPr>
          <w:rFonts w:ascii="Century Gothic" w:hAnsi="Century Gothic" w:cs="Arial"/>
        </w:rPr>
      </w:pPr>
    </w:p>
    <w:p w14:paraId="40417FF5" w14:textId="2BD6B5A5" w:rsidR="00702BE1" w:rsidRDefault="00702BE1" w:rsidP="00684C09">
      <w:pPr>
        <w:rPr>
          <w:rFonts w:ascii="Century Gothic" w:hAnsi="Century Gothic" w:cs="Arial"/>
        </w:rPr>
      </w:pPr>
    </w:p>
    <w:p w14:paraId="67033409" w14:textId="00F026D9" w:rsidR="00702BE1" w:rsidRDefault="00702BE1" w:rsidP="00684C09">
      <w:pPr>
        <w:rPr>
          <w:rFonts w:ascii="Century Gothic" w:hAnsi="Century Gothic" w:cs="Arial"/>
        </w:rPr>
      </w:pPr>
    </w:p>
    <w:p w14:paraId="180F03B0" w14:textId="130D3AE7" w:rsidR="00702BE1" w:rsidRDefault="00702BE1" w:rsidP="00684C09">
      <w:pPr>
        <w:rPr>
          <w:rFonts w:ascii="Century Gothic" w:hAnsi="Century Gothic" w:cs="Arial"/>
        </w:rPr>
      </w:pPr>
    </w:p>
    <w:p w14:paraId="7D99653A" w14:textId="00CD5833" w:rsidR="00702BE1" w:rsidRDefault="00702BE1" w:rsidP="00684C09">
      <w:pPr>
        <w:rPr>
          <w:rFonts w:ascii="Century Gothic" w:hAnsi="Century Gothic" w:cs="Arial"/>
        </w:rPr>
      </w:pPr>
    </w:p>
    <w:p w14:paraId="60BD4A9B" w14:textId="58E41159" w:rsidR="00702BE1" w:rsidRDefault="00702BE1" w:rsidP="00684C09">
      <w:pPr>
        <w:rPr>
          <w:rFonts w:ascii="Century Gothic" w:hAnsi="Century Gothic" w:cs="Arial"/>
        </w:rPr>
      </w:pPr>
    </w:p>
    <w:p w14:paraId="407A5DFF" w14:textId="3174D13C" w:rsidR="00702BE1" w:rsidRDefault="00702BE1" w:rsidP="00684C09">
      <w:pPr>
        <w:rPr>
          <w:rFonts w:ascii="Century Gothic" w:hAnsi="Century Gothic" w:cs="Arial"/>
        </w:rPr>
      </w:pPr>
    </w:p>
    <w:p w14:paraId="698BBD37" w14:textId="77777777" w:rsidR="00702BE1" w:rsidRPr="00FE437C" w:rsidRDefault="00702BE1" w:rsidP="00684C09">
      <w:pPr>
        <w:rPr>
          <w:rFonts w:ascii="Century Gothic" w:hAnsi="Century Gothic" w:cs="Arial"/>
        </w:rPr>
      </w:pPr>
    </w:p>
    <w:p w14:paraId="25786F9D" w14:textId="77777777" w:rsidR="00986A43" w:rsidRPr="00BA7E38" w:rsidRDefault="00986A43" w:rsidP="00936C3D">
      <w:pPr>
        <w:rPr>
          <w:rFonts w:ascii="Century Gothic" w:hAnsi="Century Gothic"/>
          <w:color w:val="FF0000"/>
        </w:rPr>
      </w:pPr>
    </w:p>
    <w:p w14:paraId="23ED4FF2" w14:textId="77777777" w:rsidR="00AC1207" w:rsidRPr="00FE437C"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8"/>
        </w:rPr>
      </w:pPr>
      <w:r w:rsidRPr="00FE437C">
        <w:rPr>
          <w:rFonts w:ascii="Century Gothic" w:hAnsi="Century Gothic" w:cs="Arial"/>
          <w:b/>
          <w:caps/>
          <w:kern w:val="0"/>
          <w:sz w:val="24"/>
          <w:szCs w:val="24"/>
        </w:rPr>
        <w:lastRenderedPageBreak/>
        <w:t>d</w:t>
      </w:r>
      <w:r w:rsidR="00AC1207" w:rsidRPr="00FE437C">
        <w:rPr>
          <w:rFonts w:ascii="Century Gothic" w:hAnsi="Century Gothic" w:cs="Arial"/>
          <w:b/>
          <w:caps/>
          <w:kern w:val="0"/>
          <w:sz w:val="24"/>
          <w:szCs w:val="24"/>
        </w:rPr>
        <w:t xml:space="preserve">) </w:t>
      </w:r>
      <w:r w:rsidR="00CD00B8" w:rsidRPr="00FE437C">
        <w:rPr>
          <w:rFonts w:ascii="Century Gothic" w:hAnsi="Century Gothic" w:cs="Arial"/>
          <w:b/>
          <w:caps/>
          <w:kern w:val="0"/>
          <w:sz w:val="24"/>
          <w:szCs w:val="24"/>
        </w:rPr>
        <w:t>REPARTITION DES PRESTATIONS ET DES PAIEMENTS ENTRE LES MEMBRES DU GROUPEMENT</w:t>
      </w:r>
    </w:p>
    <w:p w14:paraId="6220C0CB" w14:textId="77777777" w:rsidR="00684C09" w:rsidRPr="00FE437C" w:rsidRDefault="00684C09" w:rsidP="00C552FC">
      <w:pPr>
        <w:rPr>
          <w:rFonts w:ascii="Century Gothic" w:hAnsi="Century Gothic"/>
        </w:rPr>
      </w:pPr>
    </w:p>
    <w:p w14:paraId="1D910955" w14:textId="77777777" w:rsidR="00684C09" w:rsidRPr="00FE437C" w:rsidRDefault="00684C09" w:rsidP="00C552FC">
      <w:pPr>
        <w:rPr>
          <w:rFonts w:ascii="Century Gothic" w:hAnsi="Century Gothic"/>
        </w:rPr>
      </w:pPr>
    </w:p>
    <w:p w14:paraId="601FD6B2" w14:textId="77777777" w:rsidR="00684C09" w:rsidRPr="00D807B0" w:rsidRDefault="00684C09" w:rsidP="00F74D5C">
      <w:pPr>
        <w:rPr>
          <w:rFonts w:ascii="Century Gothic" w:hAnsi="Century Gothic"/>
          <w:sz w:val="22"/>
          <w:szCs w:val="22"/>
        </w:rPr>
      </w:pPr>
      <w:r w:rsidRPr="00D807B0">
        <w:rPr>
          <w:rFonts w:ascii="Century Gothic" w:hAnsi="Century Gothic"/>
          <w:sz w:val="22"/>
          <w:szCs w:val="22"/>
        </w:rPr>
        <w:t>Les contractants solidaires s’engagent financièrement pour la totalité des prestations visées au présent marché.</w:t>
      </w:r>
    </w:p>
    <w:p w14:paraId="407C5C2E" w14:textId="77777777" w:rsidR="00684C09" w:rsidRPr="00D807B0" w:rsidRDefault="00134576" w:rsidP="00F74D5C">
      <w:pPr>
        <w:rPr>
          <w:rFonts w:ascii="Century Gothic" w:hAnsi="Century Gothic"/>
          <w:sz w:val="22"/>
          <w:szCs w:val="22"/>
        </w:rPr>
      </w:pPr>
      <w:proofErr w:type="gramStart"/>
      <w:r w:rsidRPr="00D807B0">
        <w:rPr>
          <w:rFonts w:ascii="Century Gothic" w:hAnsi="Century Gothic"/>
          <w:sz w:val="22"/>
          <w:szCs w:val="22"/>
        </w:rPr>
        <w:t>Ou</w:t>
      </w:r>
      <w:proofErr w:type="gramEnd"/>
    </w:p>
    <w:p w14:paraId="73D44339" w14:textId="77777777" w:rsidR="00CA376C" w:rsidRPr="00CA376C" w:rsidRDefault="00CA376C" w:rsidP="00CA376C">
      <w:pPr>
        <w:rPr>
          <w:rFonts w:ascii="Century Gothic" w:hAnsi="Century Gothic"/>
        </w:rPr>
      </w:pPr>
      <w:r w:rsidRPr="00CA376C">
        <w:rPr>
          <w:rFonts w:ascii="Century Gothic" w:hAnsi="Century Gothic"/>
        </w:rPr>
        <w:t>L’administration se libérera des sommes dues au titre du présent marché en faisant porter au crédit des comptes mentionnés ci-dessous, selon la répartition suivante :</w:t>
      </w:r>
    </w:p>
    <w:p w14:paraId="7623489B" w14:textId="77777777" w:rsidR="00684C09" w:rsidRPr="00BA7E38" w:rsidRDefault="00684C09" w:rsidP="00F74D5C">
      <w:pPr>
        <w:rPr>
          <w:rFonts w:ascii="Century Gothic" w:hAnsi="Century Gothic"/>
          <w:color w:val="FF0000"/>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6"/>
        <w:gridCol w:w="4551"/>
        <w:gridCol w:w="3175"/>
      </w:tblGrid>
      <w:tr w:rsidR="00BA7E38" w:rsidRPr="00BA7E38" w14:paraId="31D373BF" w14:textId="77777777">
        <w:trPr>
          <w:trHeight w:val="575"/>
        </w:trPr>
        <w:tc>
          <w:tcPr>
            <w:tcW w:w="1806" w:type="dxa"/>
          </w:tcPr>
          <w:p w14:paraId="42A55A45" w14:textId="77777777" w:rsidR="00684C09" w:rsidRPr="00FE437C" w:rsidRDefault="00684C09" w:rsidP="003E54E7">
            <w:pPr>
              <w:spacing w:after="0"/>
              <w:jc w:val="center"/>
              <w:rPr>
                <w:rFonts w:ascii="Century Gothic" w:hAnsi="Century Gothic"/>
              </w:rPr>
            </w:pPr>
            <w:r w:rsidRPr="00FE437C">
              <w:rPr>
                <w:rFonts w:ascii="Century Gothic" w:hAnsi="Century Gothic"/>
              </w:rPr>
              <w:t>Membre du Groupement</w:t>
            </w:r>
          </w:p>
        </w:tc>
        <w:tc>
          <w:tcPr>
            <w:tcW w:w="4551" w:type="dxa"/>
          </w:tcPr>
          <w:p w14:paraId="5C84DB90" w14:textId="77777777" w:rsidR="00684C09" w:rsidRPr="00CA376C" w:rsidRDefault="00684C09" w:rsidP="003E54E7">
            <w:pPr>
              <w:spacing w:after="0"/>
              <w:jc w:val="center"/>
              <w:rPr>
                <w:rFonts w:ascii="Century Gothic" w:hAnsi="Century Gothic"/>
              </w:rPr>
            </w:pPr>
            <w:r w:rsidRPr="00CA376C">
              <w:rPr>
                <w:rFonts w:ascii="Century Gothic" w:hAnsi="Century Gothic"/>
              </w:rPr>
              <w:t>Prestations assurées</w:t>
            </w:r>
          </w:p>
        </w:tc>
        <w:tc>
          <w:tcPr>
            <w:tcW w:w="3175" w:type="dxa"/>
          </w:tcPr>
          <w:p w14:paraId="6FE7FCA0" w14:textId="3BA08F95" w:rsidR="00684C09" w:rsidRPr="00CA376C" w:rsidRDefault="00CA376C" w:rsidP="003E54E7">
            <w:pPr>
              <w:spacing w:after="0"/>
              <w:jc w:val="center"/>
              <w:rPr>
                <w:rFonts w:ascii="Century Gothic" w:hAnsi="Century Gothic"/>
              </w:rPr>
            </w:pPr>
            <w:r w:rsidRPr="00CA376C">
              <w:rPr>
                <w:rFonts w:ascii="Century Gothic" w:hAnsi="Century Gothic"/>
              </w:rPr>
              <w:t>Compte à créditer pour le règlement de ces prestations</w:t>
            </w:r>
          </w:p>
        </w:tc>
      </w:tr>
      <w:tr w:rsidR="00BA7E38" w:rsidRPr="00BA7E38" w14:paraId="550C71F8" w14:textId="77777777">
        <w:trPr>
          <w:trHeight w:val="261"/>
        </w:trPr>
        <w:tc>
          <w:tcPr>
            <w:tcW w:w="1806" w:type="dxa"/>
          </w:tcPr>
          <w:p w14:paraId="180C3657" w14:textId="77777777" w:rsidR="00684C09" w:rsidRPr="00FE437C" w:rsidRDefault="00684C09" w:rsidP="00F74D5C">
            <w:pPr>
              <w:rPr>
                <w:rFonts w:ascii="Century Gothic" w:hAnsi="Century Gothic"/>
              </w:rPr>
            </w:pPr>
          </w:p>
        </w:tc>
        <w:tc>
          <w:tcPr>
            <w:tcW w:w="4551" w:type="dxa"/>
          </w:tcPr>
          <w:p w14:paraId="278D53D1" w14:textId="77777777" w:rsidR="00684C09" w:rsidRPr="00FE437C" w:rsidRDefault="00684C09" w:rsidP="00F74D5C">
            <w:pPr>
              <w:rPr>
                <w:rFonts w:ascii="Century Gothic" w:hAnsi="Century Gothic"/>
              </w:rPr>
            </w:pPr>
          </w:p>
        </w:tc>
        <w:tc>
          <w:tcPr>
            <w:tcW w:w="3175" w:type="dxa"/>
          </w:tcPr>
          <w:p w14:paraId="73D532D8" w14:textId="77777777" w:rsidR="00684C09" w:rsidRPr="00FE437C" w:rsidRDefault="00684C09" w:rsidP="00F74D5C">
            <w:pPr>
              <w:rPr>
                <w:rFonts w:ascii="Century Gothic" w:hAnsi="Century Gothic"/>
              </w:rPr>
            </w:pPr>
          </w:p>
        </w:tc>
      </w:tr>
      <w:tr w:rsidR="00BA7E38" w:rsidRPr="00BA7E38" w14:paraId="4DAE2E50" w14:textId="77777777">
        <w:trPr>
          <w:trHeight w:val="261"/>
        </w:trPr>
        <w:tc>
          <w:tcPr>
            <w:tcW w:w="1806" w:type="dxa"/>
          </w:tcPr>
          <w:p w14:paraId="597D0757" w14:textId="77777777" w:rsidR="00684C09" w:rsidRPr="00FE437C" w:rsidRDefault="00684C09" w:rsidP="00F74D5C">
            <w:pPr>
              <w:rPr>
                <w:rFonts w:ascii="Century Gothic" w:hAnsi="Century Gothic"/>
              </w:rPr>
            </w:pPr>
          </w:p>
        </w:tc>
        <w:tc>
          <w:tcPr>
            <w:tcW w:w="4551" w:type="dxa"/>
          </w:tcPr>
          <w:p w14:paraId="2C8F830D" w14:textId="77777777" w:rsidR="00684C09" w:rsidRPr="00FE437C" w:rsidRDefault="00684C09" w:rsidP="00F74D5C">
            <w:pPr>
              <w:rPr>
                <w:rFonts w:ascii="Century Gothic" w:hAnsi="Century Gothic"/>
              </w:rPr>
            </w:pPr>
          </w:p>
        </w:tc>
        <w:tc>
          <w:tcPr>
            <w:tcW w:w="3175" w:type="dxa"/>
          </w:tcPr>
          <w:p w14:paraId="18A35986" w14:textId="77777777" w:rsidR="00684C09" w:rsidRPr="00FE437C" w:rsidRDefault="00684C09" w:rsidP="00F74D5C">
            <w:pPr>
              <w:rPr>
                <w:rFonts w:ascii="Century Gothic" w:hAnsi="Century Gothic"/>
              </w:rPr>
            </w:pPr>
          </w:p>
        </w:tc>
      </w:tr>
      <w:tr w:rsidR="00BA7E38" w:rsidRPr="00BA7E38" w14:paraId="0015DBDC" w14:textId="77777777">
        <w:trPr>
          <w:trHeight w:val="276"/>
        </w:trPr>
        <w:tc>
          <w:tcPr>
            <w:tcW w:w="1806" w:type="dxa"/>
          </w:tcPr>
          <w:p w14:paraId="2E339B97" w14:textId="77777777" w:rsidR="00684C09" w:rsidRPr="00BA7E38" w:rsidRDefault="00684C09" w:rsidP="00F74D5C">
            <w:pPr>
              <w:rPr>
                <w:rFonts w:ascii="Century Gothic" w:hAnsi="Century Gothic"/>
                <w:color w:val="FF0000"/>
              </w:rPr>
            </w:pPr>
          </w:p>
        </w:tc>
        <w:tc>
          <w:tcPr>
            <w:tcW w:w="4551" w:type="dxa"/>
          </w:tcPr>
          <w:p w14:paraId="0CE4B23F" w14:textId="77777777" w:rsidR="00684C09" w:rsidRPr="00BA7E38" w:rsidRDefault="00684C09" w:rsidP="00F74D5C">
            <w:pPr>
              <w:rPr>
                <w:rFonts w:ascii="Century Gothic" w:hAnsi="Century Gothic"/>
                <w:color w:val="FF0000"/>
              </w:rPr>
            </w:pPr>
          </w:p>
        </w:tc>
        <w:tc>
          <w:tcPr>
            <w:tcW w:w="3175" w:type="dxa"/>
          </w:tcPr>
          <w:p w14:paraId="3C96CBD1" w14:textId="77777777" w:rsidR="00684C09" w:rsidRPr="00BA7E38" w:rsidRDefault="00684C09" w:rsidP="00F74D5C">
            <w:pPr>
              <w:rPr>
                <w:rFonts w:ascii="Century Gothic" w:hAnsi="Century Gothic"/>
                <w:color w:val="FF0000"/>
              </w:rPr>
            </w:pPr>
          </w:p>
        </w:tc>
      </w:tr>
    </w:tbl>
    <w:p w14:paraId="61A02C9C" w14:textId="77777777" w:rsidR="00684C09" w:rsidRPr="00BA7E38" w:rsidRDefault="00684C09" w:rsidP="00F74D5C">
      <w:pPr>
        <w:rPr>
          <w:rFonts w:ascii="Century Gothic" w:hAnsi="Century Gothic"/>
          <w:color w:val="FF0000"/>
        </w:rPr>
      </w:pPr>
    </w:p>
    <w:p w14:paraId="58DC4486" w14:textId="77777777" w:rsidR="00684C09" w:rsidRPr="00D807B0" w:rsidRDefault="00134576" w:rsidP="00F74D5C">
      <w:pPr>
        <w:rPr>
          <w:rFonts w:ascii="Century Gothic" w:hAnsi="Century Gothic"/>
          <w:sz w:val="22"/>
          <w:szCs w:val="22"/>
        </w:rPr>
      </w:pPr>
      <w:r w:rsidRPr="00D807B0">
        <w:rPr>
          <w:rFonts w:ascii="Century Gothic" w:hAnsi="Century Gothic"/>
          <w:sz w:val="22"/>
          <w:szCs w:val="22"/>
        </w:rPr>
        <w:t>*Pour les accords-cadres et les marchés à bon de commande, l’acte d’engagement peut n’indiquer que la répartition des prestations.</w:t>
      </w:r>
    </w:p>
    <w:p w14:paraId="0A816CAC" w14:textId="68BB650F" w:rsidR="007A4411" w:rsidRPr="009D51AC" w:rsidRDefault="00D86255" w:rsidP="009D51AC">
      <w:pPr>
        <w:spacing w:before="0" w:after="0"/>
        <w:jc w:val="left"/>
        <w:rPr>
          <w:rFonts w:ascii="Century Gothic" w:hAnsi="Century Gothic"/>
          <w:color w:val="FF0000"/>
        </w:rPr>
      </w:pPr>
      <w:r>
        <w:rPr>
          <w:rFonts w:ascii="Century Gothic" w:hAnsi="Century Gothic"/>
          <w:color w:val="FF0000"/>
        </w:rPr>
        <w:br w:type="page"/>
      </w:r>
    </w:p>
    <w:p w14:paraId="2232AFD1" w14:textId="77777777" w:rsidR="00AC1207" w:rsidRPr="00FE437C" w:rsidRDefault="009D7E17" w:rsidP="00AC1207">
      <w:pPr>
        <w:keepNext/>
        <w:pBdr>
          <w:top w:val="double" w:sz="4" w:space="1" w:color="auto"/>
          <w:left w:val="double" w:sz="4" w:space="4" w:color="auto"/>
          <w:bottom w:val="double" w:sz="4" w:space="1" w:color="auto"/>
          <w:right w:val="double" w:sz="4" w:space="4" w:color="auto"/>
        </w:pBdr>
        <w:shd w:val="pct12" w:color="auto" w:fill="FFFFFF"/>
        <w:spacing w:before="0" w:after="0"/>
        <w:jc w:val="center"/>
        <w:outlineLvl w:val="1"/>
        <w:rPr>
          <w:rFonts w:ascii="Century Gothic" w:hAnsi="Century Gothic" w:cs="Arial"/>
          <w:b/>
          <w:caps/>
          <w:kern w:val="0"/>
          <w:sz w:val="24"/>
          <w:szCs w:val="24"/>
        </w:rPr>
      </w:pPr>
      <w:r w:rsidRPr="00FE437C">
        <w:rPr>
          <w:rFonts w:ascii="Century Gothic" w:hAnsi="Century Gothic" w:cs="Arial"/>
          <w:b/>
          <w:caps/>
          <w:kern w:val="0"/>
          <w:sz w:val="24"/>
          <w:szCs w:val="24"/>
        </w:rPr>
        <w:lastRenderedPageBreak/>
        <w:t>e</w:t>
      </w:r>
      <w:r w:rsidR="00AC1207" w:rsidRPr="00FE437C">
        <w:rPr>
          <w:rFonts w:ascii="Century Gothic" w:hAnsi="Century Gothic" w:cs="Arial"/>
          <w:b/>
          <w:caps/>
          <w:kern w:val="0"/>
          <w:sz w:val="24"/>
          <w:szCs w:val="24"/>
        </w:rPr>
        <w:t xml:space="preserve">) </w:t>
      </w:r>
      <w:r w:rsidRPr="00FE437C">
        <w:rPr>
          <w:rFonts w:ascii="Century Gothic" w:hAnsi="Century Gothic" w:cs="Arial"/>
          <w:b/>
          <w:caps/>
          <w:kern w:val="0"/>
          <w:sz w:val="24"/>
          <w:szCs w:val="24"/>
        </w:rPr>
        <w:t>CADRE POUR FORMULE DE NANTISSEMENT OU CESSION DE CRÉANCES</w:t>
      </w:r>
    </w:p>
    <w:p w14:paraId="0D8FBAA6" w14:textId="77777777" w:rsidR="00684C09" w:rsidRPr="00FE437C" w:rsidRDefault="00684C09" w:rsidP="00F74D5C">
      <w:pPr>
        <w:rPr>
          <w:rFonts w:ascii="Century Gothic" w:hAnsi="Century Gothic"/>
        </w:rPr>
      </w:pPr>
    </w:p>
    <w:p w14:paraId="5DF81DFD" w14:textId="77777777" w:rsidR="00684C09" w:rsidRPr="00BA7E38" w:rsidRDefault="00684C09" w:rsidP="00F74D5C">
      <w:pPr>
        <w:rPr>
          <w:rFonts w:ascii="Century Gothic" w:hAnsi="Century Gothic"/>
          <w:color w:val="FF0000"/>
        </w:rPr>
      </w:pPr>
    </w:p>
    <w:p w14:paraId="006A1E11" w14:textId="77777777" w:rsidR="00CA376C" w:rsidRPr="00820E19" w:rsidRDefault="00CA376C" w:rsidP="00CA376C">
      <w:pPr>
        <w:rPr>
          <w:rFonts w:ascii="Century Gothic" w:hAnsi="Century Gothic"/>
        </w:rPr>
      </w:pPr>
      <w:r w:rsidRPr="00820E19">
        <w:rPr>
          <w:rFonts w:ascii="Century Gothic" w:hAnsi="Century Gothic"/>
        </w:rPr>
        <w:t>Copie certifiée conforme à l’original délivrée en unique exemplaire pour être remise à l’établissement de crédit en cas de cession ou de nantissement de créance consenti conformément à la loi n°81-1 du 2 janvier 1981 modifiée facilitant le crédit aux entreprises.</w:t>
      </w:r>
    </w:p>
    <w:p w14:paraId="02102295" w14:textId="3FAC98AF" w:rsidR="00CA376C" w:rsidRDefault="00CA376C" w:rsidP="00CA376C">
      <w:pPr>
        <w:rPr>
          <w:rFonts w:ascii="Century Gothic" w:hAnsi="Century Gothic" w:cs="Arial"/>
          <w:b/>
          <w:bCs/>
          <w:szCs w:val="18"/>
        </w:rPr>
      </w:pPr>
      <w:bookmarkStart w:id="5" w:name="_Hlk184890789"/>
    </w:p>
    <w:p w14:paraId="5B6A58D3" w14:textId="19DE7C08" w:rsidR="00FB34F7" w:rsidRDefault="00FB34F7" w:rsidP="00CA376C">
      <w:pPr>
        <w:rPr>
          <w:rFonts w:ascii="Century Gothic" w:hAnsi="Century Gothic" w:cs="Arial"/>
          <w:b/>
          <w:bCs/>
          <w:szCs w:val="18"/>
        </w:rPr>
      </w:pPr>
    </w:p>
    <w:p w14:paraId="07490F88" w14:textId="77777777" w:rsidR="00FB34F7" w:rsidRDefault="00FB34F7" w:rsidP="00CA376C">
      <w:pPr>
        <w:rPr>
          <w:rFonts w:ascii="Century Gothic" w:hAnsi="Century Gothic" w:cs="Arial"/>
          <w:b/>
          <w:bCs/>
          <w:szCs w:val="18"/>
        </w:rPr>
      </w:pPr>
    </w:p>
    <w:p w14:paraId="400B6EA5" w14:textId="77777777" w:rsidR="00CA376C" w:rsidRDefault="00CA376C" w:rsidP="00CA376C">
      <w:pPr>
        <w:ind w:left="5387"/>
        <w:rPr>
          <w:rFonts w:ascii="Century Gothic" w:hAnsi="Century Gothic" w:cs="Arial"/>
          <w:b/>
          <w:bCs/>
          <w:szCs w:val="18"/>
        </w:rPr>
      </w:pPr>
    </w:p>
    <w:p w14:paraId="11A07DFB" w14:textId="77777777" w:rsidR="00CA376C" w:rsidRPr="00CA376C" w:rsidRDefault="00CA376C" w:rsidP="00CA376C">
      <w:pPr>
        <w:ind w:left="5387"/>
        <w:rPr>
          <w:rFonts w:ascii="Century Gothic" w:hAnsi="Century Gothic" w:cs="Arial"/>
          <w:bCs/>
          <w:szCs w:val="18"/>
        </w:rPr>
      </w:pPr>
      <w:r w:rsidRPr="00CA376C">
        <w:rPr>
          <w:rFonts w:ascii="Century Gothic" w:hAnsi="Century Gothic" w:cs="Arial"/>
          <w:bCs/>
          <w:szCs w:val="18"/>
        </w:rPr>
        <w:t>A Créteil, le</w:t>
      </w:r>
    </w:p>
    <w:p w14:paraId="550DBCBB" w14:textId="77777777" w:rsidR="00CA376C" w:rsidRPr="00CA376C" w:rsidRDefault="00CA376C" w:rsidP="00CA376C">
      <w:pPr>
        <w:ind w:left="5387"/>
        <w:rPr>
          <w:rFonts w:ascii="Century Gothic" w:hAnsi="Century Gothic" w:cs="Arial"/>
          <w:bCs/>
          <w:szCs w:val="18"/>
        </w:rPr>
      </w:pPr>
    </w:p>
    <w:p w14:paraId="0B0E34C4" w14:textId="41DBD3A2" w:rsidR="00CA376C" w:rsidRPr="00CA376C" w:rsidRDefault="00CA376C" w:rsidP="00CA376C">
      <w:pPr>
        <w:ind w:left="5387"/>
        <w:rPr>
          <w:rFonts w:ascii="Century Gothic" w:hAnsi="Century Gothic" w:cs="Arial"/>
          <w:bCs/>
          <w:szCs w:val="18"/>
        </w:rPr>
      </w:pPr>
      <w:r w:rsidRPr="00CA376C">
        <w:rPr>
          <w:rFonts w:ascii="Century Gothic" w:hAnsi="Century Gothic" w:cs="Arial"/>
          <w:bCs/>
          <w:szCs w:val="18"/>
        </w:rPr>
        <w:t>Pour le Directeur Général de l’AP-HP, par délégation, Madame Edith BENMANSOUR, Directrice du groupe hospitalo-universitaire AP-HP. Hôpitaux Universitaires Henri-Mondor</w:t>
      </w:r>
      <w:r w:rsidR="00702BE1">
        <w:rPr>
          <w:rFonts w:ascii="Century Gothic" w:hAnsi="Century Gothic" w:cs="Arial"/>
          <w:bCs/>
          <w:szCs w:val="18"/>
        </w:rPr>
        <w:t>.</w:t>
      </w:r>
    </w:p>
    <w:bookmarkEnd w:id="5"/>
    <w:p w14:paraId="0A38950E" w14:textId="77777777" w:rsidR="00AD6AA9" w:rsidRPr="00BA7E38" w:rsidRDefault="00AD6AA9" w:rsidP="00936C3D">
      <w:pPr>
        <w:rPr>
          <w:rFonts w:ascii="Century Gothic" w:hAnsi="Century Gothic"/>
          <w:color w:val="FF0000"/>
        </w:rPr>
      </w:pPr>
    </w:p>
    <w:p w14:paraId="37BAE5D8" w14:textId="77777777" w:rsidR="00AD6AA9" w:rsidRPr="00BA7E38" w:rsidRDefault="00AD6AA9" w:rsidP="00936C3D">
      <w:pPr>
        <w:rPr>
          <w:rFonts w:ascii="Century Gothic" w:hAnsi="Century Gothic"/>
          <w:color w:val="FF0000"/>
        </w:rPr>
      </w:pPr>
    </w:p>
    <w:p w14:paraId="18106C4F" w14:textId="77777777" w:rsidR="00AD6AA9" w:rsidRPr="00BA7E38" w:rsidRDefault="00AD6AA9" w:rsidP="00936C3D">
      <w:pPr>
        <w:rPr>
          <w:rFonts w:ascii="Century Gothic" w:hAnsi="Century Gothic"/>
          <w:color w:val="FF0000"/>
        </w:rPr>
      </w:pPr>
    </w:p>
    <w:p w14:paraId="4917C833" w14:textId="77777777" w:rsidR="00AD6AA9" w:rsidRPr="00BA7E38" w:rsidRDefault="00AD6AA9" w:rsidP="00936C3D">
      <w:pPr>
        <w:rPr>
          <w:rFonts w:ascii="Century Gothic" w:hAnsi="Century Gothic"/>
          <w:color w:val="FF0000"/>
        </w:rPr>
      </w:pPr>
    </w:p>
    <w:sectPr w:rsidR="00AD6AA9" w:rsidRPr="00BA7E38" w:rsidSect="00543289">
      <w:footerReference w:type="default" r:id="rId10"/>
      <w:headerReference w:type="first" r:id="rId11"/>
      <w:footerReference w:type="first" r:id="rId12"/>
      <w:type w:val="oddPage"/>
      <w:pgSz w:w="11907" w:h="16840" w:code="9"/>
      <w:pgMar w:top="674" w:right="1134" w:bottom="1134" w:left="1134" w:header="720" w:footer="16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3290E" w14:textId="77777777" w:rsidR="00634845" w:rsidRDefault="00634845">
      <w:r>
        <w:separator/>
      </w:r>
    </w:p>
  </w:endnote>
  <w:endnote w:type="continuationSeparator" w:id="0">
    <w:p w14:paraId="6A53A377" w14:textId="77777777" w:rsidR="00634845" w:rsidRDefault="0063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96"/>
      <w:gridCol w:w="6463"/>
      <w:gridCol w:w="1264"/>
    </w:tblGrid>
    <w:tr w:rsidR="00B42CFE" w:rsidRPr="007020AE" w14:paraId="79A8D2FC" w14:textId="77777777" w:rsidTr="00A22C7F">
      <w:tc>
        <w:tcPr>
          <w:tcW w:w="985" w:type="pct"/>
        </w:tcPr>
        <w:p w14:paraId="6A7F2C24" w14:textId="77777777" w:rsidR="00B42CFE" w:rsidRPr="00A22C7F" w:rsidRDefault="00B42CFE" w:rsidP="007020AE">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w:t>
          </w:r>
          <w:proofErr w:type="spellStart"/>
          <w:r w:rsidRPr="00A22C7F">
            <w:rPr>
              <w:rFonts w:ascii="Calibri Light" w:hAnsi="Calibri Light"/>
              <w:lang w:val="en-GB"/>
            </w:rPr>
            <w:t>Mondor</w:t>
          </w:r>
          <w:proofErr w:type="spellEnd"/>
        </w:p>
      </w:tc>
      <w:tc>
        <w:tcPr>
          <w:tcW w:w="3358" w:type="pct"/>
          <w:vAlign w:val="center"/>
        </w:tcPr>
        <w:p w14:paraId="2BCD4AF4" w14:textId="0C429F6D" w:rsidR="00B42CFE" w:rsidRPr="00A22C7F" w:rsidRDefault="00B42CFE" w:rsidP="00543289">
          <w:pPr>
            <w:pStyle w:val="Pieddepage"/>
            <w:jc w:val="center"/>
            <w:rPr>
              <w:rFonts w:ascii="Calibri Light" w:hAnsi="Calibri Light" w:cs="Arial"/>
            </w:rPr>
          </w:pPr>
          <w:r w:rsidRPr="00A22C7F">
            <w:rPr>
              <w:rFonts w:ascii="Calibri Light" w:hAnsi="Calibri Light" w:cs="Arial"/>
            </w:rPr>
            <w:t xml:space="preserve">Acte d’engagement de la consultation </w:t>
          </w:r>
          <w:r w:rsidRPr="00A22C7F">
            <w:rPr>
              <w:rFonts w:ascii="Calibri Light" w:hAnsi="Calibri Light" w:cs="Arial"/>
            </w:rPr>
            <w:br/>
          </w:r>
          <w:r w:rsidR="00543289">
            <w:rPr>
              <w:rFonts w:ascii="Calibri Light" w:hAnsi="Calibri Light" w:cs="Arial"/>
            </w:rPr>
            <w:t>n°HMN25A03</w:t>
          </w:r>
          <w:r>
            <w:rPr>
              <w:rFonts w:ascii="Calibri Light" w:hAnsi="Calibri Light" w:cs="Arial"/>
            </w:rPr>
            <w:t>SRV</w:t>
          </w:r>
          <w:r w:rsidRPr="00CB3DE4">
            <w:rPr>
              <w:rFonts w:ascii="Calibri Light" w:hAnsi="Calibri Light" w:cs="Arial"/>
            </w:rPr>
            <w:t xml:space="preserve"> </w:t>
          </w:r>
        </w:p>
      </w:tc>
      <w:tc>
        <w:tcPr>
          <w:tcW w:w="657" w:type="pct"/>
          <w:vAlign w:val="center"/>
        </w:tcPr>
        <w:p w14:paraId="7DC13F5D" w14:textId="61BC2695" w:rsidR="00B42CFE" w:rsidRPr="00A22C7F" w:rsidRDefault="00B42CFE"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D86255">
            <w:rPr>
              <w:rStyle w:val="Numrodepage"/>
              <w:rFonts w:ascii="Calibri Light" w:hAnsi="Calibri Light" w:cs="Arial"/>
              <w:noProof/>
            </w:rPr>
            <w:t>5</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D86255">
            <w:rPr>
              <w:rStyle w:val="Numrodepage"/>
              <w:rFonts w:ascii="Calibri Light" w:hAnsi="Calibri Light"/>
              <w:noProof/>
            </w:rPr>
            <w:t>5</w:t>
          </w:r>
          <w:r w:rsidRPr="00A22C7F">
            <w:rPr>
              <w:rStyle w:val="Numrodepage"/>
              <w:rFonts w:ascii="Calibri Light" w:hAnsi="Calibri Light"/>
            </w:rPr>
            <w:fldChar w:fldCharType="end"/>
          </w:r>
        </w:p>
      </w:tc>
    </w:tr>
  </w:tbl>
  <w:p w14:paraId="5CB305A8" w14:textId="77777777" w:rsidR="00B42CFE" w:rsidRDefault="00B42CF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96"/>
      <w:gridCol w:w="6463"/>
      <w:gridCol w:w="1264"/>
    </w:tblGrid>
    <w:tr w:rsidR="00B42CFE" w:rsidRPr="00A22C7F" w14:paraId="26565A9E" w14:textId="77777777" w:rsidTr="00A22C7F">
      <w:tc>
        <w:tcPr>
          <w:tcW w:w="985" w:type="pct"/>
        </w:tcPr>
        <w:p w14:paraId="287C3CCD" w14:textId="77777777" w:rsidR="00B42CFE" w:rsidRPr="00A22C7F" w:rsidRDefault="00B42CFE" w:rsidP="00A22C7F">
          <w:pPr>
            <w:pStyle w:val="Pieddepage"/>
            <w:jc w:val="center"/>
            <w:rPr>
              <w:rFonts w:ascii="Calibri Light" w:hAnsi="Calibri Light" w:cs="Arial"/>
              <w:lang w:val="en-GB"/>
            </w:rPr>
          </w:pPr>
          <w:r w:rsidRPr="00A22C7F">
            <w:rPr>
              <w:rFonts w:ascii="Calibri Light" w:hAnsi="Calibri Light"/>
            </w:rPr>
            <w:t>Hôpitaux Universitaires</w:t>
          </w:r>
          <w:r w:rsidRPr="00A22C7F">
            <w:rPr>
              <w:rFonts w:ascii="Calibri Light" w:hAnsi="Calibri Light"/>
              <w:lang w:val="en-GB"/>
            </w:rPr>
            <w:t xml:space="preserve"> Henri </w:t>
          </w:r>
          <w:proofErr w:type="spellStart"/>
          <w:r w:rsidRPr="00A22C7F">
            <w:rPr>
              <w:rFonts w:ascii="Calibri Light" w:hAnsi="Calibri Light"/>
              <w:lang w:val="en-GB"/>
            </w:rPr>
            <w:t>Mondor</w:t>
          </w:r>
          <w:proofErr w:type="spellEnd"/>
        </w:p>
      </w:tc>
      <w:tc>
        <w:tcPr>
          <w:tcW w:w="3358" w:type="pct"/>
          <w:vAlign w:val="center"/>
        </w:tcPr>
        <w:p w14:paraId="41354D3A" w14:textId="5EFE3B93" w:rsidR="00B42CFE" w:rsidRPr="00A22C7F" w:rsidRDefault="00B42CFE" w:rsidP="00F041FF">
          <w:pPr>
            <w:pStyle w:val="Pieddepage"/>
            <w:spacing w:before="0"/>
            <w:jc w:val="center"/>
            <w:rPr>
              <w:rFonts w:ascii="Calibri Light" w:hAnsi="Calibri Light" w:cs="Arial"/>
            </w:rPr>
          </w:pPr>
          <w:r w:rsidRPr="000B5AF6">
            <w:rPr>
              <w:rFonts w:ascii="Calibri Light" w:hAnsi="Calibri Light" w:cs="Arial"/>
            </w:rPr>
            <w:t xml:space="preserve">Acte d’engagement de la consultation </w:t>
          </w:r>
          <w:r w:rsidRPr="000B5AF6">
            <w:rPr>
              <w:rFonts w:ascii="Calibri Light" w:hAnsi="Calibri Light" w:cs="Arial"/>
            </w:rPr>
            <w:br/>
          </w:r>
          <w:r>
            <w:rPr>
              <w:rFonts w:ascii="Calibri Light" w:hAnsi="Calibri Light" w:cs="Arial"/>
            </w:rPr>
            <w:t>n°</w:t>
          </w:r>
          <w:r w:rsidR="008A01BF" w:rsidRPr="008A01BF">
            <w:rPr>
              <w:rFonts w:ascii="Calibri Light" w:hAnsi="Calibri Light" w:cs="Arial"/>
            </w:rPr>
            <w:t>HMN25A03</w:t>
          </w:r>
          <w:r w:rsidRPr="008A01BF">
            <w:rPr>
              <w:rFonts w:ascii="Calibri Light" w:hAnsi="Calibri Light" w:cs="Arial"/>
            </w:rPr>
            <w:t xml:space="preserve">SRV </w:t>
          </w:r>
          <w:r w:rsidR="008A01BF" w:rsidRPr="008A01BF">
            <w:rPr>
              <w:rFonts w:ascii="Calibri Light" w:hAnsi="Calibri Light" w:cs="Arial"/>
            </w:rPr>
            <w:t xml:space="preserve">du </w:t>
          </w:r>
          <w:r w:rsidR="008A01BF" w:rsidRPr="008A01BF">
            <w:rPr>
              <w:rFonts w:ascii="Calibri Light" w:hAnsi="Calibri Light" w:cs="Arial"/>
              <w:color w:val="FF0000"/>
            </w:rPr>
            <w:t>XX/XX</w:t>
          </w:r>
          <w:r w:rsidRPr="008A01BF">
            <w:rPr>
              <w:rFonts w:ascii="Calibri Light" w:hAnsi="Calibri Light" w:cs="Arial"/>
              <w:color w:val="FF0000"/>
            </w:rPr>
            <w:t>/20</w:t>
          </w:r>
          <w:r w:rsidR="008A01BF" w:rsidRPr="008A01BF">
            <w:rPr>
              <w:rFonts w:ascii="Calibri Light" w:hAnsi="Calibri Light" w:cs="Arial"/>
              <w:color w:val="FF0000"/>
            </w:rPr>
            <w:t>25</w:t>
          </w:r>
        </w:p>
      </w:tc>
      <w:tc>
        <w:tcPr>
          <w:tcW w:w="657" w:type="pct"/>
          <w:vAlign w:val="center"/>
        </w:tcPr>
        <w:p w14:paraId="34E09239" w14:textId="5D5AE472" w:rsidR="00B42CFE" w:rsidRPr="00A22C7F" w:rsidRDefault="00B42CFE" w:rsidP="00A22C7F">
          <w:pPr>
            <w:pStyle w:val="Pieddepage"/>
            <w:tabs>
              <w:tab w:val="left" w:pos="360"/>
              <w:tab w:val="center" w:pos="567"/>
            </w:tabs>
            <w:jc w:val="center"/>
            <w:rPr>
              <w:rFonts w:ascii="Calibri Light" w:hAnsi="Calibri Light" w:cs="Arial"/>
            </w:rPr>
          </w:pPr>
          <w:r w:rsidRPr="00A22C7F">
            <w:rPr>
              <w:rStyle w:val="Numrodepage"/>
              <w:rFonts w:ascii="Calibri Light" w:hAnsi="Calibri Light" w:cs="Arial"/>
            </w:rPr>
            <w:fldChar w:fldCharType="begin"/>
          </w:r>
          <w:r w:rsidRPr="00A22C7F">
            <w:rPr>
              <w:rStyle w:val="Numrodepage"/>
              <w:rFonts w:ascii="Calibri Light" w:hAnsi="Calibri Light" w:cs="Arial"/>
            </w:rPr>
            <w:instrText xml:space="preserve"> PAGE </w:instrText>
          </w:r>
          <w:r w:rsidRPr="00A22C7F">
            <w:rPr>
              <w:rStyle w:val="Numrodepage"/>
              <w:rFonts w:ascii="Calibri Light" w:hAnsi="Calibri Light" w:cs="Arial"/>
            </w:rPr>
            <w:fldChar w:fldCharType="separate"/>
          </w:r>
          <w:r w:rsidR="00D86255">
            <w:rPr>
              <w:rStyle w:val="Numrodepage"/>
              <w:rFonts w:ascii="Calibri Light" w:hAnsi="Calibri Light" w:cs="Arial"/>
              <w:noProof/>
            </w:rPr>
            <w:t>1</w:t>
          </w:r>
          <w:r w:rsidRPr="00A22C7F">
            <w:rPr>
              <w:rStyle w:val="Numrodepage"/>
              <w:rFonts w:ascii="Calibri Light" w:hAnsi="Calibri Light" w:cs="Arial"/>
            </w:rPr>
            <w:fldChar w:fldCharType="end"/>
          </w:r>
          <w:r w:rsidRPr="00A22C7F">
            <w:rPr>
              <w:rStyle w:val="Numrodepage"/>
              <w:rFonts w:ascii="Calibri Light" w:hAnsi="Calibri Light" w:cs="Arial"/>
            </w:rPr>
            <w:t>/</w:t>
          </w:r>
          <w:r w:rsidRPr="00A22C7F">
            <w:rPr>
              <w:rStyle w:val="Numrodepage"/>
              <w:rFonts w:ascii="Calibri Light" w:hAnsi="Calibri Light"/>
            </w:rPr>
            <w:fldChar w:fldCharType="begin"/>
          </w:r>
          <w:r w:rsidRPr="00A22C7F">
            <w:rPr>
              <w:rStyle w:val="Numrodepage"/>
              <w:rFonts w:ascii="Calibri Light" w:hAnsi="Calibri Light"/>
            </w:rPr>
            <w:instrText xml:space="preserve"> NUMPAGES </w:instrText>
          </w:r>
          <w:r w:rsidRPr="00A22C7F">
            <w:rPr>
              <w:rStyle w:val="Numrodepage"/>
              <w:rFonts w:ascii="Calibri Light" w:hAnsi="Calibri Light"/>
            </w:rPr>
            <w:fldChar w:fldCharType="separate"/>
          </w:r>
          <w:r w:rsidR="00D86255">
            <w:rPr>
              <w:rStyle w:val="Numrodepage"/>
              <w:rFonts w:ascii="Calibri Light" w:hAnsi="Calibri Light"/>
              <w:noProof/>
            </w:rPr>
            <w:t>5</w:t>
          </w:r>
          <w:r w:rsidRPr="00A22C7F">
            <w:rPr>
              <w:rStyle w:val="Numrodepage"/>
              <w:rFonts w:ascii="Calibri Light" w:hAnsi="Calibri Light"/>
            </w:rPr>
            <w:fldChar w:fldCharType="end"/>
          </w:r>
        </w:p>
      </w:tc>
    </w:tr>
  </w:tbl>
  <w:p w14:paraId="59DF24EE" w14:textId="77777777" w:rsidR="00B42CFE" w:rsidRPr="00A22C7F" w:rsidRDefault="00B42CFE" w:rsidP="00A22C7F">
    <w:pPr>
      <w:pStyle w:val="Pieddepage"/>
      <w:jc w:val="center"/>
      <w:rPr>
        <w:rFonts w:ascii="Calibri Light" w:hAnsi="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6BF18" w14:textId="77777777" w:rsidR="00634845" w:rsidRDefault="00634845">
      <w:r>
        <w:separator/>
      </w:r>
    </w:p>
  </w:footnote>
  <w:footnote w:type="continuationSeparator" w:id="0">
    <w:p w14:paraId="4FF44348" w14:textId="77777777" w:rsidR="00634845" w:rsidRDefault="00634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F4C4D" w14:textId="365590A0" w:rsidR="00B42CFE" w:rsidRDefault="00B42CFE" w:rsidP="00833B09">
    <w:pPr>
      <w:pStyle w:val="En-tte"/>
      <w:tabs>
        <w:tab w:val="clear" w:pos="4536"/>
        <w:tab w:val="clear" w:pos="9072"/>
      </w:tabs>
      <w:spacing w:before="0" w:after="0"/>
      <w:ind w:right="96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401394"/>
    <w:lvl w:ilvl="0">
      <w:numFmt w:val="bullet"/>
      <w:lvlText w:val="*"/>
      <w:lvlJc w:val="left"/>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31FA0022"/>
    <w:multiLevelType w:val="hybridMultilevel"/>
    <w:tmpl w:val="230E4B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F31CD7"/>
    <w:multiLevelType w:val="hybridMultilevel"/>
    <w:tmpl w:val="D714C814"/>
    <w:lvl w:ilvl="0" w:tplc="040C000F">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E97463"/>
    <w:multiLevelType w:val="hybridMultilevel"/>
    <w:tmpl w:val="11F06020"/>
    <w:lvl w:ilvl="0" w:tplc="0106A7B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6" w15:restartNumberingAfterBreak="0">
    <w:nsid w:val="5B981B06"/>
    <w:multiLevelType w:val="singleLevel"/>
    <w:tmpl w:val="5BE009BA"/>
    <w:lvl w:ilvl="0">
      <w:start w:val="1"/>
      <w:numFmt w:val="decimal"/>
      <w:pStyle w:val="P2N"/>
      <w:lvlText w:val="%1)"/>
      <w:lvlJc w:val="left"/>
      <w:pPr>
        <w:tabs>
          <w:tab w:val="num" w:pos="360"/>
        </w:tabs>
        <w:ind w:left="360" w:hanging="360"/>
      </w:pPr>
      <w:rPr>
        <w:rFonts w:hint="default"/>
        <w:b w:val="0"/>
      </w:rPr>
    </w:lvl>
  </w:abstractNum>
  <w:abstractNum w:abstractNumId="7" w15:restartNumberingAfterBreak="0">
    <w:nsid w:val="665F1197"/>
    <w:multiLevelType w:val="hybridMultilevel"/>
    <w:tmpl w:val="0218B5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5A3198"/>
    <w:multiLevelType w:val="singleLevel"/>
    <w:tmpl w:val="040C0011"/>
    <w:lvl w:ilvl="0">
      <w:start w:val="1"/>
      <w:numFmt w:val="decimal"/>
      <w:lvlText w:val="%1)"/>
      <w:lvlJc w:val="left"/>
      <w:pPr>
        <w:tabs>
          <w:tab w:val="num" w:pos="360"/>
        </w:tabs>
        <w:ind w:left="360" w:hanging="360"/>
      </w:pPr>
    </w:lvl>
  </w:abstractNum>
  <w:abstractNum w:abstractNumId="9" w15:restartNumberingAfterBreak="0">
    <w:nsid w:val="78260CC6"/>
    <w:multiLevelType w:val="singleLevel"/>
    <w:tmpl w:val="78DCF7AC"/>
    <w:lvl w:ilvl="0">
      <w:start w:val="17"/>
      <w:numFmt w:val="bullet"/>
      <w:lvlText w:val="-"/>
      <w:lvlJc w:val="left"/>
      <w:pPr>
        <w:tabs>
          <w:tab w:val="num" w:pos="360"/>
        </w:tabs>
        <w:ind w:left="360" w:hanging="360"/>
      </w:pPr>
      <w:rPr>
        <w:rFonts w:hint="default"/>
      </w:rPr>
    </w:lvl>
  </w:abstractNum>
  <w:num w:numId="1">
    <w:abstractNumId w:val="5"/>
  </w:num>
  <w:num w:numId="2">
    <w:abstractNumId w:val="1"/>
  </w:num>
  <w:num w:numId="3">
    <w:abstractNumId w:val="8"/>
  </w:num>
  <w:num w:numId="4">
    <w:abstractNumId w:val="9"/>
  </w:num>
  <w:num w:numId="5">
    <w:abstractNumId w:val="0"/>
    <w:lvlOverride w:ilvl="0">
      <w:lvl w:ilvl="0">
        <w:start w:val="1"/>
        <w:numFmt w:val="bullet"/>
        <w:lvlText w:val="­"/>
        <w:legacy w:legacy="1" w:legacySpace="0" w:legacyIndent="227"/>
        <w:lvlJc w:val="left"/>
        <w:pPr>
          <w:ind w:left="1134" w:hanging="227"/>
        </w:pPr>
        <w:rPr>
          <w:rFonts w:ascii="Times New Roman" w:hAnsi="Times New Roman" w:cs="Times New Roman" w:hint="default"/>
        </w:rPr>
      </w:lvl>
    </w:lvlOverride>
  </w:num>
  <w:num w:numId="6">
    <w:abstractNumId w:val="6"/>
  </w:num>
  <w:num w:numId="7">
    <w:abstractNumId w:val="6"/>
  </w:num>
  <w:num w:numId="8">
    <w:abstractNumId w:val="3"/>
  </w:num>
  <w:num w:numId="9">
    <w:abstractNumId w:val="7"/>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E19"/>
    <w:rsid w:val="000016C0"/>
    <w:rsid w:val="00002A7A"/>
    <w:rsid w:val="000059D3"/>
    <w:rsid w:val="00006D92"/>
    <w:rsid w:val="00012B44"/>
    <w:rsid w:val="00012C03"/>
    <w:rsid w:val="00014D10"/>
    <w:rsid w:val="000269B4"/>
    <w:rsid w:val="000277B9"/>
    <w:rsid w:val="0003138D"/>
    <w:rsid w:val="00034986"/>
    <w:rsid w:val="0005316C"/>
    <w:rsid w:val="00056AF7"/>
    <w:rsid w:val="00057325"/>
    <w:rsid w:val="00061E11"/>
    <w:rsid w:val="00063605"/>
    <w:rsid w:val="0006534B"/>
    <w:rsid w:val="000746AC"/>
    <w:rsid w:val="00076C56"/>
    <w:rsid w:val="00077FB7"/>
    <w:rsid w:val="0008370B"/>
    <w:rsid w:val="000A4E9B"/>
    <w:rsid w:val="000B1305"/>
    <w:rsid w:val="000B1365"/>
    <w:rsid w:val="000B17E8"/>
    <w:rsid w:val="000B43FA"/>
    <w:rsid w:val="000B4FB5"/>
    <w:rsid w:val="000B5AF6"/>
    <w:rsid w:val="000B6FF2"/>
    <w:rsid w:val="000C0CB3"/>
    <w:rsid w:val="000C3704"/>
    <w:rsid w:val="000D0408"/>
    <w:rsid w:val="000D33A5"/>
    <w:rsid w:val="000E0C2D"/>
    <w:rsid w:val="000E2469"/>
    <w:rsid w:val="001009D7"/>
    <w:rsid w:val="0010269F"/>
    <w:rsid w:val="00103145"/>
    <w:rsid w:val="00110001"/>
    <w:rsid w:val="00110CB1"/>
    <w:rsid w:val="00113FA8"/>
    <w:rsid w:val="001208DD"/>
    <w:rsid w:val="00121CC7"/>
    <w:rsid w:val="00132397"/>
    <w:rsid w:val="00134576"/>
    <w:rsid w:val="00145A35"/>
    <w:rsid w:val="00146FA5"/>
    <w:rsid w:val="001540DF"/>
    <w:rsid w:val="00156FA1"/>
    <w:rsid w:val="0017146B"/>
    <w:rsid w:val="00181505"/>
    <w:rsid w:val="00183589"/>
    <w:rsid w:val="0018426E"/>
    <w:rsid w:val="001859A0"/>
    <w:rsid w:val="001924E0"/>
    <w:rsid w:val="001944CF"/>
    <w:rsid w:val="00194C3C"/>
    <w:rsid w:val="00196F44"/>
    <w:rsid w:val="001A597C"/>
    <w:rsid w:val="001A5DAB"/>
    <w:rsid w:val="001A7747"/>
    <w:rsid w:val="001B1438"/>
    <w:rsid w:val="001B2D1E"/>
    <w:rsid w:val="001B5E01"/>
    <w:rsid w:val="001B740C"/>
    <w:rsid w:val="001C14B8"/>
    <w:rsid w:val="001C34CD"/>
    <w:rsid w:val="001C3F18"/>
    <w:rsid w:val="001D3737"/>
    <w:rsid w:val="001D5E4C"/>
    <w:rsid w:val="001F1BC4"/>
    <w:rsid w:val="001F2C6B"/>
    <w:rsid w:val="001F45F1"/>
    <w:rsid w:val="00200AAE"/>
    <w:rsid w:val="00203E42"/>
    <w:rsid w:val="00204C20"/>
    <w:rsid w:val="0021278D"/>
    <w:rsid w:val="002149D4"/>
    <w:rsid w:val="00216EF0"/>
    <w:rsid w:val="0022111E"/>
    <w:rsid w:val="002219AF"/>
    <w:rsid w:val="00221BF5"/>
    <w:rsid w:val="00226836"/>
    <w:rsid w:val="00232C24"/>
    <w:rsid w:val="002378DC"/>
    <w:rsid w:val="00240B20"/>
    <w:rsid w:val="00242CAD"/>
    <w:rsid w:val="00251843"/>
    <w:rsid w:val="00253ED7"/>
    <w:rsid w:val="00274AEC"/>
    <w:rsid w:val="00280A62"/>
    <w:rsid w:val="002918F1"/>
    <w:rsid w:val="00295818"/>
    <w:rsid w:val="002A22DB"/>
    <w:rsid w:val="002A3F08"/>
    <w:rsid w:val="002A66BB"/>
    <w:rsid w:val="002B1E32"/>
    <w:rsid w:val="002B26E7"/>
    <w:rsid w:val="002C0EB3"/>
    <w:rsid w:val="002C6FE8"/>
    <w:rsid w:val="002C70A6"/>
    <w:rsid w:val="002D7FAA"/>
    <w:rsid w:val="002E6665"/>
    <w:rsid w:val="002F15D2"/>
    <w:rsid w:val="002F3008"/>
    <w:rsid w:val="002F3242"/>
    <w:rsid w:val="003000C8"/>
    <w:rsid w:val="00304953"/>
    <w:rsid w:val="00311893"/>
    <w:rsid w:val="0031554A"/>
    <w:rsid w:val="003163A9"/>
    <w:rsid w:val="00325416"/>
    <w:rsid w:val="003257C3"/>
    <w:rsid w:val="00326FDD"/>
    <w:rsid w:val="0032794F"/>
    <w:rsid w:val="003337EE"/>
    <w:rsid w:val="003415B4"/>
    <w:rsid w:val="00345A83"/>
    <w:rsid w:val="00352E37"/>
    <w:rsid w:val="0035409F"/>
    <w:rsid w:val="003624DE"/>
    <w:rsid w:val="00362BC9"/>
    <w:rsid w:val="00365D36"/>
    <w:rsid w:val="00372A3E"/>
    <w:rsid w:val="00372FEB"/>
    <w:rsid w:val="00373A58"/>
    <w:rsid w:val="003777C1"/>
    <w:rsid w:val="003807BF"/>
    <w:rsid w:val="00384B26"/>
    <w:rsid w:val="00385B3C"/>
    <w:rsid w:val="00386597"/>
    <w:rsid w:val="00393F01"/>
    <w:rsid w:val="00395094"/>
    <w:rsid w:val="003A7878"/>
    <w:rsid w:val="003C1A3F"/>
    <w:rsid w:val="003C323D"/>
    <w:rsid w:val="003C7FB2"/>
    <w:rsid w:val="003D35B5"/>
    <w:rsid w:val="003D5C14"/>
    <w:rsid w:val="003D6218"/>
    <w:rsid w:val="003E54E7"/>
    <w:rsid w:val="003E5DA9"/>
    <w:rsid w:val="003F2892"/>
    <w:rsid w:val="003F3CF8"/>
    <w:rsid w:val="003F50AF"/>
    <w:rsid w:val="003F71B9"/>
    <w:rsid w:val="0040503C"/>
    <w:rsid w:val="004075D2"/>
    <w:rsid w:val="004151AB"/>
    <w:rsid w:val="00417BD0"/>
    <w:rsid w:val="00437B1C"/>
    <w:rsid w:val="00440385"/>
    <w:rsid w:val="00451ADE"/>
    <w:rsid w:val="00454C1C"/>
    <w:rsid w:val="004575BC"/>
    <w:rsid w:val="00460818"/>
    <w:rsid w:val="004638C3"/>
    <w:rsid w:val="00463BA7"/>
    <w:rsid w:val="00464E88"/>
    <w:rsid w:val="004670D9"/>
    <w:rsid w:val="00467A7E"/>
    <w:rsid w:val="00473D4A"/>
    <w:rsid w:val="004846C7"/>
    <w:rsid w:val="00493542"/>
    <w:rsid w:val="00494D47"/>
    <w:rsid w:val="004A4BE2"/>
    <w:rsid w:val="004B16D8"/>
    <w:rsid w:val="004B2C8C"/>
    <w:rsid w:val="004B34F9"/>
    <w:rsid w:val="004B4FA5"/>
    <w:rsid w:val="004B6EB2"/>
    <w:rsid w:val="004D2319"/>
    <w:rsid w:val="004D67A8"/>
    <w:rsid w:val="004E3CB5"/>
    <w:rsid w:val="004F5358"/>
    <w:rsid w:val="005006C1"/>
    <w:rsid w:val="005021A6"/>
    <w:rsid w:val="00503AE2"/>
    <w:rsid w:val="00511577"/>
    <w:rsid w:val="00512368"/>
    <w:rsid w:val="00513713"/>
    <w:rsid w:val="00514B68"/>
    <w:rsid w:val="005152FB"/>
    <w:rsid w:val="005230DD"/>
    <w:rsid w:val="005248F1"/>
    <w:rsid w:val="00531312"/>
    <w:rsid w:val="00532CD8"/>
    <w:rsid w:val="0053326B"/>
    <w:rsid w:val="00543289"/>
    <w:rsid w:val="00543CCD"/>
    <w:rsid w:val="005522AE"/>
    <w:rsid w:val="00554EFA"/>
    <w:rsid w:val="0056159C"/>
    <w:rsid w:val="005637CF"/>
    <w:rsid w:val="00565AC9"/>
    <w:rsid w:val="0057048A"/>
    <w:rsid w:val="0057474C"/>
    <w:rsid w:val="00576611"/>
    <w:rsid w:val="00585FA6"/>
    <w:rsid w:val="00592DFD"/>
    <w:rsid w:val="00593592"/>
    <w:rsid w:val="005951E2"/>
    <w:rsid w:val="005975E3"/>
    <w:rsid w:val="005A0205"/>
    <w:rsid w:val="005A0F3A"/>
    <w:rsid w:val="005A4F1C"/>
    <w:rsid w:val="005A5C8D"/>
    <w:rsid w:val="005B0947"/>
    <w:rsid w:val="005B364A"/>
    <w:rsid w:val="005B6409"/>
    <w:rsid w:val="005C0297"/>
    <w:rsid w:val="005C0B98"/>
    <w:rsid w:val="005C20F6"/>
    <w:rsid w:val="005C2246"/>
    <w:rsid w:val="005C2A21"/>
    <w:rsid w:val="005D2D54"/>
    <w:rsid w:val="005D5D69"/>
    <w:rsid w:val="005E71F1"/>
    <w:rsid w:val="005F0CCB"/>
    <w:rsid w:val="005F7373"/>
    <w:rsid w:val="00602CDA"/>
    <w:rsid w:val="006049C7"/>
    <w:rsid w:val="00604F6F"/>
    <w:rsid w:val="00612B8B"/>
    <w:rsid w:val="00612C2C"/>
    <w:rsid w:val="00615BBB"/>
    <w:rsid w:val="00622541"/>
    <w:rsid w:val="0062649B"/>
    <w:rsid w:val="00632395"/>
    <w:rsid w:val="00634845"/>
    <w:rsid w:val="0063507C"/>
    <w:rsid w:val="00637335"/>
    <w:rsid w:val="00647EB0"/>
    <w:rsid w:val="00653D7E"/>
    <w:rsid w:val="00656D3C"/>
    <w:rsid w:val="00665D61"/>
    <w:rsid w:val="00670EC7"/>
    <w:rsid w:val="006714FA"/>
    <w:rsid w:val="006760BA"/>
    <w:rsid w:val="00680D7B"/>
    <w:rsid w:val="00681332"/>
    <w:rsid w:val="00684143"/>
    <w:rsid w:val="00684C09"/>
    <w:rsid w:val="006A7CEE"/>
    <w:rsid w:val="006B3B74"/>
    <w:rsid w:val="006C3A35"/>
    <w:rsid w:val="006D0A7E"/>
    <w:rsid w:val="006F0A43"/>
    <w:rsid w:val="007020AE"/>
    <w:rsid w:val="00702BE1"/>
    <w:rsid w:val="00727786"/>
    <w:rsid w:val="007323B8"/>
    <w:rsid w:val="007330A2"/>
    <w:rsid w:val="00735DAD"/>
    <w:rsid w:val="00737A72"/>
    <w:rsid w:val="007403F9"/>
    <w:rsid w:val="00744C12"/>
    <w:rsid w:val="00751DF5"/>
    <w:rsid w:val="007602B4"/>
    <w:rsid w:val="00763EC9"/>
    <w:rsid w:val="00771032"/>
    <w:rsid w:val="00775A29"/>
    <w:rsid w:val="00784849"/>
    <w:rsid w:val="0078548E"/>
    <w:rsid w:val="0078605D"/>
    <w:rsid w:val="00796A52"/>
    <w:rsid w:val="007A01B3"/>
    <w:rsid w:val="007A4411"/>
    <w:rsid w:val="007A6D53"/>
    <w:rsid w:val="007A6DA7"/>
    <w:rsid w:val="007B3390"/>
    <w:rsid w:val="007B501E"/>
    <w:rsid w:val="007B5381"/>
    <w:rsid w:val="007B577D"/>
    <w:rsid w:val="007B7E91"/>
    <w:rsid w:val="007C0A47"/>
    <w:rsid w:val="007C0E95"/>
    <w:rsid w:val="007C4898"/>
    <w:rsid w:val="007D0A3F"/>
    <w:rsid w:val="007D15CD"/>
    <w:rsid w:val="007D3094"/>
    <w:rsid w:val="007F13C7"/>
    <w:rsid w:val="007F4556"/>
    <w:rsid w:val="008024C5"/>
    <w:rsid w:val="00807483"/>
    <w:rsid w:val="00807FA3"/>
    <w:rsid w:val="00817826"/>
    <w:rsid w:val="00820295"/>
    <w:rsid w:val="00820E19"/>
    <w:rsid w:val="00823954"/>
    <w:rsid w:val="008328AA"/>
    <w:rsid w:val="00833B09"/>
    <w:rsid w:val="00840EC4"/>
    <w:rsid w:val="00846475"/>
    <w:rsid w:val="008529A3"/>
    <w:rsid w:val="00852CDD"/>
    <w:rsid w:val="00857A4B"/>
    <w:rsid w:val="00862273"/>
    <w:rsid w:val="008665D1"/>
    <w:rsid w:val="00866AEF"/>
    <w:rsid w:val="00873014"/>
    <w:rsid w:val="0087425B"/>
    <w:rsid w:val="008748F7"/>
    <w:rsid w:val="00880550"/>
    <w:rsid w:val="008906B2"/>
    <w:rsid w:val="008919BA"/>
    <w:rsid w:val="008A01BF"/>
    <w:rsid w:val="008A212B"/>
    <w:rsid w:val="008A77CE"/>
    <w:rsid w:val="008B760A"/>
    <w:rsid w:val="008D0DB8"/>
    <w:rsid w:val="008E256C"/>
    <w:rsid w:val="008E5ACD"/>
    <w:rsid w:val="009064B4"/>
    <w:rsid w:val="009075F1"/>
    <w:rsid w:val="00921ADB"/>
    <w:rsid w:val="00923AD1"/>
    <w:rsid w:val="009314CD"/>
    <w:rsid w:val="00936C3D"/>
    <w:rsid w:val="0094168A"/>
    <w:rsid w:val="009427CC"/>
    <w:rsid w:val="00943A89"/>
    <w:rsid w:val="00953356"/>
    <w:rsid w:val="009533BD"/>
    <w:rsid w:val="0095689E"/>
    <w:rsid w:val="00957D14"/>
    <w:rsid w:val="00961BE1"/>
    <w:rsid w:val="0097782C"/>
    <w:rsid w:val="00982238"/>
    <w:rsid w:val="009830B5"/>
    <w:rsid w:val="009839CD"/>
    <w:rsid w:val="009846BF"/>
    <w:rsid w:val="00986A43"/>
    <w:rsid w:val="00987F77"/>
    <w:rsid w:val="00992817"/>
    <w:rsid w:val="00993FA8"/>
    <w:rsid w:val="009B03A2"/>
    <w:rsid w:val="009B11AB"/>
    <w:rsid w:val="009B16FB"/>
    <w:rsid w:val="009B2C6C"/>
    <w:rsid w:val="009B3F8A"/>
    <w:rsid w:val="009B7E93"/>
    <w:rsid w:val="009D1F63"/>
    <w:rsid w:val="009D51AC"/>
    <w:rsid w:val="009D7E17"/>
    <w:rsid w:val="009E228B"/>
    <w:rsid w:val="009E4D8A"/>
    <w:rsid w:val="009E6F1A"/>
    <w:rsid w:val="009F0F35"/>
    <w:rsid w:val="00A03EB0"/>
    <w:rsid w:val="00A04861"/>
    <w:rsid w:val="00A10AAB"/>
    <w:rsid w:val="00A165F8"/>
    <w:rsid w:val="00A22C7F"/>
    <w:rsid w:val="00A2624B"/>
    <w:rsid w:val="00A303AE"/>
    <w:rsid w:val="00A33F9C"/>
    <w:rsid w:val="00A34BBC"/>
    <w:rsid w:val="00A371A1"/>
    <w:rsid w:val="00A40BE7"/>
    <w:rsid w:val="00A42EB6"/>
    <w:rsid w:val="00A5215D"/>
    <w:rsid w:val="00A5235E"/>
    <w:rsid w:val="00A57E2B"/>
    <w:rsid w:val="00A72542"/>
    <w:rsid w:val="00A7347A"/>
    <w:rsid w:val="00A7728E"/>
    <w:rsid w:val="00A7741A"/>
    <w:rsid w:val="00A80E86"/>
    <w:rsid w:val="00A81C60"/>
    <w:rsid w:val="00A8374E"/>
    <w:rsid w:val="00A8438C"/>
    <w:rsid w:val="00A8509E"/>
    <w:rsid w:val="00A95E04"/>
    <w:rsid w:val="00A9742B"/>
    <w:rsid w:val="00AB25AA"/>
    <w:rsid w:val="00AB3B7E"/>
    <w:rsid w:val="00AC1207"/>
    <w:rsid w:val="00AC3F97"/>
    <w:rsid w:val="00AC73F5"/>
    <w:rsid w:val="00AD132A"/>
    <w:rsid w:val="00AD2826"/>
    <w:rsid w:val="00AD47E7"/>
    <w:rsid w:val="00AD6AA9"/>
    <w:rsid w:val="00AE05B8"/>
    <w:rsid w:val="00AE0AC9"/>
    <w:rsid w:val="00AE1BEB"/>
    <w:rsid w:val="00AE1DF8"/>
    <w:rsid w:val="00AE29E0"/>
    <w:rsid w:val="00AE75E4"/>
    <w:rsid w:val="00B056C3"/>
    <w:rsid w:val="00B06207"/>
    <w:rsid w:val="00B066C0"/>
    <w:rsid w:val="00B137B9"/>
    <w:rsid w:val="00B30493"/>
    <w:rsid w:val="00B323CE"/>
    <w:rsid w:val="00B349F2"/>
    <w:rsid w:val="00B34B4E"/>
    <w:rsid w:val="00B4078B"/>
    <w:rsid w:val="00B40EB8"/>
    <w:rsid w:val="00B4241F"/>
    <w:rsid w:val="00B42CFE"/>
    <w:rsid w:val="00B46F4F"/>
    <w:rsid w:val="00B47192"/>
    <w:rsid w:val="00B50CDF"/>
    <w:rsid w:val="00B56620"/>
    <w:rsid w:val="00B6498D"/>
    <w:rsid w:val="00B672DD"/>
    <w:rsid w:val="00B701D3"/>
    <w:rsid w:val="00B73B84"/>
    <w:rsid w:val="00B745F4"/>
    <w:rsid w:val="00B74763"/>
    <w:rsid w:val="00B7596C"/>
    <w:rsid w:val="00B75D12"/>
    <w:rsid w:val="00B7652A"/>
    <w:rsid w:val="00B84351"/>
    <w:rsid w:val="00B864AF"/>
    <w:rsid w:val="00B9100D"/>
    <w:rsid w:val="00BA7E38"/>
    <w:rsid w:val="00BB01B3"/>
    <w:rsid w:val="00BB5334"/>
    <w:rsid w:val="00BB5A5E"/>
    <w:rsid w:val="00BB621E"/>
    <w:rsid w:val="00BB7E96"/>
    <w:rsid w:val="00BC1726"/>
    <w:rsid w:val="00BC30D0"/>
    <w:rsid w:val="00BC654C"/>
    <w:rsid w:val="00BD1F88"/>
    <w:rsid w:val="00BD473A"/>
    <w:rsid w:val="00BD5D52"/>
    <w:rsid w:val="00BE1275"/>
    <w:rsid w:val="00BE34A3"/>
    <w:rsid w:val="00BE4869"/>
    <w:rsid w:val="00BE4E8A"/>
    <w:rsid w:val="00BF5951"/>
    <w:rsid w:val="00C0030E"/>
    <w:rsid w:val="00C03065"/>
    <w:rsid w:val="00C036C4"/>
    <w:rsid w:val="00C12436"/>
    <w:rsid w:val="00C13DBC"/>
    <w:rsid w:val="00C16449"/>
    <w:rsid w:val="00C24BC4"/>
    <w:rsid w:val="00C24E3C"/>
    <w:rsid w:val="00C337AA"/>
    <w:rsid w:val="00C34668"/>
    <w:rsid w:val="00C37E7A"/>
    <w:rsid w:val="00C37EAD"/>
    <w:rsid w:val="00C41F6F"/>
    <w:rsid w:val="00C45A2E"/>
    <w:rsid w:val="00C47C87"/>
    <w:rsid w:val="00C537A0"/>
    <w:rsid w:val="00C552FC"/>
    <w:rsid w:val="00C657C7"/>
    <w:rsid w:val="00C76668"/>
    <w:rsid w:val="00C770FC"/>
    <w:rsid w:val="00C87D14"/>
    <w:rsid w:val="00C95459"/>
    <w:rsid w:val="00CA376C"/>
    <w:rsid w:val="00CA3E4D"/>
    <w:rsid w:val="00CA674F"/>
    <w:rsid w:val="00CB26F1"/>
    <w:rsid w:val="00CB3DE4"/>
    <w:rsid w:val="00CC43C5"/>
    <w:rsid w:val="00CD00B8"/>
    <w:rsid w:val="00CD1C9F"/>
    <w:rsid w:val="00CD25C7"/>
    <w:rsid w:val="00CD2781"/>
    <w:rsid w:val="00CD33B1"/>
    <w:rsid w:val="00CD4E2F"/>
    <w:rsid w:val="00CE0633"/>
    <w:rsid w:val="00CE64F4"/>
    <w:rsid w:val="00CE651A"/>
    <w:rsid w:val="00CF71BF"/>
    <w:rsid w:val="00D053BC"/>
    <w:rsid w:val="00D06D49"/>
    <w:rsid w:val="00D129D4"/>
    <w:rsid w:val="00D13457"/>
    <w:rsid w:val="00D20D60"/>
    <w:rsid w:val="00D34998"/>
    <w:rsid w:val="00D42D23"/>
    <w:rsid w:val="00D43AD3"/>
    <w:rsid w:val="00D52987"/>
    <w:rsid w:val="00D56B97"/>
    <w:rsid w:val="00D5738E"/>
    <w:rsid w:val="00D61EAF"/>
    <w:rsid w:val="00D6333F"/>
    <w:rsid w:val="00D64BA9"/>
    <w:rsid w:val="00D72E20"/>
    <w:rsid w:val="00D72EB5"/>
    <w:rsid w:val="00D807B0"/>
    <w:rsid w:val="00D81D28"/>
    <w:rsid w:val="00D842DE"/>
    <w:rsid w:val="00D850AB"/>
    <w:rsid w:val="00D86255"/>
    <w:rsid w:val="00D90C85"/>
    <w:rsid w:val="00D91355"/>
    <w:rsid w:val="00D95FEB"/>
    <w:rsid w:val="00D96D7B"/>
    <w:rsid w:val="00D97852"/>
    <w:rsid w:val="00DA07B1"/>
    <w:rsid w:val="00DA1868"/>
    <w:rsid w:val="00DA29F6"/>
    <w:rsid w:val="00DA724E"/>
    <w:rsid w:val="00DA7DFA"/>
    <w:rsid w:val="00DB08A3"/>
    <w:rsid w:val="00DB2B18"/>
    <w:rsid w:val="00DB7D17"/>
    <w:rsid w:val="00DD32B9"/>
    <w:rsid w:val="00DE3B3D"/>
    <w:rsid w:val="00DE7CB9"/>
    <w:rsid w:val="00DF3F36"/>
    <w:rsid w:val="00E01DB8"/>
    <w:rsid w:val="00E06B8E"/>
    <w:rsid w:val="00E07C92"/>
    <w:rsid w:val="00E2661D"/>
    <w:rsid w:val="00E27124"/>
    <w:rsid w:val="00E30EF6"/>
    <w:rsid w:val="00E32C00"/>
    <w:rsid w:val="00E333D3"/>
    <w:rsid w:val="00E4040C"/>
    <w:rsid w:val="00E53679"/>
    <w:rsid w:val="00E54CDF"/>
    <w:rsid w:val="00E72358"/>
    <w:rsid w:val="00E7459B"/>
    <w:rsid w:val="00E76494"/>
    <w:rsid w:val="00E77B6A"/>
    <w:rsid w:val="00E80A1B"/>
    <w:rsid w:val="00E83742"/>
    <w:rsid w:val="00E83B74"/>
    <w:rsid w:val="00E84378"/>
    <w:rsid w:val="00E86C2D"/>
    <w:rsid w:val="00E923AE"/>
    <w:rsid w:val="00E95BDD"/>
    <w:rsid w:val="00EA086D"/>
    <w:rsid w:val="00EC1E8F"/>
    <w:rsid w:val="00EC5FE8"/>
    <w:rsid w:val="00EC7AF6"/>
    <w:rsid w:val="00EE3AE5"/>
    <w:rsid w:val="00EE458C"/>
    <w:rsid w:val="00EE6465"/>
    <w:rsid w:val="00EE6F61"/>
    <w:rsid w:val="00F026E4"/>
    <w:rsid w:val="00F04001"/>
    <w:rsid w:val="00F041FF"/>
    <w:rsid w:val="00F04D8A"/>
    <w:rsid w:val="00F059BE"/>
    <w:rsid w:val="00F068C6"/>
    <w:rsid w:val="00F33959"/>
    <w:rsid w:val="00F36712"/>
    <w:rsid w:val="00F37C41"/>
    <w:rsid w:val="00F43108"/>
    <w:rsid w:val="00F46C3B"/>
    <w:rsid w:val="00F47F32"/>
    <w:rsid w:val="00F52264"/>
    <w:rsid w:val="00F5448E"/>
    <w:rsid w:val="00F56329"/>
    <w:rsid w:val="00F646BB"/>
    <w:rsid w:val="00F66907"/>
    <w:rsid w:val="00F70D32"/>
    <w:rsid w:val="00F74D5C"/>
    <w:rsid w:val="00F75B35"/>
    <w:rsid w:val="00F8716D"/>
    <w:rsid w:val="00F87222"/>
    <w:rsid w:val="00F90218"/>
    <w:rsid w:val="00F9297E"/>
    <w:rsid w:val="00F940D3"/>
    <w:rsid w:val="00F94C96"/>
    <w:rsid w:val="00FA3E90"/>
    <w:rsid w:val="00FA62A5"/>
    <w:rsid w:val="00FB006A"/>
    <w:rsid w:val="00FB34F7"/>
    <w:rsid w:val="00FB44AD"/>
    <w:rsid w:val="00FB68D8"/>
    <w:rsid w:val="00FC0BD4"/>
    <w:rsid w:val="00FC3D6D"/>
    <w:rsid w:val="00FC5147"/>
    <w:rsid w:val="00FD11F7"/>
    <w:rsid w:val="00FE0853"/>
    <w:rsid w:val="00FE437C"/>
    <w:rsid w:val="00FE6102"/>
    <w:rsid w:val="00FF68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6646FB2F"/>
  <w15:docId w15:val="{9B35DBEE-A24D-4D9F-902D-15AE4F1DD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0295"/>
    <w:pPr>
      <w:spacing w:before="60" w:after="60"/>
      <w:jc w:val="both"/>
    </w:pPr>
    <w:rPr>
      <w:rFonts w:ascii="Comic Sans MS" w:hAnsi="Comic Sans MS" w:cs="Tahoma"/>
      <w:kern w:val="20"/>
    </w:rPr>
  </w:style>
  <w:style w:type="paragraph" w:styleId="Titre1">
    <w:name w:val="heading 1"/>
    <w:basedOn w:val="Normal"/>
    <w:next w:val="Normal"/>
    <w:link w:val="Titre1Car"/>
    <w:uiPriority w:val="99"/>
    <w:qFormat/>
    <w:pPr>
      <w:keepNext/>
      <w:spacing w:line="360" w:lineRule="auto"/>
      <w:jc w:val="center"/>
      <w:outlineLvl w:val="0"/>
    </w:pPr>
    <w:rPr>
      <w:b/>
      <w:sz w:val="24"/>
    </w:rPr>
  </w:style>
  <w:style w:type="paragraph" w:styleId="Titre2">
    <w:name w:val="heading 2"/>
    <w:basedOn w:val="Normal"/>
    <w:next w:val="Normal"/>
    <w:qFormat/>
    <w:pPr>
      <w:keepNext/>
      <w:outlineLvl w:val="1"/>
    </w:pPr>
    <w:rPr>
      <w:sz w:val="24"/>
    </w:rPr>
  </w:style>
  <w:style w:type="paragraph" w:styleId="Titre3">
    <w:name w:val="heading 3"/>
    <w:basedOn w:val="Normal"/>
    <w:next w:val="Normal"/>
    <w:qFormat/>
    <w:pPr>
      <w:keepNext/>
      <w:jc w:val="center"/>
      <w:outlineLvl w:val="2"/>
    </w:pPr>
    <w:rPr>
      <w:sz w:val="24"/>
    </w:rPr>
  </w:style>
  <w:style w:type="paragraph" w:styleId="Titre4">
    <w:name w:val="heading 4"/>
    <w:basedOn w:val="Normal"/>
    <w:next w:val="Normal"/>
    <w:qFormat/>
    <w:pPr>
      <w:keepNext/>
      <w:jc w:val="center"/>
      <w:outlineLvl w:val="3"/>
    </w:pPr>
    <w:rPr>
      <w:rFonts w:ascii="Arial" w:hAnsi="Arial" w:cs="Arial"/>
      <w:b/>
      <w:sz w:val="24"/>
      <w:u w:val="single"/>
    </w:rPr>
  </w:style>
  <w:style w:type="paragraph" w:styleId="Titre5">
    <w:name w:val="heading 5"/>
    <w:basedOn w:val="Normal"/>
    <w:next w:val="Normal"/>
    <w:qFormat/>
    <w:pPr>
      <w:keepNext/>
      <w:outlineLvl w:val="4"/>
    </w:pPr>
    <w:rPr>
      <w:rFonts w:ascii="Arial" w:hAnsi="Arial" w:cs="Arial"/>
      <w:b/>
      <w:sz w:val="24"/>
    </w:rPr>
  </w:style>
  <w:style w:type="paragraph" w:styleId="Titre6">
    <w:name w:val="heading 6"/>
    <w:basedOn w:val="Normal"/>
    <w:next w:val="Normal"/>
    <w:qFormat/>
    <w:pPr>
      <w:keepNext/>
      <w:outlineLvl w:val="5"/>
    </w:pPr>
    <w:rPr>
      <w:rFonts w:ascii="Arial" w:hAnsi="Arial" w:cs="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rsid w:val="00763EC9"/>
    <w:pPr>
      <w:tabs>
        <w:tab w:val="center" w:pos="4536"/>
        <w:tab w:val="right" w:pos="9072"/>
      </w:tabs>
      <w:spacing w:after="0"/>
    </w:pPr>
  </w:style>
  <w:style w:type="character" w:styleId="Numrodepage">
    <w:name w:val="page number"/>
    <w:basedOn w:val="Policepardfaut"/>
  </w:style>
  <w:style w:type="table" w:styleId="Grilledutableau">
    <w:name w:val="Table Grid"/>
    <w:basedOn w:val="TableauNormal"/>
    <w:rsid w:val="00C37E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95689E"/>
    <w:rPr>
      <w:rFonts w:ascii="Tahoma" w:hAnsi="Tahoma"/>
      <w:sz w:val="16"/>
      <w:szCs w:val="16"/>
    </w:rPr>
  </w:style>
  <w:style w:type="paragraph" w:customStyle="1" w:styleId="P1">
    <w:name w:val="P1"/>
    <w:basedOn w:val="Normal"/>
    <w:rsid w:val="00113FA8"/>
    <w:pPr>
      <w:spacing w:after="0"/>
      <w:ind w:left="1134" w:hanging="227"/>
    </w:pPr>
  </w:style>
  <w:style w:type="paragraph" w:customStyle="1" w:styleId="P2">
    <w:name w:val="P2"/>
    <w:basedOn w:val="P1"/>
    <w:rsid w:val="007020AE"/>
    <w:pPr>
      <w:spacing w:after="60"/>
    </w:pPr>
  </w:style>
  <w:style w:type="paragraph" w:customStyle="1" w:styleId="TA">
    <w:name w:val="TA"/>
    <w:basedOn w:val="Normal"/>
    <w:rsid w:val="00593592"/>
    <w:pPr>
      <w:spacing w:after="0" w:line="360" w:lineRule="auto"/>
    </w:pPr>
  </w:style>
  <w:style w:type="paragraph" w:customStyle="1" w:styleId="P2NFCS">
    <w:name w:val="P2N FCS"/>
    <w:basedOn w:val="Normal"/>
    <w:rsid w:val="00647EB0"/>
    <w:rPr>
      <w:rFonts w:cs="Arial"/>
      <w:bCs/>
      <w:kern w:val="0"/>
    </w:rPr>
  </w:style>
  <w:style w:type="paragraph" w:customStyle="1" w:styleId="P2FCS">
    <w:name w:val="P2 FCS"/>
    <w:basedOn w:val="Normal"/>
    <w:rsid w:val="00E72358"/>
    <w:pPr>
      <w:ind w:left="567" w:hanging="227"/>
    </w:pPr>
    <w:rPr>
      <w:rFonts w:cs="Times New Roman"/>
      <w:lang w:eastAsia="en-US"/>
    </w:rPr>
  </w:style>
  <w:style w:type="paragraph" w:customStyle="1" w:styleId="P2N">
    <w:name w:val="P2N"/>
    <w:basedOn w:val="Normal"/>
    <w:rsid w:val="005F7373"/>
    <w:pPr>
      <w:numPr>
        <w:numId w:val="7"/>
      </w:numPr>
    </w:pPr>
    <w:rPr>
      <w:rFonts w:cs="Arial"/>
      <w:bCs/>
      <w:color w:val="000000"/>
      <w:kern w:val="0"/>
    </w:rPr>
  </w:style>
  <w:style w:type="paragraph" w:styleId="Corpsdetexte2">
    <w:name w:val="Body Text 2"/>
    <w:basedOn w:val="Normal"/>
    <w:link w:val="Corpsdetexte2Car"/>
    <w:rsid w:val="00AC1207"/>
    <w:pPr>
      <w:spacing w:before="0" w:after="0"/>
    </w:pPr>
    <w:rPr>
      <w:rFonts w:ascii="Times New Roman" w:hAnsi="Times New Roman" w:cs="Times New Roman"/>
      <w:kern w:val="0"/>
      <w:sz w:val="24"/>
    </w:rPr>
  </w:style>
  <w:style w:type="character" w:customStyle="1" w:styleId="Corpsdetexte2Car">
    <w:name w:val="Corps de texte 2 Car"/>
    <w:link w:val="Corpsdetexte2"/>
    <w:rsid w:val="00AC1207"/>
    <w:rPr>
      <w:sz w:val="24"/>
    </w:rPr>
  </w:style>
  <w:style w:type="character" w:customStyle="1" w:styleId="Titre1Car">
    <w:name w:val="Titre 1 Car"/>
    <w:basedOn w:val="Policepardfaut"/>
    <w:link w:val="Titre1"/>
    <w:uiPriority w:val="99"/>
    <w:locked/>
    <w:rsid w:val="008748F7"/>
    <w:rPr>
      <w:rFonts w:ascii="Comic Sans MS" w:hAnsi="Comic Sans MS" w:cs="Tahoma"/>
      <w:b/>
      <w:kern w:val="20"/>
      <w:sz w:val="24"/>
    </w:rPr>
  </w:style>
  <w:style w:type="character" w:styleId="Marquedecommentaire">
    <w:name w:val="annotation reference"/>
    <w:basedOn w:val="Policepardfaut"/>
    <w:semiHidden/>
    <w:unhideWhenUsed/>
    <w:rsid w:val="001C34CD"/>
    <w:rPr>
      <w:sz w:val="16"/>
      <w:szCs w:val="16"/>
    </w:rPr>
  </w:style>
  <w:style w:type="paragraph" w:styleId="Commentaire">
    <w:name w:val="annotation text"/>
    <w:basedOn w:val="Normal"/>
    <w:link w:val="CommentaireCar"/>
    <w:semiHidden/>
    <w:unhideWhenUsed/>
    <w:rsid w:val="001C34CD"/>
  </w:style>
  <w:style w:type="character" w:customStyle="1" w:styleId="CommentaireCar">
    <w:name w:val="Commentaire Car"/>
    <w:basedOn w:val="Policepardfaut"/>
    <w:link w:val="Commentaire"/>
    <w:semiHidden/>
    <w:rsid w:val="001C34CD"/>
    <w:rPr>
      <w:rFonts w:ascii="Comic Sans MS" w:hAnsi="Comic Sans MS" w:cs="Tahoma"/>
      <w:kern w:val="20"/>
    </w:rPr>
  </w:style>
  <w:style w:type="paragraph" w:styleId="Objetducommentaire">
    <w:name w:val="annotation subject"/>
    <w:basedOn w:val="Commentaire"/>
    <w:next w:val="Commentaire"/>
    <w:link w:val="ObjetducommentaireCar"/>
    <w:semiHidden/>
    <w:unhideWhenUsed/>
    <w:rsid w:val="001C34CD"/>
    <w:rPr>
      <w:b/>
      <w:bCs/>
    </w:rPr>
  </w:style>
  <w:style w:type="character" w:customStyle="1" w:styleId="ObjetducommentaireCar">
    <w:name w:val="Objet du commentaire Car"/>
    <w:basedOn w:val="CommentaireCar"/>
    <w:link w:val="Objetducommentaire"/>
    <w:semiHidden/>
    <w:rsid w:val="001C34CD"/>
    <w:rPr>
      <w:rFonts w:ascii="Comic Sans MS" w:hAnsi="Comic Sans MS" w:cs="Tahoma"/>
      <w:b/>
      <w:bCs/>
      <w:kern w:val="20"/>
    </w:rPr>
  </w:style>
  <w:style w:type="paragraph" w:styleId="Paragraphedeliste">
    <w:name w:val="List Paragraph"/>
    <w:basedOn w:val="Normal"/>
    <w:uiPriority w:val="34"/>
    <w:qFormat/>
    <w:rsid w:val="00AE29E0"/>
    <w:pPr>
      <w:ind w:left="708"/>
    </w:pPr>
    <w:rPr>
      <w:rFonts w:cs="Arial"/>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255597">
      <w:bodyDiv w:val="1"/>
      <w:marLeft w:val="0"/>
      <w:marRight w:val="0"/>
      <w:marTop w:val="0"/>
      <w:marBottom w:val="0"/>
      <w:divBdr>
        <w:top w:val="none" w:sz="0" w:space="0" w:color="auto"/>
        <w:left w:val="none" w:sz="0" w:space="0" w:color="auto"/>
        <w:bottom w:val="none" w:sz="0" w:space="0" w:color="auto"/>
        <w:right w:val="none" w:sz="0" w:space="0" w:color="auto"/>
      </w:divBdr>
    </w:div>
    <w:div w:id="1561936196">
      <w:bodyDiv w:val="1"/>
      <w:marLeft w:val="0"/>
      <w:marRight w:val="0"/>
      <w:marTop w:val="0"/>
      <w:marBottom w:val="0"/>
      <w:divBdr>
        <w:top w:val="none" w:sz="0" w:space="0" w:color="auto"/>
        <w:left w:val="none" w:sz="0" w:space="0" w:color="auto"/>
        <w:bottom w:val="none" w:sz="0" w:space="0" w:color="auto"/>
        <w:right w:val="none" w:sz="0" w:space="0" w:color="auto"/>
      </w:divBdr>
    </w:div>
    <w:div w:id="1989703698">
      <w:bodyDiv w:val="1"/>
      <w:marLeft w:val="0"/>
      <w:marRight w:val="0"/>
      <w:marTop w:val="0"/>
      <w:marBottom w:val="0"/>
      <w:divBdr>
        <w:top w:val="none" w:sz="0" w:space="0" w:color="auto"/>
        <w:left w:val="none" w:sz="0" w:space="0" w:color="auto"/>
        <w:bottom w:val="none" w:sz="0" w:space="0" w:color="auto"/>
        <w:right w:val="none" w:sz="0" w:space="0" w:color="auto"/>
      </w:divBdr>
    </w:div>
    <w:div w:id="2004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124513\Desktop\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44E92-594F-444D-A79C-56000859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Template>
  <TotalTime>60</TotalTime>
  <Pages>5</Pages>
  <Words>996</Words>
  <Characters>5850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AE</vt:lpstr>
    </vt:vector>
  </TitlesOfParts>
  <Company>Groupe Hospitalier Henri Mondor</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creator>PIERRUGES Julia</dc:creator>
  <cp:lastModifiedBy>NSANA Eddy-pierrick</cp:lastModifiedBy>
  <cp:revision>19</cp:revision>
  <cp:lastPrinted>2021-01-19T12:04:00Z</cp:lastPrinted>
  <dcterms:created xsi:type="dcterms:W3CDTF">2025-02-18T14:58:00Z</dcterms:created>
  <dcterms:modified xsi:type="dcterms:W3CDTF">2025-07-01T09:06:00Z</dcterms:modified>
</cp:coreProperties>
</file>