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4A5E" w14:textId="77777777" w:rsidR="00041838" w:rsidRDefault="00041838"/>
    <w:p w14:paraId="3F41E8EA" w14:textId="77777777" w:rsidR="00041838" w:rsidRDefault="00041838"/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0577C811" w14:textId="77777777" w:rsidTr="00041838">
        <w:trPr>
          <w:cantSplit/>
          <w:trHeight w:val="567"/>
        </w:trPr>
        <w:tc>
          <w:tcPr>
            <w:tcW w:w="9638" w:type="dxa"/>
          </w:tcPr>
          <w:p w14:paraId="5E914102" w14:textId="77777777" w:rsidR="00135836" w:rsidRPr="0030655A" w:rsidRDefault="007A7997" w:rsidP="00C956D0">
            <w:pPr>
              <w:pStyle w:val="Titredoc"/>
            </w:pPr>
            <w:r>
              <w:t>Attestation de visite des locaux</w:t>
            </w:r>
          </w:p>
        </w:tc>
      </w:tr>
    </w:tbl>
    <w:p w14:paraId="5F42DB96" w14:textId="77777777" w:rsidR="00135836" w:rsidRDefault="00135836"/>
    <w:p w14:paraId="22EEF82A" w14:textId="77777777" w:rsidR="00135836" w:rsidRDefault="00135836" w:rsidP="005018F1">
      <w:bookmarkStart w:id="0" w:name="_Toc102191124"/>
    </w:p>
    <w:bookmarkEnd w:id="0"/>
    <w:p w14:paraId="44B32199" w14:textId="77777777" w:rsidR="00546D68" w:rsidRDefault="007A7997" w:rsidP="00FF7BF1">
      <w:pPr>
        <w:pStyle w:val="Titre1"/>
      </w:pPr>
      <w:r>
        <w:t>Objet du marché :</w:t>
      </w:r>
    </w:p>
    <w:p w14:paraId="271CC938" w14:textId="77777777" w:rsidR="008B298B" w:rsidRPr="008B298B" w:rsidRDefault="009E3EF2" w:rsidP="008B298B">
      <w:pPr>
        <w:pStyle w:val="Titre1"/>
        <w:numPr>
          <w:ilvl w:val="0"/>
          <w:numId w:val="0"/>
        </w:numPr>
        <w:rPr>
          <w:b w:val="0"/>
          <w:bCs w:val="0"/>
          <w:color w:val="002F6C" w:themeColor="text2"/>
          <w:sz w:val="22"/>
          <w:szCs w:val="20"/>
        </w:rPr>
      </w:pPr>
      <w:r>
        <w:rPr>
          <w:b w:val="0"/>
          <w:bCs w:val="0"/>
          <w:color w:val="002F6C" w:themeColor="text2"/>
          <w:sz w:val="22"/>
          <w:szCs w:val="20"/>
        </w:rPr>
        <w:t>Travaux de f</w:t>
      </w:r>
      <w:r w:rsidR="001D1C85">
        <w:rPr>
          <w:b w:val="0"/>
          <w:bCs w:val="0"/>
          <w:color w:val="002F6C" w:themeColor="text2"/>
          <w:sz w:val="22"/>
          <w:szCs w:val="20"/>
        </w:rPr>
        <w:t>ourniture et pose de garde</w:t>
      </w:r>
      <w:r>
        <w:rPr>
          <w:b w:val="0"/>
          <w:bCs w:val="0"/>
          <w:color w:val="002F6C" w:themeColor="text2"/>
          <w:sz w:val="22"/>
          <w:szCs w:val="20"/>
        </w:rPr>
        <w:t>-</w:t>
      </w:r>
      <w:r w:rsidR="001D1C85">
        <w:rPr>
          <w:b w:val="0"/>
          <w:bCs w:val="0"/>
          <w:color w:val="002F6C" w:themeColor="text2"/>
          <w:sz w:val="22"/>
          <w:szCs w:val="20"/>
        </w:rPr>
        <w:t xml:space="preserve">corps, échelles à crinoline, ligne de vie et points d’ancrage pour harnais </w:t>
      </w:r>
      <w:r w:rsidR="00146E66">
        <w:rPr>
          <w:b w:val="0"/>
          <w:bCs w:val="0"/>
          <w:color w:val="002F6C" w:themeColor="text2"/>
          <w:sz w:val="22"/>
          <w:szCs w:val="20"/>
        </w:rPr>
        <w:t>su</w:t>
      </w:r>
      <w:r w:rsidR="001D1C85">
        <w:rPr>
          <w:b w:val="0"/>
          <w:bCs w:val="0"/>
          <w:color w:val="002F6C" w:themeColor="text2"/>
          <w:sz w:val="22"/>
          <w:szCs w:val="20"/>
        </w:rPr>
        <w:t>r le site de Bois-Guillaume de l’EFS HFNO.</w:t>
      </w:r>
    </w:p>
    <w:p w14:paraId="16602CA2" w14:textId="77777777" w:rsidR="00894D06" w:rsidRPr="007A7997" w:rsidRDefault="00894D06" w:rsidP="007A7997"/>
    <w:p w14:paraId="029CFAAD" w14:textId="77777777" w:rsidR="00837A5B" w:rsidRDefault="007A7997" w:rsidP="00837A5B">
      <w:pPr>
        <w:pStyle w:val="Titre1"/>
      </w:pPr>
      <w:r>
        <w:t>Adresse :</w:t>
      </w:r>
    </w:p>
    <w:p w14:paraId="5B497EAF" w14:textId="77777777" w:rsidR="001D1C85" w:rsidRDefault="001D1C85" w:rsidP="007A7997">
      <w:pPr>
        <w:rPr>
          <w:sz w:val="22"/>
          <w:szCs w:val="22"/>
        </w:rPr>
      </w:pPr>
      <w:r>
        <w:rPr>
          <w:sz w:val="22"/>
          <w:szCs w:val="22"/>
        </w:rPr>
        <w:t xml:space="preserve">EFS _ </w:t>
      </w:r>
      <w:r w:rsidRPr="00A143A8">
        <w:rPr>
          <w:sz w:val="22"/>
          <w:szCs w:val="22"/>
        </w:rPr>
        <w:t xml:space="preserve">609 Chemin de la Bretêque 76230 à Bois-Guillaume </w:t>
      </w:r>
    </w:p>
    <w:p w14:paraId="2D8DF67D" w14:textId="77777777" w:rsidR="001D1C85" w:rsidRDefault="001D1C85" w:rsidP="007A7997">
      <w:pPr>
        <w:rPr>
          <w:sz w:val="22"/>
        </w:rPr>
      </w:pPr>
    </w:p>
    <w:p w14:paraId="3A35EE01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......……..,</w:t>
      </w:r>
    </w:p>
    <w:p w14:paraId="41F878FA" w14:textId="77777777" w:rsidR="007A7997" w:rsidRPr="007A7997" w:rsidRDefault="007A7997" w:rsidP="007A7997">
      <w:pPr>
        <w:rPr>
          <w:sz w:val="22"/>
        </w:rPr>
      </w:pPr>
    </w:p>
    <w:p w14:paraId="7445D5C6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Mme…………………………………….……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36270DA8" w14:textId="77777777" w:rsidR="007A7997" w:rsidRPr="007A7997" w:rsidRDefault="007A7997" w:rsidP="007A7997">
      <w:pPr>
        <w:rPr>
          <w:sz w:val="22"/>
        </w:rPr>
      </w:pPr>
    </w:p>
    <w:p w14:paraId="1343C245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29809B8C" w14:textId="77777777" w:rsidR="007A7997" w:rsidRPr="007A7997" w:rsidRDefault="007A7997" w:rsidP="007A7997">
      <w:pPr>
        <w:rPr>
          <w:sz w:val="22"/>
        </w:rPr>
      </w:pPr>
    </w:p>
    <w:p w14:paraId="45DC1277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 xml:space="preserve">de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6BD3972" w14:textId="77777777" w:rsidR="007A7997" w:rsidRPr="007A7997" w:rsidRDefault="007A7997" w:rsidP="007A7997">
      <w:pPr>
        <w:rPr>
          <w:sz w:val="22"/>
        </w:rPr>
      </w:pPr>
    </w:p>
    <w:p w14:paraId="44519890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 :………………………………………………………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0956B777" w14:textId="77777777" w:rsidR="007A7997" w:rsidRPr="007A7997" w:rsidRDefault="007A7997" w:rsidP="007A7997">
      <w:pPr>
        <w:rPr>
          <w:sz w:val="22"/>
        </w:rPr>
      </w:pPr>
    </w:p>
    <w:p w14:paraId="5EC8F9F7" w14:textId="77777777" w:rsidR="007A7997" w:rsidRPr="007A7997" w:rsidRDefault="007A7997" w:rsidP="007A7997">
      <w:pPr>
        <w:rPr>
          <w:sz w:val="22"/>
        </w:rPr>
      </w:pPr>
    </w:p>
    <w:p w14:paraId="5F2A593D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76AE5133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186DFBC7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4E60CAA6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74BBBD62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724B1579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4583B4A0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68B526BA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89BAE27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5774B5F4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33753CCA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3A9E17B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173C0C3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5AC8BD7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77DA15A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9A3E96A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103E5AC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432C706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AE04A61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2992187F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64C28EE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16F070A3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11DCC59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F352F7A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66B173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5656B4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ED21ACD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4D5AFC4B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368DB09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615D4B77" w14:textId="77777777" w:rsidR="000D2A28" w:rsidRDefault="000D2A28" w:rsidP="007A7997"/>
    <w:sectPr w:rsidR="000D2A28" w:rsidSect="007A79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C5BC" w14:textId="77777777" w:rsidR="00544470" w:rsidRDefault="00544470" w:rsidP="00546D68">
      <w:r>
        <w:separator/>
      </w:r>
    </w:p>
  </w:endnote>
  <w:endnote w:type="continuationSeparator" w:id="0">
    <w:p w14:paraId="542E8C25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5EB7" w14:textId="77777777" w:rsidR="003E0A53" w:rsidRDefault="003E0A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09A64632" w14:textId="77777777" w:rsidTr="00C956D0">
      <w:tc>
        <w:tcPr>
          <w:tcW w:w="1418" w:type="dxa"/>
          <w:vAlign w:val="center"/>
        </w:tcPr>
        <w:p w14:paraId="184FBA70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45B02AB6" w14:textId="77777777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8B298B">
              <w:rPr>
                <w:noProof/>
              </w:rPr>
              <w:t>Attestation de visite des locaux</w:t>
            </w:r>
          </w:fldSimple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8B298B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126361A9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4ADFAFAD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A2D7D86" w14:textId="77777777" w:rsidTr="00C2510F">
      <w:tc>
        <w:tcPr>
          <w:tcW w:w="1418" w:type="dxa"/>
          <w:vAlign w:val="center"/>
        </w:tcPr>
        <w:p w14:paraId="6B14BF8E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605961C" w14:textId="7163BC14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3E0A53">
              <w:rPr>
                <w:noProof/>
              </w:rPr>
              <w:t>Attestation de visite des locaux</w:t>
            </w:r>
          </w:fldSimple>
          <w:r>
            <w:t xml:space="preserve"> –</w:t>
          </w:r>
          <w:r w:rsidR="003E0A53">
            <w:t xml:space="preserve"> HFNO 355 Bois Guillaume 2025</w:t>
          </w:r>
        </w:p>
      </w:tc>
      <w:tc>
        <w:tcPr>
          <w:tcW w:w="992" w:type="dxa"/>
          <w:vAlign w:val="center"/>
        </w:tcPr>
        <w:p w14:paraId="6F5C7CD2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4E35539F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4FF9A" w14:textId="77777777" w:rsidR="00544470" w:rsidRDefault="00544470" w:rsidP="00546D68">
      <w:r>
        <w:separator/>
      </w:r>
    </w:p>
  </w:footnote>
  <w:footnote w:type="continuationSeparator" w:id="0">
    <w:p w14:paraId="27618D6C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5215" w14:textId="77777777" w:rsidR="003E0A53" w:rsidRDefault="003E0A5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67A66" w14:textId="77777777" w:rsidR="003E0A53" w:rsidRDefault="003E0A5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D7D3E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3CB68EBB" wp14:editId="428E65F7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A79E3" wp14:editId="1D52EC68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C508D"/>
    <w:rsid w:val="002C54A1"/>
    <w:rsid w:val="002E3C1F"/>
    <w:rsid w:val="00304B3F"/>
    <w:rsid w:val="0030655A"/>
    <w:rsid w:val="0034168B"/>
    <w:rsid w:val="00377E30"/>
    <w:rsid w:val="003864AD"/>
    <w:rsid w:val="003E0A53"/>
    <w:rsid w:val="003E68C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A46E2"/>
    <w:rsid w:val="007A7997"/>
    <w:rsid w:val="007E317D"/>
    <w:rsid w:val="0080313B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68C5"/>
    <w:rsid w:val="009A23AB"/>
    <w:rsid w:val="009C6B0D"/>
    <w:rsid w:val="009D180E"/>
    <w:rsid w:val="009D22F9"/>
    <w:rsid w:val="009E3EF2"/>
    <w:rsid w:val="00A10CE9"/>
    <w:rsid w:val="00A860C4"/>
    <w:rsid w:val="00AB28A2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46C1"/>
    <w:rsid w:val="00E5673A"/>
    <w:rsid w:val="00EE16E1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;"/>
  <w14:docId w14:val="7D395C3A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A0E0-98E3-4C66-9455-42F06846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2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pierre hec</cp:lastModifiedBy>
  <cp:revision>8</cp:revision>
  <dcterms:created xsi:type="dcterms:W3CDTF">2022-08-24T09:15:00Z</dcterms:created>
  <dcterms:modified xsi:type="dcterms:W3CDTF">2025-06-24T13:04:00Z</dcterms:modified>
</cp:coreProperties>
</file>