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E323E9" w14:paraId="025D439F" w14:textId="77777777" w:rsidTr="003705F6">
        <w:trPr>
          <w:trHeight w:val="1550"/>
        </w:trPr>
        <w:tc>
          <w:tcPr>
            <w:tcW w:w="1135" w:type="dxa"/>
          </w:tcPr>
          <w:p w14:paraId="1FB98638" w14:textId="66B533A0" w:rsidR="00E323E9" w:rsidRDefault="00376155" w:rsidP="003705F6">
            <w:pPr>
              <w:pStyle w:val="En-tte"/>
            </w:pPr>
            <w:r>
              <w:rPr>
                <w:noProof/>
              </w:rPr>
              <w:drawing>
                <wp:anchor distT="0" distB="0" distL="114300" distR="114300" simplePos="0" relativeHeight="251659264" behindDoc="0" locked="0" layoutInCell="1" allowOverlap="1" wp14:anchorId="508A660D" wp14:editId="6879F443">
                  <wp:simplePos x="0" y="0"/>
                  <wp:positionH relativeFrom="page">
                    <wp:posOffset>43815</wp:posOffset>
                  </wp:positionH>
                  <wp:positionV relativeFrom="page">
                    <wp:posOffset>3175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14:paraId="2B5ED75B" w14:textId="77777777" w:rsidR="00E323E9" w:rsidRDefault="00E323E9" w:rsidP="003705F6">
            <w:pPr>
              <w:pStyle w:val="En-tte"/>
            </w:pPr>
          </w:p>
          <w:p w14:paraId="1F59E3A6" w14:textId="77777777" w:rsidR="00E323E9" w:rsidRDefault="00E323E9" w:rsidP="003705F6">
            <w:pPr>
              <w:pStyle w:val="ZEmetteur"/>
              <w:rPr>
                <w:rFonts w:ascii="Arial" w:hAnsi="Arial"/>
              </w:rPr>
            </w:pPr>
          </w:p>
          <w:p w14:paraId="216A783A" w14:textId="015E7277" w:rsidR="00E323E9" w:rsidRPr="00590AAB" w:rsidRDefault="00E323E9" w:rsidP="003705F6">
            <w:pPr>
              <w:pStyle w:val="ZEmetteur"/>
              <w:rPr>
                <w:rFonts w:ascii="Arial" w:hAnsi="Arial"/>
              </w:rPr>
            </w:pPr>
            <w:r w:rsidRPr="00590AAB">
              <w:rPr>
                <w:rFonts w:ascii="Arial" w:hAnsi="Arial"/>
              </w:rPr>
              <w:t>Marine nationale</w:t>
            </w:r>
          </w:p>
          <w:p w14:paraId="0C93095D" w14:textId="77777777" w:rsidR="00E323E9" w:rsidRPr="00590AAB" w:rsidRDefault="00E323E9" w:rsidP="003705F6">
            <w:pPr>
              <w:pStyle w:val="ZEmetteur"/>
              <w:rPr>
                <w:rFonts w:ascii="Arial" w:hAnsi="Arial"/>
              </w:rPr>
            </w:pPr>
            <w:r w:rsidRPr="00590AAB">
              <w:rPr>
                <w:rFonts w:ascii="Arial" w:hAnsi="Arial"/>
              </w:rPr>
              <w:t>Service de soutien de la Flotte</w:t>
            </w:r>
          </w:p>
          <w:p w14:paraId="7FDAE26A" w14:textId="77777777" w:rsidR="00E323E9" w:rsidRPr="00590AAB" w:rsidRDefault="00E323E9" w:rsidP="003705F6">
            <w:pPr>
              <w:pStyle w:val="ZEmetteur"/>
              <w:rPr>
                <w:rFonts w:ascii="Arial" w:hAnsi="Arial"/>
              </w:rPr>
            </w:pPr>
            <w:r w:rsidRPr="00590AAB">
              <w:rPr>
                <w:rFonts w:ascii="Arial" w:hAnsi="Arial"/>
              </w:rPr>
              <w:t>DSSF Brest</w:t>
            </w:r>
          </w:p>
          <w:p w14:paraId="0B2CEE1A" w14:textId="77777777" w:rsidR="00E323E9" w:rsidRDefault="00E323E9" w:rsidP="003705F6"/>
          <w:p w14:paraId="55B71D02" w14:textId="77777777" w:rsidR="00E323E9" w:rsidRDefault="00E323E9" w:rsidP="003705F6">
            <w:pPr>
              <w:pStyle w:val="En-tte"/>
              <w:jc w:val="center"/>
            </w:pPr>
          </w:p>
        </w:tc>
        <w:tc>
          <w:tcPr>
            <w:tcW w:w="851" w:type="dxa"/>
          </w:tcPr>
          <w:p w14:paraId="6CE0AD17" w14:textId="77777777" w:rsidR="00E323E9" w:rsidRDefault="00E323E9" w:rsidP="003705F6">
            <w:pPr>
              <w:pStyle w:val="En-tte"/>
            </w:pPr>
          </w:p>
        </w:tc>
      </w:tr>
    </w:tbl>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0A5F8CEE"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1F2419">
        <w:rPr>
          <w:rFonts w:ascii="Arial" w:hAnsi="Arial" w:cs="Arial"/>
          <w:b/>
          <w:bCs/>
        </w:rPr>
        <w:t xml:space="preserve">N° </w:t>
      </w:r>
      <w:r w:rsidR="00AE2058">
        <w:rPr>
          <w:rFonts w:ascii="Arial" w:hAnsi="Arial" w:cs="Arial"/>
          <w:b/>
          <w:bCs/>
        </w:rPr>
        <w:t>367</w:t>
      </w:r>
      <w:r w:rsidR="00DD188E">
        <w:rPr>
          <w:rFonts w:ascii="Arial" w:hAnsi="Arial" w:cs="Arial"/>
          <w:b/>
          <w:bCs/>
        </w:rPr>
        <w:t>92</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77777777"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14:paraId="3ABC6E5A" w14:textId="5918FAA6"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48796D">
              <w:rPr>
                <w:rFonts w:ascii="Arial" w:hAnsi="Arial" w:cs="Arial"/>
                <w:szCs w:val="22"/>
              </w:rPr>
              <w:t>S</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531319E4"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1ED51DCA"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0E49FAD" w14:textId="6438EDAA" w:rsidR="005326D8" w:rsidRPr="00917C92" w:rsidRDefault="00386DA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Achat </w:t>
      </w:r>
      <w:r w:rsidR="004113B0">
        <w:rPr>
          <w:rFonts w:ascii="Arial" w:hAnsi="Arial" w:cs="Arial"/>
          <w:szCs w:val="22"/>
        </w:rPr>
        <w:t xml:space="preserve">de </w:t>
      </w:r>
      <w:r w:rsidR="00150862">
        <w:rPr>
          <w:rFonts w:ascii="Arial" w:hAnsi="Arial" w:cs="Arial"/>
          <w:szCs w:val="22"/>
        </w:rPr>
        <w:t>feuilles absorbantes hydrocarbures</w:t>
      </w:r>
      <w:r w:rsidR="004113B0">
        <w:rPr>
          <w:rFonts w:ascii="Arial" w:hAnsi="Arial" w:cs="Arial"/>
          <w:szCs w:val="22"/>
        </w:rPr>
        <w:t xml:space="preserve"> pour</w:t>
      </w:r>
      <w:r>
        <w:rPr>
          <w:rFonts w:ascii="Arial" w:hAnsi="Arial" w:cs="Arial"/>
          <w:szCs w:val="22"/>
        </w:rPr>
        <w:t xml:space="preserve"> de la Marine Nationale</w:t>
      </w: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297BA58" w14:textId="0EF7F1D9"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1D4663D" w14:textId="77777777"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EDE49F6" w14:textId="77777777" w:rsidR="00386DA4"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386DA4">
        <w:rPr>
          <w:rFonts w:ascii="Arial" w:hAnsi="Arial" w:cs="Arial"/>
          <w:b/>
          <w:szCs w:val="22"/>
        </w:rPr>
        <w:t>08 juillet 2025</w:t>
      </w:r>
    </w:p>
    <w:p w14:paraId="1C62E258" w14:textId="05EAAEE8" w:rsidR="0066506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Pr>
          <w:rFonts w:ascii="Arial" w:hAnsi="Arial" w:cs="Arial"/>
          <w:b/>
          <w:szCs w:val="22"/>
        </w:rPr>
        <w:t xml:space="preserve"> </w:t>
      </w:r>
      <w:r w:rsidR="00CA08E9">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94CCE">
        <w:rPr>
          <w:rFonts w:ascii="Arial" w:hAnsi="Arial" w:cs="Arial"/>
          <w:b/>
          <w:szCs w:val="22"/>
        </w:rPr>
        <w:t xml:space="preserve"> heures</w:t>
      </w:r>
      <w:r w:rsidRPr="00CA31DB">
        <w:rPr>
          <w:rFonts w:ascii="Arial" w:hAnsi="Arial" w:cs="Arial"/>
          <w:b/>
          <w:szCs w:val="22"/>
        </w:rPr>
        <w:t xml:space="preserve"> (horodatage PLACE)</w:t>
      </w:r>
    </w:p>
    <w:p w14:paraId="1744A8E4" w14:textId="77777777" w:rsidR="005D2AA6" w:rsidRPr="00B31C9A" w:rsidRDefault="005D2AA6"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77777777" w:rsidR="005326D8" w:rsidRPr="00917C92" w:rsidRDefault="005326D8">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77777777"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CA2503">
          <w:rPr>
            <w:noProof/>
            <w:webHidden/>
          </w:rPr>
          <w:t>3</w:t>
        </w:r>
        <w:r w:rsidR="00CA2503">
          <w:rPr>
            <w:noProof/>
            <w:webHidden/>
          </w:rPr>
          <w:fldChar w:fldCharType="end"/>
        </w:r>
      </w:hyperlink>
    </w:p>
    <w:p w14:paraId="352F80D0" w14:textId="77777777" w:rsidR="00CA2503" w:rsidRPr="006E7E60" w:rsidRDefault="00A20251">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CA2503">
          <w:rPr>
            <w:noProof/>
            <w:webHidden/>
          </w:rPr>
          <w:t>3</w:t>
        </w:r>
        <w:r w:rsidR="00CA2503">
          <w:rPr>
            <w:noProof/>
            <w:webHidden/>
          </w:rPr>
          <w:fldChar w:fldCharType="end"/>
        </w:r>
      </w:hyperlink>
    </w:p>
    <w:p w14:paraId="7A6D7058" w14:textId="77777777" w:rsidR="00CA2503" w:rsidRPr="006E7E60" w:rsidRDefault="00A20251">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CA2503">
          <w:rPr>
            <w:noProof/>
            <w:webHidden/>
          </w:rPr>
          <w:t>4</w:t>
        </w:r>
        <w:r w:rsidR="00CA2503">
          <w:rPr>
            <w:noProof/>
            <w:webHidden/>
          </w:rPr>
          <w:fldChar w:fldCharType="end"/>
        </w:r>
      </w:hyperlink>
    </w:p>
    <w:p w14:paraId="537BD66E" w14:textId="77777777" w:rsidR="00CA2503" w:rsidRPr="006E7E60" w:rsidRDefault="00A20251">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CA2503">
          <w:rPr>
            <w:noProof/>
            <w:webHidden/>
          </w:rPr>
          <w:t>4</w:t>
        </w:r>
        <w:r w:rsidR="00CA2503">
          <w:rPr>
            <w:noProof/>
            <w:webHidden/>
          </w:rPr>
          <w:fldChar w:fldCharType="end"/>
        </w:r>
      </w:hyperlink>
    </w:p>
    <w:p w14:paraId="50DE1A8B" w14:textId="77777777" w:rsidR="00CA2503" w:rsidRPr="006E7E60" w:rsidRDefault="00A20251">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CA2503">
          <w:rPr>
            <w:noProof/>
            <w:webHidden/>
          </w:rPr>
          <w:t>5</w:t>
        </w:r>
        <w:r w:rsidR="00CA2503">
          <w:rPr>
            <w:noProof/>
            <w:webHidden/>
          </w:rPr>
          <w:fldChar w:fldCharType="end"/>
        </w:r>
      </w:hyperlink>
    </w:p>
    <w:p w14:paraId="73AD2581" w14:textId="77777777" w:rsidR="00CA2503" w:rsidRPr="006E7E60" w:rsidRDefault="00A20251">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5484ABFD" w14:textId="77777777" w:rsidR="00CA2503" w:rsidRPr="006E7E60" w:rsidRDefault="00A20251">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00C6F8EF" w14:textId="77777777" w:rsidR="00CA2503" w:rsidRPr="006E7E60" w:rsidRDefault="00A20251">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6C488B24" w14:textId="77777777" w:rsidR="00CA2503" w:rsidRPr="006E7E60" w:rsidRDefault="00A20251">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360EC543" w14:textId="77777777" w:rsidR="00CA2503" w:rsidRPr="006E7E60" w:rsidRDefault="00A20251">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CA2503">
          <w:rPr>
            <w:noProof/>
            <w:webHidden/>
          </w:rPr>
          <w:t>8</w:t>
        </w:r>
        <w:r w:rsidR="00CA2503">
          <w:rPr>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1" w:name="_Toc36259021"/>
      <w:bookmarkStart w:id="2" w:name="_Toc42327867"/>
      <w:bookmarkStart w:id="3"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1"/>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4" w:name="OLE_LINK1"/>
      <w:bookmarkStart w:id="5" w:name="OLE_LINK2"/>
      <w:bookmarkEnd w:id="2"/>
      <w:bookmarkEnd w:id="3"/>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73234C2C"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51274E">
        <w:rPr>
          <w:rFonts w:ascii="Arial" w:hAnsi="Arial" w:cs="Arial"/>
          <w:szCs w:val="22"/>
        </w:rPr>
        <w:t>l’a</w:t>
      </w:r>
      <w:r w:rsidR="0051274E" w:rsidRPr="0051274E">
        <w:rPr>
          <w:rFonts w:ascii="Arial" w:hAnsi="Arial" w:cs="Arial"/>
          <w:szCs w:val="22"/>
        </w:rPr>
        <w:t xml:space="preserve">chat </w:t>
      </w:r>
      <w:r w:rsidR="00D10A3D" w:rsidRPr="00D10A3D">
        <w:rPr>
          <w:rFonts w:ascii="Arial" w:hAnsi="Arial" w:cs="Arial"/>
          <w:szCs w:val="22"/>
        </w:rPr>
        <w:t xml:space="preserve">de feuilles absorbantes hydrocarbures </w:t>
      </w:r>
      <w:r w:rsidR="004113B0" w:rsidRPr="004113B0">
        <w:rPr>
          <w:rFonts w:ascii="Arial" w:hAnsi="Arial" w:cs="Arial"/>
          <w:szCs w:val="22"/>
        </w:rPr>
        <w:t>pour de la Marine Nationale</w:t>
      </w:r>
      <w:r w:rsidRPr="00917C92">
        <w:rPr>
          <w:rFonts w:ascii="Arial" w:hAnsi="Arial" w:cs="Arial"/>
          <w:szCs w:val="22"/>
        </w:rPr>
        <w:t>. selon les conditions définies dans le Cahier des Clauses Techniques Particulières</w:t>
      </w:r>
      <w:r w:rsidR="008D4EED">
        <w:rPr>
          <w:rFonts w:ascii="Arial" w:hAnsi="Arial" w:cs="Arial"/>
          <w:szCs w:val="22"/>
        </w:rPr>
        <w:t xml:space="preserve"> (CCTP) ou la Spécification Générale d’Approvisionnement (SGA) valant CCTP</w:t>
      </w:r>
      <w:r w:rsidR="008D4EED">
        <w:rPr>
          <w:rFonts w:ascii="Arial" w:hAnsi="Arial" w:cs="Arial"/>
        </w:rPr>
        <w:t>.</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40AE36EB" w14:textId="77777777" w:rsidR="00591B1B" w:rsidRPr="00917C92" w:rsidRDefault="00591B1B">
      <w:pPr>
        <w:spacing w:before="0" w:after="0"/>
        <w:ind w:firstLine="426"/>
        <w:jc w:val="left"/>
        <w:rPr>
          <w:rFonts w:ascii="Arial" w:hAnsi="Arial" w:cs="Arial"/>
          <w:szCs w:val="22"/>
        </w:rPr>
      </w:pP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w:t>
      </w:r>
      <w:smartTag w:uri="urn:schemas-microsoft-com:office:smarttags" w:element="PersonName">
        <w:smartTagPr>
          <w:attr w:name="ProductID" w:val="la Salle"/>
        </w:smartTagPr>
        <w:r w:rsidRPr="00917C92">
          <w:rPr>
            <w:rFonts w:ascii="Arial" w:hAnsi="Arial" w:cs="Arial"/>
            <w:szCs w:val="22"/>
          </w:rPr>
          <w:t>la Salle</w:t>
        </w:r>
      </w:smartTag>
      <w:r w:rsidRPr="00917C92">
        <w:rPr>
          <w:rFonts w:ascii="Arial" w:hAnsi="Arial" w:cs="Arial"/>
          <w:szCs w:val="22"/>
        </w:rPr>
        <w:t xml:space="preserve"> de réception du Service Logistique de </w:t>
      </w:r>
      <w:smartTag w:uri="urn:schemas-microsoft-com:office:smarttags" w:element="PersonName">
        <w:smartTagPr>
          <w:attr w:name="ProductID" w:val="la Marine"/>
        </w:smartTagPr>
        <w:r w:rsidRPr="00917C92">
          <w:rPr>
            <w:rFonts w:ascii="Arial" w:hAnsi="Arial" w:cs="Arial"/>
            <w:szCs w:val="22"/>
          </w:rPr>
          <w:t>la Marine</w:t>
        </w:r>
      </w:smartTag>
      <w:r w:rsidRPr="00917C92">
        <w:rPr>
          <w:rFonts w:ascii="Arial" w:hAnsi="Arial" w:cs="Arial"/>
          <w:szCs w:val="22"/>
        </w:rPr>
        <w:t xml:space="preserv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6" w:name="_Toc36259022"/>
      <w:bookmarkStart w:id="7" w:name="_Toc42327874"/>
      <w:bookmarkStart w:id="8" w:name="_Toc92880942"/>
      <w:r w:rsidRPr="00917C92">
        <w:rPr>
          <w:rFonts w:ascii="Arial" w:hAnsi="Arial" w:cs="Arial"/>
          <w:szCs w:val="22"/>
        </w:rPr>
        <w:t>condition de la consultation</w:t>
      </w:r>
      <w:bookmarkEnd w:id="6"/>
      <w:bookmarkEnd w:id="7"/>
      <w:bookmarkEnd w:id="8"/>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9"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0" w:name="_Toc36259025"/>
      <w:bookmarkStart w:id="11" w:name="_Toc42327876"/>
      <w:bookmarkEnd w:id="9"/>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0"/>
    <w:bookmarkEnd w:id="11"/>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2" w:name="_Toc92880943"/>
      <w:bookmarkStart w:id="13" w:name="_Toc36259027"/>
      <w:bookmarkStart w:id="14" w:name="_Toc42327878"/>
      <w:bookmarkEnd w:id="4"/>
      <w:bookmarkEnd w:id="5"/>
      <w:r w:rsidRPr="00917C92">
        <w:rPr>
          <w:rFonts w:ascii="Arial" w:hAnsi="Arial" w:cs="Arial"/>
          <w:szCs w:val="22"/>
        </w:rPr>
        <w:lastRenderedPageBreak/>
        <w:t xml:space="preserve">presentation et envoi des </w:t>
      </w:r>
      <w:r w:rsidR="00C5369E">
        <w:rPr>
          <w:rFonts w:ascii="Arial" w:hAnsi="Arial" w:cs="Arial"/>
          <w:szCs w:val="22"/>
        </w:rPr>
        <w:t>PLIS</w:t>
      </w:r>
      <w:bookmarkEnd w:id="12"/>
    </w:p>
    <w:p w14:paraId="74017981" w14:textId="77777777" w:rsidR="005326D8" w:rsidRPr="00917C92" w:rsidRDefault="005326D8" w:rsidP="00985A16">
      <w:pPr>
        <w:pStyle w:val="Titre3"/>
        <w:rPr>
          <w:rFonts w:ascii="Arial" w:hAnsi="Arial" w:cs="Arial"/>
          <w:szCs w:val="22"/>
        </w:rPr>
      </w:pPr>
      <w:bookmarkStart w:id="15" w:name="_Toc92880944"/>
      <w:r w:rsidRPr="00917C92">
        <w:rPr>
          <w:rFonts w:ascii="Arial" w:hAnsi="Arial" w:cs="Arial"/>
          <w:szCs w:val="22"/>
        </w:rPr>
        <w:t xml:space="preserve">Présentation des </w:t>
      </w:r>
      <w:r w:rsidR="007E6AF1">
        <w:rPr>
          <w:rFonts w:ascii="Arial" w:hAnsi="Arial" w:cs="Arial"/>
          <w:szCs w:val="22"/>
        </w:rPr>
        <w:t>plis</w:t>
      </w:r>
      <w:bookmarkEnd w:id="15"/>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3567BA3C" w14:textId="77777777"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14:paraId="6760545B" w14:textId="77777777" w:rsidR="008B1A89" w:rsidRPr="00917C92" w:rsidRDefault="008B1A89" w:rsidP="00964194">
      <w:pPr>
        <w:rPr>
          <w:rFonts w:ascii="Arial" w:hAnsi="Arial" w:cs="Arial"/>
          <w:szCs w:val="22"/>
        </w:rPr>
      </w:pPr>
    </w:p>
    <w:bookmarkEnd w:id="13"/>
    <w:bookmarkEnd w:id="14"/>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2BCFA55F" w14:textId="77777777"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5807ED80" w14:textId="77777777" w:rsidR="007E6AF1" w:rsidRPr="00D62785" w:rsidRDefault="007E6AF1" w:rsidP="007E6AF1">
      <w:pPr>
        <w:spacing w:before="0" w:after="0"/>
        <w:ind w:firstLine="567"/>
        <w:rPr>
          <w:rFonts w:ascii="Arial" w:hAnsi="Arial" w:cs="Arial"/>
          <w:b/>
          <w:bCs/>
          <w:szCs w:val="22"/>
        </w:rPr>
      </w:pP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485AF93A" w:rsidR="007E6AF1" w:rsidRPr="00D62785" w:rsidRDefault="006C0C20" w:rsidP="00BA39E8">
            <w:pPr>
              <w:pStyle w:val="Listepuces1"/>
              <w:tabs>
                <w:tab w:val="clear" w:pos="567"/>
              </w:tabs>
              <w:ind w:left="356" w:hanging="285"/>
            </w:pPr>
            <w:r w:rsidRPr="00BA39E8">
              <w:rPr>
                <w:rFonts w:ascii="Arial" w:hAnsi="Arial" w:cs="Arial"/>
                <w:szCs w:val="22"/>
              </w:rPr>
              <w:t>l</w:t>
            </w:r>
            <w:r w:rsidR="000D754A" w:rsidRPr="00BA39E8">
              <w:rPr>
                <w:rFonts w:ascii="Arial" w:hAnsi="Arial" w:cs="Arial"/>
                <w:szCs w:val="22"/>
              </w:rPr>
              <w:t xml:space="preserve">e C.C.T.P (ou </w:t>
            </w:r>
            <w:r w:rsidR="00BA39E8" w:rsidRPr="00BA39E8">
              <w:rPr>
                <w:rFonts w:ascii="Arial" w:hAnsi="Arial" w:cs="Arial"/>
                <w:szCs w:val="22"/>
              </w:rPr>
              <w:t>SGA SDLOG/260/O</w:t>
            </w:r>
            <w:r w:rsidR="000D754A" w:rsidRPr="00BA39E8">
              <w:rPr>
                <w:rFonts w:ascii="Arial" w:hAnsi="Arial" w:cs="Arial"/>
                <w:szCs w:val="22"/>
              </w:rPr>
              <w:t>)</w:t>
            </w:r>
            <w:r w:rsidR="007E6AF1" w:rsidRPr="00BA39E8">
              <w:rPr>
                <w:rFonts w:ascii="Arial" w:hAnsi="Arial" w:cs="Arial"/>
                <w:szCs w:val="22"/>
              </w:rPr>
              <w:t>.</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3C6CFD32"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r w:rsidR="006C0C20">
              <w:rPr>
                <w:rFonts w:ascii="Arial" w:hAnsi="Arial" w:cs="Arial"/>
                <w:szCs w:val="22"/>
              </w:rPr>
              <w:t>.</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6F456DA5" w14:textId="77777777"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58C47C1" w14:textId="77777777" w:rsidR="007E6AF1" w:rsidRPr="00866D3F" w:rsidRDefault="007E6AF1" w:rsidP="00812B21">
      <w:pPr>
        <w:spacing w:before="0" w:after="0"/>
        <w:ind w:firstLine="567"/>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111B0411" w14:textId="77777777" w:rsidR="00BB5C43" w:rsidRPr="00917C92" w:rsidRDefault="00BB5C43">
      <w:pPr>
        <w:ind w:firstLine="426"/>
        <w:rPr>
          <w:rFonts w:ascii="Arial" w:hAnsi="Arial" w:cs="Arial"/>
          <w:szCs w:val="22"/>
        </w:rPr>
      </w:pPr>
    </w:p>
    <w:p w14:paraId="5477AB8F" w14:textId="77777777" w:rsidR="00351833" w:rsidRPr="00917C92" w:rsidRDefault="00351833" w:rsidP="00985A16">
      <w:pPr>
        <w:pStyle w:val="Titre3"/>
        <w:rPr>
          <w:rFonts w:ascii="Arial" w:hAnsi="Arial" w:cs="Arial"/>
          <w:szCs w:val="22"/>
        </w:rPr>
      </w:pPr>
      <w:bookmarkStart w:id="16" w:name="_Toc254166743"/>
      <w:bookmarkStart w:id="17" w:name="_Toc395189355"/>
      <w:bookmarkStart w:id="18" w:name="_Toc92880945"/>
      <w:bookmarkStart w:id="19" w:name="_Toc36259028"/>
      <w:r w:rsidRPr="00917C92">
        <w:rPr>
          <w:rFonts w:ascii="Arial" w:hAnsi="Arial" w:cs="Arial"/>
          <w:szCs w:val="22"/>
        </w:rPr>
        <w:t>Condition d’envoi des plis</w:t>
      </w:r>
      <w:bookmarkEnd w:id="16"/>
      <w:bookmarkEnd w:id="17"/>
      <w:bookmarkEnd w:id="18"/>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w:t>
      </w:r>
      <w:r w:rsidR="00184AB8">
        <w:rPr>
          <w:rFonts w:ascii="Arial" w:hAnsi="Arial" w:cs="Arial"/>
          <w:szCs w:val="22"/>
        </w:rPr>
        <w:lastRenderedPageBreak/>
        <w:t xml:space="preserve">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0" w:name="_Toc469464712"/>
      <w:bookmarkEnd w:id="20"/>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A20251"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220A847A" w14:textId="55DE1914"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88910D8" w14:textId="77777777"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14:paraId="0D57DDC0" w14:textId="77777777" w:rsidR="00351833" w:rsidRPr="00917C92" w:rsidRDefault="00351833" w:rsidP="00985A16">
      <w:pPr>
        <w:pStyle w:val="Titre3"/>
        <w:rPr>
          <w:rFonts w:ascii="Arial" w:hAnsi="Arial" w:cs="Arial"/>
          <w:szCs w:val="22"/>
        </w:rPr>
      </w:pPr>
      <w:bookmarkStart w:id="21" w:name="_Toc254166744"/>
      <w:bookmarkStart w:id="22" w:name="_Toc395189356"/>
      <w:bookmarkStart w:id="23" w:name="_Toc92880946"/>
      <w:r w:rsidRPr="00917C92">
        <w:rPr>
          <w:rFonts w:ascii="Arial" w:hAnsi="Arial" w:cs="Arial"/>
          <w:szCs w:val="22"/>
        </w:rPr>
        <w:t>Date de remise des offres</w:t>
      </w:r>
      <w:bookmarkEnd w:id="21"/>
      <w:bookmarkEnd w:id="22"/>
      <w:bookmarkEnd w:id="23"/>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4" w:name="_Toc234058939"/>
      <w:bookmarkStart w:id="25" w:name="_Toc304745895"/>
      <w:bookmarkStart w:id="26" w:name="_Toc92880947"/>
      <w:bookmarkStart w:id="27" w:name="_Toc234058940"/>
      <w:bookmarkEnd w:id="19"/>
      <w:r w:rsidRPr="00917C92">
        <w:rPr>
          <w:rFonts w:ascii="Arial" w:hAnsi="Arial" w:cs="Arial"/>
          <w:szCs w:val="22"/>
        </w:rPr>
        <w:t>jugement des CANDIDATURES ET DES OFFRES</w:t>
      </w:r>
      <w:bookmarkEnd w:id="24"/>
      <w:bookmarkEnd w:id="25"/>
      <w:bookmarkEnd w:id="26"/>
    </w:p>
    <w:p w14:paraId="550FE679" w14:textId="77777777" w:rsidR="00C434EC" w:rsidRPr="00917C92" w:rsidRDefault="00C434EC" w:rsidP="00985A16">
      <w:pPr>
        <w:pStyle w:val="Titre3"/>
        <w:rPr>
          <w:rFonts w:ascii="Arial" w:hAnsi="Arial" w:cs="Arial"/>
          <w:szCs w:val="22"/>
        </w:rPr>
      </w:pPr>
      <w:bookmarkStart w:id="28" w:name="_Toc92880948"/>
      <w:r w:rsidRPr="00917C92">
        <w:rPr>
          <w:rFonts w:ascii="Arial" w:hAnsi="Arial" w:cs="Arial"/>
          <w:szCs w:val="22"/>
        </w:rPr>
        <w:t>Jugement des candidatures</w:t>
      </w:r>
      <w:bookmarkEnd w:id="27"/>
      <w:bookmarkEnd w:id="28"/>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29" w:name="_Toc354649313"/>
      <w:bookmarkStart w:id="30" w:name="_Toc92880949"/>
      <w:bookmarkStart w:id="31" w:name="_Toc234058941"/>
      <w:bookmarkStart w:id="32" w:name="_Toc304745897"/>
      <w:r w:rsidRPr="00917C92">
        <w:rPr>
          <w:rFonts w:ascii="Arial" w:hAnsi="Arial" w:cs="Arial"/>
          <w:szCs w:val="22"/>
        </w:rPr>
        <w:t>Critères de classement des offres et attribution du marché</w:t>
      </w:r>
      <w:bookmarkEnd w:id="29"/>
      <w:bookmarkEnd w:id="30"/>
    </w:p>
    <w:p w14:paraId="671267EE" w14:textId="77777777" w:rsidR="00B1130A" w:rsidRPr="00917C92" w:rsidRDefault="00211A73" w:rsidP="00B1130A">
      <w:pPr>
        <w:pStyle w:val="Paragraphe"/>
        <w:ind w:firstLine="0"/>
        <w:rPr>
          <w:rFonts w:ascii="Arial" w:hAnsi="Arial" w:cs="Arial"/>
          <w:szCs w:val="22"/>
        </w:rPr>
      </w:pPr>
      <w:bookmarkStart w:id="33" w:name="_Toc131825450"/>
      <w:bookmarkStart w:id="34" w:name="_Toc135126495"/>
      <w:bookmarkEnd w:id="31"/>
      <w:bookmarkEnd w:id="32"/>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7E85FE3C" w:rsidR="00B1130A" w:rsidRPr="00917C92" w:rsidRDefault="00B1130A" w:rsidP="00B1130A">
      <w:pPr>
        <w:numPr>
          <w:ilvl w:val="0"/>
          <w:numId w:val="12"/>
        </w:numPr>
        <w:spacing w:before="0" w:after="0"/>
        <w:ind w:left="714" w:firstLine="137"/>
        <w:jc w:val="left"/>
        <w:rPr>
          <w:rFonts w:ascii="Arial" w:hAnsi="Arial" w:cs="Arial"/>
          <w:szCs w:val="22"/>
        </w:rPr>
      </w:pPr>
      <w:r w:rsidRPr="00917C92">
        <w:rPr>
          <w:rFonts w:ascii="Arial" w:hAnsi="Arial" w:cs="Arial"/>
          <w:szCs w:val="22"/>
        </w:rPr>
        <w:t>P</w:t>
      </w:r>
      <w:r w:rsidR="00812074">
        <w:rPr>
          <w:rFonts w:ascii="Arial" w:hAnsi="Arial" w:cs="Arial"/>
          <w:szCs w:val="22"/>
        </w:rPr>
        <w:t xml:space="preserve">rix : </w:t>
      </w:r>
      <w:r w:rsidR="00793DFA">
        <w:rPr>
          <w:rFonts w:ascii="Arial" w:hAnsi="Arial" w:cs="Arial"/>
          <w:szCs w:val="22"/>
        </w:rPr>
        <w:t>90</w:t>
      </w:r>
      <w:r w:rsidRPr="00917C92">
        <w:rPr>
          <w:rFonts w:ascii="Arial" w:hAnsi="Arial" w:cs="Arial"/>
          <w:szCs w:val="22"/>
        </w:rPr>
        <w:t xml:space="preserve"> %</w:t>
      </w:r>
    </w:p>
    <w:p w14:paraId="10155D60" w14:textId="5F624AA2" w:rsidR="00B1130A" w:rsidRPr="00917C92" w:rsidRDefault="00793DFA" w:rsidP="00B1130A">
      <w:pPr>
        <w:numPr>
          <w:ilvl w:val="0"/>
          <w:numId w:val="12"/>
        </w:numPr>
        <w:spacing w:before="0" w:after="120"/>
        <w:ind w:left="714" w:firstLine="137"/>
        <w:jc w:val="left"/>
        <w:rPr>
          <w:rFonts w:ascii="Arial" w:hAnsi="Arial" w:cs="Arial"/>
          <w:b/>
          <w:bCs/>
          <w:szCs w:val="22"/>
        </w:rPr>
      </w:pPr>
      <w:r>
        <w:rPr>
          <w:rFonts w:ascii="Arial" w:hAnsi="Arial" w:cs="Arial"/>
          <w:szCs w:val="22"/>
        </w:rPr>
        <w:t>Délai de livraison : 1</w:t>
      </w:r>
      <w:r w:rsidR="00B1130A" w:rsidRPr="00917C92">
        <w:rPr>
          <w:rFonts w:ascii="Arial" w:hAnsi="Arial" w:cs="Arial"/>
          <w:szCs w:val="22"/>
        </w:rPr>
        <w:t>0 %</w:t>
      </w:r>
    </w:p>
    <w:p w14:paraId="1EABE1AD" w14:textId="77777777" w:rsidR="00D01612" w:rsidRPr="00917C92" w:rsidRDefault="00D01612" w:rsidP="00B1130A">
      <w:pPr>
        <w:pStyle w:val="Paragraphe"/>
        <w:ind w:firstLine="0"/>
        <w:rPr>
          <w:rFonts w:ascii="Arial" w:hAnsi="Arial" w:cs="Arial"/>
          <w:bCs/>
          <w:szCs w:val="22"/>
        </w:rPr>
      </w:pPr>
      <w:r w:rsidRPr="00917C92">
        <w:rPr>
          <w:rFonts w:ascii="Arial" w:hAnsi="Arial" w:cs="Arial"/>
          <w:bCs/>
          <w:szCs w:val="22"/>
        </w:rPr>
        <w:lastRenderedPageBreak/>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0E7CEB8F"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A20251" w:rsidRPr="00A20251">
        <w:rPr>
          <w:b/>
          <w:sz w:val="22"/>
          <w:szCs w:val="22"/>
        </w:rPr>
        <w:t xml:space="preserve">SACRAL N-CORENG/NMCRL </w:t>
      </w:r>
      <w:bookmarkStart w:id="35" w:name="_GoBack"/>
      <w:bookmarkEnd w:id="35"/>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72690A2F" w14:textId="77777777" w:rsidR="00B22CFE" w:rsidRPr="00917C92" w:rsidRDefault="00B22CFE" w:rsidP="00D9183A">
      <w:pPr>
        <w:pStyle w:val="western"/>
        <w:ind w:left="426"/>
        <w:rPr>
          <w:sz w:val="22"/>
          <w:szCs w:val="22"/>
        </w:rPr>
      </w:pPr>
    </w:p>
    <w:p w14:paraId="42B8A03D" w14:textId="77777777"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14:paraId="3FE8250B" w14:textId="77777777"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14:paraId="47E1EB84" w14:textId="77777777"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14:paraId="4114FC99" w14:textId="77777777"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79078A0D"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r w:rsidR="00515745" w:rsidRPr="00515745">
        <w:t xml:space="preserve"> </w:t>
      </w:r>
      <w:r w:rsidR="00515745" w:rsidRPr="00515745">
        <w:rPr>
          <w:rFonts w:ascii="Arial" w:hAnsi="Arial" w:cs="Arial"/>
          <w:color w:val="000000"/>
          <w:szCs w:val="22"/>
        </w:rPr>
        <w:t xml:space="preserve">Dans ce cas, produire </w:t>
      </w:r>
      <w:r w:rsidR="00515745" w:rsidRPr="00515745">
        <w:rPr>
          <w:rFonts w:ascii="Arial" w:hAnsi="Arial" w:cs="Arial"/>
          <w:b/>
          <w:color w:val="000000"/>
          <w:szCs w:val="22"/>
        </w:rPr>
        <w:t xml:space="preserve">le justificatif fabricant </w:t>
      </w:r>
      <w:r w:rsidR="00515745" w:rsidRPr="00515745">
        <w:rPr>
          <w:rFonts w:ascii="Arial" w:hAnsi="Arial" w:cs="Arial"/>
          <w:color w:val="000000"/>
          <w:szCs w:val="22"/>
        </w:rPr>
        <w:t>précisant cette évolution.</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77777777" w:rsidR="0045584C" w:rsidRPr="00917C92" w:rsidRDefault="0045584C" w:rsidP="0045584C">
      <w:pPr>
        <w:numPr>
          <w:ilvl w:val="0"/>
          <w:numId w:val="39"/>
        </w:numPr>
        <w:tabs>
          <w:tab w:val="left" w:pos="426"/>
        </w:tabs>
        <w:spacing w:before="0" w:after="0"/>
        <w:ind w:right="38"/>
        <w:rPr>
          <w:rFonts w:ascii="Arial" w:hAnsi="Arial" w:cs="Arial"/>
          <w:color w:val="000000"/>
          <w:szCs w:val="22"/>
        </w:rPr>
      </w:pPr>
      <w:r w:rsidRPr="00917C92">
        <w:rPr>
          <w:rFonts w:ascii="Arial" w:hAnsi="Arial" w:cs="Arial"/>
          <w:color w:val="000000"/>
          <w:szCs w:val="22"/>
        </w:rPr>
        <w:t>à consulter le CCTP</w:t>
      </w:r>
      <w:r w:rsidR="00B877A3">
        <w:rPr>
          <w:rFonts w:ascii="Arial" w:hAnsi="Arial" w:cs="Arial"/>
          <w:color w:val="000000"/>
          <w:szCs w:val="22"/>
        </w:rPr>
        <w:t xml:space="preserve"> ou la SGA</w:t>
      </w:r>
      <w:r w:rsidRPr="00917C92">
        <w:rPr>
          <w:rFonts w:ascii="Arial" w:hAnsi="Arial" w:cs="Arial"/>
          <w:color w:val="000000"/>
          <w:szCs w:val="22"/>
        </w:rPr>
        <w:t xml:space="preserve"> dans le chapitre "TERMINOLOGIE".</w:t>
      </w:r>
    </w:p>
    <w:p w14:paraId="48B419A9" w14:textId="77777777" w:rsidR="0045584C" w:rsidRPr="00B877A3" w:rsidRDefault="0045584C" w:rsidP="0045584C">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0D4B2D74" w14:textId="77777777" w:rsidR="005F6A4E" w:rsidRDefault="005F6A4E" w:rsidP="00D9183A">
      <w:pPr>
        <w:tabs>
          <w:tab w:val="left" w:pos="851"/>
        </w:tabs>
        <w:spacing w:before="120" w:after="0"/>
        <w:ind w:right="40"/>
        <w:rPr>
          <w:rFonts w:ascii="Arial" w:hAnsi="Arial" w:cs="Arial"/>
          <w:color w:val="000000"/>
          <w:szCs w:val="22"/>
        </w:rPr>
      </w:pP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lastRenderedPageBreak/>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6" w:name="_Toc92880950"/>
      <w:bookmarkEnd w:id="33"/>
      <w:bookmarkEnd w:id="34"/>
      <w:r w:rsidRPr="00917C92">
        <w:rPr>
          <w:rFonts w:ascii="Arial" w:hAnsi="Arial" w:cs="Arial"/>
          <w:color w:val="000000"/>
          <w:szCs w:val="22"/>
        </w:rPr>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6"/>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0736F0BF" w14:textId="77777777" w:rsidR="006F7DB6" w:rsidRPr="00917C92"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1BE7932" w14:textId="77777777" w:rsidR="00534FA3" w:rsidRPr="00917C92" w:rsidRDefault="00534FA3" w:rsidP="00534FA3">
      <w:pPr>
        <w:widowControl w:val="0"/>
        <w:autoSpaceDE w:val="0"/>
        <w:autoSpaceDN w:val="0"/>
        <w:adjustRightInd w:val="0"/>
        <w:spacing w:before="0" w:after="0"/>
        <w:ind w:left="284"/>
        <w:rPr>
          <w:rFonts w:ascii="Arial" w:hAnsi="Arial" w:cs="Arial"/>
          <w:szCs w:val="22"/>
        </w:rPr>
      </w:pPr>
    </w:p>
    <w:p w14:paraId="633C5AA3" w14:textId="67B0B6FF" w:rsidR="006F7DB6" w:rsidRPr="00917C92" w:rsidRDefault="006F7DB6" w:rsidP="00F84ACD">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le cahier des clauses techniques particulières</w:t>
      </w:r>
      <w:r w:rsidR="005074B0">
        <w:rPr>
          <w:rFonts w:ascii="Arial" w:hAnsi="Arial" w:cs="Arial"/>
          <w:szCs w:val="22"/>
        </w:rPr>
        <w:t xml:space="preserve"> : </w:t>
      </w:r>
      <w:r w:rsidR="005074B0" w:rsidRPr="005074B0">
        <w:rPr>
          <w:rFonts w:ascii="Arial" w:hAnsi="Arial" w:cs="Arial"/>
          <w:szCs w:val="22"/>
        </w:rPr>
        <w:t>SGA SDLOG/260/O</w:t>
      </w:r>
      <w:r w:rsidRPr="00917C92">
        <w:rPr>
          <w:rFonts w:ascii="Arial" w:hAnsi="Arial" w:cs="Arial"/>
          <w:szCs w:val="22"/>
        </w:rPr>
        <w:t>.</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0C7D" w14:textId="77777777" w:rsidR="00BD2646" w:rsidRDefault="00BD2646">
      <w:r>
        <w:separator/>
      </w:r>
    </w:p>
  </w:endnote>
  <w:endnote w:type="continuationSeparator" w:id="0">
    <w:p w14:paraId="52680782" w14:textId="77777777"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7CE0B027" w:rsidR="00BD2646" w:rsidRPr="00033168" w:rsidRDefault="00BD2646">
    <w:pPr>
      <w:pStyle w:val="Pieddepage"/>
      <w:rPr>
        <w:rFonts w:ascii="Marianne" w:hAnsi="Marianne"/>
        <w:sz w:val="14"/>
        <w:szCs w:val="14"/>
      </w:rPr>
    </w:pPr>
    <w:bookmarkStart w:id="0" w:name="Dossier"/>
    <w:bookmarkEnd w:id="0"/>
    <w:r w:rsidRPr="00033168">
      <w:rPr>
        <w:rStyle w:val="Numrodepage"/>
        <w:rFonts w:ascii="Marianne" w:hAnsi="Marianne"/>
        <w:sz w:val="14"/>
        <w:szCs w:val="14"/>
      </w:rPr>
      <w:t xml:space="preserve">N° </w:t>
    </w:r>
    <w:r w:rsidR="00F76CD4">
      <w:rPr>
        <w:rStyle w:val="Numrodepage"/>
        <w:rFonts w:ascii="Marianne" w:hAnsi="Marianne"/>
        <w:sz w:val="14"/>
        <w:szCs w:val="14"/>
      </w:rPr>
      <w:t>S25B00435</w:t>
    </w:r>
    <w:r w:rsidRPr="00033168">
      <w:rPr>
        <w:rStyle w:val="Numrodepage"/>
        <w:rFonts w:ascii="Marianne" w:hAnsi="Marianne"/>
        <w:sz w:val="14"/>
        <w:szCs w:val="14"/>
      </w:rPr>
      <w:tab/>
      <w:t xml:space="preserve">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PAGE </w:instrText>
    </w:r>
    <w:r w:rsidRPr="00033168">
      <w:rPr>
        <w:rStyle w:val="Numrodepage"/>
        <w:rFonts w:ascii="Marianne" w:hAnsi="Marianne"/>
        <w:sz w:val="14"/>
        <w:szCs w:val="14"/>
      </w:rPr>
      <w:fldChar w:fldCharType="separate"/>
    </w:r>
    <w:r w:rsidR="00A20251">
      <w:rPr>
        <w:rStyle w:val="Numrodepage"/>
        <w:rFonts w:ascii="Marianne" w:hAnsi="Marianne"/>
        <w:noProof/>
        <w:sz w:val="14"/>
        <w:szCs w:val="14"/>
      </w:rPr>
      <w:t>7</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NUMPAGES </w:instrText>
    </w:r>
    <w:r w:rsidRPr="00033168">
      <w:rPr>
        <w:rStyle w:val="Numrodepage"/>
        <w:rFonts w:ascii="Marianne" w:hAnsi="Marianne"/>
        <w:sz w:val="14"/>
        <w:szCs w:val="14"/>
      </w:rPr>
      <w:fldChar w:fldCharType="separate"/>
    </w:r>
    <w:r w:rsidR="00A20251">
      <w:rPr>
        <w:rStyle w:val="Numrodepage"/>
        <w:rFonts w:ascii="Marianne" w:hAnsi="Marianne"/>
        <w:noProof/>
        <w:sz w:val="14"/>
        <w:szCs w:val="14"/>
      </w:rPr>
      <w:t>8</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w:t>
    </w:r>
    <w:r w:rsidRPr="00033168">
      <w:rPr>
        <w:rStyle w:val="Numrodepage"/>
        <w:rFonts w:ascii="Marianne" w:hAnsi="Marianne"/>
        <w:sz w:val="14"/>
        <w:szCs w:val="14"/>
      </w:rPr>
      <w:tab/>
      <w:t xml:space="preserve"> </w:t>
    </w:r>
    <w:r w:rsidRPr="00033168">
      <w:rPr>
        <w:rStyle w:val="Numrodepage"/>
        <w:rFonts w:ascii="Marianne" w:hAnsi="Marianne"/>
        <w:noProof/>
        <w:sz w:val="14"/>
        <w:szCs w:val="14"/>
      </w:rPr>
      <w:t>RC</w:t>
    </w:r>
    <w:r>
      <w:rPr>
        <w:rStyle w:val="Numrodepage"/>
        <w:rFonts w:ascii="Calibri" w:hAnsi="Calibri" w:cs="Calibri"/>
        <w:noProof/>
        <w:sz w:val="14"/>
        <w:szCs w:val="14"/>
      </w:rPr>
      <w:t> </w:t>
    </w:r>
    <w:r>
      <w:rPr>
        <w:rStyle w:val="Numrodepage"/>
        <w:rFonts w:ascii="Marianne" w:hAnsi="Marianne"/>
        <w:noProof/>
        <w:sz w:val="14"/>
        <w:szCs w:val="14"/>
      </w:rPr>
      <w:t>:</w:t>
    </w:r>
    <w:r w:rsidRPr="00033168">
      <w:rPr>
        <w:rStyle w:val="Numrodepage"/>
        <w:rFonts w:ascii="Marianne" w:hAnsi="Marianne"/>
        <w:noProof/>
        <w:sz w:val="14"/>
        <w:szCs w:val="14"/>
      </w:rPr>
      <w:t xml:space="preserve"> MAPA </w:t>
    </w:r>
    <w:r>
      <w:rPr>
        <w:rStyle w:val="Numrodepage"/>
        <w:rFonts w:ascii="Marianne" w:hAnsi="Marianne"/>
        <w:noProof/>
        <w:sz w:val="14"/>
        <w:szCs w:val="14"/>
      </w:rPr>
      <w:t>1</w:t>
    </w:r>
    <w:r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0EEF" w14:textId="77777777" w:rsidR="00BD2646" w:rsidRDefault="00BD2646">
      <w:pPr>
        <w:pStyle w:val="Pieddepage"/>
      </w:pPr>
    </w:p>
  </w:footnote>
  <w:footnote w:type="continuationSeparator" w:id="0">
    <w:p w14:paraId="67258CFB" w14:textId="77777777" w:rsidR="00BD2646" w:rsidRDefault="00BD2646">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 w:numId="48">
    <w:abstractNumId w:val="24"/>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993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A3922"/>
    <w:rsid w:val="000B2F98"/>
    <w:rsid w:val="000D754A"/>
    <w:rsid w:val="000F042A"/>
    <w:rsid w:val="000F71E2"/>
    <w:rsid w:val="001019DE"/>
    <w:rsid w:val="00101FB7"/>
    <w:rsid w:val="00104621"/>
    <w:rsid w:val="001070B7"/>
    <w:rsid w:val="001119F0"/>
    <w:rsid w:val="0011358F"/>
    <w:rsid w:val="00123BFA"/>
    <w:rsid w:val="0012797E"/>
    <w:rsid w:val="001328F1"/>
    <w:rsid w:val="00140955"/>
    <w:rsid w:val="00150862"/>
    <w:rsid w:val="00166B9D"/>
    <w:rsid w:val="00167C65"/>
    <w:rsid w:val="0018093A"/>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3C4A"/>
    <w:rsid w:val="002E4710"/>
    <w:rsid w:val="002E5EE7"/>
    <w:rsid w:val="002F0611"/>
    <w:rsid w:val="002F76D0"/>
    <w:rsid w:val="00301DEB"/>
    <w:rsid w:val="00317A57"/>
    <w:rsid w:val="003436E6"/>
    <w:rsid w:val="00347AA8"/>
    <w:rsid w:val="00351833"/>
    <w:rsid w:val="00373B83"/>
    <w:rsid w:val="00376155"/>
    <w:rsid w:val="003772D6"/>
    <w:rsid w:val="0038481D"/>
    <w:rsid w:val="00386DA4"/>
    <w:rsid w:val="00391F0F"/>
    <w:rsid w:val="003A52E7"/>
    <w:rsid w:val="003B00C8"/>
    <w:rsid w:val="003C523E"/>
    <w:rsid w:val="003D289B"/>
    <w:rsid w:val="003D33FF"/>
    <w:rsid w:val="003D7AFD"/>
    <w:rsid w:val="003F04EC"/>
    <w:rsid w:val="003F3CB7"/>
    <w:rsid w:val="003F3CD0"/>
    <w:rsid w:val="003F3F07"/>
    <w:rsid w:val="004043E1"/>
    <w:rsid w:val="004113B0"/>
    <w:rsid w:val="00431BF5"/>
    <w:rsid w:val="004343F7"/>
    <w:rsid w:val="00435D51"/>
    <w:rsid w:val="004445C6"/>
    <w:rsid w:val="0045584C"/>
    <w:rsid w:val="004617D6"/>
    <w:rsid w:val="00466794"/>
    <w:rsid w:val="0046785A"/>
    <w:rsid w:val="0048796D"/>
    <w:rsid w:val="004A617C"/>
    <w:rsid w:val="004B095A"/>
    <w:rsid w:val="004C2F3E"/>
    <w:rsid w:val="004E1AEF"/>
    <w:rsid w:val="004F0020"/>
    <w:rsid w:val="004F4265"/>
    <w:rsid w:val="005074B0"/>
    <w:rsid w:val="0051274E"/>
    <w:rsid w:val="00514F4C"/>
    <w:rsid w:val="00515745"/>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34CE"/>
    <w:rsid w:val="00584399"/>
    <w:rsid w:val="00587527"/>
    <w:rsid w:val="00591AB2"/>
    <w:rsid w:val="00591B1B"/>
    <w:rsid w:val="005947FC"/>
    <w:rsid w:val="005975CF"/>
    <w:rsid w:val="005A104F"/>
    <w:rsid w:val="005A2860"/>
    <w:rsid w:val="005B2CE9"/>
    <w:rsid w:val="005C0CF3"/>
    <w:rsid w:val="005C0F5B"/>
    <w:rsid w:val="005C5537"/>
    <w:rsid w:val="005C7429"/>
    <w:rsid w:val="005D0DEB"/>
    <w:rsid w:val="005D2AA6"/>
    <w:rsid w:val="005E00BF"/>
    <w:rsid w:val="005E00D1"/>
    <w:rsid w:val="005F17C5"/>
    <w:rsid w:val="005F6A4E"/>
    <w:rsid w:val="006177B3"/>
    <w:rsid w:val="00617F8B"/>
    <w:rsid w:val="006204C1"/>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0C20"/>
    <w:rsid w:val="006C4B9A"/>
    <w:rsid w:val="006C532C"/>
    <w:rsid w:val="006C6B31"/>
    <w:rsid w:val="006D07BE"/>
    <w:rsid w:val="006D6CA7"/>
    <w:rsid w:val="006E2673"/>
    <w:rsid w:val="006E7E60"/>
    <w:rsid w:val="006F729F"/>
    <w:rsid w:val="006F7DB6"/>
    <w:rsid w:val="0070759D"/>
    <w:rsid w:val="00707E4A"/>
    <w:rsid w:val="0072675C"/>
    <w:rsid w:val="007628F4"/>
    <w:rsid w:val="007701BD"/>
    <w:rsid w:val="0078021B"/>
    <w:rsid w:val="00781929"/>
    <w:rsid w:val="007840BA"/>
    <w:rsid w:val="0078626E"/>
    <w:rsid w:val="007874CF"/>
    <w:rsid w:val="00793DFA"/>
    <w:rsid w:val="007959A9"/>
    <w:rsid w:val="007D4815"/>
    <w:rsid w:val="007E0B91"/>
    <w:rsid w:val="007E6AF1"/>
    <w:rsid w:val="007F4E19"/>
    <w:rsid w:val="007F7261"/>
    <w:rsid w:val="00800C65"/>
    <w:rsid w:val="00807D65"/>
    <w:rsid w:val="0081127B"/>
    <w:rsid w:val="00812074"/>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20251"/>
    <w:rsid w:val="00A35843"/>
    <w:rsid w:val="00A60375"/>
    <w:rsid w:val="00A65122"/>
    <w:rsid w:val="00A65B2B"/>
    <w:rsid w:val="00A67AA3"/>
    <w:rsid w:val="00A7208E"/>
    <w:rsid w:val="00A74D8D"/>
    <w:rsid w:val="00A77036"/>
    <w:rsid w:val="00A83BE1"/>
    <w:rsid w:val="00AA0837"/>
    <w:rsid w:val="00AA338C"/>
    <w:rsid w:val="00AA797E"/>
    <w:rsid w:val="00AA7B89"/>
    <w:rsid w:val="00AE12D9"/>
    <w:rsid w:val="00AE1B36"/>
    <w:rsid w:val="00AE2058"/>
    <w:rsid w:val="00AF0EAC"/>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877A3"/>
    <w:rsid w:val="00BA2E55"/>
    <w:rsid w:val="00BA39E8"/>
    <w:rsid w:val="00BA6E5A"/>
    <w:rsid w:val="00BB5C43"/>
    <w:rsid w:val="00BD1DB7"/>
    <w:rsid w:val="00BD2646"/>
    <w:rsid w:val="00BE252F"/>
    <w:rsid w:val="00BE2C37"/>
    <w:rsid w:val="00BF1B71"/>
    <w:rsid w:val="00BF4A66"/>
    <w:rsid w:val="00BF4F1A"/>
    <w:rsid w:val="00C009AB"/>
    <w:rsid w:val="00C03E09"/>
    <w:rsid w:val="00C12838"/>
    <w:rsid w:val="00C20F4D"/>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D08AA"/>
    <w:rsid w:val="00CD0CBE"/>
    <w:rsid w:val="00CE71A2"/>
    <w:rsid w:val="00D01205"/>
    <w:rsid w:val="00D01612"/>
    <w:rsid w:val="00D04971"/>
    <w:rsid w:val="00D05608"/>
    <w:rsid w:val="00D071FF"/>
    <w:rsid w:val="00D10A3D"/>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A22F9"/>
    <w:rsid w:val="00DB0796"/>
    <w:rsid w:val="00DB48D3"/>
    <w:rsid w:val="00DC4E30"/>
    <w:rsid w:val="00DC53E7"/>
    <w:rsid w:val="00DD1171"/>
    <w:rsid w:val="00DD188E"/>
    <w:rsid w:val="00DE4F28"/>
    <w:rsid w:val="00DE7A56"/>
    <w:rsid w:val="00E01F14"/>
    <w:rsid w:val="00E03789"/>
    <w:rsid w:val="00E03A74"/>
    <w:rsid w:val="00E144CD"/>
    <w:rsid w:val="00E2403B"/>
    <w:rsid w:val="00E323E9"/>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73A36"/>
    <w:rsid w:val="00F76CD4"/>
    <w:rsid w:val="00F775C0"/>
    <w:rsid w:val="00F84ACD"/>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9937"/>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E323E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924E6-D2A0-46F1-94D5-81BA58EF8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46</TotalTime>
  <Pages>8</Pages>
  <Words>2432</Words>
  <Characters>14674</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17072</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UGUEN Erwan TECH SUPE ETUD FAB</cp:lastModifiedBy>
  <cp:revision>22</cp:revision>
  <cp:lastPrinted>2021-01-21T15:49:00Z</cp:lastPrinted>
  <dcterms:created xsi:type="dcterms:W3CDTF">2025-06-23T07:32:00Z</dcterms:created>
  <dcterms:modified xsi:type="dcterms:W3CDTF">2025-06-25T06:03:00Z</dcterms:modified>
</cp:coreProperties>
</file>