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0E9C4428" w:rsidR="00995AF1" w:rsidRDefault="00995AF1" w:rsidP="00995AF1">
      <w:pPr>
        <w:pStyle w:val="PdgRefmarch"/>
      </w:pPr>
      <w:bookmarkStart w:id="0" w:name="Ref_marché"/>
      <w:r>
        <w:t>AC-NANTES_SCUS_</w:t>
      </w:r>
      <w:r w:rsidR="00E11B90">
        <w:t>25-1</w:t>
      </w:r>
      <w:r w:rsidR="00D0723C">
        <w:t>13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25B498FF" w:rsidR="00995AF1" w:rsidRPr="00C307FC" w:rsidRDefault="00F906CB" w:rsidP="00995AF1">
      <w:pPr>
        <w:pStyle w:val="PdgObjetdumarch0"/>
      </w:pPr>
      <w:bookmarkStart w:id="2" w:name="Mission_lot"/>
      <w:r>
        <w:t>Lot n°</w:t>
      </w:r>
      <w:r w:rsidR="00D0723C">
        <w:t>13</w:t>
      </w:r>
      <w:r>
        <w:rPr>
          <w:rFonts w:ascii="Calibri" w:hAnsi="Calibri" w:cs="Calibri"/>
        </w:rPr>
        <w:t> </w:t>
      </w:r>
      <w:r>
        <w:t xml:space="preserve">: </w:t>
      </w:r>
      <w:r w:rsidR="00D0723C">
        <w:t>É</w:t>
      </w:r>
      <w:r w:rsidR="00D0723C" w:rsidRPr="00D0723C">
        <w:t>lectricit</w:t>
      </w:r>
      <w:r w:rsidR="00D0723C">
        <w:t>é</w:t>
      </w:r>
      <w:r w:rsidR="00D0723C" w:rsidRPr="00D0723C">
        <w:t xml:space="preserve"> courants forts et courants faibles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227DADD8" w:rsidR="00995AF1" w:rsidRDefault="00E11B90" w:rsidP="00995AF1">
            <w:pPr>
              <w:pStyle w:val="PdgOpration"/>
            </w:pPr>
            <w:bookmarkStart w:id="4" w:name="Opération"/>
            <w:r>
              <w:t>Rénovation du bâtiment B</w:t>
            </w:r>
            <w:bookmarkEnd w:id="4"/>
          </w:p>
          <w:p w14:paraId="2E2DA2AC" w14:textId="6D4492E8" w:rsidR="00995AF1" w:rsidRPr="00597383" w:rsidRDefault="00995AF1" w:rsidP="00995AF1">
            <w:pPr>
              <w:pStyle w:val="Pdginfos"/>
            </w:pPr>
            <w:bookmarkStart w:id="5" w:name="Établissementcommune"/>
            <w:r w:rsidRPr="00BE6504">
              <w:t>É</w:t>
            </w:r>
            <w:r w:rsidR="00E11B90">
              <w:t>cole centrale de Nantes</w:t>
            </w:r>
            <w:bookmarkEnd w:id="5"/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4F1C9134" w:rsidR="00995AF1" w:rsidRPr="00B951CA" w:rsidRDefault="004A51CC" w:rsidP="00995AF1">
      <w:pPr>
        <w:pStyle w:val="PdgVersion"/>
        <w:jc w:val="right"/>
        <w:rPr>
          <w:b w:val="0"/>
        </w:rPr>
      </w:pPr>
      <w:r>
        <w:rPr>
          <w:b w:val="0"/>
        </w:rPr>
        <w:t>Juin</w:t>
      </w:r>
      <w:r w:rsidR="00E11B90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6BD7CA7" w14:textId="77777777" w:rsidR="006D0E66" w:rsidRDefault="006D0E66" w:rsidP="006D0E66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150 - TF 057198</w:t>
            </w:r>
          </w:p>
          <w:p w14:paraId="066F7DA4" w14:textId="77777777" w:rsidR="00995AF1" w:rsidRPr="00292E33" w:rsidRDefault="00995AF1" w:rsidP="006D0E66">
            <w:pPr>
              <w:pStyle w:val="Pdginfos"/>
              <w:spacing w:after="0"/>
              <w:ind w:left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218B8025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r w:rsidR="00D9141E">
        <w:fldChar w:fldCharType="begin"/>
      </w:r>
      <w:r w:rsidR="00D9141E">
        <w:instrText xml:space="preserve"> NUMPAGES   \* MERGEFORMAT </w:instrText>
      </w:r>
      <w:r w:rsidR="00D9141E">
        <w:fldChar w:fldCharType="separate"/>
      </w:r>
      <w:r w:rsidR="00041623">
        <w:rPr>
          <w:noProof/>
        </w:rPr>
        <w:t>26</w:t>
      </w:r>
      <w:r w:rsidR="00D9141E">
        <w:rPr>
          <w:noProof/>
        </w:rP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5F1D1E9A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041623">
        <w:t>AC-NANTES_SCUS_25-113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71EB2CD4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041623">
        <w:t>Lot n°13</w:t>
      </w:r>
      <w:r w:rsidR="00041623">
        <w:rPr>
          <w:rFonts w:ascii="Calibri" w:hAnsi="Calibri" w:cs="Calibri"/>
        </w:rPr>
        <w:t> </w:t>
      </w:r>
      <w:r w:rsidR="00041623">
        <w:t>: É</w:t>
      </w:r>
      <w:r w:rsidR="00041623" w:rsidRPr="00D0723C">
        <w:t>lectricit</w:t>
      </w:r>
      <w:r w:rsidR="00041623">
        <w:t>é</w:t>
      </w:r>
      <w:r w:rsidR="00041623" w:rsidRPr="00D0723C">
        <w:t xml:space="preserve"> courants forts et courants faibles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77777777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49B783C8" w14:textId="77777777" w:rsidR="00995AF1" w:rsidRDefault="00995AF1" w:rsidP="00995AF1">
      <w:pPr>
        <w:pStyle w:val="Corpsitalique"/>
        <w:rPr>
          <w:i w:val="0"/>
        </w:rPr>
      </w:pPr>
    </w:p>
    <w:p w14:paraId="20476FF1" w14:textId="7F6B462F" w:rsidR="00995AF1" w:rsidRDefault="009A1927" w:rsidP="00995AF1">
      <w:pPr>
        <w:pStyle w:val="Corpsitalique"/>
        <w:rPr>
          <w:i w:val="0"/>
        </w:rPr>
      </w:pPr>
      <w:r>
        <w:rPr>
          <w:i w:val="0"/>
          <w:noProof/>
          <w:shd w:val="clear" w:color="auto" w:fil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EE9DF0" wp14:editId="636C423C">
                <wp:simplePos x="0" y="0"/>
                <wp:positionH relativeFrom="margin">
                  <wp:posOffset>-176976</wp:posOffset>
                </wp:positionH>
                <wp:positionV relativeFrom="paragraph">
                  <wp:posOffset>264795</wp:posOffset>
                </wp:positionV>
                <wp:extent cx="6508750" cy="1155700"/>
                <wp:effectExtent l="0" t="0" r="0" b="63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55700"/>
                          <a:chOff x="0" y="0"/>
                          <a:chExt cx="6508750" cy="1155700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0"/>
                            <a:ext cx="6508750" cy="1155700"/>
                            <a:chOff x="-6350" y="0"/>
                            <a:chExt cx="6508750" cy="1155700"/>
                          </a:xfrm>
                        </wpg:grpSpPr>
                        <wpg:grpSp>
                          <wpg:cNvPr id="17" name="Groupe 17"/>
                          <wpg:cNvGrpSpPr/>
                          <wpg:grpSpPr>
                            <a:xfrm>
                              <a:off x="99150" y="0"/>
                              <a:ext cx="3733097" cy="723265"/>
                              <a:chOff x="99180" y="0"/>
                              <a:chExt cx="3734450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Image 1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2887480" y="95250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03631" y="0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ag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9180" y="66675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1" name="Zone de texte 21"/>
                          <wps:cNvSpPr txBox="1"/>
                          <wps:spPr>
                            <a:xfrm>
                              <a:off x="-6350" y="723900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D66737" w14:textId="77777777" w:rsidR="009A1927" w:rsidRPr="007B0452" w:rsidRDefault="009A1927" w:rsidP="009A1927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</w:t>
                                </w:r>
                                <w:r w:rsidRPr="00EC5BF0">
                                  <w:rPr>
                                    <w:i w:val="0"/>
                                  </w:rPr>
                                  <w:t xml:space="preserve"> est financé </w:t>
                                </w:r>
                                <w:r>
                                  <w:rPr>
                                    <w:i w:val="0"/>
                                  </w:rPr>
                                  <w:t>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Imag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59401" y="44450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78573" y="75062"/>
                            <a:ext cx="937895" cy="4686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EE9DF0" id="Groupe 8" o:spid="_x0000_s1026" style="position:absolute;left:0;text-align:left;margin-left:-13.95pt;margin-top:20.85pt;width:512.5pt;height:91pt;z-index:251659264;mso-position-horizontal-relative:margin" coordsize="65087,115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">
                <v:group id="Groupe 16" o:spid="_x0000_s1027" style="position:absolute;width:65087;height:11557" coordorigin="-63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oupe 17" o:spid="_x0000_s1028" style="position:absolute;left:991;width:37331;height:7232" coordorigin="991" coordsize="37344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8" o:spid="_x0000_s1029" type="#_x0000_t75" style="position:absolute;left:28874;top:952;width:9462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">
                      <v:imagedata r:id="rId15" o:title="" croptop="17184f" cropbottom="16887f"/>
                    </v:shape>
                    <v:shape id="Image 19" o:spid="_x0000_s1030" type="#_x0000_t75" style="position:absolute;left:17036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">
                      <v:imagedata r:id="rId16" o:title=""/>
                    </v:shape>
                    <v:shape id="Image 20" o:spid="_x0000_s1031" type="#_x0000_t75" style="position:absolute;left:991;top:666;width:1308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1" o:spid="_x0000_s1032" type="#_x0000_t202" style="position:absolute;left:-63;top:7239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67D66737" w14:textId="77777777" w:rsidR="009A1927" w:rsidRPr="007B0452" w:rsidRDefault="009A1927" w:rsidP="009A1927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</w:t>
                          </w:r>
                          <w:r w:rsidRPr="00EC5BF0">
                            <w:rPr>
                              <w:i w:val="0"/>
                            </w:rPr>
                            <w:t xml:space="preserve"> est financé </w:t>
                          </w:r>
                          <w:r>
                            <w:rPr>
                              <w:i w:val="0"/>
                            </w:rPr>
                            <w:t>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2" o:spid="_x0000_s1033" type="#_x0000_t75" style="position:absolute;left:56594;top:444;width:7308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">
                    <v:imagedata r:id="rId18" o:title=""/>
                  </v:shape>
                </v:group>
                <v:shape id="Image 23" o:spid="_x0000_s1034" type="#_x0000_t75" style="position:absolute;left:42785;top:750;width:9379;height:4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">
                  <v:imagedata r:id="rId19" o:title=""/>
                </v:shape>
                <w10:wrap anchorx="margin"/>
              </v:group>
            </w:pict>
          </mc:Fallback>
        </mc:AlternateContent>
      </w:r>
    </w:p>
    <w:p w14:paraId="6F9E33AF" w14:textId="0DE759C3" w:rsidR="00995AF1" w:rsidRPr="00EC5BF0" w:rsidRDefault="00995AF1" w:rsidP="00995AF1">
      <w:pPr>
        <w:pStyle w:val="Corpsitalique"/>
        <w:rPr>
          <w:i w:val="0"/>
        </w:rPr>
      </w:pP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F10ACA">
        <w:trPr>
          <w:trHeight w:val="65"/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t>Prestations et prix</w:t>
      </w:r>
    </w:p>
    <w:p w14:paraId="19255D9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Les tâches essentielles qui devront être effectuées directement par le titulaire sont :</w:t>
      </w:r>
    </w:p>
    <w:p w14:paraId="4984C46C" w14:textId="7C7C9D26" w:rsidR="00995AF1" w:rsidRPr="00795CD8" w:rsidRDefault="007230AF" w:rsidP="00995AF1">
      <w:pPr>
        <w:pStyle w:val="Corpsdetexte"/>
        <w:rPr>
          <w:lang w:eastAsia="fr-FR"/>
        </w:rPr>
      </w:pPr>
      <w:bookmarkStart w:id="13" w:name="A2_1_p0B_a"/>
      <w:bookmarkEnd w:id="13"/>
      <w:r>
        <w:rPr>
          <w:lang w:eastAsia="fr-FR"/>
        </w:rPr>
        <w:t>Travaux de désamiantage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 xml:space="preserve">3 du </w:t>
      </w:r>
      <w:proofErr w:type="spellStart"/>
      <w:r w:rsidRPr="00795CD8">
        <w:rPr>
          <w:szCs w:val="20"/>
          <w:lang w:eastAsia="fr-FR"/>
        </w:rPr>
        <w:t>CCAP</w:t>
      </w:r>
      <w:proofErr w:type="spellEnd"/>
      <w:r w:rsidRPr="00795CD8">
        <w:rPr>
          <w:szCs w:val="20"/>
          <w:lang w:eastAsia="fr-FR"/>
        </w:rPr>
        <w:t>.</w:t>
      </w:r>
    </w:p>
    <w:p w14:paraId="06B4B400" w14:textId="77777777" w:rsidR="00E77552" w:rsidRPr="00795CD8" w:rsidRDefault="00E77552" w:rsidP="00E77552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4531"/>
        <w:gridCol w:w="1843"/>
        <w:gridCol w:w="1843"/>
        <w:gridCol w:w="1843"/>
      </w:tblGrid>
      <w:tr w:rsidR="00112208" w14:paraId="2493AD59" w14:textId="77777777" w:rsidTr="00BE59DE">
        <w:tc>
          <w:tcPr>
            <w:tcW w:w="4531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BE59DE">
        <w:tc>
          <w:tcPr>
            <w:tcW w:w="4531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1843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43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43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7194DBD2" w14:textId="77777777" w:rsidTr="00BE59DE">
        <w:tc>
          <w:tcPr>
            <w:tcW w:w="4531" w:type="dxa"/>
          </w:tcPr>
          <w:p w14:paraId="21C36193" w14:textId="35703CC5" w:rsidR="00112208" w:rsidRDefault="00112208" w:rsidP="00112208">
            <w:pPr>
              <w:pStyle w:val="TableauDroite"/>
              <w:rPr>
                <w:lang w:eastAsia="fr-FR"/>
              </w:rPr>
            </w:pPr>
            <w:r w:rsidRPr="00112208">
              <w:rPr>
                <w:lang w:eastAsia="fr-FR"/>
              </w:rPr>
              <w:t xml:space="preserve">Optionnelle </w:t>
            </w:r>
            <w:r>
              <w:rPr>
                <w:lang w:eastAsia="fr-FR"/>
              </w:rPr>
              <w:t>2</w:t>
            </w:r>
            <w:r w:rsidR="00BE59DE">
              <w:rPr>
                <w:rFonts w:ascii="Calibri" w:hAnsi="Calibri" w:cs="Calibri"/>
                <w:lang w:eastAsia="fr-FR"/>
              </w:rPr>
              <w:t> </w:t>
            </w:r>
            <w:r w:rsidR="00BE59DE">
              <w:rPr>
                <w:lang w:eastAsia="fr-FR"/>
              </w:rPr>
              <w:t>:</w:t>
            </w:r>
            <w:r w:rsidR="00BE59DE">
              <w:rPr>
                <w:lang w:eastAsia="fr-FR"/>
              </w:rPr>
              <w:br/>
            </w:r>
            <w:r w:rsidR="00BE59DE" w:rsidRPr="00BE59DE">
              <w:rPr>
                <w:lang w:eastAsia="fr-FR"/>
              </w:rPr>
              <w:t>Système de sonorisation « plan particulier de mise en sûreté »</w:t>
            </w:r>
          </w:p>
        </w:tc>
        <w:tc>
          <w:tcPr>
            <w:tcW w:w="1843" w:type="dxa"/>
          </w:tcPr>
          <w:p w14:paraId="5F82FE18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43" w:type="dxa"/>
          </w:tcPr>
          <w:p w14:paraId="3F5AD9A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43" w:type="dxa"/>
          </w:tcPr>
          <w:p w14:paraId="1B5D9E7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BE59DE">
        <w:tc>
          <w:tcPr>
            <w:tcW w:w="4531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1843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43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1843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779B1DFC" w14:textId="15282BE9" w:rsidR="005E2085" w:rsidRDefault="005E2085" w:rsidP="005E2085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101D70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101D70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101D70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101D70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101D70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F10ACA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101D70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4" w:name="A3A_2B_p1R_a"/>
            <w:r w:rsidRPr="00ED1F4A">
              <w:t>Tranche</w:t>
            </w:r>
            <w:bookmarkEnd w:id="14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27285F13" w:rsidR="00ED1F4A" w:rsidRPr="00ED1F4A" w:rsidRDefault="003A5286" w:rsidP="00ED1F4A">
            <w:pPr>
              <w:pStyle w:val="TableauDroite"/>
            </w:pPr>
            <w:r>
              <w:t>16 mois</w:t>
            </w:r>
          </w:p>
        </w:tc>
      </w:tr>
      <w:tr w:rsidR="00ED1F4A" w:rsidRPr="00ED1F4A" w14:paraId="714021A4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77640D40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  <w:tr w:rsidR="00ED1F4A" w:rsidRPr="00ED1F4A" w14:paraId="1E060846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4577270" w14:textId="77777777" w:rsidR="00ED1F4A" w:rsidRPr="00ED1F4A" w:rsidRDefault="00ED1F4A" w:rsidP="00ED1F4A">
            <w:pPr>
              <w:pStyle w:val="TableauDroite"/>
            </w:pPr>
            <w:r w:rsidRPr="00ED1F4A">
              <w:t>Optionnelle 2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FA3E" w14:textId="29E9615D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00FD6066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</w:t>
      </w:r>
      <w:r w:rsidR="003A5286">
        <w:t>.</w:t>
      </w:r>
      <w:r>
        <w:t xml:space="preserve">1 du </w:t>
      </w:r>
      <w:proofErr w:type="spellStart"/>
      <w:r>
        <w:t>CCAP</w:t>
      </w:r>
      <w:proofErr w:type="spellEnd"/>
      <w:r>
        <w:t>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Les modalités du règlement des comptes du marché sont spécifiées à l'article 3-2 du </w:t>
      </w:r>
      <w:proofErr w:type="spellStart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</w:t>
      </w:r>
      <w:proofErr w:type="spellStart"/>
      <w:r w:rsidRPr="000A446A">
        <w:rPr>
          <w:lang w:eastAsia="fr-FR"/>
        </w:rPr>
        <w:t>CCAP</w:t>
      </w:r>
      <w:proofErr w:type="spellEnd"/>
      <w:r w:rsidRPr="000A446A">
        <w:rPr>
          <w:lang w:eastAsia="fr-FR"/>
        </w:rPr>
        <w:t>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 xml:space="preserve">2 du </w:t>
      </w:r>
      <w:proofErr w:type="spellStart"/>
      <w:r w:rsidRPr="00795CD8">
        <w:rPr>
          <w:lang w:eastAsia="fr-FR"/>
        </w:rPr>
        <w:t>CCAP</w:t>
      </w:r>
      <w:proofErr w:type="spellEnd"/>
      <w:r w:rsidRPr="00795CD8">
        <w:rPr>
          <w:lang w:eastAsia="fr-FR"/>
        </w:rPr>
        <w:t>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693109" w:rsidRPr="00795CD8" w14:paraId="56CD1972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101D70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23B02096" w:rsidR="00000859" w:rsidRDefault="00000859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DED72F" w14:textId="77777777" w:rsidR="00000859" w:rsidRDefault="00000859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5D551269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DF4590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DF4590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1469D383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N°</w:t>
      </w:r>
      <w:r w:rsidR="00F10ACA">
        <w:rPr>
          <w:lang w:eastAsia="fr-FR"/>
        </w:rPr>
        <w:t>1</w:t>
      </w:r>
      <w:r w:rsidRPr="00795CD8">
        <w:rPr>
          <w:lang w:eastAsia="fr-FR"/>
        </w:rPr>
        <w:t xml:space="preserve"> </w:t>
      </w:r>
      <w:r w:rsidR="00F10ACA">
        <w:rPr>
          <w:lang w:eastAsia="fr-FR"/>
        </w:rPr>
        <w:t>À</w:t>
      </w:r>
      <w:r w:rsidRPr="00795CD8">
        <w:rPr>
          <w:lang w:eastAsia="fr-FR"/>
        </w:rPr>
        <w:t xml:space="preserve">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7093D08" w14:textId="77777777" w:rsidR="00995AF1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E816F" w14:textId="77777777" w:rsidR="00D346DA" w:rsidRPr="00D346DA" w:rsidRDefault="00D346DA" w:rsidP="00D346DA">
            <w:pP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B014C93" w14:textId="77777777" w:rsidR="00D346DA" w:rsidRPr="00D346DA" w:rsidRDefault="00D346DA" w:rsidP="00D346DA">
            <w:pP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C353FA6" w14:textId="77777777" w:rsidR="00D346DA" w:rsidRPr="00D346DA" w:rsidRDefault="00D346DA" w:rsidP="00D346DA">
            <w:pP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AD3823C" w14:textId="77777777" w:rsidR="00D346DA" w:rsidRPr="00D346DA" w:rsidRDefault="00D346DA" w:rsidP="00D346DA">
            <w:pP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CCB795" w14:textId="77777777" w:rsidR="00D346DA" w:rsidRPr="00D346DA" w:rsidRDefault="00D346DA" w:rsidP="00D346DA">
            <w:pP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331B9E" w14:textId="77777777" w:rsidR="00D346DA" w:rsidRPr="00D346DA" w:rsidRDefault="00D346DA" w:rsidP="00D346DA">
            <w:pP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7B90538" w14:textId="77777777" w:rsidR="00D346DA" w:rsidRPr="00D346DA" w:rsidRDefault="00D346DA" w:rsidP="00D346DA">
            <w:pP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000A096B" w:rsidR="00D346DA" w:rsidRPr="00D346DA" w:rsidRDefault="00D346DA" w:rsidP="00D346DA">
            <w:pPr>
              <w:tabs>
                <w:tab w:val="left" w:pos="2925"/>
              </w:tabs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ab/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589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84"/>
        <w:gridCol w:w="729"/>
        <w:gridCol w:w="739"/>
        <w:gridCol w:w="770"/>
        <w:gridCol w:w="18"/>
        <w:gridCol w:w="2103"/>
        <w:gridCol w:w="18"/>
        <w:gridCol w:w="1782"/>
        <w:gridCol w:w="18"/>
        <w:gridCol w:w="2409"/>
        <w:gridCol w:w="18"/>
      </w:tblGrid>
      <w:tr w:rsidR="00995AF1" w:rsidRPr="00795CD8" w14:paraId="4049C6D9" w14:textId="77777777" w:rsidTr="001640DC">
        <w:trPr>
          <w:gridAfter w:val="1"/>
          <w:wAfter w:w="18" w:type="dxa"/>
          <w:tblHeader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49445F7D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01D70">
      <w:rPr>
        <w:rStyle w:val="Numrodepage"/>
        <w:noProof/>
      </w:rPr>
      <w:t>26</w: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79819C0D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041623">
            <w:t>Lot n°13</w:t>
          </w:r>
          <w:r w:rsidR="00041623" w:rsidRPr="00041623">
            <w:rPr>
              <w:rFonts w:ascii="Calibri" w:hAnsi="Calibri" w:cs="Calibri"/>
            </w:rPr>
            <w:t> </w:t>
          </w:r>
          <w:r w:rsidR="00041623">
            <w:t>: É</w:t>
          </w:r>
          <w:r w:rsidR="00041623" w:rsidRPr="00D0723C">
            <w:t>lectricit</w:t>
          </w:r>
          <w:r w:rsidR="00041623">
            <w:t>é</w:t>
          </w:r>
          <w:r w:rsidR="00041623" w:rsidRPr="00D0723C">
            <w:t xml:space="preserve"> courants forts et courants faibles</w:t>
          </w:r>
          <w:r>
            <w:fldChar w:fldCharType="end"/>
          </w:r>
        </w:p>
        <w:p w14:paraId="731E82FD" w14:textId="3EAE2E88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101D70" w:rsidRPr="00101D70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21ABB1F2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101D70">
            <w:t>Rénovation du bâtiment B</w:t>
          </w:r>
          <w:r>
            <w:fldChar w:fldCharType="end"/>
          </w:r>
        </w:p>
        <w:p w14:paraId="711ACB36" w14:textId="26406D80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101D70" w:rsidRPr="00101D70">
            <w:rPr>
              <w:rFonts w:ascii="Marianne" w:hAnsi="Marianne"/>
              <w:szCs w:val="16"/>
            </w:rPr>
            <w:t>École</w:t>
          </w:r>
          <w:r w:rsidR="00101D70" w:rsidRPr="00101D70">
            <w:rPr>
              <w:rStyle w:val="PiednormalCar"/>
            </w:rPr>
            <w:t xml:space="preserve"> centrale de Nantes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0859"/>
    <w:rsid w:val="00007BE5"/>
    <w:rsid w:val="00013B09"/>
    <w:rsid w:val="00015220"/>
    <w:rsid w:val="0001578A"/>
    <w:rsid w:val="00017CB2"/>
    <w:rsid w:val="00023726"/>
    <w:rsid w:val="00032ED8"/>
    <w:rsid w:val="00041623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71D4"/>
    <w:rsid w:val="000D7A2F"/>
    <w:rsid w:val="000E3B29"/>
    <w:rsid w:val="000E6784"/>
    <w:rsid w:val="000F07FD"/>
    <w:rsid w:val="000F1CB9"/>
    <w:rsid w:val="00101D70"/>
    <w:rsid w:val="001029E1"/>
    <w:rsid w:val="0010679B"/>
    <w:rsid w:val="00112208"/>
    <w:rsid w:val="001200FD"/>
    <w:rsid w:val="0012122C"/>
    <w:rsid w:val="0012751C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411F"/>
    <w:rsid w:val="00196B05"/>
    <w:rsid w:val="001A3B28"/>
    <w:rsid w:val="001A5417"/>
    <w:rsid w:val="001B46BB"/>
    <w:rsid w:val="001C79E5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727B"/>
    <w:rsid w:val="002E3D12"/>
    <w:rsid w:val="002E4030"/>
    <w:rsid w:val="003022C3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87158"/>
    <w:rsid w:val="00390415"/>
    <w:rsid w:val="00392F5C"/>
    <w:rsid w:val="003935FB"/>
    <w:rsid w:val="003A5211"/>
    <w:rsid w:val="003A5286"/>
    <w:rsid w:val="003A7BC3"/>
    <w:rsid w:val="003B45A1"/>
    <w:rsid w:val="003D1564"/>
    <w:rsid w:val="003D1DE1"/>
    <w:rsid w:val="003D20E9"/>
    <w:rsid w:val="003D3D28"/>
    <w:rsid w:val="003D6FC8"/>
    <w:rsid w:val="003E3ADA"/>
    <w:rsid w:val="003F1091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1CC"/>
    <w:rsid w:val="004A588D"/>
    <w:rsid w:val="004B307F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E2085"/>
    <w:rsid w:val="005F2E98"/>
    <w:rsid w:val="005F414B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859B0"/>
    <w:rsid w:val="00693109"/>
    <w:rsid w:val="006A4ADA"/>
    <w:rsid w:val="006A5567"/>
    <w:rsid w:val="006A57FF"/>
    <w:rsid w:val="006B2796"/>
    <w:rsid w:val="006B7B6E"/>
    <w:rsid w:val="006C5871"/>
    <w:rsid w:val="006D09AD"/>
    <w:rsid w:val="006D0E66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B57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2DA5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32CB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A1927"/>
    <w:rsid w:val="009B6B2F"/>
    <w:rsid w:val="009C0C96"/>
    <w:rsid w:val="009C0FA0"/>
    <w:rsid w:val="009C141C"/>
    <w:rsid w:val="009C2BF7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10A83"/>
    <w:rsid w:val="00A124A0"/>
    <w:rsid w:val="00A1486F"/>
    <w:rsid w:val="00A17DC2"/>
    <w:rsid w:val="00A2161A"/>
    <w:rsid w:val="00A23C8E"/>
    <w:rsid w:val="00A26027"/>
    <w:rsid w:val="00A30EA6"/>
    <w:rsid w:val="00A42D91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B566A"/>
    <w:rsid w:val="00AB7CC5"/>
    <w:rsid w:val="00AC5A03"/>
    <w:rsid w:val="00AD15FB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A03B3"/>
    <w:rsid w:val="00BA681B"/>
    <w:rsid w:val="00BC3B98"/>
    <w:rsid w:val="00BC4BBA"/>
    <w:rsid w:val="00BE1A45"/>
    <w:rsid w:val="00BE2D02"/>
    <w:rsid w:val="00BE59DE"/>
    <w:rsid w:val="00BE6504"/>
    <w:rsid w:val="00BE7E2C"/>
    <w:rsid w:val="00BE7EE6"/>
    <w:rsid w:val="00BF4381"/>
    <w:rsid w:val="00C00AD3"/>
    <w:rsid w:val="00C1153C"/>
    <w:rsid w:val="00C11580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0723C"/>
    <w:rsid w:val="00D10C52"/>
    <w:rsid w:val="00D346DA"/>
    <w:rsid w:val="00D3556B"/>
    <w:rsid w:val="00D37F51"/>
    <w:rsid w:val="00D42A54"/>
    <w:rsid w:val="00D60FCE"/>
    <w:rsid w:val="00D65CFE"/>
    <w:rsid w:val="00D661C0"/>
    <w:rsid w:val="00D72CB9"/>
    <w:rsid w:val="00D741A6"/>
    <w:rsid w:val="00D752F5"/>
    <w:rsid w:val="00D764BE"/>
    <w:rsid w:val="00D805EC"/>
    <w:rsid w:val="00D84306"/>
    <w:rsid w:val="00D906A9"/>
    <w:rsid w:val="00D9141E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F3162"/>
    <w:rsid w:val="00DF4590"/>
    <w:rsid w:val="00E05336"/>
    <w:rsid w:val="00E11404"/>
    <w:rsid w:val="00E11B90"/>
    <w:rsid w:val="00E249DF"/>
    <w:rsid w:val="00E27A71"/>
    <w:rsid w:val="00E47097"/>
    <w:rsid w:val="00E57AF6"/>
    <w:rsid w:val="00E623E6"/>
    <w:rsid w:val="00E669F0"/>
    <w:rsid w:val="00E72B65"/>
    <w:rsid w:val="00E77552"/>
    <w:rsid w:val="00E80D8A"/>
    <w:rsid w:val="00E87F92"/>
    <w:rsid w:val="00EA4EC9"/>
    <w:rsid w:val="00EB5BF3"/>
    <w:rsid w:val="00EB66F8"/>
    <w:rsid w:val="00EC3FED"/>
    <w:rsid w:val="00EC5BF0"/>
    <w:rsid w:val="00EC7E79"/>
    <w:rsid w:val="00ED1F4A"/>
    <w:rsid w:val="00EE5763"/>
    <w:rsid w:val="00EF295D"/>
    <w:rsid w:val="00EF5CF0"/>
    <w:rsid w:val="00F043B7"/>
    <w:rsid w:val="00F10ACA"/>
    <w:rsid w:val="00F13579"/>
    <w:rsid w:val="00F22CF7"/>
    <w:rsid w:val="00F2464C"/>
    <w:rsid w:val="00F256D3"/>
    <w:rsid w:val="00F25DA3"/>
    <w:rsid w:val="00F261BB"/>
    <w:rsid w:val="00F3175C"/>
    <w:rsid w:val="00F3383B"/>
    <w:rsid w:val="00F36DA2"/>
    <w:rsid w:val="00F471E9"/>
    <w:rsid w:val="00F50D49"/>
    <w:rsid w:val="00F50E4D"/>
    <w:rsid w:val="00F52A2A"/>
    <w:rsid w:val="00F542FC"/>
    <w:rsid w:val="00F56427"/>
    <w:rsid w:val="00F64B87"/>
    <w:rsid w:val="00F67DD9"/>
    <w:rsid w:val="00F710F9"/>
    <w:rsid w:val="00F7722A"/>
    <w:rsid w:val="00F90096"/>
    <w:rsid w:val="00F906CB"/>
    <w:rsid w:val="00F933B3"/>
    <w:rsid w:val="00FA270E"/>
    <w:rsid w:val="00FA5197"/>
    <w:rsid w:val="00FC4DDA"/>
    <w:rsid w:val="00FC5C06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38397C4"/>
  <w15:chartTrackingRefBased/>
  <w15:docId w15:val="{9AE99DEA-9D40-426F-8C3C-E6EF626B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265</TotalTime>
  <Pages>24</Pages>
  <Words>3048</Words>
  <Characters>16766</Characters>
  <Application>Microsoft Office Word</Application>
  <DocSecurity>0</DocSecurity>
  <Lines>139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dc:description/>
  <cp:lastModifiedBy>L-Hullier Sebastien</cp:lastModifiedBy>
  <cp:revision>16</cp:revision>
  <cp:lastPrinted>2025-05-13T15:49:00Z</cp:lastPrinted>
  <dcterms:created xsi:type="dcterms:W3CDTF">2024-06-04T12:30:00Z</dcterms:created>
  <dcterms:modified xsi:type="dcterms:W3CDTF">2025-06-19T07:25:00Z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