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0FBCF51D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</w:t>
      </w:r>
      <w:r w:rsidR="009500D7">
        <w:t>12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2AC5A5B5" w:rsidR="00995AF1" w:rsidRPr="00C307FC" w:rsidRDefault="00F906CB" w:rsidP="009500D7">
      <w:pPr>
        <w:pStyle w:val="PdgObjetdumarch0"/>
      </w:pPr>
      <w:bookmarkStart w:id="2" w:name="Mission_lot"/>
      <w:r>
        <w:t>Lot n°</w:t>
      </w:r>
      <w:r w:rsidR="009500D7">
        <w:t>12</w:t>
      </w:r>
      <w:r>
        <w:rPr>
          <w:rFonts w:ascii="Calibri" w:hAnsi="Calibri" w:cs="Calibri"/>
        </w:rPr>
        <w:t> </w:t>
      </w:r>
      <w:r>
        <w:t xml:space="preserve">: </w:t>
      </w:r>
      <w:r w:rsidR="009500D7">
        <w:t>C</w:t>
      </w:r>
      <w:r w:rsidR="009500D7" w:rsidRPr="009500D7">
        <w:t>hauffage</w:t>
      </w:r>
      <w:r w:rsidR="009500D7">
        <w:t xml:space="preserve"> </w:t>
      </w:r>
      <w:r w:rsidR="009500D7" w:rsidRPr="009500D7">
        <w:t>-</w:t>
      </w:r>
      <w:r w:rsidR="009500D7">
        <w:t xml:space="preserve"> V</w:t>
      </w:r>
      <w:r w:rsidR="009500D7" w:rsidRPr="009500D7">
        <w:t xml:space="preserve">entilation - </w:t>
      </w:r>
      <w:r w:rsidR="009500D7">
        <w:t>P</w:t>
      </w:r>
      <w:r w:rsidR="009500D7" w:rsidRPr="009500D7">
        <w:t>lomberie sanitaire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2E2DA2AC" w14:textId="6D4492E8" w:rsidR="00995AF1" w:rsidRPr="00597383" w:rsidRDefault="00995AF1" w:rsidP="00995AF1">
            <w:pPr>
              <w:pStyle w:val="Pdginfos"/>
            </w:pPr>
            <w:bookmarkStart w:id="5" w:name="Établissementcommune"/>
            <w:r w:rsidRPr="00BE6504">
              <w:t>É</w:t>
            </w:r>
            <w:r w:rsidR="00E11B90">
              <w:t>cole centrale de Nantes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4332CF88" w:rsidR="00995AF1" w:rsidRPr="00B951CA" w:rsidRDefault="007F2BFE" w:rsidP="00995AF1">
      <w:pPr>
        <w:pStyle w:val="PdgVersion"/>
        <w:jc w:val="right"/>
        <w:rPr>
          <w:b w:val="0"/>
        </w:rPr>
      </w:pPr>
      <w:r>
        <w:rPr>
          <w:b w:val="0"/>
        </w:rPr>
        <w:t>Juin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6BD7CA7" w14:textId="77777777" w:rsidR="006D0E66" w:rsidRDefault="006D0E66" w:rsidP="006D0E66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  <w:p w14:paraId="066F7DA4" w14:textId="77777777" w:rsidR="00995AF1" w:rsidRPr="00292E33" w:rsidRDefault="00995AF1" w:rsidP="006D0E66">
            <w:pPr>
              <w:pStyle w:val="Pdginfos"/>
              <w:spacing w:after="0"/>
              <w:ind w:left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6AAF7338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111F0E">
        <w:fldChar w:fldCharType="begin"/>
      </w:r>
      <w:r w:rsidR="00111F0E">
        <w:instrText xml:space="preserve"> NUMPAGES   \* MERGEFORMAT </w:instrText>
      </w:r>
      <w:r w:rsidR="00111F0E">
        <w:fldChar w:fldCharType="separate"/>
      </w:r>
      <w:r w:rsidR="00366FDB">
        <w:rPr>
          <w:noProof/>
        </w:rPr>
        <w:t>26</w:t>
      </w:r>
      <w:r w:rsidR="00111F0E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59044303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366FDB">
        <w:t>AC-NANTES_SCUS_25-112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703BB52F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366FDB">
        <w:t>Lot n°12</w:t>
      </w:r>
      <w:r w:rsidR="00366FDB">
        <w:rPr>
          <w:rFonts w:ascii="Calibri" w:hAnsi="Calibri" w:cs="Calibri"/>
        </w:rPr>
        <w:t> </w:t>
      </w:r>
      <w:r w:rsidR="00366FDB">
        <w:t>: C</w:t>
      </w:r>
      <w:r w:rsidR="00366FDB" w:rsidRPr="009500D7">
        <w:t>hauffage</w:t>
      </w:r>
      <w:r w:rsidR="00366FDB">
        <w:t xml:space="preserve"> </w:t>
      </w:r>
      <w:r w:rsidR="00366FDB" w:rsidRPr="009500D7">
        <w:t>-</w:t>
      </w:r>
      <w:r w:rsidR="00366FDB">
        <w:t xml:space="preserve"> V</w:t>
      </w:r>
      <w:r w:rsidR="00366FDB" w:rsidRPr="009500D7">
        <w:t xml:space="preserve">entilation - </w:t>
      </w:r>
      <w:r w:rsidR="00366FDB">
        <w:t>P</w:t>
      </w:r>
      <w:r w:rsidR="00366FDB" w:rsidRPr="009500D7">
        <w:t>lomberie sanitaire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6AD86759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C7C9D26" w:rsidR="00995AF1" w:rsidRPr="00795CD8" w:rsidRDefault="007230AF" w:rsidP="00995AF1">
      <w:pPr>
        <w:pStyle w:val="Corpsdetexte"/>
        <w:rPr>
          <w:lang w:eastAsia="fr-FR"/>
        </w:rPr>
      </w:pPr>
      <w:bookmarkStart w:id="13" w:name="A2_1_p0B_a"/>
      <w:bookmarkEnd w:id="13"/>
      <w:r>
        <w:rPr>
          <w:lang w:eastAsia="fr-FR"/>
        </w:rPr>
        <w:t>Travaux de désamiantage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62856336" w14:textId="77777777" w:rsidR="003133F0" w:rsidRPr="00795CD8" w:rsidRDefault="003133F0" w:rsidP="003133F0">
      <w:pPr>
        <w:pStyle w:val="Corpsdetexte"/>
        <w:rPr>
          <w:lang w:eastAsia="fr-FR"/>
        </w:rPr>
      </w:pPr>
      <w:bookmarkStart w:id="14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4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250AD666" w14:textId="70B88ADB" w:rsidR="000529E6" w:rsidRDefault="003F465D" w:rsidP="000529E6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5" w:name="A3A_2B_p1R_a"/>
            <w:r w:rsidRPr="00ED1F4A">
              <w:t>Tranche</w:t>
            </w:r>
            <w:bookmarkEnd w:id="15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 xml:space="preserve">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0623490C" w14:textId="02294587" w:rsidR="00ED1F4A" w:rsidRDefault="00ED1F4A" w:rsidP="00ED1F4A">
      <w:pPr>
        <w:pStyle w:val="Titren1surlign"/>
        <w:pageBreakBefore/>
        <w:rPr>
          <w:lang w:eastAsia="fr-FR"/>
        </w:rPr>
      </w:pPr>
      <w:r w:rsidRPr="00ED1F4A">
        <w:rPr>
          <w:lang w:eastAsia="fr-FR"/>
        </w:rPr>
        <w:t>Insertion professionnelle des publics en difficulté</w:t>
      </w:r>
    </w:p>
    <w:p w14:paraId="528D3D66" w14:textId="77777777" w:rsidR="00ED1F4A" w:rsidRPr="00ED1F4A" w:rsidRDefault="00ED1F4A" w:rsidP="00605D5E">
      <w:pPr>
        <w:pStyle w:val="Corpsdetexte"/>
        <w:rPr>
          <w:lang w:eastAsia="fr-FR"/>
        </w:rPr>
      </w:pPr>
      <w:r w:rsidRPr="00ED1F4A">
        <w:rPr>
          <w:lang w:eastAsia="fr-FR"/>
        </w:rPr>
        <w:t>Après avoir pris connaissance du cahier des clauses administratives particulières et notamment des articles N° 1-6.5 et N°11 relatifs à l’action obligatoire d’insertion,</w:t>
      </w:r>
    </w:p>
    <w:p w14:paraId="0F7946BA" w14:textId="5B1903EC" w:rsidR="00ED1F4A" w:rsidRP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m'engage sans réserve, à :</w:t>
      </w:r>
    </w:p>
    <w:p w14:paraId="3A9B0ACA" w14:textId="6B916A7A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réserver</w:t>
      </w:r>
      <w:proofErr w:type="gramEnd"/>
      <w:r w:rsidRPr="00ED1F4A">
        <w:rPr>
          <w:lang w:eastAsia="fr-FR"/>
        </w:rPr>
        <w:t xml:space="preserve">, dans l’exécution du lot désigné en page 1 du présent acte d'engagement, un nombre d’heures de travail au moins égal à celui indiqué à l’article </w:t>
      </w:r>
      <w:r w:rsidR="00F50D49">
        <w:rPr>
          <w:lang w:eastAsia="fr-FR"/>
        </w:rPr>
        <w:t>8.2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68F9AA37" w14:textId="4591711D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prendre</w:t>
      </w:r>
      <w:proofErr w:type="gramEnd"/>
      <w:r w:rsidRPr="00ED1F4A">
        <w:rPr>
          <w:lang w:eastAsia="fr-FR"/>
        </w:rPr>
        <w:t xml:space="preserve"> l’attache du facilitateur de la clause sociale désigné à l’article </w:t>
      </w:r>
      <w:r w:rsidR="00F50D49">
        <w:rPr>
          <w:lang w:eastAsia="fr-FR"/>
        </w:rPr>
        <w:t>8.5</w:t>
      </w:r>
      <w:r w:rsidRPr="00ED1F4A">
        <w:rPr>
          <w:lang w:eastAsia="fr-FR"/>
        </w:rPr>
        <w:t xml:space="preserve"> du </w:t>
      </w:r>
      <w:proofErr w:type="spellStart"/>
      <w:r w:rsidRPr="00ED1F4A">
        <w:rPr>
          <w:lang w:eastAsia="fr-FR"/>
        </w:rPr>
        <w:t>CCAP</w:t>
      </w:r>
      <w:proofErr w:type="spellEnd"/>
      <w:r w:rsidRPr="00ED1F4A">
        <w:rPr>
          <w:lang w:eastAsia="fr-FR"/>
        </w:rPr>
        <w:t>, afin de préciser ou de définir les modalités de mise en œuvre des clauses sociales. Un plan d’action pourra être élaboré à cet effet avec l’accompagnement du facilitateur.</w:t>
      </w:r>
    </w:p>
    <w:p w14:paraId="4D040115" w14:textId="7033CFF2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fournir</w:t>
      </w:r>
      <w:proofErr w:type="gramEnd"/>
      <w:r w:rsidRPr="00ED1F4A">
        <w:rPr>
          <w:lang w:eastAsia="fr-FR"/>
        </w:rPr>
        <w:t xml:space="preserve"> dans un délai qui me sera imparti, toutes informations utiles à l’appréciation de la réalisation de l’action d’insertion.</w:t>
      </w:r>
    </w:p>
    <w:p w14:paraId="2DAA5B32" w14:textId="69DA13A1" w:rsid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nous engageons sans réserve, en tant que cotraitants groupés solidaires, représentés par :</w:t>
      </w:r>
    </w:p>
    <w:tbl>
      <w:tblPr>
        <w:tblStyle w:val="Grilledutableau"/>
        <w:tblW w:w="7371" w:type="dxa"/>
        <w:jc w:val="center"/>
        <w:tblLook w:val="04A0" w:firstRow="1" w:lastRow="0" w:firstColumn="1" w:lastColumn="0" w:noHBand="0" w:noVBand="1"/>
      </w:tblPr>
      <w:tblGrid>
        <w:gridCol w:w="7371"/>
      </w:tblGrid>
      <w:tr w:rsidR="00605D5E" w14:paraId="6456D7FC" w14:textId="77777777" w:rsidTr="00605D5E">
        <w:trPr>
          <w:jc w:val="center"/>
        </w:trPr>
        <w:tc>
          <w:tcPr>
            <w:tcW w:w="7371" w:type="dxa"/>
          </w:tcPr>
          <w:p w14:paraId="4C07DA84" w14:textId="77777777" w:rsidR="00605D5E" w:rsidRDefault="00605D5E" w:rsidP="00605D5E">
            <w:pPr>
              <w:pStyle w:val="TableauCentr0"/>
              <w:ind w:left="1156" w:right="1224"/>
              <w:rPr>
                <w:lang w:eastAsia="fr-FR"/>
              </w:rPr>
            </w:pPr>
          </w:p>
        </w:tc>
      </w:tr>
    </w:tbl>
    <w:p w14:paraId="4F1E8854" w14:textId="77777777" w:rsidR="00605D5E" w:rsidRDefault="00605D5E" w:rsidP="00605D5E">
      <w:pPr>
        <w:pStyle w:val="Corpsdetexte"/>
        <w:rPr>
          <w:lang w:eastAsia="fr-FR"/>
        </w:rPr>
      </w:pPr>
    </w:p>
    <w:p w14:paraId="7195767F" w14:textId="1E376B5D" w:rsidR="00ED1F4A" w:rsidRPr="00ED1F4A" w:rsidRDefault="00ED1F4A" w:rsidP="00605D5E">
      <w:pPr>
        <w:pStyle w:val="Corpsdetexte"/>
        <w:rPr>
          <w:lang w:eastAsia="fr-FR"/>
        </w:rPr>
      </w:pPr>
      <w:proofErr w:type="gramStart"/>
      <w:r w:rsidRPr="00ED1F4A">
        <w:rPr>
          <w:lang w:eastAsia="fr-FR"/>
        </w:rPr>
        <w:t>mandataire</w:t>
      </w:r>
      <w:proofErr w:type="gramEnd"/>
      <w:r w:rsidRPr="00ED1F4A">
        <w:rPr>
          <w:lang w:eastAsia="fr-FR"/>
        </w:rPr>
        <w:t xml:space="preserve"> du groupement, à :</w:t>
      </w:r>
    </w:p>
    <w:p w14:paraId="0DEFC779" w14:textId="5287B0B2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réserver</w:t>
      </w:r>
      <w:proofErr w:type="gramEnd"/>
      <w:r w:rsidRPr="00ED1F4A">
        <w:rPr>
          <w:lang w:eastAsia="fr-FR"/>
        </w:rPr>
        <w:t xml:space="preserve">, dans l’exécution du lot désigné en page 1 du présent acte d'engagement, un nombre d’heures de travail au moins égal à celui indiqué à l’article </w:t>
      </w:r>
      <w:r w:rsidR="00F50D49">
        <w:rPr>
          <w:lang w:eastAsia="fr-FR"/>
        </w:rPr>
        <w:t>8.2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42C41EA2" w14:textId="4762E615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prendre</w:t>
      </w:r>
      <w:proofErr w:type="gramEnd"/>
      <w:r w:rsidRPr="00ED1F4A">
        <w:rPr>
          <w:lang w:eastAsia="fr-FR"/>
        </w:rPr>
        <w:t xml:space="preserve"> l’attache du facilitateur de la clause sociale désigné à l’article </w:t>
      </w:r>
      <w:r w:rsidR="00F50D49">
        <w:rPr>
          <w:lang w:eastAsia="fr-FR"/>
        </w:rPr>
        <w:t>8.5</w:t>
      </w:r>
      <w:r w:rsidRPr="00ED1F4A">
        <w:rPr>
          <w:lang w:eastAsia="fr-FR"/>
        </w:rPr>
        <w:t xml:space="preserve"> du </w:t>
      </w:r>
      <w:proofErr w:type="spellStart"/>
      <w:r w:rsidRPr="00ED1F4A">
        <w:rPr>
          <w:lang w:eastAsia="fr-FR"/>
        </w:rPr>
        <w:t>CCAP</w:t>
      </w:r>
      <w:proofErr w:type="spellEnd"/>
      <w:r w:rsidRPr="00ED1F4A">
        <w:rPr>
          <w:lang w:eastAsia="fr-FR"/>
        </w:rPr>
        <w:t>, afin de préciser ou de définir les modalités de mise en œuvre des clauses sociales. Un plan d’action pourra être élaboré à cet effet avec l’accompagnement du facilitateur.</w:t>
      </w:r>
    </w:p>
    <w:p w14:paraId="78D81719" w14:textId="59B7C53D" w:rsidR="00ED1F4A" w:rsidRPr="00ED1F4A" w:rsidRDefault="00ED1F4A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fournir</w:t>
      </w:r>
      <w:proofErr w:type="gramEnd"/>
      <w:r w:rsidRPr="00ED1F4A">
        <w:rPr>
          <w:lang w:eastAsia="fr-FR"/>
        </w:rPr>
        <w:t xml:space="preserve"> dans un délai qui me sera imparti, toutes informations utiles à l’appréciation de la réalisation de l’action d’insertion.</w:t>
      </w:r>
    </w:p>
    <w:p w14:paraId="14FB09A7" w14:textId="1344D38D" w:rsidR="00ED1F4A" w:rsidRPr="00ED1F4A" w:rsidRDefault="00605D5E" w:rsidP="00605D5E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>
        <w:rPr>
          <w:lang w:eastAsia="fr-FR"/>
        </w:rPr>
        <w:t xml:space="preserve"> </w:t>
      </w:r>
      <w:r w:rsidR="00ED1F4A" w:rsidRPr="00ED1F4A">
        <w:rPr>
          <w:lang w:eastAsia="fr-FR"/>
        </w:rPr>
        <w:t>nous engageons sans réserve, en tant que cotraitants groupés conjoints, représentés par :</w:t>
      </w:r>
    </w:p>
    <w:tbl>
      <w:tblPr>
        <w:tblStyle w:val="Grilledutableau"/>
        <w:tblW w:w="7371" w:type="dxa"/>
        <w:jc w:val="center"/>
        <w:tblLook w:val="04A0" w:firstRow="1" w:lastRow="0" w:firstColumn="1" w:lastColumn="0" w:noHBand="0" w:noVBand="1"/>
      </w:tblPr>
      <w:tblGrid>
        <w:gridCol w:w="7371"/>
      </w:tblGrid>
      <w:tr w:rsidR="00605D5E" w14:paraId="665A14D6" w14:textId="77777777" w:rsidTr="00101D70">
        <w:trPr>
          <w:jc w:val="center"/>
        </w:trPr>
        <w:tc>
          <w:tcPr>
            <w:tcW w:w="7371" w:type="dxa"/>
          </w:tcPr>
          <w:p w14:paraId="24DDA6F0" w14:textId="77777777" w:rsidR="00605D5E" w:rsidRDefault="00605D5E" w:rsidP="00101D70">
            <w:pPr>
              <w:pStyle w:val="TableauCentr0"/>
              <w:ind w:left="1156" w:right="1224"/>
              <w:rPr>
                <w:lang w:eastAsia="fr-FR"/>
              </w:rPr>
            </w:pPr>
          </w:p>
        </w:tc>
      </w:tr>
    </w:tbl>
    <w:p w14:paraId="28DE32CE" w14:textId="77777777" w:rsidR="00605D5E" w:rsidRDefault="00605D5E" w:rsidP="00605D5E">
      <w:pPr>
        <w:pStyle w:val="Corpsdetexte"/>
        <w:rPr>
          <w:lang w:eastAsia="fr-FR"/>
        </w:rPr>
      </w:pPr>
    </w:p>
    <w:p w14:paraId="6F4FD33D" w14:textId="77777777" w:rsidR="00605D5E" w:rsidRPr="00ED1F4A" w:rsidRDefault="00605D5E" w:rsidP="00605D5E">
      <w:pPr>
        <w:pStyle w:val="Corpsdetexte"/>
        <w:rPr>
          <w:lang w:eastAsia="fr-FR"/>
        </w:rPr>
      </w:pPr>
      <w:proofErr w:type="gramStart"/>
      <w:r w:rsidRPr="00ED1F4A">
        <w:rPr>
          <w:lang w:eastAsia="fr-FR"/>
        </w:rPr>
        <w:t>mandataire</w:t>
      </w:r>
      <w:proofErr w:type="gramEnd"/>
      <w:r w:rsidRPr="00ED1F4A">
        <w:rPr>
          <w:lang w:eastAsia="fr-FR"/>
        </w:rPr>
        <w:t xml:space="preserve"> du groupement, à :</w:t>
      </w:r>
    </w:p>
    <w:p w14:paraId="625866AC" w14:textId="7337D8E5" w:rsidR="00605D5E" w:rsidRPr="00ED1F4A" w:rsidRDefault="00605D5E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réserver</w:t>
      </w:r>
      <w:proofErr w:type="gramEnd"/>
      <w:r w:rsidRPr="00ED1F4A">
        <w:rPr>
          <w:lang w:eastAsia="fr-FR"/>
        </w:rPr>
        <w:t xml:space="preserve">, dans l’exécution du lot désigné en page 1 du présent acte d'engagement, un nombre d’heures de travail au moins égal à celui indiqué à l’article </w:t>
      </w:r>
      <w:r w:rsidR="00F50D49">
        <w:rPr>
          <w:lang w:eastAsia="fr-FR"/>
        </w:rPr>
        <w:t>8.2</w:t>
      </w:r>
      <w:r w:rsidRPr="00ED1F4A">
        <w:rPr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7467C4B5" w14:textId="2A76AA14" w:rsidR="00605D5E" w:rsidRPr="00ED1F4A" w:rsidRDefault="00605D5E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prendre</w:t>
      </w:r>
      <w:proofErr w:type="gramEnd"/>
      <w:r w:rsidRPr="00ED1F4A">
        <w:rPr>
          <w:lang w:eastAsia="fr-FR"/>
        </w:rPr>
        <w:t xml:space="preserve"> l’attache du facilitateur de la clause sociale désigné à l’article </w:t>
      </w:r>
      <w:r w:rsidR="00F50D49">
        <w:rPr>
          <w:lang w:eastAsia="fr-FR"/>
        </w:rPr>
        <w:t>8.5</w:t>
      </w:r>
      <w:r w:rsidRPr="00ED1F4A">
        <w:rPr>
          <w:lang w:eastAsia="fr-FR"/>
        </w:rPr>
        <w:t xml:space="preserve"> du </w:t>
      </w:r>
      <w:proofErr w:type="spellStart"/>
      <w:r w:rsidRPr="00ED1F4A">
        <w:rPr>
          <w:lang w:eastAsia="fr-FR"/>
        </w:rPr>
        <w:t>CCAP</w:t>
      </w:r>
      <w:proofErr w:type="spellEnd"/>
      <w:r w:rsidRPr="00ED1F4A">
        <w:rPr>
          <w:lang w:eastAsia="fr-FR"/>
        </w:rPr>
        <w:t>, afin de préciser ou de définir les modalités de mise en œuvre des clauses sociales. Un plan d’action pourra être élaboré à cet effet avec l’accompagnement du facilitateur.</w:t>
      </w:r>
    </w:p>
    <w:p w14:paraId="4BF23935" w14:textId="77777777" w:rsidR="00605D5E" w:rsidRPr="00ED1F4A" w:rsidRDefault="00605D5E" w:rsidP="00605D5E">
      <w:pPr>
        <w:pStyle w:val="CorpsListe"/>
        <w:rPr>
          <w:lang w:eastAsia="fr-FR"/>
        </w:rPr>
      </w:pPr>
      <w:proofErr w:type="gramStart"/>
      <w:r w:rsidRPr="00ED1F4A">
        <w:rPr>
          <w:lang w:eastAsia="fr-FR"/>
        </w:rPr>
        <w:t>fournir</w:t>
      </w:r>
      <w:proofErr w:type="gramEnd"/>
      <w:r w:rsidRPr="00ED1F4A">
        <w:rPr>
          <w:lang w:eastAsia="fr-FR"/>
        </w:rPr>
        <w:t xml:space="preserve"> dans un délai qui me sera imparti, toutes informations utiles à l’appréciation de la réalisation de l’action d’insertion.</w:t>
      </w: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105517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995AF1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523F3923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366FDB">
            <w:t>Lot n°12</w:t>
          </w:r>
          <w:r w:rsidR="00366FDB" w:rsidRPr="00366FDB">
            <w:rPr>
              <w:rFonts w:ascii="Calibri" w:hAnsi="Calibri" w:cs="Calibri"/>
            </w:rPr>
            <w:t> </w:t>
          </w:r>
          <w:r w:rsidR="00366FDB">
            <w:t>: C</w:t>
          </w:r>
          <w:r w:rsidR="00366FDB" w:rsidRPr="009500D7">
            <w:t>hauffage</w:t>
          </w:r>
          <w:r w:rsidR="00366FDB">
            <w:t xml:space="preserve"> </w:t>
          </w:r>
          <w:r w:rsidR="00366FDB" w:rsidRPr="009500D7">
            <w:t>-</w:t>
          </w:r>
          <w:r w:rsidR="00366FDB">
            <w:t xml:space="preserve"> V</w:t>
          </w:r>
          <w:r w:rsidR="00366FDB" w:rsidRPr="009500D7">
            <w:t xml:space="preserve">entilation - </w:t>
          </w:r>
          <w:r w:rsidR="00366FDB">
            <w:t>P</w:t>
          </w:r>
          <w:r w:rsidR="00366FDB" w:rsidRPr="009500D7">
            <w:t>lomberie sanitaire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1750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101D70"/>
    <w:rsid w:val="001029E1"/>
    <w:rsid w:val="00105517"/>
    <w:rsid w:val="0010679B"/>
    <w:rsid w:val="00111F0E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411F"/>
    <w:rsid w:val="00196B05"/>
    <w:rsid w:val="001A3B28"/>
    <w:rsid w:val="001A5417"/>
    <w:rsid w:val="001B46BB"/>
    <w:rsid w:val="001C79E5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33F0"/>
    <w:rsid w:val="0031364D"/>
    <w:rsid w:val="003156D7"/>
    <w:rsid w:val="003161B9"/>
    <w:rsid w:val="00321210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66FDB"/>
    <w:rsid w:val="00387158"/>
    <w:rsid w:val="00390415"/>
    <w:rsid w:val="00392F5C"/>
    <w:rsid w:val="003A5211"/>
    <w:rsid w:val="003A5286"/>
    <w:rsid w:val="003A7BC3"/>
    <w:rsid w:val="003B45A1"/>
    <w:rsid w:val="003D1564"/>
    <w:rsid w:val="003D1DE1"/>
    <w:rsid w:val="003D20E9"/>
    <w:rsid w:val="003D3D28"/>
    <w:rsid w:val="003D6FC8"/>
    <w:rsid w:val="003E3ADA"/>
    <w:rsid w:val="003F1091"/>
    <w:rsid w:val="003F2312"/>
    <w:rsid w:val="003F465D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44C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B2796"/>
    <w:rsid w:val="006B7B6E"/>
    <w:rsid w:val="006C5871"/>
    <w:rsid w:val="006D09AD"/>
    <w:rsid w:val="006D0E66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7F2BF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0D7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7CC5"/>
    <w:rsid w:val="00AC5A03"/>
    <w:rsid w:val="00AD15FB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1153C"/>
    <w:rsid w:val="00C11580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52F5"/>
    <w:rsid w:val="00D764BE"/>
    <w:rsid w:val="00D805EC"/>
    <w:rsid w:val="00D84306"/>
    <w:rsid w:val="00D906A9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F3162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93FDA"/>
    <w:rsid w:val="00EA4EC9"/>
    <w:rsid w:val="00EB5BF3"/>
    <w:rsid w:val="00EB66F8"/>
    <w:rsid w:val="00EC3FED"/>
    <w:rsid w:val="00EC5BF0"/>
    <w:rsid w:val="00EC7E79"/>
    <w:rsid w:val="00ED1F4A"/>
    <w:rsid w:val="00EE5763"/>
    <w:rsid w:val="00EF295D"/>
    <w:rsid w:val="00EF5CF0"/>
    <w:rsid w:val="00F043B7"/>
    <w:rsid w:val="00F10ACA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263</TotalTime>
  <Pages>26</Pages>
  <Words>3428</Words>
  <Characters>18858</Characters>
  <Application>Microsoft Office Word</Application>
  <DocSecurity>0</DocSecurity>
  <Lines>157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22242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11</cp:revision>
  <cp:lastPrinted>2025-05-13T15:49:00Z</cp:lastPrinted>
  <dcterms:created xsi:type="dcterms:W3CDTF">2024-06-04T12:30:00Z</dcterms:created>
  <dcterms:modified xsi:type="dcterms:W3CDTF">2025-06-19T07:26:00Z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