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4C6CB644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</w:t>
      </w:r>
      <w:r w:rsidR="00485B39">
        <w:t>10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0976F7AA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485B39">
        <w:t>1</w:t>
      </w:r>
      <w:r>
        <w:t>0</w:t>
      </w:r>
      <w:r>
        <w:rPr>
          <w:rFonts w:ascii="Calibri" w:hAnsi="Calibri" w:cs="Calibri"/>
        </w:rPr>
        <w:t> </w:t>
      </w:r>
      <w:r>
        <w:t xml:space="preserve">: </w:t>
      </w:r>
      <w:r w:rsidR="00485B39">
        <w:t>Peinture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75840481" w:rsidR="00995AF1" w:rsidRPr="00B951CA" w:rsidRDefault="009B3EC8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973A15C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fldSimple w:instr=" NUMPAGES   \* MERGEFORMAT ">
        <w:r w:rsidR="0001789C">
          <w:rPr>
            <w:noProof/>
          </w:rPr>
          <w:t>24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50A0C4C9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01789C">
        <w:t>AC-NANTES_SCUS_25-110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000FAD5C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01789C">
        <w:t>Lot n°10</w:t>
      </w:r>
      <w:r w:rsidR="0001789C">
        <w:rPr>
          <w:rFonts w:ascii="Calibri" w:hAnsi="Calibri" w:cs="Calibri"/>
        </w:rPr>
        <w:t> </w:t>
      </w:r>
      <w:r w:rsidR="0001789C">
        <w:t>: Peinture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2083E841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2320D5DE" w14:textId="77777777" w:rsidR="003B0277" w:rsidRPr="00795CD8" w:rsidRDefault="003B0277" w:rsidP="003B0277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01528634" w:rsidR="000529E6" w:rsidRDefault="00485B39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6B481225" w14:textId="77777777" w:rsidR="00956C87" w:rsidRDefault="00956C87" w:rsidP="00956C87">
      <w:pPr>
        <w:pStyle w:val="Titren2"/>
      </w:pPr>
      <w:r>
        <w:t>Délai d'exécution des travaux</w:t>
      </w:r>
    </w:p>
    <w:p w14:paraId="46ECFE0B" w14:textId="77777777" w:rsidR="00956C87" w:rsidRDefault="00956C87" w:rsidP="00956C87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0CDAB55B" w14:textId="77777777" w:rsidR="00956C87" w:rsidRDefault="00956C87" w:rsidP="00956C87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956C87" w:rsidRPr="00ED1F4A" w14:paraId="42CF5C2C" w14:textId="77777777" w:rsidTr="00050D53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D6C10DE" w14:textId="77777777" w:rsidR="00956C87" w:rsidRPr="00ED1F4A" w:rsidRDefault="00956C87" w:rsidP="00050D53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CFDFF3" w14:textId="77777777" w:rsidR="00956C87" w:rsidRPr="00ED1F4A" w:rsidRDefault="00956C87" w:rsidP="00050D53">
            <w:pPr>
              <w:pStyle w:val="TableauCentr0"/>
            </w:pPr>
            <w:r w:rsidRPr="00ED1F4A">
              <w:t>Délai</w:t>
            </w:r>
          </w:p>
        </w:tc>
      </w:tr>
      <w:tr w:rsidR="00956C87" w:rsidRPr="00ED1F4A" w14:paraId="3847182A" w14:textId="77777777" w:rsidTr="00050D53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80FD73B" w14:textId="77777777" w:rsidR="00956C87" w:rsidRPr="00ED1F4A" w:rsidRDefault="00956C87" w:rsidP="00050D53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C4B5" w14:textId="77777777" w:rsidR="00956C87" w:rsidRPr="00ED1F4A" w:rsidRDefault="00956C87" w:rsidP="00050D53">
            <w:pPr>
              <w:pStyle w:val="TableauDroite"/>
            </w:pPr>
            <w:r>
              <w:t>16 mois</w:t>
            </w:r>
          </w:p>
        </w:tc>
      </w:tr>
      <w:tr w:rsidR="00956C87" w:rsidRPr="00ED1F4A" w14:paraId="13A8BDE1" w14:textId="77777777" w:rsidTr="00050D53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A76D6E2" w14:textId="77777777" w:rsidR="00956C87" w:rsidRPr="00ED1F4A" w:rsidRDefault="00956C87" w:rsidP="00050D53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5B7D" w14:textId="77777777" w:rsidR="00956C87" w:rsidRPr="00ED1F4A" w:rsidRDefault="00956C87" w:rsidP="00050D53">
            <w:pPr>
              <w:pStyle w:val="TableauDroite"/>
            </w:pPr>
            <w:r>
              <w:t>2 mois</w:t>
            </w:r>
          </w:p>
        </w:tc>
      </w:tr>
      <w:tr w:rsidR="00956C87" w:rsidRPr="00ED1F4A" w14:paraId="417D9632" w14:textId="77777777" w:rsidTr="00050D53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B8910B1" w14:textId="77777777" w:rsidR="00956C87" w:rsidRPr="00ED1F4A" w:rsidRDefault="00956C87" w:rsidP="00050D53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39BB" w14:textId="77777777" w:rsidR="00956C87" w:rsidRPr="00ED1F4A" w:rsidRDefault="00956C87" w:rsidP="00050D53">
            <w:pPr>
              <w:pStyle w:val="TableauDroite"/>
            </w:pPr>
            <w:r>
              <w:t>2 mois</w:t>
            </w:r>
          </w:p>
        </w:tc>
      </w:tr>
    </w:tbl>
    <w:p w14:paraId="09F7DF26" w14:textId="77777777" w:rsidR="00956C87" w:rsidRDefault="00956C87" w:rsidP="00956C87">
      <w:pPr>
        <w:pStyle w:val="Corpsdetexte"/>
      </w:pPr>
    </w:p>
    <w:p w14:paraId="05386643" w14:textId="77777777" w:rsidR="00956C87" w:rsidRDefault="00956C87" w:rsidP="00956C87">
      <w:pPr>
        <w:pStyle w:val="Corpsdetexte"/>
      </w:pPr>
      <w:r>
        <w:t xml:space="preserve">Le délai d'exécution propre au lot pour lequel je m'engage / nous nous engageons sera déterminé dans les conditions stipulées à l'article 4.1 du </w:t>
      </w:r>
      <w:proofErr w:type="spellStart"/>
      <w:r>
        <w:t>CCAP</w:t>
      </w:r>
      <w:proofErr w:type="spellEnd"/>
      <w:r>
        <w:t>.</w:t>
      </w:r>
    </w:p>
    <w:p w14:paraId="5FB7C751" w14:textId="77777777" w:rsidR="00956C87" w:rsidRDefault="00956C87" w:rsidP="00956C87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D90AE5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D90AE5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Default="00716E19" w:rsidP="00995AF1"/>
    <w:p w14:paraId="114A2C3E" w14:textId="77777777" w:rsidR="0001789C" w:rsidRPr="00995AF1" w:rsidRDefault="0001789C" w:rsidP="00995AF1"/>
    <w:sectPr w:rsidR="0001789C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1C4D5CCE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485B39">
            <w:t>Lot n°10</w:t>
          </w:r>
          <w:r w:rsidR="00485B39" w:rsidRPr="00485B39">
            <w:rPr>
              <w:rFonts w:ascii="Calibri" w:hAnsi="Calibri" w:cs="Calibri"/>
            </w:rPr>
            <w:t> </w:t>
          </w:r>
          <w:r w:rsidR="00485B39">
            <w:t>: Peinture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89C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19AB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2DDD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0277"/>
    <w:rsid w:val="003B45A1"/>
    <w:rsid w:val="003B596D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85B39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3EBD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354E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56C87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3EC8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0AE5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2819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268</TotalTime>
  <Pages>24</Pages>
  <Words>3022</Words>
  <Characters>16625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11</cp:revision>
  <cp:lastPrinted>2025-05-13T15:49:00Z</cp:lastPrinted>
  <dcterms:created xsi:type="dcterms:W3CDTF">2024-06-04T12:30:00Z</dcterms:created>
  <dcterms:modified xsi:type="dcterms:W3CDTF">2025-06-19T07:23:00Z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