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3AB74934" w:rsidR="00995AF1" w:rsidRDefault="00995AF1" w:rsidP="00995AF1">
      <w:pPr>
        <w:pStyle w:val="PdgRefmarch"/>
      </w:pPr>
      <w:bookmarkStart w:id="0" w:name="Ref_marché"/>
      <w:r>
        <w:t>AC-NANTES_SCUS_</w:t>
      </w:r>
      <w:r w:rsidR="00E11B90">
        <w:t>25-10</w:t>
      </w:r>
      <w:r w:rsidR="005A75A9">
        <w:t>9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01967D83" w:rsidR="00995AF1" w:rsidRPr="00C307FC" w:rsidRDefault="00F906CB" w:rsidP="00995AF1">
      <w:pPr>
        <w:pStyle w:val="PdgObjetdumarch0"/>
      </w:pPr>
      <w:bookmarkStart w:id="2" w:name="Mission_lot"/>
      <w:r>
        <w:t>Lot n°0</w:t>
      </w:r>
      <w:r w:rsidR="005A75A9">
        <w:t>9</w:t>
      </w:r>
      <w:r>
        <w:rPr>
          <w:rFonts w:ascii="Calibri" w:hAnsi="Calibri" w:cs="Calibri"/>
        </w:rPr>
        <w:t> </w:t>
      </w:r>
      <w:r>
        <w:t xml:space="preserve">: </w:t>
      </w:r>
      <w:r w:rsidR="005A75A9">
        <w:t>R</w:t>
      </w:r>
      <w:r w:rsidR="005A75A9" w:rsidRPr="005A75A9">
        <w:t>evêtements de sols e</w:t>
      </w:r>
      <w:r w:rsidR="00BF0CA3">
        <w:t>t faïence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</w:t>
      </w:r>
      <w:proofErr w:type="spellStart"/>
      <w:r w:rsidRPr="00C307FC">
        <w:t>A</w:t>
      </w:r>
      <w:r>
        <w:t>E</w:t>
      </w:r>
      <w:proofErr w:type="spellEnd"/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227DADD8" w:rsidR="00995AF1" w:rsidRDefault="00E11B90" w:rsidP="00995AF1">
            <w:pPr>
              <w:pStyle w:val="PdgOpration"/>
            </w:pPr>
            <w:bookmarkStart w:id="4" w:name="Opération"/>
            <w:r>
              <w:t>Rénovation du bâtiment B</w:t>
            </w:r>
            <w:bookmarkEnd w:id="4"/>
          </w:p>
          <w:p w14:paraId="2E2DA2AC" w14:textId="6D4492E8" w:rsidR="00995AF1" w:rsidRPr="00597383" w:rsidRDefault="00995AF1" w:rsidP="00995AF1">
            <w:pPr>
              <w:pStyle w:val="Pdginfos"/>
            </w:pPr>
            <w:bookmarkStart w:id="5" w:name="Établissementcommune"/>
            <w:r w:rsidRPr="00BE6504">
              <w:t>É</w:t>
            </w:r>
            <w:r w:rsidR="00E11B90">
              <w:t>cole centrale de Nantes</w:t>
            </w:r>
            <w:bookmarkEnd w:id="5"/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1E586C5C" w:rsidR="00995AF1" w:rsidRPr="00B951CA" w:rsidRDefault="0047293A" w:rsidP="00995AF1">
      <w:pPr>
        <w:pStyle w:val="PdgVersion"/>
        <w:jc w:val="right"/>
        <w:rPr>
          <w:b w:val="0"/>
        </w:rPr>
      </w:pPr>
      <w:r>
        <w:rPr>
          <w:b w:val="0"/>
        </w:rPr>
        <w:t>Juin</w:t>
      </w:r>
      <w:r w:rsidR="00E11B90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Numéro d'</w:t>
            </w:r>
            <w:proofErr w:type="spellStart"/>
            <w:r w:rsidRPr="00292E33">
              <w:rPr>
                <w:lang w:eastAsia="fr-FR"/>
              </w:rPr>
              <w:t>EJ</w:t>
            </w:r>
            <w:proofErr w:type="spellEnd"/>
            <w:r w:rsidRPr="00292E33">
              <w:rPr>
                <w:lang w:eastAsia="fr-FR"/>
              </w:rPr>
              <w:t xml:space="preserve">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Code </w:t>
            </w:r>
            <w:proofErr w:type="spellStart"/>
            <w:r w:rsidRPr="00292E33">
              <w:rPr>
                <w:lang w:eastAsia="fr-FR"/>
              </w:rPr>
              <w:t>CPV</w:t>
            </w:r>
            <w:proofErr w:type="spellEnd"/>
            <w:r w:rsidRPr="00292E33">
              <w:rPr>
                <w:lang w:eastAsia="fr-FR"/>
              </w:rPr>
              <w:t xml:space="preserve">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6BD7CA7" w14:textId="77777777" w:rsidR="006D0E66" w:rsidRDefault="006D0E66" w:rsidP="006D0E66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150 - TF 057198</w:t>
            </w:r>
          </w:p>
          <w:p w14:paraId="066F7DA4" w14:textId="77777777" w:rsidR="00995AF1" w:rsidRPr="00292E33" w:rsidRDefault="00995AF1" w:rsidP="006D0E66">
            <w:pPr>
              <w:pStyle w:val="Pdginfos"/>
              <w:spacing w:after="0"/>
              <w:ind w:left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3B112CED" w:rsidR="00995AF1" w:rsidRPr="004C614E" w:rsidRDefault="00995AF1" w:rsidP="00995AF1">
      <w:pPr>
        <w:pStyle w:val="Corpsitalique"/>
      </w:pPr>
      <w:r w:rsidRPr="00C307FC">
        <w:t xml:space="preserve">Le présent </w:t>
      </w:r>
      <w:proofErr w:type="spellStart"/>
      <w:r>
        <w:t>AE</w:t>
      </w:r>
      <w:proofErr w:type="spellEnd"/>
      <w:r w:rsidRPr="00C307FC">
        <w:t xml:space="preserve"> comporte </w:t>
      </w:r>
      <w:r w:rsidR="00876CA3">
        <w:fldChar w:fldCharType="begin"/>
      </w:r>
      <w:r w:rsidR="00876CA3">
        <w:instrText xml:space="preserve"> NUMPAGES   \* MERGEFORMAT </w:instrText>
      </w:r>
      <w:r w:rsidR="00876CA3">
        <w:fldChar w:fldCharType="separate"/>
      </w:r>
      <w:r w:rsidR="007E09AF">
        <w:rPr>
          <w:noProof/>
        </w:rPr>
        <w:t>24</w:t>
      </w:r>
      <w:r w:rsidR="00876CA3">
        <w:rPr>
          <w:noProof/>
        </w:rPr>
        <w:fldChar w:fldCharType="end"/>
      </w:r>
      <w:r w:rsidRPr="00C307FC">
        <w:t xml:space="preserve"> pages</w:t>
      </w:r>
      <w:r>
        <w:t>.</w:t>
      </w:r>
      <w:r>
        <w:br w:type="page"/>
      </w:r>
    </w:p>
    <w:p w14:paraId="40B18B2F" w14:textId="564A0D79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7E09AF">
        <w:t>AC-NANTES_SCUS_25-109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5D0A4857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7E09AF">
        <w:t>Lot n°09</w:t>
      </w:r>
      <w:r w:rsidR="007E09AF">
        <w:rPr>
          <w:rFonts w:ascii="Calibri" w:hAnsi="Calibri" w:cs="Calibri"/>
        </w:rPr>
        <w:t> </w:t>
      </w:r>
      <w:r w:rsidR="007E09AF">
        <w:t>: R</w:t>
      </w:r>
      <w:r w:rsidR="007E09AF" w:rsidRPr="005A75A9">
        <w:t>evêtements de sols e</w:t>
      </w:r>
      <w:r w:rsidR="007E09AF">
        <w:t>t faïence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proofErr w:type="spellStart"/>
      <w:r w:rsidRPr="00C307FC">
        <w:t>A</w:t>
      </w:r>
      <w:r>
        <w:t>E</w:t>
      </w:r>
      <w:bookmarkEnd w:id="7"/>
      <w:proofErr w:type="spellEnd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</w:t>
            </w:r>
            <w:proofErr w:type="spellStart"/>
            <w:r>
              <w:t>RMO</w:t>
            </w:r>
            <w:proofErr w:type="spellEnd"/>
            <w:r>
              <w:t>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77777777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49B783C8" w14:textId="77777777" w:rsidR="00995AF1" w:rsidRDefault="00995AF1" w:rsidP="00995AF1">
      <w:pPr>
        <w:pStyle w:val="Corpsitalique"/>
        <w:rPr>
          <w:i w:val="0"/>
        </w:rPr>
      </w:pPr>
    </w:p>
    <w:p w14:paraId="20476FF1" w14:textId="7F6B462F" w:rsidR="00995AF1" w:rsidRDefault="009A1927" w:rsidP="00995AF1">
      <w:pPr>
        <w:pStyle w:val="Corpsitalique"/>
        <w:rPr>
          <w:i w:val="0"/>
        </w:rPr>
      </w:pPr>
      <w:r>
        <w:rPr>
          <w:i w:val="0"/>
          <w:noProof/>
          <w:shd w:val="clear" w:color="auto" w:fil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EE9DF0" wp14:editId="2AFEB919">
                <wp:simplePos x="0" y="0"/>
                <wp:positionH relativeFrom="margin">
                  <wp:posOffset>-176976</wp:posOffset>
                </wp:positionH>
                <wp:positionV relativeFrom="paragraph">
                  <wp:posOffset>264795</wp:posOffset>
                </wp:positionV>
                <wp:extent cx="6508750" cy="1155700"/>
                <wp:effectExtent l="0" t="0" r="0" b="63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55700"/>
                          <a:chOff x="0" y="0"/>
                          <a:chExt cx="6508750" cy="1155700"/>
                        </a:xfrm>
                      </wpg:grpSpPr>
                      <wpg:grpSp>
                        <wpg:cNvPr id="16" name="Groupe 16"/>
                        <wpg:cNvGrpSpPr/>
                        <wpg:grpSpPr>
                          <a:xfrm>
                            <a:off x="0" y="0"/>
                            <a:ext cx="6508750" cy="1155700"/>
                            <a:chOff x="-6350" y="0"/>
                            <a:chExt cx="6508750" cy="1155700"/>
                          </a:xfrm>
                        </wpg:grpSpPr>
                        <wpg:grpSp>
                          <wpg:cNvPr id="17" name="Groupe 17"/>
                          <wpg:cNvGrpSpPr/>
                          <wpg:grpSpPr>
                            <a:xfrm>
                              <a:off x="99150" y="0"/>
                              <a:ext cx="3733097" cy="723265"/>
                              <a:chOff x="99180" y="0"/>
                              <a:chExt cx="3734450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18" name="Image 1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2887480" y="95250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Image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03631" y="0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Image 2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9180" y="66675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1" name="Zone de texte 21"/>
                          <wps:cNvSpPr txBox="1"/>
                          <wps:spPr>
                            <a:xfrm>
                              <a:off x="-6350" y="723900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D66737" w14:textId="77777777" w:rsidR="009A1927" w:rsidRPr="007B0452" w:rsidRDefault="009A1927" w:rsidP="009A1927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</w:t>
                                </w:r>
                                <w:r w:rsidRPr="00EC5BF0">
                                  <w:rPr>
                                    <w:i w:val="0"/>
                                  </w:rPr>
                                  <w:t xml:space="preserve"> est financé </w:t>
                                </w:r>
                                <w:r>
                                  <w:rPr>
                                    <w:i w:val="0"/>
                                  </w:rPr>
                                  <w:t>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Image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59401" y="44450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78573" y="75062"/>
                            <a:ext cx="937895" cy="4686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EE9DF0" id="Groupe 8" o:spid="_x0000_s1026" style="position:absolute;left:0;text-align:left;margin-left:-13.95pt;margin-top:20.85pt;width:512.5pt;height:91pt;z-index:251659264;mso-position-horizontal-relative:margin" coordsize="65087,115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">
                <v:group id="Groupe 16" o:spid="_x0000_s1027" style="position:absolute;width:65087;height:11557" coordorigin="-63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Groupe 17" o:spid="_x0000_s1028" style="position:absolute;left:991;width:37331;height:7232" coordorigin="991" coordsize="37344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8" o:spid="_x0000_s1029" type="#_x0000_t75" style="position:absolute;left:28874;top:952;width:9462;height:4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">
                      <v:imagedata r:id="rId15" o:title="" croptop="17184f" cropbottom="16887f"/>
                    </v:shape>
                    <v:shape id="Image 19" o:spid="_x0000_s1030" type="#_x0000_t75" style="position:absolute;left:17036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">
                      <v:imagedata r:id="rId16" o:title=""/>
                    </v:shape>
                    <v:shape id="Image 20" o:spid="_x0000_s1031" type="#_x0000_t75" style="position:absolute;left:991;top:666;width:13088;height:5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1" o:spid="_x0000_s1032" type="#_x0000_t202" style="position:absolute;left:-63;top:7239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14:paraId="67D66737" w14:textId="77777777" w:rsidR="009A1927" w:rsidRPr="007B0452" w:rsidRDefault="009A1927" w:rsidP="009A1927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</w:t>
                          </w:r>
                          <w:r w:rsidRPr="00EC5BF0">
                            <w:rPr>
                              <w:i w:val="0"/>
                            </w:rPr>
                            <w:t xml:space="preserve"> est financé </w:t>
                          </w:r>
                          <w:r>
                            <w:rPr>
                              <w:i w:val="0"/>
                            </w:rPr>
                            <w:t>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2" o:spid="_x0000_s1033" type="#_x0000_t75" style="position:absolute;left:56594;top:444;width:7308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">
                    <v:imagedata r:id="rId18" o:title=""/>
                  </v:shape>
                </v:group>
                <v:shape id="Image 23" o:spid="_x0000_s1034" type="#_x0000_t75" style="position:absolute;left:42785;top:750;width:9379;height:4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">
                  <v:imagedata r:id="rId19" o:title=""/>
                </v:shape>
                <w10:wrap anchorx="margin"/>
              </v:group>
            </w:pict>
          </mc:Fallback>
        </mc:AlternateContent>
      </w:r>
    </w:p>
    <w:p w14:paraId="6F9E33AF" w14:textId="0DE759C3" w:rsidR="00995AF1" w:rsidRPr="00EC5BF0" w:rsidRDefault="00995AF1" w:rsidP="00995AF1">
      <w:pPr>
        <w:pStyle w:val="Corpsitalique"/>
        <w:rPr>
          <w:i w:val="0"/>
        </w:rPr>
      </w:pP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84A67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F10ACA">
        <w:trPr>
          <w:trHeight w:val="65"/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t>Prestations et prix</w:t>
      </w:r>
    </w:p>
    <w:p w14:paraId="19255D9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Les tâches essentielles qui devront être effectuées directement par le titulaire sont :</w:t>
      </w:r>
    </w:p>
    <w:p w14:paraId="4984C46C" w14:textId="7C7C9D26" w:rsidR="00995AF1" w:rsidRPr="00795CD8" w:rsidRDefault="007230AF" w:rsidP="00995AF1">
      <w:pPr>
        <w:pStyle w:val="Corpsdetexte"/>
        <w:rPr>
          <w:lang w:eastAsia="fr-FR"/>
        </w:rPr>
      </w:pPr>
      <w:bookmarkStart w:id="13" w:name="A2_1_p0B_a"/>
      <w:bookmarkEnd w:id="13"/>
      <w:r>
        <w:rPr>
          <w:lang w:eastAsia="fr-FR"/>
        </w:rPr>
        <w:t>Travaux de désamiantage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 xml:space="preserve">3 du </w:t>
      </w:r>
      <w:proofErr w:type="spellStart"/>
      <w:r w:rsidRPr="00795CD8">
        <w:rPr>
          <w:szCs w:val="20"/>
          <w:lang w:eastAsia="fr-FR"/>
        </w:rPr>
        <w:t>CCAP</w:t>
      </w:r>
      <w:proofErr w:type="spellEnd"/>
      <w:r w:rsidRPr="00795CD8">
        <w:rPr>
          <w:szCs w:val="20"/>
          <w:lang w:eastAsia="fr-FR"/>
        </w:rPr>
        <w:t>.</w:t>
      </w:r>
    </w:p>
    <w:p w14:paraId="00282F40" w14:textId="77777777" w:rsidR="00944CFF" w:rsidRPr="00795CD8" w:rsidRDefault="00944CFF" w:rsidP="00944CFF">
      <w:pPr>
        <w:pStyle w:val="Corpsdetexte"/>
        <w:rPr>
          <w:lang w:eastAsia="fr-FR"/>
        </w:rPr>
      </w:pPr>
      <w:bookmarkStart w:id="14" w:name="_Hlk200440227"/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bookmarkEnd w:id="14"/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3"/>
        <w:gridCol w:w="2493"/>
        <w:gridCol w:w="2493"/>
        <w:gridCol w:w="2493"/>
      </w:tblGrid>
      <w:tr w:rsidR="00112208" w14:paraId="2493AD59" w14:textId="77777777" w:rsidTr="00112208">
        <w:tc>
          <w:tcPr>
            <w:tcW w:w="2493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112208">
        <w:tc>
          <w:tcPr>
            <w:tcW w:w="2493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2493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112208">
        <w:tc>
          <w:tcPr>
            <w:tcW w:w="2493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2493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p w14:paraId="5C3BAADB" w14:textId="55923A95" w:rsidR="009F5F4E" w:rsidRDefault="009F5F4E" w:rsidP="009F5F4E">
      <w:pPr>
        <w:pStyle w:val="Corpsdetexte"/>
        <w:rPr>
          <w:lang w:eastAsia="fr-FR"/>
        </w:rPr>
      </w:pPr>
      <w:r>
        <w:rPr>
          <w:lang w:eastAsia="fr-FR"/>
        </w:rPr>
        <w:t>Sans objet.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101D70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101D70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proofErr w:type="gramStart"/>
            <w:r w:rsidRPr="000529E6">
              <w:rPr>
                <w:lang w:eastAsia="fr-FR"/>
              </w:rPr>
              <w:t>n</w:t>
            </w:r>
            <w:proofErr w:type="gramEnd"/>
            <w:r w:rsidRPr="000529E6">
              <w:rPr>
                <w:lang w:eastAsia="fr-FR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101D70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101D70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101D70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F10ACA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la tranche ferme, et par dérogation à l'article 18.1.1 du </w:t>
      </w:r>
      <w:proofErr w:type="spellStart"/>
      <w:r>
        <w:t>CCAG</w:t>
      </w:r>
      <w:proofErr w:type="spellEnd"/>
      <w:r>
        <w:t>, de la date de la notification du marché ;</w:t>
      </w:r>
    </w:p>
    <w:p w14:paraId="7C233891" w14:textId="6A076DFC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101D70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5" w:name="A3A_2B_p1R_a"/>
            <w:r w:rsidRPr="00ED1F4A">
              <w:t>Tranche</w:t>
            </w:r>
            <w:bookmarkEnd w:id="15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27285F13" w:rsidR="00ED1F4A" w:rsidRPr="00ED1F4A" w:rsidRDefault="003A5286" w:rsidP="00ED1F4A">
            <w:pPr>
              <w:pStyle w:val="TableauDroite"/>
            </w:pPr>
            <w:r>
              <w:t>16 mois</w:t>
            </w:r>
          </w:p>
        </w:tc>
      </w:tr>
      <w:tr w:rsidR="00ED1F4A" w:rsidRPr="00ED1F4A" w14:paraId="714021A4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77640D40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  <w:tr w:rsidR="00ED1F4A" w:rsidRPr="00ED1F4A" w14:paraId="1E060846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4577270" w14:textId="77777777" w:rsidR="00ED1F4A" w:rsidRPr="00ED1F4A" w:rsidRDefault="00ED1F4A" w:rsidP="00ED1F4A">
            <w:pPr>
              <w:pStyle w:val="TableauDroite"/>
            </w:pPr>
            <w:r w:rsidRPr="00ED1F4A">
              <w:t>Optionnelle 2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FA3E" w14:textId="29E9615D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00FD6066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</w:t>
      </w:r>
      <w:r w:rsidR="003A5286">
        <w:t>.</w:t>
      </w:r>
      <w:r>
        <w:t xml:space="preserve">1 du </w:t>
      </w:r>
      <w:proofErr w:type="spellStart"/>
      <w:r>
        <w:t>CCAP</w:t>
      </w:r>
      <w:proofErr w:type="spellEnd"/>
      <w:r>
        <w:t>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Les modalités du règlement des comptes du marché sont spécifiées à l'article 3-2 du </w:t>
      </w:r>
      <w:proofErr w:type="spellStart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</w:t>
      </w:r>
      <w:proofErr w:type="spellStart"/>
      <w:r w:rsidRPr="000A446A">
        <w:rPr>
          <w:lang w:eastAsia="fr-FR"/>
        </w:rPr>
        <w:t>CCAP</w:t>
      </w:r>
      <w:proofErr w:type="spellEnd"/>
      <w:r w:rsidRPr="000A446A">
        <w:rPr>
          <w:lang w:eastAsia="fr-FR"/>
        </w:rPr>
        <w:t>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 xml:space="preserve">2 du </w:t>
      </w:r>
      <w:proofErr w:type="spellStart"/>
      <w:r w:rsidRPr="00795CD8">
        <w:rPr>
          <w:lang w:eastAsia="fr-FR"/>
        </w:rPr>
        <w:t>CCAP</w:t>
      </w:r>
      <w:proofErr w:type="spellEnd"/>
      <w:r w:rsidRPr="00795CD8">
        <w:rPr>
          <w:lang w:eastAsia="fr-FR"/>
        </w:rPr>
        <w:t>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Fait en un seul original</w:t>
            </w:r>
          </w:p>
        </w:tc>
      </w:tr>
      <w:tr w:rsidR="00693109" w:rsidRPr="00795CD8" w14:paraId="56CD1972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101D70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23B02096" w:rsidR="00000859" w:rsidRDefault="00000859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DED72F" w14:textId="77777777" w:rsidR="00000859" w:rsidRDefault="00000859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5D551269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6D0426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6D0426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1469D383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24"/>
          <w:lang w:eastAsia="fr-FR"/>
        </w:rPr>
        <w:t xml:space="preserve"> </w:t>
      </w:r>
      <w:r w:rsidRPr="00795CD8">
        <w:rPr>
          <w:lang w:eastAsia="fr-FR"/>
        </w:rPr>
        <w:t>ANNEXE N°</w:t>
      </w:r>
      <w:r w:rsidR="00F10ACA">
        <w:rPr>
          <w:lang w:eastAsia="fr-FR"/>
        </w:rPr>
        <w:t>1</w:t>
      </w:r>
      <w:r w:rsidRPr="00795CD8">
        <w:rPr>
          <w:lang w:eastAsia="fr-FR"/>
        </w:rPr>
        <w:t xml:space="preserve"> </w:t>
      </w:r>
      <w:r w:rsidR="00F10ACA">
        <w:rPr>
          <w:lang w:eastAsia="fr-FR"/>
        </w:rPr>
        <w:t>À</w:t>
      </w:r>
      <w:r w:rsidRPr="00795CD8">
        <w:rPr>
          <w:lang w:eastAsia="fr-FR"/>
        </w:rPr>
        <w:t xml:space="preserve"> L'ACTE D'ENGAGEMENT EN CAS DE</w:t>
      </w:r>
    </w:p>
    <w:p w14:paraId="6ACAC2C9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AEE06A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589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84"/>
        <w:gridCol w:w="729"/>
        <w:gridCol w:w="739"/>
        <w:gridCol w:w="770"/>
        <w:gridCol w:w="18"/>
        <w:gridCol w:w="2103"/>
        <w:gridCol w:w="18"/>
        <w:gridCol w:w="1782"/>
        <w:gridCol w:w="18"/>
        <w:gridCol w:w="2409"/>
        <w:gridCol w:w="18"/>
      </w:tblGrid>
      <w:tr w:rsidR="00995AF1" w:rsidRPr="00795CD8" w14:paraId="4049C6D9" w14:textId="77777777" w:rsidTr="001640DC">
        <w:trPr>
          <w:gridAfter w:val="1"/>
          <w:wAfter w:w="18" w:type="dxa"/>
          <w:tblHeader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8284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11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3B763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3214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1C88452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E4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2C3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E5C09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AC3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2B6D29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88E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9332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3B30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BDFC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7B3D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F68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A7D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9B8EE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0783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13C68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B7257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243A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ED50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25E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FEF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6EA21B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5DD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BE31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2B7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ED6C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D3CF8A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DB25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6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41F3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2DE5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2AD4C30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CDC4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4F203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8EE3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C293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0B9436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0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99D7C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F731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2FF76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338F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402D1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1E2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6B14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F8940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41AB1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E6D0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B951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84F2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4676D7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E8CF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D30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16F9B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5369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8B30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C84C4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3706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BD7C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5B144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9C169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AAA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10630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70F3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799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966F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BD7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A8F77E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F84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00A0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8F9C8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320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5102C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A5C5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59F8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366F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6D4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E9C1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B45E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9FA75F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74CF7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8F68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27810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8CA7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604C22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974F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29DC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9282C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8BCD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4C53A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3037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19C4F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A67A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AF6AE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565A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399E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3D8028C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AED06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CB76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5FEE1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FEA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4B8399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86244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2BB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3842B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E69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62B2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3614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875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8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432E1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017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BC2D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8730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6523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173F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CBAA5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53C2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E66CB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9926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76DB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4E71CAB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F1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E37D1D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43849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42AAD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A1AC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26306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0A07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DD95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99BE6F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43ABF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95B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03904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2B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5814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62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902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8A9BFC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B8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7253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06AF3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D1B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8CA9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C93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98E2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2507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6385D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8EFE97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9E4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4C11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132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5F1F9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D53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9ACA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ED785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11B7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BF97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1954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D80A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2346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B6392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FE4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973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A9C98B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CEF3D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E4A5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27ACE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0C8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5BC75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E92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7319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7C3780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A58D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1D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7F69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DCB5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3A78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43027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65D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F62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48F5C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69E9C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BE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A65A7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E96F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A28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DFD17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7317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FC9C2A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92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13403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926F2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BF968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FE34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D273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604E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ACF9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BFE44F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FFD16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0FD3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CFD6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59D9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9FF44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EE912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44730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3BD6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A87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8FD1A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69F8B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7352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4028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15D0F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30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56B9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FFC0B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24F106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F7BA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767A1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37DE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65EC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36C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355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A0299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0F0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96FD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237D9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4F8F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1F2A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7B491E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6B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C2721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47A7CA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6826B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3639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31BC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27CF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E5B60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87B9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ED36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D12BDE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FCEF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7B5E1B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5FC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3C6B7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F474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72AEC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B72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0311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F0961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8CC2A8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48D2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78277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8F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EF818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E20A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8848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5F032B3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BADD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DFAF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6901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66A3E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AAC1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2D09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A4CF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C2D8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8CEE6E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D5D0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E1FF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CED0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5DABA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  <w:r w:rsidRPr="00795CD8">
              <w:rPr>
                <w:rFonts w:ascii="Marianne" w:eastAsia="Times New Roman" w:hAnsi="Marianne" w:cs="Times New Roman"/>
                <w:lang w:val="en-GB"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89054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F63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56B5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49445F7D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01D70">
      <w:rPr>
        <w:rStyle w:val="Numrodepage"/>
        <w:noProof/>
      </w:rPr>
      <w:t>26</w: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284F845B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EE02BE">
            <w:t>Lot n°09</w:t>
          </w:r>
          <w:r w:rsidR="00EE02BE" w:rsidRPr="00EE02BE">
            <w:rPr>
              <w:rFonts w:ascii="Calibri" w:hAnsi="Calibri" w:cs="Calibri"/>
            </w:rPr>
            <w:t> </w:t>
          </w:r>
          <w:r w:rsidR="00EE02BE">
            <w:t>: R</w:t>
          </w:r>
          <w:r w:rsidR="00EE02BE" w:rsidRPr="005A75A9">
            <w:t>evêtements de sols e</w:t>
          </w:r>
          <w:r w:rsidR="00EE02BE">
            <w:t>t faïence</w:t>
          </w:r>
          <w:r>
            <w:fldChar w:fldCharType="end"/>
          </w:r>
        </w:p>
        <w:p w14:paraId="731E82FD" w14:textId="3EAE2E88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101D70" w:rsidRPr="00101D70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21ABB1F2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101D70">
            <w:t>Rénovation du bâtiment B</w:t>
          </w:r>
          <w:r>
            <w:fldChar w:fldCharType="end"/>
          </w:r>
        </w:p>
        <w:p w14:paraId="711ACB36" w14:textId="26406D80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101D70" w:rsidRPr="00101D70">
            <w:rPr>
              <w:rFonts w:ascii="Marianne" w:hAnsi="Marianne"/>
              <w:szCs w:val="16"/>
            </w:rPr>
            <w:t>École</w:t>
          </w:r>
          <w:r w:rsidR="00101D70" w:rsidRPr="00101D70">
            <w:rPr>
              <w:rStyle w:val="PiednormalCar"/>
            </w:rPr>
            <w:t xml:space="preserve"> centrale de Nantes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0859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71D4"/>
    <w:rsid w:val="000D7A2F"/>
    <w:rsid w:val="000E3B29"/>
    <w:rsid w:val="000E6784"/>
    <w:rsid w:val="000F07FD"/>
    <w:rsid w:val="000F1CB9"/>
    <w:rsid w:val="00101D70"/>
    <w:rsid w:val="001029E1"/>
    <w:rsid w:val="0010679B"/>
    <w:rsid w:val="00112208"/>
    <w:rsid w:val="001200FD"/>
    <w:rsid w:val="0012122C"/>
    <w:rsid w:val="0012751C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411F"/>
    <w:rsid w:val="00196B05"/>
    <w:rsid w:val="001A3B28"/>
    <w:rsid w:val="001A5417"/>
    <w:rsid w:val="001B46BB"/>
    <w:rsid w:val="001C79E5"/>
    <w:rsid w:val="001E25FD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727B"/>
    <w:rsid w:val="002E3D12"/>
    <w:rsid w:val="002E4030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87158"/>
    <w:rsid w:val="00390415"/>
    <w:rsid w:val="00392F5C"/>
    <w:rsid w:val="003A5211"/>
    <w:rsid w:val="003A5286"/>
    <w:rsid w:val="003A7BC3"/>
    <w:rsid w:val="003B45A1"/>
    <w:rsid w:val="003D1564"/>
    <w:rsid w:val="003D1DE1"/>
    <w:rsid w:val="003D20E9"/>
    <w:rsid w:val="003D3D28"/>
    <w:rsid w:val="003D6FC8"/>
    <w:rsid w:val="003E3ADA"/>
    <w:rsid w:val="003F1091"/>
    <w:rsid w:val="003F2312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7147C"/>
    <w:rsid w:val="0047293A"/>
    <w:rsid w:val="004746BB"/>
    <w:rsid w:val="0047788D"/>
    <w:rsid w:val="0048113A"/>
    <w:rsid w:val="0049358D"/>
    <w:rsid w:val="004936AF"/>
    <w:rsid w:val="004A588D"/>
    <w:rsid w:val="004B307F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A75A9"/>
    <w:rsid w:val="005B11B6"/>
    <w:rsid w:val="005B5D13"/>
    <w:rsid w:val="005B6F0D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859B0"/>
    <w:rsid w:val="00693109"/>
    <w:rsid w:val="006A4ADA"/>
    <w:rsid w:val="006A5567"/>
    <w:rsid w:val="006B2796"/>
    <w:rsid w:val="006B7B6E"/>
    <w:rsid w:val="006C5871"/>
    <w:rsid w:val="006D0426"/>
    <w:rsid w:val="006D09AD"/>
    <w:rsid w:val="006D0E66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0BA5"/>
    <w:rsid w:val="0076691E"/>
    <w:rsid w:val="00773338"/>
    <w:rsid w:val="00781376"/>
    <w:rsid w:val="00783B03"/>
    <w:rsid w:val="0079276E"/>
    <w:rsid w:val="007942EF"/>
    <w:rsid w:val="007B25CD"/>
    <w:rsid w:val="007B39D1"/>
    <w:rsid w:val="007B39F0"/>
    <w:rsid w:val="007B4F8D"/>
    <w:rsid w:val="007B6F11"/>
    <w:rsid w:val="007E09AF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2E10"/>
    <w:rsid w:val="00874522"/>
    <w:rsid w:val="00874E8E"/>
    <w:rsid w:val="00876CA3"/>
    <w:rsid w:val="0089070D"/>
    <w:rsid w:val="00892220"/>
    <w:rsid w:val="008A60E2"/>
    <w:rsid w:val="008A73FE"/>
    <w:rsid w:val="008C16ED"/>
    <w:rsid w:val="008C18CA"/>
    <w:rsid w:val="008D7C6E"/>
    <w:rsid w:val="008F32CB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44CFF"/>
    <w:rsid w:val="00950841"/>
    <w:rsid w:val="0095212F"/>
    <w:rsid w:val="009611A2"/>
    <w:rsid w:val="00961787"/>
    <w:rsid w:val="00967E94"/>
    <w:rsid w:val="009756DF"/>
    <w:rsid w:val="009900FC"/>
    <w:rsid w:val="009910BE"/>
    <w:rsid w:val="00992DBA"/>
    <w:rsid w:val="00995AF1"/>
    <w:rsid w:val="009A1256"/>
    <w:rsid w:val="009A1927"/>
    <w:rsid w:val="009B6B2F"/>
    <w:rsid w:val="009C0C96"/>
    <w:rsid w:val="009C0FA0"/>
    <w:rsid w:val="009C141C"/>
    <w:rsid w:val="009C2BF7"/>
    <w:rsid w:val="009D443C"/>
    <w:rsid w:val="009D50F7"/>
    <w:rsid w:val="009D5A8D"/>
    <w:rsid w:val="009E3335"/>
    <w:rsid w:val="009E788B"/>
    <w:rsid w:val="009F54AD"/>
    <w:rsid w:val="009F56A7"/>
    <w:rsid w:val="009F5F4E"/>
    <w:rsid w:val="009F6271"/>
    <w:rsid w:val="009F6734"/>
    <w:rsid w:val="009F692C"/>
    <w:rsid w:val="00A01483"/>
    <w:rsid w:val="00A10A83"/>
    <w:rsid w:val="00A124A0"/>
    <w:rsid w:val="00A1486F"/>
    <w:rsid w:val="00A17DC2"/>
    <w:rsid w:val="00A2161A"/>
    <w:rsid w:val="00A23C8E"/>
    <w:rsid w:val="00A26027"/>
    <w:rsid w:val="00A27358"/>
    <w:rsid w:val="00A30EA6"/>
    <w:rsid w:val="00A42D91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B566A"/>
    <w:rsid w:val="00AB7CC5"/>
    <w:rsid w:val="00AC5A03"/>
    <w:rsid w:val="00AD15FB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35C5"/>
    <w:rsid w:val="00B84D99"/>
    <w:rsid w:val="00BA03B3"/>
    <w:rsid w:val="00BA681B"/>
    <w:rsid w:val="00BC3B98"/>
    <w:rsid w:val="00BC4BBA"/>
    <w:rsid w:val="00BE1A45"/>
    <w:rsid w:val="00BE2D02"/>
    <w:rsid w:val="00BE6504"/>
    <w:rsid w:val="00BE7E2C"/>
    <w:rsid w:val="00BE7EE6"/>
    <w:rsid w:val="00BF0CA3"/>
    <w:rsid w:val="00BF4381"/>
    <w:rsid w:val="00C00AD3"/>
    <w:rsid w:val="00C1153C"/>
    <w:rsid w:val="00C11580"/>
    <w:rsid w:val="00C213A2"/>
    <w:rsid w:val="00C220A3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5CFE"/>
    <w:rsid w:val="00D661C0"/>
    <w:rsid w:val="00D752F5"/>
    <w:rsid w:val="00D764BE"/>
    <w:rsid w:val="00D805EC"/>
    <w:rsid w:val="00D84306"/>
    <w:rsid w:val="00D906A9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50D6"/>
    <w:rsid w:val="00DF3162"/>
    <w:rsid w:val="00E05336"/>
    <w:rsid w:val="00E11404"/>
    <w:rsid w:val="00E11B90"/>
    <w:rsid w:val="00E249DF"/>
    <w:rsid w:val="00E27A71"/>
    <w:rsid w:val="00E47097"/>
    <w:rsid w:val="00E57AF6"/>
    <w:rsid w:val="00E623E6"/>
    <w:rsid w:val="00E669F0"/>
    <w:rsid w:val="00E72B65"/>
    <w:rsid w:val="00E80D8A"/>
    <w:rsid w:val="00E87F92"/>
    <w:rsid w:val="00EA4EC9"/>
    <w:rsid w:val="00EB5BF3"/>
    <w:rsid w:val="00EB66F8"/>
    <w:rsid w:val="00EC3FED"/>
    <w:rsid w:val="00EC5BF0"/>
    <w:rsid w:val="00EC7E79"/>
    <w:rsid w:val="00ED1F4A"/>
    <w:rsid w:val="00EE02BE"/>
    <w:rsid w:val="00EE5763"/>
    <w:rsid w:val="00EF295D"/>
    <w:rsid w:val="00EF5CF0"/>
    <w:rsid w:val="00F043B7"/>
    <w:rsid w:val="00F10ACA"/>
    <w:rsid w:val="00F13579"/>
    <w:rsid w:val="00F22CF7"/>
    <w:rsid w:val="00F2464C"/>
    <w:rsid w:val="00F256D3"/>
    <w:rsid w:val="00F25DA3"/>
    <w:rsid w:val="00F261BB"/>
    <w:rsid w:val="00F3175C"/>
    <w:rsid w:val="00F3383B"/>
    <w:rsid w:val="00F36DA2"/>
    <w:rsid w:val="00F471E9"/>
    <w:rsid w:val="00F50D4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933B3"/>
    <w:rsid w:val="00FA270E"/>
    <w:rsid w:val="00FA5197"/>
    <w:rsid w:val="00FC4DDA"/>
    <w:rsid w:val="00FC5C06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38397C4"/>
  <w15:chartTrackingRefBased/>
  <w15:docId w15:val="{9AE99DEA-9D40-426F-8C3C-E6EF626B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264</TotalTime>
  <Pages>24</Pages>
  <Words>3029</Words>
  <Characters>16661</Characters>
  <Application>Microsoft Office Word</Application>
  <DocSecurity>0</DocSecurity>
  <Lines>138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dc:description/>
  <cp:lastModifiedBy>L-Hullier Sebastien</cp:lastModifiedBy>
  <cp:revision>13</cp:revision>
  <cp:lastPrinted>2025-05-13T15:49:00Z</cp:lastPrinted>
  <dcterms:created xsi:type="dcterms:W3CDTF">2024-06-04T12:30:00Z</dcterms:created>
  <dcterms:modified xsi:type="dcterms:W3CDTF">2025-06-19T07:21:00Z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