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7EA418D9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C22B4B">
        <w:t>8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660EBA34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C22B4B">
        <w:t>8</w:t>
      </w:r>
      <w:r>
        <w:rPr>
          <w:rFonts w:ascii="Calibri" w:hAnsi="Calibri" w:cs="Calibri"/>
        </w:rPr>
        <w:t> </w:t>
      </w:r>
      <w:r>
        <w:t xml:space="preserve">: </w:t>
      </w:r>
      <w:r w:rsidR="00C22B4B">
        <w:t>Faux-plafonds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2E2DA2AC" w14:textId="6D4492E8" w:rsidR="00995AF1" w:rsidRPr="00597383" w:rsidRDefault="00995AF1" w:rsidP="00995AF1">
            <w:pPr>
              <w:pStyle w:val="Pdginfos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434403DE" w:rsidR="00995AF1" w:rsidRPr="00B951CA" w:rsidRDefault="00B84A10" w:rsidP="00995AF1">
      <w:pPr>
        <w:pStyle w:val="PdgVersion"/>
        <w:jc w:val="right"/>
        <w:rPr>
          <w:b w:val="0"/>
        </w:rPr>
      </w:pPr>
      <w:r>
        <w:rPr>
          <w:b w:val="0"/>
        </w:rPr>
        <w:t>Juin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6BD7CA7" w14:textId="77777777" w:rsidR="006D0E66" w:rsidRDefault="006D0E66" w:rsidP="006D0E66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  <w:p w14:paraId="066F7DA4" w14:textId="77777777" w:rsidR="00995AF1" w:rsidRPr="00292E33" w:rsidRDefault="00995AF1" w:rsidP="006D0E66">
            <w:pPr>
              <w:pStyle w:val="Pdginfos"/>
              <w:spacing w:after="0"/>
              <w:ind w:left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09E4C24A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B4362E">
        <w:fldChar w:fldCharType="begin"/>
      </w:r>
      <w:r w:rsidR="00B4362E">
        <w:instrText xml:space="preserve"> NUMPAGES   \* MERGEFORMAT </w:instrText>
      </w:r>
      <w:r w:rsidR="00B4362E">
        <w:fldChar w:fldCharType="separate"/>
      </w:r>
      <w:r w:rsidR="00C22B4B">
        <w:rPr>
          <w:noProof/>
        </w:rPr>
        <w:t>26</w:t>
      </w:r>
      <w:r w:rsidR="00B4362E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15E9D71A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C22B4B">
        <w:t>AC-NANTES_SCUS_25-108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7AD3D17E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C22B4B">
        <w:t>Lot n°08</w:t>
      </w:r>
      <w:r w:rsidR="00C22B4B">
        <w:rPr>
          <w:rFonts w:ascii="Calibri" w:hAnsi="Calibri" w:cs="Calibri"/>
        </w:rPr>
        <w:t> </w:t>
      </w:r>
      <w:r w:rsidR="00C22B4B">
        <w:t>: C</w:t>
      </w:r>
      <w:r w:rsidR="00C22B4B" w:rsidRPr="00C22B4B">
        <w:t>hauffage</w:t>
      </w:r>
      <w:r w:rsidR="00C22B4B">
        <w:t xml:space="preserve"> </w:t>
      </w:r>
      <w:r w:rsidR="00C22B4B" w:rsidRPr="00C22B4B">
        <w:t>-</w:t>
      </w:r>
      <w:r w:rsidR="00C22B4B">
        <w:t xml:space="preserve"> V</w:t>
      </w:r>
      <w:r w:rsidR="00C22B4B" w:rsidRPr="00C22B4B">
        <w:t xml:space="preserve">entilation - </w:t>
      </w:r>
      <w:r w:rsidR="00C22B4B">
        <w:t>P</w:t>
      </w:r>
      <w:r w:rsidR="00C22B4B" w:rsidRPr="00C22B4B">
        <w:t>lomberie sanitaire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03057EFE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C7C9D26" w:rsidR="00995AF1" w:rsidRPr="00795CD8" w:rsidRDefault="007230AF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Travaux de désamiantage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7E24B50D" w14:textId="77777777" w:rsidR="00E054E5" w:rsidRPr="00795CD8" w:rsidRDefault="00E054E5" w:rsidP="00E054E5">
      <w:pPr>
        <w:pStyle w:val="Corpsdetexte"/>
        <w:rPr>
          <w:lang w:eastAsia="fr-FR"/>
        </w:rPr>
      </w:pPr>
      <w:bookmarkStart w:id="14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4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0CC858B5" w14:textId="4DFE8014" w:rsidR="00D9745A" w:rsidRDefault="00D9745A" w:rsidP="00D9745A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5" w:name="A3A_2B_p1R_a"/>
            <w:r w:rsidRPr="00ED1F4A">
              <w:t>Tranche</w:t>
            </w:r>
            <w:bookmarkEnd w:id="15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39675E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95AF1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5C97848C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D9745A">
            <w:t>Lot n°08</w:t>
          </w:r>
          <w:r w:rsidR="00D9745A" w:rsidRPr="00D9745A">
            <w:rPr>
              <w:rFonts w:ascii="Calibri" w:hAnsi="Calibri" w:cs="Calibri"/>
            </w:rPr>
            <w:t> </w:t>
          </w:r>
          <w:r w:rsidR="00D9745A">
            <w:t>: Faux-plafonds</w:t>
          </w:r>
          <w:r>
            <w:fldChar w:fldCharType="end"/>
          </w:r>
        </w:p>
        <w:p w14:paraId="731E82FD" w14:textId="70C0646C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D9745A" w:rsidRPr="00D9745A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792B5BCB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D9745A">
            <w:t>Rénovation du bâtiment B</w:t>
          </w:r>
          <w:r>
            <w:fldChar w:fldCharType="end"/>
          </w:r>
        </w:p>
        <w:p w14:paraId="711ACB36" w14:textId="17543BA5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D9745A" w:rsidRPr="00D9745A">
            <w:rPr>
              <w:rFonts w:ascii="Marianne" w:hAnsi="Marianne"/>
              <w:szCs w:val="16"/>
            </w:rPr>
            <w:t>École</w:t>
          </w:r>
          <w:r w:rsidR="00D9745A" w:rsidRPr="00D9745A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55A4F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9675E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B1C2A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86233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74C46"/>
    <w:rsid w:val="00A84CCB"/>
    <w:rsid w:val="00A91788"/>
    <w:rsid w:val="00AA4FEE"/>
    <w:rsid w:val="00AB566A"/>
    <w:rsid w:val="00AB7CC5"/>
    <w:rsid w:val="00AC5A03"/>
    <w:rsid w:val="00AD15FB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362E"/>
    <w:rsid w:val="00B46AF7"/>
    <w:rsid w:val="00B55B58"/>
    <w:rsid w:val="00B627D4"/>
    <w:rsid w:val="00B73832"/>
    <w:rsid w:val="00B7478A"/>
    <w:rsid w:val="00B802A8"/>
    <w:rsid w:val="00B835C5"/>
    <w:rsid w:val="00B84A10"/>
    <w:rsid w:val="00B84D99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1153C"/>
    <w:rsid w:val="00C11580"/>
    <w:rsid w:val="00C213A2"/>
    <w:rsid w:val="00C220A3"/>
    <w:rsid w:val="00C22B4B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9745A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054E5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272</TotalTime>
  <Pages>24</Pages>
  <Words>3028</Words>
  <Characters>16660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10</cp:revision>
  <cp:lastPrinted>2025-05-13T15:49:00Z</cp:lastPrinted>
  <dcterms:created xsi:type="dcterms:W3CDTF">2024-06-04T12:30:00Z</dcterms:created>
  <dcterms:modified xsi:type="dcterms:W3CDTF">2025-06-19T07:21:00Z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