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CF9A8" w14:textId="158BF1B6" w:rsidR="00995AF1" w:rsidRDefault="00995AF1" w:rsidP="00995AF1">
      <w:pPr>
        <w:pStyle w:val="PdgRefmarch"/>
      </w:pPr>
      <w:bookmarkStart w:id="0" w:name="Ref_marché"/>
      <w:r>
        <w:t>AC-NANTES_SCUS_</w:t>
      </w:r>
      <w:r w:rsidR="00E11B90">
        <w:t>25-10</w:t>
      </w:r>
      <w:r w:rsidR="002131C8">
        <w:t>7</w:t>
      </w:r>
      <w:bookmarkEnd w:id="0"/>
    </w:p>
    <w:p w14:paraId="6382805D" w14:textId="281E3636" w:rsidR="00995AF1" w:rsidRDefault="00995AF1" w:rsidP="00995AF1">
      <w:pPr>
        <w:pStyle w:val="Pdgtypedemarch"/>
      </w:pPr>
      <w:r>
        <w:t>Marché public de</w:t>
      </w:r>
      <w:bookmarkStart w:id="1" w:name="Type_marché"/>
      <w:r>
        <w:t xml:space="preserve"> </w:t>
      </w:r>
      <w:r w:rsidR="00F906CB">
        <w:t>travaux</w:t>
      </w:r>
      <w:bookmarkEnd w:id="1"/>
    </w:p>
    <w:p w14:paraId="208363ED" w14:textId="35357EEB" w:rsidR="00995AF1" w:rsidRPr="00C307FC" w:rsidRDefault="00F906CB" w:rsidP="00995AF1">
      <w:pPr>
        <w:pStyle w:val="PdgObjetdumarch0"/>
      </w:pPr>
      <w:bookmarkStart w:id="2" w:name="Mission_lot"/>
      <w:r>
        <w:t>Lot n°0</w:t>
      </w:r>
      <w:r w:rsidR="002131C8">
        <w:t>7</w:t>
      </w:r>
      <w:r>
        <w:rPr>
          <w:rFonts w:ascii="Calibri" w:hAnsi="Calibri" w:cs="Calibri"/>
        </w:rPr>
        <w:t> </w:t>
      </w:r>
      <w:r>
        <w:t xml:space="preserve">: </w:t>
      </w:r>
      <w:r w:rsidR="000D35A7">
        <w:t>C</w:t>
      </w:r>
      <w:r w:rsidR="002131C8" w:rsidRPr="002131C8">
        <w:t xml:space="preserve">loisons sèches - </w:t>
      </w:r>
      <w:r w:rsidR="000D35A7">
        <w:t>I</w:t>
      </w:r>
      <w:r w:rsidR="002131C8" w:rsidRPr="002131C8">
        <w:t>solation</w:t>
      </w:r>
      <w:bookmarkEnd w:id="2"/>
    </w:p>
    <w:p w14:paraId="6B9D4367" w14:textId="77777777" w:rsidR="00995AF1" w:rsidRPr="002D275A" w:rsidRDefault="00995AF1" w:rsidP="00995AF1">
      <w:pPr>
        <w:pStyle w:val="PdgNomdudocument"/>
      </w:pPr>
      <w:r>
        <w:t xml:space="preserve">Acte d’engagement </w:t>
      </w:r>
      <w:r w:rsidRPr="00C307FC">
        <w:t>(</w:t>
      </w:r>
      <w:proofErr w:type="spellStart"/>
      <w:r w:rsidRPr="00C307FC">
        <w:t>A</w:t>
      </w:r>
      <w:r>
        <w:t>E</w:t>
      </w:r>
      <w:proofErr w:type="spellEnd"/>
      <w:r w:rsidRPr="00C307FC">
        <w:t>)</w:t>
      </w:r>
    </w:p>
    <w:tbl>
      <w:tblPr>
        <w:tblpPr w:leftFromText="141" w:rightFromText="141" w:vertAnchor="text" w:horzAnchor="margin" w:tblpY="445"/>
        <w:tblW w:w="10087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2"/>
        <w:gridCol w:w="10065"/>
      </w:tblGrid>
      <w:tr w:rsidR="00995AF1" w14:paraId="3EC4A2E6" w14:textId="77777777" w:rsidTr="00995AF1">
        <w:trPr>
          <w:gridBefore w:val="1"/>
          <w:wBefore w:w="22" w:type="dxa"/>
        </w:trPr>
        <w:tc>
          <w:tcPr>
            <w:tcW w:w="10065" w:type="dxa"/>
            <w:shd w:val="clear" w:color="auto" w:fill="CCCCCC"/>
          </w:tcPr>
          <w:p w14:paraId="0B2FAB20" w14:textId="77777777" w:rsidR="00995AF1" w:rsidRPr="005926DD" w:rsidRDefault="00995AF1" w:rsidP="00995AF1">
            <w:pPr>
              <w:pStyle w:val="PdgInvite"/>
            </w:pPr>
            <w:r>
              <w:t>Acheteur</w:t>
            </w:r>
            <w:r w:rsidRPr="005926DD">
              <w:t xml:space="preserve"> exerçant la maîtrise d'ouvrage</w:t>
            </w:r>
          </w:p>
        </w:tc>
      </w:tr>
      <w:tr w:rsidR="00995AF1" w14:paraId="4FEE5A4A" w14:textId="77777777" w:rsidTr="00995AF1">
        <w:trPr>
          <w:gridBefore w:val="1"/>
          <w:wBefore w:w="22" w:type="dxa"/>
        </w:trPr>
        <w:tc>
          <w:tcPr>
            <w:tcW w:w="10065" w:type="dxa"/>
            <w:shd w:val="clear" w:color="auto" w:fill="auto"/>
          </w:tcPr>
          <w:p w14:paraId="18AA14D8" w14:textId="77777777" w:rsidR="00995AF1" w:rsidRPr="00C307FC" w:rsidRDefault="00995AF1" w:rsidP="00995AF1">
            <w:pPr>
              <w:pStyle w:val="Pdginfos"/>
            </w:pPr>
            <w:bookmarkStart w:id="3" w:name="R0_p2_a"/>
            <w:r w:rsidRPr="00C307FC">
              <w:t xml:space="preserve">Rectorat de </w:t>
            </w:r>
            <w:bookmarkEnd w:id="3"/>
            <w:r>
              <w:t>la région académique Pays de la Loire</w:t>
            </w:r>
          </w:p>
        </w:tc>
      </w:tr>
      <w:tr w:rsidR="00995AF1" w14:paraId="62EBAF8A" w14:textId="77777777" w:rsidTr="00995AF1">
        <w:tc>
          <w:tcPr>
            <w:tcW w:w="10087" w:type="dxa"/>
            <w:gridSpan w:val="2"/>
            <w:shd w:val="clear" w:color="auto" w:fill="CCCCCC"/>
          </w:tcPr>
          <w:p w14:paraId="060AAF17" w14:textId="77777777" w:rsidR="00995AF1" w:rsidRPr="005926DD" w:rsidRDefault="00995AF1" w:rsidP="00995AF1">
            <w:pPr>
              <w:pStyle w:val="PdgInvite"/>
            </w:pPr>
            <w:r>
              <w:t>Opération</w:t>
            </w:r>
          </w:p>
        </w:tc>
      </w:tr>
      <w:tr w:rsidR="00995AF1" w14:paraId="27C6669E" w14:textId="77777777" w:rsidTr="00995AF1">
        <w:tc>
          <w:tcPr>
            <w:tcW w:w="10087" w:type="dxa"/>
            <w:gridSpan w:val="2"/>
            <w:shd w:val="clear" w:color="auto" w:fill="auto"/>
          </w:tcPr>
          <w:p w14:paraId="06BA2517" w14:textId="227DADD8" w:rsidR="00995AF1" w:rsidRDefault="00E11B90" w:rsidP="00995AF1">
            <w:pPr>
              <w:pStyle w:val="PdgOpration"/>
            </w:pPr>
            <w:bookmarkStart w:id="4" w:name="Opération"/>
            <w:r>
              <w:t>Rénovation du bâtiment B</w:t>
            </w:r>
            <w:bookmarkEnd w:id="4"/>
          </w:p>
          <w:p w14:paraId="2E2DA2AC" w14:textId="6D4492E8" w:rsidR="00995AF1" w:rsidRPr="00597383" w:rsidRDefault="00995AF1" w:rsidP="00995AF1">
            <w:pPr>
              <w:pStyle w:val="Pdginfos"/>
            </w:pPr>
            <w:bookmarkStart w:id="5" w:name="Établissementcommune"/>
            <w:r w:rsidRPr="00BE6504">
              <w:t>É</w:t>
            </w:r>
            <w:r w:rsidR="00E11B90">
              <w:t>cole centrale de Nantes</w:t>
            </w:r>
            <w:bookmarkEnd w:id="5"/>
          </w:p>
        </w:tc>
      </w:tr>
      <w:tr w:rsidR="00995AF1" w14:paraId="319015CC" w14:textId="77777777" w:rsidTr="00995AF1">
        <w:tc>
          <w:tcPr>
            <w:tcW w:w="10087" w:type="dxa"/>
            <w:gridSpan w:val="2"/>
            <w:shd w:val="clear" w:color="auto" w:fill="BFBFBF" w:themeFill="background1" w:themeFillShade="BF"/>
          </w:tcPr>
          <w:p w14:paraId="015B95D7" w14:textId="77777777" w:rsidR="00995AF1" w:rsidRPr="0065292C" w:rsidRDefault="00995AF1" w:rsidP="00995AF1">
            <w:pPr>
              <w:pStyle w:val="PdgInvite"/>
            </w:pPr>
            <w:r w:rsidRPr="00A20652">
              <w:t xml:space="preserve">Marché </w:t>
            </w:r>
            <w:r>
              <w:t>en</w:t>
            </w:r>
            <w:r w:rsidRPr="00A20652">
              <w:t xml:space="preserve"> procédure adaptée </w:t>
            </w:r>
            <w:r w:rsidRPr="00A20652">
              <w:rPr>
                <w:b w:val="0"/>
              </w:rPr>
              <w:t>passé en application des articles L.2123-1 et R.2123-1 à R.2123-7 du CCP.</w:t>
            </w:r>
          </w:p>
        </w:tc>
      </w:tr>
    </w:tbl>
    <w:p w14:paraId="7FA111E4" w14:textId="49FF1398" w:rsidR="00995AF1" w:rsidRPr="00B951CA" w:rsidRDefault="00C05F6F" w:rsidP="00995AF1">
      <w:pPr>
        <w:pStyle w:val="PdgVersion"/>
        <w:jc w:val="right"/>
        <w:rPr>
          <w:b w:val="0"/>
        </w:rPr>
      </w:pPr>
      <w:r>
        <w:rPr>
          <w:b w:val="0"/>
        </w:rPr>
        <w:t>Juin</w:t>
      </w:r>
      <w:r w:rsidR="00E11B90">
        <w:rPr>
          <w:b w:val="0"/>
        </w:rPr>
        <w:t xml:space="preserve"> 2025</w:t>
      </w:r>
    </w:p>
    <w:p w14:paraId="61385AEA" w14:textId="77777777" w:rsidR="00995AF1" w:rsidRDefault="00995AF1" w:rsidP="00995AF1">
      <w:pPr>
        <w:pStyle w:val="Corpsdetexte"/>
        <w:rPr>
          <w:b/>
        </w:rPr>
      </w:pPr>
    </w:p>
    <w:p w14:paraId="4A04A7A3" w14:textId="77777777" w:rsidR="00995AF1" w:rsidRDefault="00995AF1" w:rsidP="00995AF1">
      <w:pPr>
        <w:pStyle w:val="Corpsdetexte"/>
      </w:pPr>
      <w:r w:rsidRPr="005A6166">
        <w:rPr>
          <w:b/>
        </w:rPr>
        <w:t xml:space="preserve">L’offre a été établie sur la base des conditions économiques en vigueur le                                 </w:t>
      </w:r>
    </w:p>
    <w:p w14:paraId="2F9FEFE2" w14:textId="77777777" w:rsidR="00995AF1" w:rsidRDefault="00995AF1" w:rsidP="00995AF1">
      <w:pPr>
        <w:pStyle w:val="Corpsdetexte"/>
        <w:rPr>
          <w:rStyle w:val="CorpsitaliqueCar"/>
          <w:sz w:val="20"/>
          <w:szCs w:val="20"/>
        </w:rPr>
      </w:pPr>
      <w:r w:rsidRPr="005A6166">
        <w:rPr>
          <w:rStyle w:val="CorpsitaliqueCar"/>
          <w:sz w:val="20"/>
          <w:szCs w:val="20"/>
        </w:rPr>
        <w:t>(</w:t>
      </w:r>
      <w:proofErr w:type="gramStart"/>
      <w:r w:rsidRPr="005A6166">
        <w:rPr>
          <w:rStyle w:val="CorpsitaliqueCar"/>
          <w:sz w:val="20"/>
          <w:szCs w:val="20"/>
        </w:rPr>
        <w:t>à</w:t>
      </w:r>
      <w:proofErr w:type="gramEnd"/>
      <w:r w:rsidRPr="005A6166">
        <w:rPr>
          <w:rStyle w:val="CorpsitaliqueCar"/>
          <w:sz w:val="20"/>
          <w:szCs w:val="20"/>
        </w:rPr>
        <w:t xml:space="preserve"> renseigner par le candidat</w:t>
      </w:r>
      <w:r w:rsidRPr="005A6166">
        <w:rPr>
          <w:rStyle w:val="CorpsitaliqueCar"/>
          <w:rFonts w:ascii="Calibri" w:hAnsi="Calibri" w:cs="Calibri"/>
          <w:sz w:val="20"/>
          <w:szCs w:val="20"/>
        </w:rPr>
        <w:t> </w:t>
      </w:r>
      <w:r w:rsidRPr="005A6166">
        <w:rPr>
          <w:rStyle w:val="CorpsitaliqueCar"/>
          <w:sz w:val="20"/>
          <w:szCs w:val="20"/>
        </w:rPr>
        <w:t>: date de remise de l’offre ou de l’offre finale en cas de remises d’offres successives)</w:t>
      </w:r>
    </w:p>
    <w:tbl>
      <w:tblPr>
        <w:tblW w:w="10057" w:type="dxa"/>
        <w:tblCellSpacing w:w="0" w:type="dxa"/>
        <w:tblCellMar>
          <w:left w:w="68" w:type="dxa"/>
          <w:right w:w="68" w:type="dxa"/>
        </w:tblCellMar>
        <w:tblLook w:val="04A0" w:firstRow="1" w:lastRow="0" w:firstColumn="1" w:lastColumn="0" w:noHBand="0" w:noVBand="1"/>
      </w:tblPr>
      <w:tblGrid>
        <w:gridCol w:w="3712"/>
        <w:gridCol w:w="6345"/>
      </w:tblGrid>
      <w:tr w:rsidR="00995AF1" w:rsidRPr="00292E33" w14:paraId="034CCFFF" w14:textId="77777777" w:rsidTr="00995AF1">
        <w:trPr>
          <w:tblCellSpacing w:w="0" w:type="dxa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5C27883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Date du marché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095F10A" w14:textId="77777777" w:rsidR="00995AF1" w:rsidRPr="00292E33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292E33"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  <w:t>(Réservé pour la mention d'exemplaire unique du marché)</w:t>
            </w:r>
          </w:p>
        </w:tc>
      </w:tr>
      <w:tr w:rsidR="00995AF1" w:rsidRPr="00292E33" w14:paraId="3F095E23" w14:textId="77777777" w:rsidTr="00995AF1">
        <w:trPr>
          <w:trHeight w:val="264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4D4286D" w14:textId="77777777" w:rsidR="00995AF1" w:rsidRPr="00292E33" w:rsidRDefault="00995AF1" w:rsidP="00995AF1">
            <w:pPr>
              <w:pStyle w:val="Pdginfos"/>
              <w:spacing w:before="120" w:after="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4A1FBFAE" w14:textId="77777777" w:rsidR="00995AF1" w:rsidRPr="00292E33" w:rsidRDefault="00995AF1" w:rsidP="00995AF1">
            <w:pPr>
              <w:pStyle w:val="Pdginfos"/>
              <w:spacing w:before="120" w:after="0"/>
              <w:rPr>
                <w:lang w:eastAsia="fr-FR"/>
              </w:rPr>
            </w:pPr>
          </w:p>
        </w:tc>
      </w:tr>
      <w:tr w:rsidR="00995AF1" w:rsidRPr="00292E33" w14:paraId="5AA7D9F9" w14:textId="77777777" w:rsidTr="00995AF1">
        <w:trPr>
          <w:trHeight w:val="268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56D3C14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Numéro d'</w:t>
            </w:r>
            <w:proofErr w:type="spellStart"/>
            <w:r w:rsidRPr="00292E33">
              <w:rPr>
                <w:lang w:eastAsia="fr-FR"/>
              </w:rPr>
              <w:t>EJ</w:t>
            </w:r>
            <w:proofErr w:type="spellEnd"/>
            <w:r w:rsidRPr="00292E33">
              <w:rPr>
                <w:lang w:eastAsia="fr-FR"/>
              </w:rPr>
              <w:t xml:space="preserve"> du </w:t>
            </w:r>
            <w:r w:rsidRPr="00333860">
              <w:t>contrat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AA6C387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3AC486B4" w14:textId="77777777" w:rsidTr="00995AF1">
        <w:trPr>
          <w:trHeight w:val="268"/>
          <w:tblCellSpacing w:w="0" w:type="dxa"/>
        </w:trPr>
        <w:tc>
          <w:tcPr>
            <w:tcW w:w="3712" w:type="dxa"/>
            <w:tcBorders>
              <w:left w:val="single" w:sz="4" w:space="0" w:color="auto"/>
              <w:right w:val="nil"/>
            </w:tcBorders>
            <w:shd w:val="clear" w:color="auto" w:fill="FFFFFF" w:themeFill="background1"/>
            <w:tcMar>
              <w:top w:w="0" w:type="dxa"/>
              <w:left w:w="68" w:type="dxa"/>
              <w:bottom w:w="0" w:type="dxa"/>
              <w:right w:w="0" w:type="dxa"/>
            </w:tcMar>
          </w:tcPr>
          <w:p w14:paraId="74620DAE" w14:textId="77777777" w:rsidR="00995AF1" w:rsidRPr="00292E33" w:rsidRDefault="00995AF1" w:rsidP="00995AF1">
            <w:pPr>
              <w:pStyle w:val="PdgInvite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</w:tcPr>
          <w:p w14:paraId="70B3BF73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26CA56B3" w14:textId="77777777" w:rsidTr="00995AF1">
        <w:trPr>
          <w:tblCellSpacing w:w="0" w:type="dxa"/>
        </w:trPr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0707ED6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6BE8A3F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48BC8F9F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B6CD344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Montant TTC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8F1A10F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48BC1900" w14:textId="77777777" w:rsidTr="00995AF1">
        <w:trPr>
          <w:trHeight w:val="358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4DE9212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9965EB4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429507CD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317E745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 xml:space="preserve">Code </w:t>
            </w:r>
            <w:proofErr w:type="spellStart"/>
            <w:r w:rsidRPr="00292E33">
              <w:rPr>
                <w:lang w:eastAsia="fr-FR"/>
              </w:rPr>
              <w:t>CPV</w:t>
            </w:r>
            <w:proofErr w:type="spellEnd"/>
            <w:r w:rsidRPr="00292E33">
              <w:rPr>
                <w:lang w:eastAsia="fr-FR"/>
              </w:rPr>
              <w:t xml:space="preserve"> principal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7102CD6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4C464A97" w14:textId="77777777" w:rsidTr="00995AF1">
        <w:trPr>
          <w:tblCellSpacing w:w="0" w:type="dxa"/>
        </w:trPr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A591943" w14:textId="6F6D86CD" w:rsidR="00995AF1" w:rsidRPr="00292E33" w:rsidRDefault="00F906CB" w:rsidP="00995AF1">
            <w:pPr>
              <w:pStyle w:val="Pdginfos"/>
              <w:spacing w:after="120"/>
              <w:rPr>
                <w:lang w:eastAsia="fr-FR"/>
              </w:rPr>
            </w:pPr>
            <w:r w:rsidRPr="00F906CB">
              <w:rPr>
                <w:lang w:eastAsia="fr-FR"/>
              </w:rPr>
              <w:t>45214300-3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72B1EB7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28772503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FA8634A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Imputation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9F5DEF5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1E049122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6BD7CA7" w14:textId="77777777" w:rsidR="006D0E66" w:rsidRDefault="006D0E66" w:rsidP="006D0E66">
            <w:pPr>
              <w:pStyle w:val="Pdginfos"/>
              <w:spacing w:after="0"/>
              <w:rPr>
                <w:lang w:eastAsia="fr-FR"/>
              </w:rPr>
            </w:pPr>
            <w:r>
              <w:rPr>
                <w:lang w:eastAsia="fr-FR"/>
              </w:rPr>
              <w:t>Programme 150 - TF 057198</w:t>
            </w:r>
          </w:p>
          <w:p w14:paraId="066F7DA4" w14:textId="77777777" w:rsidR="00995AF1" w:rsidRPr="00292E33" w:rsidRDefault="00995AF1" w:rsidP="006D0E66">
            <w:pPr>
              <w:pStyle w:val="Pdginfos"/>
              <w:spacing w:after="0"/>
              <w:ind w:left="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E33A316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</w:tbl>
    <w:p w14:paraId="30408EDC" w14:textId="77777777" w:rsidR="00995AF1" w:rsidRDefault="00995AF1" w:rsidP="00995AF1">
      <w:pPr>
        <w:pStyle w:val="Corpsdetexte"/>
        <w:rPr>
          <w:rStyle w:val="CorpsitaliqueCar"/>
          <w:sz w:val="20"/>
          <w:szCs w:val="20"/>
        </w:rPr>
      </w:pPr>
    </w:p>
    <w:p w14:paraId="37B548AB" w14:textId="5C6685DA" w:rsidR="00995AF1" w:rsidRPr="004C614E" w:rsidRDefault="00995AF1" w:rsidP="00995AF1">
      <w:pPr>
        <w:pStyle w:val="Corpsitalique"/>
      </w:pPr>
      <w:r w:rsidRPr="00C307FC">
        <w:t xml:space="preserve">Le présent </w:t>
      </w:r>
      <w:proofErr w:type="spellStart"/>
      <w:r>
        <w:t>AE</w:t>
      </w:r>
      <w:proofErr w:type="spellEnd"/>
      <w:r w:rsidRPr="00C307FC">
        <w:t xml:space="preserve"> comporte </w:t>
      </w:r>
      <w:r w:rsidR="001C3347">
        <w:fldChar w:fldCharType="begin"/>
      </w:r>
      <w:r w:rsidR="001C3347">
        <w:instrText xml:space="preserve"> NUMPAGES   \* MERGEFORMAT </w:instrText>
      </w:r>
      <w:r w:rsidR="001C3347">
        <w:fldChar w:fldCharType="separate"/>
      </w:r>
      <w:r w:rsidR="007B5BD8">
        <w:rPr>
          <w:noProof/>
        </w:rPr>
        <w:t>24</w:t>
      </w:r>
      <w:r w:rsidR="001C3347">
        <w:rPr>
          <w:noProof/>
        </w:rPr>
        <w:fldChar w:fldCharType="end"/>
      </w:r>
      <w:r w:rsidRPr="00C307FC">
        <w:t xml:space="preserve"> pages</w:t>
      </w:r>
      <w:r>
        <w:t>.</w:t>
      </w:r>
      <w:r>
        <w:br w:type="page"/>
      </w:r>
    </w:p>
    <w:p w14:paraId="40B18B2F" w14:textId="36E0C82C" w:rsidR="00995AF1" w:rsidRDefault="00995AF1" w:rsidP="00995AF1">
      <w:pPr>
        <w:pStyle w:val="PdgRefmarch"/>
      </w:pPr>
      <w:r>
        <w:lastRenderedPageBreak/>
        <w:fldChar w:fldCharType="begin"/>
      </w:r>
      <w:r>
        <w:instrText xml:space="preserve"> REF Ref_marché \h </w:instrText>
      </w:r>
      <w:r>
        <w:fldChar w:fldCharType="separate"/>
      </w:r>
      <w:r w:rsidR="007B5BD8">
        <w:t>AC-NANTES_SCUS_25-107</w:t>
      </w:r>
      <w:r>
        <w:fldChar w:fldCharType="end"/>
      </w:r>
    </w:p>
    <w:p w14:paraId="7635535A" w14:textId="4655E39F" w:rsidR="00995AF1" w:rsidRDefault="00995AF1" w:rsidP="00995AF1">
      <w:pPr>
        <w:pStyle w:val="Pdgtypedemarch"/>
      </w:pPr>
      <w:r w:rsidRPr="00C307FC">
        <w:t>M</w:t>
      </w:r>
      <w:r>
        <w:t xml:space="preserve">arché </w:t>
      </w:r>
      <w:r w:rsidRPr="00EC5BF0">
        <w:t>public</w:t>
      </w:r>
      <w:r>
        <w:t xml:space="preserve"> de </w:t>
      </w:r>
      <w:r w:rsidR="00F906CB">
        <w:t>travaux</w:t>
      </w:r>
    </w:p>
    <w:p w14:paraId="76CB9642" w14:textId="3443F03E" w:rsidR="00995AF1" w:rsidRPr="00C307FC" w:rsidRDefault="00995AF1" w:rsidP="00995AF1">
      <w:pPr>
        <w:pStyle w:val="PdgObjetdumarch0"/>
      </w:pPr>
      <w:r>
        <w:fldChar w:fldCharType="begin"/>
      </w:r>
      <w:r>
        <w:instrText xml:space="preserve"> REF Mission_lot \h </w:instrText>
      </w:r>
      <w:r>
        <w:fldChar w:fldCharType="separate"/>
      </w:r>
      <w:r w:rsidR="007B5BD8">
        <w:t>Lot n°07</w:t>
      </w:r>
      <w:r w:rsidR="007B5BD8">
        <w:rPr>
          <w:rFonts w:ascii="Calibri" w:hAnsi="Calibri" w:cs="Calibri"/>
        </w:rPr>
        <w:t> </w:t>
      </w:r>
      <w:r w:rsidR="007B5BD8">
        <w:t>: C</w:t>
      </w:r>
      <w:r w:rsidR="007B5BD8" w:rsidRPr="002131C8">
        <w:t xml:space="preserve">loisons sèches - </w:t>
      </w:r>
      <w:r w:rsidR="007B5BD8">
        <w:t>I</w:t>
      </w:r>
      <w:r w:rsidR="007B5BD8" w:rsidRPr="002131C8">
        <w:t>solation</w:t>
      </w:r>
      <w:r>
        <w:fldChar w:fldCharType="end"/>
      </w:r>
    </w:p>
    <w:p w14:paraId="7B5057D6" w14:textId="77777777" w:rsidR="00995AF1" w:rsidRPr="002D275A" w:rsidRDefault="00995AF1" w:rsidP="00995AF1">
      <w:pPr>
        <w:pStyle w:val="PdgNomdudocument"/>
      </w:pPr>
      <w:bookmarkStart w:id="6" w:name="Piècecomplet"/>
      <w:r>
        <w:t>Acte d’engagement</w:t>
      </w:r>
      <w:bookmarkEnd w:id="6"/>
      <w:r>
        <w:t xml:space="preserve"> </w:t>
      </w:r>
      <w:r w:rsidRPr="00C307FC">
        <w:t>(</w:t>
      </w:r>
      <w:bookmarkStart w:id="7" w:name="Piècesigle"/>
      <w:proofErr w:type="spellStart"/>
      <w:r w:rsidRPr="00C307FC">
        <w:t>A</w:t>
      </w:r>
      <w:r>
        <w:t>E</w:t>
      </w:r>
      <w:bookmarkEnd w:id="7"/>
      <w:proofErr w:type="spellEnd"/>
      <w:r w:rsidRPr="00C307FC">
        <w:t>)</w:t>
      </w:r>
    </w:p>
    <w:p w14:paraId="5446A24E" w14:textId="77777777" w:rsidR="00995AF1" w:rsidRPr="002D275A" w:rsidRDefault="00995AF1" w:rsidP="00995AF1">
      <w:pPr>
        <w:pStyle w:val="PdgVersion"/>
      </w:pPr>
    </w:p>
    <w:tbl>
      <w:tblPr>
        <w:tblW w:w="10087" w:type="dxa"/>
        <w:tblInd w:w="-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7"/>
      </w:tblGrid>
      <w:tr w:rsidR="00995AF1" w:rsidRPr="005926DD" w14:paraId="46832447" w14:textId="77777777" w:rsidTr="00995AF1">
        <w:tc>
          <w:tcPr>
            <w:tcW w:w="10087" w:type="dxa"/>
            <w:shd w:val="clear" w:color="auto" w:fill="CCCCCC"/>
          </w:tcPr>
          <w:p w14:paraId="34CD6407" w14:textId="77777777" w:rsidR="00995AF1" w:rsidRPr="005926DD" w:rsidRDefault="00995AF1" w:rsidP="00995AF1">
            <w:pPr>
              <w:pStyle w:val="PdgInvite"/>
            </w:pPr>
            <w:r w:rsidRPr="002D275A">
              <w:t xml:space="preserve">Représentant du </w:t>
            </w:r>
            <w:r>
              <w:t>Maître d’ouvrage (</w:t>
            </w:r>
            <w:proofErr w:type="spellStart"/>
            <w:r>
              <w:t>RMO</w:t>
            </w:r>
            <w:proofErr w:type="spellEnd"/>
            <w:r>
              <w:t>) et Ordonnateur</w:t>
            </w:r>
          </w:p>
        </w:tc>
      </w:tr>
      <w:tr w:rsidR="00995AF1" w14:paraId="7AF1B812" w14:textId="77777777" w:rsidTr="00995AF1">
        <w:tc>
          <w:tcPr>
            <w:tcW w:w="10087" w:type="dxa"/>
            <w:shd w:val="clear" w:color="auto" w:fill="auto"/>
          </w:tcPr>
          <w:p w14:paraId="3013996D" w14:textId="77777777" w:rsidR="00995AF1" w:rsidRDefault="00995AF1" w:rsidP="00995AF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995AF1" w14:paraId="07DC38EE" w14:textId="77777777" w:rsidTr="00995AF1">
        <w:tc>
          <w:tcPr>
            <w:tcW w:w="10087" w:type="dxa"/>
            <w:shd w:val="clear" w:color="auto" w:fill="auto"/>
          </w:tcPr>
          <w:p w14:paraId="262F83B3" w14:textId="77777777" w:rsidR="00995AF1" w:rsidRDefault="00995AF1" w:rsidP="00995AF1">
            <w:pPr>
              <w:pStyle w:val="Pdginfos"/>
            </w:pPr>
            <w:r>
              <w:t>Mme la rectrice de la région académique des Pays de la Loire,</w:t>
            </w:r>
            <w:r>
              <w:br/>
              <w:t>rectrice de l’académie de Nantes,</w:t>
            </w:r>
            <w:r>
              <w:br/>
              <w:t>chancelière des universités</w:t>
            </w:r>
          </w:p>
        </w:tc>
      </w:tr>
    </w:tbl>
    <w:p w14:paraId="2680C034" w14:textId="77777777" w:rsidR="00995AF1" w:rsidRDefault="00995AF1" w:rsidP="00995AF1">
      <w:pPr>
        <w:widowControl/>
        <w:autoSpaceDE/>
        <w:autoSpaceDN/>
      </w:pPr>
    </w:p>
    <w:p w14:paraId="345A5825" w14:textId="77777777" w:rsidR="00995AF1" w:rsidRDefault="00995AF1" w:rsidP="00995AF1">
      <w:pPr>
        <w:widowControl/>
        <w:autoSpaceDE/>
        <w:autoSpaceDN/>
      </w:pPr>
    </w:p>
    <w:tbl>
      <w:tblPr>
        <w:tblW w:w="10087" w:type="dxa"/>
        <w:tblInd w:w="-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7"/>
      </w:tblGrid>
      <w:tr w:rsidR="00995AF1" w:rsidRPr="005926DD" w14:paraId="1D7B3512" w14:textId="77777777" w:rsidTr="00995AF1">
        <w:tc>
          <w:tcPr>
            <w:tcW w:w="10087" w:type="dxa"/>
            <w:shd w:val="clear" w:color="auto" w:fill="CCCCCC"/>
          </w:tcPr>
          <w:p w14:paraId="08F44156" w14:textId="77777777" w:rsidR="00995AF1" w:rsidRPr="005926DD" w:rsidRDefault="00995AF1" w:rsidP="00995AF1">
            <w:pPr>
              <w:pStyle w:val="PdgInvite"/>
            </w:pPr>
            <w:r>
              <w:t>Comptable public assignataire</w:t>
            </w:r>
          </w:p>
        </w:tc>
      </w:tr>
      <w:tr w:rsidR="00995AF1" w14:paraId="5FFA725F" w14:textId="77777777" w:rsidTr="00995AF1">
        <w:tc>
          <w:tcPr>
            <w:tcW w:w="10087" w:type="dxa"/>
            <w:shd w:val="clear" w:color="auto" w:fill="auto"/>
          </w:tcPr>
          <w:p w14:paraId="1AAFA931" w14:textId="77777777" w:rsidR="00995AF1" w:rsidRDefault="00995AF1" w:rsidP="00995AF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995AF1" w14:paraId="4E07B48F" w14:textId="77777777" w:rsidTr="00995AF1">
        <w:tc>
          <w:tcPr>
            <w:tcW w:w="10087" w:type="dxa"/>
            <w:shd w:val="clear" w:color="auto" w:fill="auto"/>
          </w:tcPr>
          <w:p w14:paraId="2602A1D8" w14:textId="77777777" w:rsidR="00995AF1" w:rsidRDefault="00995AF1" w:rsidP="00995AF1">
            <w:pPr>
              <w:pStyle w:val="Pdginfos"/>
            </w:pPr>
            <w:r>
              <w:t>Monsieur le directeur</w:t>
            </w:r>
            <w:r w:rsidRPr="00886C24">
              <w:t xml:space="preserve"> régional des Finances </w:t>
            </w:r>
            <w:r>
              <w:t>p</w:t>
            </w:r>
            <w:r w:rsidRPr="00886C24">
              <w:t>ubliques des Pays de la Loire et du département de Loire atlantique</w:t>
            </w:r>
          </w:p>
        </w:tc>
      </w:tr>
    </w:tbl>
    <w:p w14:paraId="18A6AAAB" w14:textId="77777777" w:rsidR="00995AF1" w:rsidRDefault="00995AF1" w:rsidP="00995AF1">
      <w:pPr>
        <w:pStyle w:val="Corpsitalique"/>
      </w:pPr>
    </w:p>
    <w:p w14:paraId="4CEE17FE" w14:textId="77777777" w:rsidR="00995AF1" w:rsidRDefault="00995AF1" w:rsidP="00995AF1">
      <w:pPr>
        <w:pStyle w:val="Corpsitalique"/>
        <w:rPr>
          <w:i w:val="0"/>
        </w:rPr>
      </w:pPr>
    </w:p>
    <w:p w14:paraId="651B5C1D" w14:textId="77777777" w:rsidR="00995AF1" w:rsidRDefault="00995AF1" w:rsidP="00995AF1">
      <w:pPr>
        <w:pStyle w:val="Corpsitalique"/>
        <w:rPr>
          <w:i w:val="0"/>
        </w:rPr>
      </w:pPr>
    </w:p>
    <w:p w14:paraId="65A9B381" w14:textId="77777777" w:rsidR="00995AF1" w:rsidRDefault="00995AF1" w:rsidP="00995AF1">
      <w:pPr>
        <w:pStyle w:val="Corpsitalique"/>
        <w:rPr>
          <w:i w:val="0"/>
        </w:rPr>
      </w:pPr>
    </w:p>
    <w:p w14:paraId="3A583614" w14:textId="77777777" w:rsidR="00995AF1" w:rsidRDefault="00995AF1" w:rsidP="00995AF1">
      <w:pPr>
        <w:pStyle w:val="Corpsitalique"/>
        <w:rPr>
          <w:i w:val="0"/>
        </w:rPr>
      </w:pPr>
    </w:p>
    <w:p w14:paraId="651F6B6A" w14:textId="77777777" w:rsidR="00995AF1" w:rsidRDefault="00995AF1" w:rsidP="00995AF1">
      <w:pPr>
        <w:pStyle w:val="Corpsitalique"/>
        <w:rPr>
          <w:i w:val="0"/>
        </w:rPr>
      </w:pPr>
    </w:p>
    <w:p w14:paraId="0168ACA9" w14:textId="77777777" w:rsidR="00995AF1" w:rsidRDefault="00995AF1" w:rsidP="00995AF1">
      <w:pPr>
        <w:pStyle w:val="Corpsitalique"/>
        <w:rPr>
          <w:i w:val="0"/>
        </w:rPr>
      </w:pPr>
    </w:p>
    <w:p w14:paraId="27B47922" w14:textId="77777777" w:rsidR="00995AF1" w:rsidRPr="00E70A49" w:rsidRDefault="00995AF1" w:rsidP="00995AF1">
      <w:pPr>
        <w:pStyle w:val="Corpsitalique"/>
      </w:pPr>
      <w:r w:rsidRPr="00E70A49">
        <w:t>Dans tout ce document, le code de la commande publique est désigné par l’abréviation CCP</w:t>
      </w:r>
      <w:r>
        <w:t>.</w:t>
      </w:r>
    </w:p>
    <w:p w14:paraId="5197C77F" w14:textId="77777777" w:rsidR="00995AF1" w:rsidRDefault="00995AF1" w:rsidP="00995AF1">
      <w:pPr>
        <w:pStyle w:val="Corpsitalique"/>
        <w:rPr>
          <w:i w:val="0"/>
        </w:rPr>
      </w:pPr>
    </w:p>
    <w:p w14:paraId="46CD36AE" w14:textId="77777777" w:rsidR="00995AF1" w:rsidRDefault="00995AF1" w:rsidP="00995AF1">
      <w:pPr>
        <w:pStyle w:val="Corpsitalique"/>
        <w:rPr>
          <w:i w:val="0"/>
        </w:rPr>
      </w:pPr>
      <w:bookmarkStart w:id="8" w:name="_Hlk127276369"/>
    </w:p>
    <w:p w14:paraId="49B783C8" w14:textId="77777777" w:rsidR="00995AF1" w:rsidRDefault="00995AF1" w:rsidP="00995AF1">
      <w:pPr>
        <w:pStyle w:val="Corpsitalique"/>
        <w:rPr>
          <w:i w:val="0"/>
        </w:rPr>
      </w:pPr>
    </w:p>
    <w:p w14:paraId="20476FF1" w14:textId="7F6B462F" w:rsidR="00995AF1" w:rsidRDefault="009A1927" w:rsidP="00995AF1">
      <w:pPr>
        <w:pStyle w:val="Corpsitalique"/>
        <w:rPr>
          <w:i w:val="0"/>
        </w:rPr>
      </w:pPr>
      <w:r>
        <w:rPr>
          <w:i w:val="0"/>
          <w:noProof/>
          <w:shd w:val="clear" w:color="auto" w:fill="auto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0EE9DF0" wp14:editId="4290281A">
                <wp:simplePos x="0" y="0"/>
                <wp:positionH relativeFrom="margin">
                  <wp:posOffset>-176976</wp:posOffset>
                </wp:positionH>
                <wp:positionV relativeFrom="paragraph">
                  <wp:posOffset>264795</wp:posOffset>
                </wp:positionV>
                <wp:extent cx="6508750" cy="1155700"/>
                <wp:effectExtent l="0" t="0" r="0" b="6350"/>
                <wp:wrapNone/>
                <wp:docPr id="8" name="Groupe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08750" cy="1155700"/>
                          <a:chOff x="0" y="0"/>
                          <a:chExt cx="6508750" cy="1155700"/>
                        </a:xfrm>
                      </wpg:grpSpPr>
                      <wpg:grpSp>
                        <wpg:cNvPr id="16" name="Groupe 16"/>
                        <wpg:cNvGrpSpPr/>
                        <wpg:grpSpPr>
                          <a:xfrm>
                            <a:off x="0" y="0"/>
                            <a:ext cx="6508750" cy="1155700"/>
                            <a:chOff x="-6350" y="0"/>
                            <a:chExt cx="6508750" cy="1155700"/>
                          </a:xfrm>
                        </wpg:grpSpPr>
                        <wpg:grpSp>
                          <wpg:cNvPr id="17" name="Groupe 17"/>
                          <wpg:cNvGrpSpPr/>
                          <wpg:grpSpPr>
                            <a:xfrm>
                              <a:off x="99150" y="0"/>
                              <a:ext cx="3733097" cy="723265"/>
                              <a:chOff x="99180" y="0"/>
                              <a:chExt cx="3734450" cy="723900"/>
                            </a:xfrm>
                          </wpg:grpSpPr>
                          <pic:pic xmlns:pic="http://schemas.openxmlformats.org/drawingml/2006/picture">
                            <pic:nvPicPr>
                              <pic:cNvPr id="18" name="Image 18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0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26221" b="25767"/>
                              <a:stretch/>
                            </pic:blipFill>
                            <pic:spPr bwMode="auto">
                              <a:xfrm>
                                <a:off x="2887480" y="95250"/>
                                <a:ext cx="946150" cy="45402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9" name="Image 19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703631" y="0"/>
                                <a:ext cx="931545" cy="7239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20" name="Image 20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99180" y="66675"/>
                                <a:ext cx="1308735" cy="57467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  <wps:wsp>
                          <wps:cNvPr id="21" name="Zone de texte 21"/>
                          <wps:cNvSpPr txBox="1"/>
                          <wps:spPr>
                            <a:xfrm>
                              <a:off x="-6350" y="723900"/>
                              <a:ext cx="6508750" cy="431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7D66737" w14:textId="77777777" w:rsidR="009A1927" w:rsidRPr="007B0452" w:rsidRDefault="009A1927" w:rsidP="009A1927">
                                <w:pPr>
                                  <w:pStyle w:val="Corpsitalique"/>
                                  <w:spacing w:before="0" w:after="0"/>
                                  <w:rPr>
                                    <w:i w:val="0"/>
                                  </w:rPr>
                                </w:pPr>
                                <w:r>
                                  <w:rPr>
                                    <w:i w:val="0"/>
                                  </w:rPr>
                                  <w:t>Ce projet</w:t>
                                </w:r>
                                <w:r w:rsidRPr="00EC5BF0">
                                  <w:rPr>
                                    <w:i w:val="0"/>
                                  </w:rPr>
                                  <w:t xml:space="preserve"> est financé </w:t>
                                </w:r>
                                <w:r>
                                  <w:rPr>
                                    <w:i w:val="0"/>
                                  </w:rPr>
                                  <w:t>dans le cadre du contrat de plan État-Région Pays de la Loire et par le fonds européen de développement régional.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2" name="Image 2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659401" y="44450"/>
                              <a:ext cx="730885" cy="56261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23" name="Image 23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278573" y="75062"/>
                            <a:ext cx="937895" cy="46863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0EE9DF0" id="Groupe 8" o:spid="_x0000_s1026" style="position:absolute;left:0;text-align:left;margin-left:-13.95pt;margin-top:20.85pt;width:512.5pt;height:91pt;z-index:251659264;mso-position-horizontal-relative:margin" coordsize="65087,11557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/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">
                <v:group id="Groupe 16" o:spid="_x0000_s1027" style="position:absolute;width:65087;height:11557" coordorigin="-63" coordsize="65087,11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group id="Groupe 17" o:spid="_x0000_s1028" style="position:absolute;left:991;width:37331;height:7232" coordorigin="991" coordsize="37344,7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18" o:spid="_x0000_s1029" type="#_x0000_t75" style="position:absolute;left:28874;top:952;width:9462;height:45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">
                      <v:imagedata r:id="rId15" o:title="" croptop="17184f" cropbottom="16887f"/>
                    </v:shape>
                    <v:shape id="Image 19" o:spid="_x0000_s1030" type="#_x0000_t75" style="position:absolute;left:17036;width:9315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">
                      <v:imagedata r:id="rId16" o:title=""/>
                    </v:shape>
                    <v:shape id="Image 20" o:spid="_x0000_s1031" type="#_x0000_t75" style="position:absolute;left:991;top:666;width:13088;height:57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">
                      <v:imagedata r:id="rId17" o:title=""/>
                    </v:shap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21" o:spid="_x0000_s1032" type="#_x0000_t202" style="position:absolute;left:-63;top:7239;width:65087;height:4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  <v:textbox>
                      <w:txbxContent>
                        <w:p w14:paraId="67D66737" w14:textId="77777777" w:rsidR="009A1927" w:rsidRPr="007B0452" w:rsidRDefault="009A1927" w:rsidP="009A1927">
                          <w:pPr>
                            <w:pStyle w:val="Corpsitalique"/>
                            <w:spacing w:before="0" w:after="0"/>
                            <w:rPr>
                              <w:i w:val="0"/>
                            </w:rPr>
                          </w:pPr>
                          <w:r>
                            <w:rPr>
                              <w:i w:val="0"/>
                            </w:rPr>
                            <w:t>Ce projet</w:t>
                          </w:r>
                          <w:r w:rsidRPr="00EC5BF0">
                            <w:rPr>
                              <w:i w:val="0"/>
                            </w:rPr>
                            <w:t xml:space="preserve"> est financé </w:t>
                          </w:r>
                          <w:r>
                            <w:rPr>
                              <w:i w:val="0"/>
                            </w:rPr>
                            <w:t>dans le cadre du contrat de plan État-Région Pays de la Loire et par le fonds européen de développement régional.</w:t>
                          </w:r>
                        </w:p>
                      </w:txbxContent>
                    </v:textbox>
                  </v:shape>
                  <v:shape id="Image 22" o:spid="_x0000_s1033" type="#_x0000_t75" style="position:absolute;left:56594;top:444;width:7308;height:56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">
                    <v:imagedata r:id="rId18" o:title=""/>
                  </v:shape>
                </v:group>
                <v:shape id="Image 23" o:spid="_x0000_s1034" type="#_x0000_t75" style="position:absolute;left:42785;top:750;width:9379;height:46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">
                  <v:imagedata r:id="rId19" o:title=""/>
                </v:shape>
                <w10:wrap anchorx="margin"/>
              </v:group>
            </w:pict>
          </mc:Fallback>
        </mc:AlternateContent>
      </w:r>
    </w:p>
    <w:p w14:paraId="6F9E33AF" w14:textId="0DE759C3" w:rsidR="00995AF1" w:rsidRPr="00EC5BF0" w:rsidRDefault="00995AF1" w:rsidP="00995AF1">
      <w:pPr>
        <w:pStyle w:val="Corpsitalique"/>
        <w:rPr>
          <w:i w:val="0"/>
        </w:rPr>
      </w:pPr>
    </w:p>
    <w:bookmarkEnd w:id="8"/>
    <w:p w14:paraId="2331B730" w14:textId="77777777" w:rsidR="00995AF1" w:rsidRPr="00892220" w:rsidRDefault="00995AF1" w:rsidP="00995AF1">
      <w:pPr>
        <w:pStyle w:val="Corpsdetexte"/>
        <w:rPr>
          <w:sz w:val="22"/>
        </w:rPr>
        <w:sectPr w:rsidR="00995AF1" w:rsidRPr="00892220" w:rsidSect="00FC7F93">
          <w:headerReference w:type="default" r:id="rId20"/>
          <w:footerReference w:type="even" r:id="rId21"/>
          <w:type w:val="continuous"/>
          <w:pgSz w:w="11910" w:h="16840"/>
          <w:pgMar w:top="963" w:right="964" w:bottom="964" w:left="964" w:header="720" w:footer="679" w:gutter="0"/>
          <w:cols w:space="720"/>
        </w:sectPr>
      </w:pPr>
    </w:p>
    <w:p w14:paraId="454D7498" w14:textId="77777777" w:rsidR="00995AF1" w:rsidRDefault="00995AF1" w:rsidP="00995AF1">
      <w:pPr>
        <w:pStyle w:val="PdgObjetdumarch0"/>
        <w:sectPr w:rsidR="00995AF1" w:rsidSect="0012122C">
          <w:headerReference w:type="default" r:id="rId22"/>
          <w:footerReference w:type="default" r:id="rId23"/>
          <w:pgSz w:w="11910" w:h="16840"/>
          <w:pgMar w:top="1134" w:right="851" w:bottom="1134" w:left="851" w:header="720" w:footer="680" w:gutter="0"/>
          <w:cols w:space="720"/>
        </w:sectPr>
      </w:pPr>
    </w:p>
    <w:p w14:paraId="477EC1FC" w14:textId="77777777" w:rsidR="00995AF1" w:rsidRPr="00795CD8" w:rsidRDefault="00995AF1" w:rsidP="00995AF1">
      <w:pPr>
        <w:pStyle w:val="Titren1surlign"/>
      </w:pPr>
      <w:r w:rsidRPr="00485546">
        <w:t>Contractant</w:t>
      </w:r>
      <w:r w:rsidRPr="00795CD8">
        <w:t>(s)</w:t>
      </w:r>
    </w:p>
    <w:p w14:paraId="64E4C76C" w14:textId="77777777" w:rsidR="00995AF1" w:rsidRPr="00D31FFD" w:rsidRDefault="00995AF1" w:rsidP="00995AF1">
      <w:pPr>
        <w:widowControl/>
        <w:autoSpaceDE/>
        <w:autoSpaceDN/>
        <w:spacing w:before="100" w:beforeAutospacing="1" w:after="119"/>
        <w:ind w:left="-284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D31FFD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</w:t>
      </w:r>
      <w:r w:rsidRPr="00D31FFD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Je soussigné,</w:t>
      </w: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435"/>
        <w:gridCol w:w="435"/>
        <w:gridCol w:w="435"/>
        <w:gridCol w:w="435"/>
        <w:gridCol w:w="435"/>
        <w:gridCol w:w="30"/>
        <w:gridCol w:w="30"/>
        <w:gridCol w:w="75"/>
      </w:tblGrid>
      <w:tr w:rsidR="00995AF1" w:rsidRPr="00D31FFD" w14:paraId="45C8B06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7C3632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DBEF494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  <w:tc>
          <w:tcPr>
            <w:tcW w:w="6854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1B9BAD2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  <w:tc>
          <w:tcPr>
            <w:tcW w:w="135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D40B0BA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</w:tr>
      <w:tr w:rsidR="00995AF1" w:rsidRPr="00D31FFD" w14:paraId="62F07BD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F235DC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4AD205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D31FFD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27B1F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E247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75C17B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ECCCE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20B050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BCD7C2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52068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095A66C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130614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B5FAAB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024030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2938A2A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1E468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84022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F5387F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D002E0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281D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B06C34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0D7E16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943E6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32C23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AF39BE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EB0345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8D50ED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0A796D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852812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9ACC82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517F2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2F8837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17B9160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29002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E57D12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48768EB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9D0D6A9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BC802B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1BE5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05302C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B9DC33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20521F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0099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404B1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14:paraId="031B4A2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8F7B5C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023827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F57BBD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998EE88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B03AE6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46547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71C7D8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D5202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1E2864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3"/>
            <w:tcBorders>
              <w:top w:val="nil"/>
              <w:left w:val="nil"/>
              <w:bottom w:val="nil"/>
              <w:right w:val="nil"/>
            </w:tcBorders>
            <w:hideMark/>
          </w:tcPr>
          <w:p w14:paraId="0E9561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3D901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1019C66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B0748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17DEE6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72E94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CD63639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D9DD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21C1F4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BE7F6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30DD66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EAEDB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FAE6A7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5137EB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9468F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B5A6E0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4E7789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F0B5CF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Au capital de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</w:p>
        </w:tc>
        <w:tc>
          <w:tcPr>
            <w:tcW w:w="788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1FACE4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DC7F2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37FD17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5CFA98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7AA87F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2D3720E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6F6574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61D89C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943179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53AEE56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Ayant son siège à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</w:p>
        </w:tc>
        <w:tc>
          <w:tcPr>
            <w:tcW w:w="788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D62AF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33C0C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1AF7D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EDF0B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8BFD6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1286EFC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5DAA8BA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2BD3D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F97004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381E0E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AE5D1CF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Tel.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AEBA0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3248C58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C28DC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6B1D72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14D3F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EF378B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D6AF0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14:paraId="7A91A2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010EB0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D5786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E13961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071225B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F3FD38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EA2AD0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173C90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7804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8636E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39A124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5F775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678FFD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1F514B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227DF1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EA704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87689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3EF0B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AFB2D41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103C3CB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7B30E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90F751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0CD50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454E17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75AFC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88678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3F81CC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073DDD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1391F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D3CEC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5AF9F0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D748C0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2C18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5C6BFD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4BA0AD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00039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9A553B4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688F53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F33E3C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4B5DD8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9C49A33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9DF838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</w:pPr>
          </w:p>
        </w:tc>
        <w:tc>
          <w:tcPr>
            <w:tcW w:w="7149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7E484EC3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N° d'inscription </w:t>
            </w:r>
            <w:r w:rsidRPr="006332F4">
              <w:rPr>
                <w:rFonts w:ascii="Wingdings" w:eastAsia="Times New Roman" w:hAnsi="Wingdings" w:cs="Times New Roman"/>
                <w:sz w:val="16"/>
                <w:szCs w:val="16"/>
                <w:lang w:eastAsia="fr-FR"/>
              </w:rPr>
              <w:t>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au répertoire des métiers </w:t>
            </w:r>
            <w:r w:rsidRPr="006332F4">
              <w:rPr>
                <w:rFonts w:ascii="Marianne" w:eastAsia="Times New Roman" w:hAnsi="Marianne" w:cs="Times New Roman"/>
                <w:b/>
                <w:bCs/>
                <w:sz w:val="16"/>
                <w:szCs w:val="16"/>
                <w:lang w:eastAsia="fr-FR"/>
              </w:rPr>
              <w:t>ou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</w:t>
            </w:r>
            <w:r w:rsidRPr="006332F4">
              <w:rPr>
                <w:rFonts w:ascii="Wingdings" w:eastAsia="Times New Roman" w:hAnsi="Wingdings" w:cs="Times New Roman"/>
                <w:sz w:val="16"/>
                <w:szCs w:val="16"/>
                <w:lang w:eastAsia="fr-FR"/>
              </w:rPr>
              <w:t>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au registre du commerce et des sociétés</w:t>
            </w:r>
            <w:r w:rsidRPr="006332F4">
              <w:rPr>
                <w:rFonts w:ascii="Calibri" w:eastAsia="Times New Roman" w:hAnsi="Calibri" w:cs="Calibri"/>
                <w:sz w:val="16"/>
                <w:szCs w:val="16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>:</w:t>
            </w:r>
          </w:p>
        </w:tc>
        <w:tc>
          <w:tcPr>
            <w:tcW w:w="22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702955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927DFE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9457ABE" w14:textId="77777777" w:rsidTr="00995AF1">
        <w:trPr>
          <w:trHeight w:hRule="exact" w:val="45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565C59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FF13E9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40" w:type="dxa"/>
            <w:gridSpan w:val="22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4FC157B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D0E09B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9829C19" w14:textId="77777777" w:rsidR="00995AF1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Wingdings" w:eastAsia="Times New Roman" w:hAnsi="Wingdings" w:cs="Times New Roman"/>
          <w:sz w:val="20"/>
          <w:szCs w:val="20"/>
          <w:lang w:eastAsia="fr-FR"/>
        </w:rPr>
      </w:pPr>
    </w:p>
    <w:p w14:paraId="42AB3317" w14:textId="77777777" w:rsidR="00995AF1" w:rsidRDefault="00995AF1" w:rsidP="00995AF1">
      <w:pPr>
        <w:widowControl/>
        <w:autoSpaceDE/>
        <w:autoSpaceDN/>
        <w:rPr>
          <w:rFonts w:ascii="Wingdings" w:eastAsia="Times New Roman" w:hAnsi="Wingdings" w:cs="Times New Roman"/>
          <w:sz w:val="20"/>
          <w:szCs w:val="20"/>
          <w:lang w:eastAsia="fr-FR"/>
        </w:rPr>
      </w:pPr>
      <w:r>
        <w:rPr>
          <w:rFonts w:ascii="Wingdings" w:eastAsia="Times New Roman" w:hAnsi="Wingdings" w:cs="Times New Roman"/>
          <w:sz w:val="20"/>
          <w:szCs w:val="20"/>
          <w:lang w:eastAsia="fr-FR"/>
        </w:rPr>
        <w:br w:type="page"/>
      </w:r>
    </w:p>
    <w:p w14:paraId="3CD3C230" w14:textId="77777777" w:rsidR="00995AF1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</w:pPr>
      <w:r w:rsidRPr="00D31FFD">
        <w:rPr>
          <w:rFonts w:ascii="Wingdings" w:eastAsia="Times New Roman" w:hAnsi="Wingdings" w:cs="Times New Roman"/>
          <w:sz w:val="20"/>
          <w:szCs w:val="20"/>
          <w:lang w:eastAsia="fr-FR"/>
        </w:rPr>
        <w:lastRenderedPageBreak/>
        <w:t></w:t>
      </w:r>
      <w:r w:rsidRPr="00D31FFD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</w:t>
      </w:r>
      <w:r w:rsidRPr="00D31FFD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Nous soussignés,</w:t>
      </w:r>
    </w:p>
    <w:p w14:paraId="22CD7432" w14:textId="77777777" w:rsidR="00995AF1" w:rsidRPr="00D31FFD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30"/>
        <w:gridCol w:w="75"/>
      </w:tblGrid>
      <w:tr w:rsidR="00995AF1" w:rsidRPr="00D31FFD" w14:paraId="00DA4D8E" w14:textId="77777777" w:rsidTr="00995AF1">
        <w:trPr>
          <w:tblCellSpacing w:w="0" w:type="dxa"/>
        </w:trPr>
        <w:tc>
          <w:tcPr>
            <w:tcW w:w="9480" w:type="dxa"/>
            <w:gridSpan w:val="3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3EEF63F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</w:tr>
      <w:tr w:rsidR="00995AF1" w:rsidRPr="00D31FFD" w14:paraId="318C4C0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1DDDFC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7DDDE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5AEF0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34E65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E0F4EE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4DC3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38462B68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FC11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F3136C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A1487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C53C3C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0489549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37E4B3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F195A1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82D5B5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866EF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FFCFB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74086D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A1CE2B1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4D39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9D04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6BB4A4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7330805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13163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EB510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3450A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AB89B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E3099E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BC78555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052B55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04A6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D715D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12908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F60F8D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8C75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C83A54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6167A9F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0EF822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C30A96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366449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FB20FC0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12FA5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C19A66E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F129BD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7F20ED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E06465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E061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7FA56F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39E671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8A506E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2972DB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C699C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B065D62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39364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3E3BB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94945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CC1539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7FAFC13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1493FEC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CA2AB5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DAC2734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A0B454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D6DFB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1F5652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5A367E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68CB6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F4F52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10DB80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3220C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DE957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BE0708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4C4AB8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996BF3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5DFBBE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91F776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0734D52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0E31D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401D8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311EB5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3376D1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061211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93E39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336A9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4C92FD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7F5AC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DC974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7EC3A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E249AC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D53D9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7EF263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3C63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28C6F74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74080B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39F78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4F32CBA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98F6A6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33B17C5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0BB5C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548C178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3330B4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845B30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B0BDDB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007B31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26E32D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08A0AEC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75DF8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F64CB28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46A33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DEFF248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92E9FA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CB0A2D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66A30D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8D2937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1706FE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182074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45EDDA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3A7370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2E0E53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8C6A73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80A4F0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E85F2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44E6A6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F5F8B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753EFD4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24865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416CE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6FC8CF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B9143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44A0B3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9D8A3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CC00C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A4781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43B35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92026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272C95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A2D09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92A183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EEFAF2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C1F35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90B852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F55C24C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380BAA4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328F9F3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ADBB06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DEE30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A0047A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nil"/>
              <w:right w:val="nil"/>
            </w:tcBorders>
            <w:hideMark/>
          </w:tcPr>
          <w:p w14:paraId="77C93EEF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80477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A41943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E90FD09" w14:textId="77777777" w:rsidTr="00995AF1">
        <w:trPr>
          <w:trHeight w:hRule="exact" w:val="45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61B9865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562E9C2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40" w:type="dxa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EAE7584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DF321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B481EF4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8D86AED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6CF38FED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218B02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</w:tr>
      <w:tr w:rsidR="00995AF1" w:rsidRPr="00D31FFD" w14:paraId="44A111A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6E55D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83EE36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FA71CC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90875E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41E5CA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22F77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200CF4B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1D2FB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EBC2D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5A6464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BD496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5A482C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339B4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C6EE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38FADA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6E2F3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BA16A1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A6F2DB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A2BFB3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FC5A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22404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07BB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145983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A100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394A4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86CDEE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3B0D0C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CDA359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5EC50F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5EBD4CC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4F7C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B6C591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A2C1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DE4BF73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47A6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69CC18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5C2AA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825D1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4BCAAC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B91859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8BE60B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A90760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30C39EA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716A44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A8B1D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43C1BA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4F15E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ACEC0A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48C0B86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46E3D8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B5F9E8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0FE59F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8CE59AF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F5359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B9201E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1F92C5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E50C5C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BC05A5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4D57209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289F7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741F34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F26FF5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61F72F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F8B5C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A2A7100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DDFBF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17DFB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ED3C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1CA67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93DE0F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5ED61D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ED0433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6AF45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32D07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F2A2B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FCDB732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F9C6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3235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070C44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B743F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5C125F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DDB5EC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3D012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A5D5D20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127051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0FB95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A449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F96AF8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2D9033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F9C099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CA70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338FA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2BE2D3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C5F02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F5FB1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291A3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3DF451D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76B258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48C7F0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CF1B2C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F63DBD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340A41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AE3A2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5F9EF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105628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44AC3A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07C735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1E4496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DE07A43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BF3CC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E8B490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BB426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162CC5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64614B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995E55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68CC0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FD65D7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AEFA59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6AF62F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174C66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7EBE5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B546BC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DCD36C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4BAB313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74D0B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78F7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CEA57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AAF7A9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8FDAB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99AE2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0BBFB3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6A16B6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9A178D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A60C6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3690A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582A3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85847C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DC5DE2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E76D2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3B389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0B7AAF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127120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2ECB02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D2F8950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45973F" w14:textId="77777777" w:rsidTr="00F10ACA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9A21EE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B891795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55A6C6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8FE350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67C84B30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3F242F1E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09F961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</w:tr>
      <w:tr w:rsidR="00995AF1" w:rsidRPr="00D31FFD" w14:paraId="5DB2295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A3057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B99E64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A22FE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B95678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06956F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6E9EE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76853D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665F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A6CF11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B63EFE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43A459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2A8D19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020B17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E937E5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AD5E5D3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3F78FB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B504F3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2FCE4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B55EBA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ADEB0C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2FEBE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579C63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D16BF0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7FFFB5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25AC09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E9AC48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2727C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8CF473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AC6150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C1E231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35DC5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C52B00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38B0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BA557F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2EB140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4F6BC8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7509EB6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89873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75A32D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12D8AE3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B35D140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A9533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CEAA83D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453A0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7CEE5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90A141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5E303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A6C5E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A84BB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117CC6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239C7B4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2B098E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BE7CA9C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654AEF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9C83F8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3D2736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AF1D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021C0F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099030A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BA6A9F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82DE5D8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BA156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77DC66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F303A0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3D20CB5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3D7732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685C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AEBE9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E5F3EB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3E46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C24B3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715D5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BA0AE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53B7A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F52A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6686F16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F7A65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58C16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ACA84F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8B93AD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513144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7FE07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76FCB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2D0ACE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5B312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37954C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B50A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C5D54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391FE2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9B2AEB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A853E3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4B044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2940ED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AD5733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B35B83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6E6A91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9F16059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C0A08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7F0471C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E4B6C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C45576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63B48B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EA0F7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C604C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562D50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B92B51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6E8532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61883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7B4A4B6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1FD36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7FED97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8AB4F9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9CC267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7EB73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ECCF6C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82398D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5F06AC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F1831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E1E0B6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1A910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DE3C4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F37B23C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3CB25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1A92F5AC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E78C3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7FA234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228D8E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414E10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00A2A6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098F3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6C88DC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6F489F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5DFE8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6F98E0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ECA83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1DE13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75707B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D03C3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FA3EFE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45CB1C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BD7F0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EBE806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4D5132C1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F15048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8E3218D" w14:textId="77777777" w:rsidTr="00F10ACA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1BD76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22B321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043EBB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5A7292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C8AEA47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84A6747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1D06EE9B" w14:textId="77777777" w:rsidTr="00F10ACA">
        <w:trPr>
          <w:trHeight w:val="65"/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096905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</w:tr>
      <w:tr w:rsidR="00995AF1" w:rsidRPr="00D31FFD" w14:paraId="5D891BA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DFC77D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98F450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858256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89F2C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5DDF1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FF7FD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17B24046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586B5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71B8F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1810C2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745812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07792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164784B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0BB037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D9DB68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EBB194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AC61AC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CFE178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CB3D2B7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C2E9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78D0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E08D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001543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A78B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BB1B2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B2B699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B7EF1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427F09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09A058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59374D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3AB24A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7AA879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420AA0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20B98E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B468C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4C8FBA4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40EA82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FAB84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54B843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F5F1B2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346056B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4AA5D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AC956B7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9107F0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8E5070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7992CF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1B0D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1F37F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0560793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11617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C74C68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5FA76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A5C475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6E6C2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338287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909B46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F1017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46D1CC3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7994CE6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CBEE62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C5A0DEB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0A180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EDA17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FBBA2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B5BA2D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5D4C2A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3BF85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B368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9AD6C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4B426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E366B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8C4D7E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29C349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214AD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2F750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FA95F5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FBC5A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7D9D0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0D6CB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401F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8FAABB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39B704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D2F9FA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B9B5E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0F88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3FA84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CB80D6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BE85D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C56D8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56AA8A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1840C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11DC88B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47577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9866F5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5D8314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7D43FF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4A7D7E7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12909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4191E6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B8702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57573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952B09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1E706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36F2101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7F5FC1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78D78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5C52C8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44E52E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BCF0F8E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9497C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C9045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71119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84A630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8C4F20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686007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DCD7E3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87553A6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FBDFFC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709D7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F9EEB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EBA9F1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A2699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816E68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219710CE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6C6C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7FD7A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881674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6301E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4DCEB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00038B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8CB6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4017E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DE175E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75AE6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6AFC2A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FCBBE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64B12E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20B98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77A3DD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52EC63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CB9D0E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F90CC5E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0FD1BC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9203F72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CFA433D" w14:textId="77777777" w:rsidTr="00F10ACA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E760E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2080684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58EEAE3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79EAA5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7F287BA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1E4DBB1F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3820FDE0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271051D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</w:tr>
      <w:tr w:rsidR="00995AF1" w:rsidRPr="00D31FFD" w14:paraId="7FD5EE8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4B8408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B8F95A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E6D7D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98073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3A5AB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D2D938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68818911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C7448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3FB781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85A33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B6712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01F9CC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7CDE7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148C3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2E063C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4D484B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7F4892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B3E256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33B4CF1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B2049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266D1B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D87866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5A496F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503B69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A81384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A5962E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232E5B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B83E03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4085FA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460B883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935A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908683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292F9B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8B80D2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D3D70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92210D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6AED9C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8AB8F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BFF544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7DC6F2D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EA1D011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0B7D0E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D6E92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DBAEA2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6B5154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532554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D52480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8A1C2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70A33A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113871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989AB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6FD2E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9E22BFA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BDDA4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26CBCE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F895A0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74A8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B6232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313874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DCBD3C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6416E27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350AB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8C55E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6D9A2A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5505DD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72BC2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4D878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F91116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09780E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7CED5A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4E6ACD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081EA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30D4ED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AA651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F39DB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9AAF5D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A72BC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E473A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9E81D0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CF4E24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99A474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EACC46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4F6C4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423C923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8AF40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658EAA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C2FE1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3DBEF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7DE7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8356D6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BE838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6D333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F6C33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50692A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0A9B7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4B30CF8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405460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5B923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06345B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136D1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A4DB44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EF8F7F3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BFA94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72B1FE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3C742A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F94151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EC82BB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4D301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C3BDF1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FE965C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7F2F5A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71DA9C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041F0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CA539D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9A8B4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821E3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41D02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8071C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3DB238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8ED900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CBC6F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8CAC498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E9405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4A56ABE3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A0D129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28EC64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597E3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4BD77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6953DF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676982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B6DF5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8A2CCA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92A1A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503BD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D156F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A75390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19F4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B637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6EA55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F8FDA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5E4AC98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0BE37F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C758BB1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47CEF6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D8A1BD9" w14:textId="77777777" w:rsidTr="00F10ACA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29167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509341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5B2DCFE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78E6A2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65B45F3" w14:textId="77777777" w:rsidR="00995AF1" w:rsidRPr="00E90723" w:rsidRDefault="00995AF1" w:rsidP="00995AF1">
      <w:pPr>
        <w:pageBreakBefore/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après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avoir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6974754" w14:textId="77777777" w:rsidR="00995AF1" w:rsidRPr="00E90723" w:rsidRDefault="00995AF1" w:rsidP="000529E6">
      <w:pPr>
        <w:widowControl/>
        <w:numPr>
          <w:ilvl w:val="0"/>
          <w:numId w:val="13"/>
        </w:numPr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9" w:name="A1_p1_a"/>
      <w:bookmarkEnd w:id="9"/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pris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connaissance du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c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ahier des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c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lauses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a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dministratives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p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articulières (</w:t>
      </w:r>
      <w:proofErr w:type="spell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) et des documents qui y sont mentionnés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;</w:t>
      </w:r>
    </w:p>
    <w:p w14:paraId="5498495E" w14:textId="77777777" w:rsidR="00995AF1" w:rsidRPr="00E90723" w:rsidRDefault="00995AF1" w:rsidP="000529E6">
      <w:pPr>
        <w:widowControl/>
        <w:numPr>
          <w:ilvl w:val="0"/>
          <w:numId w:val="13"/>
        </w:numPr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produit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les documents et renseignements visés aux articles R.2143-3 et R.2143-4 du CCP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;</w:t>
      </w:r>
    </w:p>
    <w:p w14:paraId="71436B8B" w14:textId="35762970" w:rsidR="00995AF1" w:rsidRPr="001E56E5" w:rsidRDefault="00995AF1" w:rsidP="00995AF1">
      <w:pPr>
        <w:widowControl/>
        <w:autoSpaceDE/>
        <w:autoSpaceDN/>
        <w:spacing w:before="119"/>
        <w:ind w:left="567" w:hanging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m'engage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</w:t>
      </w:r>
      <w:proofErr w:type="spellStart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et, conformément aux stipulations des documents cités ci-dessus, à exécuter les prestations du présent marché dans les conditions ci-après définies.</w:t>
      </w:r>
    </w:p>
    <w:p w14:paraId="4281AFE1" w14:textId="77777777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10" w:name="A1_p2A_a"/>
      <w:bookmarkEnd w:id="10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L'offre ainsi présentée ne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me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lie toutefois que si son acceptation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m'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est notifiée dans un délai de 90 jours à compter de la date limite de remise des offres fixée par le règlement de la consultation.</w:t>
      </w:r>
    </w:p>
    <w:p w14:paraId="0445124C" w14:textId="77777777" w:rsidR="00995AF1" w:rsidRPr="00E90723" w:rsidRDefault="00995AF1" w:rsidP="00995AF1">
      <w:pPr>
        <w:widowControl/>
        <w:autoSpaceDE/>
        <w:autoSpaceDN/>
        <w:spacing w:before="119" w:after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 engageons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en tant que cotraitants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groupés solidaires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représentés par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8DBB2FE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F6E9BC1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15A2104" w14:textId="5CF20AF8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mandataire</w:t>
      </w:r>
      <w:proofErr w:type="gramEnd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groupement,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</w:t>
      </w:r>
      <w:proofErr w:type="spellStart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et, conformément aux stipulations des documents cités ci-dessus, à exécuter les prestations du présent marché dans les conditions ci-après définies.</w:t>
      </w:r>
    </w:p>
    <w:p w14:paraId="59B1717D" w14:textId="77777777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11" w:name="A1_p3A_a"/>
      <w:bookmarkEnd w:id="11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L'offre ainsi présentée ne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lie toutefois que si son acceptation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est notifiée dans un délai de 90 jours à compter de la date limite de remise des offres fixée par le règlement de la consultation.</w:t>
      </w:r>
    </w:p>
    <w:p w14:paraId="075BBCDA" w14:textId="77777777" w:rsidR="00995AF1" w:rsidRPr="00E90723" w:rsidRDefault="00995AF1" w:rsidP="00995AF1">
      <w:pPr>
        <w:widowControl/>
        <w:autoSpaceDE/>
        <w:autoSpaceDN/>
        <w:spacing w:before="100" w:beforeAutospacing="1" w:after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 engageons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en tant que cotraitants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groupés conjoints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représentés par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568B502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CF5084E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5F4C9ED5" w14:textId="0FA92210" w:rsidR="00995AF1" w:rsidRPr="00E90723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mandataire du groupement,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7230AF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7230AF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</w:t>
      </w:r>
      <w:proofErr w:type="spell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et, conformément aux stipulations des documents cités ci-dessus, à exécuter les prestations du présent marché dans les conditions ci-après définies et selon la répartition des prestations précisée en annexe au présent acte d'engagement.</w:t>
      </w:r>
    </w:p>
    <w:p w14:paraId="19762D05" w14:textId="77777777" w:rsidR="00995AF1" w:rsidRPr="00E90723" w:rsidRDefault="00995AF1" w:rsidP="00995AF1">
      <w:pPr>
        <w:pStyle w:val="Corpsdetexte"/>
        <w:ind w:left="567"/>
        <w:rPr>
          <w:lang w:eastAsia="fr-FR"/>
        </w:rPr>
      </w:pPr>
      <w:r w:rsidRPr="00E90723">
        <w:rPr>
          <w:lang w:eastAsia="fr-FR"/>
        </w:rPr>
        <w:t xml:space="preserve">Le mandataire du groupement conjoint </w:t>
      </w:r>
      <w:r w:rsidRPr="00E90723">
        <w:rPr>
          <w:b/>
          <w:bCs/>
          <w:lang w:eastAsia="fr-FR"/>
        </w:rPr>
        <w:t>est solidaire</w:t>
      </w:r>
      <w:r w:rsidRPr="00E90723">
        <w:rPr>
          <w:lang w:eastAsia="fr-FR"/>
        </w:rPr>
        <w:t xml:space="preserve"> de chacun des membres du groupement pour ses obligations contractuelles à l'égard du maître d'ouvrage, pour l'exécution du marché.</w:t>
      </w:r>
    </w:p>
    <w:p w14:paraId="65A9D1E9" w14:textId="77777777" w:rsidR="00995AF1" w:rsidRDefault="00995AF1" w:rsidP="00995AF1">
      <w:pPr>
        <w:pStyle w:val="Corpsdetexte"/>
        <w:ind w:left="567"/>
        <w:rPr>
          <w:lang w:eastAsia="fr-FR"/>
        </w:rPr>
      </w:pPr>
      <w:bookmarkStart w:id="12" w:name="A1_p5_a"/>
      <w:bookmarkEnd w:id="12"/>
      <w:r w:rsidRPr="00E90723">
        <w:rPr>
          <w:lang w:eastAsia="fr-FR"/>
        </w:rPr>
        <w:t xml:space="preserve">L'offre ainsi présentée ne </w:t>
      </w:r>
      <w:r w:rsidRPr="00E90723">
        <w:rPr>
          <w:b/>
          <w:bCs/>
          <w:u w:val="single"/>
          <w:lang w:eastAsia="fr-FR"/>
        </w:rPr>
        <w:t>nous</w:t>
      </w:r>
      <w:r w:rsidRPr="00E90723">
        <w:rPr>
          <w:lang w:eastAsia="fr-FR"/>
        </w:rPr>
        <w:t xml:space="preserve"> lie toutefois que si son acceptation </w:t>
      </w:r>
      <w:r w:rsidRPr="00E90723">
        <w:rPr>
          <w:b/>
          <w:bCs/>
          <w:u w:val="single"/>
          <w:lang w:eastAsia="fr-FR"/>
        </w:rPr>
        <w:t>nous</w:t>
      </w:r>
      <w:r w:rsidRPr="00E90723">
        <w:rPr>
          <w:lang w:eastAsia="fr-FR"/>
        </w:rPr>
        <w:t xml:space="preserve"> est notifiée dans un délai de 90 jours à compter de la date limite de remise des offres fixée par le règlement de la consultation.</w:t>
      </w:r>
    </w:p>
    <w:p w14:paraId="57455045" w14:textId="77777777" w:rsidR="00995AF1" w:rsidRPr="00795CD8" w:rsidRDefault="00995AF1" w:rsidP="007230AF">
      <w:pPr>
        <w:pStyle w:val="Titren1surlign"/>
        <w:pageBreakBefore/>
      </w:pPr>
      <w:r w:rsidRPr="00795CD8">
        <w:t>Prestations et prix</w:t>
      </w:r>
    </w:p>
    <w:p w14:paraId="19255D9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Les tâches essentielles qui devront être effectuées directement par le titulaire sont :</w:t>
      </w:r>
    </w:p>
    <w:p w14:paraId="4984C46C" w14:textId="7C7C9D26" w:rsidR="00995AF1" w:rsidRPr="00795CD8" w:rsidRDefault="007230AF" w:rsidP="00995AF1">
      <w:pPr>
        <w:pStyle w:val="Corpsdetexte"/>
        <w:rPr>
          <w:lang w:eastAsia="fr-FR"/>
        </w:rPr>
      </w:pPr>
      <w:bookmarkStart w:id="13" w:name="A2_1_p0B_a"/>
      <w:bookmarkEnd w:id="13"/>
      <w:r>
        <w:rPr>
          <w:lang w:eastAsia="fr-FR"/>
        </w:rPr>
        <w:t>Travaux de désamiantage</w:t>
      </w:r>
    </w:p>
    <w:p w14:paraId="05703728" w14:textId="77777777" w:rsidR="00995AF1" w:rsidRPr="00795CD8" w:rsidRDefault="00995AF1" w:rsidP="00995AF1">
      <w:pPr>
        <w:pStyle w:val="Titren2"/>
        <w:rPr>
          <w:lang w:eastAsia="fr-FR"/>
        </w:rPr>
      </w:pPr>
      <w:r w:rsidRPr="00795CD8">
        <w:rPr>
          <w:lang w:eastAsia="fr-FR"/>
        </w:rPr>
        <w:t xml:space="preserve">Montant du </w:t>
      </w:r>
      <w:r w:rsidRPr="00995AF1">
        <w:t>marché</w:t>
      </w:r>
    </w:p>
    <w:p w14:paraId="3D00BDC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L'offre de prix est établie sur la base des conditions économiques en vigueur à la date de remise de l'offre fixée en page</w:t>
      </w:r>
      <w:r w:rsidRPr="00795CD8">
        <w:rPr>
          <w:rFonts w:ascii="Calibri" w:hAnsi="Calibri" w:cs="Calibri"/>
          <w:lang w:eastAsia="fr-FR"/>
        </w:rPr>
        <w:t> </w:t>
      </w:r>
      <w:r w:rsidRPr="00795CD8">
        <w:rPr>
          <w:lang w:eastAsia="fr-FR"/>
        </w:rPr>
        <w:t>1 du pr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>sent acte d</w:t>
      </w:r>
      <w:r w:rsidRPr="00795CD8">
        <w:rPr>
          <w:rFonts w:cs="Marianne"/>
          <w:lang w:eastAsia="fr-FR"/>
        </w:rPr>
        <w:t>’</w:t>
      </w:r>
      <w:r w:rsidRPr="00795CD8">
        <w:rPr>
          <w:lang w:eastAsia="fr-FR"/>
        </w:rPr>
        <w:t>engagement. Ce mois est r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>put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 xml:space="preserve"> correspondre </w:t>
      </w:r>
      <w:r w:rsidRPr="00795CD8">
        <w:rPr>
          <w:rFonts w:cs="Marianne"/>
          <w:lang w:eastAsia="fr-FR"/>
        </w:rPr>
        <w:t>à</w:t>
      </w:r>
      <w:r w:rsidRPr="00795CD8">
        <w:rPr>
          <w:lang w:eastAsia="fr-FR"/>
        </w:rPr>
        <w:t xml:space="preserve"> celui de la date </w:t>
      </w:r>
      <w:r w:rsidRPr="00795CD8">
        <w:rPr>
          <w:rFonts w:cs="Marianne"/>
          <w:lang w:eastAsia="fr-FR"/>
        </w:rPr>
        <w:t>à</w:t>
      </w:r>
      <w:r w:rsidRPr="00795CD8">
        <w:rPr>
          <w:lang w:eastAsia="fr-FR"/>
        </w:rPr>
        <w:t xml:space="preserve"> laquelle le candidat a fix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 xml:space="preserve"> son prix remis dans son offre finale.</w:t>
      </w:r>
    </w:p>
    <w:p w14:paraId="607DDA6E" w14:textId="77777777" w:rsidR="00995AF1" w:rsidRDefault="00995AF1" w:rsidP="00995AF1">
      <w:pPr>
        <w:pStyle w:val="Corpsdetexte"/>
        <w:rPr>
          <w:szCs w:val="20"/>
          <w:lang w:eastAsia="fr-FR"/>
        </w:rPr>
      </w:pPr>
      <w:r w:rsidRPr="00795CD8">
        <w:rPr>
          <w:szCs w:val="20"/>
          <w:lang w:eastAsia="fr-FR"/>
        </w:rPr>
        <w:t>Les modalités de variation des prix sont fixées à l'article 3</w:t>
      </w:r>
      <w:r>
        <w:rPr>
          <w:szCs w:val="20"/>
          <w:lang w:eastAsia="fr-FR"/>
        </w:rPr>
        <w:t>.</w:t>
      </w:r>
      <w:r w:rsidRPr="00795CD8">
        <w:rPr>
          <w:szCs w:val="20"/>
          <w:lang w:eastAsia="fr-FR"/>
        </w:rPr>
        <w:t xml:space="preserve">3 du </w:t>
      </w:r>
      <w:proofErr w:type="spellStart"/>
      <w:r w:rsidRPr="00795CD8">
        <w:rPr>
          <w:szCs w:val="20"/>
          <w:lang w:eastAsia="fr-FR"/>
        </w:rPr>
        <w:t>CCAP</w:t>
      </w:r>
      <w:proofErr w:type="spellEnd"/>
      <w:r w:rsidRPr="00795CD8">
        <w:rPr>
          <w:szCs w:val="20"/>
          <w:lang w:eastAsia="fr-FR"/>
        </w:rPr>
        <w:t>.</w:t>
      </w:r>
    </w:p>
    <w:p w14:paraId="29D74EA0" w14:textId="77777777" w:rsidR="00B93639" w:rsidRPr="00795CD8" w:rsidRDefault="00B93639" w:rsidP="00B93639">
      <w:pPr>
        <w:pStyle w:val="Corpsdetexte"/>
        <w:rPr>
          <w:lang w:eastAsia="fr-FR"/>
        </w:rPr>
      </w:pPr>
      <w:bookmarkStart w:id="14" w:name="_Hlk200440227"/>
      <w:r w:rsidRPr="00795CD8">
        <w:rPr>
          <w:lang w:eastAsia="fr-FR"/>
        </w:rPr>
        <w:t xml:space="preserve">Il </w:t>
      </w:r>
      <w:r>
        <w:rPr>
          <w:lang w:eastAsia="fr-FR"/>
        </w:rPr>
        <w:t>est prévu</w:t>
      </w:r>
      <w:r w:rsidRPr="00795CD8">
        <w:rPr>
          <w:lang w:eastAsia="fr-FR"/>
        </w:rPr>
        <w:t xml:space="preserve"> </w:t>
      </w:r>
      <w:r>
        <w:rPr>
          <w:lang w:eastAsia="fr-FR"/>
        </w:rPr>
        <w:t xml:space="preserve">une </w:t>
      </w:r>
      <w:r w:rsidRPr="00795CD8">
        <w:rPr>
          <w:lang w:eastAsia="fr-FR"/>
        </w:rPr>
        <w:t>décomposition en tranches</w:t>
      </w:r>
      <w:r>
        <w:rPr>
          <w:lang w:eastAsia="fr-FR"/>
        </w:rPr>
        <w:t>. L</w:t>
      </w:r>
      <w:r w:rsidRPr="00795CD8">
        <w:rPr>
          <w:lang w:eastAsia="fr-FR"/>
        </w:rPr>
        <w:t xml:space="preserve">'opération de travaux </w:t>
      </w:r>
      <w:r>
        <w:rPr>
          <w:lang w:eastAsia="fr-FR"/>
        </w:rPr>
        <w:t>est</w:t>
      </w:r>
      <w:r w:rsidRPr="00795CD8">
        <w:rPr>
          <w:lang w:eastAsia="fr-FR"/>
        </w:rPr>
        <w:t xml:space="preserve"> allotie.</w:t>
      </w:r>
    </w:p>
    <w:bookmarkEnd w:id="14"/>
    <w:p w14:paraId="1264C6E3" w14:textId="7A41FB1A" w:rsidR="00112208" w:rsidRDefault="00112208" w:rsidP="00112208">
      <w:pPr>
        <w:pStyle w:val="Titren5"/>
        <w:rPr>
          <w:lang w:eastAsia="fr-FR"/>
        </w:rPr>
      </w:pPr>
      <w:r w:rsidRPr="00112208">
        <w:rPr>
          <w:lang w:eastAsia="fr-FR"/>
        </w:rPr>
        <w:t>Évaluation des travaux</w:t>
      </w:r>
    </w:p>
    <w:p w14:paraId="21C65A10" w14:textId="3E4FB1CC" w:rsidR="00995AF1" w:rsidRDefault="00112208" w:rsidP="00995AF1">
      <w:pPr>
        <w:pStyle w:val="Corpsdetexte"/>
        <w:rPr>
          <w:lang w:eastAsia="fr-FR"/>
        </w:rPr>
      </w:pPr>
      <w:r w:rsidRPr="00112208">
        <w:rPr>
          <w:lang w:eastAsia="fr-FR"/>
        </w:rPr>
        <w:t xml:space="preserve">Les travaux du lot pour lequel </w:t>
      </w:r>
      <w:r w:rsidRPr="00112208">
        <w:rPr>
          <w:b/>
          <w:bCs/>
          <w:lang w:eastAsia="fr-FR"/>
        </w:rPr>
        <w:t>je m'engage / nous nous engageons</w:t>
      </w:r>
      <w:r w:rsidRPr="00112208">
        <w:rPr>
          <w:lang w:eastAsia="fr-FR"/>
        </w:rPr>
        <w:t>, seront rémunérés par application d'un prix global forfaitaire égal à :</w:t>
      </w:r>
    </w:p>
    <w:tbl>
      <w:tblPr>
        <w:tblW w:w="888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7"/>
        <w:gridCol w:w="1459"/>
        <w:gridCol w:w="1770"/>
        <w:gridCol w:w="3353"/>
        <w:gridCol w:w="31"/>
      </w:tblGrid>
      <w:tr w:rsidR="00853D49" w:rsidRPr="00E90723" w14:paraId="5A872F3A" w14:textId="77777777" w:rsidTr="00112208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B3F3E5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4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  <w:r w:rsidRPr="00E9072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1A0670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9CE196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2625453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2BA7F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D6F3F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5AFB2B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4E80FD66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49B45E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5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399472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A4C6FB3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</w:t>
            </w:r>
            <w:proofErr w:type="gramEnd"/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166048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C7F14D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7409EE80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861782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40ADD1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911BB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51EF7007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0F8DDA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1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BC1B4E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14580B9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</w:t>
            </w:r>
            <w:proofErr w:type="gramEnd"/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267F04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9C10A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7165CC1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A99CC0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EF544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812287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74342723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F10511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6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C5C5CC7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E60250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</w:t>
            </w:r>
            <w:proofErr w:type="gramEnd"/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9790BC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C5BEC4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1F133F03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CE63E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DC3876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6EFE01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47EC7BC" w14:textId="77777777" w:rsidTr="00112208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6516FA" w14:textId="77777777" w:rsidR="00853D49" w:rsidRPr="00E90723" w:rsidRDefault="00853D49" w:rsidP="000529E6">
            <w:pPr>
              <w:widowControl/>
              <w:numPr>
                <w:ilvl w:val="0"/>
                <w:numId w:val="17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TVA incluse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12F5A34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42727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7E5B5AA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C117A2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B450A6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86A14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5C7CDC0C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76F19C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Arrêté en lettres à</w:t>
            </w:r>
          </w:p>
        </w:tc>
        <w:tc>
          <w:tcPr>
            <w:tcW w:w="658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81F9FA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3C830F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D85A0D0" w14:textId="77777777" w:rsidTr="00112208">
        <w:trPr>
          <w:tblCellSpacing w:w="0" w:type="dxa"/>
        </w:trPr>
        <w:tc>
          <w:tcPr>
            <w:tcW w:w="884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D128D1B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BBC08FF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B1DD5A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24AED11" w14:textId="2DFE4639" w:rsidR="00995AF1" w:rsidRDefault="00112208" w:rsidP="00112208">
      <w:pPr>
        <w:pStyle w:val="Titren5"/>
        <w:rPr>
          <w:rFonts w:eastAsia="Times New Roman" w:cs="Times New Roman"/>
          <w:szCs w:val="20"/>
          <w:lang w:eastAsia="fr-FR"/>
        </w:rPr>
      </w:pPr>
      <w:r w:rsidRPr="00112208">
        <w:rPr>
          <w:lang w:eastAsia="fr-FR"/>
        </w:rPr>
        <w:t>Décomposition</w:t>
      </w:r>
      <w:r w:rsidRPr="00112208">
        <w:rPr>
          <w:rFonts w:eastAsia="Times New Roman" w:cs="Times New Roman"/>
          <w:szCs w:val="20"/>
          <w:lang w:eastAsia="fr-FR"/>
        </w:rPr>
        <w:t xml:space="preserve"> en tranches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93"/>
        <w:gridCol w:w="2493"/>
        <w:gridCol w:w="2493"/>
        <w:gridCol w:w="2493"/>
      </w:tblGrid>
      <w:tr w:rsidR="00112208" w14:paraId="2493AD59" w14:textId="77777777" w:rsidTr="00112208">
        <w:tc>
          <w:tcPr>
            <w:tcW w:w="2493" w:type="dxa"/>
            <w:shd w:val="clear" w:color="auto" w:fill="D9D9D9" w:themeFill="background1" w:themeFillShade="D9"/>
          </w:tcPr>
          <w:p w14:paraId="268BB91F" w14:textId="7E0595B7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Tranche</w:t>
            </w:r>
          </w:p>
        </w:tc>
        <w:tc>
          <w:tcPr>
            <w:tcW w:w="2493" w:type="dxa"/>
            <w:shd w:val="clear" w:color="auto" w:fill="D9D9D9" w:themeFill="background1" w:themeFillShade="D9"/>
          </w:tcPr>
          <w:p w14:paraId="5949B30D" w14:textId="1B7216AC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hors TVA</w:t>
            </w:r>
          </w:p>
        </w:tc>
        <w:tc>
          <w:tcPr>
            <w:tcW w:w="2493" w:type="dxa"/>
            <w:shd w:val="clear" w:color="auto" w:fill="D9D9D9" w:themeFill="background1" w:themeFillShade="D9"/>
          </w:tcPr>
          <w:p w14:paraId="7B66DCED" w14:textId="062C810B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TVA</w:t>
            </w:r>
          </w:p>
        </w:tc>
        <w:tc>
          <w:tcPr>
            <w:tcW w:w="2493" w:type="dxa"/>
            <w:shd w:val="clear" w:color="auto" w:fill="D9D9D9" w:themeFill="background1" w:themeFillShade="D9"/>
          </w:tcPr>
          <w:p w14:paraId="34365CD2" w14:textId="12F33233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TVA incluse</w:t>
            </w:r>
          </w:p>
        </w:tc>
      </w:tr>
      <w:tr w:rsidR="00112208" w14:paraId="7BB6AA82" w14:textId="77777777" w:rsidTr="00112208">
        <w:tc>
          <w:tcPr>
            <w:tcW w:w="2493" w:type="dxa"/>
          </w:tcPr>
          <w:p w14:paraId="506DE6A1" w14:textId="159A99CE" w:rsidR="00112208" w:rsidRDefault="00112208" w:rsidP="00112208">
            <w:pPr>
              <w:pStyle w:val="TableauDroite"/>
              <w:rPr>
                <w:lang w:eastAsia="fr-FR"/>
              </w:rPr>
            </w:pPr>
            <w:r>
              <w:rPr>
                <w:lang w:eastAsia="fr-FR"/>
              </w:rPr>
              <w:t>Ferme</w:t>
            </w:r>
          </w:p>
        </w:tc>
        <w:tc>
          <w:tcPr>
            <w:tcW w:w="2493" w:type="dxa"/>
          </w:tcPr>
          <w:p w14:paraId="23358A47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58068CD3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0E555BFD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</w:tr>
      <w:tr w:rsidR="00112208" w14:paraId="4BAC0833" w14:textId="77777777" w:rsidTr="00112208">
        <w:tc>
          <w:tcPr>
            <w:tcW w:w="2493" w:type="dxa"/>
          </w:tcPr>
          <w:p w14:paraId="29B846DF" w14:textId="7F7D9873" w:rsidR="00112208" w:rsidRDefault="00112208" w:rsidP="00112208">
            <w:pPr>
              <w:pStyle w:val="TableauDroite"/>
              <w:rPr>
                <w:lang w:eastAsia="fr-FR"/>
              </w:rPr>
            </w:pPr>
            <w:r>
              <w:rPr>
                <w:lang w:eastAsia="fr-FR"/>
              </w:rPr>
              <w:t>Optionnelle 1</w:t>
            </w:r>
          </w:p>
        </w:tc>
        <w:tc>
          <w:tcPr>
            <w:tcW w:w="2493" w:type="dxa"/>
          </w:tcPr>
          <w:p w14:paraId="1D83A66A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5E93FC55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6E44422F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</w:tr>
      <w:tr w:rsidR="00112208" w14:paraId="7194DBD2" w14:textId="77777777" w:rsidTr="00112208">
        <w:tc>
          <w:tcPr>
            <w:tcW w:w="2493" w:type="dxa"/>
          </w:tcPr>
          <w:p w14:paraId="21C36193" w14:textId="243B86EB" w:rsidR="00112208" w:rsidRDefault="00112208" w:rsidP="00112208">
            <w:pPr>
              <w:pStyle w:val="TableauDroite"/>
              <w:rPr>
                <w:lang w:eastAsia="fr-FR"/>
              </w:rPr>
            </w:pPr>
            <w:r w:rsidRPr="00112208">
              <w:rPr>
                <w:lang w:eastAsia="fr-FR"/>
              </w:rPr>
              <w:t xml:space="preserve">Optionnelle </w:t>
            </w:r>
            <w:r>
              <w:rPr>
                <w:lang w:eastAsia="fr-FR"/>
              </w:rPr>
              <w:t>2</w:t>
            </w:r>
          </w:p>
        </w:tc>
        <w:tc>
          <w:tcPr>
            <w:tcW w:w="2493" w:type="dxa"/>
          </w:tcPr>
          <w:p w14:paraId="5F82FE18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3F5AD9AD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1B5D9E76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</w:tr>
      <w:tr w:rsidR="00112208" w14:paraId="561DFB0F" w14:textId="77777777" w:rsidTr="00112208">
        <w:tc>
          <w:tcPr>
            <w:tcW w:w="2493" w:type="dxa"/>
          </w:tcPr>
          <w:p w14:paraId="43568071" w14:textId="7DCDD61C" w:rsidR="00112208" w:rsidRPr="00112208" w:rsidRDefault="00112208" w:rsidP="00112208">
            <w:pPr>
              <w:pStyle w:val="TableauDroite"/>
              <w:rPr>
                <w:lang w:eastAsia="fr-FR"/>
              </w:rPr>
            </w:pPr>
            <w:r>
              <w:rPr>
                <w:lang w:eastAsia="fr-FR"/>
              </w:rPr>
              <w:t>Total des marchés</w:t>
            </w:r>
          </w:p>
        </w:tc>
        <w:tc>
          <w:tcPr>
            <w:tcW w:w="2493" w:type="dxa"/>
          </w:tcPr>
          <w:p w14:paraId="688A3E2C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1A8016FF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3EFEF586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</w:tr>
    </w:tbl>
    <w:p w14:paraId="38C7BB78" w14:textId="616FB43F" w:rsidR="00112208" w:rsidRDefault="00112208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2F755B20" w14:textId="77777777" w:rsidR="00995AF1" w:rsidRPr="00E90723" w:rsidRDefault="00995AF1" w:rsidP="000529E6">
      <w:pPr>
        <w:pStyle w:val="Corpsdetexte"/>
        <w:pageBreakBefore/>
        <w:rPr>
          <w:b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Pr="00E90723">
        <w:rPr>
          <w:b/>
          <w:lang w:eastAsia="fr-FR"/>
        </w:rPr>
        <w:t>Groupement conjoint</w:t>
      </w:r>
    </w:p>
    <w:p w14:paraId="4435AC12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Le détail des prestations exécutées par chacun des membres du </w:t>
      </w:r>
      <w:r w:rsidRPr="00795CD8">
        <w:rPr>
          <w:b/>
          <w:bCs/>
          <w:lang w:eastAsia="fr-FR"/>
        </w:rPr>
        <w:t>groupement conjoint</w:t>
      </w:r>
      <w:r w:rsidRPr="00795CD8">
        <w:rPr>
          <w:lang w:eastAsia="fr-FR"/>
        </w:rPr>
        <w:t xml:space="preserve"> ainsi que la répartition de la rémunération correspondante sont joints en annexe au présent acte d'engagement.</w:t>
      </w:r>
    </w:p>
    <w:p w14:paraId="5A171963" w14:textId="45EB85B5" w:rsidR="00995AF1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 mandataire y indique en outre le montant de sa prestation de mandat.</w:t>
      </w:r>
    </w:p>
    <w:p w14:paraId="777544E5" w14:textId="0C9F79D8" w:rsidR="000529E6" w:rsidRDefault="000529E6" w:rsidP="000529E6">
      <w:pPr>
        <w:pStyle w:val="Titren5"/>
        <w:rPr>
          <w:lang w:eastAsia="fr-FR"/>
        </w:rPr>
      </w:pPr>
      <w:r w:rsidRPr="000529E6">
        <w:rPr>
          <w:lang w:eastAsia="fr-FR"/>
        </w:rPr>
        <w:t>Valorisation des prestations supplémentaires éventuelles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5"/>
        <w:gridCol w:w="2493"/>
        <w:gridCol w:w="2493"/>
      </w:tblGrid>
      <w:tr w:rsidR="000529E6" w:rsidRPr="00112208" w14:paraId="01DD9FF9" w14:textId="77777777" w:rsidTr="000529E6">
        <w:tc>
          <w:tcPr>
            <w:tcW w:w="4815" w:type="dxa"/>
            <w:shd w:val="clear" w:color="auto" w:fill="D9D9D9" w:themeFill="background1" w:themeFillShade="D9"/>
          </w:tcPr>
          <w:p w14:paraId="4BCB5941" w14:textId="02BFF5A0" w:rsidR="000529E6" w:rsidRPr="00112208" w:rsidRDefault="000529E6" w:rsidP="00101D70">
            <w:pPr>
              <w:pStyle w:val="TableauCentr0"/>
              <w:rPr>
                <w:b/>
                <w:bCs/>
                <w:lang w:eastAsia="fr-FR"/>
              </w:rPr>
            </w:pPr>
            <w:proofErr w:type="spellStart"/>
            <w:r>
              <w:rPr>
                <w:b/>
                <w:bCs/>
                <w:lang w:eastAsia="fr-FR"/>
              </w:rPr>
              <w:t>PSE</w:t>
            </w:r>
            <w:proofErr w:type="spellEnd"/>
          </w:p>
        </w:tc>
        <w:tc>
          <w:tcPr>
            <w:tcW w:w="2493" w:type="dxa"/>
            <w:shd w:val="clear" w:color="auto" w:fill="D9D9D9" w:themeFill="background1" w:themeFillShade="D9"/>
          </w:tcPr>
          <w:p w14:paraId="532BF49E" w14:textId="670FF79F" w:rsidR="000529E6" w:rsidRPr="00112208" w:rsidRDefault="000529E6" w:rsidP="00101D70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hors TVA</w:t>
            </w:r>
            <w:r>
              <w:rPr>
                <w:b/>
                <w:bCs/>
                <w:lang w:eastAsia="fr-FR"/>
              </w:rPr>
              <w:t>*</w:t>
            </w:r>
          </w:p>
        </w:tc>
        <w:tc>
          <w:tcPr>
            <w:tcW w:w="2493" w:type="dxa"/>
            <w:shd w:val="clear" w:color="auto" w:fill="D9D9D9" w:themeFill="background1" w:themeFillShade="D9"/>
          </w:tcPr>
          <w:p w14:paraId="3369EE09" w14:textId="77777777" w:rsidR="000529E6" w:rsidRPr="00112208" w:rsidRDefault="000529E6" w:rsidP="00101D70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TVA incluse</w:t>
            </w:r>
          </w:p>
        </w:tc>
      </w:tr>
      <w:tr w:rsidR="000529E6" w14:paraId="2A7F2DC7" w14:textId="77777777" w:rsidTr="000529E6">
        <w:tc>
          <w:tcPr>
            <w:tcW w:w="4815" w:type="dxa"/>
          </w:tcPr>
          <w:p w14:paraId="2E4EB89F" w14:textId="0E67585B" w:rsidR="000529E6" w:rsidRDefault="003A5286" w:rsidP="00101D70">
            <w:pPr>
              <w:pStyle w:val="TableauDroite"/>
              <w:rPr>
                <w:lang w:eastAsia="fr-FR"/>
              </w:rPr>
            </w:pPr>
            <w:r w:rsidRPr="003A5286">
              <w:rPr>
                <w:lang w:eastAsia="fr-FR"/>
              </w:rPr>
              <w:t>Étanchéité de l'ensemble de la toiture</w:t>
            </w:r>
          </w:p>
        </w:tc>
        <w:tc>
          <w:tcPr>
            <w:tcW w:w="2493" w:type="dxa"/>
          </w:tcPr>
          <w:p w14:paraId="1D0D8934" w14:textId="77777777" w:rsidR="000529E6" w:rsidRDefault="000529E6" w:rsidP="00101D70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01A177D7" w14:textId="77777777" w:rsidR="000529E6" w:rsidRDefault="000529E6" w:rsidP="00101D70">
            <w:pPr>
              <w:pStyle w:val="TableauDroite"/>
              <w:rPr>
                <w:lang w:eastAsia="fr-FR"/>
              </w:rPr>
            </w:pPr>
          </w:p>
        </w:tc>
      </w:tr>
    </w:tbl>
    <w:p w14:paraId="250AD666" w14:textId="574DEA03" w:rsidR="000529E6" w:rsidRDefault="000529E6" w:rsidP="000529E6">
      <w:pPr>
        <w:pStyle w:val="Corpsdetexte"/>
        <w:rPr>
          <w:lang w:eastAsia="fr-FR"/>
        </w:rPr>
      </w:pPr>
    </w:p>
    <w:p w14:paraId="631767CE" w14:textId="04F141D2" w:rsidR="000529E6" w:rsidRPr="000529E6" w:rsidRDefault="000529E6" w:rsidP="000529E6">
      <w:pPr>
        <w:pStyle w:val="Corpsdetexte"/>
        <w:rPr>
          <w:sz w:val="16"/>
          <w:szCs w:val="18"/>
          <w:lang w:eastAsia="fr-FR"/>
        </w:rPr>
      </w:pPr>
      <w:r>
        <w:rPr>
          <w:sz w:val="16"/>
          <w:szCs w:val="18"/>
          <w:lang w:eastAsia="fr-FR"/>
        </w:rPr>
        <w:t xml:space="preserve">* </w:t>
      </w:r>
      <w:r w:rsidRPr="000529E6">
        <w:rPr>
          <w:sz w:val="16"/>
          <w:szCs w:val="18"/>
          <w:lang w:eastAsia="fr-FR"/>
        </w:rPr>
        <w:t>plus ou moins-value par rapport à la solution de base</w:t>
      </w:r>
    </w:p>
    <w:p w14:paraId="6ADD8469" w14:textId="6D8B7CF2" w:rsidR="000529E6" w:rsidRDefault="000529E6" w:rsidP="000529E6">
      <w:pPr>
        <w:pStyle w:val="Titren5"/>
        <w:rPr>
          <w:lang w:eastAsia="fr-FR"/>
        </w:rPr>
      </w:pPr>
      <w:r>
        <w:rPr>
          <w:lang w:eastAsia="fr-FR"/>
        </w:rPr>
        <w:t>Décision du maître d’ouvrage</w:t>
      </w:r>
    </w:p>
    <w:tbl>
      <w:tblPr>
        <w:tblW w:w="9653" w:type="dxa"/>
        <w:tblInd w:w="-7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845"/>
        <w:gridCol w:w="1703"/>
        <w:gridCol w:w="1420"/>
        <w:gridCol w:w="3115"/>
        <w:gridCol w:w="130"/>
        <w:gridCol w:w="445"/>
        <w:gridCol w:w="499"/>
      </w:tblGrid>
      <w:tr w:rsidR="000529E6" w:rsidRPr="000529E6" w14:paraId="63EA3D4A" w14:textId="77777777" w:rsidTr="00101D70">
        <w:tc>
          <w:tcPr>
            <w:tcW w:w="9653" w:type="dxa"/>
            <w:gridSpan w:val="8"/>
          </w:tcPr>
          <w:p w14:paraId="682EBBDF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Compte tenu de l'acceptation de la/des prestation(s) supplémentaires(s) éventuelles(s)</w:t>
            </w:r>
          </w:p>
        </w:tc>
      </w:tr>
      <w:tr w:rsidR="000529E6" w:rsidRPr="000529E6" w14:paraId="08CF5A2C" w14:textId="77777777" w:rsidTr="00101D70">
        <w:tc>
          <w:tcPr>
            <w:tcW w:w="496" w:type="dxa"/>
          </w:tcPr>
          <w:p w14:paraId="2C3E3393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proofErr w:type="gramStart"/>
            <w:r w:rsidRPr="000529E6">
              <w:rPr>
                <w:lang w:eastAsia="fr-FR"/>
              </w:rPr>
              <w:t>n</w:t>
            </w:r>
            <w:proofErr w:type="gramEnd"/>
            <w:r w:rsidRPr="000529E6">
              <w:rPr>
                <w:lang w:eastAsia="fr-FR"/>
              </w:rPr>
              <w:t>°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4D5342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609" w:type="dxa"/>
            <w:gridSpan w:val="5"/>
            <w:tcBorders>
              <w:left w:val="single" w:sz="4" w:space="0" w:color="000000"/>
            </w:tcBorders>
          </w:tcPr>
          <w:p w14:paraId="5680086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 xml:space="preserve">, </w:t>
            </w:r>
            <w:r w:rsidRPr="000529E6">
              <w:rPr>
                <w:rStyle w:val="TableauDroiteCar"/>
                <w:lang w:eastAsia="fr-FR"/>
              </w:rPr>
              <w:t>le montant du marché est arrêté à</w:t>
            </w:r>
            <w:r w:rsidRPr="000529E6">
              <w:rPr>
                <w:rStyle w:val="TableauDroiteCar"/>
                <w:rFonts w:ascii="Calibri" w:hAnsi="Calibri" w:cs="Calibri"/>
                <w:lang w:eastAsia="fr-FR"/>
              </w:rPr>
              <w:t> </w:t>
            </w:r>
            <w:r w:rsidRPr="000529E6">
              <w:rPr>
                <w:rStyle w:val="TableauDroiteCar"/>
                <w:lang w:eastAsia="fr-FR"/>
              </w:rPr>
              <w:t>:</w:t>
            </w:r>
          </w:p>
        </w:tc>
      </w:tr>
      <w:tr w:rsidR="000529E6" w:rsidRPr="000529E6" w14:paraId="744BCBFE" w14:textId="77777777" w:rsidTr="00101D70">
        <w:tc>
          <w:tcPr>
            <w:tcW w:w="9653" w:type="dxa"/>
            <w:gridSpan w:val="8"/>
          </w:tcPr>
          <w:p w14:paraId="15C2FC0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</w:tr>
      <w:tr w:rsidR="000529E6" w:rsidRPr="000529E6" w14:paraId="6E2D1FCE" w14:textId="77777777" w:rsidTr="00101D70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1ADDD09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Montant hors TVA</w:t>
            </w:r>
            <w:r w:rsidRPr="000529E6">
              <w:rPr>
                <w:rFonts w:ascii="Calibri" w:hAnsi="Calibri" w:cs="Calibri"/>
                <w:b/>
                <w:lang w:eastAsia="fr-FR"/>
              </w:rPr>
              <w:t> </w:t>
            </w:r>
            <w:r w:rsidRPr="000529E6">
              <w:rPr>
                <w:b/>
                <w:lang w:eastAsia="fr-FR"/>
              </w:rPr>
              <w:t>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4A986B34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545579C3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6599C0B4" w14:textId="77777777" w:rsidTr="00101D70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42A063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6B3E3B4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4D75334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43D7AB9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36E81B9C" w14:textId="77777777" w:rsidTr="00101D70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682ADC1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TVA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6E50A252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670227F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517CD807" w14:textId="77777777" w:rsidTr="00101D70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0177EF5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71268565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6DD85FE3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0E377EF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2B9A1755" w14:textId="77777777" w:rsidTr="00101D70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3D7853F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Montant TVA incluse</w:t>
            </w:r>
            <w:r w:rsidRPr="000529E6">
              <w:rPr>
                <w:rFonts w:ascii="Calibri" w:hAnsi="Calibri" w:cs="Calibri"/>
                <w:lang w:eastAsia="fr-FR"/>
              </w:rPr>
              <w:t> </w:t>
            </w:r>
            <w:r w:rsidRPr="000529E6">
              <w:rPr>
                <w:lang w:eastAsia="fr-FR"/>
              </w:rPr>
              <w:t>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4C3A1940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6BE78304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20A2E188" w14:textId="77777777" w:rsidTr="00101D70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17DDA7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6433D99B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342FF43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EB99556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42ACC3D1" w14:textId="77777777" w:rsidTr="00101D70">
        <w:tc>
          <w:tcPr>
            <w:tcW w:w="2341" w:type="dxa"/>
            <w:gridSpan w:val="2"/>
            <w:tcBorders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23B2D75B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Arrêté en lettres à</w:t>
            </w:r>
          </w:p>
        </w:tc>
        <w:tc>
          <w:tcPr>
            <w:tcW w:w="6368" w:type="dxa"/>
            <w:gridSpan w:val="4"/>
            <w:tcBorders>
              <w:top w:val="single" w:sz="4" w:space="0" w:color="000000"/>
              <w:left w:val="single" w:sz="4" w:space="0" w:color="000000"/>
            </w:tcBorders>
            <w:tcMar>
              <w:left w:w="71" w:type="dxa"/>
              <w:right w:w="71" w:type="dxa"/>
            </w:tcMar>
          </w:tcPr>
          <w:p w14:paraId="1EFC7356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55E16356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00DB5248" w14:textId="77777777" w:rsidTr="00101D70">
        <w:tc>
          <w:tcPr>
            <w:tcW w:w="8709" w:type="dxa"/>
            <w:gridSpan w:val="6"/>
            <w:tcBorders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78E10024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  <w:p w14:paraId="6ACF4F66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E25F2AB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</w:tbl>
    <w:p w14:paraId="1B454435" w14:textId="41C19288" w:rsidR="000529E6" w:rsidRDefault="000529E6" w:rsidP="000529E6">
      <w:pPr>
        <w:pStyle w:val="Corpsdetexte"/>
        <w:rPr>
          <w:lang w:eastAsia="fr-FR"/>
        </w:rPr>
      </w:pPr>
    </w:p>
    <w:p w14:paraId="3A1F4180" w14:textId="77777777" w:rsidR="000529E6" w:rsidRDefault="000529E6">
      <w:pPr>
        <w:widowControl/>
        <w:autoSpaceDE/>
        <w:autoSpaceDN/>
        <w:rPr>
          <w:rFonts w:ascii="Marianne" w:hAnsi="Marianne"/>
          <w:sz w:val="20"/>
          <w:lang w:eastAsia="fr-FR"/>
        </w:rPr>
      </w:pPr>
      <w:r>
        <w:rPr>
          <w:lang w:eastAsia="fr-FR"/>
        </w:rPr>
        <w:br w:type="page"/>
      </w:r>
    </w:p>
    <w:tbl>
      <w:tblPr>
        <w:tblW w:w="972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7"/>
        <w:gridCol w:w="8338"/>
      </w:tblGrid>
      <w:tr w:rsidR="000529E6" w:rsidRPr="000529E6" w14:paraId="524F866B" w14:textId="77777777" w:rsidTr="000529E6">
        <w:tc>
          <w:tcPr>
            <w:tcW w:w="1387" w:type="dxa"/>
          </w:tcPr>
          <w:p w14:paraId="0F024303" w14:textId="77777777" w:rsidR="000529E6" w:rsidRPr="000529E6" w:rsidRDefault="000529E6" w:rsidP="000529E6">
            <w:pPr>
              <w:pStyle w:val="TableauDroite"/>
              <w:rPr>
                <w:b/>
                <w:bCs/>
                <w:sz w:val="28"/>
                <w:szCs w:val="32"/>
                <w:lang w:eastAsia="fr-FR"/>
              </w:rPr>
            </w:pPr>
            <w:r w:rsidRPr="000529E6">
              <w:rPr>
                <w:b/>
                <w:bCs/>
                <w:sz w:val="28"/>
                <w:szCs w:val="32"/>
                <w:lang w:eastAsia="fr-FR"/>
              </w:rPr>
              <w:t>Tranche</w:t>
            </w:r>
            <w:r w:rsidRPr="000529E6">
              <w:rPr>
                <w:rFonts w:ascii="Calibri" w:hAnsi="Calibri" w:cs="Calibri"/>
                <w:b/>
                <w:bCs/>
                <w:sz w:val="28"/>
                <w:szCs w:val="32"/>
                <w:lang w:eastAsia="fr-FR"/>
              </w:rPr>
              <w:t> </w:t>
            </w:r>
            <w:r w:rsidRPr="000529E6">
              <w:rPr>
                <w:b/>
                <w:bCs/>
                <w:sz w:val="28"/>
                <w:szCs w:val="32"/>
                <w:lang w:eastAsia="fr-FR"/>
              </w:rPr>
              <w:t>:</w:t>
            </w:r>
          </w:p>
        </w:tc>
        <w:tc>
          <w:tcPr>
            <w:tcW w:w="8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4D173AC" w14:textId="77777777" w:rsidR="000529E6" w:rsidRPr="000529E6" w:rsidRDefault="000529E6" w:rsidP="000529E6">
            <w:pPr>
              <w:pStyle w:val="TableauDroite"/>
              <w:rPr>
                <w:b/>
                <w:bCs/>
                <w:sz w:val="28"/>
                <w:szCs w:val="32"/>
                <w:lang w:eastAsia="fr-FR"/>
              </w:rPr>
            </w:pPr>
          </w:p>
        </w:tc>
      </w:tr>
    </w:tbl>
    <w:p w14:paraId="4FE49727" w14:textId="77777777" w:rsidR="000529E6" w:rsidRPr="000529E6" w:rsidRDefault="000529E6" w:rsidP="000529E6">
      <w:pPr>
        <w:pStyle w:val="Corpsdetexte"/>
        <w:ind w:left="1418"/>
        <w:rPr>
          <w:sz w:val="16"/>
          <w:szCs w:val="18"/>
          <w:lang w:eastAsia="fr-FR"/>
        </w:rPr>
      </w:pPr>
      <w:r w:rsidRPr="000529E6">
        <w:rPr>
          <w:b/>
          <w:i/>
          <w:sz w:val="16"/>
          <w:szCs w:val="18"/>
          <w:lang w:eastAsia="fr-FR"/>
        </w:rPr>
        <w:t>(</w:t>
      </w:r>
      <w:r w:rsidRPr="000529E6">
        <w:rPr>
          <w:i/>
          <w:sz w:val="16"/>
          <w:szCs w:val="18"/>
          <w:lang w:eastAsia="fr-FR"/>
        </w:rPr>
        <w:t>Renseigner une page par tranche donnant lieu à sous-traitance)</w:t>
      </w:r>
    </w:p>
    <w:p w14:paraId="4335C58E" w14:textId="5AC8F7F6" w:rsidR="00995AF1" w:rsidRPr="00795CD8" w:rsidRDefault="00995AF1" w:rsidP="00995AF1">
      <w:pPr>
        <w:pStyle w:val="Titren2"/>
        <w:rPr>
          <w:lang w:eastAsia="fr-FR"/>
        </w:rPr>
      </w:pPr>
      <w:r w:rsidRPr="00995AF1">
        <w:t>Montant</w:t>
      </w:r>
      <w:r w:rsidRPr="00795CD8">
        <w:rPr>
          <w:lang w:eastAsia="fr-FR"/>
        </w:rPr>
        <w:t xml:space="preserve"> sous-traité</w:t>
      </w:r>
    </w:p>
    <w:p w14:paraId="00E8A338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En cas de recours à la sous-traitance, conformément aux articles L.2193-4, L.2193-5 et R.2193-1 du CCP,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DC4 est exprimé hors taxe ; le titulaire doit également préciser dans ce formulaire que la TVA est auto</w:t>
      </w:r>
      <w:r>
        <w:rPr>
          <w:lang w:eastAsia="fr-FR"/>
        </w:rPr>
        <w:t>-</w:t>
      </w:r>
      <w:r w:rsidRPr="00795CD8">
        <w:rPr>
          <w:lang w:eastAsia="fr-FR"/>
        </w:rPr>
        <w:t>liquidée.</w:t>
      </w:r>
    </w:p>
    <w:p w14:paraId="77CA4B85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26C025A7" w14:textId="7BFB65AC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="000529E6">
        <w:rPr>
          <w:b/>
          <w:lang w:eastAsia="fr-FR"/>
        </w:rPr>
        <w:t>Entreprise</w:t>
      </w:r>
      <w:r w:rsidR="000A446A" w:rsidRPr="00795CD8">
        <w:rPr>
          <w:lang w:eastAsia="fr-FR"/>
        </w:rPr>
        <w:t xml:space="preserve"> </w:t>
      </w:r>
      <w:r w:rsidR="000A446A" w:rsidRPr="00BE5E77">
        <w:rPr>
          <w:b/>
          <w:lang w:eastAsia="fr-FR"/>
        </w:rPr>
        <w:t>unique</w:t>
      </w:r>
    </w:p>
    <w:p w14:paraId="3471521C" w14:textId="77777777" w:rsidR="00995AF1" w:rsidRPr="00E90723" w:rsidRDefault="00995AF1" w:rsidP="00995AF1">
      <w:pPr>
        <w:keepNext/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6585" w:type="dxa"/>
        <w:tblCellSpacing w:w="0" w:type="dxa"/>
        <w:tblInd w:w="72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29"/>
        <w:gridCol w:w="3233"/>
        <w:gridCol w:w="23"/>
      </w:tblGrid>
      <w:tr w:rsidR="00995AF1" w:rsidRPr="00E90723" w14:paraId="5EECC2BA" w14:textId="77777777" w:rsidTr="00F10ACA">
        <w:trPr>
          <w:cantSplit/>
          <w:tblCellSpacing w:w="0" w:type="dxa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67B8DC" w14:textId="77777777" w:rsidR="00995AF1" w:rsidRPr="00E90723" w:rsidRDefault="00995AF1" w:rsidP="000529E6">
            <w:pPr>
              <w:keepNext/>
              <w:widowControl/>
              <w:numPr>
                <w:ilvl w:val="0"/>
                <w:numId w:val="18"/>
              </w:numPr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82BD511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9E4D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BF7435F" w14:textId="77777777" w:rsidR="00995AF1" w:rsidRPr="00E90723" w:rsidRDefault="00995AF1" w:rsidP="00995AF1">
      <w:pPr>
        <w:widowControl/>
        <w:autoSpaceDE/>
        <w:autoSpaceDN/>
        <w:spacing w:before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et attestations (article R.2193-1 du CCP) des sous-traitants recensés dans les formulaires annexés, sont jointes au présent acte d'engagement.</w:t>
      </w:r>
    </w:p>
    <w:p w14:paraId="17E05946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Groupement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solidaire</w:t>
      </w:r>
    </w:p>
    <w:p w14:paraId="14CD8A08" w14:textId="77777777" w:rsidR="00995AF1" w:rsidRPr="00E90723" w:rsidRDefault="00995AF1" w:rsidP="00995AF1">
      <w:pPr>
        <w:keepNext/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6585" w:type="dxa"/>
        <w:tblCellSpacing w:w="0" w:type="dxa"/>
        <w:tblInd w:w="72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29"/>
        <w:gridCol w:w="3233"/>
        <w:gridCol w:w="23"/>
      </w:tblGrid>
      <w:tr w:rsidR="00995AF1" w:rsidRPr="00E90723" w14:paraId="2A8D3E67" w14:textId="77777777" w:rsidTr="00995AF1">
        <w:trPr>
          <w:cantSplit/>
          <w:tblCellSpacing w:w="0" w:type="dxa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34FFD7" w14:textId="77777777" w:rsidR="00995AF1" w:rsidRPr="00E90723" w:rsidRDefault="00995AF1" w:rsidP="000529E6">
            <w:pPr>
              <w:keepNext/>
              <w:widowControl/>
              <w:numPr>
                <w:ilvl w:val="0"/>
                <w:numId w:val="19"/>
              </w:numPr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847B805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6B5449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79FACA5" w14:textId="77777777" w:rsidR="00995AF1" w:rsidRPr="00E90723" w:rsidRDefault="00995AF1" w:rsidP="00995AF1">
      <w:pPr>
        <w:widowControl/>
        <w:autoSpaceDE/>
        <w:autoSpaceDN/>
        <w:spacing w:before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(article R.2193-1 du CCP) des sous-traitants recensés dans les formulaires annexés, sont jointes au présent acte d'engagement.</w:t>
      </w:r>
    </w:p>
    <w:p w14:paraId="13AEE466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Groupement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conjoint</w:t>
      </w:r>
    </w:p>
    <w:p w14:paraId="377CE835" w14:textId="77777777" w:rsidR="00995AF1" w:rsidRPr="00E90723" w:rsidRDefault="00995AF1" w:rsidP="00995AF1">
      <w:pPr>
        <w:widowControl/>
        <w:autoSpaceDE/>
        <w:autoSpaceDN/>
        <w:spacing w:before="119" w:after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721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902"/>
        <w:gridCol w:w="5313"/>
      </w:tblGrid>
      <w:tr w:rsidR="00995AF1" w:rsidRPr="00E90723" w14:paraId="40D28E55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E51A36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92B651A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Montant hors TVA</w:t>
            </w:r>
          </w:p>
        </w:tc>
      </w:tr>
      <w:tr w:rsidR="00995AF1" w:rsidRPr="00E90723" w14:paraId="24B71656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8AB1E5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7B7795A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49094D50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E0B44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D705212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3DB8CAF6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E7C890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05EF43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6381751A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4F0F3D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5088920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79912E9B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876569C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EE59BA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29FC407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B5E18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Total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999BD3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4D42077F" w14:textId="77777777" w:rsidR="00995AF1" w:rsidRPr="00E90723" w:rsidRDefault="00995AF1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et attestations (article R.2193-1 du CCP) des sous-traitants recensés dans les formulaires annexés, sont jointes au présent acte d'engagement.</w:t>
      </w:r>
    </w:p>
    <w:p w14:paraId="79266D0C" w14:textId="77777777" w:rsidR="00995AF1" w:rsidRPr="00795CD8" w:rsidRDefault="00995AF1" w:rsidP="00995AF1">
      <w:pPr>
        <w:pStyle w:val="Titren1surlign"/>
      </w:pPr>
      <w:r w:rsidRPr="00795CD8">
        <w:t xml:space="preserve">Délai </w:t>
      </w:r>
      <w:r w:rsidRPr="00485546">
        <w:t>d'exécution</w:t>
      </w:r>
      <w:r w:rsidRPr="00795CD8">
        <w:t xml:space="preserve"> du marche</w:t>
      </w:r>
    </w:p>
    <w:p w14:paraId="25E57D80" w14:textId="7D16FB6C" w:rsidR="00ED1F4A" w:rsidRDefault="00ED1F4A" w:rsidP="00ED1F4A">
      <w:pPr>
        <w:pStyle w:val="Titren2"/>
      </w:pPr>
      <w:r>
        <w:t>Période de préparation</w:t>
      </w:r>
    </w:p>
    <w:p w14:paraId="700C4F8B" w14:textId="77777777" w:rsidR="00ED1F4A" w:rsidRDefault="00ED1F4A" w:rsidP="00ED1F4A">
      <w:pPr>
        <w:pStyle w:val="Corpsdetexte"/>
      </w:pPr>
      <w:r>
        <w:t>Le délai de la période de préparation d'un lot part :</w:t>
      </w:r>
    </w:p>
    <w:p w14:paraId="2354829B" w14:textId="47B061A5" w:rsidR="00ED1F4A" w:rsidRDefault="00ED1F4A" w:rsidP="00ED1F4A">
      <w:pPr>
        <w:pStyle w:val="CorpsListe"/>
      </w:pPr>
      <w:proofErr w:type="gramStart"/>
      <w:r>
        <w:t>pour</w:t>
      </w:r>
      <w:proofErr w:type="gramEnd"/>
      <w:r>
        <w:t xml:space="preserve"> la tranche ferme, et par dérogation à l'article 18.1.1 du </w:t>
      </w:r>
      <w:proofErr w:type="spellStart"/>
      <w:r>
        <w:t>CCAG</w:t>
      </w:r>
      <w:proofErr w:type="spellEnd"/>
      <w:r>
        <w:t>, de la date de la notification du marché ;</w:t>
      </w:r>
    </w:p>
    <w:p w14:paraId="7C233891" w14:textId="6A076DFC" w:rsidR="00ED1F4A" w:rsidRDefault="00ED1F4A" w:rsidP="00ED1F4A">
      <w:pPr>
        <w:pStyle w:val="CorpsListe"/>
      </w:pPr>
      <w:proofErr w:type="gramStart"/>
      <w:r>
        <w:t>pour</w:t>
      </w:r>
      <w:proofErr w:type="gramEnd"/>
      <w:r>
        <w:t xml:space="preserve"> une tranche optionnelle, de la date fixée par l'ordre de service qui prescrira de commencer la période de préparation de la tranche considérée.</w:t>
      </w:r>
    </w:p>
    <w:p w14:paraId="6E3DFEB8" w14:textId="77777777" w:rsidR="00ED1F4A" w:rsidRDefault="00ED1F4A" w:rsidP="00ED1F4A">
      <w:pPr>
        <w:pStyle w:val="Corpsdetexte"/>
      </w:pPr>
      <w:r>
        <w:t>Le délai de la période de préparation pour chaque tranche d'un lot est de 2 mois.</w:t>
      </w:r>
    </w:p>
    <w:p w14:paraId="5B61D659" w14:textId="75B85C7C" w:rsidR="00ED1F4A" w:rsidRDefault="00ED1F4A" w:rsidP="00ED1F4A">
      <w:pPr>
        <w:pStyle w:val="Titren2"/>
      </w:pPr>
      <w:r>
        <w:t>Délai d'exécution des travaux</w:t>
      </w:r>
    </w:p>
    <w:p w14:paraId="5368F7C3" w14:textId="77777777" w:rsidR="00ED1F4A" w:rsidRDefault="00ED1F4A" w:rsidP="00ED1F4A">
      <w:pPr>
        <w:pStyle w:val="Corpsdetexte"/>
      </w:pPr>
      <w:r>
        <w:t>Le délai d'exécution des travaux de l'ensemble des lots de chaque tranche part de la date fixée par l'ordre de service qui prescrira de commencer l'exécution du/des premier(s) lot(s) de la tranche considérée.</w:t>
      </w:r>
    </w:p>
    <w:p w14:paraId="17EE870F" w14:textId="7CF5CF19" w:rsidR="00ED1F4A" w:rsidRDefault="00ED1F4A" w:rsidP="00ED1F4A">
      <w:pPr>
        <w:pStyle w:val="Corpsdetexte"/>
      </w:pPr>
      <w:r>
        <w:t>Il est fixé comme suit :</w:t>
      </w:r>
    </w:p>
    <w:tbl>
      <w:tblPr>
        <w:tblW w:w="4194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843"/>
        <w:gridCol w:w="2351"/>
      </w:tblGrid>
      <w:tr w:rsidR="00ED1F4A" w:rsidRPr="00ED1F4A" w14:paraId="0EF01767" w14:textId="77777777" w:rsidTr="00101D70">
        <w:trPr>
          <w:tblHeader/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7D2A454" w14:textId="77777777" w:rsidR="00ED1F4A" w:rsidRPr="00ED1F4A" w:rsidRDefault="00ED1F4A" w:rsidP="00ED1F4A">
            <w:pPr>
              <w:pStyle w:val="TableauCentr0"/>
            </w:pPr>
            <w:bookmarkStart w:id="15" w:name="A3A_2B_p1R_a"/>
            <w:r w:rsidRPr="00ED1F4A">
              <w:t>Tranche</w:t>
            </w:r>
            <w:bookmarkEnd w:id="15"/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6F70E65" w14:textId="77777777" w:rsidR="00ED1F4A" w:rsidRPr="00ED1F4A" w:rsidRDefault="00ED1F4A" w:rsidP="00ED1F4A">
            <w:pPr>
              <w:pStyle w:val="TableauCentr0"/>
            </w:pPr>
            <w:r w:rsidRPr="00ED1F4A">
              <w:t>Délai</w:t>
            </w:r>
          </w:p>
        </w:tc>
      </w:tr>
      <w:tr w:rsidR="00ED1F4A" w:rsidRPr="00ED1F4A" w14:paraId="2BD03570" w14:textId="77777777" w:rsidTr="00101D70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2BBE94AC" w14:textId="77777777" w:rsidR="00ED1F4A" w:rsidRPr="00ED1F4A" w:rsidRDefault="00ED1F4A" w:rsidP="00ED1F4A">
            <w:pPr>
              <w:pStyle w:val="TableauDroite"/>
            </w:pPr>
            <w:r w:rsidRPr="00ED1F4A">
              <w:t>Ferme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A648C" w14:textId="27285F13" w:rsidR="00ED1F4A" w:rsidRPr="00ED1F4A" w:rsidRDefault="003A5286" w:rsidP="00ED1F4A">
            <w:pPr>
              <w:pStyle w:val="TableauDroite"/>
            </w:pPr>
            <w:r>
              <w:t>16 mois</w:t>
            </w:r>
          </w:p>
        </w:tc>
      </w:tr>
      <w:tr w:rsidR="00ED1F4A" w:rsidRPr="00ED1F4A" w14:paraId="714021A4" w14:textId="77777777" w:rsidTr="00101D70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6D9ED6B6" w14:textId="77777777" w:rsidR="00ED1F4A" w:rsidRPr="00ED1F4A" w:rsidRDefault="00ED1F4A" w:rsidP="00ED1F4A">
            <w:pPr>
              <w:pStyle w:val="TableauDroite"/>
            </w:pPr>
            <w:r w:rsidRPr="00ED1F4A">
              <w:t>Optionnelle 1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FF9D5" w14:textId="77640D40" w:rsidR="00ED1F4A" w:rsidRPr="00ED1F4A" w:rsidRDefault="003A5286" w:rsidP="00ED1F4A">
            <w:pPr>
              <w:pStyle w:val="TableauDroite"/>
            </w:pPr>
            <w:r>
              <w:t>2 mois</w:t>
            </w:r>
          </w:p>
        </w:tc>
      </w:tr>
      <w:tr w:rsidR="00ED1F4A" w:rsidRPr="00ED1F4A" w14:paraId="1E060846" w14:textId="77777777" w:rsidTr="00101D70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44577270" w14:textId="77777777" w:rsidR="00ED1F4A" w:rsidRPr="00ED1F4A" w:rsidRDefault="00ED1F4A" w:rsidP="00ED1F4A">
            <w:pPr>
              <w:pStyle w:val="TableauDroite"/>
            </w:pPr>
            <w:r w:rsidRPr="00ED1F4A">
              <w:t>Optionnelle 2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DFA3E" w14:textId="29E9615D" w:rsidR="00ED1F4A" w:rsidRPr="00ED1F4A" w:rsidRDefault="003A5286" w:rsidP="00ED1F4A">
            <w:pPr>
              <w:pStyle w:val="TableauDroite"/>
            </w:pPr>
            <w:r>
              <w:t>2 mois</w:t>
            </w:r>
          </w:p>
        </w:tc>
      </w:tr>
    </w:tbl>
    <w:p w14:paraId="45F5CDD4" w14:textId="77777777" w:rsidR="00ED1F4A" w:rsidRDefault="00ED1F4A" w:rsidP="00995AF1">
      <w:pPr>
        <w:pStyle w:val="Corpsdetexte"/>
      </w:pPr>
    </w:p>
    <w:p w14:paraId="212D4F3C" w14:textId="00FD6066" w:rsidR="00ED1F4A" w:rsidRDefault="00ED1F4A" w:rsidP="00ED1F4A">
      <w:pPr>
        <w:pStyle w:val="Corpsdetexte"/>
      </w:pPr>
      <w:r>
        <w:t>Le délai d'exécution propre au lot pour lequel je m'engage / nous nous engageons sera déterminé dans les conditions stipulées à l'article 4</w:t>
      </w:r>
      <w:r w:rsidR="003A5286">
        <w:t>.</w:t>
      </w:r>
      <w:r>
        <w:t xml:space="preserve">1 du </w:t>
      </w:r>
      <w:proofErr w:type="spellStart"/>
      <w:r>
        <w:t>CCAP</w:t>
      </w:r>
      <w:proofErr w:type="spellEnd"/>
      <w:r>
        <w:t>.</w:t>
      </w:r>
    </w:p>
    <w:p w14:paraId="13A9FBD9" w14:textId="624587DD" w:rsidR="00ED1F4A" w:rsidRDefault="00ED1F4A" w:rsidP="00ED1F4A">
      <w:pPr>
        <w:pStyle w:val="Corpsdetexte"/>
      </w:pPr>
      <w:r>
        <w:t>L'ordre de service prescrivant de commencer l'ensemble des travaux d'une tranche sera notifié à chaque entreprise titulaire d'un lot.</w:t>
      </w:r>
    </w:p>
    <w:p w14:paraId="3B73C405" w14:textId="77777777" w:rsidR="00995AF1" w:rsidRPr="00795CD8" w:rsidRDefault="00995AF1" w:rsidP="00ED1F4A">
      <w:pPr>
        <w:pStyle w:val="Titren1surlign"/>
        <w:pageBreakBefore/>
      </w:pPr>
      <w:r w:rsidRPr="00795CD8">
        <w:t>P</w:t>
      </w:r>
      <w:r>
        <w:t>aiements</w:t>
      </w:r>
    </w:p>
    <w:p w14:paraId="6333BBD2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Les modalités du règlement des comptes du marché sont spécifiées à l'article 3-2 du </w:t>
      </w:r>
      <w:proofErr w:type="spellStart"/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</w:p>
    <w:p w14:paraId="52B9567B" w14:textId="27C2EEAE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="00ED1F4A">
        <w:rPr>
          <w:b/>
          <w:lang w:eastAsia="fr-FR"/>
        </w:rPr>
        <w:t>Entreprise</w:t>
      </w:r>
      <w:r w:rsidR="000A446A" w:rsidRPr="00795CD8">
        <w:rPr>
          <w:lang w:eastAsia="fr-FR"/>
        </w:rPr>
        <w:t xml:space="preserve"> </w:t>
      </w:r>
      <w:r w:rsidR="000A446A" w:rsidRPr="00BE5E77">
        <w:rPr>
          <w:b/>
          <w:lang w:eastAsia="fr-FR"/>
        </w:rPr>
        <w:t>unique</w:t>
      </w:r>
    </w:p>
    <w:p w14:paraId="2B379BCE" w14:textId="77777777" w:rsidR="00995AF1" w:rsidRPr="00BE5E77" w:rsidRDefault="00995AF1" w:rsidP="00995AF1">
      <w:pPr>
        <w:widowControl/>
        <w:autoSpaceDE/>
        <w:autoSpaceDN/>
        <w:spacing w:before="119" w:after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Le maître d'ouvrage se libérera des sommes dues au titre du présent marché en faisant porter le montant au crédit du compte (joindre un RIB ou RIP)</w:t>
      </w:r>
      <w:r w:rsidRPr="00BE5E77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8"/>
        <w:gridCol w:w="1792"/>
        <w:gridCol w:w="197"/>
        <w:gridCol w:w="197"/>
        <w:gridCol w:w="98"/>
        <w:gridCol w:w="197"/>
        <w:gridCol w:w="98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197"/>
        <w:gridCol w:w="98"/>
        <w:gridCol w:w="197"/>
        <w:gridCol w:w="98"/>
        <w:gridCol w:w="98"/>
        <w:gridCol w:w="98"/>
        <w:gridCol w:w="98"/>
        <w:gridCol w:w="197"/>
        <w:gridCol w:w="98"/>
        <w:gridCol w:w="197"/>
        <w:gridCol w:w="197"/>
        <w:gridCol w:w="297"/>
        <w:gridCol w:w="197"/>
        <w:gridCol w:w="197"/>
        <w:gridCol w:w="197"/>
        <w:gridCol w:w="98"/>
        <w:gridCol w:w="197"/>
        <w:gridCol w:w="98"/>
        <w:gridCol w:w="197"/>
        <w:gridCol w:w="198"/>
        <w:gridCol w:w="198"/>
        <w:gridCol w:w="198"/>
        <w:gridCol w:w="99"/>
        <w:gridCol w:w="298"/>
        <w:gridCol w:w="298"/>
        <w:gridCol w:w="198"/>
        <w:gridCol w:w="198"/>
        <w:gridCol w:w="198"/>
        <w:gridCol w:w="298"/>
        <w:gridCol w:w="198"/>
        <w:gridCol w:w="198"/>
        <w:gridCol w:w="298"/>
        <w:gridCol w:w="83"/>
      </w:tblGrid>
      <w:tr w:rsidR="009756DF" w:rsidRPr="00BE5E77" w14:paraId="47F2AB86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99923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8B772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6753A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01464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327D6561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AB0C5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047B0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F1BD0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EE63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705F661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A6F6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5347A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EFEF6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C1708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C3051F8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C9C8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1201A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D6354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C6442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C6069AD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C588D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1F496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4F5E6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E4ECE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7E078F0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C2E7F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48D71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6FDB8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45ABE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1DDF9D7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8C559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BD84B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990CB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89C3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101CE4F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C6A3B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8391E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8200E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693C2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36E5F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20F73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7F11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A7B99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88D5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6776C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441F5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73E45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0AAD6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AA0D5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CDEDA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2260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EE493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5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B448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3EDC2CE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54748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084CD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78CB7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227BA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98EC3B9" w14:textId="77777777" w:rsidTr="009756DF">
        <w:trPr>
          <w:cantSplit/>
          <w:trHeight w:val="19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57214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A5068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F8193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EC71C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D4CEF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15532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4663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5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735F9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281D6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FD76B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C083C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8C4AB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1A93F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B238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7EBFB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4EB062B" w14:textId="77777777" w:rsidTr="009756DF">
        <w:trPr>
          <w:cantSplit/>
          <w:trHeight w:hRule="exact" w:val="62"/>
          <w:tblCellSpacing w:w="0" w:type="dxa"/>
        </w:trPr>
        <w:tc>
          <w:tcPr>
            <w:tcW w:w="5000" w:type="pct"/>
            <w:gridSpan w:val="4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F7790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ADFA557" w14:textId="77777777" w:rsidTr="009756DF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58666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5E566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24F84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56376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98427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3A6CD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6DD1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FF05E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92B5E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5A2FB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E591E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1AAED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B183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16934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1D643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9B304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9815D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98BCC1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20DA5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65ACC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A302D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B12F8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7908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50109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98A4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CFE6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B8A6A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DD804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8FCFB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2116F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7B005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C9A23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60D4D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D1690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1B6611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CB6C63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F80C9FA" w14:textId="77777777" w:rsidTr="009756DF">
        <w:trPr>
          <w:cantSplit/>
          <w:trHeight w:hRule="exact" w:val="62"/>
          <w:tblCellSpacing w:w="0" w:type="dxa"/>
        </w:trPr>
        <w:tc>
          <w:tcPr>
            <w:tcW w:w="5000" w:type="pct"/>
            <w:gridSpan w:val="4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D6E7A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3540630D" w14:textId="77777777" w:rsidTr="009756DF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D1686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9EB13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00C87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168BD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007DF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EC6C8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0C590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C111A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CFFE6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35F861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A8F86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4F4B0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7FE5F3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8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14980E7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86E946A" w14:textId="77777777" w:rsidR="009756DF" w:rsidRPr="00BE5E77" w:rsidRDefault="009756DF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7D980C15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24BA9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7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164C8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z</w:t>
            </w:r>
            <w:proofErr w:type="gramEnd"/>
          </w:p>
        </w:tc>
        <w:tc>
          <w:tcPr>
            <w:tcW w:w="50" w:type="pct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1C60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40628F7" w14:textId="77777777" w:rsidR="008306A6" w:rsidRDefault="008306A6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36F0A8D0" w14:textId="418AC722" w:rsidR="00995AF1" w:rsidRPr="00BE5E77" w:rsidRDefault="00995AF1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49890E00" w14:textId="77777777" w:rsidR="00995AF1" w:rsidRPr="00795CD8" w:rsidRDefault="00995AF1" w:rsidP="00995AF1">
      <w:pPr>
        <w:keepNext/>
        <w:widowControl/>
        <w:autoSpaceDE/>
        <w:autoSpaceDN/>
        <w:spacing w:before="119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9EAF90F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BE5E77">
        <w:rPr>
          <w:b/>
          <w:lang w:eastAsia="fr-FR"/>
        </w:rPr>
        <w:t>Groupement solidaire à comptes séparés</w:t>
      </w:r>
    </w:p>
    <w:p w14:paraId="57DD12FD" w14:textId="06276772" w:rsidR="00995AF1" w:rsidRPr="00795CD8" w:rsidRDefault="00995AF1" w:rsidP="00F256D3">
      <w:pPr>
        <w:pStyle w:val="Corpsdetexte"/>
        <w:rPr>
          <w:rFonts w:eastAsia="Times New Roman" w:cs="Times New Roman"/>
          <w:szCs w:val="20"/>
          <w:lang w:eastAsia="fr-FR"/>
        </w:rPr>
      </w:pPr>
      <w:r w:rsidRPr="00795CD8">
        <w:rPr>
          <w:lang w:eastAsia="fr-FR"/>
        </w:rPr>
        <w:t xml:space="preserve">Le maître d'ouvrage se libérera des sommes dues au titre du présent marché en faisant porter le montant au crédit des comptes </w:t>
      </w:r>
      <w:r w:rsidRPr="00795CD8">
        <w:rPr>
          <w:szCs w:val="20"/>
          <w:lang w:eastAsia="fr-FR"/>
        </w:rPr>
        <w:t>(joindre un RIB ou RIP)</w:t>
      </w:r>
      <w:r w:rsidRPr="00795CD8">
        <w:rPr>
          <w:rFonts w:ascii="Calibri" w:hAnsi="Calibri" w:cs="Calibri"/>
          <w:sz w:val="18"/>
          <w:szCs w:val="18"/>
          <w:lang w:eastAsia="fr-FR"/>
        </w:rPr>
        <w:t> </w:t>
      </w:r>
      <w:r w:rsidRPr="00795CD8">
        <w:rPr>
          <w:lang w:eastAsia="fr-FR"/>
        </w:rPr>
        <w:t>:</w:t>
      </w:r>
      <w:r w:rsidR="00F256D3" w:rsidRPr="00795CD8">
        <w:rPr>
          <w:rFonts w:eastAsia="Times New Roman" w:cs="Times New Roman"/>
          <w:szCs w:val="20"/>
          <w:lang w:eastAsia="fr-FR"/>
        </w:rPr>
        <w:t xml:space="preserve"> 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5"/>
        <w:gridCol w:w="197"/>
        <w:gridCol w:w="195"/>
        <w:gridCol w:w="197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6"/>
        <w:gridCol w:w="100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00FEB240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20EB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E812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42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E3C5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8FBF11C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08FB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A409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114A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551B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B54C26C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5D71A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DEBD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1EBE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8416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96CDC1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B39A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4A58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32E6E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D0AD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5030AB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6035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EBF8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B72C7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30FC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AAC557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67F8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C35A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71ED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9E29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FB8A12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6C6B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130F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4E84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49598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3949B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ECB71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3801E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AE0F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8FC3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95CE8A9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CCF1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AF1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C4C57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D767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BCB92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1938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9303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F0771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15296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E17C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7BBE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35B1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EF82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6F9F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94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441A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C2FEC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B51F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8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9904E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5F3933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5642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3C93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FE456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B99A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D82BF43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2263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491C2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C8E19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8298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11CC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EAA6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03122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5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DD75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E08E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74FA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76E6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80FD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9D00F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2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3B02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CADC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0ECD6BA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F032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C2A5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E57949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97019BF" w14:textId="77777777" w:rsidTr="00ED1F4A">
        <w:trPr>
          <w:cantSplit/>
          <w:trHeight w:val="225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F65D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7E74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5330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7813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9900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3C6C1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7CC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AFB6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EC42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B4694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38B9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3D50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4C0C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8F4C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6DE3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D00A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211D5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6FFA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EFEDA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7BF0D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D40A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AA78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D4DE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70B8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5BF1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41932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B67C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D261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F5AA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A849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15F1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EA34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F06D0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92C2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441CA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AF0F8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91D3505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9889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D4816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D7553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3D317E" w14:textId="77777777" w:rsidTr="00ED1F4A">
        <w:trPr>
          <w:cantSplit/>
          <w:trHeight w:val="225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7CE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FF06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9C98E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A3BF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EBC29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9560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9349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64D3F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2405C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FF01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EA8E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69CB5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FABD3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728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DFB2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9CE95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EB456E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A082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B44B9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C3FA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673D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775C636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2DFE296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41E29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9F17B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5EC0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F09863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8725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BEBA6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0171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5EFBD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920CCD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12DE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F4EB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F32C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1079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DCCC28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5FF4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25788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8D5AC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DFB9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BCCC63A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90CDC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3354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4888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B3E1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226B63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DD5C2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2485F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34AAC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8952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C2ED3B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9A4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A0CB9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AE1DF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BF7D1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6C8CA28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7BFC5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8CD47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BF0B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32CB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B6FE33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0036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2B27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945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6419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41FA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3F3C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F088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A5406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A474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0D9ED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943A5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8DC1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65C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7E51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01E47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A5AB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AB6F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E2E4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EE00EC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6B7F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F6150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9178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C1C6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21587B8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A477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341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4632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18FE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DCEF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CF71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545D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A28D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2219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2F08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664A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4F8F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34BE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74E9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413E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E0AD60E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0452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E726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5A9CC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F328478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C2AC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666D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75DC2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8CFC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C627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DBC69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5F80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D0A3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1AAE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A02C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CFA1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7BE8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8CF2A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45A8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4F4A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E0AB2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11F3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A6CA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B1F14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82E8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0CDC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748A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FA9B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3A8A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DF94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3EE0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3F45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5A90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6842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CCD3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DE54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4E044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07CC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2BCC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2529E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694A2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37CD021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10C8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E71AA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2F747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877EBA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497B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14A5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309A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9F28F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F29E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A87B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A8FD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144BB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A878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2E3BF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BF4C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D80F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BD6FA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47E9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ECB83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C9642B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15A19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E475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C99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E307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B89BD91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3F410E82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3A5D2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13CC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8ABB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2BE103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D663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AB4A4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4E25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0505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92A289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8061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283C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B2F4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6617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C9F5A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722F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876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42DC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1244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8C3915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E2BBD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4D510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2AEB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9322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D52228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6C7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D8F00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D24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0106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10BF973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253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90F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1A9C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F235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611A9F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6D92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9F33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830B0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4B9A0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3E000A2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4706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E273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68F8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1C16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A7490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A952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C94B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610F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640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06A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10BF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7571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859E2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102CB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90EC7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CD0F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E286F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6013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12011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851B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8080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D8C4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EED9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A4D2F9E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C16F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D4FF0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488C2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35A17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8112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A120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5206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CAC8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71EF8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FF26E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40E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1A55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49CDB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64D1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BD39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04AAC8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28B4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8EBB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0B5FA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C1654E8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CA2C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77EC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66A98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834E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5CF6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6057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080B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AB6D1D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9BDA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0BD4F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F6E6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E8EDE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FC12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5454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4132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31FD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E148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AF0EE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DCED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809EB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569D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597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E4E1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A425E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4F14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D000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B9AD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B3FFD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F0DB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165E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2375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60EDE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9458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25D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13FAB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291BD4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C73452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C4308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85B8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8F4A5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7B404A5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3029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C27DD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618A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1986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3755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C752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BCA2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A0A9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A0085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6D32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36144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B4330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8170B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2609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93C41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EFF80BC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2325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58028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64DF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EFC2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AFA932C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555298C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ECE7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B8E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DB1F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FFBF31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BB08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3CD9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6A944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C65D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9093B0D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5693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746A8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2832B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2F20C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4E8D1D1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2B23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FE1E8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E4DA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8D54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D2C8589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C5F45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3BE7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35AB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1094E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C7F2325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0B8D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46BC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AB09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8F24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4C6479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7406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2C2D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D3F5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6F2E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B541F7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B738C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0A9E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ED3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B8FC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33A3BEE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B068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A923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CD4D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2C7F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2F35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1DEC9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0B7B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90EB9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AA6E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5FCC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2C63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048A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339D5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87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F38D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9206F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223A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2A20D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003189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1A0E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A274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4F35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D156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F75B048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D3AC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9FD5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C5D23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D93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C34A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0323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69779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1D106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0B1C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5904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1622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CB3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42E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6AD4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2A6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155C7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F8A1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5D97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A944B3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D37CCCE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89D8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31CD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9448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A4F2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F15F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D65E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FC528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F783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8DD8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C5A3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1C54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EA8D1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3407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0200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E029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A46F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438E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B7BD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EEA0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8DAB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FCEE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4E61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F8A2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75E0F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4380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A0C26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4F00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CC43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3CB2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9BF1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7EEB5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1631D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83779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8F14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104D6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19BB3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9DC6CF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B8C3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373FE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19A5C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F203C57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4C92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9091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26FA1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54AD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8578D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7A69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1B70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C36B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EF82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69C0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0E5C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04B5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6BD6D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0F5D1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72B1E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795DAD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7C9D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64CA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76F0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FF6A1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4AF9EFFB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3D48CC6D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843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CB24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4C5A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6EA7B7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D750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390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47C4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4DE22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88361D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904B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ADF0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EB82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FAF4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8A24B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4C5E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C0EB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125C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6F9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E7024B5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AE569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3DCD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0958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A30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08B76C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3CF13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FDE2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F6ACA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4A82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6B042ED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57D0D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F36B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7D2FF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A5B8D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A4B625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47B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EFA7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F35D2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4912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D361E0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07EE6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1E7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1C53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C97F8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2E42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AC79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ACF25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D9CEC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DF1D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85776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42F27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5D0B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8B93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B43B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4E5E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8751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4DB5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4806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BC0C8B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29D47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7E9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AA7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0D1A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EF14D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E052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C89E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6B88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92B7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904E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1A08E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D3EF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A6C8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5C676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F8EB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580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C2E0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235B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8048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56E7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D2F825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FE789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65B4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4CED0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4E59A16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A8AF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834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DFC49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8689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9553A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B9F1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6D85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9CF95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16F8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47CA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3DAE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6EF6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FA31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526F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7D440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A7F6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A174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02A5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9A384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6F08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A487E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FFB9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75E61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08F5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D1F2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3DFD6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2E7D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8FB7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87A28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72CD9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46DF3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D4E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F75B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90BB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37109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290B7B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2066109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5522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1286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9AC4C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E2F92A0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C58E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F6DF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E7C4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700E2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DB3BE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9578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3290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DD8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9912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5B45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8DDFE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D2C4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5D030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E0E6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5014E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A5A1EB1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18D37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75B0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0146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EBAD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E583FC5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29F027D1" w14:textId="7A934FBD" w:rsidR="00995AF1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00670A70" w14:textId="77777777" w:rsidR="00781376" w:rsidRPr="00795CD8" w:rsidRDefault="00781376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D343A4A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BE5E77">
        <w:rPr>
          <w:b/>
          <w:lang w:eastAsia="fr-FR"/>
        </w:rPr>
        <w:t>Groupeme</w:t>
      </w:r>
      <w:r w:rsidRPr="00995AF1">
        <w:rPr>
          <w:b/>
          <w:lang w:eastAsia="fr-FR"/>
        </w:rPr>
        <w:t>nt conjoint</w:t>
      </w:r>
    </w:p>
    <w:p w14:paraId="2DB68BBA" w14:textId="70795B82" w:rsidR="00781376" w:rsidRPr="00795CD8" w:rsidRDefault="00995AF1" w:rsidP="00781376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Le maître d'ouvrage se libérera des sommes dues au titre du présent marché en faisant porter le montant au crédit des comptes </w:t>
      </w:r>
      <w:r w:rsidRPr="00795CD8">
        <w:rPr>
          <w:szCs w:val="20"/>
          <w:lang w:eastAsia="fr-FR"/>
        </w:rPr>
        <w:t>(joindre un RIB ou RIP)</w:t>
      </w:r>
      <w:r w:rsidRPr="00795CD8">
        <w:rPr>
          <w:rFonts w:ascii="Calibri" w:hAnsi="Calibri" w:cs="Calibri"/>
          <w:sz w:val="18"/>
          <w:szCs w:val="18"/>
          <w:lang w:eastAsia="fr-FR"/>
        </w:rPr>
        <w:t> </w:t>
      </w:r>
      <w:r w:rsidRPr="00795CD8">
        <w:rPr>
          <w:lang w:eastAsia="fr-FR"/>
        </w:rPr>
        <w:t>:</w:t>
      </w:r>
      <w:r w:rsidR="00781376" w:rsidRPr="00781376">
        <w:rPr>
          <w:lang w:eastAsia="fr-FR"/>
        </w:rPr>
        <w:t xml:space="preserve"> 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1D05CE54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1B2B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66DF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A599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E84DF6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C93A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DF56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10DC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DF3B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839F8F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03CF1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BFDA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AE72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69284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CFAD3A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0FF9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DB47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4570A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FF3C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246189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355E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88FB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2B7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A489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9ABE2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294F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EA8F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9BB1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F8F3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6C4582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7D5DD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86F1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FDE5F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C7F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976CBA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B33E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910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AB99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2431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C87882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32D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F87D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E4AC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B8E6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EBA5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1EB2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BA98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6DE3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BF57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9F4E7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92F9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79EF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E019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395A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4FD5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CED15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42EF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D968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5E30B8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7FB56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F44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C753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E2124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BD2433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3CF6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D159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762FC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12C7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84B8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95E5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9609B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001B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19E2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0FD4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59E91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50A0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256E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0BEB8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567BA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A0583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6A03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171F4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16AA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83164C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6439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056E9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6FD7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A1373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CF52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A49F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89CE1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B461D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191C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557D4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B4F2B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D097C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5C38D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8FE42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40E5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A690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F7D6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4F5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77D48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63FE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32A9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9417F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67B0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E535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4EC4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CCD5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33C7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6868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7495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9FD9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5E7B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BAF5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6B4F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272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85EB7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A6EA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390ACB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FB414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04B2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A3B64A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745573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3F9B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333F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0722B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CC20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0B5E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52429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60F0C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02BF7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780D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B075D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A59F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E32A2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2D46A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014FF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F65DA4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519B9B7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FEED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E36D1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DD8A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1C63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6F6855B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1830702F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66F9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7337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26F92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230D62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C84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9562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E61FE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6238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69AD9A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93FE9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99D23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21B9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E8A8A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8CEADA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9D6E8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A52E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F94D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31DB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82B76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E7922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DE3F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EA0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B16B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F3A04E5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C2A8E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D6B8D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7E64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E646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40CE5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DAB96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079A2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B0CB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7D48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43BA898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37E5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7989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9536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4B2E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71CA5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BFB5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A8606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6DA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70E2F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BFB2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40642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4FD4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9E27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696CD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8142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E8E1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325E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57D2E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431E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E561D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E6817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028E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1602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C0AC37E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6C52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AAE1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930A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FE8A4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27F9A08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FA97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951A2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19DF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B06E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7AB2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143C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5573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473C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DDAF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B49A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963A9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51B2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2E53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4445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297B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763E5E6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44D2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50A3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392F2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F1130B1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779D5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DCFF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4E67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F7385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3816C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CE8F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59BA7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52BC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22A5A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389C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E16ED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666E8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AACF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8B8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F238C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794B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50E2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208D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DE6B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BDFD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BFB6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DBBC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EA14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100A6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6C80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8DF2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AC5D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96D37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3B68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1962E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4848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8DCB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B268B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671B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6184B5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B2F42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178A1B9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85C06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321E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BA8B01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48E57C6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E10C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AD33F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AFFB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849829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23696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8F044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A522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2CD7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475E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F09D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C4C9C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7D55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23A35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B32B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A45D8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D8939D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CA1B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8060F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13B2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BD48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47D5D68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0317653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4FF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89FF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545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B8DFFE6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92A7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244C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85A1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9F04F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3D7D126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9EEC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EA85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766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C1A4B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7F5D07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7F77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0AA6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96D1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F43A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BA93BCF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097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65DD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E67B7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1BE8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2637BC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6851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0241B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A0FE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3E0A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AE304C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34C9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190DD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35B5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90F9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4CE3F88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7FBA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27CFB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576F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6D9A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515395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7FC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3B83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36C7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8BBE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092B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D832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2E58D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134E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AC04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3FD8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58E6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7E346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ADF9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556D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5A09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1FF77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6484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4CD1B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656707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4651E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C07F2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DAE7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F07F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FDFE1D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2456B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FCF7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672D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52DB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BF1C9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B822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9D01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506F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C5D8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FC83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42C1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0DDF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3F16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3A8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AF872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85DA90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E7E1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C98B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AF01B8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BB63D3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29F2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4F59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2558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BE14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1906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1EE5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69DCA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41A51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6646D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B822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FF89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384A2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80882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F390B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D047D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48AA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D119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DECF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DDBE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E416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3CCF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F615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9B0A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F660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F12D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F5E0ED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6BB6C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50C3D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76FC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D401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3CF21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2003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2C25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AD28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6F2A0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5136FF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FD7FF3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F14A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BD46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F49F3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E44200D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228B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585C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DAED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E7E2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E8B35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3614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C926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C7E3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5C67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F193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A56DF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7974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2E745A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C2D5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D750B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6496E8C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8E693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647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DD7C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0EA1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A22C3BB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45BBA985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BB2B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C4629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06E6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C2F8A25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33A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D071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AA677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51121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17D932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D371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A6CD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177C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1A64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055305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8220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1BE0D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8D446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5713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01A5A62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2D0A1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EA12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DFAC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F5BB2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309AE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0A1B7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CBC6F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9C14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D1157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02859E6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B30C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0389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BA51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DBB1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1C5B26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0D84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A1FC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6CCC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F787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1513294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E1AB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71C1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0733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4665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B5DE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370E1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24147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330FF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F79F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AF544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22D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E68F5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4DEF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BA304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D9D9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D8DF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BBE5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E44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E88055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E18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D4A4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A630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B1F81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CF42B6D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2AD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0CDC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8524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DED4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809B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C8FD5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ACC91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ABCF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3103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67B5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ACE60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013B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43A8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98D9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DB66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9EF2C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32BC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6ECFA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52139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80ECB1A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D530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BA7D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62DC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9F0C9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B220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9FF6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BA3A1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53D0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7C90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B0DE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66289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30A6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787D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69874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7824E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2DB2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2F45F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9CFDB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BEF4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BD99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8C2C24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A36E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CAE09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16637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F35E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6D94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ECFE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E67CE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52FC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9B0B9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181C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1513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A19B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CC30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37315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10B42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765B8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927E6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0947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C196CF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DCE666D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A155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696A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1F7D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2D41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3AD6D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A50AF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66C0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FBF7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4C63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8B53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00C2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3833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D29C1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F6275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F50E7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A4C9B2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C5B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942F6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EAEB9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5BE42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7E867EE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509F3079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E7E39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13C2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25C2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FA336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36A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D645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43DEA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C231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7C3EBE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924B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584B7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53C2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6C249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A14DC3F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CCD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9F2C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704C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324F3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FEF6BB8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5247B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96D2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047BD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0F8F0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BDF990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0439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2669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A1E6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153D5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CDC7F06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FDD0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3774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346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5996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9EABAF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0201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F2947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37C4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784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39A84E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145D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63CA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55B6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4F0E7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EA43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32D4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1138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C0F6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C2F4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1E533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6A476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23B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E0F6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6372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1B79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212F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308F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06529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EC354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E87D6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1FFE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749B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91516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BEA043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C5D2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1E82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920D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2838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09AE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71826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A400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BFCD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4732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57EA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DA58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74EC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B4AC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554C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6C32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9A06A1F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B077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DA638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28BB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C6FD2E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140A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D9C4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4E12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C39C9E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042D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5E5E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5E26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048A8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432C0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FC80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DB84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6A87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E187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04D3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285C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64C0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350C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1FEF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34490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E2ACF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118F1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AC25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1CE5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A8F17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04456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A6C3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A648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44021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1124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BF28F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9281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7B8D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F0916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084E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0A642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54A63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F6FDA0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EBB98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397ED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FC4795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E1BE5D0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0BBC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4658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B0F9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7201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BEA7F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3FAF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337E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78657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DA23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A152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DC631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D187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9566A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3322A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BC420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9C30C7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4C20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E44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EA5A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9CE8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4A65738" w14:textId="0C081912" w:rsidR="00995AF1" w:rsidRPr="00795CD8" w:rsidRDefault="00995AF1" w:rsidP="00781376">
      <w:pPr>
        <w:pStyle w:val="Corpsdetexte"/>
        <w:rPr>
          <w:rFonts w:eastAsia="Times New Roman" w:cs="Times New Roman"/>
          <w:szCs w:val="20"/>
          <w:lang w:eastAsia="fr-FR"/>
        </w:rPr>
      </w:pPr>
    </w:p>
    <w:p w14:paraId="2C6D05D7" w14:textId="7AB88927" w:rsidR="00995AF1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147291FC" w14:textId="77777777" w:rsidR="00781376" w:rsidRPr="00795CD8" w:rsidRDefault="00781376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D85E4BE" w14:textId="12EF2E78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="00ED1F4A">
        <w:rPr>
          <w:b/>
          <w:lang w:eastAsia="fr-FR"/>
        </w:rPr>
        <w:t xml:space="preserve">Entreprise </w:t>
      </w:r>
      <w:r w:rsidR="000A446A" w:rsidRPr="00BE5E77">
        <w:rPr>
          <w:b/>
          <w:lang w:eastAsia="fr-FR"/>
        </w:rPr>
        <w:t>unique</w:t>
      </w:r>
    </w:p>
    <w:p w14:paraId="44A52C7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 titulaire désigné ci-devant</w:t>
      </w:r>
      <w:r w:rsidRPr="00795CD8">
        <w:rPr>
          <w:rFonts w:ascii="Calibri" w:hAnsi="Calibri" w:cs="Calibri"/>
          <w:lang w:eastAsia="fr-FR"/>
        </w:rPr>
        <w:t> </w:t>
      </w:r>
      <w:r w:rsidRPr="00795CD8">
        <w:rPr>
          <w:lang w:eastAsia="fr-FR"/>
        </w:rPr>
        <w:t>:</w:t>
      </w:r>
    </w:p>
    <w:p w14:paraId="0FA85469" w14:textId="77777777" w:rsidR="00995AF1" w:rsidRPr="000A446A" w:rsidRDefault="00995AF1" w:rsidP="000A446A">
      <w:pPr>
        <w:pStyle w:val="Corpsdetexte"/>
        <w:ind w:left="993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0A446A">
        <w:rPr>
          <w:b/>
          <w:bCs/>
          <w:lang w:eastAsia="fr-FR"/>
        </w:rPr>
        <w:t>refuse</w:t>
      </w:r>
      <w:r w:rsidRPr="000A446A">
        <w:rPr>
          <w:lang w:eastAsia="fr-FR"/>
        </w:rPr>
        <w:t xml:space="preserve"> de percevoir l'avance prévue à l'article 5.2 du </w:t>
      </w:r>
      <w:proofErr w:type="spellStart"/>
      <w:r w:rsidRPr="000A446A">
        <w:rPr>
          <w:lang w:eastAsia="fr-FR"/>
        </w:rPr>
        <w:t>CCAP</w:t>
      </w:r>
      <w:proofErr w:type="spellEnd"/>
      <w:r w:rsidRPr="000A446A">
        <w:rPr>
          <w:lang w:eastAsia="fr-FR"/>
        </w:rPr>
        <w:t>.</w:t>
      </w:r>
    </w:p>
    <w:p w14:paraId="47BAFEEF" w14:textId="77777777" w:rsidR="00995AF1" w:rsidRPr="00795CD8" w:rsidRDefault="00995AF1" w:rsidP="000A446A">
      <w:pPr>
        <w:pStyle w:val="Corpsdetexte"/>
        <w:ind w:left="993"/>
        <w:rPr>
          <w:lang w:eastAsia="fr-FR"/>
        </w:rPr>
      </w:pPr>
      <w:r w:rsidRPr="000A446A">
        <w:rPr>
          <w:rFonts w:ascii="Wingdings" w:hAnsi="Wingdings"/>
          <w:sz w:val="36"/>
          <w:szCs w:val="36"/>
          <w:lang w:eastAsia="fr-FR"/>
        </w:rPr>
        <w:t></w:t>
      </w:r>
      <w:r w:rsidRPr="000A446A">
        <w:rPr>
          <w:lang w:eastAsia="fr-FR"/>
        </w:rPr>
        <w:t xml:space="preserve"> </w:t>
      </w:r>
      <w:r w:rsidRPr="000A446A">
        <w:rPr>
          <w:b/>
          <w:bCs/>
          <w:lang w:eastAsia="fr-FR"/>
        </w:rPr>
        <w:t>ne refuse pas</w:t>
      </w:r>
      <w:r w:rsidRPr="000A446A">
        <w:rPr>
          <w:lang w:eastAsia="fr-FR"/>
        </w:rPr>
        <w:t xml:space="preserve"> de</w:t>
      </w:r>
      <w:r w:rsidRPr="00795CD8">
        <w:rPr>
          <w:lang w:eastAsia="fr-FR"/>
        </w:rPr>
        <w:t xml:space="preserve"> percevoir l'avance prévue à l'article 5</w:t>
      </w:r>
      <w:r>
        <w:rPr>
          <w:lang w:eastAsia="fr-FR"/>
        </w:rPr>
        <w:t>.</w:t>
      </w:r>
      <w:r w:rsidRPr="00795CD8">
        <w:rPr>
          <w:lang w:eastAsia="fr-FR"/>
        </w:rPr>
        <w:t xml:space="preserve">2 du </w:t>
      </w:r>
      <w:proofErr w:type="spellStart"/>
      <w:r w:rsidRPr="00795CD8">
        <w:rPr>
          <w:lang w:eastAsia="fr-FR"/>
        </w:rPr>
        <w:t>CCAP</w:t>
      </w:r>
      <w:proofErr w:type="spellEnd"/>
      <w:r w:rsidRPr="00795CD8">
        <w:rPr>
          <w:lang w:eastAsia="fr-FR"/>
        </w:rPr>
        <w:t>.</w:t>
      </w:r>
    </w:p>
    <w:p w14:paraId="6BD2F8E7" w14:textId="77777777" w:rsidR="00995AF1" w:rsidRPr="00BE5E77" w:rsidRDefault="00995AF1" w:rsidP="00995AF1">
      <w:pPr>
        <w:pStyle w:val="Corpsdetexte"/>
        <w:rPr>
          <w:u w:val="single"/>
          <w:lang w:eastAsia="fr-FR"/>
        </w:rPr>
      </w:pPr>
      <w:r w:rsidRPr="00BE5E77">
        <w:rPr>
          <w:rFonts w:ascii="Wingdings" w:hAnsi="Wingdings"/>
          <w:sz w:val="36"/>
          <w:szCs w:val="36"/>
          <w:lang w:eastAsia="fr-FR"/>
        </w:rPr>
        <w:t></w:t>
      </w:r>
      <w:r w:rsidRPr="00BE5E77">
        <w:rPr>
          <w:lang w:eastAsia="fr-FR"/>
        </w:rPr>
        <w:t xml:space="preserve"> </w:t>
      </w:r>
      <w:r w:rsidRPr="00BE5E77">
        <w:rPr>
          <w:b/>
          <w:u w:val="single"/>
        </w:rPr>
        <w:t>Groupement</w:t>
      </w:r>
      <w:r w:rsidRPr="00BE5E77">
        <w:rPr>
          <w:b/>
          <w:u w:val="single"/>
          <w:lang w:eastAsia="fr-FR"/>
        </w:rPr>
        <w:t xml:space="preserve"> solidaire à comptes séparés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995AF1" w:rsidRPr="00795CD8" w14:paraId="7C393539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7A3AD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6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D38845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Avance prévue à l'article 5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.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2 du </w:t>
            </w:r>
            <w:proofErr w:type="spellStart"/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CCAP</w:t>
            </w:r>
            <w:proofErr w:type="spellEnd"/>
          </w:p>
        </w:tc>
      </w:tr>
      <w:tr w:rsidR="00995AF1" w:rsidRPr="00795CD8" w14:paraId="0F1DB95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9BBBA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1E419E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6C2ED7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25A7EA90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5C0B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03CD4F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8C200D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57927B09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DE6CB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FD1F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9B95F8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612F78C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986DCB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CE272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0C0F8B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F5EBB3D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AF98F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B8D07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C6BD1D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</w:tbl>
    <w:p w14:paraId="0041F698" w14:textId="77777777" w:rsidR="00995AF1" w:rsidRPr="00BE5E77" w:rsidRDefault="00995AF1" w:rsidP="00995AF1">
      <w:pPr>
        <w:pStyle w:val="Corpsdetexte"/>
        <w:rPr>
          <w:rStyle w:val="CorpsdetexteCar"/>
          <w:b/>
          <w:u w:val="single"/>
        </w:rPr>
      </w:pPr>
      <w:r w:rsidRPr="00795CD8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795C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BE5E77">
        <w:rPr>
          <w:rStyle w:val="CorpsdetexteCar"/>
          <w:b/>
          <w:u w:val="single"/>
        </w:rPr>
        <w:t>Groupement conjoint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995AF1" w:rsidRPr="00795CD8" w14:paraId="55C70504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9DDA1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6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BC593E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Avance prévue à l'article 5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.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2 du </w:t>
            </w:r>
            <w:proofErr w:type="spellStart"/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CCAP</w:t>
            </w:r>
            <w:proofErr w:type="spellEnd"/>
          </w:p>
        </w:tc>
      </w:tr>
      <w:tr w:rsidR="00995AF1" w:rsidRPr="00795CD8" w14:paraId="3E9472EE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1841F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0A7A6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ABBB82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72DCAAAD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09E83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1EFC1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BAFF2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7867800B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68CB1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8BD2D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5235B0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2489DDC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A80CC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FFD00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2DCF8F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0345EF8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6DCD13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542CF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4CBEF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</w:tbl>
    <w:p w14:paraId="31C52E20" w14:textId="12B600A4" w:rsidR="00ED1F4A" w:rsidRDefault="00ED1F4A" w:rsidP="00995AF1">
      <w:pPr>
        <w:widowControl/>
        <w:autoSpaceDE/>
        <w:autoSpaceDN/>
        <w:spacing w:before="363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3BA0726" w14:textId="77777777" w:rsidR="00693109" w:rsidRDefault="00ED1F4A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  <w:r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tbl>
      <w:tblPr>
        <w:tblW w:w="94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4018"/>
        <w:gridCol w:w="497"/>
        <w:gridCol w:w="3928"/>
        <w:gridCol w:w="286"/>
        <w:gridCol w:w="256"/>
      </w:tblGrid>
      <w:tr w:rsidR="00693109" w:rsidRPr="00795CD8" w14:paraId="6E7C6C96" w14:textId="77777777" w:rsidTr="00101D70">
        <w:trPr>
          <w:tblCellSpacing w:w="0" w:type="dxa"/>
        </w:trPr>
        <w:tc>
          <w:tcPr>
            <w:tcW w:w="9375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2B114EB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Fait en un seul original</w:t>
            </w:r>
          </w:p>
        </w:tc>
      </w:tr>
      <w:tr w:rsidR="00693109" w:rsidRPr="00795CD8" w14:paraId="56CD1972" w14:textId="77777777" w:rsidTr="00101D70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5EA1F1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777604F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9B694A8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71E8B2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8F8AB36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693109" w:rsidRPr="00795CD8" w14:paraId="25BF7A19" w14:textId="77777777" w:rsidTr="00101D70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5561AA9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497C9E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3E8E37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45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BE2C57F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</w:tr>
      <w:tr w:rsidR="00693109" w:rsidRPr="00795CD8" w14:paraId="67AFB0C6" w14:textId="77777777" w:rsidTr="00101D70">
        <w:trPr>
          <w:tblCellSpacing w:w="0" w:type="dxa"/>
        </w:trPr>
        <w:tc>
          <w:tcPr>
            <w:tcW w:w="9375" w:type="dxa"/>
            <w:gridSpan w:val="6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DBBC635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Mention(s) manuscrite(s) "lu et approuvé" signature(s) de l'/des </w:t>
            </w:r>
            <w:r w:rsidRPr="00795CD8">
              <w:rPr>
                <w:rFonts w:ascii="Marianne" w:eastAsia="Times New Roman" w:hAnsi="Marianne" w:cs="Times New Roman"/>
                <w:color w:val="000000"/>
                <w:sz w:val="20"/>
                <w:szCs w:val="20"/>
                <w:lang w:eastAsia="fr-FR"/>
              </w:rPr>
              <w:t>entreprise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(s)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</w:tr>
      <w:tr w:rsidR="00693109" w:rsidRPr="00795CD8" w14:paraId="5DFAF4EB" w14:textId="77777777" w:rsidTr="00101D70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A1D8DBF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7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AD3AEDB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5E7D28F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985B156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8CAC909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68F2C92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DADAFC3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B3C93B1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693109" w:rsidRPr="00795CD8" w14:paraId="1ABD7F6E" w14:textId="77777777" w:rsidTr="00693109">
        <w:trPr>
          <w:trHeight w:val="57"/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7F92D2E1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3EB0F714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6037F20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391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6F30C5B0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D1CF3B0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</w:tbl>
    <w:p w14:paraId="76F2B5A6" w14:textId="2D5F7FE4" w:rsidR="00ED1F4A" w:rsidRDefault="00ED1F4A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3"/>
        <w:gridCol w:w="4802"/>
      </w:tblGrid>
      <w:tr w:rsidR="00693109" w:rsidRPr="00795CD8" w14:paraId="2E0AF86A" w14:textId="77777777" w:rsidTr="00693109">
        <w:trPr>
          <w:tblCellSpacing w:w="0" w:type="dxa"/>
        </w:trPr>
        <w:tc>
          <w:tcPr>
            <w:tcW w:w="940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CCCC"/>
            <w:hideMark/>
          </w:tcPr>
          <w:p w14:paraId="4FBD58F8" w14:textId="77777777" w:rsidR="00693109" w:rsidRPr="00795CD8" w:rsidRDefault="00693109" w:rsidP="00693109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93109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Visas</w:t>
            </w:r>
          </w:p>
        </w:tc>
      </w:tr>
      <w:tr w:rsidR="00693109" w:rsidRPr="00795CD8" w14:paraId="1C8FD659" w14:textId="77777777" w:rsidTr="00101D70">
        <w:tblPrEx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blCellSpacing w:w="0" w:type="dxa"/>
        </w:trPr>
        <w:tc>
          <w:tcPr>
            <w:tcW w:w="4603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E8B79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03125E4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8875B4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à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0BC6205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le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4AD2959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0BC2D89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CFB0A6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55CB793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79F73F93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D4ED48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743B142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98029D5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64D17CF6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53B3C62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</w:tc>
        <w:tc>
          <w:tcPr>
            <w:tcW w:w="4802" w:type="dxa"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2C4B4E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Avis de l'autorité chargée du contrôle budgétaire régional</w:t>
            </w:r>
          </w:p>
          <w:p w14:paraId="3F5C1439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A80AB8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Avis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4541CF5C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08BCCA6D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DAE6E7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7CFE3C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D6142D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à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574F4418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le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16F439D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25ACC63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2038847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</w:tc>
      </w:tr>
    </w:tbl>
    <w:p w14:paraId="129B59DC" w14:textId="23B02096" w:rsidR="00000859" w:rsidRDefault="00000859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36DED72F" w14:textId="77777777" w:rsidR="00000859" w:rsidRDefault="00000859" w:rsidP="007B5BD8">
      <w:pPr>
        <w:rPr>
          <w:rFonts w:ascii="Marianne" w:eastAsia="Times New Roman" w:hAnsi="Marianne" w:cs="Times New Roman"/>
          <w:sz w:val="20"/>
          <w:szCs w:val="20"/>
          <w:lang w:eastAsia="fr-FR"/>
        </w:rPr>
      </w:pPr>
      <w:r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p w14:paraId="5D551269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05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374"/>
        <w:gridCol w:w="5031"/>
      </w:tblGrid>
      <w:tr w:rsidR="00995AF1" w:rsidRPr="00795CD8" w14:paraId="7475A9BA" w14:textId="77777777" w:rsidTr="00995AF1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CD2F7B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Acceptation de l'offre</w:t>
            </w:r>
          </w:p>
        </w:tc>
      </w:tr>
      <w:tr w:rsidR="00995AF1" w:rsidRPr="00795CD8" w14:paraId="6C1F55E3" w14:textId="77777777" w:rsidTr="00995AF1">
        <w:trPr>
          <w:cantSplit/>
          <w:trHeight w:val="255"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0FD2FCB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Est acceptée la présente offre pour valoir acte d'engagement.</w:t>
            </w:r>
          </w:p>
        </w:tc>
      </w:tr>
      <w:tr w:rsidR="00995AF1" w:rsidRPr="00795CD8" w14:paraId="62DAF4BB" w14:textId="77777777" w:rsidTr="00995AF1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2EC8D3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Le représentant du Maître d'ouvrage</w:t>
            </w:r>
          </w:p>
        </w:tc>
      </w:tr>
      <w:tr w:rsidR="00995AF1" w:rsidRPr="00795CD8" w14:paraId="19802CF8" w14:textId="77777777" w:rsidTr="007B5BD8">
        <w:trPr>
          <w:cantSplit/>
          <w:trHeight w:val="1830"/>
          <w:tblCellSpacing w:w="0" w:type="dxa"/>
        </w:trPr>
        <w:tc>
          <w:tcPr>
            <w:tcW w:w="4290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4EB9EFA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à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68" w:type="dxa"/>
            </w:tcMar>
            <w:hideMark/>
          </w:tcPr>
          <w:p w14:paraId="5E3E85A8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le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1F9A57A6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7F213811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3870F04B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5FBF3A7F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4633FE64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53B31D84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</w:tc>
      </w:tr>
    </w:tbl>
    <w:p w14:paraId="6549DBAA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5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5"/>
        <w:gridCol w:w="225"/>
        <w:gridCol w:w="435"/>
        <w:gridCol w:w="1095"/>
        <w:gridCol w:w="930"/>
        <w:gridCol w:w="3225"/>
        <w:gridCol w:w="225"/>
        <w:gridCol w:w="30"/>
        <w:gridCol w:w="30"/>
      </w:tblGrid>
      <w:tr w:rsidR="00995AF1" w:rsidRPr="00795CD8" w14:paraId="6D003B39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CCCCCC"/>
            <w:hideMark/>
          </w:tcPr>
          <w:p w14:paraId="0A47512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firstLine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Date d'effet du marché</w:t>
            </w:r>
          </w:p>
        </w:tc>
      </w:tr>
      <w:tr w:rsidR="00995AF1" w:rsidRPr="00795CD8" w14:paraId="4987BF5D" w14:textId="77777777" w:rsidTr="00995AF1">
        <w:trPr>
          <w:cantSplit/>
          <w:trHeight w:val="45"/>
          <w:tblCellSpacing w:w="0" w:type="dxa"/>
        </w:trPr>
        <w:tc>
          <w:tcPr>
            <w:tcW w:w="9390" w:type="dxa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ECEA8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67EEEBF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DFBDF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A9E7B77" w14:textId="77777777" w:rsidTr="00693109">
        <w:trPr>
          <w:cantSplit/>
          <w:tblCellSpacing w:w="0" w:type="dxa"/>
        </w:trPr>
        <w:tc>
          <w:tcPr>
            <w:tcW w:w="348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C53EA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Reçu notification du marché le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56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50288A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4066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CDBEA7A" w14:textId="77777777" w:rsidTr="00995AF1">
        <w:trPr>
          <w:cantSplit/>
          <w:trHeight w:val="45"/>
          <w:tblCellSpacing w:w="0" w:type="dxa"/>
        </w:trPr>
        <w:tc>
          <w:tcPr>
            <w:tcW w:w="501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F3472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8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BFD11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26A0207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0A43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E598A10" w14:textId="77777777" w:rsidTr="00693109">
        <w:trPr>
          <w:cantSplit/>
          <w:tblCellSpacing w:w="0" w:type="dxa"/>
        </w:trPr>
        <w:tc>
          <w:tcPr>
            <w:tcW w:w="501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BF4A4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Le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titulaire</w:t>
            </w:r>
            <w:r w:rsidRPr="00795CD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8"/>
                <w:szCs w:val="28"/>
                <w:lang w:eastAsia="fr-FR"/>
              </w:rPr>
              <w:t>/</w:t>
            </w:r>
            <w:r w:rsidRPr="00795CD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mandataire du groupement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49228B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631C06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DAF6F9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AB738B3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C12724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3C74D29" w14:textId="77777777" w:rsidTr="00693109">
        <w:trPr>
          <w:cantSplit/>
          <w:tblCellSpacing w:w="0" w:type="dxa"/>
        </w:trPr>
        <w:tc>
          <w:tcPr>
            <w:tcW w:w="325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07379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Reçu le </w:t>
            </w:r>
          </w:p>
        </w:tc>
        <w:tc>
          <w:tcPr>
            <w:tcW w:w="6195" w:type="dxa"/>
            <w:gridSpan w:val="8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9EC92C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l'accusé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de réception de la notification du marché</w:t>
            </w:r>
          </w:p>
        </w:tc>
      </w:tr>
      <w:tr w:rsidR="00995AF1" w:rsidRPr="00795CD8" w14:paraId="5FAD0A7E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FE7DD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du</w:t>
            </w:r>
            <w:proofErr w:type="gramEnd"/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titulaire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/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mandataire du groupement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destinataire.</w:t>
            </w:r>
          </w:p>
          <w:p w14:paraId="5D1E26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8C16E3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Pour le représentant du Maître d'ouvrage,</w:t>
            </w:r>
          </w:p>
        </w:tc>
      </w:tr>
      <w:tr w:rsidR="00995AF1" w:rsidRPr="00795CD8" w14:paraId="2801726D" w14:textId="77777777" w:rsidTr="009C4268">
        <w:trPr>
          <w:cantSplit/>
          <w:trHeight w:val="2460"/>
          <w:tblCellSpacing w:w="0" w:type="dxa"/>
        </w:trPr>
        <w:tc>
          <w:tcPr>
            <w:tcW w:w="3915" w:type="dxa"/>
            <w:gridSpan w:val="3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14:paraId="0C78629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  <w:p w14:paraId="0169D92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4BD42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BBD650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BDA78B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754F78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A94F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51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14:paraId="2766A62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</w:p>
        </w:tc>
      </w:tr>
    </w:tbl>
    <w:p w14:paraId="5A8F78EB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D1EA77C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p w14:paraId="2C0C3144" w14:textId="1469D383" w:rsidR="00995AF1" w:rsidRPr="00795CD8" w:rsidRDefault="00995AF1" w:rsidP="00995AF1">
      <w:pPr>
        <w:pStyle w:val="PdgNomdudocument"/>
        <w:rPr>
          <w:sz w:val="24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24"/>
          <w:lang w:eastAsia="fr-FR"/>
        </w:rPr>
        <w:t xml:space="preserve"> </w:t>
      </w:r>
      <w:r w:rsidRPr="00795CD8">
        <w:rPr>
          <w:lang w:eastAsia="fr-FR"/>
        </w:rPr>
        <w:t>ANNEXE N°</w:t>
      </w:r>
      <w:r w:rsidR="00F10ACA">
        <w:rPr>
          <w:lang w:eastAsia="fr-FR"/>
        </w:rPr>
        <w:t>1</w:t>
      </w:r>
      <w:r w:rsidRPr="00795CD8">
        <w:rPr>
          <w:lang w:eastAsia="fr-FR"/>
        </w:rPr>
        <w:t xml:space="preserve"> </w:t>
      </w:r>
      <w:r w:rsidR="00F10ACA">
        <w:rPr>
          <w:lang w:eastAsia="fr-FR"/>
        </w:rPr>
        <w:t>À</w:t>
      </w:r>
      <w:r w:rsidRPr="00795CD8">
        <w:rPr>
          <w:lang w:eastAsia="fr-FR"/>
        </w:rPr>
        <w:t xml:space="preserve"> L'ACTE D'ENGAGEMENT EN CAS DE</w:t>
      </w:r>
    </w:p>
    <w:p w14:paraId="6ACAC2C9" w14:textId="77777777" w:rsidR="00995AF1" w:rsidRPr="00795CD8" w:rsidRDefault="00995AF1" w:rsidP="00995AF1">
      <w:pPr>
        <w:pStyle w:val="PdgNomdudocument"/>
        <w:rPr>
          <w:sz w:val="24"/>
          <w:lang w:eastAsia="fr-FR"/>
        </w:rPr>
      </w:pPr>
      <w:r w:rsidRPr="00795CD8">
        <w:rPr>
          <w:lang w:eastAsia="fr-FR"/>
        </w:rPr>
        <w:t>GROUPEMENT CONJOINT</w:t>
      </w:r>
    </w:p>
    <w:p w14:paraId="7F9F84FD" w14:textId="77777777" w:rsidR="00995AF1" w:rsidRDefault="00995AF1" w:rsidP="00995AF1">
      <w:pPr>
        <w:pStyle w:val="Corpsdetexte"/>
        <w:rPr>
          <w:b/>
          <w:lang w:eastAsia="fr-FR"/>
        </w:rPr>
      </w:pPr>
    </w:p>
    <w:p w14:paraId="25BDD460" w14:textId="77777777" w:rsidR="00995AF1" w:rsidRPr="004F2F1A" w:rsidRDefault="00995AF1" w:rsidP="00995AF1">
      <w:pPr>
        <w:pStyle w:val="Corpsdetexte"/>
        <w:rPr>
          <w:b/>
          <w:sz w:val="24"/>
          <w:szCs w:val="24"/>
          <w:lang w:eastAsia="fr-FR"/>
        </w:rPr>
      </w:pPr>
      <w:r w:rsidRPr="004F2F1A">
        <w:rPr>
          <w:b/>
          <w:lang w:eastAsia="fr-FR"/>
        </w:rPr>
        <w:t>Détail des prestations exécutées par chacun des cotraitants</w:t>
      </w:r>
    </w:p>
    <w:p w14:paraId="7E892117" w14:textId="77777777" w:rsidR="00995AF1" w:rsidRPr="004F2F1A" w:rsidRDefault="00995AF1" w:rsidP="00995AF1">
      <w:pPr>
        <w:pStyle w:val="Corpsdetexte"/>
        <w:rPr>
          <w:b/>
          <w:sz w:val="24"/>
          <w:szCs w:val="24"/>
          <w:lang w:eastAsia="fr-FR"/>
        </w:rPr>
      </w:pPr>
      <w:r w:rsidRPr="004F2F1A">
        <w:rPr>
          <w:b/>
          <w:lang w:eastAsia="fr-FR"/>
        </w:rPr>
        <w:t>Répartition de la rémunération correspondante</w:t>
      </w:r>
    </w:p>
    <w:p w14:paraId="6DC774BA" w14:textId="77777777" w:rsidR="00995AF1" w:rsidRPr="00200EE9" w:rsidRDefault="00995AF1" w:rsidP="00200EE9">
      <w:pPr>
        <w:pStyle w:val="Titren1"/>
        <w:numPr>
          <w:ilvl w:val="0"/>
          <w:numId w:val="24"/>
        </w:numPr>
        <w:rPr>
          <w:rStyle w:val="Titren1Car"/>
          <w:b/>
          <w:smallCaps/>
          <w:shd w:val="clear" w:color="auto" w:fill="auto"/>
        </w:rPr>
      </w:pPr>
      <w:r w:rsidRPr="00200EE9">
        <w:rPr>
          <w:rStyle w:val="Titren1Car"/>
          <w:b/>
          <w:smallCaps/>
          <w:shd w:val="clear" w:color="auto" w:fill="auto"/>
        </w:rPr>
        <w:t>Détail des prestations</w:t>
      </w:r>
    </w:p>
    <w:p w14:paraId="17D5E9B3" w14:textId="77777777" w:rsidR="00995AF1" w:rsidRPr="004F2F1A" w:rsidRDefault="00995AF1" w:rsidP="00995AF1">
      <w:pPr>
        <w:ind w:left="57"/>
        <w:rPr>
          <w:sz w:val="24"/>
          <w:szCs w:val="24"/>
          <w:lang w:eastAsia="fr-FR"/>
        </w:rPr>
      </w:pPr>
    </w:p>
    <w:tbl>
      <w:tblPr>
        <w:tblW w:w="937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70"/>
        <w:gridCol w:w="4345"/>
        <w:gridCol w:w="4560"/>
      </w:tblGrid>
      <w:tr w:rsidR="00995AF1" w:rsidRPr="00795CD8" w14:paraId="570961CB" w14:textId="77777777" w:rsidTr="001640DC">
        <w:trPr>
          <w:tblHeader/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7341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Nom du mandataire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 -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4AB9F4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Prestations du mandataire - Poste(s) technique(s)</w:t>
            </w:r>
          </w:p>
        </w:tc>
      </w:tr>
      <w:tr w:rsidR="00995AF1" w:rsidRPr="00795CD8" w14:paraId="18D953BD" w14:textId="77777777" w:rsidTr="001640DC">
        <w:trPr>
          <w:trHeight w:val="62"/>
          <w:tblHeader/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F99924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B74BF3E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0EACED78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6E459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56F7F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170ACB6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A9E977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1255F6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1CB0FC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629E3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FFEBA9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A48946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D7349E7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E70C1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CC8B5A2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AED06C8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229F51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42B1EF4B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1ED436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BFD744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72BABC82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35F4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Autres cotraitants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3FD2D2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Prestations des autres cotraitants - Poste(s) technique(s)</w:t>
            </w:r>
          </w:p>
        </w:tc>
      </w:tr>
      <w:tr w:rsidR="00995AF1" w:rsidRPr="00795CD8" w14:paraId="1C4412DE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0DECB08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E1F927F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FE602CF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948F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N°2</w:t>
            </w:r>
          </w:p>
          <w:p w14:paraId="6CD98887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05789B1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94A45C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164EF7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8428256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8F179A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E893A3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18C71C9" w14:textId="77777777" w:rsidR="00995AF1" w:rsidRDefault="00995AF1" w:rsidP="001640DC">
            <w:pPr>
              <w:pStyle w:val="TableauDroite"/>
              <w:rPr>
                <w:lang w:eastAsia="fr-FR"/>
              </w:rPr>
            </w:pPr>
          </w:p>
          <w:p w14:paraId="03F5D8E8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8EE832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A6E6FB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9C04D67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1661B8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53A928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31373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C381E0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121DC194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06A57A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0710D7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01EC253F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980A75" w14:textId="77777777" w:rsidR="00995AF1" w:rsidRPr="00795CD8" w:rsidRDefault="00995AF1" w:rsidP="00995AF1">
            <w:pPr>
              <w:pageBreakBefore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N°3</w:t>
            </w:r>
          </w:p>
          <w:p w14:paraId="4008762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FA995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7DB24D4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D20B45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B3CAA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E71EFA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40315F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56D43E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BD197E1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2BC72B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289F0D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0E8FC1D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51CAB1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7DD7BC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6E2985A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DFB6F5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18FC293A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4F450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N°4</w:t>
            </w:r>
          </w:p>
          <w:p w14:paraId="6318FF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11A53E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A10DA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3AD3C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7E698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48723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F69FBA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FE836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A72FD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86723A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7D081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505340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3A9447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FB52A60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427A3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FACE5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6E656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D8013B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580B83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6279E9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DE8F35B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C66127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189C8CC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1C03F3F6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CCBB3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N°5</w:t>
            </w:r>
          </w:p>
          <w:p w14:paraId="2536BAB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FA66B4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E6EE5C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F7247C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E379B2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47A0B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EDC1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0284BF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4F63C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56BE2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6D364F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D4A4D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6C532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3273D8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892E6A8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A795EB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62F3EE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D8BDD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9BABEC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C3659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EB2F7D6" w14:textId="77777777" w:rsidR="00995AF1" w:rsidRPr="001640DC" w:rsidRDefault="00995AF1" w:rsidP="001640DC">
      <w:pPr>
        <w:pStyle w:val="Titren1"/>
        <w:pageBreakBefore/>
        <w:numPr>
          <w:ilvl w:val="0"/>
          <w:numId w:val="24"/>
        </w:numPr>
        <w:rPr>
          <w:rStyle w:val="Titren1Car"/>
          <w:shd w:val="clear" w:color="auto" w:fill="auto"/>
        </w:rPr>
      </w:pPr>
      <w:r w:rsidRPr="001640DC">
        <w:rPr>
          <w:rStyle w:val="Titren1Car"/>
          <w:b/>
          <w:smallCaps/>
          <w:shd w:val="clear" w:color="auto" w:fill="auto"/>
        </w:rPr>
        <w:t xml:space="preserve">Répartition de la rémunération </w:t>
      </w:r>
    </w:p>
    <w:tbl>
      <w:tblPr>
        <w:tblW w:w="945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01"/>
        <w:gridCol w:w="563"/>
        <w:gridCol w:w="611"/>
        <w:gridCol w:w="739"/>
        <w:gridCol w:w="788"/>
        <w:gridCol w:w="2121"/>
        <w:gridCol w:w="1800"/>
        <w:gridCol w:w="2427"/>
      </w:tblGrid>
      <w:tr w:rsidR="00995AF1" w:rsidRPr="00795CD8" w14:paraId="2ED4E0F8" w14:textId="77777777" w:rsidTr="001640DC">
        <w:trPr>
          <w:tblHeader/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DAB3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Prestations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B351CC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hors TVA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9DF96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</w:t>
            </w: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A75A8A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 incluse</w:t>
            </w:r>
          </w:p>
        </w:tc>
      </w:tr>
      <w:tr w:rsidR="00995AF1" w:rsidRPr="00795CD8" w14:paraId="2D40531D" w14:textId="77777777" w:rsidTr="001640DC">
        <w:trPr>
          <w:trHeight w:val="283"/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C7680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Mandataire - cotraitant 1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EFB261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9B3683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87226B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D3119A7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7C15D4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2402D2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8D1B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67451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D285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4A33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B61AD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373B297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B1EA3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2416E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544D4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9A286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0C6D0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BE8F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D9B21F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0130170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8970FDE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648764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EEC907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7A2EAB6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682AE36C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42AFDC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 w:righ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Prestation de mandat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5792B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A3556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70F7C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522E2A9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063A623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9E968E1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A694340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345BAFB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74F9E775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5E3F1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mandataire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A648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3AB0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CA159A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BBCFD5B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317A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Autres cotraitant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3EEC5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FDC8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204C3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1B47764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C50684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BDF61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9698F5" w14:textId="77777777" w:rsidR="00995AF1" w:rsidRPr="001640DC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1640DC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76EF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D1F54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BB8FF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8DE0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F5E08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284E8E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354D59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93371B" w14:textId="77777777" w:rsidR="00995AF1" w:rsidRPr="001640DC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1640DC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2B606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C2662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9ED97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089C5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961A85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8807CC5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E8B0B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D0A73D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AC9691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719167C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6A809C4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3F76B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BA52E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0C1F05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00EE3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30DF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F43B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38E5CB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788145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D4FD48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2F9223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A3906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E8484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2A1C8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395DC4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30A3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FFF398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818A9FE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9A08A6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4AC9EF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319270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ACBD0DE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17431979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53E4AD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CA049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E1E7FE0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1C939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57B35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88117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1385B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3FD4B6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B5178D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34E30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F5E2C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30A9DD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5683D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0CD2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F575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0B56E3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9F7ACB3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969B10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FC79A6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7BBA0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09CC9D5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9615ED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A90AF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916B1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6B47EE1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7456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36BB9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DC7DB1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2BBFA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464C8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09C8BC5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81144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F4F43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4AA4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8EC7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94513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FCEF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189054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87F5CC9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0AB04FE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EB6AFF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4B9F7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60EFFFD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21FEA658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62F62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autres cotraitants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(II)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28A926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91E8D7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425321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58C1AD3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4054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du marché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 + (II)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BF9D7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CA881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D431E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AEE06AB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589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01"/>
        <w:gridCol w:w="584"/>
        <w:gridCol w:w="729"/>
        <w:gridCol w:w="739"/>
        <w:gridCol w:w="770"/>
        <w:gridCol w:w="18"/>
        <w:gridCol w:w="2103"/>
        <w:gridCol w:w="18"/>
        <w:gridCol w:w="1782"/>
        <w:gridCol w:w="18"/>
        <w:gridCol w:w="2409"/>
        <w:gridCol w:w="18"/>
      </w:tblGrid>
      <w:tr w:rsidR="00995AF1" w:rsidRPr="00795CD8" w14:paraId="4049C6D9" w14:textId="77777777" w:rsidTr="001640DC">
        <w:trPr>
          <w:gridAfter w:val="1"/>
          <w:wAfter w:w="18" w:type="dxa"/>
          <w:tblHeader/>
          <w:tblCellSpacing w:w="0" w:type="dxa"/>
          <w:jc w:val="center"/>
        </w:trPr>
        <w:tc>
          <w:tcPr>
            <w:tcW w:w="322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8284E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Prestations</w:t>
            </w:r>
          </w:p>
        </w:tc>
        <w:tc>
          <w:tcPr>
            <w:tcW w:w="2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3116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hors TVA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3B763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</w:t>
            </w:r>
          </w:p>
        </w:tc>
        <w:tc>
          <w:tcPr>
            <w:tcW w:w="24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43214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 incluse</w:t>
            </w:r>
          </w:p>
        </w:tc>
      </w:tr>
      <w:tr w:rsidR="00995AF1" w:rsidRPr="00795CD8" w14:paraId="21C88452" w14:textId="77777777" w:rsidTr="001640DC">
        <w:trPr>
          <w:gridAfter w:val="1"/>
          <w:wAfter w:w="18" w:type="dxa"/>
          <w:tblCellSpacing w:w="0" w:type="dxa"/>
          <w:jc w:val="center"/>
        </w:trPr>
        <w:tc>
          <w:tcPr>
            <w:tcW w:w="3223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5E43F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Mandataire - cotraitant 1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62C3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7E5C09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41AC37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42B6D29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88EF1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493320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3B306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BDFC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7B3D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F68C8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67A7D7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A9B8EE5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107833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413C68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9B7257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243AB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ED50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25E1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4FEF4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26EA21B" w14:textId="77777777" w:rsidTr="001640DC">
        <w:trPr>
          <w:gridAfter w:val="1"/>
          <w:wAfter w:w="18" w:type="dxa"/>
          <w:tblCellSpacing w:w="0" w:type="dxa"/>
          <w:jc w:val="center"/>
        </w:trPr>
        <w:tc>
          <w:tcPr>
            <w:tcW w:w="3223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C5DD0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 w:righ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Prestation de mandat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BE31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72B74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FED6CA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CD3CF8A" w14:textId="77777777" w:rsidTr="001640DC">
        <w:trPr>
          <w:gridAfter w:val="1"/>
          <w:wAfter w:w="18" w:type="dxa"/>
          <w:tblCellSpacing w:w="0" w:type="dxa"/>
          <w:jc w:val="center"/>
        </w:trPr>
        <w:tc>
          <w:tcPr>
            <w:tcW w:w="322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94DB25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mandataire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BE6C0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41F3A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52DE5C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2AD4C30" w14:textId="77777777" w:rsidTr="001640DC">
        <w:trPr>
          <w:gridAfter w:val="1"/>
          <w:wAfter w:w="18" w:type="dxa"/>
          <w:tblCellSpacing w:w="0" w:type="dxa"/>
          <w:jc w:val="center"/>
        </w:trPr>
        <w:tc>
          <w:tcPr>
            <w:tcW w:w="3223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CDC45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Autres cotraitant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</w:tcPr>
          <w:p w14:paraId="24F203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38EE3B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C293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D0B9436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5074B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299D7C4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F7316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2FF76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338F0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7402D1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1E248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E6B14D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DF89406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41AB1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4E6D05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B951D3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184F2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4676D7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DE8CF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AD30F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916F9B9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5369A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08B302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C84C49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E237067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09BD7C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75B1447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C9C169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B1AAAC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C106303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70F3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90799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966FC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4BD74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A8F77E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F84F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D00A03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F8F9C87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B3209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1F5102C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A5C5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359F8C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366FD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56D448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E9C1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1B45E3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9FA75F2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374CF7F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48F68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27810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8CA7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604C22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9974F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D29DC6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E9282C1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88BCD3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4C53A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33037D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19C4F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A67A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5AF6AE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5A565A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5399EE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3D8028C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5AED060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CB76F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95FEE1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5FEA9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4B8399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86244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72BBC0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C3842B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0E697B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9562B2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9C3614D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778756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3DC81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0432E17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017A4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BC2DD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8C87305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652320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0173F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6CBAA5F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53C2D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7E66CB7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9926E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76DB5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4E71CAB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F129F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E37D1D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438499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42AADD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A1AC7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026306D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C0A07E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7DDD95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A99BE6F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43ABF5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2895B2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C03904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C2B9A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C5814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A062A4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99029A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58A9BFC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2B83F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7253D4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C06AF3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7D1B4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8CA9D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05C93A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A98E20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25070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A6385D2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18EFE97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C9E437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44C11B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B132A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15F1F9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EED531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19ACA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7EED785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11B7A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DBF973A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1954D3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D80AC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2346E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0B6392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5FE44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699737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1A9C98B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CEF3D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6E4A5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27ACE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20C89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5BC75A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9F9E92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373199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07C3780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9A58D7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F321D3A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97F69C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0DCB5E2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E3A789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43027D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6765DB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5F62F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048F5C3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869E9CA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ABE6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2A65A77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2E96F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05A28E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DFD17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E7317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8FC9C2A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A092D1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D134032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6926F2B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ABF9685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FE34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D273D1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5604E6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ACF9E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BFE44F7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FFD165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10FD3D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CFD637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859D9A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9FF445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EE912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44730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623BD61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A874A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8FD1A1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69F8B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77352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40287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15D0F5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2303D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C56B9D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CFFC0B6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424F106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3F7BA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767A1F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A37DE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C65ECB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36CA7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A0355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5A02997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90F02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5596FD1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3237D9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94F8F2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1F2AA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7B491E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4F06B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3C2721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647A7CA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C6826BF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A3639F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31BCE2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C27CFC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E5B603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287B9B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ED364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DD12BDE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FCEF7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7B5E1B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D5FC4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3C6B7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F474A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72AEC4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4B724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10311D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BF09617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C8CC2A8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148D28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2782779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8F352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1EF818F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E20A0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0A8848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5F032B3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7BADDE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6DFAFD4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69016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D66A3E8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5AAC19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12D099B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7A4CFC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8C2D84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28CEE6E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D5D020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9E1FF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83CED0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45DABA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  <w:r w:rsidRPr="00795CD8">
              <w:rPr>
                <w:rFonts w:ascii="Marianne" w:eastAsia="Times New Roman" w:hAnsi="Marianne" w:cs="Times New Roman"/>
                <w:lang w:val="en-GB"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89054B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0F630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D56B5E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</w:p>
        </w:tc>
      </w:tr>
    </w:tbl>
    <w:p w14:paraId="33A3BC71" w14:textId="77777777" w:rsidR="00995AF1" w:rsidRDefault="00995AF1" w:rsidP="00995AF1">
      <w:pPr>
        <w:widowControl/>
        <w:autoSpaceDE/>
        <w:autoSpaceDN/>
        <w:rPr>
          <w:rFonts w:ascii="Marianne" w:hAnsi="Marianne"/>
          <w:sz w:val="20"/>
        </w:rPr>
      </w:pPr>
    </w:p>
    <w:p w14:paraId="2B8103A8" w14:textId="77777777" w:rsidR="00716E19" w:rsidRPr="00995AF1" w:rsidRDefault="00716E19" w:rsidP="00995AF1"/>
    <w:sectPr w:rsidR="00716E19" w:rsidRPr="00995AF1" w:rsidSect="00FC7F93">
      <w:headerReference w:type="default" r:id="rId24"/>
      <w:type w:val="continuous"/>
      <w:pgSz w:w="11910" w:h="16840"/>
      <w:pgMar w:top="964" w:right="964" w:bottom="964" w:left="964" w:header="720" w:footer="67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AEA25" w14:textId="77777777" w:rsidR="009756DF" w:rsidRDefault="009756DF" w:rsidP="0079276E">
      <w:r>
        <w:separator/>
      </w:r>
    </w:p>
  </w:endnote>
  <w:endnote w:type="continuationSeparator" w:id="0">
    <w:p w14:paraId="23083257" w14:textId="77777777" w:rsidR="009756DF" w:rsidRDefault="009756DF" w:rsidP="0079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5D09A" w14:textId="49445F7D" w:rsidR="009756DF" w:rsidRDefault="009756DF" w:rsidP="001F6513">
    <w:pPr>
      <w:pStyle w:val="Pieddepage"/>
      <w:framePr w:wrap="none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101D70">
      <w:rPr>
        <w:rStyle w:val="Numrodepage"/>
        <w:noProof/>
      </w:rPr>
      <w:t>26</w:t>
    </w:r>
    <w:r>
      <w:rPr>
        <w:rStyle w:val="Numrodepage"/>
      </w:rPr>
      <w:fldChar w:fldCharType="end"/>
    </w:r>
  </w:p>
  <w:p w14:paraId="3B00A007" w14:textId="77777777" w:rsidR="009756DF" w:rsidRDefault="009756D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86096" w14:textId="77777777" w:rsidR="009756DF" w:rsidRDefault="009756DF" w:rsidP="00C44E8B"/>
  <w:tbl>
    <w:tblPr>
      <w:tblW w:w="993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8937"/>
      <w:gridCol w:w="993"/>
    </w:tblGrid>
    <w:tr w:rsidR="009756DF" w14:paraId="1DA98DBB" w14:textId="77777777" w:rsidTr="009756DF">
      <w:trPr>
        <w:trHeight w:val="847"/>
      </w:trPr>
      <w:tc>
        <w:tcPr>
          <w:tcW w:w="8931" w:type="dxa"/>
          <w:tcBorders>
            <w:top w:val="nil"/>
            <w:left w:val="nil"/>
            <w:bottom w:val="nil"/>
            <w:right w:val="nil"/>
          </w:tcBorders>
          <w:vAlign w:val="bottom"/>
          <w:hideMark/>
        </w:tcPr>
        <w:p w14:paraId="14AE05BB" w14:textId="5B13DAD4" w:rsidR="009756DF" w:rsidRDefault="009756DF" w:rsidP="00C44E8B">
          <w:pPr>
            <w:pStyle w:val="Piednormal"/>
            <w:framePr w:w="0" w:h="0" w:wrap="auto" w:vAnchor="margin" w:hAnchor="text" w:xAlign="left" w:yAlign="inline"/>
          </w:pPr>
          <w:r>
            <w:fldChar w:fldCharType="begin"/>
          </w:r>
          <w:r>
            <w:instrText xml:space="preserve"> REF Mission_lot \h  \* MERGEFORMAT </w:instrText>
          </w:r>
          <w:r>
            <w:fldChar w:fldCharType="separate"/>
          </w:r>
          <w:r w:rsidR="007B5BD8">
            <w:t>Lot n°07</w:t>
          </w:r>
          <w:r w:rsidR="007B5BD8" w:rsidRPr="007B5BD8">
            <w:rPr>
              <w:rFonts w:ascii="Calibri" w:hAnsi="Calibri" w:cs="Calibri"/>
            </w:rPr>
            <w:t> </w:t>
          </w:r>
          <w:r w:rsidR="007B5BD8">
            <w:t>: C</w:t>
          </w:r>
          <w:r w:rsidR="007B5BD8" w:rsidRPr="002131C8">
            <w:t xml:space="preserve">loisons sèches - </w:t>
          </w:r>
          <w:r w:rsidR="007B5BD8">
            <w:t>I</w:t>
          </w:r>
          <w:r w:rsidR="007B5BD8" w:rsidRPr="002131C8">
            <w:t>solation</w:t>
          </w:r>
          <w:r>
            <w:fldChar w:fldCharType="end"/>
          </w:r>
        </w:p>
        <w:p w14:paraId="731E82FD" w14:textId="7CBA57A7" w:rsidR="009756DF" w:rsidRPr="00D50AE7" w:rsidRDefault="009756DF" w:rsidP="00C44E8B">
          <w:pPr>
            <w:pStyle w:val="PiedGras0"/>
            <w:framePr w:wrap="notBeside"/>
          </w:pPr>
          <w:r w:rsidRPr="00D50AE7">
            <w:rPr>
              <w:rStyle w:val="PiedgrasCar"/>
              <w:rFonts w:cs="Arial"/>
              <w:b/>
            </w:rPr>
            <w:fldChar w:fldCharType="begin"/>
          </w:r>
          <w:r w:rsidRPr="00D50AE7">
            <w:rPr>
              <w:rStyle w:val="PiedgrasCar"/>
              <w:rFonts w:cs="Arial"/>
              <w:b/>
            </w:rPr>
            <w:instrText xml:space="preserve"> REF Piècecomplet \h  \* MERGEFORMAT </w:instrText>
          </w:r>
          <w:r w:rsidRPr="00D50AE7">
            <w:rPr>
              <w:rStyle w:val="PiedgrasCar"/>
              <w:rFonts w:cs="Arial"/>
              <w:b/>
            </w:rPr>
          </w:r>
          <w:r w:rsidRPr="00D50AE7">
            <w:rPr>
              <w:rStyle w:val="PiedgrasCar"/>
              <w:rFonts w:cs="Arial"/>
              <w:b/>
            </w:rPr>
            <w:fldChar w:fldCharType="separate"/>
          </w:r>
          <w:r w:rsidR="007B5BD8" w:rsidRPr="007B5BD8">
            <w:rPr>
              <w:rStyle w:val="PiedgrasCar"/>
              <w:rFonts w:cs="Arial"/>
              <w:b/>
            </w:rPr>
            <w:t>Acte d’engagement</w:t>
          </w:r>
          <w:r w:rsidRPr="00D50AE7">
            <w:rPr>
              <w:rStyle w:val="PiedgrasCar"/>
              <w:rFonts w:cs="Arial"/>
              <w:b/>
            </w:rPr>
            <w:fldChar w:fldCharType="end"/>
          </w:r>
        </w:p>
        <w:p w14:paraId="74941C9E" w14:textId="24EB446A" w:rsidR="009756DF" w:rsidRDefault="009756DF" w:rsidP="00C44E8B">
          <w:pPr>
            <w:pStyle w:val="Piednormal"/>
            <w:framePr w:w="0" w:h="0" w:wrap="auto" w:vAnchor="margin" w:hAnchor="text" w:xAlign="left" w:yAlign="inline"/>
          </w:pPr>
          <w:r>
            <w:fldChar w:fldCharType="begin"/>
          </w:r>
          <w:r>
            <w:instrText xml:space="preserve"> REF Opération \h  \* MERGEFORMAT </w:instrText>
          </w:r>
          <w:r>
            <w:fldChar w:fldCharType="separate"/>
          </w:r>
          <w:r w:rsidR="007B5BD8">
            <w:t>Rénovation du bâtiment B</w:t>
          </w:r>
          <w:r>
            <w:fldChar w:fldCharType="end"/>
          </w:r>
        </w:p>
        <w:p w14:paraId="711ACB36" w14:textId="56A1CAA5" w:rsidR="009756DF" w:rsidRDefault="009756DF" w:rsidP="00C44E8B">
          <w:pPr>
            <w:pStyle w:val="Texte-Ml"/>
            <w:framePr w:w="0" w:h="0" w:wrap="auto" w:vAnchor="margin" w:hAnchor="text" w:xAlign="left" w:yAlign="inline"/>
            <w:spacing w:after="0"/>
            <w:jc w:val="left"/>
          </w:pPr>
          <w:r>
            <w:rPr>
              <w:rFonts w:ascii="Marianne" w:hAnsi="Marianne"/>
              <w:szCs w:val="16"/>
            </w:rPr>
            <w:fldChar w:fldCharType="begin"/>
          </w:r>
          <w:r>
            <w:rPr>
              <w:rFonts w:ascii="Marianne" w:hAnsi="Marianne"/>
              <w:szCs w:val="16"/>
            </w:rPr>
            <w:instrText xml:space="preserve"> REF Établissementcommune \h  \* MERGEFORMAT </w:instrText>
          </w:r>
          <w:r>
            <w:rPr>
              <w:rFonts w:ascii="Marianne" w:hAnsi="Marianne"/>
              <w:szCs w:val="16"/>
            </w:rPr>
          </w:r>
          <w:r>
            <w:rPr>
              <w:rFonts w:ascii="Marianne" w:hAnsi="Marianne"/>
              <w:szCs w:val="16"/>
            </w:rPr>
            <w:fldChar w:fldCharType="separate"/>
          </w:r>
          <w:r w:rsidR="007B5BD8" w:rsidRPr="007B5BD8">
            <w:rPr>
              <w:rFonts w:ascii="Marianne" w:hAnsi="Marianne"/>
              <w:szCs w:val="16"/>
            </w:rPr>
            <w:t>École</w:t>
          </w:r>
          <w:r w:rsidR="007B5BD8" w:rsidRPr="007B5BD8">
            <w:rPr>
              <w:rStyle w:val="PiednormalCar"/>
            </w:rPr>
            <w:t xml:space="preserve"> centrale de Nantes</w:t>
          </w:r>
          <w:r>
            <w:rPr>
              <w:rFonts w:ascii="Marianne" w:hAnsi="Marianne"/>
              <w:szCs w:val="16"/>
            </w:rPr>
            <w:fldChar w:fldCharType="end"/>
          </w:r>
        </w:p>
      </w:tc>
      <w:tc>
        <w:tcPr>
          <w:tcW w:w="992" w:type="dxa"/>
          <w:tcBorders>
            <w:top w:val="nil"/>
            <w:left w:val="nil"/>
            <w:bottom w:val="nil"/>
            <w:right w:val="nil"/>
          </w:tcBorders>
          <w:vAlign w:val="bottom"/>
          <w:hideMark/>
        </w:tcPr>
        <w:p w14:paraId="2BF2D386" w14:textId="77777777" w:rsidR="009756DF" w:rsidRDefault="009756DF" w:rsidP="00C44E8B">
          <w:pPr>
            <w:pStyle w:val="Date10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\# "0" \* Arabic  \* MERGEFORMAT </w:instrText>
          </w:r>
          <w:r>
            <w:fldChar w:fldCharType="separate"/>
          </w:r>
          <w:r>
            <w:t>9</w:t>
          </w:r>
          <w:r>
            <w:fldChar w:fldCharType="end"/>
          </w:r>
        </w:p>
      </w:tc>
    </w:tr>
  </w:tbl>
  <w:p w14:paraId="0CAEEE71" w14:textId="77777777" w:rsidR="009756DF" w:rsidRDefault="009756DF" w:rsidP="00C44E8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9720B" w14:textId="77777777" w:rsidR="009756DF" w:rsidRDefault="009756DF" w:rsidP="0079276E">
      <w:r>
        <w:separator/>
      </w:r>
    </w:p>
  </w:footnote>
  <w:footnote w:type="continuationSeparator" w:id="0">
    <w:p w14:paraId="3F4A2A18" w14:textId="77777777" w:rsidR="009756DF" w:rsidRDefault="009756DF" w:rsidP="00792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9DF6" w14:textId="77777777" w:rsidR="009756DF" w:rsidRPr="00705E15" w:rsidRDefault="009756DF" w:rsidP="00995AF1">
    <w:pPr>
      <w:pStyle w:val="En-tteRectorat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742C4A37" wp14:editId="622824AD">
          <wp:simplePos x="0" y="0"/>
          <wp:positionH relativeFrom="margin">
            <wp:posOffset>-152400</wp:posOffset>
          </wp:positionH>
          <wp:positionV relativeFrom="paragraph">
            <wp:posOffset>13652</wp:posOffset>
          </wp:positionV>
          <wp:extent cx="2291353" cy="1250830"/>
          <wp:effectExtent l="0" t="0" r="0" b="698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1353" cy="1250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4"/>
      </w:rPr>
      <w:tab/>
    </w:r>
    <w:r w:rsidRPr="00705E15">
      <w:t xml:space="preserve">Rectorat de </w:t>
    </w:r>
    <w:r>
      <w:t>la région académique Pays de la Loire</w:t>
    </w:r>
  </w:p>
  <w:p w14:paraId="70D0B8A3" w14:textId="77777777" w:rsidR="009756DF" w:rsidRPr="00260107" w:rsidRDefault="009756DF" w:rsidP="00995AF1">
    <w:pPr>
      <w:pStyle w:val="En-tteService"/>
    </w:pPr>
    <w:r w:rsidRPr="00416ADB">
      <w:t>Service des constructions universitaires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EBCBA" w14:textId="77777777" w:rsidR="009756DF" w:rsidRPr="00050A75" w:rsidRDefault="009756DF" w:rsidP="00050A7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E9116" w14:textId="77777777" w:rsidR="009756DF" w:rsidRPr="003240AC" w:rsidRDefault="009756DF" w:rsidP="003240AC">
    <w:pPr>
      <w:pStyle w:val="En-tte"/>
      <w:tabs>
        <w:tab w:val="clear" w:pos="4513"/>
      </w:tabs>
      <w:rPr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13920"/>
    <w:multiLevelType w:val="multilevel"/>
    <w:tmpl w:val="F0523AEA"/>
    <w:styleLink w:val="Liste-a-puces"/>
    <w:lvl w:ilvl="0">
      <w:start w:val="1"/>
      <w:numFmt w:val="bullet"/>
      <w:pStyle w:val="CorpsListe"/>
      <w:lvlText w:val=""/>
      <w:lvlJc w:val="left"/>
      <w:pPr>
        <w:tabs>
          <w:tab w:val="num" w:pos="1418"/>
        </w:tabs>
        <w:ind w:left="1701" w:hanging="283"/>
      </w:pPr>
      <w:rPr>
        <w:rFonts w:ascii="Symbol" w:hAnsi="Symbol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701"/>
        </w:tabs>
        <w:ind w:left="1985" w:hanging="284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DF2A9C"/>
    <w:multiLevelType w:val="multilevel"/>
    <w:tmpl w:val="C17A0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23332B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86F0BB3"/>
    <w:multiLevelType w:val="multilevel"/>
    <w:tmpl w:val="91FE478A"/>
    <w:styleLink w:val="SCUSContrat"/>
    <w:lvl w:ilvl="0">
      <w:start w:val="1"/>
      <w:numFmt w:val="decimal"/>
      <w:suff w:val="space"/>
      <w:lvlText w:val="Article %1."/>
      <w:lvlJc w:val="left"/>
      <w:pPr>
        <w:ind w:left="1304" w:hanging="1304"/>
      </w:pPr>
      <w:rPr>
        <w:rFonts w:ascii="Marianne" w:hAnsi="Marianne" w:hint="default"/>
        <w:b/>
        <w:i w:val="0"/>
        <w:caps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680" w:hanging="396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1021" w:hanging="454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247" w:hanging="396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531" w:hanging="39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3639" w:hanging="56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3996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4353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4710" w:hanging="57"/>
      </w:pPr>
      <w:rPr>
        <w:rFonts w:hint="default"/>
      </w:rPr>
    </w:lvl>
  </w:abstractNum>
  <w:abstractNum w:abstractNumId="4" w15:restartNumberingAfterBreak="0">
    <w:nsid w:val="1DA5750E"/>
    <w:multiLevelType w:val="multilevel"/>
    <w:tmpl w:val="040C001D"/>
    <w:name w:val="Liste-titres-marchés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3A66334"/>
    <w:multiLevelType w:val="multilevel"/>
    <w:tmpl w:val="A51A5E22"/>
    <w:styleLink w:val="Liste-a-cocher"/>
    <w:lvl w:ilvl="0">
      <w:start w:val="1"/>
      <w:numFmt w:val="bullet"/>
      <w:pStyle w:val="CorpsListecocher"/>
      <w:lvlText w:val=""/>
      <w:lvlJc w:val="left"/>
      <w:pPr>
        <w:ind w:left="1701" w:hanging="283"/>
      </w:pPr>
      <w:rPr>
        <w:rFonts w:ascii="Symbol" w:hAnsi="Symbol" w:hint="default"/>
        <w:sz w:val="28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%3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5A14B38"/>
    <w:multiLevelType w:val="multilevel"/>
    <w:tmpl w:val="69F0B196"/>
    <w:name w:val="Liste-titres-contrat54"/>
    <w:numStyleLink w:val="Liste-titres-contrat"/>
  </w:abstractNum>
  <w:abstractNum w:abstractNumId="7" w15:restartNumberingAfterBreak="0">
    <w:nsid w:val="25C11971"/>
    <w:multiLevelType w:val="multilevel"/>
    <w:tmpl w:val="DAE2AE3A"/>
    <w:lvl w:ilvl="0">
      <w:start w:val="1"/>
      <w:numFmt w:val="decimal"/>
      <w:suff w:val="space"/>
      <w:lvlText w:val="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0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8" w15:restartNumberingAfterBreak="0">
    <w:nsid w:val="279B16A7"/>
    <w:multiLevelType w:val="multilevel"/>
    <w:tmpl w:val="54B8A1A4"/>
    <w:name w:val="Liste-titres-standard"/>
    <w:styleLink w:val="Liste-titres-standard"/>
    <w:lvl w:ilvl="0">
      <w:start w:val="1"/>
      <w:numFmt w:val="decimal"/>
      <w:lvlText w:val="%1."/>
      <w:lvlJc w:val="left"/>
      <w:pPr>
        <w:ind w:left="360" w:hanging="360"/>
      </w:pPr>
      <w:rPr>
        <w:rFonts w:ascii="Marianne" w:hAnsi="Marianne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Marianne" w:hAnsi="Marianne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ascii="Marianne" w:hAnsi="Marianne" w:hint="default"/>
        <w:b/>
        <w:i w:val="0"/>
        <w:sz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Marianne" w:hAnsi="Marianne" w:hint="default"/>
        <w:b/>
        <w:i w:val="0"/>
        <w:sz w:val="20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A6A6A34"/>
    <w:multiLevelType w:val="multilevel"/>
    <w:tmpl w:val="18A25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A33719"/>
    <w:multiLevelType w:val="multilevel"/>
    <w:tmpl w:val="69F0B196"/>
    <w:name w:val="Liste-titres-marchés4"/>
    <w:numStyleLink w:val="Liste-titres-contrat"/>
  </w:abstractNum>
  <w:abstractNum w:abstractNumId="11" w15:restartNumberingAfterBreak="0">
    <w:nsid w:val="2BC260DC"/>
    <w:multiLevelType w:val="multilevel"/>
    <w:tmpl w:val="47947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811983"/>
    <w:multiLevelType w:val="multilevel"/>
    <w:tmpl w:val="6FBE4402"/>
    <w:styleLink w:val="Style1"/>
    <w:lvl w:ilvl="0">
      <w:start w:val="1"/>
      <w:numFmt w:val="lowerLetter"/>
      <w:pStyle w:val="CorpsListelettres"/>
      <w:lvlText w:val="%1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FF86C2B"/>
    <w:multiLevelType w:val="multilevel"/>
    <w:tmpl w:val="69F0B196"/>
    <w:name w:val="Liste-titres-contrat2"/>
    <w:numStyleLink w:val="Liste-titres-contrat"/>
  </w:abstractNum>
  <w:abstractNum w:abstractNumId="14" w15:restartNumberingAfterBreak="0">
    <w:nsid w:val="3F224979"/>
    <w:multiLevelType w:val="multilevel"/>
    <w:tmpl w:val="69F0B196"/>
    <w:name w:val="Liste-titres-marchés2"/>
    <w:numStyleLink w:val="Liste-titres-contrat"/>
  </w:abstractNum>
  <w:abstractNum w:abstractNumId="15" w15:restartNumberingAfterBreak="0">
    <w:nsid w:val="41BD2785"/>
    <w:multiLevelType w:val="multilevel"/>
    <w:tmpl w:val="9E3E4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A73C8D"/>
    <w:multiLevelType w:val="multilevel"/>
    <w:tmpl w:val="69F0B196"/>
    <w:name w:val="Liste-titres-contrat52"/>
    <w:numStyleLink w:val="Liste-titres-contrat"/>
  </w:abstractNum>
  <w:abstractNum w:abstractNumId="17" w15:restartNumberingAfterBreak="0">
    <w:nsid w:val="447928AC"/>
    <w:multiLevelType w:val="multilevel"/>
    <w:tmpl w:val="AE600D74"/>
    <w:lvl w:ilvl="0">
      <w:start w:val="1"/>
      <w:numFmt w:val="decimal"/>
      <w:suff w:val="space"/>
      <w:lvlText w:val="Article 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18" w15:restartNumberingAfterBreak="0">
    <w:nsid w:val="45D84002"/>
    <w:multiLevelType w:val="multilevel"/>
    <w:tmpl w:val="94D4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F90BED"/>
    <w:multiLevelType w:val="multilevel"/>
    <w:tmpl w:val="DAE2AE3A"/>
    <w:lvl w:ilvl="0">
      <w:start w:val="1"/>
      <w:numFmt w:val="decimal"/>
      <w:suff w:val="space"/>
      <w:lvlText w:val="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0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20" w15:restartNumberingAfterBreak="0">
    <w:nsid w:val="48787A5F"/>
    <w:multiLevelType w:val="multilevel"/>
    <w:tmpl w:val="18A25470"/>
    <w:name w:val="Liste-titres-contrat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BF670F0"/>
    <w:multiLevelType w:val="multilevel"/>
    <w:tmpl w:val="69F0B196"/>
    <w:name w:val="Liste-titres-contrat5"/>
    <w:styleLink w:val="Liste-titres-contrat"/>
    <w:lvl w:ilvl="0">
      <w:start w:val="1"/>
      <w:numFmt w:val="decimal"/>
      <w:pStyle w:val="Titren1surlign"/>
      <w:suff w:val="space"/>
      <w:lvlText w:val="Article %1."/>
      <w:lvlJc w:val="left"/>
      <w:pPr>
        <w:ind w:left="1418" w:hanging="1418"/>
      </w:pPr>
      <w:rPr>
        <w:rFonts w:ascii="Marianne" w:hAnsi="Marianne" w:hint="default"/>
        <w:b/>
        <w:i w:val="0"/>
        <w:caps w:val="0"/>
        <w:color w:val="231F20"/>
        <w:spacing w:val="-1"/>
        <w:w w:val="100"/>
        <w:sz w:val="28"/>
        <w:szCs w:val="20"/>
      </w:rPr>
    </w:lvl>
    <w:lvl w:ilvl="1">
      <w:start w:val="1"/>
      <w:numFmt w:val="decimal"/>
      <w:pStyle w:val="Titren2"/>
      <w:suff w:val="space"/>
      <w:lvlText w:val="%1.%2."/>
      <w:lvlJc w:val="left"/>
      <w:pPr>
        <w:ind w:left="680" w:hanging="396"/>
      </w:pPr>
      <w:rPr>
        <w:rFonts w:ascii="Marianne" w:hAnsi="Marianne" w:hint="default"/>
        <w:b/>
        <w:i w:val="0"/>
        <w:sz w:val="22"/>
      </w:rPr>
    </w:lvl>
    <w:lvl w:ilvl="2">
      <w:start w:val="1"/>
      <w:numFmt w:val="decimal"/>
      <w:pStyle w:val="Titren3"/>
      <w:suff w:val="space"/>
      <w:lvlText w:val="%1.%2.%3."/>
      <w:lvlJc w:val="left"/>
      <w:pPr>
        <w:ind w:left="1134" w:hanging="567"/>
      </w:pPr>
      <w:rPr>
        <w:rFonts w:ascii="Marianne" w:hAnsi="Marianne" w:hint="default"/>
        <w:b/>
        <w:i w:val="0"/>
        <w:sz w:val="20"/>
      </w:rPr>
    </w:lvl>
    <w:lvl w:ilvl="3">
      <w:start w:val="1"/>
      <w:numFmt w:val="upperLetter"/>
      <w:pStyle w:val="Titren4"/>
      <w:suff w:val="space"/>
      <w:lvlText w:val="%4 -"/>
      <w:lvlJc w:val="left"/>
      <w:pPr>
        <w:ind w:left="1134" w:firstLine="0"/>
      </w:pPr>
      <w:rPr>
        <w:rFonts w:ascii="Marianne" w:hAnsi="Marianne" w:hint="default"/>
        <w:b/>
        <w:i w:val="0"/>
        <w:sz w:val="20"/>
      </w:rPr>
    </w:lvl>
    <w:lvl w:ilvl="4">
      <w:start w:val="1"/>
      <w:numFmt w:val="none"/>
      <w:pStyle w:val="Titren5"/>
      <w:suff w:val="space"/>
      <w:lvlText w:val=""/>
      <w:lvlJc w:val="left"/>
      <w:pPr>
        <w:ind w:left="1418" w:firstLine="0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22" w15:restartNumberingAfterBreak="0">
    <w:nsid w:val="51E57911"/>
    <w:multiLevelType w:val="multilevel"/>
    <w:tmpl w:val="AAB0C2C2"/>
    <w:lvl w:ilvl="0">
      <w:start w:val="1"/>
      <w:numFmt w:val="decimal"/>
      <w:lvlText w:val="%1."/>
      <w:lvlJc w:val="left"/>
      <w:pPr>
        <w:ind w:left="284" w:hanging="284"/>
      </w:pPr>
      <w:rPr>
        <w:rFonts w:ascii="Marianne" w:hAnsi="Marianne" w:hint="default"/>
        <w:b/>
        <w:sz w:val="28"/>
      </w:rPr>
    </w:lvl>
    <w:lvl w:ilvl="1">
      <w:start w:val="1"/>
      <w:numFmt w:val="decimal"/>
      <w:lvlText w:val="%1.%2."/>
      <w:lvlJc w:val="left"/>
      <w:pPr>
        <w:ind w:left="567" w:hanging="283"/>
      </w:pPr>
      <w:rPr>
        <w:rFonts w:ascii="Marianne" w:hAnsi="Marianne" w:hint="default"/>
        <w:b/>
        <w:sz w:val="22"/>
      </w:rPr>
    </w:lvl>
    <w:lvl w:ilvl="2">
      <w:start w:val="1"/>
      <w:numFmt w:val="decimal"/>
      <w:pStyle w:val="Titre3"/>
      <w:lvlText w:val="%3.%2.%1."/>
      <w:lvlJc w:val="left"/>
      <w:pPr>
        <w:tabs>
          <w:tab w:val="num" w:pos="720"/>
        </w:tabs>
        <w:ind w:left="851" w:hanging="284"/>
      </w:pPr>
      <w:rPr>
        <w:rFonts w:ascii="Marianne" w:hAnsi="Marianne" w:hint="default"/>
        <w:b/>
        <w:sz w:val="20"/>
      </w:rPr>
    </w:lvl>
    <w:lvl w:ilvl="3">
      <w:start w:val="1"/>
      <w:numFmt w:val="none"/>
      <w:lvlText w:val=""/>
      <w:lvlJc w:val="left"/>
      <w:pPr>
        <w:tabs>
          <w:tab w:val="num" w:pos="1077"/>
        </w:tabs>
        <w:ind w:left="1134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440"/>
        </w:tabs>
        <w:ind w:left="1701" w:hanging="567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56D7474E"/>
    <w:multiLevelType w:val="multilevel"/>
    <w:tmpl w:val="69F0B196"/>
    <w:name w:val="Liste-titres-contrat3"/>
    <w:numStyleLink w:val="Liste-titres-contrat"/>
  </w:abstractNum>
  <w:abstractNum w:abstractNumId="24" w15:restartNumberingAfterBreak="0">
    <w:nsid w:val="5BB62B57"/>
    <w:multiLevelType w:val="multilevel"/>
    <w:tmpl w:val="CDE68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4931BB3"/>
    <w:multiLevelType w:val="multilevel"/>
    <w:tmpl w:val="69F0B196"/>
    <w:name w:val="Liste-titres-contrat53"/>
    <w:numStyleLink w:val="Liste-titres-contrat"/>
  </w:abstractNum>
  <w:abstractNum w:abstractNumId="26" w15:restartNumberingAfterBreak="0">
    <w:nsid w:val="686D73D1"/>
    <w:multiLevelType w:val="multilevel"/>
    <w:tmpl w:val="69F0B196"/>
    <w:name w:val="Liste-titres-marchés3"/>
    <w:numStyleLink w:val="Liste-titres-contrat"/>
  </w:abstractNum>
  <w:abstractNum w:abstractNumId="27" w15:restartNumberingAfterBreak="0">
    <w:nsid w:val="73D91E77"/>
    <w:multiLevelType w:val="hybridMultilevel"/>
    <w:tmpl w:val="585C4DE4"/>
    <w:name w:val="Liste-titres-marchés42"/>
    <w:lvl w:ilvl="0" w:tplc="954CEC80">
      <w:start w:val="1"/>
      <w:numFmt w:val="bullet"/>
      <w:lvlText w:val="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763D51E2"/>
    <w:multiLevelType w:val="multilevel"/>
    <w:tmpl w:val="29482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 -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A457B7"/>
    <w:multiLevelType w:val="multilevel"/>
    <w:tmpl w:val="69F0B196"/>
    <w:name w:val="Liste-titres-contrat5"/>
    <w:numStyleLink w:val="Liste-titres-contrat"/>
  </w:abstractNum>
  <w:abstractNum w:abstractNumId="30" w15:restartNumberingAfterBreak="0">
    <w:nsid w:val="7A7F3D07"/>
    <w:multiLevelType w:val="multilevel"/>
    <w:tmpl w:val="F0523AEA"/>
    <w:name w:val="Liste-titres-contrat53"/>
    <w:numStyleLink w:val="Liste-a-puces"/>
  </w:abstractNum>
  <w:abstractNum w:abstractNumId="31" w15:restartNumberingAfterBreak="0">
    <w:nsid w:val="7B4307C1"/>
    <w:multiLevelType w:val="multilevel"/>
    <w:tmpl w:val="040C001D"/>
    <w:name w:val="Liste-titres-marchés33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7C91203C"/>
    <w:multiLevelType w:val="multilevel"/>
    <w:tmpl w:val="A51A5E22"/>
    <w:numStyleLink w:val="Liste-a-cocher"/>
  </w:abstractNum>
  <w:abstractNum w:abstractNumId="33" w15:restartNumberingAfterBreak="0">
    <w:nsid w:val="7D49213D"/>
    <w:multiLevelType w:val="multilevel"/>
    <w:tmpl w:val="CE926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F5E0EC1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890335732">
    <w:abstractNumId w:val="34"/>
  </w:num>
  <w:num w:numId="2" w16cid:durableId="1996757551">
    <w:abstractNumId w:val="22"/>
  </w:num>
  <w:num w:numId="3" w16cid:durableId="1681857648">
    <w:abstractNumId w:val="21"/>
  </w:num>
  <w:num w:numId="4" w16cid:durableId="2009167483">
    <w:abstractNumId w:val="8"/>
  </w:num>
  <w:num w:numId="5" w16cid:durableId="466164479">
    <w:abstractNumId w:val="0"/>
  </w:num>
  <w:num w:numId="6" w16cid:durableId="69473600">
    <w:abstractNumId w:val="5"/>
  </w:num>
  <w:num w:numId="7" w16cid:durableId="1893033219">
    <w:abstractNumId w:val="32"/>
  </w:num>
  <w:num w:numId="8" w16cid:durableId="1603996384">
    <w:abstractNumId w:val="12"/>
  </w:num>
  <w:num w:numId="9" w16cid:durableId="1910268348">
    <w:abstractNumId w:val="30"/>
  </w:num>
  <w:num w:numId="10" w16cid:durableId="1260676749">
    <w:abstractNumId w:val="6"/>
  </w:num>
  <w:num w:numId="11" w16cid:durableId="1034580446">
    <w:abstractNumId w:val="33"/>
  </w:num>
  <w:num w:numId="12" w16cid:durableId="913246796">
    <w:abstractNumId w:val="3"/>
  </w:num>
  <w:num w:numId="13" w16cid:durableId="1907840235">
    <w:abstractNumId w:val="9"/>
  </w:num>
  <w:num w:numId="14" w16cid:durableId="1494879204">
    <w:abstractNumId w:val="24"/>
  </w:num>
  <w:num w:numId="15" w16cid:durableId="1671568047">
    <w:abstractNumId w:val="18"/>
    <w:lvlOverride w:ilvl="0">
      <w:startOverride w:val="1"/>
    </w:lvlOverride>
  </w:num>
  <w:num w:numId="16" w16cid:durableId="786510577">
    <w:abstractNumId w:val="28"/>
  </w:num>
  <w:num w:numId="17" w16cid:durableId="1211918331">
    <w:abstractNumId w:val="11"/>
  </w:num>
  <w:num w:numId="18" w16cid:durableId="1178228071">
    <w:abstractNumId w:val="15"/>
  </w:num>
  <w:num w:numId="19" w16cid:durableId="1748503395">
    <w:abstractNumId w:val="1"/>
  </w:num>
  <w:num w:numId="20" w16cid:durableId="951474276">
    <w:abstractNumId w:val="27"/>
  </w:num>
  <w:num w:numId="21" w16cid:durableId="782769464">
    <w:abstractNumId w:val="2"/>
  </w:num>
  <w:num w:numId="22" w16cid:durableId="721945454">
    <w:abstractNumId w:val="17"/>
  </w:num>
  <w:num w:numId="23" w16cid:durableId="1052967673">
    <w:abstractNumId w:val="19"/>
  </w:num>
  <w:num w:numId="24" w16cid:durableId="2107995568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AF1"/>
    <w:rsid w:val="00000859"/>
    <w:rsid w:val="00013B09"/>
    <w:rsid w:val="00015220"/>
    <w:rsid w:val="0001578A"/>
    <w:rsid w:val="00017CB2"/>
    <w:rsid w:val="00023726"/>
    <w:rsid w:val="00032ED8"/>
    <w:rsid w:val="00043DAF"/>
    <w:rsid w:val="00045DCD"/>
    <w:rsid w:val="00046EC0"/>
    <w:rsid w:val="00050757"/>
    <w:rsid w:val="00050A75"/>
    <w:rsid w:val="00052780"/>
    <w:rsid w:val="000529E6"/>
    <w:rsid w:val="00063B5E"/>
    <w:rsid w:val="00071ADF"/>
    <w:rsid w:val="000738E7"/>
    <w:rsid w:val="0007604D"/>
    <w:rsid w:val="00081F5E"/>
    <w:rsid w:val="000820A4"/>
    <w:rsid w:val="000825AD"/>
    <w:rsid w:val="00090E9E"/>
    <w:rsid w:val="000924D0"/>
    <w:rsid w:val="000A446A"/>
    <w:rsid w:val="000B2813"/>
    <w:rsid w:val="000B2CFB"/>
    <w:rsid w:val="000B3B15"/>
    <w:rsid w:val="000B3D6B"/>
    <w:rsid w:val="000B4435"/>
    <w:rsid w:val="000C1EB5"/>
    <w:rsid w:val="000C6277"/>
    <w:rsid w:val="000D35A7"/>
    <w:rsid w:val="000D71D4"/>
    <w:rsid w:val="000D7A2F"/>
    <w:rsid w:val="000E3B29"/>
    <w:rsid w:val="000E6784"/>
    <w:rsid w:val="000F07FD"/>
    <w:rsid w:val="000F1CB9"/>
    <w:rsid w:val="00101D70"/>
    <w:rsid w:val="001029E1"/>
    <w:rsid w:val="0010679B"/>
    <w:rsid w:val="00112208"/>
    <w:rsid w:val="001200FD"/>
    <w:rsid w:val="0012122C"/>
    <w:rsid w:val="0012751C"/>
    <w:rsid w:val="0014121E"/>
    <w:rsid w:val="00145649"/>
    <w:rsid w:val="00152D10"/>
    <w:rsid w:val="00153A37"/>
    <w:rsid w:val="00154E71"/>
    <w:rsid w:val="001574FB"/>
    <w:rsid w:val="00163663"/>
    <w:rsid w:val="001640DC"/>
    <w:rsid w:val="001648E4"/>
    <w:rsid w:val="0019411F"/>
    <w:rsid w:val="00196B05"/>
    <w:rsid w:val="001A3B28"/>
    <w:rsid w:val="001A5417"/>
    <w:rsid w:val="001B46BB"/>
    <w:rsid w:val="001C3347"/>
    <w:rsid w:val="001C79E5"/>
    <w:rsid w:val="001E44C1"/>
    <w:rsid w:val="001E71A8"/>
    <w:rsid w:val="001E7B5A"/>
    <w:rsid w:val="001F209A"/>
    <w:rsid w:val="001F6513"/>
    <w:rsid w:val="00200EE9"/>
    <w:rsid w:val="00202B2A"/>
    <w:rsid w:val="00203AA7"/>
    <w:rsid w:val="002049B9"/>
    <w:rsid w:val="00206DFC"/>
    <w:rsid w:val="00212481"/>
    <w:rsid w:val="002131C8"/>
    <w:rsid w:val="00215980"/>
    <w:rsid w:val="002205EF"/>
    <w:rsid w:val="00221787"/>
    <w:rsid w:val="00224BE7"/>
    <w:rsid w:val="002264EB"/>
    <w:rsid w:val="002348E1"/>
    <w:rsid w:val="0024231B"/>
    <w:rsid w:val="00243006"/>
    <w:rsid w:val="00243867"/>
    <w:rsid w:val="0024388F"/>
    <w:rsid w:val="002455B2"/>
    <w:rsid w:val="00246184"/>
    <w:rsid w:val="00247802"/>
    <w:rsid w:val="0026436C"/>
    <w:rsid w:val="00265E09"/>
    <w:rsid w:val="002706B4"/>
    <w:rsid w:val="00270D79"/>
    <w:rsid w:val="002722A4"/>
    <w:rsid w:val="002847D2"/>
    <w:rsid w:val="00290741"/>
    <w:rsid w:val="00290CE8"/>
    <w:rsid w:val="00293194"/>
    <w:rsid w:val="0029360D"/>
    <w:rsid w:val="002A5FAB"/>
    <w:rsid w:val="002B1BCF"/>
    <w:rsid w:val="002C085C"/>
    <w:rsid w:val="002C53DF"/>
    <w:rsid w:val="002D275A"/>
    <w:rsid w:val="002D41B8"/>
    <w:rsid w:val="002D727B"/>
    <w:rsid w:val="002E3D12"/>
    <w:rsid w:val="002E4030"/>
    <w:rsid w:val="00303186"/>
    <w:rsid w:val="0031364D"/>
    <w:rsid w:val="003156D7"/>
    <w:rsid w:val="003161B9"/>
    <w:rsid w:val="00321F84"/>
    <w:rsid w:val="003240AC"/>
    <w:rsid w:val="0032670E"/>
    <w:rsid w:val="00326A39"/>
    <w:rsid w:val="00326E9D"/>
    <w:rsid w:val="003375D9"/>
    <w:rsid w:val="00340E38"/>
    <w:rsid w:val="003413C5"/>
    <w:rsid w:val="00344819"/>
    <w:rsid w:val="003603D5"/>
    <w:rsid w:val="00387158"/>
    <w:rsid w:val="00390415"/>
    <w:rsid w:val="00392F5C"/>
    <w:rsid w:val="003A5211"/>
    <w:rsid w:val="003A5286"/>
    <w:rsid w:val="003A7BC3"/>
    <w:rsid w:val="003B45A1"/>
    <w:rsid w:val="003D1564"/>
    <w:rsid w:val="003D1DE1"/>
    <w:rsid w:val="003D20E9"/>
    <w:rsid w:val="003D3D28"/>
    <w:rsid w:val="003D6FC8"/>
    <w:rsid w:val="003E3ADA"/>
    <w:rsid w:val="003F1091"/>
    <w:rsid w:val="003F2312"/>
    <w:rsid w:val="00405EE3"/>
    <w:rsid w:val="00410BE1"/>
    <w:rsid w:val="004111B0"/>
    <w:rsid w:val="004119A3"/>
    <w:rsid w:val="0042101F"/>
    <w:rsid w:val="0042650E"/>
    <w:rsid w:val="00427071"/>
    <w:rsid w:val="00445913"/>
    <w:rsid w:val="004529DA"/>
    <w:rsid w:val="00452D76"/>
    <w:rsid w:val="004608CD"/>
    <w:rsid w:val="0046144A"/>
    <w:rsid w:val="0047147C"/>
    <w:rsid w:val="004746BB"/>
    <w:rsid w:val="0047788D"/>
    <w:rsid w:val="0048113A"/>
    <w:rsid w:val="0049358D"/>
    <w:rsid w:val="004936AF"/>
    <w:rsid w:val="004A588D"/>
    <w:rsid w:val="004B307F"/>
    <w:rsid w:val="004C3C71"/>
    <w:rsid w:val="004C4E40"/>
    <w:rsid w:val="004C5046"/>
    <w:rsid w:val="004C578A"/>
    <w:rsid w:val="004C7346"/>
    <w:rsid w:val="004D0D46"/>
    <w:rsid w:val="004D1619"/>
    <w:rsid w:val="004D2C3D"/>
    <w:rsid w:val="004D6BAB"/>
    <w:rsid w:val="004E2741"/>
    <w:rsid w:val="004E7415"/>
    <w:rsid w:val="004F0976"/>
    <w:rsid w:val="00505504"/>
    <w:rsid w:val="00507A15"/>
    <w:rsid w:val="005122E4"/>
    <w:rsid w:val="005135F6"/>
    <w:rsid w:val="005145C6"/>
    <w:rsid w:val="00514BF1"/>
    <w:rsid w:val="00515B96"/>
    <w:rsid w:val="00516218"/>
    <w:rsid w:val="00517B19"/>
    <w:rsid w:val="00521BCD"/>
    <w:rsid w:val="00522A96"/>
    <w:rsid w:val="00526B93"/>
    <w:rsid w:val="0053084E"/>
    <w:rsid w:val="00533FB0"/>
    <w:rsid w:val="005373FD"/>
    <w:rsid w:val="005425EB"/>
    <w:rsid w:val="00546420"/>
    <w:rsid w:val="00583259"/>
    <w:rsid w:val="005926DD"/>
    <w:rsid w:val="005972E3"/>
    <w:rsid w:val="00597383"/>
    <w:rsid w:val="005A367C"/>
    <w:rsid w:val="005A4DBF"/>
    <w:rsid w:val="005B11B6"/>
    <w:rsid w:val="005B5D13"/>
    <w:rsid w:val="005B6F0D"/>
    <w:rsid w:val="005C34BB"/>
    <w:rsid w:val="005C4846"/>
    <w:rsid w:val="005C5C23"/>
    <w:rsid w:val="005C7874"/>
    <w:rsid w:val="005F2E98"/>
    <w:rsid w:val="005F469D"/>
    <w:rsid w:val="005F5B5E"/>
    <w:rsid w:val="00600BB7"/>
    <w:rsid w:val="00601526"/>
    <w:rsid w:val="006018CD"/>
    <w:rsid w:val="006041EE"/>
    <w:rsid w:val="00605D5E"/>
    <w:rsid w:val="0061733E"/>
    <w:rsid w:val="00621723"/>
    <w:rsid w:val="00622E4F"/>
    <w:rsid w:val="00625D93"/>
    <w:rsid w:val="0063163B"/>
    <w:rsid w:val="006347AF"/>
    <w:rsid w:val="00642467"/>
    <w:rsid w:val="00644BE8"/>
    <w:rsid w:val="0065024C"/>
    <w:rsid w:val="00651077"/>
    <w:rsid w:val="0065292C"/>
    <w:rsid w:val="0065543A"/>
    <w:rsid w:val="00657635"/>
    <w:rsid w:val="006618EF"/>
    <w:rsid w:val="006672E3"/>
    <w:rsid w:val="006727DA"/>
    <w:rsid w:val="00672854"/>
    <w:rsid w:val="006751FB"/>
    <w:rsid w:val="006859B0"/>
    <w:rsid w:val="00693109"/>
    <w:rsid w:val="006A4ADA"/>
    <w:rsid w:val="006A5567"/>
    <w:rsid w:val="006B2796"/>
    <w:rsid w:val="006B7B6E"/>
    <w:rsid w:val="006C5871"/>
    <w:rsid w:val="006D09AD"/>
    <w:rsid w:val="006D0E66"/>
    <w:rsid w:val="006D1459"/>
    <w:rsid w:val="006D2BDC"/>
    <w:rsid w:val="006D502A"/>
    <w:rsid w:val="006E3E41"/>
    <w:rsid w:val="006E455E"/>
    <w:rsid w:val="006F20A0"/>
    <w:rsid w:val="006F2701"/>
    <w:rsid w:val="006F4571"/>
    <w:rsid w:val="006F66F9"/>
    <w:rsid w:val="00701D84"/>
    <w:rsid w:val="00705E15"/>
    <w:rsid w:val="007158C1"/>
    <w:rsid w:val="00716E19"/>
    <w:rsid w:val="00721469"/>
    <w:rsid w:val="007230AF"/>
    <w:rsid w:val="007235C5"/>
    <w:rsid w:val="00730231"/>
    <w:rsid w:val="00732DC3"/>
    <w:rsid w:val="00742A03"/>
    <w:rsid w:val="007555AE"/>
    <w:rsid w:val="00755F17"/>
    <w:rsid w:val="0076691E"/>
    <w:rsid w:val="00773338"/>
    <w:rsid w:val="00781376"/>
    <w:rsid w:val="00783B03"/>
    <w:rsid w:val="0079276E"/>
    <w:rsid w:val="007942EF"/>
    <w:rsid w:val="007A0D0C"/>
    <w:rsid w:val="007B25CD"/>
    <w:rsid w:val="007B39D1"/>
    <w:rsid w:val="007B39F0"/>
    <w:rsid w:val="007B4F8D"/>
    <w:rsid w:val="007B5BD8"/>
    <w:rsid w:val="007B6F11"/>
    <w:rsid w:val="007E2D34"/>
    <w:rsid w:val="007F1724"/>
    <w:rsid w:val="007F2BEE"/>
    <w:rsid w:val="00802A20"/>
    <w:rsid w:val="008052F3"/>
    <w:rsid w:val="00807CCD"/>
    <w:rsid w:val="0081060F"/>
    <w:rsid w:val="00821F1C"/>
    <w:rsid w:val="00822782"/>
    <w:rsid w:val="008257E7"/>
    <w:rsid w:val="008306A6"/>
    <w:rsid w:val="008314DF"/>
    <w:rsid w:val="008323F3"/>
    <w:rsid w:val="00832F3D"/>
    <w:rsid w:val="008347E0"/>
    <w:rsid w:val="00845B40"/>
    <w:rsid w:val="00851458"/>
    <w:rsid w:val="00853D49"/>
    <w:rsid w:val="00862E10"/>
    <w:rsid w:val="00874522"/>
    <w:rsid w:val="00874E8E"/>
    <w:rsid w:val="0089070D"/>
    <w:rsid w:val="00892220"/>
    <w:rsid w:val="008A60E2"/>
    <w:rsid w:val="008A73FE"/>
    <w:rsid w:val="008C16ED"/>
    <w:rsid w:val="008C18CA"/>
    <w:rsid w:val="008D7C6E"/>
    <w:rsid w:val="008F32CB"/>
    <w:rsid w:val="008F7DFC"/>
    <w:rsid w:val="008F7F41"/>
    <w:rsid w:val="00903508"/>
    <w:rsid w:val="009104DC"/>
    <w:rsid w:val="00912149"/>
    <w:rsid w:val="00916E29"/>
    <w:rsid w:val="00921487"/>
    <w:rsid w:val="009274E8"/>
    <w:rsid w:val="00930B38"/>
    <w:rsid w:val="00933DED"/>
    <w:rsid w:val="00936712"/>
    <w:rsid w:val="00936E45"/>
    <w:rsid w:val="0093737E"/>
    <w:rsid w:val="00941377"/>
    <w:rsid w:val="0094180C"/>
    <w:rsid w:val="0094288E"/>
    <w:rsid w:val="00944745"/>
    <w:rsid w:val="00950841"/>
    <w:rsid w:val="0095212F"/>
    <w:rsid w:val="009611A2"/>
    <w:rsid w:val="00961787"/>
    <w:rsid w:val="00967E94"/>
    <w:rsid w:val="009756DF"/>
    <w:rsid w:val="009763CF"/>
    <w:rsid w:val="009900FC"/>
    <w:rsid w:val="009910BE"/>
    <w:rsid w:val="00992DBA"/>
    <w:rsid w:val="00995AF1"/>
    <w:rsid w:val="009A1256"/>
    <w:rsid w:val="009A1927"/>
    <w:rsid w:val="009B6B2F"/>
    <w:rsid w:val="009C0C96"/>
    <w:rsid w:val="009C0FA0"/>
    <w:rsid w:val="009C141C"/>
    <w:rsid w:val="009C2BF7"/>
    <w:rsid w:val="009C4268"/>
    <w:rsid w:val="009D443C"/>
    <w:rsid w:val="009D50F7"/>
    <w:rsid w:val="009D5A8D"/>
    <w:rsid w:val="009E3335"/>
    <w:rsid w:val="009E788B"/>
    <w:rsid w:val="009F54AD"/>
    <w:rsid w:val="009F56A7"/>
    <w:rsid w:val="009F6271"/>
    <w:rsid w:val="009F6734"/>
    <w:rsid w:val="009F692C"/>
    <w:rsid w:val="00A10A83"/>
    <w:rsid w:val="00A124A0"/>
    <w:rsid w:val="00A1486F"/>
    <w:rsid w:val="00A17DC2"/>
    <w:rsid w:val="00A2161A"/>
    <w:rsid w:val="00A23C8E"/>
    <w:rsid w:val="00A26027"/>
    <w:rsid w:val="00A30EA6"/>
    <w:rsid w:val="00A42D91"/>
    <w:rsid w:val="00A47318"/>
    <w:rsid w:val="00A62713"/>
    <w:rsid w:val="00A62894"/>
    <w:rsid w:val="00A656B3"/>
    <w:rsid w:val="00A66ACE"/>
    <w:rsid w:val="00A7190B"/>
    <w:rsid w:val="00A73D6A"/>
    <w:rsid w:val="00A84CCB"/>
    <w:rsid w:val="00A91788"/>
    <w:rsid w:val="00AA4FEE"/>
    <w:rsid w:val="00AB566A"/>
    <w:rsid w:val="00AB7CC5"/>
    <w:rsid w:val="00AC5A03"/>
    <w:rsid w:val="00AD15FB"/>
    <w:rsid w:val="00AD6E9A"/>
    <w:rsid w:val="00AE052B"/>
    <w:rsid w:val="00AE1330"/>
    <w:rsid w:val="00AE48FE"/>
    <w:rsid w:val="00AF1D5B"/>
    <w:rsid w:val="00AF47BC"/>
    <w:rsid w:val="00B03039"/>
    <w:rsid w:val="00B1032E"/>
    <w:rsid w:val="00B31D6E"/>
    <w:rsid w:val="00B36C6A"/>
    <w:rsid w:val="00B37451"/>
    <w:rsid w:val="00B40420"/>
    <w:rsid w:val="00B46AF7"/>
    <w:rsid w:val="00B55B58"/>
    <w:rsid w:val="00B627D4"/>
    <w:rsid w:val="00B73832"/>
    <w:rsid w:val="00B7478A"/>
    <w:rsid w:val="00B802A8"/>
    <w:rsid w:val="00B835C5"/>
    <w:rsid w:val="00B84D99"/>
    <w:rsid w:val="00B93639"/>
    <w:rsid w:val="00BA03B3"/>
    <w:rsid w:val="00BA681B"/>
    <w:rsid w:val="00BC3B98"/>
    <w:rsid w:val="00BC4BBA"/>
    <w:rsid w:val="00BE1A45"/>
    <w:rsid w:val="00BE2D02"/>
    <w:rsid w:val="00BE6504"/>
    <w:rsid w:val="00BE7E2C"/>
    <w:rsid w:val="00BE7EE6"/>
    <w:rsid w:val="00BF4381"/>
    <w:rsid w:val="00C00AD3"/>
    <w:rsid w:val="00C05F6F"/>
    <w:rsid w:val="00C1153C"/>
    <w:rsid w:val="00C11580"/>
    <w:rsid w:val="00C213A2"/>
    <w:rsid w:val="00C220A3"/>
    <w:rsid w:val="00C307FC"/>
    <w:rsid w:val="00C30F81"/>
    <w:rsid w:val="00C376EA"/>
    <w:rsid w:val="00C44E8B"/>
    <w:rsid w:val="00C47D0D"/>
    <w:rsid w:val="00C507EE"/>
    <w:rsid w:val="00C52152"/>
    <w:rsid w:val="00C54797"/>
    <w:rsid w:val="00C60B36"/>
    <w:rsid w:val="00C6332B"/>
    <w:rsid w:val="00C66322"/>
    <w:rsid w:val="00C67312"/>
    <w:rsid w:val="00C7451D"/>
    <w:rsid w:val="00C80138"/>
    <w:rsid w:val="00C801A7"/>
    <w:rsid w:val="00C835F3"/>
    <w:rsid w:val="00C83F5F"/>
    <w:rsid w:val="00CA2D79"/>
    <w:rsid w:val="00CB2A5D"/>
    <w:rsid w:val="00CB5A1D"/>
    <w:rsid w:val="00CB6B4B"/>
    <w:rsid w:val="00CD1BF0"/>
    <w:rsid w:val="00CD5053"/>
    <w:rsid w:val="00CD5E65"/>
    <w:rsid w:val="00CE16E3"/>
    <w:rsid w:val="00CE1BE6"/>
    <w:rsid w:val="00D001D6"/>
    <w:rsid w:val="00D10C52"/>
    <w:rsid w:val="00D3556B"/>
    <w:rsid w:val="00D37F51"/>
    <w:rsid w:val="00D42A54"/>
    <w:rsid w:val="00D60FCE"/>
    <w:rsid w:val="00D65CFE"/>
    <w:rsid w:val="00D661C0"/>
    <w:rsid w:val="00D752F5"/>
    <w:rsid w:val="00D764BE"/>
    <w:rsid w:val="00D805EC"/>
    <w:rsid w:val="00D84306"/>
    <w:rsid w:val="00D906A9"/>
    <w:rsid w:val="00D96935"/>
    <w:rsid w:val="00D96BFE"/>
    <w:rsid w:val="00DA2090"/>
    <w:rsid w:val="00DB0A91"/>
    <w:rsid w:val="00DB2A6B"/>
    <w:rsid w:val="00DB4614"/>
    <w:rsid w:val="00DC1848"/>
    <w:rsid w:val="00DC7921"/>
    <w:rsid w:val="00DD2923"/>
    <w:rsid w:val="00DD50D6"/>
    <w:rsid w:val="00DF3162"/>
    <w:rsid w:val="00E05336"/>
    <w:rsid w:val="00E11404"/>
    <w:rsid w:val="00E11B90"/>
    <w:rsid w:val="00E249DF"/>
    <w:rsid w:val="00E27A71"/>
    <w:rsid w:val="00E47097"/>
    <w:rsid w:val="00E57AF6"/>
    <w:rsid w:val="00E623E6"/>
    <w:rsid w:val="00E669F0"/>
    <w:rsid w:val="00E72B65"/>
    <w:rsid w:val="00E80D8A"/>
    <w:rsid w:val="00E87F92"/>
    <w:rsid w:val="00EA4EC9"/>
    <w:rsid w:val="00EB5BF3"/>
    <w:rsid w:val="00EB66F8"/>
    <w:rsid w:val="00EC3FED"/>
    <w:rsid w:val="00EC5BF0"/>
    <w:rsid w:val="00EC7E79"/>
    <w:rsid w:val="00ED1F4A"/>
    <w:rsid w:val="00EE5763"/>
    <w:rsid w:val="00EF295D"/>
    <w:rsid w:val="00EF5CF0"/>
    <w:rsid w:val="00F043B7"/>
    <w:rsid w:val="00F10ACA"/>
    <w:rsid w:val="00F13579"/>
    <w:rsid w:val="00F17CF5"/>
    <w:rsid w:val="00F22CF7"/>
    <w:rsid w:val="00F2464C"/>
    <w:rsid w:val="00F256D3"/>
    <w:rsid w:val="00F25DA3"/>
    <w:rsid w:val="00F261BB"/>
    <w:rsid w:val="00F3175C"/>
    <w:rsid w:val="00F3383B"/>
    <w:rsid w:val="00F36DA2"/>
    <w:rsid w:val="00F471E9"/>
    <w:rsid w:val="00F50D49"/>
    <w:rsid w:val="00F50E4D"/>
    <w:rsid w:val="00F52A2A"/>
    <w:rsid w:val="00F542FC"/>
    <w:rsid w:val="00F56427"/>
    <w:rsid w:val="00F64B87"/>
    <w:rsid w:val="00F67DD9"/>
    <w:rsid w:val="00F710F9"/>
    <w:rsid w:val="00F7722A"/>
    <w:rsid w:val="00F906CB"/>
    <w:rsid w:val="00F933B3"/>
    <w:rsid w:val="00FA270E"/>
    <w:rsid w:val="00FA5197"/>
    <w:rsid w:val="00FC4DDA"/>
    <w:rsid w:val="00FC5C06"/>
    <w:rsid w:val="00FC7F93"/>
    <w:rsid w:val="00FD779A"/>
    <w:rsid w:val="00FE3D62"/>
    <w:rsid w:val="00FE5D6F"/>
    <w:rsid w:val="00FE64F3"/>
    <w:rsid w:val="00FF5364"/>
    <w:rsid w:val="00FF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38397C4"/>
  <w15:chartTrackingRefBased/>
  <w15:docId w15:val="{9AE99DEA-9D40-426F-8C3C-E6EF626BD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529E6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Titre1">
    <w:name w:val="heading 1"/>
    <w:basedOn w:val="Normal"/>
    <w:link w:val="Titre1Car"/>
    <w:autoRedefine/>
    <w:uiPriority w:val="9"/>
    <w:rsid w:val="00941377"/>
    <w:pPr>
      <w:ind w:left="111"/>
      <w:jc w:val="center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941377"/>
    <w:pPr>
      <w:keepNext/>
      <w:keepLines/>
      <w:spacing w:before="40"/>
      <w:outlineLvl w:val="1"/>
    </w:pPr>
    <w:rPr>
      <w:rFonts w:eastAsia="Times New Roman" w:cs="Times New Roman"/>
      <w:color w:val="344E4A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265E09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C2BF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C2BF7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E133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aliases w:val="Corps / normal,Corps / Normal"/>
    <w:basedOn w:val="Normal"/>
    <w:link w:val="CorpsdetexteCar"/>
    <w:uiPriority w:val="1"/>
    <w:qFormat/>
    <w:rsid w:val="009C2BF7"/>
    <w:pPr>
      <w:spacing w:after="240" w:line="276" w:lineRule="auto"/>
      <w:jc w:val="both"/>
    </w:pPr>
    <w:rPr>
      <w:rFonts w:ascii="Marianne" w:hAnsi="Marianne"/>
      <w:sz w:val="20"/>
    </w:rPr>
  </w:style>
  <w:style w:type="paragraph" w:styleId="Paragraphedeliste">
    <w:name w:val="List Paragraph"/>
    <w:basedOn w:val="Normal"/>
    <w:uiPriority w:val="1"/>
    <w:rsid w:val="00AE1330"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  <w:rsid w:val="00AE1330"/>
  </w:style>
  <w:style w:type="character" w:styleId="Lienhypertexte">
    <w:name w:val="Hyperlink"/>
    <w:uiPriority w:val="99"/>
    <w:unhideWhenUsed/>
    <w:rsid w:val="00290741"/>
    <w:rPr>
      <w:color w:val="5770BE"/>
      <w:u w:val="single"/>
    </w:rPr>
  </w:style>
  <w:style w:type="paragraph" w:customStyle="1" w:styleId="Date1">
    <w:name w:val="Date1"/>
    <w:basedOn w:val="Normal"/>
    <w:link w:val="dateCar"/>
    <w:rsid w:val="0079276E"/>
    <w:pPr>
      <w:ind w:left="111"/>
    </w:pPr>
    <w:rPr>
      <w:i/>
      <w:color w:val="231F20"/>
      <w:sz w:val="20"/>
    </w:rPr>
  </w:style>
  <w:style w:type="paragraph" w:styleId="En-tte">
    <w:name w:val="header"/>
    <w:basedOn w:val="Normal"/>
    <w:link w:val="En-tt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link w:val="Date1"/>
    <w:rsid w:val="0079276E"/>
    <w:rPr>
      <w:rFonts w:ascii="Arial" w:eastAsia="Arial" w:hAnsi="Arial" w:cs="Arial"/>
      <w:i/>
      <w:color w:val="231F20"/>
      <w:sz w:val="20"/>
      <w:lang w:val="fr-FR"/>
    </w:rPr>
  </w:style>
  <w:style w:type="character" w:customStyle="1" w:styleId="En-tteCar">
    <w:name w:val="En-tête Car"/>
    <w:link w:val="En-tte"/>
    <w:uiPriority w:val="99"/>
    <w:rsid w:val="0079276E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link w:val="Pieddepage"/>
    <w:uiPriority w:val="99"/>
    <w:rsid w:val="0079276E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rsid w:val="00DA2090"/>
    <w:pPr>
      <w:spacing w:before="103" w:line="242" w:lineRule="exact"/>
    </w:pPr>
    <w:rPr>
      <w:b/>
      <w:color w:val="231F20"/>
    </w:rPr>
  </w:style>
  <w:style w:type="paragraph" w:customStyle="1" w:styleId="Signat">
    <w:name w:val="Signat"/>
    <w:basedOn w:val="Titre1"/>
    <w:next w:val="Corpsdetexte"/>
    <w:link w:val="SignatCar"/>
    <w:rsid w:val="00F25DA3"/>
    <w:pPr>
      <w:ind w:left="0"/>
      <w:jc w:val="right"/>
    </w:pPr>
    <w:rPr>
      <w:color w:val="000000"/>
      <w:sz w:val="16"/>
    </w:rPr>
  </w:style>
  <w:style w:type="character" w:customStyle="1" w:styleId="CorpsdetexteCar">
    <w:name w:val="Corps de texte Car"/>
    <w:aliases w:val="Corps / normal Car,Corps / Normal Car"/>
    <w:link w:val="Corpsdetexte"/>
    <w:uiPriority w:val="1"/>
    <w:rsid w:val="009C2BF7"/>
    <w:rPr>
      <w:rFonts w:ascii="Marianne" w:hAnsi="Marianne"/>
      <w:szCs w:val="22"/>
      <w:lang w:eastAsia="en-US"/>
    </w:rPr>
  </w:style>
  <w:style w:type="character" w:customStyle="1" w:styleId="ObjetCar">
    <w:name w:val="Objet Car"/>
    <w:link w:val="Objet"/>
    <w:rsid w:val="00DA2090"/>
    <w:rPr>
      <w:rFonts w:ascii="Marianne" w:hAnsi="Marianne"/>
      <w:b/>
      <w:color w:val="231F20"/>
      <w:sz w:val="20"/>
      <w:szCs w:val="22"/>
      <w:lang w:val="fr-FR" w:eastAsia="en-US"/>
    </w:rPr>
  </w:style>
  <w:style w:type="character" w:customStyle="1" w:styleId="Titre1Car">
    <w:name w:val="Titre 1 Car"/>
    <w:link w:val="Titre1"/>
    <w:uiPriority w:val="9"/>
    <w:rsid w:val="00941377"/>
    <w:rPr>
      <w:rFonts w:ascii="Arial" w:eastAsia="Arial" w:hAnsi="Arial" w:cs="Arial"/>
      <w:b/>
      <w:bCs/>
      <w:sz w:val="24"/>
      <w:szCs w:val="24"/>
    </w:rPr>
  </w:style>
  <w:style w:type="character" w:customStyle="1" w:styleId="SignatCar">
    <w:name w:val="Signat Car"/>
    <w:link w:val="Signat"/>
    <w:rsid w:val="00F25DA3"/>
    <w:rPr>
      <w:rFonts w:ascii="Arial" w:eastAsia="Arial" w:hAnsi="Arial" w:cs="Arial"/>
      <w:b w:val="0"/>
      <w:bCs w:val="0"/>
      <w:color w:val="000000"/>
      <w:sz w:val="16"/>
      <w:szCs w:val="24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widowControl/>
      <w:autoSpaceDE/>
      <w:autoSpaceDN/>
      <w:spacing w:after="120" w:line="264" w:lineRule="auto"/>
      <w:jc w:val="center"/>
    </w:pPr>
    <w:rPr>
      <w:rFonts w:eastAsia="Times New Roman" w:cs="Times New Roman"/>
      <w:b/>
      <w:bCs/>
      <w:sz w:val="24"/>
      <w:szCs w:val="20"/>
      <w:lang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="Times New Roman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="Times New Roman"/>
      <w:b/>
      <w:bCs/>
      <w:sz w:val="16"/>
      <w:szCs w:val="16"/>
      <w:lang w:val="fr-FR" w:eastAsia="fr-FR"/>
    </w:rPr>
  </w:style>
  <w:style w:type="paragraph" w:customStyle="1" w:styleId="PdgOpration">
    <w:name w:val="Pdg / Opération"/>
    <w:basedOn w:val="Normal"/>
    <w:next w:val="Corpsdetexte"/>
    <w:link w:val="PdgOprationCar"/>
    <w:qFormat/>
    <w:rsid w:val="009C2BF7"/>
    <w:pPr>
      <w:ind w:left="592" w:right="57"/>
    </w:pPr>
    <w:rPr>
      <w:rFonts w:ascii="Marianne" w:hAnsi="Marianne"/>
      <w:b/>
      <w:bCs/>
      <w:sz w:val="24"/>
      <w:szCs w:val="16"/>
    </w:rPr>
  </w:style>
  <w:style w:type="paragraph" w:customStyle="1" w:styleId="Sous-titre2">
    <w:name w:val="Sous-titre 2"/>
    <w:basedOn w:val="PdgOpration"/>
    <w:next w:val="Corpsdetexte"/>
    <w:link w:val="Sous-titre2Car"/>
    <w:rsid w:val="00DA2090"/>
    <w:rPr>
      <w:b w:val="0"/>
      <w:bCs w:val="0"/>
    </w:rPr>
  </w:style>
  <w:style w:type="character" w:customStyle="1" w:styleId="PdgOprationCar">
    <w:name w:val="Pdg / Opération Car"/>
    <w:link w:val="PdgOpration"/>
    <w:rsid w:val="009C2BF7"/>
    <w:rPr>
      <w:rFonts w:ascii="Marianne" w:hAnsi="Marianne"/>
      <w:b/>
      <w:bCs/>
      <w:sz w:val="24"/>
      <w:szCs w:val="16"/>
      <w:lang w:eastAsia="en-US"/>
    </w:rPr>
  </w:style>
  <w:style w:type="paragraph" w:customStyle="1" w:styleId="Titren1">
    <w:name w:val="Titre n1"/>
    <w:basedOn w:val="Titren1surlign"/>
    <w:link w:val="Titren1Car"/>
    <w:qFormat/>
    <w:rsid w:val="009C2BF7"/>
    <w:pPr>
      <w:numPr>
        <w:numId w:val="0"/>
      </w:numPr>
      <w:shd w:val="clear" w:color="auto" w:fill="auto"/>
    </w:pPr>
  </w:style>
  <w:style w:type="character" w:customStyle="1" w:styleId="Sous-titre2Car">
    <w:name w:val="Sous-titre 2 Car"/>
    <w:link w:val="Sous-titre2"/>
    <w:rsid w:val="00DA2090"/>
    <w:rPr>
      <w:rFonts w:ascii="Marianne" w:hAnsi="Marianne"/>
      <w:b/>
      <w:bCs/>
      <w:sz w:val="16"/>
      <w:szCs w:val="16"/>
      <w:lang w:val="fr-FR" w:eastAsia="en-US"/>
    </w:rPr>
  </w:style>
  <w:style w:type="paragraph" w:customStyle="1" w:styleId="Titren2">
    <w:name w:val="Titre n2"/>
    <w:basedOn w:val="Titre2"/>
    <w:next w:val="Corpsdetexte"/>
    <w:link w:val="Titren2Car"/>
    <w:qFormat/>
    <w:rsid w:val="008314DF"/>
    <w:pPr>
      <w:numPr>
        <w:ilvl w:val="1"/>
        <w:numId w:val="10"/>
      </w:numPr>
      <w:spacing w:before="240" w:after="120"/>
    </w:pPr>
    <w:rPr>
      <w:rFonts w:ascii="Marianne" w:eastAsia="Arial" w:hAnsi="Marianne" w:cs="Arial"/>
      <w:b/>
      <w:color w:val="auto"/>
      <w:sz w:val="22"/>
      <w:szCs w:val="16"/>
    </w:rPr>
  </w:style>
  <w:style w:type="character" w:customStyle="1" w:styleId="Titren1Car">
    <w:name w:val="Titre n1 Car"/>
    <w:basedOn w:val="Titren1surlignCar"/>
    <w:link w:val="Titren1"/>
    <w:rsid w:val="009C2BF7"/>
    <w:rPr>
      <w:rFonts w:ascii="Marianne" w:hAnsi="Marianne"/>
      <w:b/>
      <w:smallCaps/>
      <w:sz w:val="28"/>
      <w:szCs w:val="24"/>
      <w:shd w:val="clear" w:color="auto" w:fill="BFBFBF" w:themeFill="background1" w:themeFillShade="BF"/>
      <w:lang w:eastAsia="en-US"/>
    </w:rPr>
  </w:style>
  <w:style w:type="paragraph" w:customStyle="1" w:styleId="Titren3">
    <w:name w:val="Titre n3"/>
    <w:basedOn w:val="Titre3"/>
    <w:next w:val="Corpsdetexte"/>
    <w:link w:val="Titren3Car"/>
    <w:qFormat/>
    <w:rsid w:val="008314DF"/>
    <w:pPr>
      <w:numPr>
        <w:numId w:val="10"/>
      </w:numPr>
      <w:spacing w:before="240" w:after="120"/>
    </w:pPr>
    <w:rPr>
      <w:rFonts w:ascii="Marianne" w:hAnsi="Marianne"/>
      <w:b/>
      <w:bCs/>
      <w:color w:val="auto"/>
      <w:sz w:val="20"/>
      <w:szCs w:val="20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Titren2Car">
    <w:name w:val="Titre n2 Car"/>
    <w:link w:val="Titren2"/>
    <w:rsid w:val="00F50E4D"/>
    <w:rPr>
      <w:rFonts w:ascii="Marianne" w:hAnsi="Marianne"/>
      <w:b/>
      <w:sz w:val="22"/>
      <w:szCs w:val="16"/>
      <w:lang w:eastAsia="en-US"/>
    </w:rPr>
  </w:style>
  <w:style w:type="character" w:customStyle="1" w:styleId="Titren3Car">
    <w:name w:val="Titre n3 Car"/>
    <w:link w:val="Titren3"/>
    <w:rsid w:val="009C2BF7"/>
    <w:rPr>
      <w:rFonts w:ascii="Marianne" w:eastAsiaTheme="majorEastAsia" w:hAnsi="Marianne" w:cstheme="majorBidi"/>
      <w:b/>
      <w:bCs/>
      <w:lang w:eastAsia="en-US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Titre2Car">
    <w:name w:val="Titre 2 Car"/>
    <w:link w:val="Titre2"/>
    <w:uiPriority w:val="9"/>
    <w:rsid w:val="00941377"/>
    <w:rPr>
      <w:rFonts w:ascii="Arial" w:eastAsia="Times New Roman" w:hAnsi="Arial" w:cs="Times New Roman"/>
      <w:color w:val="344E4A"/>
      <w:sz w:val="26"/>
      <w:szCs w:val="26"/>
    </w:rPr>
  </w:style>
  <w:style w:type="table" w:styleId="Grilledutableau">
    <w:name w:val="Table Grid"/>
    <w:basedOn w:val="TableauNormal"/>
    <w:uiPriority w:val="59"/>
    <w:rsid w:val="00941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e2">
    <w:name w:val="Date 2"/>
    <w:basedOn w:val="Normal"/>
    <w:next w:val="Corpsdetexte"/>
    <w:link w:val="Date2Car"/>
    <w:rsid w:val="00DA2090"/>
    <w:pPr>
      <w:spacing w:before="139"/>
      <w:jc w:val="right"/>
    </w:pPr>
    <w:rPr>
      <w:color w:val="231F20"/>
      <w:sz w:val="16"/>
    </w:rPr>
  </w:style>
  <w:style w:type="character" w:customStyle="1" w:styleId="Date2Car">
    <w:name w:val="Date 2 Car"/>
    <w:link w:val="Date2"/>
    <w:rsid w:val="00DA2090"/>
    <w:rPr>
      <w:color w:val="231F20"/>
      <w:sz w:val="16"/>
      <w:lang w:val="fr-FR"/>
    </w:rPr>
  </w:style>
  <w:style w:type="paragraph" w:styleId="NormalWeb">
    <w:name w:val="Normal (Web)"/>
    <w:basedOn w:val="Normal"/>
    <w:uiPriority w:val="99"/>
    <w:semiHidden/>
    <w:unhideWhenUsed/>
    <w:rsid w:val="00936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Rfrenceintense">
    <w:name w:val="Intense Reference"/>
    <w:uiPriority w:val="32"/>
    <w:rsid w:val="005972E3"/>
    <w:rPr>
      <w:b/>
      <w:bCs/>
      <w:smallCaps/>
      <w:color w:val="466964"/>
      <w:spacing w:val="5"/>
    </w:rPr>
  </w:style>
  <w:style w:type="paragraph" w:styleId="Titre">
    <w:name w:val="Title"/>
    <w:basedOn w:val="Normal"/>
    <w:next w:val="Normal"/>
    <w:link w:val="TitreCar"/>
    <w:uiPriority w:val="10"/>
    <w:rsid w:val="005972E3"/>
    <w:pPr>
      <w:contextualSpacing/>
    </w:pPr>
    <w:rPr>
      <w:rFonts w:eastAsia="Times New Roman" w:cs="Times New Roman"/>
      <w:spacing w:val="-10"/>
      <w:kern w:val="28"/>
      <w:sz w:val="56"/>
      <w:szCs w:val="56"/>
    </w:rPr>
  </w:style>
  <w:style w:type="character" w:customStyle="1" w:styleId="TitreCar">
    <w:name w:val="Titre Car"/>
    <w:link w:val="Titre"/>
    <w:uiPriority w:val="10"/>
    <w:rsid w:val="005972E3"/>
    <w:rPr>
      <w:rFonts w:ascii="Arial" w:eastAsia="Times New Roman" w:hAnsi="Arial" w:cs="Times New Roman"/>
      <w:spacing w:val="-10"/>
      <w:kern w:val="28"/>
      <w:sz w:val="56"/>
      <w:szCs w:val="56"/>
    </w:rPr>
  </w:style>
  <w:style w:type="paragraph" w:customStyle="1" w:styleId="Date10">
    <w:name w:val="Date 1"/>
    <w:basedOn w:val="Corpsdetexte"/>
    <w:next w:val="Corpsdetexte"/>
    <w:link w:val="Date1Car"/>
    <w:rsid w:val="00721469"/>
    <w:pPr>
      <w:jc w:val="right"/>
    </w:pPr>
    <w:rPr>
      <w:sz w:val="16"/>
    </w:rPr>
  </w:style>
  <w:style w:type="paragraph" w:customStyle="1" w:styleId="En-tte-service">
    <w:name w:val="En-tête-service"/>
    <w:basedOn w:val="En-tte"/>
    <w:next w:val="Corpsdetexte"/>
    <w:link w:val="En-tte-serviceCar"/>
    <w:rsid w:val="00515B96"/>
    <w:pPr>
      <w:tabs>
        <w:tab w:val="clear" w:pos="4513"/>
      </w:tabs>
      <w:jc w:val="right"/>
    </w:pPr>
    <w:rPr>
      <w:b/>
      <w:bCs/>
      <w:sz w:val="20"/>
      <w:szCs w:val="24"/>
    </w:rPr>
  </w:style>
  <w:style w:type="character" w:customStyle="1" w:styleId="Date1Car">
    <w:name w:val="Date 1 Car"/>
    <w:link w:val="Date10"/>
    <w:rsid w:val="00721469"/>
    <w:rPr>
      <w:rFonts w:ascii="Marianne" w:hAnsi="Marianne"/>
      <w:sz w:val="16"/>
      <w:szCs w:val="22"/>
      <w:lang w:eastAsia="en-US"/>
    </w:rPr>
  </w:style>
  <w:style w:type="character" w:customStyle="1" w:styleId="En-tte-serviceCar">
    <w:name w:val="En-tête-service Car"/>
    <w:link w:val="En-tte-service"/>
    <w:rsid w:val="00515B96"/>
    <w:rPr>
      <w:b/>
      <w:bCs/>
      <w:szCs w:val="24"/>
      <w:lang w:eastAsia="en-US"/>
    </w:rPr>
  </w:style>
  <w:style w:type="paragraph" w:customStyle="1" w:styleId="PieddePage0">
    <w:name w:val="Pied de Page"/>
    <w:basedOn w:val="Corpsdetexte"/>
    <w:link w:val="PieddePageCar0"/>
    <w:rsid w:val="00DA2090"/>
    <w:pPr>
      <w:spacing w:line="161" w:lineRule="exact"/>
    </w:pPr>
    <w:rPr>
      <w:color w:val="939598"/>
      <w:sz w:val="14"/>
    </w:rPr>
  </w:style>
  <w:style w:type="paragraph" w:customStyle="1" w:styleId="IntituleDirecteur">
    <w:name w:val="Intitule Directeur"/>
    <w:basedOn w:val="Corpsdetexte"/>
    <w:next w:val="Corpsdetexte"/>
    <w:link w:val="IntituleDirecteurCar"/>
    <w:rsid w:val="00DA2090"/>
    <w:rPr>
      <w:b/>
      <w:bCs/>
      <w:sz w:val="24"/>
      <w:szCs w:val="24"/>
    </w:rPr>
  </w:style>
  <w:style w:type="character" w:customStyle="1" w:styleId="PieddePageCar0">
    <w:name w:val="Pied de Page Car"/>
    <w:link w:val="PieddePage0"/>
    <w:rsid w:val="00721469"/>
    <w:rPr>
      <w:rFonts w:ascii="Marianne" w:hAnsi="Marianne"/>
      <w:color w:val="939598"/>
      <w:sz w:val="14"/>
      <w:lang w:val="fr-FR"/>
    </w:rPr>
  </w:style>
  <w:style w:type="paragraph" w:customStyle="1" w:styleId="PdGObjetdumarch">
    <w:name w:val="PdG / Objet du marché"/>
    <w:next w:val="Corpsdetexte"/>
    <w:link w:val="PdGObjetdumarchCar"/>
    <w:rsid w:val="00EB66F8"/>
    <w:pPr>
      <w:spacing w:before="36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IntituleDirecteurCar">
    <w:name w:val="Intitule Directeur Car"/>
    <w:link w:val="IntituleDirecteur"/>
    <w:rsid w:val="00DA2090"/>
    <w:rPr>
      <w:rFonts w:ascii="Marianne" w:hAnsi="Marianne"/>
      <w:b/>
      <w:bCs/>
      <w:sz w:val="24"/>
      <w:szCs w:val="24"/>
      <w:lang w:val="fr-FR" w:eastAsia="en-US"/>
    </w:rPr>
  </w:style>
  <w:style w:type="character" w:customStyle="1" w:styleId="PdGObjetdumarchCar">
    <w:name w:val="PdG / Objet du marché Car"/>
    <w:link w:val="PdGObjetdumarch"/>
    <w:rsid w:val="00EB66F8"/>
    <w:rPr>
      <w:rFonts w:ascii="Marianne" w:hAnsi="Marianne"/>
      <w:b/>
      <w:bCs/>
      <w:smallCaps/>
      <w:sz w:val="32"/>
      <w:szCs w:val="24"/>
      <w:lang w:eastAsia="en-US"/>
    </w:rPr>
  </w:style>
  <w:style w:type="character" w:styleId="Numrodepage">
    <w:name w:val="page number"/>
    <w:basedOn w:val="Policepardfaut"/>
    <w:uiPriority w:val="99"/>
    <w:semiHidden/>
    <w:unhideWhenUsed/>
    <w:rsid w:val="002C53DF"/>
  </w:style>
  <w:style w:type="character" w:customStyle="1" w:styleId="Mentionnonrsolue1">
    <w:name w:val="Mention non résolue1"/>
    <w:uiPriority w:val="99"/>
    <w:semiHidden/>
    <w:unhideWhenUsed/>
    <w:rsid w:val="00081F5E"/>
    <w:rPr>
      <w:color w:val="605E5C"/>
      <w:shd w:val="clear" w:color="auto" w:fill="E1DFDD"/>
    </w:rPr>
  </w:style>
  <w:style w:type="paragraph" w:customStyle="1" w:styleId="Texte-Adresseligne1">
    <w:name w:val="Texte - Adresse ligne 1"/>
    <w:basedOn w:val="Corpsdetexte"/>
    <w:link w:val="Texte-Adresseligne1Car"/>
    <w:rsid w:val="006A4ADA"/>
    <w:pPr>
      <w:framePr w:w="9979" w:h="964" w:wrap="notBeside" w:vAnchor="page" w:hAnchor="page" w:xAlign="center" w:yAlign="bottom" w:anchorLock="1"/>
      <w:widowControl/>
      <w:autoSpaceDE/>
      <w:autoSpaceDN/>
      <w:spacing w:line="192" w:lineRule="atLeast"/>
    </w:pPr>
    <w:rPr>
      <w:rFonts w:cs="Times New Roman"/>
      <w:sz w:val="16"/>
      <w:szCs w:val="20"/>
    </w:rPr>
  </w:style>
  <w:style w:type="paragraph" w:customStyle="1" w:styleId="Texte-Adresseligne2">
    <w:name w:val="Texte - Adresse ligne 2"/>
    <w:basedOn w:val="Texte-Adresseligne1"/>
    <w:rsid w:val="006A4ADA"/>
    <w:pPr>
      <w:framePr w:wrap="notBeside"/>
    </w:pPr>
  </w:style>
  <w:style w:type="paragraph" w:customStyle="1" w:styleId="Texte-Tl">
    <w:name w:val="Texte - Tél."/>
    <w:basedOn w:val="Corpsdetexte"/>
    <w:rsid w:val="00721469"/>
    <w:pPr>
      <w:framePr w:wrap="notBeside" w:hAnchor="text"/>
    </w:pPr>
    <w:rPr>
      <w:sz w:val="16"/>
    </w:rPr>
  </w:style>
  <w:style w:type="paragraph" w:customStyle="1" w:styleId="Texte-Ml">
    <w:name w:val="Texte - Mél."/>
    <w:basedOn w:val="Texte-Adresseligne1"/>
    <w:link w:val="Texte-MlCar"/>
    <w:rsid w:val="00FC7F93"/>
    <w:pPr>
      <w:framePr w:wrap="notBeside"/>
    </w:pPr>
    <w:rPr>
      <w:rFonts w:ascii="Arial" w:hAnsi="Arial"/>
    </w:rPr>
  </w:style>
  <w:style w:type="paragraph" w:customStyle="1" w:styleId="Texte-Pieddepage">
    <w:name w:val="Texte - Pied de page"/>
    <w:basedOn w:val="Texte-Adresseligne1"/>
    <w:rsid w:val="009F54AD"/>
    <w:pPr>
      <w:framePr w:w="4436" w:h="353" w:wrap="notBeside" w:x="1129" w:y="15507"/>
    </w:pPr>
    <w:rPr>
      <w:color w:val="7F7F7F"/>
      <w:sz w:val="14"/>
      <w:szCs w:val="14"/>
      <w:lang w:val="en-US"/>
    </w:rPr>
  </w:style>
  <w:style w:type="paragraph" w:customStyle="1" w:styleId="Pagination">
    <w:name w:val="Pagination"/>
    <w:basedOn w:val="Corpsdetexte"/>
    <w:rsid w:val="009F54AD"/>
    <w:pPr>
      <w:widowControl/>
      <w:autoSpaceDE/>
      <w:autoSpaceDN/>
      <w:spacing w:line="192" w:lineRule="atLeast"/>
      <w:jc w:val="center"/>
    </w:pPr>
    <w:rPr>
      <w:rFonts w:cs="Times New Roman"/>
      <w:color w:val="7F7F7F"/>
      <w:sz w:val="14"/>
      <w:szCs w:val="14"/>
    </w:rPr>
  </w:style>
  <w:style w:type="paragraph" w:styleId="Date">
    <w:name w:val="Date"/>
    <w:basedOn w:val="Normal"/>
    <w:next w:val="Normal"/>
    <w:link w:val="DateCar0"/>
    <w:uiPriority w:val="99"/>
    <w:rsid w:val="00FC7F93"/>
    <w:pPr>
      <w:widowControl/>
      <w:autoSpaceDE/>
      <w:autoSpaceDN/>
      <w:spacing w:line="192" w:lineRule="atLeast"/>
      <w:jc w:val="right"/>
    </w:pPr>
    <w:rPr>
      <w:rFonts w:cs="Times New Roman"/>
      <w:sz w:val="16"/>
      <w:szCs w:val="20"/>
    </w:rPr>
  </w:style>
  <w:style w:type="character" w:customStyle="1" w:styleId="DateCar0">
    <w:name w:val="Date Car"/>
    <w:link w:val="Date"/>
    <w:uiPriority w:val="99"/>
    <w:rsid w:val="00FC7F93"/>
    <w:rPr>
      <w:rFonts w:ascii="Arial" w:hAnsi="Arial" w:cs="Times New Roman"/>
      <w:sz w:val="16"/>
      <w:szCs w:val="20"/>
      <w:lang w:val="fr-FR"/>
    </w:rPr>
  </w:style>
  <w:style w:type="paragraph" w:customStyle="1" w:styleId="Pdginfos">
    <w:name w:val="Pdg / infos"/>
    <w:basedOn w:val="PdgOpration"/>
    <w:link w:val="PdginfosCar"/>
    <w:rsid w:val="00BE6504"/>
    <w:pPr>
      <w:spacing w:after="360"/>
      <w:ind w:left="590"/>
    </w:pPr>
    <w:rPr>
      <w:b w:val="0"/>
      <w:sz w:val="22"/>
    </w:rPr>
  </w:style>
  <w:style w:type="paragraph" w:customStyle="1" w:styleId="PdgSous-titre">
    <w:name w:val="Pdg / Sous-titre"/>
    <w:basedOn w:val="PdgOpration"/>
    <w:link w:val="PdgSous-titreCar"/>
    <w:qFormat/>
    <w:rsid w:val="009C2BF7"/>
    <w:pPr>
      <w:spacing w:after="480"/>
      <w:ind w:left="0"/>
      <w:jc w:val="center"/>
    </w:pPr>
  </w:style>
  <w:style w:type="character" w:customStyle="1" w:styleId="PdginfosCar">
    <w:name w:val="Pdg / infos Car"/>
    <w:link w:val="Pdginfos"/>
    <w:rsid w:val="00BE6504"/>
    <w:rPr>
      <w:rFonts w:ascii="Marianne" w:hAnsi="Marianne"/>
      <w:bCs/>
      <w:sz w:val="22"/>
      <w:szCs w:val="16"/>
      <w:lang w:eastAsia="en-US"/>
    </w:rPr>
  </w:style>
  <w:style w:type="paragraph" w:customStyle="1" w:styleId="CorpsListe">
    <w:name w:val="Corps / Liste"/>
    <w:basedOn w:val="Corpsdetexte"/>
    <w:link w:val="CorpsListeCar"/>
    <w:qFormat/>
    <w:rsid w:val="009D5A8D"/>
    <w:pPr>
      <w:numPr>
        <w:numId w:val="9"/>
      </w:numPr>
      <w:spacing w:after="120"/>
      <w:jc w:val="left"/>
    </w:pPr>
  </w:style>
  <w:style w:type="character" w:customStyle="1" w:styleId="PdgSous-titreCar">
    <w:name w:val="Pdg / Sous-titre Car"/>
    <w:basedOn w:val="PdgOprationCar"/>
    <w:link w:val="PdgSous-titre"/>
    <w:rsid w:val="009C2BF7"/>
    <w:rPr>
      <w:rFonts w:ascii="Marianne" w:hAnsi="Marianne"/>
      <w:b/>
      <w:bCs/>
      <w:sz w:val="24"/>
      <w:szCs w:val="16"/>
      <w:lang w:eastAsia="en-US"/>
    </w:rPr>
  </w:style>
  <w:style w:type="paragraph" w:customStyle="1" w:styleId="Trame">
    <w:name w:val="Trame"/>
    <w:basedOn w:val="Normal"/>
    <w:link w:val="TrameCar"/>
    <w:rsid w:val="00C307FC"/>
    <w:pPr>
      <w:shd w:val="clear" w:color="auto" w:fill="CCCCCC"/>
      <w:suppressAutoHyphens/>
      <w:autoSpaceDE/>
      <w:autoSpaceDN/>
      <w:jc w:val="center"/>
    </w:pPr>
    <w:rPr>
      <w:rFonts w:ascii="Times New Roman" w:eastAsia="Arial Unicode MS" w:hAnsi="Times New Roman" w:cs="Times New Roman"/>
      <w:b/>
      <w:kern w:val="1"/>
      <w:sz w:val="40"/>
      <w:szCs w:val="24"/>
    </w:rPr>
  </w:style>
  <w:style w:type="character" w:customStyle="1" w:styleId="CorpsListeCar">
    <w:name w:val="Corps / Liste Car"/>
    <w:basedOn w:val="CorpsdetexteCar"/>
    <w:link w:val="CorpsListe"/>
    <w:rsid w:val="00F50E4D"/>
    <w:rPr>
      <w:rFonts w:ascii="Marianne" w:hAnsi="Marianne"/>
      <w:szCs w:val="22"/>
      <w:lang w:eastAsia="en-US"/>
    </w:rPr>
  </w:style>
  <w:style w:type="paragraph" w:customStyle="1" w:styleId="Cadrerelief">
    <w:name w:val="Cadre_relief"/>
    <w:basedOn w:val="Normal"/>
    <w:link w:val="CadrereliefCar"/>
    <w:rsid w:val="00C307FC"/>
    <w:pPr>
      <w:pBdr>
        <w:top w:val="double" w:sz="3" w:space="14" w:color="000000" w:shadow="1"/>
        <w:left w:val="double" w:sz="3" w:space="14" w:color="000000" w:shadow="1"/>
        <w:bottom w:val="double" w:sz="3" w:space="14" w:color="000000" w:shadow="1"/>
        <w:right w:val="double" w:sz="3" w:space="14" w:color="000000" w:shadow="1"/>
      </w:pBdr>
      <w:suppressAutoHyphens/>
      <w:autoSpaceDE/>
      <w:autoSpaceDN/>
      <w:ind w:left="284" w:right="283"/>
      <w:jc w:val="both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Reponse">
    <w:name w:val="Reponse"/>
    <w:basedOn w:val="Normal"/>
    <w:link w:val="ReponseCar"/>
    <w:rsid w:val="00C307FC"/>
    <w:pPr>
      <w:suppressAutoHyphens/>
      <w:autoSpaceDE/>
      <w:autoSpaceDN/>
      <w:ind w:left="567" w:right="567"/>
      <w:jc w:val="both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Pdgtypedemarch">
    <w:name w:val="Pdg / type de marché"/>
    <w:basedOn w:val="Normal"/>
    <w:link w:val="PdgtypedemarchCar"/>
    <w:qFormat/>
    <w:rsid w:val="009C2BF7"/>
    <w:pPr>
      <w:shd w:val="clear" w:color="auto" w:fill="CCCCCC"/>
      <w:suppressAutoHyphens/>
      <w:autoSpaceDE/>
      <w:autoSpaceDN/>
      <w:spacing w:before="120" w:after="120"/>
      <w:ind w:right="6"/>
      <w:jc w:val="center"/>
    </w:pPr>
    <w:rPr>
      <w:rFonts w:ascii="Marianne" w:eastAsia="Arial Unicode MS" w:hAnsi="Marianne" w:cs="Times New Roman"/>
      <w:b/>
      <w:smallCaps/>
      <w:kern w:val="32"/>
      <w:sz w:val="32"/>
      <w:szCs w:val="24"/>
    </w:rPr>
  </w:style>
  <w:style w:type="paragraph" w:customStyle="1" w:styleId="PdgNomdudocument">
    <w:name w:val="Pdg / Nom du document"/>
    <w:basedOn w:val="Cadrerelief"/>
    <w:link w:val="PdgNomdudocumentCar"/>
    <w:rsid w:val="0094288E"/>
    <w:pPr>
      <w:pBdr>
        <w:top w:val="single" w:sz="4" w:space="14" w:color="000000" w:shadow="1"/>
        <w:left w:val="single" w:sz="4" w:space="14" w:color="000000" w:shadow="1"/>
        <w:bottom w:val="single" w:sz="4" w:space="14" w:color="000000" w:shadow="1"/>
        <w:right w:val="single" w:sz="4" w:space="14" w:color="000000" w:shadow="1"/>
      </w:pBdr>
      <w:shd w:val="clear" w:color="auto" w:fill="F2F2F2"/>
      <w:jc w:val="center"/>
    </w:pPr>
    <w:rPr>
      <w:rFonts w:ascii="Marianne" w:hAnsi="Marianne"/>
      <w:b/>
      <w:caps/>
      <w:kern w:val="32"/>
      <w:sz w:val="32"/>
    </w:rPr>
  </w:style>
  <w:style w:type="character" w:customStyle="1" w:styleId="TrameCar">
    <w:name w:val="Trame Car"/>
    <w:basedOn w:val="Policepardfaut"/>
    <w:link w:val="Trame"/>
    <w:rsid w:val="00B84D99"/>
    <w:rPr>
      <w:rFonts w:ascii="Times New Roman" w:eastAsia="Arial Unicode MS" w:hAnsi="Times New Roman" w:cs="Times New Roman"/>
      <w:b/>
      <w:kern w:val="1"/>
      <w:sz w:val="40"/>
      <w:szCs w:val="24"/>
      <w:shd w:val="clear" w:color="auto" w:fill="CCCCCC"/>
    </w:rPr>
  </w:style>
  <w:style w:type="character" w:customStyle="1" w:styleId="PdgtypedemarchCar">
    <w:name w:val="Pdg / type de marché Car"/>
    <w:basedOn w:val="Policepardfaut"/>
    <w:link w:val="Pdgtypedemarch"/>
    <w:rsid w:val="009C2BF7"/>
    <w:rPr>
      <w:rFonts w:ascii="Marianne" w:eastAsia="Arial Unicode MS" w:hAnsi="Marianne" w:cs="Times New Roman"/>
      <w:b/>
      <w:smallCaps/>
      <w:kern w:val="32"/>
      <w:sz w:val="32"/>
      <w:szCs w:val="24"/>
      <w:shd w:val="clear" w:color="auto" w:fill="CCCCCC"/>
      <w:lang w:eastAsia="en-US"/>
    </w:rPr>
  </w:style>
  <w:style w:type="paragraph" w:customStyle="1" w:styleId="PdgVersion">
    <w:name w:val="Pdg / Version"/>
    <w:basedOn w:val="Normal"/>
    <w:link w:val="PdgVersionCar"/>
    <w:qFormat/>
    <w:rsid w:val="009C2BF7"/>
    <w:pPr>
      <w:spacing w:before="120" w:after="600"/>
      <w:jc w:val="center"/>
    </w:pPr>
    <w:rPr>
      <w:rFonts w:ascii="Marianne" w:hAnsi="Marianne"/>
      <w:b/>
    </w:rPr>
  </w:style>
  <w:style w:type="character" w:customStyle="1" w:styleId="CadrereliefCar">
    <w:name w:val="Cadre_relief Car"/>
    <w:basedOn w:val="Policepardfaut"/>
    <w:link w:val="Cadrerelief"/>
    <w:rsid w:val="00B84D99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PdgNomdudocumentCar">
    <w:name w:val="Pdg / Nom du document Car"/>
    <w:basedOn w:val="CadrereliefCar"/>
    <w:link w:val="PdgNomdudocument"/>
    <w:rsid w:val="0094288E"/>
    <w:rPr>
      <w:rFonts w:ascii="Marianne" w:eastAsia="Arial Unicode MS" w:hAnsi="Marianne" w:cs="Times New Roman"/>
      <w:b/>
      <w:caps/>
      <w:kern w:val="32"/>
      <w:sz w:val="32"/>
      <w:szCs w:val="24"/>
      <w:shd w:val="clear" w:color="auto" w:fill="F2F2F2"/>
      <w:lang w:eastAsia="en-US"/>
    </w:rPr>
  </w:style>
  <w:style w:type="paragraph" w:customStyle="1" w:styleId="Corpsitalique">
    <w:name w:val="Corps / italique"/>
    <w:basedOn w:val="Reponse"/>
    <w:link w:val="CorpsitaliqueCar"/>
    <w:qFormat/>
    <w:rsid w:val="00326A39"/>
    <w:pPr>
      <w:snapToGrid w:val="0"/>
      <w:spacing w:before="120" w:after="120"/>
      <w:ind w:left="0" w:right="57"/>
    </w:pPr>
    <w:rPr>
      <w:rFonts w:ascii="Marianne" w:hAnsi="Marianne"/>
      <w:i/>
      <w:color w:val="222222"/>
      <w:sz w:val="20"/>
      <w:shd w:val="clear" w:color="auto" w:fill="FFFFFF"/>
    </w:rPr>
  </w:style>
  <w:style w:type="character" w:customStyle="1" w:styleId="PdgVersionCar">
    <w:name w:val="Pdg / Version Car"/>
    <w:basedOn w:val="Policepardfaut"/>
    <w:link w:val="PdgVersion"/>
    <w:rsid w:val="009C2BF7"/>
    <w:rPr>
      <w:rFonts w:ascii="Marianne" w:hAnsi="Marianne"/>
      <w:b/>
      <w:sz w:val="22"/>
      <w:szCs w:val="22"/>
      <w:lang w:eastAsia="en-US"/>
    </w:rPr>
  </w:style>
  <w:style w:type="paragraph" w:customStyle="1" w:styleId="PdgInvite">
    <w:name w:val="Pdg / Invite"/>
    <w:basedOn w:val="Normal"/>
    <w:link w:val="PdgInviteCar"/>
    <w:qFormat/>
    <w:rsid w:val="009C2BF7"/>
    <w:pPr>
      <w:snapToGrid w:val="0"/>
    </w:pPr>
    <w:rPr>
      <w:rFonts w:ascii="Marianne" w:hAnsi="Marianne"/>
      <w:b/>
      <w:bCs/>
      <w:iCs/>
      <w:color w:val="000000"/>
      <w:szCs w:val="28"/>
    </w:rPr>
  </w:style>
  <w:style w:type="character" w:customStyle="1" w:styleId="ReponseCar">
    <w:name w:val="Reponse Car"/>
    <w:basedOn w:val="Policepardfaut"/>
    <w:link w:val="Reponse"/>
    <w:rsid w:val="0065292C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CorpsitaliqueCar">
    <w:name w:val="Corps / italique Car"/>
    <w:basedOn w:val="ReponseCar"/>
    <w:link w:val="Corpsitalique"/>
    <w:rsid w:val="00326A39"/>
    <w:rPr>
      <w:rFonts w:ascii="Marianne" w:eastAsia="Arial Unicode MS" w:hAnsi="Marianne" w:cs="Times New Roman"/>
      <w:i/>
      <w:color w:val="222222"/>
      <w:kern w:val="1"/>
      <w:sz w:val="24"/>
      <w:szCs w:val="24"/>
      <w:lang w:eastAsia="en-US"/>
    </w:rPr>
  </w:style>
  <w:style w:type="character" w:customStyle="1" w:styleId="Titre3Car">
    <w:name w:val="Titre 3 Car"/>
    <w:basedOn w:val="Policepardfaut"/>
    <w:link w:val="Titre3"/>
    <w:uiPriority w:val="9"/>
    <w:semiHidden/>
    <w:rsid w:val="00265E0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PdgInviteCar">
    <w:name w:val="Pdg / Invite Car"/>
    <w:basedOn w:val="Policepardfaut"/>
    <w:link w:val="PdgInvite"/>
    <w:rsid w:val="009C2BF7"/>
    <w:rPr>
      <w:rFonts w:ascii="Marianne" w:hAnsi="Marianne"/>
      <w:b/>
      <w:bCs/>
      <w:iCs/>
      <w:color w:val="000000"/>
      <w:sz w:val="22"/>
      <w:szCs w:val="28"/>
      <w:lang w:eastAsia="en-US"/>
    </w:rPr>
  </w:style>
  <w:style w:type="paragraph" w:styleId="TM1">
    <w:name w:val="toc 1"/>
    <w:next w:val="TM2"/>
    <w:autoRedefine/>
    <w:uiPriority w:val="39"/>
    <w:unhideWhenUsed/>
    <w:rsid w:val="00243867"/>
    <w:pPr>
      <w:tabs>
        <w:tab w:val="right" w:leader="dot" w:pos="9972"/>
      </w:tabs>
      <w:spacing w:after="100"/>
      <w:ind w:left="567"/>
    </w:pPr>
    <w:rPr>
      <w:rFonts w:ascii="Marianne" w:hAnsi="Marianne"/>
      <w:caps/>
      <w:noProof/>
      <w:sz w:val="18"/>
      <w:szCs w:val="22"/>
      <w:lang w:eastAsia="en-US"/>
    </w:rPr>
  </w:style>
  <w:style w:type="paragraph" w:styleId="TM2">
    <w:name w:val="toc 2"/>
    <w:next w:val="TM3"/>
    <w:autoRedefine/>
    <w:uiPriority w:val="39"/>
    <w:unhideWhenUsed/>
    <w:rsid w:val="00A7190B"/>
    <w:pPr>
      <w:spacing w:after="100"/>
      <w:ind w:left="794"/>
    </w:pPr>
    <w:rPr>
      <w:rFonts w:ascii="Marianne" w:hAnsi="Marianne"/>
      <w:sz w:val="18"/>
      <w:szCs w:val="22"/>
      <w:lang w:eastAsia="en-US"/>
    </w:rPr>
  </w:style>
  <w:style w:type="paragraph" w:styleId="TM3">
    <w:name w:val="toc 3"/>
    <w:next w:val="Normal"/>
    <w:autoRedefine/>
    <w:uiPriority w:val="39"/>
    <w:unhideWhenUsed/>
    <w:rsid w:val="00A7190B"/>
    <w:pPr>
      <w:spacing w:after="100"/>
      <w:ind w:left="1021"/>
    </w:pPr>
    <w:rPr>
      <w:rFonts w:ascii="Marianne" w:hAnsi="Marianne"/>
      <w:sz w:val="18"/>
      <w:szCs w:val="22"/>
      <w:lang w:eastAsia="en-US"/>
    </w:rPr>
  </w:style>
  <w:style w:type="paragraph" w:customStyle="1" w:styleId="Piednormal">
    <w:name w:val="Pied / normal"/>
    <w:basedOn w:val="Normal"/>
    <w:link w:val="PiednormalCar"/>
    <w:qFormat/>
    <w:rsid w:val="009C2BF7"/>
    <w:pPr>
      <w:framePr w:w="9979" w:h="964" w:wrap="notBeside" w:vAnchor="page" w:hAnchor="page" w:x="916" w:y="15211"/>
      <w:widowControl/>
      <w:autoSpaceDE/>
      <w:autoSpaceDN/>
      <w:spacing w:line="192" w:lineRule="atLeast"/>
    </w:pPr>
    <w:rPr>
      <w:rFonts w:ascii="Marianne" w:hAnsi="Marianne" w:cs="Times New Roman"/>
      <w:sz w:val="16"/>
      <w:szCs w:val="16"/>
    </w:rPr>
  </w:style>
  <w:style w:type="paragraph" w:customStyle="1" w:styleId="Piedgras">
    <w:name w:val="Pied / gras"/>
    <w:basedOn w:val="Texte-Ml"/>
    <w:link w:val="PiedgrasCar"/>
    <w:rsid w:val="00921487"/>
    <w:pPr>
      <w:framePr w:wrap="notBeside" w:x="916" w:y="15211" w:anchorLock="0"/>
      <w:spacing w:after="0"/>
    </w:pPr>
    <w:rPr>
      <w:rFonts w:ascii="Marianne" w:hAnsi="Marianne"/>
      <w:b/>
      <w:szCs w:val="16"/>
    </w:rPr>
  </w:style>
  <w:style w:type="character" w:customStyle="1" w:styleId="Texte-Adresseligne1Car">
    <w:name w:val="Texte - Adresse ligne 1 Car"/>
    <w:basedOn w:val="CorpsdetexteCar"/>
    <w:link w:val="Texte-Adresseligne1"/>
    <w:rsid w:val="00921487"/>
    <w:rPr>
      <w:rFonts w:ascii="Marianne" w:hAnsi="Marianne" w:cs="Times New Roman"/>
      <w:sz w:val="16"/>
      <w:szCs w:val="22"/>
      <w:lang w:eastAsia="en-US"/>
    </w:rPr>
  </w:style>
  <w:style w:type="character" w:customStyle="1" w:styleId="Texte-MlCar">
    <w:name w:val="Texte - Mél. Car"/>
    <w:basedOn w:val="Texte-Adresseligne1Car"/>
    <w:link w:val="Texte-Ml"/>
    <w:rsid w:val="00921487"/>
    <w:rPr>
      <w:rFonts w:ascii="Marianne" w:hAnsi="Marianne" w:cs="Times New Roman"/>
      <w:sz w:val="16"/>
      <w:szCs w:val="22"/>
      <w:lang w:eastAsia="en-US"/>
    </w:rPr>
  </w:style>
  <w:style w:type="character" w:customStyle="1" w:styleId="PiednormalCar">
    <w:name w:val="Pied / normal Car"/>
    <w:basedOn w:val="Policepardfaut"/>
    <w:link w:val="Piednormal"/>
    <w:rsid w:val="009C2BF7"/>
    <w:rPr>
      <w:rFonts w:ascii="Marianne" w:hAnsi="Marianne" w:cs="Times New Roman"/>
      <w:sz w:val="16"/>
      <w:szCs w:val="16"/>
      <w:lang w:eastAsia="en-US"/>
    </w:rPr>
  </w:style>
  <w:style w:type="character" w:customStyle="1" w:styleId="PiedgrasCar">
    <w:name w:val="Pied / gras Car"/>
    <w:basedOn w:val="Texte-MlCar"/>
    <w:link w:val="Piedgras"/>
    <w:rsid w:val="00921487"/>
    <w:rPr>
      <w:rFonts w:ascii="Marianne" w:hAnsi="Marianne" w:cs="Times New Roman"/>
      <w:b/>
      <w:sz w:val="16"/>
      <w:szCs w:val="16"/>
      <w:lang w:eastAsia="en-US"/>
    </w:rPr>
  </w:style>
  <w:style w:type="paragraph" w:customStyle="1" w:styleId="Titren4">
    <w:name w:val="Titre n4"/>
    <w:basedOn w:val="Corpsdetexte"/>
    <w:link w:val="Titren4Car"/>
    <w:qFormat/>
    <w:rsid w:val="008314DF"/>
    <w:pPr>
      <w:numPr>
        <w:ilvl w:val="3"/>
        <w:numId w:val="10"/>
      </w:numPr>
      <w:spacing w:before="240" w:after="120"/>
    </w:pPr>
    <w:rPr>
      <w:b/>
    </w:rPr>
  </w:style>
  <w:style w:type="character" w:customStyle="1" w:styleId="Titren4Car">
    <w:name w:val="Titre n4 Car"/>
    <w:basedOn w:val="CorpsdetexteCar"/>
    <w:link w:val="Titren4"/>
    <w:rsid w:val="009C2BF7"/>
    <w:rPr>
      <w:rFonts w:ascii="Marianne" w:hAnsi="Marianne"/>
      <w:b/>
      <w:szCs w:val="22"/>
      <w:lang w:eastAsia="en-US"/>
    </w:rPr>
  </w:style>
  <w:style w:type="character" w:customStyle="1" w:styleId="En-tteRectoratCar">
    <w:name w:val="En-tête / Rectorat Car"/>
    <w:link w:val="En-tteRectorat"/>
    <w:locked/>
    <w:rsid w:val="009C2BF7"/>
    <w:rPr>
      <w:rFonts w:ascii="Marianne" w:hAnsi="Marianne"/>
      <w:b/>
      <w:bCs/>
      <w:szCs w:val="24"/>
      <w:lang w:eastAsia="en-US"/>
    </w:rPr>
  </w:style>
  <w:style w:type="paragraph" w:customStyle="1" w:styleId="En-tteRectorat">
    <w:name w:val="En-tête / Rectorat"/>
    <w:basedOn w:val="En-tte"/>
    <w:next w:val="Corpsdetexte"/>
    <w:link w:val="En-tteRectoratCar"/>
    <w:qFormat/>
    <w:rsid w:val="009C2BF7"/>
    <w:pPr>
      <w:tabs>
        <w:tab w:val="clear" w:pos="4513"/>
      </w:tabs>
      <w:spacing w:before="720"/>
      <w:jc w:val="right"/>
    </w:pPr>
    <w:rPr>
      <w:rFonts w:ascii="Marianne" w:hAnsi="Marianne"/>
      <w:b/>
      <w:bCs/>
      <w:sz w:val="20"/>
      <w:szCs w:val="24"/>
    </w:rPr>
  </w:style>
  <w:style w:type="character" w:customStyle="1" w:styleId="En-tteServiceCar">
    <w:name w:val="En-tête / Service Car"/>
    <w:basedOn w:val="En-tteRectoratCar"/>
    <w:link w:val="En-tteService"/>
    <w:locked/>
    <w:rsid w:val="009C2BF7"/>
    <w:rPr>
      <w:rFonts w:ascii="Marianne" w:hAnsi="Marianne"/>
      <w:b w:val="0"/>
      <w:bCs/>
      <w:szCs w:val="24"/>
      <w:lang w:eastAsia="en-US"/>
    </w:rPr>
  </w:style>
  <w:style w:type="paragraph" w:customStyle="1" w:styleId="En-tteService">
    <w:name w:val="En-tête / Service"/>
    <w:basedOn w:val="En-tteRectorat"/>
    <w:link w:val="En-tteServiceCar"/>
    <w:qFormat/>
    <w:rsid w:val="009C2BF7"/>
    <w:pPr>
      <w:spacing w:before="0" w:after="840"/>
    </w:pPr>
    <w:rPr>
      <w:b w:val="0"/>
    </w:rPr>
  </w:style>
  <w:style w:type="character" w:styleId="Marquedecommentaire">
    <w:name w:val="annotation reference"/>
    <w:basedOn w:val="Policepardfaut"/>
    <w:uiPriority w:val="99"/>
    <w:semiHidden/>
    <w:unhideWhenUsed/>
    <w:rsid w:val="00BF438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F438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F4381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F438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F4381"/>
    <w:rPr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F438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4381"/>
    <w:rPr>
      <w:rFonts w:ascii="Segoe UI" w:hAnsi="Segoe UI" w:cs="Segoe UI"/>
      <w:sz w:val="18"/>
      <w:szCs w:val="18"/>
      <w:lang w:eastAsia="en-US"/>
    </w:rPr>
  </w:style>
  <w:style w:type="paragraph" w:customStyle="1" w:styleId="Titren5">
    <w:name w:val="Titre n5"/>
    <w:basedOn w:val="Titren4"/>
    <w:link w:val="Titren5Car"/>
    <w:qFormat/>
    <w:rsid w:val="0095212F"/>
    <w:pPr>
      <w:numPr>
        <w:ilvl w:val="4"/>
      </w:numPr>
    </w:pPr>
    <w:rPr>
      <w:u w:val="single"/>
    </w:rPr>
  </w:style>
  <w:style w:type="character" w:customStyle="1" w:styleId="Titren5Car">
    <w:name w:val="Titre n5 Car"/>
    <w:basedOn w:val="Titren4Car"/>
    <w:link w:val="Titren5"/>
    <w:rsid w:val="009C2BF7"/>
    <w:rPr>
      <w:rFonts w:ascii="Marianne" w:hAnsi="Marianne"/>
      <w:b/>
      <w:szCs w:val="22"/>
      <w:u w:val="single"/>
      <w:lang w:eastAsia="en-US"/>
    </w:rPr>
  </w:style>
  <w:style w:type="paragraph" w:customStyle="1" w:styleId="Tableaucentr">
    <w:name w:val="Tableau / centré"/>
    <w:basedOn w:val="Corpsdetexte"/>
    <w:link w:val="TableaucentrCar"/>
    <w:rsid w:val="00EB66F8"/>
    <w:pPr>
      <w:spacing w:after="0"/>
      <w:jc w:val="center"/>
    </w:pPr>
    <w:rPr>
      <w:sz w:val="18"/>
      <w:szCs w:val="18"/>
    </w:rPr>
  </w:style>
  <w:style w:type="character" w:customStyle="1" w:styleId="TableaucentrCar">
    <w:name w:val="Tableau / centré Car"/>
    <w:basedOn w:val="CorpsdetexteCar"/>
    <w:link w:val="Tableaucentr"/>
    <w:rsid w:val="00EB66F8"/>
    <w:rPr>
      <w:rFonts w:ascii="Marianne" w:hAnsi="Marianne"/>
      <w:sz w:val="18"/>
      <w:szCs w:val="18"/>
      <w:lang w:eastAsia="en-US"/>
    </w:rPr>
  </w:style>
  <w:style w:type="character" w:customStyle="1" w:styleId="PdgRefmarchCar">
    <w:name w:val="Pdg / Ref marché Car"/>
    <w:basedOn w:val="Policepardfaut"/>
    <w:link w:val="PdgRefmarch"/>
    <w:locked/>
    <w:rsid w:val="005122E4"/>
    <w:rPr>
      <w:rFonts w:ascii="Marianne" w:hAnsi="Marianne"/>
      <w:b/>
      <w:caps/>
      <w:sz w:val="18"/>
      <w:szCs w:val="22"/>
      <w:lang w:eastAsia="en-US"/>
    </w:rPr>
  </w:style>
  <w:style w:type="paragraph" w:customStyle="1" w:styleId="PdgRefmarch">
    <w:name w:val="Pdg / Ref marché"/>
    <w:basedOn w:val="Corpsdetexte"/>
    <w:link w:val="PdgRefmarchCar"/>
    <w:rsid w:val="005122E4"/>
    <w:pPr>
      <w:spacing w:after="0"/>
      <w:jc w:val="center"/>
    </w:pPr>
    <w:rPr>
      <w:b/>
      <w:caps/>
      <w:sz w:val="18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46144A"/>
    <w:rPr>
      <w:color w:val="605E5C"/>
      <w:shd w:val="clear" w:color="auto" w:fill="E1DFDD"/>
    </w:rPr>
  </w:style>
  <w:style w:type="paragraph" w:customStyle="1" w:styleId="CorpsListecocher">
    <w:name w:val="Corps / Liste à cocher"/>
    <w:basedOn w:val="CorpsListe"/>
    <w:link w:val="CorpsListecocherCar"/>
    <w:qFormat/>
    <w:rsid w:val="009C2BF7"/>
    <w:pPr>
      <w:numPr>
        <w:numId w:val="7"/>
      </w:numPr>
    </w:pPr>
  </w:style>
  <w:style w:type="character" w:customStyle="1" w:styleId="CorpsListecocherCar">
    <w:name w:val="Corps / Liste à cocher Car"/>
    <w:basedOn w:val="CorpsListeCar"/>
    <w:link w:val="CorpsListecocher"/>
    <w:rsid w:val="009C2BF7"/>
    <w:rPr>
      <w:rFonts w:ascii="Marianne" w:hAnsi="Marianne"/>
      <w:szCs w:val="22"/>
      <w:lang w:eastAsia="en-US"/>
    </w:rPr>
  </w:style>
  <w:style w:type="paragraph" w:customStyle="1" w:styleId="PdgObjetdumarch0">
    <w:name w:val="Pdg / Objet du marché"/>
    <w:next w:val="Corpsdetexte"/>
    <w:link w:val="PdgObjetdumarchCar0"/>
    <w:qFormat/>
    <w:rsid w:val="009C2BF7"/>
    <w:pPr>
      <w:spacing w:before="12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PdgObjetdumarchCar0">
    <w:name w:val="Pdg / Objet du marché Car"/>
    <w:link w:val="PdgObjetdumarch0"/>
    <w:rsid w:val="009C2BF7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CourrierDate">
    <w:name w:val="Courrier / Date"/>
    <w:basedOn w:val="Corpsdetexte"/>
    <w:next w:val="Corpsdetexte"/>
    <w:link w:val="CourrierDateCar"/>
    <w:qFormat/>
    <w:rsid w:val="009C2BF7"/>
    <w:pPr>
      <w:spacing w:before="139" w:after="0"/>
      <w:jc w:val="right"/>
    </w:pPr>
    <w:rPr>
      <w:rFonts w:eastAsia="Marianne"/>
      <w:color w:val="231F20"/>
      <w:sz w:val="18"/>
    </w:rPr>
  </w:style>
  <w:style w:type="character" w:customStyle="1" w:styleId="CourrierDateCar">
    <w:name w:val="Courrier / Date Car"/>
    <w:basedOn w:val="Policepardfaut"/>
    <w:link w:val="CourrierDate"/>
    <w:rsid w:val="009C2BF7"/>
    <w:rPr>
      <w:rFonts w:ascii="Marianne" w:eastAsia="Marianne" w:hAnsi="Marianne"/>
      <w:color w:val="231F20"/>
      <w:sz w:val="18"/>
      <w:szCs w:val="22"/>
      <w:lang w:eastAsia="en-US"/>
    </w:rPr>
  </w:style>
  <w:style w:type="paragraph" w:customStyle="1" w:styleId="CourrierCoordonnes">
    <w:name w:val="Courrier / Coordonnées"/>
    <w:basedOn w:val="Corpsdetexte"/>
    <w:qFormat/>
    <w:rsid w:val="009C2BF7"/>
    <w:pPr>
      <w:framePr w:w="9979" w:h="964" w:wrap="notBeside" w:vAnchor="page" w:hAnchor="page" w:xAlign="center" w:yAlign="bottom" w:anchorLock="1"/>
      <w:widowControl/>
      <w:autoSpaceDE/>
      <w:autoSpaceDN/>
      <w:spacing w:after="0" w:line="192" w:lineRule="atLeast"/>
      <w:jc w:val="left"/>
    </w:pPr>
    <w:rPr>
      <w:rFonts w:eastAsia="Marianne" w:cs="Times New Roman"/>
      <w:sz w:val="16"/>
      <w:szCs w:val="20"/>
    </w:rPr>
  </w:style>
  <w:style w:type="paragraph" w:customStyle="1" w:styleId="SignatureDroite">
    <w:name w:val="Signature / Droite"/>
    <w:basedOn w:val="Corpsdetexte"/>
    <w:link w:val="SignatureDroiteCar"/>
    <w:qFormat/>
    <w:rsid w:val="009C2BF7"/>
    <w:pPr>
      <w:spacing w:before="480" w:after="480"/>
      <w:ind w:left="4536" w:right="-2"/>
      <w:jc w:val="center"/>
    </w:pPr>
  </w:style>
  <w:style w:type="character" w:customStyle="1" w:styleId="SignatureDroiteCar">
    <w:name w:val="Signature / Droite Car"/>
    <w:basedOn w:val="CorpsdetexteCar"/>
    <w:link w:val="SignatureDroite"/>
    <w:rsid w:val="009C2BF7"/>
    <w:rPr>
      <w:rFonts w:ascii="Marianne" w:hAnsi="Marianne"/>
      <w:szCs w:val="22"/>
      <w:lang w:eastAsia="en-US"/>
    </w:rPr>
  </w:style>
  <w:style w:type="paragraph" w:customStyle="1" w:styleId="PiedGras0">
    <w:name w:val="Pied / Gras"/>
    <w:basedOn w:val="Normal"/>
    <w:link w:val="PiedGrasCar0"/>
    <w:qFormat/>
    <w:rsid w:val="009C2BF7"/>
    <w:pPr>
      <w:framePr w:w="9979" w:h="964" w:wrap="notBeside" w:vAnchor="page" w:hAnchor="page" w:x="916" w:y="15211"/>
      <w:widowControl/>
      <w:autoSpaceDE/>
      <w:autoSpaceDN/>
      <w:spacing w:line="192" w:lineRule="atLeast"/>
      <w:jc w:val="both"/>
    </w:pPr>
    <w:rPr>
      <w:rFonts w:ascii="Marianne" w:hAnsi="Marianne"/>
      <w:b/>
      <w:sz w:val="16"/>
      <w:szCs w:val="16"/>
    </w:rPr>
  </w:style>
  <w:style w:type="character" w:customStyle="1" w:styleId="PiedGrasCar0">
    <w:name w:val="Pied / Gras Car"/>
    <w:basedOn w:val="Policepardfaut"/>
    <w:link w:val="PiedGras0"/>
    <w:locked/>
    <w:rsid w:val="009C2BF7"/>
    <w:rPr>
      <w:rFonts w:ascii="Marianne" w:hAnsi="Marianne"/>
      <w:b/>
      <w:sz w:val="16"/>
      <w:szCs w:val="16"/>
      <w:lang w:eastAsia="en-US"/>
    </w:rPr>
  </w:style>
  <w:style w:type="paragraph" w:customStyle="1" w:styleId="Titren1surlign">
    <w:name w:val="Titre n1 / surligné"/>
    <w:basedOn w:val="Titre1"/>
    <w:next w:val="Corpsdetexte"/>
    <w:link w:val="Titren1surlignCar"/>
    <w:qFormat/>
    <w:rsid w:val="008314DF"/>
    <w:pPr>
      <w:widowControl/>
      <w:numPr>
        <w:numId w:val="10"/>
      </w:numPr>
      <w:shd w:val="clear" w:color="auto" w:fill="BFBFBF" w:themeFill="background1" w:themeFillShade="BF"/>
      <w:autoSpaceDE/>
      <w:autoSpaceDN/>
      <w:spacing w:before="480" w:after="120"/>
      <w:jc w:val="left"/>
    </w:pPr>
    <w:rPr>
      <w:rFonts w:ascii="Marianne" w:hAnsi="Marianne"/>
      <w:bCs w:val="0"/>
      <w:smallCaps/>
      <w:sz w:val="28"/>
    </w:rPr>
  </w:style>
  <w:style w:type="character" w:customStyle="1" w:styleId="Titren1surlignCar">
    <w:name w:val="Titre n1 / surligné Car"/>
    <w:link w:val="Titren1surlign"/>
    <w:rsid w:val="009C2BF7"/>
    <w:rPr>
      <w:rFonts w:ascii="Marianne" w:hAnsi="Marianne"/>
      <w:b/>
      <w:smallCaps/>
      <w:sz w:val="28"/>
      <w:szCs w:val="24"/>
      <w:shd w:val="clear" w:color="auto" w:fill="BFBFBF" w:themeFill="background1" w:themeFillShade="BF"/>
      <w:lang w:eastAsia="en-US"/>
    </w:rPr>
  </w:style>
  <w:style w:type="paragraph" w:customStyle="1" w:styleId="PdgInfos0">
    <w:name w:val="Pdg / Infos"/>
    <w:basedOn w:val="PdgOpration"/>
    <w:link w:val="PdgInfosCar0"/>
    <w:qFormat/>
    <w:rsid w:val="009C2BF7"/>
    <w:pPr>
      <w:spacing w:after="360"/>
      <w:ind w:left="590"/>
    </w:pPr>
    <w:rPr>
      <w:b w:val="0"/>
      <w:sz w:val="22"/>
    </w:rPr>
  </w:style>
  <w:style w:type="character" w:customStyle="1" w:styleId="PdgInfosCar0">
    <w:name w:val="Pdg / Infos Car"/>
    <w:link w:val="PdgInfos0"/>
    <w:rsid w:val="009C2BF7"/>
    <w:rPr>
      <w:rFonts w:ascii="Marianne" w:hAnsi="Marianne"/>
      <w:bCs/>
      <w:sz w:val="22"/>
      <w:szCs w:val="16"/>
      <w:lang w:eastAsia="en-US"/>
    </w:rPr>
  </w:style>
  <w:style w:type="paragraph" w:customStyle="1" w:styleId="PdgTitreencadr">
    <w:name w:val="Pdg / Titre encadré"/>
    <w:basedOn w:val="Normal"/>
    <w:link w:val="PdgTitreencadrCar"/>
    <w:qFormat/>
    <w:rsid w:val="009C2BF7"/>
    <w:pPr>
      <w:pBdr>
        <w:top w:val="single" w:sz="4" w:space="14" w:color="000000" w:shadow="1"/>
        <w:left w:val="single" w:sz="4" w:space="14" w:color="000000" w:shadow="1"/>
        <w:bottom w:val="single" w:sz="4" w:space="14" w:color="000000" w:shadow="1"/>
        <w:right w:val="single" w:sz="4" w:space="14" w:color="000000" w:shadow="1"/>
      </w:pBdr>
      <w:shd w:val="clear" w:color="auto" w:fill="F2F2F2"/>
      <w:suppressAutoHyphens/>
      <w:autoSpaceDE/>
      <w:autoSpaceDN/>
      <w:ind w:left="284" w:right="283"/>
      <w:jc w:val="center"/>
    </w:pPr>
    <w:rPr>
      <w:rFonts w:ascii="Marianne" w:eastAsia="Arial Unicode MS" w:hAnsi="Marianne" w:cs="Times New Roman"/>
      <w:b/>
      <w:caps/>
      <w:kern w:val="32"/>
      <w:sz w:val="32"/>
      <w:szCs w:val="24"/>
    </w:rPr>
  </w:style>
  <w:style w:type="character" w:customStyle="1" w:styleId="PdgTitreencadrCar">
    <w:name w:val="Pdg / Titre encadré Car"/>
    <w:basedOn w:val="Policepardfaut"/>
    <w:link w:val="PdgTitreencadr"/>
    <w:rsid w:val="009C2BF7"/>
    <w:rPr>
      <w:rFonts w:ascii="Marianne" w:eastAsia="Arial Unicode MS" w:hAnsi="Marianne" w:cs="Times New Roman"/>
      <w:b/>
      <w:caps/>
      <w:kern w:val="32"/>
      <w:sz w:val="32"/>
      <w:szCs w:val="24"/>
      <w:shd w:val="clear" w:color="auto" w:fill="F2F2F2"/>
      <w:lang w:eastAsia="en-US"/>
    </w:rPr>
  </w:style>
  <w:style w:type="paragraph" w:customStyle="1" w:styleId="CorpsItalique0">
    <w:name w:val="Corps / Italique"/>
    <w:basedOn w:val="Normal"/>
    <w:link w:val="CorpsItaliqueCar0"/>
    <w:qFormat/>
    <w:rsid w:val="009C2BF7"/>
    <w:pPr>
      <w:suppressAutoHyphens/>
      <w:autoSpaceDE/>
      <w:autoSpaceDN/>
      <w:snapToGrid w:val="0"/>
      <w:spacing w:before="120" w:after="120"/>
      <w:ind w:right="57"/>
      <w:jc w:val="both"/>
    </w:pPr>
    <w:rPr>
      <w:rFonts w:ascii="Marianne" w:eastAsia="Arial Unicode MS" w:hAnsi="Marianne" w:cs="Times New Roman"/>
      <w:i/>
      <w:color w:val="222222"/>
      <w:kern w:val="1"/>
      <w:sz w:val="20"/>
      <w:szCs w:val="24"/>
      <w:shd w:val="clear" w:color="auto" w:fill="FFFFFF"/>
    </w:rPr>
  </w:style>
  <w:style w:type="character" w:customStyle="1" w:styleId="CorpsItaliqueCar0">
    <w:name w:val="Corps / Italique Car"/>
    <w:basedOn w:val="Policepardfaut"/>
    <w:link w:val="CorpsItalique0"/>
    <w:rsid w:val="009C2BF7"/>
    <w:rPr>
      <w:rFonts w:ascii="Marianne" w:eastAsia="Arial Unicode MS" w:hAnsi="Marianne" w:cs="Times New Roman"/>
      <w:i/>
      <w:color w:val="222222"/>
      <w:kern w:val="1"/>
      <w:szCs w:val="24"/>
      <w:lang w:eastAsia="en-US"/>
    </w:rPr>
  </w:style>
  <w:style w:type="paragraph" w:customStyle="1" w:styleId="TableauCentr0">
    <w:name w:val="Tableau / Centré"/>
    <w:basedOn w:val="Corpsdetexte"/>
    <w:link w:val="TableauCentrCar0"/>
    <w:qFormat/>
    <w:rsid w:val="009C2BF7"/>
    <w:pPr>
      <w:spacing w:before="60" w:after="60"/>
      <w:jc w:val="center"/>
    </w:pPr>
    <w:rPr>
      <w:szCs w:val="18"/>
    </w:rPr>
  </w:style>
  <w:style w:type="character" w:customStyle="1" w:styleId="TableauCentrCar0">
    <w:name w:val="Tableau / Centré Car"/>
    <w:basedOn w:val="CorpsdetexteCar"/>
    <w:link w:val="TableauCentr0"/>
    <w:rsid w:val="009C2BF7"/>
    <w:rPr>
      <w:rFonts w:ascii="Marianne" w:hAnsi="Marianne"/>
      <w:szCs w:val="18"/>
      <w:lang w:eastAsia="en-US"/>
    </w:rPr>
  </w:style>
  <w:style w:type="paragraph" w:customStyle="1" w:styleId="PdgRfrencedumarch">
    <w:name w:val="Pdg / Référence du marché"/>
    <w:basedOn w:val="Corpsdetexte"/>
    <w:link w:val="PdgRfrencedumarchCar"/>
    <w:qFormat/>
    <w:rsid w:val="009C2BF7"/>
    <w:pPr>
      <w:spacing w:after="0"/>
      <w:jc w:val="center"/>
    </w:pPr>
    <w:rPr>
      <w:b/>
      <w:caps/>
      <w:sz w:val="18"/>
    </w:rPr>
  </w:style>
  <w:style w:type="character" w:customStyle="1" w:styleId="PdgRfrencedumarchCar">
    <w:name w:val="Pdg / Référence du marché Car"/>
    <w:basedOn w:val="Policepardfaut"/>
    <w:link w:val="PdgRfrencedumarch"/>
    <w:locked/>
    <w:rsid w:val="009C2BF7"/>
    <w:rPr>
      <w:rFonts w:ascii="Marianne" w:hAnsi="Marianne"/>
      <w:b/>
      <w:caps/>
      <w:sz w:val="18"/>
      <w:szCs w:val="22"/>
      <w:lang w:eastAsia="en-US"/>
    </w:rPr>
  </w:style>
  <w:style w:type="paragraph" w:customStyle="1" w:styleId="TableauDroite">
    <w:name w:val="Tableau / Droite"/>
    <w:basedOn w:val="Corpsdetexte"/>
    <w:link w:val="TableauDroiteCar"/>
    <w:qFormat/>
    <w:rsid w:val="009C2BF7"/>
    <w:pPr>
      <w:spacing w:before="60" w:after="60"/>
      <w:jc w:val="left"/>
    </w:pPr>
  </w:style>
  <w:style w:type="character" w:customStyle="1" w:styleId="TableauDroiteCar">
    <w:name w:val="Tableau / Droite Car"/>
    <w:basedOn w:val="CorpsdetexteCar"/>
    <w:link w:val="TableauDroite"/>
    <w:rsid w:val="009C2BF7"/>
    <w:rPr>
      <w:rFonts w:ascii="Marianne" w:hAnsi="Marianne"/>
      <w:szCs w:val="22"/>
      <w:lang w:eastAsia="en-US"/>
    </w:rPr>
  </w:style>
  <w:style w:type="paragraph" w:customStyle="1" w:styleId="PdGTitre">
    <w:name w:val="PdG / Titre"/>
    <w:next w:val="Corpsdetexte"/>
    <w:link w:val="PdGTitreCar"/>
    <w:qFormat/>
    <w:rsid w:val="009C2BF7"/>
    <w:pPr>
      <w:spacing w:before="36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PdGTitreCar">
    <w:name w:val="PdG / Titre Car"/>
    <w:link w:val="PdGTitre"/>
    <w:rsid w:val="009C2BF7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CorpsListelettres">
    <w:name w:val="Corps / Liste à lettres"/>
    <w:basedOn w:val="CorpsListe"/>
    <w:link w:val="CorpsListelettresCar"/>
    <w:qFormat/>
    <w:rsid w:val="009C2BF7"/>
    <w:pPr>
      <w:numPr>
        <w:numId w:val="8"/>
      </w:numPr>
    </w:pPr>
  </w:style>
  <w:style w:type="character" w:customStyle="1" w:styleId="CorpsListelettresCar">
    <w:name w:val="Corps / Liste à lettres Car"/>
    <w:basedOn w:val="CorpsListeCar"/>
    <w:link w:val="CorpsListelettres"/>
    <w:rsid w:val="009C2BF7"/>
    <w:rPr>
      <w:rFonts w:ascii="Marianne" w:hAnsi="Marianne"/>
      <w:szCs w:val="22"/>
      <w:lang w:eastAsia="en-US"/>
    </w:rPr>
  </w:style>
  <w:style w:type="paragraph" w:customStyle="1" w:styleId="CorpsGras">
    <w:name w:val="Corps / Gras"/>
    <w:basedOn w:val="Corpsdetexte"/>
    <w:link w:val="CorpsGrasCar"/>
    <w:qFormat/>
    <w:rsid w:val="009C2BF7"/>
    <w:rPr>
      <w:b/>
    </w:rPr>
  </w:style>
  <w:style w:type="character" w:customStyle="1" w:styleId="CorpsGrasCar">
    <w:name w:val="Corps / Gras Car"/>
    <w:basedOn w:val="CorpsdetexteCar"/>
    <w:link w:val="CorpsGras"/>
    <w:rsid w:val="009C2BF7"/>
    <w:rPr>
      <w:rFonts w:ascii="Marianne" w:hAnsi="Marianne"/>
      <w:b/>
      <w:szCs w:val="22"/>
      <w:lang w:eastAsia="en-US"/>
    </w:rPr>
  </w:style>
  <w:style w:type="paragraph" w:customStyle="1" w:styleId="Tableaudroite0">
    <w:name w:val="Tableau / droite"/>
    <w:basedOn w:val="TableauDroite"/>
    <w:link w:val="TableaudroiteCar0"/>
    <w:qFormat/>
    <w:rsid w:val="009C2BF7"/>
    <w:pPr>
      <w:jc w:val="right"/>
    </w:pPr>
  </w:style>
  <w:style w:type="character" w:customStyle="1" w:styleId="TableaudroiteCar0">
    <w:name w:val="Tableau / droite Car"/>
    <w:basedOn w:val="TableauDroiteCar"/>
    <w:link w:val="Tableaudroite0"/>
    <w:rsid w:val="009C2BF7"/>
    <w:rPr>
      <w:rFonts w:ascii="Marianne" w:hAnsi="Marianne"/>
      <w:szCs w:val="22"/>
      <w:lang w:eastAsia="en-US"/>
    </w:rPr>
  </w:style>
  <w:style w:type="paragraph" w:customStyle="1" w:styleId="CourrierObjet-PJ">
    <w:name w:val="Courrier / Objet - PJ"/>
    <w:basedOn w:val="Corpsdetexte"/>
    <w:next w:val="Corpsdetexte"/>
    <w:link w:val="CourrierObjet-PJCar"/>
    <w:qFormat/>
    <w:rsid w:val="009C2BF7"/>
    <w:pPr>
      <w:spacing w:before="480"/>
    </w:pPr>
    <w:rPr>
      <w:b/>
      <w:sz w:val="22"/>
    </w:rPr>
  </w:style>
  <w:style w:type="character" w:customStyle="1" w:styleId="CourrierObjet-PJCar">
    <w:name w:val="Courrier / Objet - PJ Car"/>
    <w:basedOn w:val="Policepardfaut"/>
    <w:link w:val="CourrierObjet-PJ"/>
    <w:rsid w:val="009C2BF7"/>
    <w:rPr>
      <w:rFonts w:ascii="Marianne" w:hAnsi="Marianne"/>
      <w:b/>
      <w:sz w:val="22"/>
      <w:szCs w:val="22"/>
      <w:lang w:eastAsia="en-US"/>
    </w:rPr>
  </w:style>
  <w:style w:type="paragraph" w:customStyle="1" w:styleId="SignatureGauche">
    <w:name w:val="Signature / Gauche"/>
    <w:basedOn w:val="SignatureDroite"/>
    <w:link w:val="SignatureGaucheCar"/>
    <w:qFormat/>
    <w:rsid w:val="009C2BF7"/>
    <w:pPr>
      <w:ind w:left="0" w:right="5101"/>
    </w:pPr>
  </w:style>
  <w:style w:type="character" w:customStyle="1" w:styleId="SignatureGaucheCar">
    <w:name w:val="Signature / Gauche Car"/>
    <w:basedOn w:val="SignatureDroiteCar"/>
    <w:link w:val="SignatureGauche"/>
    <w:rsid w:val="009C2BF7"/>
    <w:rPr>
      <w:rFonts w:ascii="Marianne" w:hAnsi="Marianne"/>
      <w:szCs w:val="22"/>
      <w:lang w:eastAsia="en-US"/>
    </w:rPr>
  </w:style>
  <w:style w:type="character" w:customStyle="1" w:styleId="Titre4Car">
    <w:name w:val="Titre 4 Car"/>
    <w:basedOn w:val="Policepardfaut"/>
    <w:link w:val="Titre4"/>
    <w:uiPriority w:val="9"/>
    <w:semiHidden/>
    <w:rsid w:val="009C2BF7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9C2BF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styleId="Lgende">
    <w:name w:val="caption"/>
    <w:basedOn w:val="Normal"/>
    <w:uiPriority w:val="35"/>
    <w:semiHidden/>
    <w:unhideWhenUsed/>
    <w:qFormat/>
    <w:rsid w:val="009C2BF7"/>
    <w:pPr>
      <w:spacing w:after="200"/>
    </w:pPr>
    <w:rPr>
      <w:i/>
      <w:iCs/>
      <w:color w:val="7F7F7F" w:themeColor="text1" w:themeTint="80"/>
      <w:sz w:val="18"/>
      <w:szCs w:val="18"/>
    </w:rPr>
  </w:style>
  <w:style w:type="numbering" w:customStyle="1" w:styleId="Liste-titres-contrat">
    <w:name w:val="Liste-titres-contrat"/>
    <w:uiPriority w:val="99"/>
    <w:rsid w:val="008314DF"/>
    <w:pPr>
      <w:numPr>
        <w:numId w:val="3"/>
      </w:numPr>
    </w:pPr>
  </w:style>
  <w:style w:type="numbering" w:customStyle="1" w:styleId="Liste-titres-standard">
    <w:name w:val="Liste-titres-standard"/>
    <w:uiPriority w:val="99"/>
    <w:rsid w:val="00821F1C"/>
    <w:pPr>
      <w:numPr>
        <w:numId w:val="4"/>
      </w:numPr>
    </w:pPr>
  </w:style>
  <w:style w:type="numbering" w:customStyle="1" w:styleId="Liste-a-puces">
    <w:name w:val="Liste-a-puces"/>
    <w:uiPriority w:val="99"/>
    <w:rsid w:val="009D5A8D"/>
    <w:pPr>
      <w:numPr>
        <w:numId w:val="5"/>
      </w:numPr>
    </w:pPr>
  </w:style>
  <w:style w:type="numbering" w:customStyle="1" w:styleId="Liste-a-cocher">
    <w:name w:val="Liste-a-cocher"/>
    <w:uiPriority w:val="99"/>
    <w:rsid w:val="00D60FCE"/>
    <w:pPr>
      <w:numPr>
        <w:numId w:val="6"/>
      </w:numPr>
    </w:pPr>
  </w:style>
  <w:style w:type="numbering" w:customStyle="1" w:styleId="Style1">
    <w:name w:val="Style1"/>
    <w:uiPriority w:val="99"/>
    <w:rsid w:val="000738E7"/>
    <w:pPr>
      <w:numPr>
        <w:numId w:val="8"/>
      </w:numPr>
    </w:pPr>
  </w:style>
  <w:style w:type="paragraph" w:customStyle="1" w:styleId="Paragraphe">
    <w:name w:val="Paragraphe"/>
    <w:basedOn w:val="Normal"/>
    <w:rsid w:val="00526B93"/>
    <w:pPr>
      <w:suppressAutoHyphens/>
      <w:autoSpaceDE/>
      <w:autoSpaceDN/>
      <w:spacing w:before="120"/>
      <w:jc w:val="both"/>
    </w:pPr>
    <w:rPr>
      <w:rFonts w:ascii="Times New Roman" w:eastAsia="Arial Unicode MS" w:hAnsi="Times New Roman" w:cs="Tahoma"/>
      <w:kern w:val="2"/>
      <w:sz w:val="24"/>
      <w:szCs w:val="24"/>
    </w:rPr>
  </w:style>
  <w:style w:type="paragraph" w:styleId="Notedebasdepage">
    <w:name w:val="footnote text"/>
    <w:basedOn w:val="Normal"/>
    <w:link w:val="NotedebasdepageCar"/>
    <w:rsid w:val="00526B93"/>
    <w:pPr>
      <w:suppressAutoHyphens/>
      <w:autoSpaceDE/>
      <w:autoSpaceDN/>
      <w:jc w:val="both"/>
    </w:pPr>
    <w:rPr>
      <w:rFonts w:ascii="Times New Roman" w:eastAsia="Times New Roman" w:hAnsi="Times New Roman" w:cs="Times New Roman"/>
      <w:color w:val="000000"/>
      <w:sz w:val="18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526B93"/>
    <w:rPr>
      <w:rFonts w:ascii="Times New Roman" w:eastAsia="Times New Roman" w:hAnsi="Times New Roman" w:cs="Times New Roman"/>
      <w:color w:val="000000"/>
      <w:sz w:val="18"/>
      <w:lang w:eastAsia="en-US"/>
    </w:rPr>
  </w:style>
  <w:style w:type="character" w:styleId="Appelnotedebasdep">
    <w:name w:val="footnote reference"/>
    <w:basedOn w:val="Policepardfaut"/>
    <w:uiPriority w:val="99"/>
    <w:semiHidden/>
    <w:unhideWhenUsed/>
    <w:rsid w:val="00526B93"/>
    <w:rPr>
      <w:vertAlign w:val="superscript"/>
    </w:rPr>
  </w:style>
  <w:style w:type="paragraph" w:styleId="TM4">
    <w:name w:val="toc 4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eastAsia="fr-FR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526B93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526B93"/>
    <w:rPr>
      <w:color w:val="808080"/>
    </w:rPr>
  </w:style>
  <w:style w:type="paragraph" w:customStyle="1" w:styleId="Titredudocument">
    <w:name w:val="Titre du document"/>
    <w:next w:val="Corpsdetexte"/>
    <w:link w:val="TitredudocumentCar"/>
    <w:rsid w:val="008C16ED"/>
    <w:pPr>
      <w:spacing w:before="360" w:after="240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TitredudocumentCar">
    <w:name w:val="Titre du document Car"/>
    <w:link w:val="Titredudocument"/>
    <w:rsid w:val="008C16ED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PdgListe">
    <w:name w:val="Pdg / Liste"/>
    <w:basedOn w:val="Corpsdetexte"/>
    <w:link w:val="PdgListeCar"/>
    <w:rsid w:val="008C16ED"/>
    <w:pPr>
      <w:spacing w:after="120"/>
      <w:jc w:val="left"/>
    </w:pPr>
  </w:style>
  <w:style w:type="character" w:customStyle="1" w:styleId="PdgListeCar">
    <w:name w:val="Pdg / Liste Car"/>
    <w:basedOn w:val="CorpsdetexteCar"/>
    <w:link w:val="PdgListe"/>
    <w:rsid w:val="008C16ED"/>
    <w:rPr>
      <w:rFonts w:ascii="Marianne" w:hAnsi="Marianne"/>
      <w:szCs w:val="22"/>
      <w:lang w:eastAsia="en-US"/>
    </w:rPr>
  </w:style>
  <w:style w:type="numbering" w:customStyle="1" w:styleId="SCUSContrat">
    <w:name w:val="SCUS_Contrat"/>
    <w:uiPriority w:val="99"/>
    <w:rsid w:val="008C16ED"/>
    <w:pPr>
      <w:numPr>
        <w:numId w:val="12"/>
      </w:numPr>
    </w:pPr>
  </w:style>
  <w:style w:type="paragraph" w:customStyle="1" w:styleId="msonormal0">
    <w:name w:val="msonormal"/>
    <w:basedOn w:val="Normal"/>
    <w:rsid w:val="00995AF1"/>
    <w:pPr>
      <w:widowControl/>
      <w:autoSpaceDE/>
      <w:autoSpaceDN/>
      <w:spacing w:before="100" w:beforeAutospacing="1" w:after="119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western">
    <w:name w:val="western"/>
    <w:basedOn w:val="Normal"/>
    <w:rsid w:val="00995AF1"/>
    <w:pPr>
      <w:widowControl/>
      <w:autoSpaceDE/>
      <w:autoSpaceDN/>
      <w:spacing w:before="100" w:beforeAutospacing="1" w:after="119"/>
      <w:jc w:val="both"/>
    </w:pPr>
    <w:rPr>
      <w:rFonts w:ascii="Marianne" w:eastAsia="Times New Roman" w:hAnsi="Marianne" w:cs="Times New Roman"/>
      <w:sz w:val="20"/>
      <w:szCs w:val="20"/>
      <w:lang w:eastAsia="fr-FR"/>
    </w:rPr>
  </w:style>
  <w:style w:type="paragraph" w:customStyle="1" w:styleId="Corpsitaliquecentr">
    <w:name w:val="Corps / italique centré"/>
    <w:basedOn w:val="Corpsdetexte"/>
    <w:link w:val="CorpsitaliquecentrCar"/>
    <w:rsid w:val="00995AF1"/>
    <w:pPr>
      <w:jc w:val="center"/>
    </w:pPr>
    <w:rPr>
      <w:i/>
    </w:rPr>
  </w:style>
  <w:style w:type="character" w:customStyle="1" w:styleId="CorpsitaliquecentrCar">
    <w:name w:val="Corps / italique centré Car"/>
    <w:basedOn w:val="CorpsdetexteCar"/>
    <w:link w:val="Corpsitaliquecentr"/>
    <w:rsid w:val="00995AF1"/>
    <w:rPr>
      <w:rFonts w:ascii="Marianne" w:hAnsi="Marianne"/>
      <w:i/>
      <w:szCs w:val="22"/>
      <w:lang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995A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scus\rc_scus\MODELES\Courants\AC-NANTES_SCUS_00-000_Piece-March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3AB55E0CC5DA459F57F5A42893F46A005A087D358B12CA4E82A8A8BA9B8A8CF200D3544DBFAD4F664AA25DF68E6D1F0A9E00689F2856DFEDCE40890FDCED81A7DFC9005D57C802836FCB44B44B7372FB2B7972" ma:contentTypeVersion="2" ma:contentTypeDescription="Crée un document." ma:contentTypeScope="" ma:versionID="5a60f89c127121cb1fddd53ae7c254b1">
  <xsd:schema xmlns:xsd="http://www.w3.org/2001/XMLSchema" xmlns:xs="http://www.w3.org/2001/XMLSchema" xmlns:p="http://schemas.microsoft.com/office/2006/metadata/properties" xmlns:ns2="2c7ddd52-0a06-43b1-a35c-dcb15ea2e3f4" targetNamespace="http://schemas.microsoft.com/office/2006/metadata/properties" ma:root="true" ma:fieldsID="d5f738a9b3eb3c0a5db9868b5f12e787" ns2:_="">
    <xsd:import namespace="2c7ddd52-0a06-43b1-a35c-dcb15ea2e3f4"/>
    <xsd:element name="properties">
      <xsd:complexType>
        <xsd:sequence>
          <xsd:element name="documentManagement">
            <xsd:complexType>
              <xsd:all>
                <xsd:element ref="ns2:Description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ddd52-0a06-43b1-a35c-dcb15ea2e3f4" elementFormDefault="qualified">
    <xsd:import namespace="http://schemas.microsoft.com/office/2006/documentManagement/types"/>
    <xsd:import namespace="http://schemas.microsoft.com/office/infopath/2007/PartnerControls"/>
    <xsd:element name="Description0" ma:index="8" nillable="true" ma:displayName="Description" ma:description="Description du document" ma:internalName="Description0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 ma:readOnly="true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7D5461-11D2-4674-9E26-0DF889CCE7C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9C6A48-EB5E-4C7A-9D42-3B2A07DC8E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5BB6B5-45D4-42AD-A726-27B62365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7ddd52-0a06-43b1-a35c-dcb15ea2e3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AC-NANTES_SCUS_00-000_Piece-Marche.dotx</Template>
  <TotalTime>280</TotalTime>
  <Pages>24</Pages>
  <Words>3053</Words>
  <Characters>16797</Characters>
  <Application>Microsoft Office Word</Application>
  <DocSecurity>0</DocSecurity>
  <Lines>139</Lines>
  <Paragraphs>39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AE-PI</vt:lpstr>
    </vt:vector>
  </TitlesOfParts>
  <Manager>Gilles Blanchard</Manager>
  <Company>Rectorat de la région académique Pays de la Loire</Company>
  <LinksUpToDate>false</LinksUpToDate>
  <CharactersWithSpaces>19811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AE-PI</dc:title>
  <dc:subject>Marché public de prestations intellectuelles - Mission de</dc:subject>
  <dc:creator>Sebastien l'Hullier</dc:creator>
  <cp:keywords/>
  <dc:description/>
  <cp:lastModifiedBy>L-Hullier Sebastien</cp:lastModifiedBy>
  <cp:revision>12</cp:revision>
  <cp:lastPrinted>2025-05-13T15:49:00Z</cp:lastPrinted>
  <dcterms:created xsi:type="dcterms:W3CDTF">2024-06-04T12:30:00Z</dcterms:created>
  <dcterms:modified xsi:type="dcterms:W3CDTF">2025-06-19T07:21:00Z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  <property fmtid="{D5CDD505-2E9C-101B-9397-08002B2CF9AE}" pid="5" name="ContentTypeId">
    <vt:lpwstr>0x010100873AB55E0CC5DA459F57F5A42893F46A005A087D358B12CA4E82A8A8BA9B8A8CF200D3544DBFAD4F664AA25DF68E6D1F0A9E00689F2856DFEDCE40890FDCED81A7DFC9005D57C802836FCB44B44B7372FB2B7972</vt:lpwstr>
  </property>
  <property fmtid="{D5CDD505-2E9C-101B-9397-08002B2CF9AE}" pid="6" name="Description0">
    <vt:lpwstr/>
  </property>
</Properties>
</file>