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0E3D6E7F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</w:t>
      </w:r>
      <w:r w:rsidR="005D5322">
        <w:t>06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200CED30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5D5322">
        <w:t>6</w:t>
      </w:r>
      <w:r>
        <w:rPr>
          <w:rFonts w:ascii="Calibri" w:hAnsi="Calibri" w:cs="Calibri"/>
        </w:rPr>
        <w:t> </w:t>
      </w:r>
      <w:r>
        <w:t xml:space="preserve">: </w:t>
      </w:r>
      <w:r w:rsidR="005D5322">
        <w:t>M</w:t>
      </w:r>
      <w:r w:rsidR="005D5322" w:rsidRPr="005D5322">
        <w:t>enuiseries int</w:t>
      </w:r>
      <w:r w:rsidR="005D5322">
        <w:t>é</w:t>
      </w:r>
      <w:r w:rsidR="005D5322" w:rsidRPr="005D5322">
        <w:t>rieures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076FBA57" w:rsidR="00995AF1" w:rsidRPr="00B951CA" w:rsidRDefault="00D13A6F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94F3D73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7B07B2">
        <w:fldChar w:fldCharType="begin"/>
      </w:r>
      <w:r w:rsidR="007B07B2">
        <w:instrText xml:space="preserve"> NUMPAGES   \* MERGEFORMAT </w:instrText>
      </w:r>
      <w:r w:rsidR="007B07B2">
        <w:fldChar w:fldCharType="separate"/>
      </w:r>
      <w:r w:rsidR="00A96B95">
        <w:rPr>
          <w:noProof/>
        </w:rPr>
        <w:t>24</w:t>
      </w:r>
      <w:r w:rsidR="007B07B2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2E4D2535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A96B95">
        <w:t>AC-NANTES_SCUS_25-106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C208FD1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A96B95">
        <w:t>Lot n°06</w:t>
      </w:r>
      <w:r w:rsidR="00A96B95">
        <w:rPr>
          <w:rFonts w:ascii="Calibri" w:hAnsi="Calibri" w:cs="Calibri"/>
        </w:rPr>
        <w:t> </w:t>
      </w:r>
      <w:r w:rsidR="00A96B95">
        <w:t>: M</w:t>
      </w:r>
      <w:r w:rsidR="00A96B95" w:rsidRPr="005D5322">
        <w:t>enuiseries int</w:t>
      </w:r>
      <w:r w:rsidR="00A96B95">
        <w:t>é</w:t>
      </w:r>
      <w:r w:rsidR="00A96B95" w:rsidRPr="005D5322">
        <w:t>rieures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70586FCC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42C666AD" w14:textId="77777777" w:rsidR="0043060C" w:rsidRPr="00795CD8" w:rsidRDefault="0043060C" w:rsidP="0043060C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1608DBB9" w14:textId="149314AF" w:rsidR="005D5322" w:rsidRDefault="005D5322" w:rsidP="005D5322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417D18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417D18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4781ED10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5D5322">
            <w:t>Lot n°06</w:t>
          </w:r>
          <w:r w:rsidR="005D5322" w:rsidRPr="005D5322">
            <w:rPr>
              <w:rFonts w:ascii="Calibri" w:hAnsi="Calibri" w:cs="Calibri"/>
            </w:rPr>
            <w:t> </w:t>
          </w:r>
          <w:r w:rsidR="005D5322">
            <w:t>: M</w:t>
          </w:r>
          <w:r w:rsidR="005D5322" w:rsidRPr="005D5322">
            <w:t>enuiseries int</w:t>
          </w:r>
          <w:r w:rsidR="005D5322">
            <w:t>é</w:t>
          </w:r>
          <w:r w:rsidR="005D5322" w:rsidRPr="005D5322">
            <w:t>rieures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06675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5ED2"/>
    <w:rsid w:val="003D6FC8"/>
    <w:rsid w:val="003E3ADA"/>
    <w:rsid w:val="003F1091"/>
    <w:rsid w:val="003F2312"/>
    <w:rsid w:val="00405EE3"/>
    <w:rsid w:val="00410BE1"/>
    <w:rsid w:val="004111B0"/>
    <w:rsid w:val="004119A3"/>
    <w:rsid w:val="00417D18"/>
    <w:rsid w:val="0042101F"/>
    <w:rsid w:val="0042650E"/>
    <w:rsid w:val="00427071"/>
    <w:rsid w:val="0043060C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D5322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07B2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4BB1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4EDB"/>
    <w:rsid w:val="00A656B3"/>
    <w:rsid w:val="00A66ACE"/>
    <w:rsid w:val="00A7190B"/>
    <w:rsid w:val="00A73D6A"/>
    <w:rsid w:val="00A84CCB"/>
    <w:rsid w:val="00A91788"/>
    <w:rsid w:val="00A96B95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13A6F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264</TotalTime>
  <Pages>24</Pages>
  <Words>3027</Words>
  <Characters>16649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10</cp:revision>
  <cp:lastPrinted>2025-05-13T15:49:00Z</cp:lastPrinted>
  <dcterms:created xsi:type="dcterms:W3CDTF">2024-06-04T12:30:00Z</dcterms:created>
  <dcterms:modified xsi:type="dcterms:W3CDTF">2025-06-19T07:20:00Z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