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B9478E5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4F40A5">
        <w:t>5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391E9CB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4F40A5">
        <w:t>5</w:t>
      </w:r>
      <w:r>
        <w:rPr>
          <w:rFonts w:ascii="Calibri" w:hAnsi="Calibri" w:cs="Calibri"/>
        </w:rPr>
        <w:t> </w:t>
      </w:r>
      <w:r>
        <w:t xml:space="preserve">: </w:t>
      </w:r>
      <w:r w:rsidR="004F40A5">
        <w:t>Métallerie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9A5AA33" w:rsidR="00995AF1" w:rsidRPr="00B951CA" w:rsidRDefault="000844B9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BB264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30CBBA42" w:rsidR="00995AF1" w:rsidRDefault="00BB2641" w:rsidP="00995AF1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BB2641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95ED98C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F12D0F">
        <w:fldChar w:fldCharType="begin"/>
      </w:r>
      <w:r w:rsidR="00F12D0F">
        <w:instrText xml:space="preserve"> NUMPAGES   \* MERGEFORMAT </w:instrText>
      </w:r>
      <w:r w:rsidR="00F12D0F">
        <w:fldChar w:fldCharType="separate"/>
      </w:r>
      <w:r w:rsidR="00160DBB">
        <w:rPr>
          <w:noProof/>
        </w:rPr>
        <w:t>24</w:t>
      </w:r>
      <w:r w:rsidR="00F12D0F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0DAE0A2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160DBB">
        <w:t>AC-NANTES_SCUS_25-105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47983CDB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160DBB">
        <w:t>Lot n°05</w:t>
      </w:r>
      <w:r w:rsidR="00160DBB">
        <w:rPr>
          <w:rFonts w:ascii="Calibri" w:hAnsi="Calibri" w:cs="Calibri"/>
        </w:rPr>
        <w:t> </w:t>
      </w:r>
      <w:r w:rsidR="00160DBB">
        <w:t>: Métallerie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7A72C968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7785E04D" w14:textId="77777777" w:rsidR="008C6C4A" w:rsidRPr="00795CD8" w:rsidRDefault="008C6C4A" w:rsidP="008C6C4A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29E2CCB5" w:rsidR="000529E6" w:rsidRDefault="004F40A5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7C9779A5" w:rsidR="00E04C6A" w:rsidRDefault="00E04C6A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A22A481" w14:textId="77777777" w:rsidR="00E04C6A" w:rsidRDefault="00E04C6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0F27954E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4F25E6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4F25E6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2BD64BE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</w:t>
      </w:r>
      <w:r w:rsidR="005B5AA2" w:rsidRPr="00795CD8">
        <w:rPr>
          <w:caps w:val="0"/>
          <w:lang w:eastAsia="fr-FR"/>
        </w:rPr>
        <w:t>°</w:t>
      </w:r>
      <w:r w:rsidR="005B5AA2">
        <w:rPr>
          <w:caps w:val="0"/>
          <w:lang w:eastAsia="fr-FR"/>
        </w:rPr>
        <w:t>1</w:t>
      </w:r>
      <w:r w:rsidR="005B5AA2" w:rsidRPr="00795CD8">
        <w:rPr>
          <w:caps w:val="0"/>
          <w:lang w:eastAsia="fr-FR"/>
        </w:rPr>
        <w:t xml:space="preserve"> </w:t>
      </w:r>
      <w:r w:rsidR="005B5AA2">
        <w:rPr>
          <w:caps w:val="0"/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6C27976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4F40A5">
            <w:t>Lot n°05</w:t>
          </w:r>
          <w:r w:rsidR="004F40A5" w:rsidRPr="004F40A5">
            <w:rPr>
              <w:rFonts w:ascii="Calibri" w:hAnsi="Calibri" w:cs="Calibri"/>
            </w:rPr>
            <w:t> </w:t>
          </w:r>
          <w:r w:rsidR="004F40A5">
            <w:t>: Métallerie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844B9"/>
    <w:rsid w:val="00090E9E"/>
    <w:rsid w:val="000924D0"/>
    <w:rsid w:val="000A446A"/>
    <w:rsid w:val="000B2813"/>
    <w:rsid w:val="000B2CFB"/>
    <w:rsid w:val="000B2F9C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0DB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3FA0"/>
    <w:rsid w:val="003375D9"/>
    <w:rsid w:val="003413C5"/>
    <w:rsid w:val="00344819"/>
    <w:rsid w:val="003603D5"/>
    <w:rsid w:val="003812CA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E69E1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7F0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4F25E6"/>
    <w:rsid w:val="004F40A5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AA2"/>
    <w:rsid w:val="005B5D13"/>
    <w:rsid w:val="005B6F0D"/>
    <w:rsid w:val="005C0CEF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1C6A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C6C4A"/>
    <w:rsid w:val="008D2934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2C44"/>
    <w:rsid w:val="00972EA7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56E69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34A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B2641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4C6A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3867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2D0F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37700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232</TotalTime>
  <Pages>24</Pages>
  <Words>3023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14</cp:revision>
  <cp:lastPrinted>2025-05-13T15:49:00Z</cp:lastPrinted>
  <dcterms:created xsi:type="dcterms:W3CDTF">2024-06-04T12:30:00Z</dcterms:created>
  <dcterms:modified xsi:type="dcterms:W3CDTF">2025-06-19T07:20:00Z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