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5874281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DD0679">
        <w:t>2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D5EB2FD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DD0679">
        <w:t>2</w:t>
      </w:r>
      <w:r>
        <w:rPr>
          <w:rFonts w:ascii="Calibri" w:hAnsi="Calibri" w:cs="Calibri"/>
        </w:rPr>
        <w:t> </w:t>
      </w:r>
      <w:r>
        <w:t xml:space="preserve">: </w:t>
      </w:r>
      <w:r w:rsidR="00DD0679">
        <w:t>G</w:t>
      </w:r>
      <w:r w:rsidR="00DD0679" w:rsidRPr="00DD0679">
        <w:t xml:space="preserve">ros </w:t>
      </w:r>
      <w:r w:rsidR="00DD0679">
        <w:t xml:space="preserve">œuvre </w:t>
      </w:r>
      <w:r w:rsidR="00DD0679" w:rsidRPr="00DD0679">
        <w:t>-</w:t>
      </w:r>
      <w:r w:rsidR="00DD0679">
        <w:t xml:space="preserve"> Dé</w:t>
      </w:r>
      <w:r w:rsidR="00DD0679" w:rsidRPr="00DD0679">
        <w:t>molition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18EC38BE" w:rsidR="00995AF1" w:rsidRPr="00B951CA" w:rsidRDefault="00E11B90" w:rsidP="00995AF1">
      <w:pPr>
        <w:pStyle w:val="PdgVersion"/>
        <w:jc w:val="right"/>
        <w:rPr>
          <w:b w:val="0"/>
        </w:rPr>
      </w:pPr>
      <w:r>
        <w:rPr>
          <w:b w:val="0"/>
        </w:rPr>
        <w:t>Mai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7E8A10AD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7B4CC3">
        <w:fldChar w:fldCharType="begin"/>
      </w:r>
      <w:r w:rsidR="007B4CC3">
        <w:instrText xml:space="preserve"> NUMPAGES   \* MERGEFORMAT </w:instrText>
      </w:r>
      <w:r w:rsidR="007B4CC3">
        <w:fldChar w:fldCharType="separate"/>
      </w:r>
      <w:r w:rsidR="00DC1A62">
        <w:rPr>
          <w:noProof/>
        </w:rPr>
        <w:t>24</w:t>
      </w:r>
      <w:r w:rsidR="007B4CC3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5BC4440C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DC1A62">
        <w:t>AC-NANTES_SCUS_25-102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735E3A5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DC1A62">
        <w:t>Lot n°02</w:t>
      </w:r>
      <w:r w:rsidR="00DC1A62">
        <w:rPr>
          <w:rFonts w:ascii="Calibri" w:hAnsi="Calibri" w:cs="Calibri"/>
        </w:rPr>
        <w:t> </w:t>
      </w:r>
      <w:r w:rsidR="00DC1A62">
        <w:t>: G</w:t>
      </w:r>
      <w:r w:rsidR="00DC1A62" w:rsidRPr="00DD0679">
        <w:t xml:space="preserve">ros </w:t>
      </w:r>
      <w:r w:rsidR="00DC1A62">
        <w:t xml:space="preserve">œuvre </w:t>
      </w:r>
      <w:r w:rsidR="00DC1A62" w:rsidRPr="00DD0679">
        <w:t>-</w:t>
      </w:r>
      <w:r w:rsidR="00DC1A62">
        <w:t xml:space="preserve"> Dé</w:t>
      </w:r>
      <w:r w:rsidR="00DC1A62" w:rsidRPr="00DD0679">
        <w:t>molition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1670B15F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5F2D05C9" w14:textId="77777777" w:rsidR="00D75F8A" w:rsidRPr="00795CD8" w:rsidRDefault="00D75F8A" w:rsidP="00D75F8A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66BC57C0" w14:textId="2FE110FA" w:rsidR="00112208" w:rsidRPr="00E90723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4BAC0833" w14:textId="77777777" w:rsidTr="00112208">
        <w:tc>
          <w:tcPr>
            <w:tcW w:w="2493" w:type="dxa"/>
          </w:tcPr>
          <w:p w14:paraId="29B846DF" w14:textId="0BC8F130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Optionnelle 1</w:t>
            </w:r>
            <w:r w:rsidR="00FD15D4">
              <w:rPr>
                <w:rFonts w:ascii="Calibri" w:hAnsi="Calibri" w:cs="Calibri"/>
                <w:lang w:eastAsia="fr-FR"/>
              </w:rPr>
              <w:t> </w:t>
            </w:r>
            <w:r w:rsidR="00FD15D4">
              <w:rPr>
                <w:lang w:eastAsia="fr-FR"/>
              </w:rPr>
              <w:t>:</w:t>
            </w:r>
            <w:r w:rsidR="00FD15D4">
              <w:rPr>
                <w:lang w:eastAsia="fr-FR"/>
              </w:rPr>
              <w:br/>
            </w:r>
            <w:r w:rsidR="00FD15D4" w:rsidRPr="00FD15D4">
              <w:rPr>
                <w:lang w:eastAsia="fr-FR"/>
              </w:rPr>
              <w:t>Gradin en façade Sud</w:t>
            </w:r>
          </w:p>
        </w:tc>
        <w:tc>
          <w:tcPr>
            <w:tcW w:w="2493" w:type="dxa"/>
          </w:tcPr>
          <w:p w14:paraId="1D83A66A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E93FC55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6E44422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04B0ED50" w14:textId="3496AC91" w:rsidR="00623BDA" w:rsidRDefault="00623BDA" w:rsidP="00623BDA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30375E97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DC1A62">
            <w:t>Lot n°02</w:t>
          </w:r>
          <w:r w:rsidR="00DC1A62" w:rsidRPr="00DC1A62">
            <w:rPr>
              <w:rFonts w:ascii="Calibri" w:hAnsi="Calibri" w:cs="Calibri"/>
            </w:rPr>
            <w:t> </w:t>
          </w:r>
          <w:r w:rsidR="00DC1A62">
            <w:t>: G</w:t>
          </w:r>
          <w:r w:rsidR="00DC1A62" w:rsidRPr="00DD0679">
            <w:t xml:space="preserve">ros </w:t>
          </w:r>
          <w:r w:rsidR="00DC1A62">
            <w:t xml:space="preserve">œuvre </w:t>
          </w:r>
          <w:r w:rsidR="00DC1A62" w:rsidRPr="00DD0679">
            <w:t>-</w:t>
          </w:r>
          <w:r w:rsidR="00DC1A62">
            <w:t xml:space="preserve"> Dé</w:t>
          </w:r>
          <w:r w:rsidR="00DC1A62" w:rsidRPr="00DD0679">
            <w:t>molition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4634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3BDA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CC3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13D66"/>
    <w:rsid w:val="00C213A2"/>
    <w:rsid w:val="00C220A3"/>
    <w:rsid w:val="00C22DFD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CE6971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52F5"/>
    <w:rsid w:val="00D75F8A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1A62"/>
    <w:rsid w:val="00DC7921"/>
    <w:rsid w:val="00DD0679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15D4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264</TotalTime>
  <Pages>24</Pages>
  <Words>3033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10</cp:revision>
  <cp:lastPrinted>2025-05-13T15:49:00Z</cp:lastPrinted>
  <dcterms:created xsi:type="dcterms:W3CDTF">2024-06-04T12:30:00Z</dcterms:created>
  <dcterms:modified xsi:type="dcterms:W3CDTF">2025-06-19T07:19:00Z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