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902CE4C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A56E69">
        <w:t>1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51C192D2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A56E69">
        <w:t>1</w:t>
      </w:r>
      <w:r>
        <w:rPr>
          <w:rFonts w:ascii="Calibri" w:hAnsi="Calibri" w:cs="Calibri"/>
        </w:rPr>
        <w:t> </w:t>
      </w:r>
      <w:r>
        <w:t xml:space="preserve">: </w:t>
      </w:r>
      <w:r w:rsidR="00A56E69">
        <w:t>Désamiantage - Démolition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261CC129" w:rsidR="00995AF1" w:rsidRPr="00B951CA" w:rsidRDefault="00A3419D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82BE41C" w14:textId="77777777" w:rsidR="00B44876" w:rsidRDefault="00B44876" w:rsidP="00B4487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B4487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220EC37A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19145E">
        <w:fldChar w:fldCharType="begin"/>
      </w:r>
      <w:r w:rsidR="0019145E">
        <w:instrText xml:space="preserve"> NUMPAGES   \* MERGEFORMAT </w:instrText>
      </w:r>
      <w:r w:rsidR="0019145E">
        <w:fldChar w:fldCharType="separate"/>
      </w:r>
      <w:r w:rsidR="003F31C2">
        <w:rPr>
          <w:noProof/>
        </w:rPr>
        <w:t>24</w:t>
      </w:r>
      <w:r w:rsidR="0019145E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3FD1A789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3F31C2">
        <w:t>AC-NANTES_SCUS_25-101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0CDBAB9C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3F31C2">
        <w:t>Lot n°01</w:t>
      </w:r>
      <w:r w:rsidR="003F31C2">
        <w:rPr>
          <w:rFonts w:ascii="Calibri" w:hAnsi="Calibri" w:cs="Calibri"/>
        </w:rPr>
        <w:t> </w:t>
      </w:r>
      <w:r w:rsidR="003F31C2">
        <w:t>: Désamiantage - Démolition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49C93EFB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8238F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8238F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8238F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8238F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573184F4" w14:textId="0A289F58" w:rsidR="00995AF1" w:rsidRPr="00795CD8" w:rsidRDefault="00995AF1" w:rsidP="00995AF1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 w:rsidR="00744350"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 w:rsidR="00744350"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 w:rsidR="00744350"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 w:rsidR="00744350"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1A289AFF" w:rsidR="00112208" w:rsidRDefault="00744350" w:rsidP="00744350">
      <w:pPr>
        <w:widowControl/>
        <w:tabs>
          <w:tab w:val="left" w:pos="6780"/>
        </w:tabs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4D298819" w:rsidR="000529E6" w:rsidRDefault="00DF1960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8238F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8238F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65177EC7" w:rsidR="00B44876" w:rsidRDefault="00B44876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167871C" w14:textId="77777777" w:rsidR="00B44876" w:rsidRDefault="00B44876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995AF1" w:rsidRPr="00795CD8" w14:paraId="3BC7700C" w14:textId="77777777" w:rsidTr="00693109">
        <w:trPr>
          <w:tblCellSpacing w:w="0" w:type="dxa"/>
        </w:trPr>
        <w:tc>
          <w:tcPr>
            <w:tcW w:w="940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94CE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995AF1" w:rsidRPr="00795CD8" w14:paraId="381619F9" w14:textId="77777777" w:rsidTr="0069310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223E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BF9D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0358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E22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6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1FAB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90D5EAD" w14:textId="77777777" w:rsidTr="0069310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F32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22F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8E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579B4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222BAF" w14:textId="77777777" w:rsidTr="00693109">
        <w:trPr>
          <w:tblCellSpacing w:w="0" w:type="dxa"/>
        </w:trPr>
        <w:tc>
          <w:tcPr>
            <w:tcW w:w="940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0F5C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995AF1" w:rsidRPr="00795CD8" w14:paraId="7985B1F6" w14:textId="77777777" w:rsidTr="0069310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F2C7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DE05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F15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5DFD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E26A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2512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954C2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C5A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E33F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FAC32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1DEF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7A270" w14:textId="77777777" w:rsidTr="00693109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19091B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D6E4E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D615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F0241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932D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02F7436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995AF1" w:rsidRPr="00795CD8" w14:paraId="753E1401" w14:textId="77777777" w:rsidTr="00995AF1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8A07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V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isas</w:t>
            </w:r>
          </w:p>
        </w:tc>
      </w:tr>
      <w:tr w:rsidR="00995AF1" w:rsidRPr="00795CD8" w14:paraId="4942614B" w14:textId="77777777" w:rsidTr="00995AF1"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925BB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2ED5E80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333F3D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C0DFA2D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F43633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67423122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163E4B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204AABA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6BA912A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03D150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25C029C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2EDCF17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6D273C90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154B4937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044481D9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3624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5F23CF1E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BCD92B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881F74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CF9452D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11DFA10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B311635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52DBD7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36CAE370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20840BA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04C059A5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623BBD1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28D23DB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2496D3A7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129B59D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95AF1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34E83DEE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</w:t>
      </w:r>
      <w:r w:rsidR="001D1381" w:rsidRPr="00795CD8">
        <w:rPr>
          <w:caps w:val="0"/>
          <w:lang w:eastAsia="fr-FR"/>
        </w:rPr>
        <w:t>°</w:t>
      </w:r>
      <w:r w:rsidR="001D1381">
        <w:rPr>
          <w:caps w:val="0"/>
          <w:lang w:eastAsia="fr-FR"/>
        </w:rPr>
        <w:t>1</w:t>
      </w:r>
      <w:r w:rsidR="001D1381" w:rsidRPr="00795CD8">
        <w:rPr>
          <w:caps w:val="0"/>
          <w:lang w:eastAsia="fr-FR"/>
        </w:rPr>
        <w:t xml:space="preserve"> </w:t>
      </w:r>
      <w:r w:rsidR="001D1381">
        <w:rPr>
          <w:caps w:val="0"/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15655F33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B44876">
            <w:t>Lot n°01</w:t>
          </w:r>
          <w:r w:rsidR="00B44876" w:rsidRPr="00B44876">
            <w:rPr>
              <w:rFonts w:ascii="Calibri" w:hAnsi="Calibri" w:cs="Calibri"/>
            </w:rPr>
            <w:t> </w:t>
          </w:r>
          <w:r w:rsidR="00B44876">
            <w:t>: Désamiantage - Démolition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1CCC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0F51B3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145E"/>
    <w:rsid w:val="0019411F"/>
    <w:rsid w:val="00196B05"/>
    <w:rsid w:val="001A3B28"/>
    <w:rsid w:val="001A5417"/>
    <w:rsid w:val="001B46BB"/>
    <w:rsid w:val="001C79E5"/>
    <w:rsid w:val="001D1381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3F31C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7F0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44350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5B97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1F8D"/>
    <w:rsid w:val="00822782"/>
    <w:rsid w:val="008238FA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B6967"/>
    <w:rsid w:val="008C16ED"/>
    <w:rsid w:val="008C18CA"/>
    <w:rsid w:val="008D2934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2C44"/>
    <w:rsid w:val="00972EA7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3419D"/>
    <w:rsid w:val="00A42D91"/>
    <w:rsid w:val="00A47318"/>
    <w:rsid w:val="00A56E69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4876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1960"/>
    <w:rsid w:val="00DF3162"/>
    <w:rsid w:val="00E05336"/>
    <w:rsid w:val="00E11404"/>
    <w:rsid w:val="00E11B90"/>
    <w:rsid w:val="00E238B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3867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D7E6F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1</TotalTime>
  <Pages>24</Pages>
  <Words>3028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3</cp:revision>
  <cp:lastPrinted>2025-05-13T15:49:00Z</cp:lastPrinted>
  <dcterms:created xsi:type="dcterms:W3CDTF">2025-06-10T15:00:00Z</dcterms:created>
  <dcterms:modified xsi:type="dcterms:W3CDTF">2025-06-19T07:19:00Z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