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12B64B45" w:rsidR="004C3F20" w:rsidRPr="00712698" w:rsidRDefault="004C3F20" w:rsidP="004C3F20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00712698">
        <w:rPr>
          <w:rFonts w:ascii="Times New Roman" w:hAnsi="Times New Roman"/>
          <w:b w:val="0"/>
          <w:sz w:val="28"/>
          <w:szCs w:val="28"/>
        </w:rPr>
        <w:t xml:space="preserve">MARCHE DE </w:t>
      </w:r>
      <w:r w:rsidR="00895246" w:rsidRPr="00895246">
        <w:rPr>
          <w:rFonts w:ascii="Times New Roman" w:hAnsi="Times New Roman"/>
          <w:b w:val="0"/>
          <w:sz w:val="28"/>
          <w:szCs w:val="28"/>
        </w:rPr>
        <w:t>PRESTATIONS INTELLECTUELLES</w:t>
      </w:r>
    </w:p>
    <w:p w14:paraId="02458724" w14:textId="07990837" w:rsidR="00EF3E67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052008E0" w14:textId="77777777" w:rsidR="00BD111F" w:rsidRPr="00963557" w:rsidRDefault="00BD111F" w:rsidP="00BD111F">
      <w:pPr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Fonts w:asciiTheme="minorHAnsi" w:hAnsiTheme="minorHAnsi" w:cstheme="minorHAnsi"/>
        </w:rPr>
      </w:pPr>
      <w:r w:rsidRPr="00963557">
        <w:rPr>
          <w:rFonts w:asciiTheme="minorHAnsi" w:hAnsiTheme="minorHAnsi" w:cstheme="minorHAnsi"/>
        </w:rPr>
        <w:t xml:space="preserve">Le marché public est passé selon la procédure adaptée, en application des articles L. 2120-1, </w:t>
      </w:r>
      <w:r w:rsidRPr="00963557">
        <w:rPr>
          <w:rFonts w:asciiTheme="minorHAnsi" w:hAnsiTheme="minorHAnsi" w:cstheme="minorHAnsi"/>
        </w:rPr>
        <w:br/>
        <w:t>L. 2123-, R. 2123-1 à R. 2123-7 du code de la commande publique.</w:t>
      </w:r>
    </w:p>
    <w:p w14:paraId="5AE3CBE8" w14:textId="77777777" w:rsidR="00056974" w:rsidRPr="00712698" w:rsidRDefault="00056974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</w:p>
    <w:p w14:paraId="69B20147" w14:textId="77777777" w:rsidR="00E63952" w:rsidRPr="00712698" w:rsidRDefault="00E63952" w:rsidP="00E63952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712698">
        <w:rPr>
          <w:rFonts w:ascii="Times New Roman" w:hAnsi="Times New Roman"/>
          <w:b/>
          <w:bCs/>
          <w:sz w:val="36"/>
          <w:szCs w:val="36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004127E1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55D55CDD" w:rsidR="008D19EA" w:rsidRDefault="00104226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8D19EA">
              <w:rPr>
                <w:rFonts w:ascii="Times New Roman" w:hAnsi="Times New Roman"/>
              </w:rPr>
              <w:t>ervice d’infra</w:t>
            </w:r>
            <w:r>
              <w:rPr>
                <w:rFonts w:ascii="Times New Roman" w:hAnsi="Times New Roman"/>
              </w:rPr>
              <w:t>structure de la défense Sud-Est</w:t>
            </w:r>
          </w:p>
          <w:p w14:paraId="0D5C1C70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008D19EA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00744E3F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004C3F20" w:rsidP="00A94139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Personne publique </w:t>
            </w:r>
            <w:r w:rsidR="008A0A6C">
              <w:rPr>
                <w:rFonts w:ascii="Times New Roman" w:hAnsi="Times New Roman"/>
                <w:bCs/>
              </w:rPr>
              <w:t xml:space="preserve">habilitée par </w:t>
            </w:r>
            <w:r w:rsidRPr="00712698">
              <w:rPr>
                <w:rFonts w:ascii="Times New Roman" w:hAnsi="Times New Roman"/>
                <w:bCs/>
              </w:rPr>
              <w:t>l’arrêté du 22 juin 200</w:t>
            </w:r>
            <w:r w:rsidR="0054482A" w:rsidRPr="00712698">
              <w:rPr>
                <w:rFonts w:ascii="Times New Roman" w:hAnsi="Times New Roman"/>
                <w:bCs/>
              </w:rPr>
              <w:t>7</w:t>
            </w:r>
            <w:r w:rsidR="00A94139">
              <w:rPr>
                <w:rFonts w:ascii="Times New Roman" w:hAnsi="Times New Roman"/>
                <w:bCs/>
              </w:rPr>
              <w:t xml:space="preserve"> modifié</w:t>
            </w:r>
            <w:r w:rsidRPr="00712698">
              <w:rPr>
                <w:rFonts w:ascii="Times New Roman" w:hAnsi="Times New Roman"/>
                <w:bCs/>
              </w:rPr>
              <w:t xml:space="preserve"> portant désignation des personnes n’appartenant pas à l’administration centrale signataires des marchés publics et accords-ca</w:t>
            </w:r>
            <w:r w:rsidR="00677F3C">
              <w:rPr>
                <w:rFonts w:ascii="Times New Roman" w:hAnsi="Times New Roman"/>
                <w:bCs/>
              </w:rPr>
              <w:t>dres du ministère de la défense</w:t>
            </w:r>
          </w:p>
        </w:tc>
        <w:tc>
          <w:tcPr>
            <w:tcW w:w="5245" w:type="dxa"/>
            <w:vAlign w:val="center"/>
          </w:tcPr>
          <w:p w14:paraId="106B6D86" w14:textId="462B5C5B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</w:t>
            </w:r>
            <w:r w:rsidR="00104226">
              <w:rPr>
                <w:rFonts w:ascii="Times New Roman" w:hAnsi="Times New Roman"/>
              </w:rPr>
              <w:t xml:space="preserve"> le directeur du Service d’I</w:t>
            </w:r>
            <w:r w:rsidRPr="00712698">
              <w:rPr>
                <w:rFonts w:ascii="Times New Roman" w:hAnsi="Times New Roman"/>
              </w:rPr>
              <w:t>nfr</w:t>
            </w:r>
            <w:r w:rsidR="00104226">
              <w:rPr>
                <w:rFonts w:ascii="Times New Roman" w:hAnsi="Times New Roman"/>
              </w:rPr>
              <w:t>astructure de la Défense Sud-Est</w:t>
            </w:r>
          </w:p>
        </w:tc>
      </w:tr>
      <w:tr w:rsidR="004C3F20" w:rsidRPr="00712698" w14:paraId="2A02223B" w14:textId="77777777" w:rsidTr="00AC21DD">
        <w:tc>
          <w:tcPr>
            <w:tcW w:w="4820" w:type="dxa"/>
            <w:vAlign w:val="center"/>
          </w:tcPr>
          <w:p w14:paraId="5C4EB840" w14:textId="49D1A938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Représentant du pouvoir adjudicateur habilité par décisio</w:t>
            </w:r>
            <w:r w:rsidR="00104226">
              <w:rPr>
                <w:rFonts w:ascii="Times New Roman" w:hAnsi="Times New Roman"/>
                <w:bCs/>
              </w:rPr>
              <w:t>n du directeur du SID Sud-Est</w:t>
            </w:r>
          </w:p>
        </w:tc>
        <w:tc>
          <w:tcPr>
            <w:tcW w:w="5245" w:type="dxa"/>
            <w:vAlign w:val="center"/>
          </w:tcPr>
          <w:p w14:paraId="52FF5F91" w14:textId="07D6E605" w:rsidR="004C3F20" w:rsidRPr="00712698" w:rsidRDefault="00784134" w:rsidP="002C6BF9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 xml:space="preserve">Monsieur le chef de la </w:t>
            </w:r>
            <w:r w:rsidR="002C6BF9">
              <w:rPr>
                <w:rFonts w:ascii="Times New Roman" w:hAnsi="Times New Roman"/>
              </w:rPr>
              <w:t>sous-direction</w:t>
            </w:r>
            <w:bookmarkStart w:id="2" w:name="_GoBack"/>
            <w:bookmarkEnd w:id="2"/>
            <w:r>
              <w:rPr>
                <w:rFonts w:ascii="Times New Roman" w:hAnsi="Times New Roman"/>
              </w:rPr>
              <w:t xml:space="preserve"> Investissement du SID Sud- Est</w:t>
            </w:r>
          </w:p>
        </w:tc>
      </w:tr>
      <w:tr w:rsidR="004C3F20" w:rsidRPr="00712698" w14:paraId="699AF1CC" w14:textId="77777777" w:rsidTr="00AC21DD">
        <w:tc>
          <w:tcPr>
            <w:tcW w:w="4820" w:type="dxa"/>
            <w:vAlign w:val="center"/>
          </w:tcPr>
          <w:p w14:paraId="008D681E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759B5D8B" w:rsidR="004C3F20" w:rsidRPr="00712698" w:rsidRDefault="00CE2A8A" w:rsidP="00AC21D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</w:t>
            </w:r>
            <w:r>
              <w:rPr>
                <w:rFonts w:ascii="Times New Roman" w:hAnsi="Times New Roman"/>
              </w:rPr>
              <w:t xml:space="preserve"> le directeur du Service d’I</w:t>
            </w:r>
            <w:r w:rsidRPr="00712698">
              <w:rPr>
                <w:rFonts w:ascii="Times New Roman" w:hAnsi="Times New Roman"/>
              </w:rPr>
              <w:t>nfr</w:t>
            </w:r>
            <w:r>
              <w:rPr>
                <w:rFonts w:ascii="Times New Roman" w:hAnsi="Times New Roman"/>
              </w:rPr>
              <w:t>astructure de la Défense Sud-Est</w:t>
            </w:r>
          </w:p>
        </w:tc>
      </w:tr>
      <w:tr w:rsidR="004C3F20" w:rsidRPr="00712698" w14:paraId="02B631CA" w14:textId="77777777" w:rsidTr="00AC21DD">
        <w:tc>
          <w:tcPr>
            <w:tcW w:w="4820" w:type="dxa"/>
            <w:vAlign w:val="center"/>
          </w:tcPr>
          <w:p w14:paraId="783B1139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2D8B7557" w:rsidR="000E7954" w:rsidRPr="00712698" w:rsidRDefault="000E7954" w:rsidP="001939C0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3" w:name="Comptable"/>
            <w:bookmarkEnd w:id="3"/>
            <w:r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009276B6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009276B6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7C52BB9B" w14:textId="77777777" w:rsidR="00D2510C" w:rsidRPr="00D2510C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CF414B0" w:rsidR="009276B6" w:rsidRPr="00712698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C21DD">
        <w:trPr>
          <w:trHeight w:val="711"/>
        </w:trPr>
        <w:tc>
          <w:tcPr>
            <w:tcW w:w="10065" w:type="dxa"/>
            <w:vAlign w:val="center"/>
          </w:tcPr>
          <w:p w14:paraId="0F690100" w14:textId="77777777" w:rsidR="00DB0D66" w:rsidRPr="00DB0D66" w:rsidRDefault="00DB0D66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</w:pPr>
            <w:bookmarkStart w:id="4" w:name="Objet_marche"/>
            <w:bookmarkEnd w:id="4"/>
            <w:r w:rsidRPr="00DB0D66">
              <w:rPr>
                <w:rFonts w:ascii="Arial" w:eastAsia="Times New Roman" w:hAnsi="Arial" w:cs="Arial"/>
                <w:b/>
                <w:bCs/>
                <w:szCs w:val="20"/>
                <w:u w:val="single"/>
                <w:lang w:eastAsia="fr-FR"/>
              </w:rPr>
              <w:t>Objet du marché</w:t>
            </w:r>
            <w:r w:rsidRPr="00DB0D66"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  <w:t xml:space="preserve"> : </w:t>
            </w:r>
          </w:p>
          <w:p w14:paraId="7588CB9C" w14:textId="46D5E706" w:rsidR="00D43D43" w:rsidRPr="0031795E" w:rsidRDefault="0031795E" w:rsidP="00D43D43">
            <w:pPr>
              <w:jc w:val="center"/>
              <w:rPr>
                <w:rFonts w:ascii="Times New Roman" w:hAnsi="Times New Roman"/>
              </w:rPr>
            </w:pPr>
            <w:r w:rsidRPr="0031795E">
              <w:rPr>
                <w:rFonts w:ascii="Times New Roman" w:hAnsi="Times New Roman"/>
              </w:rPr>
              <w:t>ASSISTANCE A MAITRISE D’OUVRAGE POUR REDACTION DE LA NOTICE DE SECURITE FERROVIAIRE (NSF)</w:t>
            </w:r>
          </w:p>
          <w:p w14:paraId="65762AB3" w14:textId="77777777" w:rsidR="0031795E" w:rsidRPr="0031795E" w:rsidRDefault="0031795E" w:rsidP="0031795E">
            <w:pPr>
              <w:jc w:val="center"/>
              <w:rPr>
                <w:rFonts w:ascii="Times New Roman" w:hAnsi="Times New Roman"/>
              </w:rPr>
            </w:pPr>
            <w:r w:rsidRPr="0031795E">
              <w:rPr>
                <w:rFonts w:ascii="Times New Roman" w:hAnsi="Times New Roman"/>
              </w:rPr>
              <w:t xml:space="preserve">LYON (69) – QUARTIER SABATIER </w:t>
            </w:r>
          </w:p>
          <w:p w14:paraId="573D7D75" w14:textId="01510593" w:rsidR="004C3F20" w:rsidRPr="00712698" w:rsidRDefault="0031795E" w:rsidP="0031795E">
            <w:pPr>
              <w:jc w:val="center"/>
              <w:rPr>
                <w:rFonts w:ascii="Times New Roman" w:hAnsi="Times New Roman"/>
              </w:rPr>
            </w:pPr>
            <w:r w:rsidRPr="0031795E">
              <w:rPr>
                <w:rFonts w:ascii="Times New Roman" w:hAnsi="Times New Roman"/>
              </w:rPr>
              <w:t>REFECTION DU MUR D’ENCEINTE COTE SNCF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5626F" w:rsidRPr="006E3998" w14:paraId="7CED4DCC" w14:textId="77777777" w:rsidTr="00BD111F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197" w14:textId="77777777" w:rsidR="0065626F" w:rsidRPr="006E3998" w:rsidRDefault="0065626F" w:rsidP="00E02237">
            <w:pPr>
              <w:jc w:val="center"/>
              <w:rPr>
                <w:rFonts w:cs="Arial"/>
              </w:rPr>
            </w:pPr>
            <w:r w:rsidRPr="006E3998">
              <w:rPr>
                <w:rFonts w:cs="Arial"/>
              </w:rPr>
              <w:t>Réservé pour la mention "nantissement"</w:t>
            </w:r>
          </w:p>
        </w:tc>
      </w:tr>
      <w:tr w:rsidR="0065626F" w:rsidRPr="006E3998" w14:paraId="3F425D90" w14:textId="77777777" w:rsidTr="00BD111F">
        <w:trPr>
          <w:trHeight w:val="509"/>
        </w:trPr>
        <w:tc>
          <w:tcPr>
            <w:tcW w:w="1006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FEA666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8283D5" w14:textId="77777777" w:rsidTr="00BD111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3C89E3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</w:tbl>
    <w:p w14:paraId="491B7D5C" w14:textId="44DB74DF" w:rsidR="004C3F20" w:rsidRPr="00712698" w:rsidRDefault="00895520" w:rsidP="00056974">
      <w:pPr>
        <w:spacing w:after="0" w:line="240" w:lineRule="auto"/>
        <w:rPr>
          <w:b/>
          <w:u w:val="single"/>
        </w:rPr>
      </w:pPr>
      <w:r w:rsidRPr="00712698">
        <w:rPr>
          <w:b/>
          <w:u w:val="single"/>
        </w:rPr>
        <w:br w:type="page"/>
      </w:r>
      <w:r w:rsidR="004C3F20" w:rsidRPr="00712698">
        <w:rPr>
          <w:b/>
          <w:u w:val="single"/>
        </w:rPr>
        <w:lastRenderedPageBreak/>
        <w:t>I – Déclaration du titulaire</w:t>
      </w:r>
    </w:p>
    <w:p w14:paraId="3EA50E70" w14:textId="3769653E" w:rsidR="00AC21DD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00AE0CC9" w14:textId="77777777" w:rsidR="00FA3AC5" w:rsidRPr="00FA3AC5" w:rsidRDefault="00FA3AC5" w:rsidP="00FA3AC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ind w:left="708"/>
        <w:jc w:val="both"/>
        <w:rPr>
          <w:rFonts w:ascii="Times New Roman" w:hAnsi="Times New Roman"/>
          <w:b/>
          <w:u w:val="single"/>
        </w:rPr>
      </w:pPr>
      <w:r w:rsidRPr="00FA3AC5">
        <w:rPr>
          <w:rFonts w:ascii="Times New Roman" w:hAnsi="Times New Roman"/>
          <w:b/>
          <w:u w:val="single"/>
        </w:rPr>
        <w:t>I.1. – Désignation du titulaire</w:t>
      </w:r>
    </w:p>
    <w:p w14:paraId="615DD177" w14:textId="77777777" w:rsidR="00FA3AC5" w:rsidRPr="00712698" w:rsidRDefault="00FA3AC5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  <w:r w:rsidRPr="00712698">
        <w:rPr>
          <w:rFonts w:ascii="Times New Roman" w:hAnsi="Times New Roman"/>
          <w:b/>
          <w:color w:val="000000"/>
        </w:rPr>
        <w:t xml:space="preserve">Je, soussigné, </w:t>
      </w:r>
    </w:p>
    <w:p w14:paraId="55E21B9B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5" w:name="Texte2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5"/>
    </w:p>
    <w:p w14:paraId="5E49E339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00712698">
        <w:rPr>
          <w:rFonts w:ascii="Times New Roman" w:hAnsi="Times New Roman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6" w:name="Texte3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6"/>
    </w:p>
    <w:p w14:paraId="539EDA59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7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7"/>
    </w:p>
    <w:p w14:paraId="102B5D9B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006D4689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8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8"/>
    </w:p>
    <w:p w14:paraId="636BE217" w14:textId="77777777" w:rsidR="00AA78CA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Téléphone : </w:t>
      </w:r>
    </w:p>
    <w:p w14:paraId="2F6BD71D" w14:textId="5F00DC01" w:rsidR="00BE1F1B" w:rsidRPr="00712698" w:rsidRDefault="006D4689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1" o:title=""/>
          </v:shape>
          <w:control r:id="rId12" w:name="OptionButton8" w:shapeid="_x0000_i1075"/>
        </w:object>
      </w:r>
    </w:p>
    <w:p w14:paraId="57283672" w14:textId="135E2CA2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038F3644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5" o:title=""/>
          </v:shape>
          <w:control r:id="rId16" w:name="OptionButton9" w:shapeid="_x0000_i1079"/>
        </w:object>
      </w:r>
    </w:p>
    <w:p w14:paraId="5B51E06D" w14:textId="0F5B2A99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13821D83" w14:textId="77777777" w:rsidR="00BE1F1B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01B2E75C" w14:textId="77777777" w:rsidR="00BE1F1B" w:rsidRPr="00712698" w:rsidRDefault="006D4689" w:rsidP="00BE1F1B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476273D0" w14:textId="7ED80C3C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19" o:title=""/>
          </v:shape>
          <w:control r:id="rId20" w:name="OptionButton1" w:shapeid="_x0000_i108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rPr>
          <w:b/>
          <w:sz w:val="28"/>
          <w:szCs w:val="28"/>
        </w:rPr>
        <w:t>OU</w:t>
      </w:r>
    </w:p>
    <w:p w14:paraId="0922CA15" w14:textId="0438E85E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object w:dxaOrig="225" w:dyaOrig="225" w14:anchorId="7001048F">
          <v:shape id="_x0000_i1087" type="#_x0000_t75" style="width:166.5pt;height:18pt" o:ole="" o:preferrelative="f">
            <v:imagedata r:id="rId23" o:title=""/>
          </v:shape>
          <w:control r:id="rId24" w:name="OptionButton71" w:shapeid="_x0000_i1087"/>
        </w:object>
      </w:r>
    </w:p>
    <w:p w14:paraId="16AF3BA2" w14:textId="2FBBE69F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5" o:title=""/>
          </v:shape>
          <w:control r:id="rId26" w:name="OptionButton11" w:shapeid="_x0000_i1089"/>
        </w:object>
      </w:r>
      <w:r w:rsidR="00FC313D" w:rsidRPr="00712698">
        <w:rPr>
          <w:i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3013AA46" w:rsidR="00BE1F1B" w:rsidRPr="00712698" w:rsidRDefault="00673049" w:rsidP="00673049">
      <w:pPr>
        <w:spacing w:before="120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i/>
          <w:lang w:eastAsia="ar-SA"/>
        </w:rPr>
        <w:t xml:space="preserve">  </w:t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 xml:space="preserve">, ci-après dénommé </w:t>
      </w:r>
      <w:r w:rsidRPr="00712698">
        <w:rPr>
          <w:rFonts w:ascii="Times New Roman" w:hAnsi="Times New Roman"/>
          <w:b/>
          <w:lang w:eastAsia="ar-SA"/>
        </w:rPr>
        <w:t>« le titulaire »</w:t>
      </w:r>
      <w:r w:rsidR="00BC1BB8">
        <w:rPr>
          <w:rFonts w:ascii="Times New Roman" w:hAnsi="Times New Roman"/>
          <w:b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>:</w:t>
      </w:r>
    </w:p>
    <w:p w14:paraId="281EC94F" w14:textId="1E9DC568" w:rsidR="006D4689" w:rsidRPr="00712698" w:rsidRDefault="006D4689" w:rsidP="006D4689">
      <w:pPr>
        <w:ind w:firstLine="284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1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712698">
        <w:rPr>
          <w:rFonts w:ascii="Times New Roman" w:hAnsi="Times New Roman"/>
          <w:b/>
          <w:lang w:eastAsia="ar-SA"/>
        </w:rPr>
        <w:t>entreprise co</w:t>
      </w:r>
      <w:r w:rsidRPr="00712698">
        <w:rPr>
          <w:rFonts w:ascii="Times New Roman" w:hAnsi="Times New Roman"/>
          <w:b/>
          <w:lang w:eastAsia="ar-SA"/>
        </w:rPr>
        <w:noBreakHyphen/>
        <w:t>trai</w:t>
      </w:r>
      <w:r w:rsidR="006E4128" w:rsidRPr="00712698">
        <w:rPr>
          <w:rFonts w:ascii="Times New Roman" w:hAnsi="Times New Roman"/>
          <w:b/>
          <w:lang w:eastAsia="ar-SA"/>
        </w:rPr>
        <w:t xml:space="preserve">tante, mandataire du </w:t>
      </w:r>
      <w:r w:rsidR="00BC1BB8" w:rsidRPr="00712698">
        <w:rPr>
          <w:rFonts w:ascii="Times New Roman" w:hAnsi="Times New Roman"/>
          <w:b/>
          <w:lang w:eastAsia="ar-SA"/>
        </w:rPr>
        <w:t>groupement :</w:t>
      </w:r>
    </w:p>
    <w:p w14:paraId="401DAC8C" w14:textId="77777777" w:rsidR="006D4689" w:rsidRPr="00712698" w:rsidRDefault="006D4689" w:rsidP="006D4689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Dénomination sociale 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4D715053" w14:textId="77777777" w:rsidR="006D4689" w:rsidRPr="00712698" w:rsidRDefault="006D4689" w:rsidP="006D4689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F235559" w14:textId="77777777" w:rsidR="006D4689" w:rsidRPr="00712698" w:rsidRDefault="006D4689" w:rsidP="001D7F67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598DFEF6" w14:textId="77777777" w:rsidR="006D4689" w:rsidRPr="00712698" w:rsidRDefault="006D4689" w:rsidP="006D4689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006D4689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80B00FE" w14:textId="77777777" w:rsidR="00AA78CA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Courriel :</w:t>
      </w:r>
    </w:p>
    <w:p w14:paraId="2931D030" w14:textId="77777777" w:rsidR="00AA78CA" w:rsidRPr="00712698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Téléphone :</w:t>
      </w:r>
    </w:p>
    <w:p w14:paraId="770C98F3" w14:textId="4D35D141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29" o:title=""/>
          </v:shape>
          <w:control r:id="rId30" w:name="OptionButton82" w:shapeid="_x0000_i1093"/>
        </w:object>
      </w:r>
    </w:p>
    <w:p w14:paraId="3954A87A" w14:textId="76B5C826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0BD8F782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3" o:title=""/>
          </v:shape>
          <w:control r:id="rId34" w:name="OptionButton91" w:shapeid="_x0000_i1097"/>
        </w:object>
      </w:r>
    </w:p>
    <w:p w14:paraId="3944FA44" w14:textId="3DAF4163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45C82869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2AC32FD1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1D0E3F71" w14:textId="7099A73E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19" o:title=""/>
          </v:shape>
          <w:control r:id="rId37" w:name="OptionButton13" w:shapeid="_x0000_i1101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21" o:title=""/>
          </v:shape>
          <w:control r:id="rId38" w:name="OptionButton121" w:shapeid="_x0000_i1103"/>
        </w:object>
      </w:r>
    </w:p>
    <w:p w14:paraId="46A495B6" w14:textId="77777777" w:rsidR="006D4689" w:rsidRPr="00712698" w:rsidRDefault="006D4689" w:rsidP="006D4689">
      <w:pPr>
        <w:ind w:left="142"/>
        <w:jc w:val="both"/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006D4689">
      <w:pPr>
        <w:ind w:left="426" w:hanging="141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2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712698">
        <w:rPr>
          <w:rFonts w:ascii="Times New Roman" w:hAnsi="Times New Roman"/>
          <w:b/>
          <w:lang w:eastAsia="ar-SA"/>
        </w:rPr>
        <w:t>entreprise co</w:t>
      </w:r>
      <w:r w:rsidRPr="00712698">
        <w:rPr>
          <w:rFonts w:ascii="Times New Roman" w:hAnsi="Times New Roman"/>
          <w:b/>
          <w:lang w:eastAsia="ar-SA"/>
        </w:rPr>
        <w:noBreakHyphen/>
        <w:t>traitante</w:t>
      </w:r>
      <w:r w:rsidRPr="00712698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8"/>
      </w:r>
      <w:r w:rsidRPr="00712698">
        <w:rPr>
          <w:rFonts w:ascii="Times New Roman" w:hAnsi="Times New Roman"/>
          <w:b/>
          <w:lang w:eastAsia="ar-SA"/>
        </w:rPr>
        <w:t> :</w:t>
      </w:r>
    </w:p>
    <w:p w14:paraId="11B86742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6A5DFB08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2745A9E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4C52AC7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225DB1DF" w14:textId="1E84ADC0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39" o:title=""/>
          </v:shape>
          <w:control r:id="rId40" w:name="OptionButton821" w:shapeid="_x0000_i1105"/>
        </w:object>
      </w:r>
    </w:p>
    <w:p w14:paraId="7F7D8AA7" w14:textId="202E3479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1" o:title=""/>
          </v:shape>
          <w:control r:id="rId42" w:name="OptionButton8111" w:shapeid="_x0000_i1107"/>
        </w:object>
      </w:r>
    </w:p>
    <w:p w14:paraId="0E3D3649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7F84B09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3" o:title=""/>
          </v:shape>
          <w:control r:id="rId44" w:name="OptionButton92" w:shapeid="_x0000_i1109"/>
        </w:object>
      </w:r>
    </w:p>
    <w:p w14:paraId="1FA91123" w14:textId="317F6919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5" o:title=""/>
          </v:shape>
          <w:control r:id="rId46" w:name="OptionButton102" w:shapeid="_x0000_i1111"/>
        </w:object>
      </w:r>
    </w:p>
    <w:p w14:paraId="3403280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78239D36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09530673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512B178F" w14:textId="66713946" w:rsidR="009D20C2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19" o:title=""/>
          </v:shape>
          <w:control r:id="rId47" w:name="OptionButton131" w:shapeid="_x0000_i111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1" o:title=""/>
          </v:shape>
          <w:control r:id="rId48" w:name="OptionButton1211" w:shapeid="_x0000_i1115"/>
        </w:object>
      </w:r>
    </w:p>
    <w:p w14:paraId="7D33A21C" w14:textId="1C50CACE" w:rsidR="006E4128" w:rsidRPr="00712698" w:rsidRDefault="006E4128" w:rsidP="006E4128">
      <w:pPr>
        <w:tabs>
          <w:tab w:val="left" w:pos="6237"/>
        </w:tabs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Répartition des prestations (en cas de groupement) :</w:t>
      </w:r>
    </w:p>
    <w:p w14:paraId="40DF1238" w14:textId="6624391F" w:rsidR="006E4128" w:rsidRPr="00712698" w:rsidRDefault="00BF3A69" w:rsidP="006E4128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</w:t>
      </w:r>
      <w:r w:rsidR="006E4128" w:rsidRPr="00712698">
        <w:rPr>
          <w:rFonts w:ascii="Arial" w:hAnsi="Arial" w:cs="Arial"/>
          <w:i/>
          <w:iCs/>
          <w:sz w:val="18"/>
          <w:szCs w:val="18"/>
        </w:rPr>
        <w:t xml:space="preserve"> indiquent dans le tableau ci-dessous la répartition des prestations que chacun d’entre eux s’engage à réaliser.)</w:t>
      </w:r>
    </w:p>
    <w:tbl>
      <w:tblPr>
        <w:tblW w:w="51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5"/>
        <w:gridCol w:w="1691"/>
        <w:gridCol w:w="5643"/>
        <w:gridCol w:w="1301"/>
        <w:gridCol w:w="9"/>
      </w:tblGrid>
      <w:tr w:rsidR="00FF0778" w:rsidRPr="00712698" w14:paraId="7247CC50" w14:textId="77777777" w:rsidTr="003E355F">
        <w:trPr>
          <w:trHeight w:val="567"/>
        </w:trPr>
        <w:tc>
          <w:tcPr>
            <w:tcW w:w="1053" w:type="pct"/>
            <w:vMerge w:val="restart"/>
            <w:vAlign w:val="center"/>
          </w:tcPr>
          <w:p w14:paraId="48CAC689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2F4798" w14:textId="6F32F479" w:rsidR="00D97AAC" w:rsidRPr="00712698" w:rsidRDefault="00D97AAC" w:rsidP="00BF3A6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du groupement </w:t>
            </w:r>
          </w:p>
        </w:tc>
        <w:tc>
          <w:tcPr>
            <w:tcW w:w="772" w:type="pct"/>
            <w:vMerge w:val="restart"/>
          </w:tcPr>
          <w:p w14:paraId="7EDA532E" w14:textId="77777777" w:rsidR="00D97AAC" w:rsidRPr="00712698" w:rsidRDefault="00D97AAC" w:rsidP="00FF0778">
            <w:pPr>
              <w:spacing w:after="0"/>
              <w:jc w:val="center"/>
              <w:rPr>
                <w:b/>
                <w:i/>
                <w:sz w:val="20"/>
              </w:rPr>
            </w:pPr>
            <w:r w:rsidRPr="00D97AAC">
              <w:rPr>
                <w:rFonts w:ascii="Arial" w:hAnsi="Arial" w:cs="Arial"/>
                <w:b/>
                <w:sz w:val="18"/>
                <w:szCs w:val="18"/>
              </w:rPr>
              <w:t>Le cas échéant,</w:t>
            </w:r>
            <w:r w:rsidRPr="00D97AAC">
              <w:rPr>
                <w:rFonts w:ascii="Arial" w:hAnsi="Arial" w:cs="Arial"/>
                <w:b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175" w:type="pct"/>
            <w:gridSpan w:val="3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44440C87" w:rsidR="00D97AAC" w:rsidRPr="00712698" w:rsidRDefault="00D97AAC" w:rsidP="00BF3A69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003E355F">
        <w:trPr>
          <w:gridAfter w:val="1"/>
          <w:wAfter w:w="4" w:type="pct"/>
          <w:trHeight w:val="896"/>
        </w:trPr>
        <w:tc>
          <w:tcPr>
            <w:tcW w:w="105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D1A210B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3E7258DF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Montant HT </w:t>
            </w:r>
          </w:p>
          <w:p w14:paraId="43C82D7E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de la prestation</w:t>
            </w:r>
          </w:p>
        </w:tc>
      </w:tr>
      <w:tr w:rsidR="00D97AAC" w:rsidRPr="00712698" w14:paraId="417639DF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bottom w:val="nil"/>
            </w:tcBorders>
            <w:shd w:val="solid" w:color="CCFFFF" w:fill="auto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9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772" w:type="pct"/>
            <w:tcBorders>
              <w:bottom w:val="nil"/>
            </w:tcBorders>
            <w:shd w:val="solid" w:color="CCFFFF" w:fill="auto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bottom w:val="nil"/>
            </w:tcBorders>
            <w:shd w:val="solid" w:color="CCFFFF" w:fill="auto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bottom w:val="nil"/>
            </w:tcBorders>
            <w:shd w:val="solid" w:color="CCFFFF" w:fill="auto"/>
          </w:tcPr>
          <w:p w14:paraId="66B4CF01" w14:textId="77777777" w:rsidR="00D97AAC" w:rsidRPr="00712698" w:rsidRDefault="00D97AAC" w:rsidP="002C24AF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4ED5A299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6F96F80D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DB6F4F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3EE0BDD0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4EDEA7BB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20D85C9A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4CBB67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46243991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6C14205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F0EAB8E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6F0B7CF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5BC835D9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AC6A1C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138D7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3F38447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bottom w:val="nil"/>
            </w:tcBorders>
            <w:shd w:val="solid" w:color="CCFFFF" w:fill="auto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solid" w:color="CCFFFF" w:fill="auto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bottom w:val="nil"/>
            </w:tcBorders>
            <w:shd w:val="solid" w:color="CCFFFF" w:fill="auto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bottom w:val="nil"/>
            </w:tcBorders>
            <w:shd w:val="solid" w:color="CCFFFF" w:fill="auto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6CA651C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439D32DD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00B518D6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3E86875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61373D" w:rsidRPr="00712698" w14:paraId="18DCCF06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3C9188B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4BF8548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268ED81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E6C393D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6B2B224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69FEE860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7325AAD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0718505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4ACE65FB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06AD47A3" w:rsidR="000E7954" w:rsidRPr="000E7954" w:rsidRDefault="00EC5548" w:rsidP="000E7954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bCs/>
          <w:color w:val="000000"/>
          <w:lang w:eastAsia="fr-FR"/>
        </w:rPr>
      </w:pPr>
      <w:r w:rsidRPr="00712698">
        <w:rPr>
          <w:rFonts w:ascii="Times New Roman" w:hAnsi="Times New Roman"/>
          <w:bCs/>
        </w:rPr>
        <w:lastRenderedPageBreak/>
        <w:t>Après avoir pris connaissance du cahier des clauses administratives particulières (C.C.P.) et des documents qui y sont mentionnés, et après a</w:t>
      </w:r>
      <w:r w:rsidR="003C579A">
        <w:rPr>
          <w:rFonts w:ascii="Times New Roman" w:hAnsi="Times New Roman"/>
          <w:bCs/>
        </w:rPr>
        <w:t xml:space="preserve">voir produit les pièces </w:t>
      </w:r>
      <w:r w:rsidR="000E7954" w:rsidRPr="000E7954">
        <w:rPr>
          <w:rFonts w:ascii="Times New Roman" w:eastAsia="Times New Roman" w:hAnsi="Times New Roman" w:cs="Tahoma"/>
          <w:bCs/>
          <w:color w:val="000000"/>
          <w:lang w:eastAsia="fr-FR"/>
        </w:rPr>
        <w:t>aux articles R.2143-3 et R.2143-12 du code de la commande publique</w:t>
      </w:r>
      <w:r w:rsidR="000E7954">
        <w:rPr>
          <w:rFonts w:ascii="Times New Roman" w:eastAsia="Times New Roman" w:hAnsi="Times New Roman" w:cs="Tahoma"/>
          <w:bCs/>
          <w:color w:val="000000"/>
          <w:lang w:eastAsia="fr-FR"/>
        </w:rPr>
        <w:t>.</w:t>
      </w:r>
    </w:p>
    <w:p w14:paraId="268F8E15" w14:textId="77777777" w:rsidR="00DB0D27" w:rsidRPr="00712698" w:rsidRDefault="000A6A2A" w:rsidP="00701822">
      <w:pPr>
        <w:tabs>
          <w:tab w:val="left" w:pos="576"/>
        </w:tabs>
        <w:ind w:left="567"/>
        <w:jc w:val="both"/>
      </w:pPr>
      <w:r w:rsidRPr="00712698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712698">
        <w:rPr>
          <w:rFonts w:ascii="Times New Roman" w:hAnsi="Times New Roman"/>
          <w:b/>
          <w:bCs/>
          <w:u w:val="single"/>
        </w:rPr>
        <w:t>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0A027312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Pr="00712698">
        <w:rPr>
          <w:b/>
          <w:sz w:val="22"/>
          <w:szCs w:val="22"/>
          <w:u w:val="single"/>
          <w:lang w:val="fr-FR"/>
        </w:rPr>
        <w:t xml:space="preserve">déclare </w:t>
      </w:r>
      <w:r w:rsidRPr="00712698">
        <w:rPr>
          <w:b/>
          <w:sz w:val="22"/>
          <w:szCs w:val="22"/>
          <w:lang w:val="fr-FR"/>
        </w:rPr>
        <w:t xml:space="preserve">: </w:t>
      </w:r>
      <w:r w:rsidR="000A6A2A" w:rsidRPr="00712698">
        <w:rPr>
          <w:sz w:val="22"/>
          <w:lang w:val="fr-FR"/>
        </w:rPr>
        <w:t xml:space="preserve">bénéficier d'une assurance garantissant sa responsabilité à l’égard du maître d’ouvrage, du représentant du pouvoir adjudicateur et des tiers, victimes d’accidents ou de dommages, causés par l’exécution des prestations 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="00EF6EB9" w:rsidRPr="00712698">
        <w:rPr>
          <w:b/>
          <w:sz w:val="22"/>
          <w:szCs w:val="22"/>
          <w:u w:val="single"/>
          <w:lang w:val="fr-FR"/>
        </w:rPr>
        <w:t>s</w:t>
      </w:r>
      <w:r w:rsidRPr="00712698">
        <w:rPr>
          <w:b/>
          <w:sz w:val="22"/>
          <w:szCs w:val="22"/>
          <w:u w:val="single"/>
          <w:lang w:val="fr-FR"/>
        </w:rPr>
        <w:t>’engage</w:t>
      </w:r>
      <w:r w:rsidRPr="00712698">
        <w:rPr>
          <w:b/>
          <w:sz w:val="22"/>
          <w:szCs w:val="22"/>
          <w:lang w:val="fr-FR"/>
        </w:rPr>
        <w:t xml:space="preserve"> : </w:t>
      </w:r>
      <w:r w:rsidRPr="00712698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10" w:name="Validité_offre"/>
      <w:r w:rsidRPr="00712698">
        <w:rPr>
          <w:sz w:val="22"/>
          <w:szCs w:val="22"/>
          <w:lang w:val="fr-FR"/>
        </w:rPr>
        <w:t>6</w:t>
      </w:r>
      <w:bookmarkEnd w:id="10"/>
      <w:r w:rsidRPr="00712698">
        <w:rPr>
          <w:sz w:val="22"/>
          <w:szCs w:val="22"/>
          <w:lang w:val="fr-FR"/>
        </w:rPr>
        <w:t xml:space="preserve"> mois à compter de la date limite de remise des offres ;</w:t>
      </w:r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23045939" w:rsidR="00863280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49" o:title=""/>
          </v:shape>
          <w:control r:id="rId50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i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1" o:title=""/>
          </v:shape>
          <w:control r:id="rId52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</w:t>
      </w:r>
      <w:r w:rsidR="002B1B72">
        <w:rPr>
          <w:sz w:val="22"/>
          <w:szCs w:val="22"/>
          <w:lang w:val="fr-FR"/>
        </w:rPr>
        <w:t>prestations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63B792BC" w:rsidR="00FF029C" w:rsidRPr="00712698" w:rsidRDefault="00DB0D27" w:rsidP="00EC5548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3" o:title=""/>
          </v:shape>
          <w:control r:id="rId54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5" o:title=""/>
          </v:shape>
          <w:control r:id="rId56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1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143086" w:rsidRPr="00151A61">
        <w:rPr>
          <w:sz w:val="22"/>
          <w:szCs w:val="22"/>
          <w:lang w:val="fr-FR"/>
        </w:rPr>
        <w:t>des articles R.2191-1 et suivant</w:t>
      </w:r>
      <w:r w:rsidR="00143086" w:rsidRPr="00151A61">
        <w:rPr>
          <w:b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 xml:space="preserve">(cette avance est versée au titulaire du marché lorsque le montant initial du marché est supérieur à 50 000 € HT et la durée des </w:t>
      </w:r>
      <w:r w:rsidR="00F052DE">
        <w:rPr>
          <w:sz w:val="22"/>
          <w:szCs w:val="22"/>
          <w:lang w:val="fr-FR"/>
        </w:rPr>
        <w:t>prestations</w:t>
      </w:r>
      <w:r w:rsidR="00EC5548" w:rsidRPr="00151A61">
        <w:rPr>
          <w:sz w:val="22"/>
          <w:szCs w:val="22"/>
          <w:lang w:val="fr-FR"/>
        </w:rPr>
        <w:t xml:space="preserve">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4381DD7E" w:rsidR="00B00C11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 xml:space="preserve">Le montant de cette avance est égal à </w:t>
      </w:r>
      <w:r w:rsidR="00E93DCC" w:rsidRPr="00880C30">
        <w:rPr>
          <w:sz w:val="22"/>
          <w:szCs w:val="22"/>
          <w:lang w:val="fr-FR"/>
        </w:rPr>
        <w:t>30%</w:t>
      </w:r>
      <w:r w:rsidRPr="00151A61">
        <w:rPr>
          <w:sz w:val="22"/>
          <w:szCs w:val="22"/>
          <w:lang w:val="fr-FR"/>
        </w:rPr>
        <w:t xml:space="preserve">du montant du marché. </w:t>
      </w:r>
    </w:p>
    <w:bookmarkEnd w:id="11"/>
    <w:p w14:paraId="4C55EDF8" w14:textId="77777777" w:rsidR="00DB0D27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>Cette avance n’est due au titulaire du marché que sur la part du marché qui ne fait pas l’objet de sous-traitance).</w:t>
      </w:r>
    </w:p>
    <w:p w14:paraId="1797148B" w14:textId="77777777" w:rsidR="00DB0D27" w:rsidRDefault="00DB0D27" w:rsidP="00DB0D27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00712698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3B853C8F" w:rsidR="00EC5548" w:rsidRDefault="00EC5548" w:rsidP="00EC5548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paiement de l’avance interviendra dans un délai de 30 jours à compter de la date de l’ordre de service prescrivant le démarrage de</w:t>
      </w:r>
      <w:r w:rsidR="001939C0">
        <w:rPr>
          <w:rFonts w:ascii="Times New Roman" w:hAnsi="Times New Roman"/>
          <w:sz w:val="22"/>
          <w:szCs w:val="22"/>
        </w:rPr>
        <w:t>s prestations</w:t>
      </w:r>
      <w:r>
        <w:rPr>
          <w:rFonts w:ascii="Times New Roman" w:hAnsi="Times New Roman"/>
          <w:sz w:val="22"/>
          <w:szCs w:val="22"/>
        </w:rPr>
        <w:t>.</w:t>
      </w:r>
    </w:p>
    <w:p w14:paraId="6E5963C5" w14:textId="4D92991D" w:rsidR="001D724D" w:rsidRDefault="001D724D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4C3F20">
        <w:rPr>
          <w:b/>
          <w:sz w:val="22"/>
          <w:szCs w:val="22"/>
          <w:lang w:val="fr-FR"/>
        </w:rPr>
        <w:t>I.</w:t>
      </w:r>
      <w:r w:rsidR="00FA3AC5">
        <w:rPr>
          <w:b/>
          <w:sz w:val="22"/>
          <w:szCs w:val="22"/>
          <w:lang w:val="fr-FR"/>
        </w:rPr>
        <w:t>2</w:t>
      </w:r>
      <w:r w:rsidRPr="004C3F20">
        <w:rPr>
          <w:b/>
          <w:sz w:val="22"/>
          <w:szCs w:val="22"/>
          <w:lang w:val="fr-FR"/>
        </w:rPr>
        <w:t xml:space="preserve"> - </w:t>
      </w:r>
      <w:r w:rsidRPr="004C3F20">
        <w:rPr>
          <w:b/>
          <w:sz w:val="22"/>
          <w:szCs w:val="22"/>
          <w:u w:val="single"/>
          <w:lang w:val="fr-FR"/>
        </w:rPr>
        <w:t>Montant du marché</w:t>
      </w:r>
    </w:p>
    <w:p w14:paraId="7D3B304A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Les travaux sont rémunérés par un mixte égal à : </w:t>
      </w:r>
    </w:p>
    <w:p w14:paraId="62B875B3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598846BE" w14:textId="79A61970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 xml:space="preserve">PT1 – Partie technique 1 -  € HT : </w:t>
      </w:r>
      <w:r>
        <w:rPr>
          <w:i/>
          <w:sz w:val="22"/>
          <w:szCs w:val="22"/>
          <w:lang w:val="fr-FR"/>
        </w:rPr>
        <w:tab/>
      </w:r>
    </w:p>
    <w:p w14:paraId="5C0EC462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forfaitaire € HT :</w:t>
      </w:r>
    </w:p>
    <w:p w14:paraId="3D90C9E1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sur prix unitaires € HT :</w:t>
      </w:r>
    </w:p>
    <w:p w14:paraId="769D9440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ab/>
      </w:r>
    </w:p>
    <w:p w14:paraId="340F4FF0" w14:textId="6CD1F7E9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 xml:space="preserve">PT2 – Partie technique 2 -  € HT : </w:t>
      </w:r>
    </w:p>
    <w:p w14:paraId="31A0388B" w14:textId="0717B88B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forfaitaire € HT :</w:t>
      </w:r>
    </w:p>
    <w:p w14:paraId="6AA5F613" w14:textId="4B22384F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sur prix unitaires € HT :</w:t>
      </w:r>
    </w:p>
    <w:p w14:paraId="7AD716FF" w14:textId="0EABD330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09C7E6B7" w14:textId="6EA7817D" w:rsidR="0035307F" w:rsidRPr="0000251A" w:rsidRDefault="0000251A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00251A">
        <w:rPr>
          <w:sz w:val="22"/>
          <w:szCs w:val="22"/>
          <w:lang w:val="fr-FR"/>
        </w:rPr>
        <w:t xml:space="preserve">Montant </w:t>
      </w:r>
      <w:r>
        <w:rPr>
          <w:sz w:val="22"/>
          <w:szCs w:val="22"/>
          <w:lang w:val="fr-FR"/>
        </w:rPr>
        <w:t>T</w:t>
      </w:r>
      <w:r w:rsidRPr="0000251A">
        <w:rPr>
          <w:sz w:val="22"/>
          <w:szCs w:val="22"/>
          <w:lang w:val="fr-FR"/>
        </w:rPr>
        <w:t>otal HT</w:t>
      </w:r>
      <w:r w:rsidRPr="0000251A">
        <w:rPr>
          <w:sz w:val="22"/>
          <w:szCs w:val="22"/>
          <w:lang w:val="fr-FR"/>
        </w:rPr>
        <w:tab/>
        <w:t>:</w:t>
      </w:r>
    </w:p>
    <w:p w14:paraId="39401C22" w14:textId="16E61B4F" w:rsidR="0000251A" w:rsidRPr="0000251A" w:rsidRDefault="0000251A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00251A">
        <w:rPr>
          <w:sz w:val="22"/>
          <w:szCs w:val="22"/>
          <w:lang w:val="fr-FR"/>
        </w:rPr>
        <w:t>TVA 20%</w:t>
      </w:r>
      <w:r w:rsidRPr="0000251A">
        <w:rPr>
          <w:sz w:val="22"/>
          <w:szCs w:val="22"/>
          <w:lang w:val="fr-FR"/>
        </w:rPr>
        <w:tab/>
      </w:r>
      <w:r w:rsidRPr="0000251A">
        <w:rPr>
          <w:sz w:val="22"/>
          <w:szCs w:val="22"/>
          <w:lang w:val="fr-FR"/>
        </w:rPr>
        <w:tab/>
        <w:t>:</w:t>
      </w:r>
    </w:p>
    <w:p w14:paraId="157E24C3" w14:textId="19ADDC71" w:rsidR="0035307F" w:rsidRDefault="0000251A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00251A">
        <w:rPr>
          <w:sz w:val="22"/>
          <w:szCs w:val="22"/>
          <w:lang w:val="fr-FR"/>
        </w:rPr>
        <w:t>Montant Total TTC </w:t>
      </w:r>
      <w:r w:rsidRPr="0000251A">
        <w:rPr>
          <w:sz w:val="22"/>
          <w:szCs w:val="22"/>
          <w:lang w:val="fr-FR"/>
        </w:rPr>
        <w:tab/>
        <w:t>:</w:t>
      </w:r>
    </w:p>
    <w:p w14:paraId="15E13F26" w14:textId="77777777" w:rsidR="0000251A" w:rsidRDefault="0000251A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004C3F20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 w:rsidRPr="00712698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>I -</w:t>
      </w:r>
      <w:r w:rsidRPr="00712698">
        <w:rPr>
          <w:rFonts w:ascii="Times New Roman" w:hAnsi="Times New Roman"/>
          <w:b/>
        </w:rPr>
        <w:t xml:space="preserve"> </w:t>
      </w:r>
      <w:r w:rsidRPr="00712698">
        <w:rPr>
          <w:rFonts w:ascii="Times New Roman" w:hAnsi="Times New Roman"/>
          <w:b/>
          <w:u w:val="single"/>
        </w:rPr>
        <w:t>Délai d’exécution du marché :</w:t>
      </w:r>
    </w:p>
    <w:p w14:paraId="04B3C98A" w14:textId="3EA2D998" w:rsidR="004C3F20" w:rsidRDefault="00AC21DD" w:rsidP="0080348A">
      <w:pPr>
        <w:ind w:left="567"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>Délai d’</w:t>
      </w:r>
      <w:r w:rsidR="00121D26" w:rsidRPr="00712698">
        <w:rPr>
          <w:rFonts w:ascii="Times New Roman" w:hAnsi="Times New Roman"/>
        </w:rPr>
        <w:t xml:space="preserve">exécution défini à </w:t>
      </w:r>
      <w:r w:rsidR="00121D26" w:rsidRPr="00880C30">
        <w:rPr>
          <w:rFonts w:ascii="Times New Roman" w:hAnsi="Times New Roman"/>
        </w:rPr>
        <w:t xml:space="preserve">l’article </w:t>
      </w:r>
      <w:r w:rsidR="000769EF">
        <w:rPr>
          <w:rFonts w:ascii="Times New Roman" w:hAnsi="Times New Roman"/>
        </w:rPr>
        <w:t>7</w:t>
      </w:r>
      <w:r w:rsidRPr="00712698">
        <w:rPr>
          <w:rFonts w:ascii="Times New Roman" w:hAnsi="Times New Roman"/>
        </w:rPr>
        <w:t xml:space="preserve"> du CC</w:t>
      </w:r>
      <w:r w:rsidR="00880C30">
        <w:rPr>
          <w:rFonts w:ascii="Times New Roman" w:hAnsi="Times New Roman"/>
        </w:rPr>
        <w:t>A</w:t>
      </w:r>
      <w:r w:rsidRPr="00712698">
        <w:rPr>
          <w:rFonts w:ascii="Times New Roman" w:hAnsi="Times New Roman"/>
        </w:rPr>
        <w:t>P.</w:t>
      </w:r>
    </w:p>
    <w:p w14:paraId="004772AD" w14:textId="77777777" w:rsidR="00142D85" w:rsidRPr="00142D85" w:rsidRDefault="00142D85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 w:rsidRPr="00142D85">
        <w:rPr>
          <w:rFonts w:ascii="Times New Roman" w:hAnsi="Times New Roman"/>
          <w:b/>
        </w:rPr>
        <w:t xml:space="preserve">III – </w:t>
      </w:r>
      <w:r w:rsidRPr="00142D85">
        <w:rPr>
          <w:rFonts w:ascii="Times New Roman" w:hAnsi="Times New Roman"/>
          <w:b/>
          <w:u w:val="single"/>
        </w:rPr>
        <w:t>Paiement</w:t>
      </w:r>
    </w:p>
    <w:p w14:paraId="50070B86" w14:textId="2E21F26B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2" w:name="_Toc354491247"/>
      <w:r w:rsidRPr="006C657D">
        <w:rPr>
          <w:rFonts w:ascii="Times New Roman" w:eastAsia="Times New Roman" w:hAnsi="Times New Roman"/>
          <w:noProof/>
          <w:lang w:eastAsia="fr-FR"/>
        </w:rPr>
        <w:t xml:space="preserve">Les modalités du règlement des comptes du marché sont spécifiées à </w:t>
      </w:r>
      <w:r w:rsidRPr="00880C30">
        <w:rPr>
          <w:rFonts w:ascii="Times New Roman" w:eastAsia="Times New Roman" w:hAnsi="Times New Roman"/>
          <w:noProof/>
          <w:lang w:eastAsia="fr-FR"/>
        </w:rPr>
        <w:t xml:space="preserve">l’article </w:t>
      </w:r>
      <w:r w:rsidR="00880C30" w:rsidRPr="00880C30">
        <w:rPr>
          <w:rFonts w:ascii="Times New Roman" w:eastAsia="Times New Roman" w:hAnsi="Times New Roman"/>
          <w:noProof/>
          <w:lang w:eastAsia="fr-FR"/>
        </w:rPr>
        <w:t>5</w:t>
      </w:r>
      <w:r w:rsidRPr="00880C30">
        <w:rPr>
          <w:rFonts w:ascii="Times New Roman" w:eastAsia="Times New Roman" w:hAnsi="Times New Roman"/>
          <w:noProof/>
          <w:lang w:eastAsia="fr-FR"/>
        </w:rPr>
        <w:t xml:space="preserve"> du CCAP</w:t>
      </w:r>
      <w:r w:rsidRPr="006C657D">
        <w:rPr>
          <w:rFonts w:ascii="Times New Roman" w:eastAsia="Times New Roman" w:hAnsi="Times New Roman"/>
          <w:noProof/>
          <w:lang w:eastAsia="fr-FR"/>
        </w:rPr>
        <w:t>.</w:t>
      </w:r>
    </w:p>
    <w:p w14:paraId="3951E1C2" w14:textId="3692E268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lastRenderedPageBreak/>
        <w:t xml:space="preserve">Le </w:t>
      </w:r>
      <w:r w:rsidR="00843586">
        <w:rPr>
          <w:rFonts w:ascii="Times New Roman" w:eastAsia="Times New Roman" w:hAnsi="Times New Roman"/>
          <w:noProof/>
          <w:lang w:eastAsia="fr-FR"/>
        </w:rPr>
        <w:t>représentant du pouvoir adjudicateur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154E9BAE" w14:textId="617D5FA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843586" w:rsidRPr="00843586">
        <w:rPr>
          <w:rFonts w:ascii="Times New Roman" w:eastAsia="Times New Roman" w:hAnsi="Times New Roman"/>
          <w:noProof/>
          <w:lang w:eastAsia="fr-FR"/>
        </w:rPr>
        <w:t xml:space="preserve">représentant du pouvoir adjudicateur </w:t>
      </w:r>
      <w:r w:rsidRPr="006C657D">
        <w:rPr>
          <w:rFonts w:ascii="Times New Roman" w:eastAsia="Times New Roman" w:hAnsi="Times New Roman"/>
          <w:noProof/>
          <w:lang w:eastAsia="fr-FR"/>
        </w:rPr>
        <w:t>se libèrera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00D03570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 -</w:t>
      </w:r>
      <w:r w:rsidR="00C95A65" w:rsidRPr="00D03570">
        <w:rPr>
          <w:rFonts w:ascii="Times New Roman" w:hAnsi="Times New Roman"/>
          <w:b/>
        </w:rPr>
        <w:t xml:space="preserve"> </w:t>
      </w:r>
      <w:r w:rsidR="00C95A65" w:rsidRPr="00D03570">
        <w:rPr>
          <w:rFonts w:ascii="Times New Roman" w:hAnsi="Times New Roman"/>
          <w:b/>
          <w:u w:val="single"/>
        </w:rPr>
        <w:t>Montant sous-traité désigné au marché</w:t>
      </w:r>
      <w:bookmarkEnd w:id="12"/>
    </w:p>
    <w:p w14:paraId="25F8025F" w14:textId="77777777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des prestations sous traitées seront précisés par actes spéciaux, conformément aux dispositions des articles R.2193-1 et suivants du code de la commande publique.</w:t>
      </w:r>
    </w:p>
    <w:p w14:paraId="367FCD48" w14:textId="77777777" w:rsidR="0080348A" w:rsidRPr="00712698" w:rsidRDefault="00C95A65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V</w:t>
      </w:r>
      <w:r w:rsidR="0080348A" w:rsidRPr="00712698">
        <w:rPr>
          <w:rFonts w:ascii="Times New Roman" w:hAnsi="Times New Roman"/>
          <w:b/>
        </w:rPr>
        <w:t xml:space="preserve"> – </w:t>
      </w:r>
      <w:bookmarkStart w:id="13" w:name="Titre_Clause_sociale"/>
      <w:r w:rsidR="0080348A" w:rsidRPr="00712698">
        <w:rPr>
          <w:rFonts w:ascii="Times New Roman" w:hAnsi="Times New Roman"/>
          <w:b/>
          <w:u w:val="single"/>
        </w:rPr>
        <w:t>Engagement d’insertion :</w:t>
      </w:r>
      <w:bookmarkEnd w:id="13"/>
    </w:p>
    <w:p w14:paraId="7DF05A70" w14:textId="2681FA3D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4" w:name="AEClause_sociale"/>
      <w:bookmarkEnd w:id="14"/>
      <w:r>
        <w:t xml:space="preserve"> S</w:t>
      </w:r>
      <w:r w:rsidR="00843586">
        <w:rPr>
          <w:rFonts w:ascii="Times New Roman" w:hAnsi="Times New Roman"/>
          <w:sz w:val="22"/>
          <w:szCs w:val="22"/>
        </w:rPr>
        <w:t>ans objet.</w:t>
      </w:r>
    </w:p>
    <w:p w14:paraId="6369AAE8" w14:textId="3AC6304B" w:rsidR="008C7492" w:rsidRDefault="008C7492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1DACAF56" w14:textId="77777777" w:rsidR="008C7492" w:rsidRDefault="008C7492" w:rsidP="008C7492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VI – </w:t>
      </w:r>
      <w:r>
        <w:rPr>
          <w:rFonts w:ascii="Times New Roman" w:hAnsi="Times New Roman"/>
          <w:b/>
          <w:bCs/>
          <w:u w:val="single"/>
        </w:rPr>
        <w:t>Responsables physiques de la vérification et de la signature des actes de sous-traitance:</w:t>
      </w:r>
    </w:p>
    <w:p w14:paraId="04CF4598" w14:textId="77777777" w:rsidR="008C7492" w:rsidRDefault="008C7492" w:rsidP="008C7492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1EAD9969" w14:textId="77777777" w:rsidR="008C7492" w:rsidRDefault="008C7492" w:rsidP="008C7492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8C7492" w14:paraId="5BF75B2E" w14:textId="77777777" w:rsidTr="008C7492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05AC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5D57A0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1395A8E6" w14:textId="77777777" w:rsidTr="008C7492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ED8C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CB2D4AD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43E6CEEB" w14:textId="77777777" w:rsidTr="008C7492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2DEF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0581460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65BE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D5ECB5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0E976C1B" w14:textId="77777777" w:rsidTr="008C7492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EE2F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76A2844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21B1283" w14:textId="77777777" w:rsidR="008C7492" w:rsidRDefault="008C7492" w:rsidP="008C7492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3A2091A" w14:textId="77777777" w:rsidR="008C7492" w:rsidRDefault="008C7492" w:rsidP="008C7492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8C7492" w14:paraId="7FDAA0AE" w14:textId="77777777" w:rsidTr="008C7492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F84C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994AE2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742DB78E" w14:textId="77777777" w:rsidTr="008C7492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33896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0AE9241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0CE895D4" w14:textId="77777777" w:rsidTr="008C7492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B634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45A6DC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F01B6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91A15F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61DAC30C" w14:textId="77777777" w:rsidTr="008C7492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9119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7356EF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079945A" w14:textId="77777777" w:rsidR="008C7492" w:rsidRDefault="008C7492" w:rsidP="008C7492">
      <w:pPr>
        <w:spacing w:after="0" w:line="240" w:lineRule="auto"/>
        <w:rPr>
          <w:rFonts w:ascii="Times New Roman" w:hAnsi="Times New Roman"/>
        </w:rPr>
      </w:pPr>
    </w:p>
    <w:p w14:paraId="60377A6C" w14:textId="4D5CFA9E" w:rsidR="008C7492" w:rsidRPr="00090BBC" w:rsidRDefault="008C7492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17F93ADB" w14:textId="23C6F537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p w14:paraId="22B9FF7F" w14:textId="77777777" w:rsidR="00843586" w:rsidRPr="00090BBC" w:rsidRDefault="00843586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5FF303AB" w14:textId="0348B94C" w:rsidR="007D0D63" w:rsidRDefault="007D0D63" w:rsidP="0080348A">
      <w:pPr>
        <w:ind w:left="567" w:right="-144"/>
        <w:jc w:val="both"/>
        <w:rPr>
          <w:rFonts w:ascii="Times New Roman" w:hAnsi="Times New Roman"/>
        </w:rPr>
      </w:pPr>
    </w:p>
    <w:p w14:paraId="08E0A006" w14:textId="77777777" w:rsidR="00C223A1" w:rsidRPr="00712698" w:rsidRDefault="007D0D63" w:rsidP="007D0D63">
      <w:pPr>
        <w:ind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ab/>
      </w:r>
    </w:p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  <w:r w:rsidRPr="00712698">
        <w:rPr>
          <w:rFonts w:ascii="Times New Roman" w:hAnsi="Times New Roman"/>
        </w:rPr>
        <w:br w:type="page"/>
      </w: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00AC21DD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004C3F20" w:rsidP="00AC21DD">
            <w:pPr>
              <w:pStyle w:val="Corpsdetexte"/>
              <w:ind w:left="426"/>
              <w:rPr>
                <w:i/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00712698">
              <w:rPr>
                <w:i/>
                <w:sz w:val="22"/>
                <w:szCs w:val="22"/>
                <w:lang w:val="fr-FR"/>
              </w:rPr>
              <w:t xml:space="preserve">(signature et cachet de l’entrepreneur </w:t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 xml:space="preserve"> dûment habilité</w:t>
            </w:r>
            <w:r w:rsidRPr="00712698">
              <w:rPr>
                <w:i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</w:t>
            </w:r>
            <w:r w:rsidR="00106F69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106F69" w:rsidRPr="00106F69">
              <w:rPr>
                <w:rFonts w:ascii="Times New Roman" w:eastAsia="Times New Roman" w:hAnsi="Times New Roman"/>
                <w:lang w:eastAsia="fr-FR"/>
              </w:rPr>
              <w:t>des armées</w:t>
            </w: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  <w:r w:rsidRPr="00712698">
              <w:rPr>
                <w:bCs/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6076B992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Le représentant du pouvoir adjudicateur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619642E4" w:rsidR="00FD27A9" w:rsidRDefault="00FD27A9" w:rsidP="004C3F20">
      <w:pPr>
        <w:jc w:val="center"/>
        <w:rPr>
          <w:rFonts w:ascii="Times New Roman" w:hAnsi="Times New Roman"/>
        </w:rPr>
      </w:pPr>
    </w:p>
    <w:p w14:paraId="5C910B8E" w14:textId="77777777" w:rsidR="00FD27A9" w:rsidRDefault="00FD27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F34C36D" w14:textId="3F2B0538" w:rsidR="00FD27A9" w:rsidRPr="00EA0816" w:rsidRDefault="00FD27A9" w:rsidP="00FD27A9">
      <w:pPr>
        <w:jc w:val="center"/>
        <w:rPr>
          <w:b/>
          <w:sz w:val="28"/>
          <w:szCs w:val="28"/>
          <w:u w:val="single"/>
        </w:rPr>
      </w:pPr>
      <w:r w:rsidRPr="00EA0816">
        <w:rPr>
          <w:b/>
          <w:sz w:val="28"/>
          <w:szCs w:val="28"/>
          <w:u w:val="single"/>
        </w:rPr>
        <w:lastRenderedPageBreak/>
        <w:t xml:space="preserve">Annexe 1 : responsable physique du marché (et suppléant) cf </w:t>
      </w:r>
      <w:r w:rsidRPr="00880C30">
        <w:rPr>
          <w:b/>
          <w:sz w:val="28"/>
          <w:szCs w:val="28"/>
          <w:u w:val="single"/>
        </w:rPr>
        <w:t xml:space="preserve">article </w:t>
      </w:r>
      <w:r w:rsidR="00880C30" w:rsidRPr="00880C30">
        <w:rPr>
          <w:b/>
          <w:sz w:val="28"/>
          <w:szCs w:val="28"/>
          <w:u w:val="single"/>
        </w:rPr>
        <w:t>4</w:t>
      </w:r>
      <w:r w:rsidRPr="00880C30">
        <w:rPr>
          <w:b/>
          <w:sz w:val="28"/>
          <w:szCs w:val="28"/>
          <w:u w:val="single"/>
        </w:rPr>
        <w:t>.</w:t>
      </w:r>
      <w:r w:rsidR="00880C30" w:rsidRPr="00880C30">
        <w:rPr>
          <w:b/>
          <w:sz w:val="28"/>
          <w:szCs w:val="28"/>
          <w:u w:val="single"/>
        </w:rPr>
        <w:t>1</w:t>
      </w:r>
      <w:r w:rsidRPr="00880C30">
        <w:rPr>
          <w:b/>
          <w:sz w:val="28"/>
          <w:szCs w:val="28"/>
          <w:u w:val="single"/>
        </w:rPr>
        <w:t xml:space="preserve"> du CCAP</w:t>
      </w:r>
    </w:p>
    <w:p w14:paraId="563A2F92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113FE15D" w14:textId="77777777" w:rsidR="00FD27A9" w:rsidRPr="00EA0816" w:rsidRDefault="00FD27A9" w:rsidP="00FD27A9">
      <w:pPr>
        <w:autoSpaceDE w:val="0"/>
        <w:autoSpaceDN w:val="0"/>
        <w:adjustRightInd w:val="0"/>
        <w:spacing w:after="0"/>
        <w:jc w:val="both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Pour les personnels désignés ci-dessous, le CV sera joint à la candidature.</w:t>
      </w:r>
    </w:p>
    <w:p w14:paraId="5AB560C9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7B4EDB1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 xml:space="preserve">I – Coordonnées du responsable physique du marché </w:t>
      </w:r>
    </w:p>
    <w:p w14:paraId="1B387D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13BA654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4868BDF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54D1B60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2A201FDF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2D737A5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422A1F25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4F9B4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5A96CE5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6777F4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1159C6A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3C2750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portable :</w:t>
      </w:r>
    </w:p>
    <w:p w14:paraId="4B510221" w14:textId="77777777" w:rsidR="00FD27A9" w:rsidRPr="00EA0816" w:rsidRDefault="00FD27A9" w:rsidP="00FD27A9">
      <w:pPr>
        <w:spacing w:after="0"/>
        <w:rPr>
          <w:b/>
          <w:sz w:val="28"/>
          <w:szCs w:val="28"/>
        </w:rPr>
      </w:pPr>
    </w:p>
    <w:p w14:paraId="7DCB90E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>Coordonnées du responsable physique du marché par suppléance</w:t>
      </w:r>
    </w:p>
    <w:p w14:paraId="0583548D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</w:p>
    <w:p w14:paraId="1A4F5C4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719496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C5E332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74DDD8E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DD6FF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3C145C1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41CC32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0E788E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42087FAA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5B166D8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0674CCE8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i/>
          <w:sz w:val="28"/>
          <w:szCs w:val="28"/>
        </w:rPr>
        <w:t>N° de téléphone portable :</w:t>
      </w:r>
    </w:p>
    <w:p w14:paraId="45A838C2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3E355F">
      <w:headerReference w:type="default" r:id="rId57"/>
      <w:footerReference w:type="default" r:id="rId58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373163" w:rsidRDefault="00373163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373163" w:rsidRDefault="00373163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A859" w14:textId="77777777" w:rsidR="00056974" w:rsidRDefault="00056974">
    <w:pPr>
      <w:pStyle w:val="Pieddepage"/>
      <w:jc w:val="center"/>
    </w:pPr>
  </w:p>
  <w:p w14:paraId="32CF3A2D" w14:textId="3E9471C5" w:rsidR="00373163" w:rsidRDefault="00373163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6BF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6BF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373163" w:rsidRDefault="00373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373163" w:rsidRDefault="00373163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373163" w:rsidRDefault="00373163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373163" w:rsidRDefault="00373163" w:rsidP="00787389">
      <w:pPr>
        <w:pStyle w:val="Notedebasdepage"/>
        <w:jc w:val="both"/>
        <w:rPr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4">
    <w:p w14:paraId="35224E66" w14:textId="77777777" w:rsidR="00373163" w:rsidRDefault="00373163" w:rsidP="00FC313D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373163" w:rsidRDefault="00373163" w:rsidP="006D46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373163" w:rsidRDefault="00373163" w:rsidP="006D4689">
      <w:pPr>
        <w:pStyle w:val="Notedebasdepage"/>
        <w:jc w:val="both"/>
        <w:rPr>
          <w:szCs w:val="16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7DFE3C03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co-traitants, l’identification exacte des autres co-traitants doit être annexée au</w:t>
      </w:r>
    </w:p>
    <w:p w14:paraId="1D51385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présent accord. </w:t>
      </w:r>
    </w:p>
  </w:footnote>
  <w:footnote w:id="9">
    <w:p w14:paraId="4FEA9E18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373163" w:rsidRDefault="00373163" w:rsidP="00787389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12">
    <w:p w14:paraId="7C26E1BF" w14:textId="77777777" w:rsidR="00373163" w:rsidRPr="00D97AAC" w:rsidRDefault="00373163" w:rsidP="00D97AAC">
      <w:pPr>
        <w:autoSpaceDE w:val="0"/>
        <w:autoSpaceDN w:val="0"/>
        <w:adjustRightInd w:val="0"/>
        <w:rPr>
          <w:rFonts w:ascii="Times New Roman" w:hAnsi="Times New Roman"/>
          <w:bCs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97AAC">
        <w:rPr>
          <w:rFonts w:ascii="Times New Roman" w:hAnsi="Times New Roman"/>
          <w:bCs/>
          <w:sz w:val="16"/>
          <w:szCs w:val="16"/>
        </w:rPr>
        <w:t>PSE = prestation supplémentaire éventuelle</w:t>
      </w:r>
    </w:p>
  </w:footnote>
  <w:footnote w:id="13">
    <w:p w14:paraId="7AAF47E8" w14:textId="77777777" w:rsidR="00373163" w:rsidRDefault="00373163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45495" w14:textId="18C1D1FF" w:rsidR="00373163" w:rsidRDefault="00DB0D66" w:rsidP="00185ABE">
    <w:pPr>
      <w:pStyle w:val="En-tte"/>
      <w:jc w:val="right"/>
    </w:pPr>
    <w:r>
      <w:t xml:space="preserve">ESID </w:t>
    </w:r>
    <w:r w:rsidR="00D43D43">
      <w:t>25 289</w:t>
    </w:r>
  </w:p>
  <w:p w14:paraId="65ADB7BC" w14:textId="77777777" w:rsidR="00373163" w:rsidRDefault="003731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3861EB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54"/>
    <w:rsid w:val="0000251A"/>
    <w:rsid w:val="00056974"/>
    <w:rsid w:val="000769EF"/>
    <w:rsid w:val="00083493"/>
    <w:rsid w:val="00090BBC"/>
    <w:rsid w:val="000A6A2A"/>
    <w:rsid w:val="000E7954"/>
    <w:rsid w:val="000F40DA"/>
    <w:rsid w:val="00104226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939C0"/>
    <w:rsid w:val="001B4DC6"/>
    <w:rsid w:val="001D724D"/>
    <w:rsid w:val="001D7F67"/>
    <w:rsid w:val="001F0851"/>
    <w:rsid w:val="00245B5B"/>
    <w:rsid w:val="002466B2"/>
    <w:rsid w:val="00283C5A"/>
    <w:rsid w:val="00292262"/>
    <w:rsid w:val="002B118A"/>
    <w:rsid w:val="002B1B72"/>
    <w:rsid w:val="002C24AF"/>
    <w:rsid w:val="002C6BF9"/>
    <w:rsid w:val="00307959"/>
    <w:rsid w:val="0031795E"/>
    <w:rsid w:val="0035307F"/>
    <w:rsid w:val="00373163"/>
    <w:rsid w:val="0038608E"/>
    <w:rsid w:val="00392AA8"/>
    <w:rsid w:val="003B2321"/>
    <w:rsid w:val="003C579A"/>
    <w:rsid w:val="003E355F"/>
    <w:rsid w:val="00406F02"/>
    <w:rsid w:val="004404F1"/>
    <w:rsid w:val="004B7039"/>
    <w:rsid w:val="004C3F20"/>
    <w:rsid w:val="004D3B85"/>
    <w:rsid w:val="004E1A38"/>
    <w:rsid w:val="00501E0C"/>
    <w:rsid w:val="0054482A"/>
    <w:rsid w:val="005736A9"/>
    <w:rsid w:val="00594FC6"/>
    <w:rsid w:val="005A60FB"/>
    <w:rsid w:val="005B5ED4"/>
    <w:rsid w:val="005D1AC2"/>
    <w:rsid w:val="0061373D"/>
    <w:rsid w:val="0061781D"/>
    <w:rsid w:val="00626F9F"/>
    <w:rsid w:val="00654FB7"/>
    <w:rsid w:val="0065626F"/>
    <w:rsid w:val="00673049"/>
    <w:rsid w:val="00677F3C"/>
    <w:rsid w:val="00695BD8"/>
    <w:rsid w:val="006C657D"/>
    <w:rsid w:val="006D4382"/>
    <w:rsid w:val="006D4689"/>
    <w:rsid w:val="006D5E9D"/>
    <w:rsid w:val="006E4128"/>
    <w:rsid w:val="00701822"/>
    <w:rsid w:val="00712698"/>
    <w:rsid w:val="00744E3F"/>
    <w:rsid w:val="00784134"/>
    <w:rsid w:val="007865A1"/>
    <w:rsid w:val="00787389"/>
    <w:rsid w:val="00787F34"/>
    <w:rsid w:val="007D0D63"/>
    <w:rsid w:val="00803221"/>
    <w:rsid w:val="0080348A"/>
    <w:rsid w:val="008104F7"/>
    <w:rsid w:val="00843586"/>
    <w:rsid w:val="00863280"/>
    <w:rsid w:val="00871385"/>
    <w:rsid w:val="00880C30"/>
    <w:rsid w:val="008924D0"/>
    <w:rsid w:val="00895246"/>
    <w:rsid w:val="008953C2"/>
    <w:rsid w:val="00895520"/>
    <w:rsid w:val="008A0A6C"/>
    <w:rsid w:val="008C7492"/>
    <w:rsid w:val="008D19EA"/>
    <w:rsid w:val="009168A6"/>
    <w:rsid w:val="009276B6"/>
    <w:rsid w:val="00981B3A"/>
    <w:rsid w:val="009C1AFF"/>
    <w:rsid w:val="009D20C2"/>
    <w:rsid w:val="009E1A07"/>
    <w:rsid w:val="00A132C4"/>
    <w:rsid w:val="00A14085"/>
    <w:rsid w:val="00A15FD7"/>
    <w:rsid w:val="00A443F3"/>
    <w:rsid w:val="00A94139"/>
    <w:rsid w:val="00AA78CA"/>
    <w:rsid w:val="00AC21DD"/>
    <w:rsid w:val="00B00C11"/>
    <w:rsid w:val="00B7749F"/>
    <w:rsid w:val="00B80683"/>
    <w:rsid w:val="00B96E2D"/>
    <w:rsid w:val="00BC1BB8"/>
    <w:rsid w:val="00BD111F"/>
    <w:rsid w:val="00BE1F1B"/>
    <w:rsid w:val="00BE680E"/>
    <w:rsid w:val="00BF28ED"/>
    <w:rsid w:val="00BF3A69"/>
    <w:rsid w:val="00BF4056"/>
    <w:rsid w:val="00BF62CA"/>
    <w:rsid w:val="00C223A1"/>
    <w:rsid w:val="00C22C13"/>
    <w:rsid w:val="00C22D18"/>
    <w:rsid w:val="00C627CC"/>
    <w:rsid w:val="00C822B7"/>
    <w:rsid w:val="00C86CE5"/>
    <w:rsid w:val="00C95A65"/>
    <w:rsid w:val="00CE2A8A"/>
    <w:rsid w:val="00D03570"/>
    <w:rsid w:val="00D04078"/>
    <w:rsid w:val="00D2403E"/>
    <w:rsid w:val="00D2510C"/>
    <w:rsid w:val="00D43D43"/>
    <w:rsid w:val="00D47581"/>
    <w:rsid w:val="00D556A0"/>
    <w:rsid w:val="00D60FAF"/>
    <w:rsid w:val="00D86C7E"/>
    <w:rsid w:val="00D97AAC"/>
    <w:rsid w:val="00DB0D27"/>
    <w:rsid w:val="00DB0D66"/>
    <w:rsid w:val="00E63952"/>
    <w:rsid w:val="00E63C3B"/>
    <w:rsid w:val="00E93DCC"/>
    <w:rsid w:val="00EA64BE"/>
    <w:rsid w:val="00EC12E0"/>
    <w:rsid w:val="00EC5548"/>
    <w:rsid w:val="00EF09CE"/>
    <w:rsid w:val="00EF3E67"/>
    <w:rsid w:val="00EF6EB9"/>
    <w:rsid w:val="00F052DE"/>
    <w:rsid w:val="00F0547D"/>
    <w:rsid w:val="00F130D0"/>
    <w:rsid w:val="00F621FE"/>
    <w:rsid w:val="00F946CA"/>
    <w:rsid w:val="00FA3AC5"/>
    <w:rsid w:val="00FA485D"/>
    <w:rsid w:val="00FB4A26"/>
    <w:rsid w:val="00FC313D"/>
    <w:rsid w:val="00FD27A9"/>
    <w:rsid w:val="00FE2BCA"/>
    <w:rsid w:val="00FE4DC6"/>
    <w:rsid w:val="00FF029C"/>
    <w:rsid w:val="00FF0778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customStyle="1" w:styleId="name-article">
    <w:name w:val="name-article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D4382"/>
    <w:rPr>
      <w:color w:val="0000FF"/>
      <w:u w:val="single"/>
    </w:rPr>
  </w:style>
  <w:style w:type="paragraph" w:customStyle="1" w:styleId="Date1">
    <w:name w:val="Date1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8C7492"/>
    <w:pPr>
      <w:numPr>
        <w:numId w:val="4"/>
      </w:numPr>
      <w:contextualSpacing/>
    </w:pPr>
    <w:rPr>
      <w:rFonts w:asciiTheme="minorHAnsi" w:eastAsiaTheme="minorHAnsi" w:hAnsiTheme="minorHAnsi" w:cstheme="minorBidi"/>
    </w:rPr>
  </w:style>
  <w:style w:type="paragraph" w:styleId="Rvision">
    <w:name w:val="Revision"/>
    <w:hidden/>
    <w:uiPriority w:val="99"/>
    <w:semiHidden/>
    <w:rsid w:val="009168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4.wmf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control" Target="activeX/activeX17.xml"/><Relationship Id="rId47" Type="http://schemas.openxmlformats.org/officeDocument/2006/relationships/control" Target="activeX/activeX20.xml"/><Relationship Id="rId50" Type="http://schemas.openxmlformats.org/officeDocument/2006/relationships/control" Target="activeX/activeX22.xml"/><Relationship Id="rId55" Type="http://schemas.openxmlformats.org/officeDocument/2006/relationships/image" Target="media/image21.wmf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image" Target="media/image15.wmf"/><Relationship Id="rId54" Type="http://schemas.openxmlformats.org/officeDocument/2006/relationships/control" Target="activeX/activeX2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control" Target="activeX/activeX16.xml"/><Relationship Id="rId45" Type="http://schemas.openxmlformats.org/officeDocument/2006/relationships/image" Target="media/image17.wmf"/><Relationship Id="rId53" Type="http://schemas.openxmlformats.org/officeDocument/2006/relationships/image" Target="media/image20.wmf"/><Relationship Id="rId58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image" Target="media/image18.wmf"/><Relationship Id="rId57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control" Target="activeX/activeX18.xml"/><Relationship Id="rId52" Type="http://schemas.openxmlformats.org/officeDocument/2006/relationships/control" Target="activeX/activeX23.xm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image" Target="media/image16.wmf"/><Relationship Id="rId48" Type="http://schemas.openxmlformats.org/officeDocument/2006/relationships/control" Target="activeX/activeX21.xml"/><Relationship Id="rId56" Type="http://schemas.openxmlformats.org/officeDocument/2006/relationships/control" Target="activeX/activeX25.xml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36E2-D42F-4E54-8415-700F826C641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FDB2BA-1D3E-45CF-BBFF-564C00131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53578-A22D-41F7-A765-DF4FB03C3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D5A13A-B2E0-4DEC-AA72-8ECC31E6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</Template>
  <TotalTime>340</TotalTime>
  <Pages>8</Pages>
  <Words>1406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DUCLOS Armelle ATTACHE MINDEF</dc:creator>
  <cp:lastModifiedBy>TOURRETTE Marion INGE CIVI DEFE</cp:lastModifiedBy>
  <cp:revision>40</cp:revision>
  <dcterms:created xsi:type="dcterms:W3CDTF">2019-03-31T17:08:00Z</dcterms:created>
  <dcterms:modified xsi:type="dcterms:W3CDTF">2025-09-05T07:31:00Z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