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D6D910" w14:textId="54B634A7" w:rsidR="001239ED" w:rsidRPr="002C5ABE" w:rsidRDefault="001239ED" w:rsidP="00E22473">
      <w:pPr>
        <w:pStyle w:val="En-tte"/>
        <w:tabs>
          <w:tab w:val="clear" w:pos="4536"/>
          <w:tab w:val="left" w:pos="1134"/>
        </w:tabs>
        <w:jc w:val="center"/>
        <w:rPr>
          <w:rFonts w:ascii="Arial" w:hAnsi="Arial" w:cs="Arial"/>
          <w:sz w:val="20"/>
        </w:rPr>
      </w:pPr>
      <w:r w:rsidRPr="002C5ABE">
        <w:rPr>
          <w:noProof/>
          <w:sz w:val="28"/>
          <w:szCs w:val="28"/>
        </w:rPr>
        <w:drawing>
          <wp:inline distT="0" distB="0" distL="0" distR="0" wp14:anchorId="5FA278F5" wp14:editId="77072FF5">
            <wp:extent cx="6120130" cy="950595"/>
            <wp:effectExtent l="0" t="0" r="0" b="190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950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Grilledutableau"/>
        <w:tblW w:w="2496" w:type="dxa"/>
        <w:jc w:val="right"/>
        <w:tblLayout w:type="fixed"/>
        <w:tblLook w:val="04A0" w:firstRow="1" w:lastRow="0" w:firstColumn="1" w:lastColumn="0" w:noHBand="0" w:noVBand="1"/>
      </w:tblPr>
      <w:tblGrid>
        <w:gridCol w:w="1248"/>
        <w:gridCol w:w="1248"/>
      </w:tblGrid>
      <w:tr w:rsidR="00E22473" w:rsidRPr="002C5ABE" w14:paraId="780E9009" w14:textId="77777777" w:rsidTr="00E22473">
        <w:trPr>
          <w:trHeight w:val="346"/>
          <w:jc w:val="right"/>
        </w:trPr>
        <w:tc>
          <w:tcPr>
            <w:tcW w:w="2496" w:type="dxa"/>
            <w:gridSpan w:val="2"/>
            <w:shd w:val="clear" w:color="auto" w:fill="D9D9D9" w:themeFill="background1" w:themeFillShade="D9"/>
            <w:vAlign w:val="center"/>
          </w:tcPr>
          <w:p w14:paraId="6835EE94" w14:textId="6379C512" w:rsidR="00E22473" w:rsidRPr="002C5ABE" w:rsidRDefault="00E22473" w:rsidP="00E2247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C5ABE">
              <w:rPr>
                <w:rFonts w:ascii="Arial" w:hAnsi="Arial" w:cs="Arial"/>
                <w:b/>
                <w:sz w:val="18"/>
                <w:szCs w:val="18"/>
              </w:rPr>
              <w:t>Niveau de classification</w:t>
            </w:r>
          </w:p>
        </w:tc>
      </w:tr>
      <w:tr w:rsidR="007A749E" w:rsidRPr="002C5ABE" w14:paraId="73A26819" w14:textId="77777777" w:rsidTr="00E22473">
        <w:trPr>
          <w:trHeight w:val="346"/>
          <w:jc w:val="right"/>
        </w:trPr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76ACD981" w14:textId="05DBEF4F" w:rsidR="007A749E" w:rsidRPr="002C5ABE" w:rsidRDefault="007A749E" w:rsidP="00E22473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5ABE">
              <w:rPr>
                <w:rFonts w:ascii="Arial" w:hAnsi="Arial" w:cs="Arial"/>
                <w:sz w:val="18"/>
                <w:szCs w:val="18"/>
              </w:rPr>
              <w:t>MS</w:t>
            </w:r>
          </w:p>
        </w:tc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60212C03" w14:textId="77777777" w:rsidR="007A749E" w:rsidRPr="002C5ABE" w:rsidRDefault="007A749E" w:rsidP="00E22473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5ABE">
              <w:rPr>
                <w:rFonts w:ascii="Arial" w:hAnsi="Arial" w:cs="Arial"/>
                <w:sz w:val="18"/>
                <w:szCs w:val="18"/>
              </w:rPr>
              <w:t>NP</w:t>
            </w:r>
          </w:p>
        </w:tc>
      </w:tr>
      <w:tr w:rsidR="007A749E" w:rsidRPr="002C5ABE" w14:paraId="44B19AD4" w14:textId="77777777" w:rsidTr="00171885">
        <w:trPr>
          <w:trHeight w:val="346"/>
          <w:jc w:val="right"/>
        </w:trPr>
        <w:tc>
          <w:tcPr>
            <w:tcW w:w="1248" w:type="dxa"/>
            <w:shd w:val="clear" w:color="auto" w:fill="FFFFFF" w:themeFill="background1"/>
            <w:vAlign w:val="center"/>
          </w:tcPr>
          <w:p w14:paraId="0184AC58" w14:textId="7E74B03D" w:rsidR="007A749E" w:rsidRPr="00F872ED" w:rsidRDefault="007A749E" w:rsidP="00E22473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14:paraId="59D46849" w14:textId="77777777" w:rsidR="007A749E" w:rsidRPr="00F872ED" w:rsidRDefault="007A749E" w:rsidP="00E22473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72ED"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</w:tbl>
    <w:p w14:paraId="3BE47D1E" w14:textId="77777777" w:rsidR="00F74509" w:rsidRPr="002C5ABE" w:rsidRDefault="00F74509" w:rsidP="00E22473">
      <w:pPr>
        <w:tabs>
          <w:tab w:val="left" w:pos="1134"/>
          <w:tab w:val="right" w:pos="9072"/>
        </w:tabs>
        <w:jc w:val="center"/>
        <w:rPr>
          <w:rFonts w:ascii="Arial" w:hAnsi="Arial" w:cs="Arial"/>
          <w:i/>
          <w:sz w:val="20"/>
        </w:rPr>
      </w:pPr>
    </w:p>
    <w:p w14:paraId="109BBF89" w14:textId="36B56158" w:rsidR="005A3EE8" w:rsidRPr="002C5ABE" w:rsidRDefault="005A3EE8" w:rsidP="00E22473">
      <w:pPr>
        <w:tabs>
          <w:tab w:val="left" w:pos="1134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  <w:r w:rsidRPr="002C5ABE">
        <w:rPr>
          <w:rFonts w:ascii="Arial" w:hAnsi="Arial" w:cs="Arial"/>
          <w:i/>
          <w:sz w:val="20"/>
        </w:rPr>
        <w:t>MARCHE PUBLIC DE TRAVAUX</w:t>
      </w:r>
    </w:p>
    <w:p w14:paraId="4D6028AB" w14:textId="3B137EC3" w:rsidR="00AC45D2" w:rsidRPr="002C5ABE" w:rsidRDefault="00AC45D2" w:rsidP="00E22473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8"/>
        </w:rPr>
      </w:pPr>
    </w:p>
    <w:p w14:paraId="6ADEEDA7" w14:textId="31ABE317" w:rsidR="00332485" w:rsidRPr="002C5ABE" w:rsidRDefault="00411AB7" w:rsidP="00E22473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before="120" w:after="120"/>
        <w:jc w:val="center"/>
        <w:rPr>
          <w:rFonts w:ascii="Arial" w:hAnsi="Arial" w:cs="Arial"/>
          <w:b/>
          <w:sz w:val="28"/>
        </w:rPr>
      </w:pPr>
      <w:r w:rsidRPr="002C5ABE">
        <w:rPr>
          <w:rFonts w:ascii="Arial" w:hAnsi="Arial" w:cs="Arial"/>
          <w:b/>
          <w:sz w:val="28"/>
        </w:rPr>
        <w:t>ACTE D’ENGAGEMENT</w:t>
      </w:r>
    </w:p>
    <w:p w14:paraId="017062B3" w14:textId="2A33BE7A" w:rsidR="001239ED" w:rsidRPr="00141D90" w:rsidRDefault="00914F26" w:rsidP="00E22473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before="120" w:after="120"/>
        <w:jc w:val="center"/>
        <w:rPr>
          <w:rFonts w:ascii="Arial" w:hAnsi="Arial" w:cs="Arial"/>
          <w:b/>
          <w:strike/>
          <w:sz w:val="28"/>
        </w:rPr>
      </w:pPr>
      <w:r w:rsidRPr="00141D90">
        <w:rPr>
          <w:rFonts w:ascii="Arial" w:hAnsi="Arial" w:cs="Arial"/>
          <w:b/>
          <w:strike/>
          <w:sz w:val="28"/>
        </w:rPr>
        <w:t>et</w:t>
      </w:r>
    </w:p>
    <w:p w14:paraId="4F871E2E" w14:textId="7F1FC1DB" w:rsidR="00411AB7" w:rsidRPr="00C332A4" w:rsidRDefault="00411AB7" w:rsidP="00E22473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before="120" w:after="120"/>
        <w:jc w:val="center"/>
        <w:rPr>
          <w:rFonts w:ascii="Arial" w:hAnsi="Arial" w:cs="Arial"/>
          <w:b/>
          <w:sz w:val="28"/>
        </w:rPr>
      </w:pPr>
      <w:r w:rsidRPr="00C332A4">
        <w:rPr>
          <w:rFonts w:ascii="Arial" w:hAnsi="Arial" w:cs="Arial"/>
          <w:b/>
          <w:sz w:val="28"/>
        </w:rPr>
        <w:t>C</w:t>
      </w:r>
      <w:r w:rsidR="00AC45D2" w:rsidRPr="00C332A4">
        <w:rPr>
          <w:rFonts w:ascii="Arial" w:hAnsi="Arial" w:cs="Arial"/>
          <w:b/>
          <w:sz w:val="28"/>
        </w:rPr>
        <w:t>ONDITIONS GENERALES D’ACHATS</w:t>
      </w:r>
    </w:p>
    <w:p w14:paraId="0D9DAA8C" w14:textId="77777777" w:rsidR="001239ED" w:rsidRPr="002C5ABE" w:rsidRDefault="001239ED" w:rsidP="00E22473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8"/>
        </w:rPr>
      </w:pPr>
    </w:p>
    <w:p w14:paraId="4190F51B" w14:textId="793CFA5E" w:rsidR="005A3EE8" w:rsidRPr="002C5ABE" w:rsidRDefault="005A3EE8" w:rsidP="00E22473">
      <w:pPr>
        <w:jc w:val="center"/>
        <w:rPr>
          <w:rFonts w:ascii="Arial" w:hAnsi="Arial" w:cs="Arial"/>
          <w:b/>
          <w:sz w:val="20"/>
        </w:rPr>
      </w:pPr>
    </w:p>
    <w:p w14:paraId="70B30FBB" w14:textId="77777777" w:rsidR="003265C9" w:rsidRPr="003B51DD" w:rsidRDefault="003265C9" w:rsidP="003265C9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</w:p>
    <w:p w14:paraId="206F61FC" w14:textId="2ADCD363" w:rsidR="003265C9" w:rsidRPr="009D5661" w:rsidRDefault="003265C9" w:rsidP="003265C9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sz w:val="28"/>
          <w:szCs w:val="28"/>
        </w:rPr>
      </w:pPr>
      <w:r w:rsidRPr="00B25A6D">
        <w:rPr>
          <w:rFonts w:ascii="Arial" w:hAnsi="Arial" w:cs="Arial"/>
          <w:b/>
          <w:sz w:val="28"/>
          <w:szCs w:val="28"/>
        </w:rPr>
        <w:t xml:space="preserve">Marché </w:t>
      </w:r>
      <w:r w:rsidRPr="00F872ED">
        <w:rPr>
          <w:rFonts w:ascii="Arial" w:hAnsi="Arial" w:cs="Arial"/>
          <w:b/>
          <w:sz w:val="28"/>
          <w:szCs w:val="28"/>
        </w:rPr>
        <w:t>n°</w:t>
      </w:r>
      <w:r w:rsidR="00F872ED">
        <w:rPr>
          <w:rFonts w:ascii="Arial" w:hAnsi="Arial" w:cs="Arial"/>
          <w:b/>
          <w:sz w:val="28"/>
          <w:szCs w:val="28"/>
        </w:rPr>
        <w:t xml:space="preserve"> </w:t>
      </w:r>
      <w:r w:rsidRPr="00B25A6D">
        <w:rPr>
          <w:rFonts w:ascii="Arial" w:hAnsi="Arial" w:cs="Arial"/>
          <w:b/>
          <w:sz w:val="28"/>
          <w:szCs w:val="28"/>
        </w:rPr>
        <w:t>202</w:t>
      </w:r>
      <w:r w:rsidR="009D5661">
        <w:rPr>
          <w:rFonts w:ascii="Arial" w:hAnsi="Arial" w:cs="Arial"/>
          <w:b/>
          <w:sz w:val="28"/>
          <w:szCs w:val="28"/>
        </w:rPr>
        <w:t xml:space="preserve">5 </w:t>
      </w:r>
      <w:r w:rsidRPr="00B25A6D">
        <w:rPr>
          <w:rFonts w:ascii="Arial" w:hAnsi="Arial" w:cs="Arial"/>
          <w:b/>
          <w:sz w:val="28"/>
          <w:szCs w:val="28"/>
        </w:rPr>
        <w:t>BST</w:t>
      </w:r>
      <w:r w:rsidR="009D5661">
        <w:rPr>
          <w:rFonts w:ascii="Arial" w:hAnsi="Arial" w:cs="Arial"/>
          <w:b/>
          <w:sz w:val="28"/>
          <w:szCs w:val="28"/>
        </w:rPr>
        <w:t xml:space="preserve">BST 8714 </w:t>
      </w:r>
      <w:r w:rsidRPr="009D5661">
        <w:rPr>
          <w:rFonts w:ascii="Arial" w:hAnsi="Arial" w:cs="Arial"/>
          <w:sz w:val="28"/>
          <w:szCs w:val="28"/>
        </w:rPr>
        <w:t xml:space="preserve">: </w:t>
      </w:r>
    </w:p>
    <w:p w14:paraId="6C0ECD7F" w14:textId="77777777" w:rsidR="003265C9" w:rsidRPr="009D5661" w:rsidRDefault="003265C9" w:rsidP="003265C9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sz w:val="28"/>
          <w:szCs w:val="28"/>
        </w:rPr>
      </w:pPr>
      <w:r w:rsidRPr="009D5661">
        <w:rPr>
          <w:rFonts w:ascii="Arial" w:hAnsi="Arial" w:cs="Arial"/>
          <w:sz w:val="28"/>
          <w:szCs w:val="28"/>
        </w:rPr>
        <w:t xml:space="preserve"> </w:t>
      </w:r>
    </w:p>
    <w:p w14:paraId="2B73E860" w14:textId="2987C39B" w:rsidR="00132F76" w:rsidRPr="002C5ABE" w:rsidRDefault="009D5661" w:rsidP="00DC6ED0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both"/>
        <w:rPr>
          <w:rFonts w:ascii="Arial" w:hAnsi="Arial" w:cs="Arial"/>
          <w:i/>
          <w:sz w:val="20"/>
        </w:rPr>
      </w:pPr>
      <w:r w:rsidRPr="009D5661">
        <w:rPr>
          <w:rFonts w:ascii="Arial" w:hAnsi="Arial" w:cs="Arial"/>
          <w:b/>
          <w:color w:val="FF0000"/>
          <w:sz w:val="28"/>
          <w:szCs w:val="28"/>
        </w:rPr>
        <w:t>BNB (29) - Ponton V/W - Remplacement du poste de relevage des eaux usées</w:t>
      </w:r>
    </w:p>
    <w:p w14:paraId="660ACB68" w14:textId="7D91EA3E" w:rsidR="00D850FE" w:rsidRPr="002C5ABE" w:rsidRDefault="00D850FE" w:rsidP="00E22473">
      <w:pPr>
        <w:pStyle w:val="Normalcentr"/>
        <w:ind w:left="0"/>
        <w:jc w:val="center"/>
        <w:rPr>
          <w:rFonts w:ascii="Arial" w:hAnsi="Arial" w:cs="Arial"/>
          <w:sz w:val="20"/>
        </w:rPr>
      </w:pPr>
    </w:p>
    <w:p w14:paraId="472A4C5E" w14:textId="2B1FBF96" w:rsidR="001239ED" w:rsidRPr="002C5ABE" w:rsidRDefault="001239ED" w:rsidP="00E22473">
      <w:pPr>
        <w:pStyle w:val="Normalcentr"/>
        <w:ind w:left="0"/>
        <w:jc w:val="center"/>
        <w:rPr>
          <w:rFonts w:ascii="Arial" w:hAnsi="Arial" w:cs="Arial"/>
          <w:sz w:val="20"/>
        </w:rPr>
      </w:pPr>
      <w:r w:rsidRPr="002C5ABE">
        <w:rPr>
          <w:rFonts w:ascii="Arial" w:hAnsi="Arial" w:cs="Arial"/>
          <w:sz w:val="20"/>
        </w:rPr>
        <w:t>Marché à procédure adaptée (MAPA)</w:t>
      </w:r>
    </w:p>
    <w:p w14:paraId="3CC08817" w14:textId="50697AEA" w:rsidR="001239ED" w:rsidRPr="002C5ABE" w:rsidRDefault="001239ED" w:rsidP="00E22473">
      <w:pPr>
        <w:pStyle w:val="Normalcentr"/>
        <w:ind w:left="0"/>
        <w:jc w:val="center"/>
        <w:rPr>
          <w:rFonts w:ascii="Arial" w:hAnsi="Arial" w:cs="Arial"/>
          <w:sz w:val="20"/>
        </w:rPr>
      </w:pPr>
      <w:r w:rsidRPr="002C5ABE">
        <w:rPr>
          <w:rFonts w:ascii="Arial" w:hAnsi="Arial" w:cs="Arial"/>
          <w:sz w:val="20"/>
        </w:rPr>
        <w:t xml:space="preserve">en application de </w:t>
      </w:r>
      <w:r w:rsidRPr="009D5661">
        <w:rPr>
          <w:rFonts w:ascii="Arial" w:hAnsi="Arial" w:cs="Arial"/>
          <w:sz w:val="20"/>
        </w:rPr>
        <w:t>l’article R.2123-1 à R.2123-6</w:t>
      </w:r>
      <w:r w:rsidR="009D5661" w:rsidRPr="009D5661">
        <w:rPr>
          <w:rFonts w:ascii="Arial" w:hAnsi="Arial" w:cs="Arial"/>
          <w:sz w:val="20"/>
        </w:rPr>
        <w:t xml:space="preserve"> </w:t>
      </w:r>
      <w:r w:rsidRPr="002C5ABE">
        <w:rPr>
          <w:rFonts w:ascii="Arial" w:hAnsi="Arial" w:cs="Arial"/>
          <w:sz w:val="20"/>
        </w:rPr>
        <w:t>du code de la commande publique</w:t>
      </w:r>
    </w:p>
    <w:p w14:paraId="7E27A218" w14:textId="13E72F2E" w:rsidR="00E96528" w:rsidRPr="002C5ABE" w:rsidRDefault="00E96528" w:rsidP="00E22473">
      <w:pPr>
        <w:jc w:val="center"/>
        <w:rPr>
          <w:rFonts w:ascii="Arial" w:hAnsi="Arial" w:cs="Arial"/>
          <w:b/>
          <w:sz w:val="24"/>
          <w:szCs w:val="24"/>
        </w:rPr>
      </w:pPr>
    </w:p>
    <w:p w14:paraId="66E5D923" w14:textId="77777777" w:rsidR="00E96528" w:rsidRPr="002C5ABE" w:rsidRDefault="00E96528" w:rsidP="00E22473">
      <w:pPr>
        <w:tabs>
          <w:tab w:val="left" w:pos="5320"/>
        </w:tabs>
        <w:jc w:val="center"/>
        <w:rPr>
          <w:rFonts w:ascii="Arial" w:hAnsi="Arial" w:cs="Arial"/>
          <w:sz w:val="20"/>
          <w:szCs w:val="24"/>
        </w:rPr>
      </w:pPr>
    </w:p>
    <w:p w14:paraId="1AC81292" w14:textId="7C05A9D7" w:rsidR="00E96528" w:rsidRPr="002C5ABE" w:rsidRDefault="00E96528" w:rsidP="00E22473">
      <w:pPr>
        <w:tabs>
          <w:tab w:val="left" w:pos="5320"/>
        </w:tabs>
        <w:jc w:val="center"/>
        <w:rPr>
          <w:rFonts w:ascii="Arial" w:hAnsi="Arial" w:cs="Arial"/>
          <w:b/>
          <w:sz w:val="20"/>
          <w:szCs w:val="24"/>
        </w:rPr>
      </w:pPr>
      <w:r w:rsidRPr="002C5ABE">
        <w:rPr>
          <w:rFonts w:ascii="Arial" w:hAnsi="Arial" w:cs="Arial"/>
          <w:b/>
          <w:sz w:val="20"/>
          <w:szCs w:val="24"/>
        </w:rPr>
        <w:t>Maître de l'ouvrage :</w:t>
      </w:r>
    </w:p>
    <w:p w14:paraId="087D3260" w14:textId="77777777" w:rsidR="00E96528" w:rsidRPr="002C5ABE" w:rsidRDefault="00E96528" w:rsidP="00E22473">
      <w:pPr>
        <w:tabs>
          <w:tab w:val="left" w:pos="5320"/>
        </w:tabs>
        <w:jc w:val="center"/>
        <w:rPr>
          <w:rFonts w:ascii="Arial" w:hAnsi="Arial" w:cs="Arial"/>
          <w:sz w:val="20"/>
          <w:szCs w:val="24"/>
        </w:rPr>
      </w:pPr>
      <w:r w:rsidRPr="002C5ABE">
        <w:rPr>
          <w:rFonts w:ascii="Arial" w:hAnsi="Arial" w:cs="Arial"/>
          <w:sz w:val="20"/>
          <w:szCs w:val="24"/>
        </w:rPr>
        <w:t>Ministère des Armées</w:t>
      </w:r>
    </w:p>
    <w:p w14:paraId="46023D5B" w14:textId="77777777" w:rsidR="00E96528" w:rsidRPr="002C5ABE" w:rsidRDefault="00E96528" w:rsidP="00E22473">
      <w:pPr>
        <w:tabs>
          <w:tab w:val="left" w:pos="5320"/>
        </w:tabs>
        <w:jc w:val="center"/>
        <w:rPr>
          <w:rFonts w:ascii="Arial" w:hAnsi="Arial" w:cs="Arial"/>
          <w:b/>
          <w:sz w:val="20"/>
          <w:szCs w:val="24"/>
        </w:rPr>
      </w:pPr>
    </w:p>
    <w:p w14:paraId="5EF8938A" w14:textId="27D38269" w:rsidR="00E96528" w:rsidRPr="002C5ABE" w:rsidRDefault="00E642EF" w:rsidP="00E22473">
      <w:pPr>
        <w:tabs>
          <w:tab w:val="left" w:pos="5320"/>
        </w:tabs>
        <w:jc w:val="center"/>
        <w:rPr>
          <w:rFonts w:ascii="Arial" w:hAnsi="Arial" w:cs="Arial"/>
          <w:b/>
          <w:sz w:val="20"/>
          <w:szCs w:val="24"/>
        </w:rPr>
      </w:pPr>
      <w:r w:rsidRPr="002C5ABE">
        <w:rPr>
          <w:rFonts w:ascii="Arial" w:hAnsi="Arial" w:cs="Arial"/>
          <w:b/>
          <w:sz w:val="20"/>
          <w:szCs w:val="24"/>
        </w:rPr>
        <w:t>Représentant du Maître de l’Ouvrage :</w:t>
      </w:r>
    </w:p>
    <w:p w14:paraId="5CED6967" w14:textId="77777777" w:rsidR="00902B54" w:rsidRPr="003B51DD" w:rsidRDefault="00902B54" w:rsidP="00902B54">
      <w:pPr>
        <w:tabs>
          <w:tab w:val="left" w:pos="5320"/>
        </w:tabs>
        <w:spacing w:after="60"/>
        <w:jc w:val="center"/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 xml:space="preserve">Service Infrastructure de la Défense </w:t>
      </w:r>
      <w:r>
        <w:rPr>
          <w:rFonts w:ascii="Arial" w:hAnsi="Arial" w:cs="Arial"/>
          <w:sz w:val="20"/>
          <w:szCs w:val="24"/>
        </w:rPr>
        <w:t>Atlantique</w:t>
      </w:r>
    </w:p>
    <w:p w14:paraId="080FE7F6" w14:textId="041D5ECE" w:rsidR="00E96528" w:rsidRPr="002C5ABE" w:rsidRDefault="00E96528" w:rsidP="00E22473">
      <w:pPr>
        <w:tabs>
          <w:tab w:val="left" w:pos="5320"/>
        </w:tabs>
        <w:jc w:val="center"/>
        <w:rPr>
          <w:rFonts w:ascii="Arial" w:hAnsi="Arial" w:cs="Arial"/>
          <w:sz w:val="20"/>
          <w:szCs w:val="24"/>
        </w:rPr>
      </w:pPr>
    </w:p>
    <w:tbl>
      <w:tblPr>
        <w:tblStyle w:val="Grilledutableau1"/>
        <w:tblW w:w="0" w:type="auto"/>
        <w:jc w:val="center"/>
        <w:tblLook w:val="04A0" w:firstRow="1" w:lastRow="0" w:firstColumn="1" w:lastColumn="0" w:noHBand="0" w:noVBand="1"/>
      </w:tblPr>
      <w:tblGrid>
        <w:gridCol w:w="5652"/>
      </w:tblGrid>
      <w:tr w:rsidR="00E96528" w:rsidRPr="002C5ABE" w14:paraId="45983C7B" w14:textId="77777777" w:rsidTr="00E22473">
        <w:trPr>
          <w:trHeight w:val="358"/>
          <w:jc w:val="center"/>
        </w:trPr>
        <w:tc>
          <w:tcPr>
            <w:tcW w:w="5652" w:type="dxa"/>
          </w:tcPr>
          <w:p w14:paraId="65428FEC" w14:textId="75CAC845" w:rsidR="00E96528" w:rsidRPr="002C5ABE" w:rsidRDefault="00E96528" w:rsidP="00E22473">
            <w:pPr>
              <w:tabs>
                <w:tab w:val="left" w:pos="5320"/>
              </w:tabs>
              <w:jc w:val="center"/>
              <w:rPr>
                <w:rFonts w:ascii="Arial" w:hAnsi="Arial" w:cs="Arial"/>
                <w:szCs w:val="24"/>
              </w:rPr>
            </w:pPr>
            <w:r w:rsidRPr="002C5ABE">
              <w:rPr>
                <w:rFonts w:ascii="Arial" w:hAnsi="Arial" w:cs="Arial"/>
                <w:szCs w:val="24"/>
              </w:rPr>
              <w:t>Cadre réservé au nantissement :</w:t>
            </w:r>
          </w:p>
        </w:tc>
      </w:tr>
      <w:tr w:rsidR="00E96528" w:rsidRPr="002C5ABE" w14:paraId="68265D28" w14:textId="77777777" w:rsidTr="00E22473">
        <w:trPr>
          <w:trHeight w:val="1824"/>
          <w:jc w:val="center"/>
        </w:trPr>
        <w:tc>
          <w:tcPr>
            <w:tcW w:w="5652" w:type="dxa"/>
          </w:tcPr>
          <w:p w14:paraId="7C551C29" w14:textId="77777777" w:rsidR="00E96528" w:rsidRPr="002C5ABE" w:rsidRDefault="00E96528" w:rsidP="00E22473">
            <w:pPr>
              <w:tabs>
                <w:tab w:val="left" w:pos="5320"/>
              </w:tabs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14:paraId="45050584" w14:textId="77777777" w:rsidR="00E96528" w:rsidRPr="002C5ABE" w:rsidRDefault="00E96528" w:rsidP="00E22473">
      <w:pPr>
        <w:jc w:val="center"/>
        <w:rPr>
          <w:sz w:val="16"/>
          <w:szCs w:val="16"/>
        </w:rPr>
      </w:pPr>
    </w:p>
    <w:p w14:paraId="4B1A2D07" w14:textId="77777777" w:rsidR="00AC1DA2" w:rsidRPr="002C5ABE" w:rsidRDefault="004D76CE" w:rsidP="00E22473">
      <w:pPr>
        <w:ind w:left="-284"/>
        <w:rPr>
          <w:rFonts w:ascii="Arial" w:hAnsi="Arial" w:cs="Arial"/>
          <w:b/>
          <w:bCs/>
          <w:szCs w:val="22"/>
        </w:rPr>
      </w:pPr>
      <w:r w:rsidRPr="002C5ABE">
        <w:rPr>
          <w:rFonts w:ascii="Arial" w:hAnsi="Arial" w:cs="Arial"/>
          <w:b/>
          <w:bCs/>
          <w:szCs w:val="22"/>
        </w:rPr>
        <w:t>Date de notification : H</w:t>
      </w:r>
      <w:r w:rsidR="00E96528" w:rsidRPr="002C5ABE">
        <w:rPr>
          <w:rFonts w:ascii="Arial" w:hAnsi="Arial" w:cs="Arial"/>
          <w:b/>
          <w:bCs/>
          <w:szCs w:val="22"/>
        </w:rPr>
        <w:t>orodatage PLACE</w:t>
      </w:r>
    </w:p>
    <w:p w14:paraId="443FB059" w14:textId="77777777" w:rsidR="00AC1DA2" w:rsidRPr="002C5ABE" w:rsidRDefault="00AC1DA2" w:rsidP="00E22473">
      <w:pPr>
        <w:ind w:left="-284"/>
        <w:rPr>
          <w:rFonts w:ascii="Arial" w:hAnsi="Arial" w:cs="Arial"/>
          <w:b/>
          <w:bCs/>
          <w:szCs w:val="22"/>
        </w:rPr>
      </w:pPr>
    </w:p>
    <w:p w14:paraId="08D77A9B" w14:textId="1AB0FA08" w:rsidR="00E22473" w:rsidRPr="002C5ABE" w:rsidRDefault="00E22473" w:rsidP="00E22473">
      <w:pPr>
        <w:ind w:left="-284"/>
        <w:rPr>
          <w:rFonts w:ascii="Arial" w:hAnsi="Arial" w:cs="Arial"/>
          <w:b/>
          <w:bCs/>
          <w:szCs w:val="22"/>
        </w:rPr>
      </w:pPr>
      <w:r w:rsidRPr="002C5ABE">
        <w:rPr>
          <w:rFonts w:ascii="Arial" w:hAnsi="Arial" w:cs="Arial"/>
          <w:b/>
          <w:bCs/>
          <w:szCs w:val="22"/>
        </w:rPr>
        <w:br w:type="page"/>
      </w:r>
    </w:p>
    <w:p w14:paraId="39D3DE18" w14:textId="63978462" w:rsidR="002A2D77" w:rsidRPr="002C5ABE" w:rsidRDefault="000155F4" w:rsidP="00C85647">
      <w:pPr>
        <w:pStyle w:val="Paragraphedeliste"/>
        <w:keepNext/>
        <w:numPr>
          <w:ilvl w:val="0"/>
          <w:numId w:val="8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6" w:hanging="426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2C5ABE">
        <w:rPr>
          <w:rFonts w:ascii="Arial" w:hAnsi="Arial" w:cs="Arial"/>
          <w:b/>
          <w:sz w:val="24"/>
          <w:szCs w:val="22"/>
          <w:lang w:eastAsia="zh-CN"/>
        </w:rPr>
        <w:lastRenderedPageBreak/>
        <w:t xml:space="preserve">OBJET </w:t>
      </w:r>
      <w:r w:rsidR="004918C9" w:rsidRPr="002C5ABE">
        <w:rPr>
          <w:rFonts w:ascii="Arial" w:hAnsi="Arial" w:cs="Arial"/>
          <w:b/>
          <w:sz w:val="24"/>
          <w:szCs w:val="22"/>
          <w:lang w:eastAsia="zh-CN"/>
        </w:rPr>
        <w:t>DU MARCHE PUBLIC</w:t>
      </w:r>
    </w:p>
    <w:p w14:paraId="73E502FF" w14:textId="2DC729DE" w:rsidR="000155F4" w:rsidRPr="009D5661" w:rsidRDefault="000155F4" w:rsidP="004D7470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120" w:after="120"/>
        <w:jc w:val="both"/>
        <w:rPr>
          <w:rFonts w:ascii="Arial" w:hAnsi="Arial" w:cs="Arial"/>
          <w:b/>
          <w:sz w:val="20"/>
        </w:rPr>
      </w:pPr>
      <w:r w:rsidRPr="002C5ABE">
        <w:rPr>
          <w:rFonts w:ascii="Arial" w:hAnsi="Arial" w:cs="Arial"/>
          <w:sz w:val="20"/>
        </w:rPr>
        <w:t>Cet Acte d’Engagement correspond </w:t>
      </w:r>
      <w:r w:rsidR="004918C9" w:rsidRPr="002C5ABE">
        <w:rPr>
          <w:rFonts w:ascii="Arial" w:hAnsi="Arial" w:cs="Arial"/>
          <w:sz w:val="20"/>
        </w:rPr>
        <w:t xml:space="preserve">aux prestations suivantes : </w:t>
      </w:r>
      <w:r w:rsidR="009D5661" w:rsidRPr="009D5661">
        <w:rPr>
          <w:rFonts w:ascii="Arial" w:hAnsi="Arial" w:cs="Arial"/>
          <w:b/>
          <w:sz w:val="20"/>
        </w:rPr>
        <w:t>BNB (29) - Ponton V/W - Remplacement du poste de relevage des eaux usées</w:t>
      </w:r>
      <w:r w:rsidR="009D5661">
        <w:rPr>
          <w:rFonts w:ascii="Arial" w:hAnsi="Arial" w:cs="Arial"/>
          <w:b/>
          <w:sz w:val="20"/>
        </w:rPr>
        <w:t>.</w:t>
      </w:r>
    </w:p>
    <w:p w14:paraId="2A8B53C3" w14:textId="48310513" w:rsidR="002A2D77" w:rsidRPr="002C5ABE" w:rsidRDefault="004D6224" w:rsidP="00C85647">
      <w:pPr>
        <w:pStyle w:val="Paragraphedeliste"/>
        <w:keepNext/>
        <w:numPr>
          <w:ilvl w:val="0"/>
          <w:numId w:val="8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6" w:hanging="426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2C5ABE">
        <w:rPr>
          <w:rFonts w:ascii="Arial" w:hAnsi="Arial" w:cs="Arial"/>
          <w:b/>
          <w:sz w:val="24"/>
          <w:szCs w:val="22"/>
          <w:lang w:eastAsia="zh-CN"/>
        </w:rPr>
        <w:t>ENGAGEMENT DU TITULAIRE</w:t>
      </w:r>
      <w:r w:rsidR="002A2D77" w:rsidRPr="002C5ABE">
        <w:rPr>
          <w:rFonts w:ascii="Arial" w:hAnsi="Arial" w:cs="Arial"/>
          <w:b/>
          <w:sz w:val="24"/>
          <w:szCs w:val="22"/>
          <w:lang w:eastAsia="zh-CN"/>
        </w:rPr>
        <w:t xml:space="preserve"> </w:t>
      </w:r>
    </w:p>
    <w:p w14:paraId="0C988D89" w14:textId="5C548180" w:rsidR="00F94CBA" w:rsidRPr="002C5ABE" w:rsidRDefault="00F94CBA" w:rsidP="008B191C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2C5ABE">
        <w:rPr>
          <w:rFonts w:ascii="Arial" w:hAnsi="Arial" w:cs="Arial"/>
          <w:b/>
          <w:szCs w:val="22"/>
          <w:lang w:eastAsia="zh-CN"/>
        </w:rPr>
        <w:t>B1 - Identification et engagement du titulaire ou du groupement titulaire</w:t>
      </w:r>
    </w:p>
    <w:p w14:paraId="43CC666A" w14:textId="63720080" w:rsidR="00FC1225" w:rsidRPr="002C5ABE" w:rsidRDefault="00FC1225" w:rsidP="008B191C">
      <w:pPr>
        <w:spacing w:before="120" w:after="120"/>
        <w:jc w:val="both"/>
        <w:rPr>
          <w:rFonts w:ascii="Arial" w:hAnsi="Arial" w:cs="Arial"/>
          <w:sz w:val="20"/>
          <w:lang w:eastAsia="zh-CN"/>
        </w:rPr>
      </w:pPr>
      <w:r w:rsidRPr="002C5ABE">
        <w:rPr>
          <w:rFonts w:ascii="Arial" w:hAnsi="Arial" w:cs="Arial"/>
          <w:sz w:val="20"/>
          <w:lang w:eastAsia="zh-CN"/>
        </w:rPr>
        <w:t xml:space="preserve">Par dérogation à </w:t>
      </w:r>
      <w:r w:rsidRPr="002C5ABE">
        <w:rPr>
          <w:rFonts w:ascii="Arial" w:hAnsi="Arial" w:cs="Arial"/>
          <w:color w:val="0070C0"/>
          <w:sz w:val="20"/>
          <w:lang w:eastAsia="zh-CN"/>
        </w:rPr>
        <w:t>l’article 4</w:t>
      </w:r>
      <w:r w:rsidR="00623769">
        <w:rPr>
          <w:rFonts w:ascii="Arial" w:hAnsi="Arial" w:cs="Arial"/>
          <w:color w:val="0070C0"/>
          <w:sz w:val="20"/>
          <w:lang w:eastAsia="zh-CN"/>
        </w:rPr>
        <w:t>.1</w:t>
      </w:r>
      <w:r w:rsidRPr="002C5ABE">
        <w:rPr>
          <w:rFonts w:ascii="Arial" w:hAnsi="Arial" w:cs="Arial"/>
          <w:color w:val="0070C0"/>
          <w:sz w:val="20"/>
          <w:lang w:eastAsia="zh-CN"/>
        </w:rPr>
        <w:t xml:space="preserve"> du CCAG-Travaux, </w:t>
      </w:r>
      <w:r w:rsidRPr="002C5ABE">
        <w:rPr>
          <w:rFonts w:ascii="Arial" w:hAnsi="Arial" w:cs="Arial"/>
          <w:sz w:val="20"/>
          <w:lang w:eastAsia="zh-CN"/>
        </w:rPr>
        <w:t>l'exécution des prestations se fait dans les conditions des documents contractuels suivants qui, en cas de contradictions entre leurs stipulations, prévalent dans l'ordre décroissant ci-après :</w:t>
      </w:r>
    </w:p>
    <w:p w14:paraId="052EEAA9" w14:textId="5DFCBC30" w:rsidR="009B2F53" w:rsidRPr="002C5ABE" w:rsidRDefault="009B2F53" w:rsidP="008B191C">
      <w:pPr>
        <w:spacing w:before="120" w:after="120"/>
        <w:jc w:val="both"/>
        <w:rPr>
          <w:rFonts w:ascii="Arial" w:hAnsi="Arial" w:cs="Arial"/>
          <w:b/>
          <w:sz w:val="20"/>
          <w:lang w:eastAsia="zh-CN"/>
        </w:rPr>
      </w:pPr>
      <w:r w:rsidRPr="002C5ABE">
        <w:rPr>
          <w:rFonts w:ascii="Arial" w:hAnsi="Arial" w:cs="Arial"/>
          <w:b/>
          <w:sz w:val="20"/>
          <w:lang w:eastAsia="zh-CN"/>
        </w:rPr>
        <w:t>Après avoir pris connaissance des pièces constitutives du Marché Public :</w:t>
      </w:r>
    </w:p>
    <w:p w14:paraId="32702D99" w14:textId="77777777" w:rsidR="004A23A0" w:rsidRDefault="004A23A0" w:rsidP="004A23A0">
      <w:pPr>
        <w:spacing w:after="60"/>
        <w:ind w:left="1134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B51DD">
        <w:rPr>
          <w:rFonts w:ascii="Arial" w:hAnsi="Arial" w:cs="Arial"/>
          <w:i/>
          <w:iCs/>
          <w:sz w:val="20"/>
        </w:rPr>
        <w:instrText xml:space="preserve"> FORMCHECKBOX </w:instrText>
      </w:r>
      <w:r w:rsidR="00D17397">
        <w:rPr>
          <w:rFonts w:ascii="Arial" w:hAnsi="Arial" w:cs="Arial"/>
          <w:i/>
          <w:iCs/>
          <w:sz w:val="20"/>
        </w:rPr>
      </w:r>
      <w:r w:rsidR="00D17397">
        <w:rPr>
          <w:rFonts w:ascii="Arial" w:hAnsi="Arial" w:cs="Arial"/>
          <w:i/>
          <w:iCs/>
          <w:sz w:val="20"/>
        </w:rPr>
        <w:fldChar w:fldCharType="separate"/>
      </w:r>
      <w:r w:rsidRPr="003B51DD">
        <w:rPr>
          <w:rFonts w:ascii="Arial" w:hAnsi="Arial" w:cs="Arial"/>
          <w:i/>
          <w:iCs/>
          <w:sz w:val="20"/>
        </w:rPr>
        <w:fldChar w:fldCharType="end"/>
      </w:r>
      <w:r w:rsidRPr="003B51DD">
        <w:rPr>
          <w:rFonts w:ascii="Arial" w:hAnsi="Arial" w:cs="Arial"/>
          <w:sz w:val="20"/>
        </w:rPr>
        <w:t xml:space="preserve"> L’Acte d’</w:t>
      </w:r>
      <w:r>
        <w:rPr>
          <w:rFonts w:ascii="Arial" w:hAnsi="Arial" w:cs="Arial"/>
          <w:sz w:val="20"/>
        </w:rPr>
        <w:t>E</w:t>
      </w:r>
      <w:r w:rsidRPr="003B51DD">
        <w:rPr>
          <w:rFonts w:ascii="Arial" w:hAnsi="Arial" w:cs="Arial"/>
          <w:sz w:val="20"/>
        </w:rPr>
        <w:t xml:space="preserve">ngagement </w:t>
      </w:r>
      <w:r>
        <w:rPr>
          <w:rFonts w:ascii="Arial" w:hAnsi="Arial" w:cs="Arial"/>
          <w:sz w:val="20"/>
        </w:rPr>
        <w:t xml:space="preserve">(AE) </w:t>
      </w:r>
      <w:r w:rsidRPr="003B51DD">
        <w:rPr>
          <w:rFonts w:ascii="Arial" w:hAnsi="Arial" w:cs="Arial"/>
          <w:sz w:val="20"/>
        </w:rPr>
        <w:t>et ses annexes</w:t>
      </w:r>
      <w:r>
        <w:rPr>
          <w:rFonts w:ascii="Arial" w:hAnsi="Arial" w:cs="Arial"/>
          <w:sz w:val="20"/>
        </w:rPr>
        <w:t xml:space="preserve"> </w:t>
      </w:r>
      <w:r w:rsidRPr="003B51DD">
        <w:rPr>
          <w:rFonts w:ascii="Arial" w:hAnsi="Arial" w:cs="Arial"/>
          <w:sz w:val="20"/>
        </w:rPr>
        <w:t xml:space="preserve">: </w:t>
      </w:r>
    </w:p>
    <w:p w14:paraId="24CCBE02" w14:textId="5CA2AEB9" w:rsidR="00704C1A" w:rsidRPr="00704C1A" w:rsidRDefault="00885E9B" w:rsidP="004A23A0">
      <w:pPr>
        <w:spacing w:before="60" w:after="60"/>
        <w:ind w:left="1559"/>
        <w:jc w:val="both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iCs/>
          <w:sz w:val="20"/>
        </w:rPr>
        <w:instrText xml:space="preserve"> FORMCHECKBOX </w:instrText>
      </w:r>
      <w:r>
        <w:rPr>
          <w:rFonts w:ascii="Arial" w:hAnsi="Arial" w:cs="Arial"/>
          <w:iCs/>
          <w:sz w:val="20"/>
        </w:rPr>
      </w:r>
      <w:r>
        <w:rPr>
          <w:rFonts w:ascii="Arial" w:hAnsi="Arial" w:cs="Arial"/>
          <w:iCs/>
          <w:sz w:val="20"/>
        </w:rPr>
        <w:fldChar w:fldCharType="end"/>
      </w:r>
      <w:r w:rsidR="004A23A0" w:rsidRPr="00704C1A">
        <w:rPr>
          <w:rFonts w:ascii="Arial" w:hAnsi="Arial" w:cs="Arial"/>
          <w:iCs/>
          <w:sz w:val="20"/>
        </w:rPr>
        <w:t xml:space="preserve"> </w:t>
      </w:r>
      <w:r w:rsidR="00704C1A" w:rsidRPr="00704C1A">
        <w:rPr>
          <w:rFonts w:ascii="Arial" w:hAnsi="Arial" w:cs="Arial"/>
          <w:iCs/>
          <w:sz w:val="20"/>
        </w:rPr>
        <w:t>1. RIB</w:t>
      </w:r>
    </w:p>
    <w:p w14:paraId="6490BF7F" w14:textId="60A9F8B3" w:rsidR="004A23A0" w:rsidRPr="003B51DD" w:rsidRDefault="004A23A0" w:rsidP="004A23A0">
      <w:pPr>
        <w:tabs>
          <w:tab w:val="left" w:pos="1418"/>
        </w:tabs>
        <w:spacing w:after="60"/>
        <w:ind w:left="1134"/>
        <w:jc w:val="both"/>
        <w:rPr>
          <w:rFonts w:ascii="Arial" w:hAnsi="Arial" w:cs="Arial"/>
          <w:sz w:val="20"/>
        </w:rPr>
      </w:pPr>
      <w:r w:rsidRPr="00885E9B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885E9B">
        <w:rPr>
          <w:rFonts w:ascii="Arial" w:hAnsi="Arial" w:cs="Arial"/>
          <w:i/>
          <w:iCs/>
          <w:sz w:val="20"/>
        </w:rPr>
        <w:instrText xml:space="preserve"> FORMCHECKBOX </w:instrText>
      </w:r>
      <w:r w:rsidR="00D17397" w:rsidRPr="00885E9B">
        <w:rPr>
          <w:rFonts w:ascii="Arial" w:hAnsi="Arial" w:cs="Arial"/>
          <w:i/>
          <w:iCs/>
          <w:sz w:val="20"/>
        </w:rPr>
      </w:r>
      <w:r w:rsidR="00D17397" w:rsidRPr="00885E9B">
        <w:rPr>
          <w:rFonts w:ascii="Arial" w:hAnsi="Arial" w:cs="Arial"/>
          <w:i/>
          <w:iCs/>
          <w:sz w:val="20"/>
        </w:rPr>
        <w:fldChar w:fldCharType="separate"/>
      </w:r>
      <w:r w:rsidRPr="00885E9B">
        <w:rPr>
          <w:rFonts w:ascii="Arial" w:hAnsi="Arial" w:cs="Arial"/>
          <w:i/>
          <w:iCs/>
          <w:sz w:val="20"/>
        </w:rPr>
        <w:fldChar w:fldCharType="end"/>
      </w:r>
      <w:r w:rsidRPr="00885E9B">
        <w:rPr>
          <w:rFonts w:ascii="Arial" w:hAnsi="Arial" w:cs="Arial"/>
          <w:sz w:val="20"/>
        </w:rPr>
        <w:t xml:space="preserve"> </w:t>
      </w:r>
      <w:r w:rsidR="00704C1A" w:rsidRPr="00885E9B">
        <w:rPr>
          <w:rFonts w:ascii="Arial" w:hAnsi="Arial" w:cs="Arial"/>
          <w:iCs/>
          <w:sz w:val="20"/>
        </w:rPr>
        <w:t>Le</w:t>
      </w:r>
      <w:r w:rsidR="00491FF5" w:rsidRPr="00885E9B">
        <w:rPr>
          <w:rFonts w:ascii="Arial" w:hAnsi="Arial" w:cs="Arial"/>
          <w:iCs/>
          <w:sz w:val="20"/>
        </w:rPr>
        <w:t>s</w:t>
      </w:r>
      <w:r w:rsidR="00704C1A" w:rsidRPr="00885E9B">
        <w:rPr>
          <w:rFonts w:ascii="Arial" w:hAnsi="Arial" w:cs="Arial"/>
          <w:iCs/>
          <w:sz w:val="20"/>
        </w:rPr>
        <w:t xml:space="preserve"> C</w:t>
      </w:r>
      <w:r w:rsidR="00491FF5" w:rsidRPr="00885E9B">
        <w:rPr>
          <w:rFonts w:ascii="Arial" w:hAnsi="Arial" w:cs="Arial"/>
          <w:iCs/>
          <w:sz w:val="20"/>
        </w:rPr>
        <w:t>onditions Générales d’Achats (CGAchats) annexées à l’AE</w:t>
      </w:r>
      <w:r w:rsidR="00704C1A" w:rsidRPr="00141D90">
        <w:rPr>
          <w:rFonts w:ascii="Arial" w:hAnsi="Arial" w:cs="Arial"/>
          <w:sz w:val="20"/>
          <w:shd w:val="clear" w:color="auto" w:fill="FFFF00"/>
        </w:rPr>
        <w:t xml:space="preserve"> </w:t>
      </w:r>
    </w:p>
    <w:p w14:paraId="18E5025C" w14:textId="31C3B1DC" w:rsidR="00936068" w:rsidRPr="00704C1A" w:rsidRDefault="00704C1A" w:rsidP="00936068">
      <w:pPr>
        <w:spacing w:after="60"/>
        <w:ind w:left="1134"/>
        <w:jc w:val="both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iCs/>
          <w:sz w:val="20"/>
        </w:rPr>
        <w:instrText xml:space="preserve"> FORMCHECKBOX </w:instrText>
      </w:r>
      <w:r w:rsidR="00D17397">
        <w:rPr>
          <w:rFonts w:ascii="Arial" w:hAnsi="Arial" w:cs="Arial"/>
          <w:iCs/>
          <w:sz w:val="20"/>
        </w:rPr>
      </w:r>
      <w:r w:rsidR="00D17397">
        <w:rPr>
          <w:rFonts w:ascii="Arial" w:hAnsi="Arial" w:cs="Arial"/>
          <w:iCs/>
          <w:sz w:val="20"/>
        </w:rPr>
        <w:fldChar w:fldCharType="separate"/>
      </w:r>
      <w:r>
        <w:rPr>
          <w:rFonts w:ascii="Arial" w:hAnsi="Arial" w:cs="Arial"/>
          <w:iCs/>
          <w:sz w:val="20"/>
        </w:rPr>
        <w:fldChar w:fldCharType="end"/>
      </w:r>
      <w:r w:rsidR="00936068" w:rsidRPr="00704C1A">
        <w:rPr>
          <w:rFonts w:ascii="Arial" w:hAnsi="Arial" w:cs="Arial"/>
          <w:iCs/>
          <w:sz w:val="20"/>
        </w:rPr>
        <w:t xml:space="preserve"> Le </w:t>
      </w:r>
      <w:r w:rsidRPr="00704C1A">
        <w:rPr>
          <w:rFonts w:ascii="Arial" w:hAnsi="Arial" w:cs="Arial"/>
          <w:iCs/>
          <w:sz w:val="20"/>
        </w:rPr>
        <w:t>Cahier des Clauses Techniques P</w:t>
      </w:r>
      <w:r w:rsidR="00936068" w:rsidRPr="00704C1A">
        <w:rPr>
          <w:rFonts w:ascii="Arial" w:hAnsi="Arial" w:cs="Arial"/>
          <w:iCs/>
          <w:sz w:val="20"/>
        </w:rPr>
        <w:t xml:space="preserve">articulières (CCTP) </w:t>
      </w:r>
    </w:p>
    <w:p w14:paraId="24983D91" w14:textId="1F6E68BD" w:rsidR="00936068" w:rsidRPr="00885E9B" w:rsidRDefault="00936068" w:rsidP="00936068">
      <w:pPr>
        <w:spacing w:after="60"/>
        <w:ind w:left="1134"/>
        <w:jc w:val="both"/>
        <w:rPr>
          <w:rFonts w:ascii="Arial" w:hAnsi="Arial" w:cs="Arial"/>
          <w:sz w:val="20"/>
        </w:rPr>
      </w:pPr>
    </w:p>
    <w:p w14:paraId="5F983494" w14:textId="5E5F9B29" w:rsidR="00006FED" w:rsidRPr="002C5ABE" w:rsidRDefault="00006FED" w:rsidP="008B191C">
      <w:pPr>
        <w:tabs>
          <w:tab w:val="left" w:pos="426"/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color w:val="000000"/>
          <w:sz w:val="20"/>
        </w:rPr>
      </w:pPr>
      <w:r w:rsidRPr="002C5ABE">
        <w:rPr>
          <w:rFonts w:ascii="Arial" w:hAnsi="Arial" w:cs="Arial"/>
          <w:color w:val="000000"/>
          <w:sz w:val="20"/>
          <w:u w:val="single"/>
        </w:rPr>
        <w:t>Pièces générales</w:t>
      </w:r>
      <w:r w:rsidRPr="002C5ABE">
        <w:rPr>
          <w:rFonts w:ascii="Arial" w:hAnsi="Arial" w:cs="Arial"/>
          <w:color w:val="000000"/>
          <w:sz w:val="20"/>
        </w:rPr>
        <w:t xml:space="preserve"> :</w:t>
      </w:r>
    </w:p>
    <w:p w14:paraId="7FB677F4" w14:textId="37B80B75" w:rsidR="002A2D77" w:rsidRPr="002C5ABE" w:rsidRDefault="002A2D77" w:rsidP="008B191C">
      <w:pPr>
        <w:spacing w:after="120"/>
        <w:ind w:left="1134"/>
        <w:jc w:val="both"/>
        <w:rPr>
          <w:rFonts w:ascii="Arial" w:hAnsi="Arial" w:cs="Arial"/>
          <w:iCs/>
          <w:color w:val="0070C0"/>
          <w:sz w:val="20"/>
        </w:rPr>
      </w:pPr>
      <w:r w:rsidRPr="002C5ABE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2C5ABE">
        <w:rPr>
          <w:rFonts w:ascii="Arial" w:hAnsi="Arial" w:cs="Arial"/>
          <w:iCs/>
          <w:sz w:val="20"/>
        </w:rPr>
        <w:instrText xml:space="preserve"> FORMCHECKBOX </w:instrText>
      </w:r>
      <w:r w:rsidR="00D17397">
        <w:rPr>
          <w:rFonts w:ascii="Arial" w:hAnsi="Arial" w:cs="Arial"/>
          <w:iCs/>
          <w:sz w:val="20"/>
        </w:rPr>
      </w:r>
      <w:r w:rsidR="00D17397">
        <w:rPr>
          <w:rFonts w:ascii="Arial" w:hAnsi="Arial" w:cs="Arial"/>
          <w:iCs/>
          <w:sz w:val="20"/>
        </w:rPr>
        <w:fldChar w:fldCharType="separate"/>
      </w:r>
      <w:r w:rsidRPr="002C5ABE">
        <w:rPr>
          <w:rFonts w:ascii="Arial" w:hAnsi="Arial" w:cs="Arial"/>
          <w:iCs/>
          <w:sz w:val="20"/>
        </w:rPr>
        <w:fldChar w:fldCharType="end"/>
      </w:r>
      <w:r w:rsidRPr="002C5ABE">
        <w:rPr>
          <w:rFonts w:ascii="Arial" w:hAnsi="Arial" w:cs="Arial"/>
          <w:iCs/>
          <w:sz w:val="20"/>
        </w:rPr>
        <w:t xml:space="preserve"> CCAG </w:t>
      </w:r>
      <w:r w:rsidR="00C35BEB" w:rsidRPr="002C5ABE">
        <w:rPr>
          <w:rFonts w:ascii="Arial" w:hAnsi="Arial" w:cs="Arial"/>
          <w:iCs/>
          <w:sz w:val="20"/>
        </w:rPr>
        <w:t xml:space="preserve">Travaux </w:t>
      </w:r>
      <w:r w:rsidR="00F94CBA" w:rsidRPr="002C5ABE">
        <w:rPr>
          <w:rFonts w:ascii="Arial" w:hAnsi="Arial" w:cs="Arial"/>
          <w:iCs/>
          <w:color w:val="0070C0"/>
          <w:sz w:val="20"/>
        </w:rPr>
        <w:t>(approuvé par arrêté du 30 mars 2021)</w:t>
      </w:r>
      <w:r w:rsidR="000F7FA0" w:rsidRPr="002C5ABE">
        <w:rPr>
          <w:rFonts w:ascii="Arial" w:hAnsi="Arial" w:cs="Arial"/>
          <w:iCs/>
          <w:color w:val="0070C0"/>
          <w:sz w:val="20"/>
        </w:rPr>
        <w:t>,</w:t>
      </w:r>
    </w:p>
    <w:p w14:paraId="6F6C7833" w14:textId="7CE728CA" w:rsidR="000F7FA0" w:rsidRPr="002C5ABE" w:rsidRDefault="00BB7E95" w:rsidP="008B191C">
      <w:pPr>
        <w:pStyle w:val="Tiret"/>
        <w:tabs>
          <w:tab w:val="left" w:pos="1418"/>
        </w:tabs>
        <w:ind w:left="1134" w:firstLine="0"/>
        <w:rPr>
          <w:rFonts w:cs="Arial"/>
          <w:iCs/>
        </w:rPr>
      </w:pPr>
      <w:r w:rsidRPr="002C5ABE">
        <w:rPr>
          <w:rFonts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2C5ABE">
        <w:rPr>
          <w:rFonts w:cs="Arial"/>
          <w:iCs/>
        </w:rPr>
        <w:instrText xml:space="preserve"> FORMCHECKBOX </w:instrText>
      </w:r>
      <w:r w:rsidR="00D17397">
        <w:rPr>
          <w:rFonts w:cs="Arial"/>
          <w:iCs/>
        </w:rPr>
      </w:r>
      <w:r w:rsidR="00D17397">
        <w:rPr>
          <w:rFonts w:cs="Arial"/>
          <w:iCs/>
        </w:rPr>
        <w:fldChar w:fldCharType="separate"/>
      </w:r>
      <w:r w:rsidRPr="002C5ABE">
        <w:rPr>
          <w:rFonts w:cs="Arial"/>
          <w:iCs/>
        </w:rPr>
        <w:fldChar w:fldCharType="end"/>
      </w:r>
      <w:r w:rsidRPr="002C5ABE">
        <w:rPr>
          <w:rFonts w:cs="Arial"/>
          <w:iCs/>
        </w:rPr>
        <w:t xml:space="preserve"> Arrêté du 19 mai 2020 relatif aux modalités d’application des règles relatives aux interventions </w:t>
      </w:r>
      <w:r w:rsidR="008B191C" w:rsidRPr="002C5ABE">
        <w:rPr>
          <w:rFonts w:cs="Arial"/>
          <w:iCs/>
        </w:rPr>
        <w:tab/>
      </w:r>
      <w:r w:rsidRPr="002C5ABE">
        <w:rPr>
          <w:rFonts w:cs="Arial"/>
          <w:iCs/>
        </w:rPr>
        <w:t>d’entreprises extérieures et aux opérations de bâtiment et de génie civil</w:t>
      </w:r>
      <w:r w:rsidR="000F7FA0" w:rsidRPr="002C5ABE">
        <w:rPr>
          <w:rFonts w:cs="Arial"/>
          <w:iCs/>
        </w:rPr>
        <w:t xml:space="preserve"> dans un organisme du </w:t>
      </w:r>
      <w:r w:rsidR="008B191C" w:rsidRPr="002C5ABE">
        <w:rPr>
          <w:rFonts w:cs="Arial"/>
          <w:iCs/>
        </w:rPr>
        <w:tab/>
      </w:r>
      <w:r w:rsidR="000F7FA0" w:rsidRPr="002C5ABE">
        <w:rPr>
          <w:rFonts w:cs="Arial"/>
          <w:iCs/>
        </w:rPr>
        <w:t xml:space="preserve">ministère, </w:t>
      </w:r>
    </w:p>
    <w:p w14:paraId="1A369A23" w14:textId="466EE94B" w:rsidR="00BB7E95" w:rsidRPr="002C5ABE" w:rsidRDefault="00E07049" w:rsidP="008B191C">
      <w:pPr>
        <w:pStyle w:val="Tiret"/>
        <w:ind w:left="1134" w:firstLine="0"/>
        <w:rPr>
          <w:rFonts w:cs="Arial"/>
          <w:iCs/>
        </w:rPr>
      </w:pPr>
      <w:r w:rsidRPr="002C5ABE">
        <w:rPr>
          <w:rFonts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2C5ABE">
        <w:rPr>
          <w:rFonts w:cs="Arial"/>
          <w:iCs/>
        </w:rPr>
        <w:instrText xml:space="preserve"> FORMCHECKBOX </w:instrText>
      </w:r>
      <w:r w:rsidR="00D17397">
        <w:rPr>
          <w:rFonts w:cs="Arial"/>
          <w:iCs/>
        </w:rPr>
      </w:r>
      <w:r w:rsidR="00D17397">
        <w:rPr>
          <w:rFonts w:cs="Arial"/>
          <w:iCs/>
        </w:rPr>
        <w:fldChar w:fldCharType="separate"/>
      </w:r>
      <w:r w:rsidRPr="002C5ABE">
        <w:rPr>
          <w:rFonts w:cs="Arial"/>
          <w:iCs/>
        </w:rPr>
        <w:fldChar w:fldCharType="end"/>
      </w:r>
      <w:r w:rsidR="000F7FA0" w:rsidRPr="002C5ABE">
        <w:rPr>
          <w:rFonts w:cs="Arial"/>
          <w:iCs/>
        </w:rPr>
        <w:t xml:space="preserve"> </w:t>
      </w:r>
      <w:r w:rsidR="002B0DF4" w:rsidRPr="003B51DD">
        <w:rPr>
          <w:rFonts w:cs="Arial"/>
          <w:iCs/>
        </w:rPr>
        <w:t xml:space="preserve">Instruction générale </w:t>
      </w:r>
      <w:r w:rsidR="002B0DF4" w:rsidRPr="002B0DF4">
        <w:rPr>
          <w:rFonts w:cs="Arial"/>
          <w:iCs/>
        </w:rPr>
        <w:t>interministérielle n° 1300/SGDN/PSE/SSD des armées et l’instruction ministérielle n°900 sur la protection du secret et des informations DR et sensibles, approuvée par l’arrêté du 15 mars 2021</w:t>
      </w:r>
    </w:p>
    <w:p w14:paraId="71116F7D" w14:textId="4E8C5CAF" w:rsidR="002A2D77" w:rsidRDefault="002A2D77" w:rsidP="00B82C6C">
      <w:pPr>
        <w:tabs>
          <w:tab w:val="left" w:pos="851"/>
        </w:tabs>
        <w:spacing w:before="120" w:after="120"/>
        <w:jc w:val="both"/>
        <w:rPr>
          <w:rFonts w:ascii="Arial" w:hAnsi="Arial" w:cs="Arial"/>
          <w:b/>
          <w:sz w:val="20"/>
        </w:rPr>
      </w:pPr>
      <w:r w:rsidRPr="002C5ABE">
        <w:rPr>
          <w:rFonts w:ascii="Arial" w:hAnsi="Arial" w:cs="Arial"/>
          <w:b/>
          <w:sz w:val="20"/>
        </w:rPr>
        <w:t>et conformément à leurs claus</w:t>
      </w:r>
      <w:r w:rsidR="005D0B2F" w:rsidRPr="002C5ABE">
        <w:rPr>
          <w:rFonts w:ascii="Arial" w:hAnsi="Arial" w:cs="Arial"/>
          <w:b/>
          <w:sz w:val="20"/>
        </w:rPr>
        <w:t>es,</w:t>
      </w:r>
    </w:p>
    <w:p w14:paraId="79CC74EC" w14:textId="77777777" w:rsidR="00B932BC" w:rsidRPr="002C5ABE" w:rsidRDefault="00B932BC" w:rsidP="00B82C6C">
      <w:pPr>
        <w:tabs>
          <w:tab w:val="left" w:pos="851"/>
        </w:tabs>
        <w:spacing w:before="120" w:after="120"/>
        <w:jc w:val="both"/>
        <w:rPr>
          <w:rFonts w:ascii="Arial" w:hAnsi="Arial" w:cs="Arial"/>
          <w:b/>
          <w:sz w:val="20"/>
        </w:rPr>
      </w:pPr>
    </w:p>
    <w:p w14:paraId="7EBD7581" w14:textId="395ACCBC" w:rsidR="005D0B2F" w:rsidRPr="002C5ABE" w:rsidRDefault="005D0B2F" w:rsidP="00B82C6C">
      <w:pPr>
        <w:suppressAutoHyphens/>
        <w:spacing w:before="120" w:after="120"/>
        <w:jc w:val="both"/>
        <w:rPr>
          <w:rFonts w:ascii="Arial" w:hAnsi="Arial" w:cs="Arial"/>
          <w:b/>
          <w:sz w:val="20"/>
          <w:u w:val="single"/>
          <w:lang w:eastAsia="zh-CN"/>
        </w:rPr>
      </w:pPr>
      <w:r w:rsidRPr="002C5ABE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5ABE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D17397">
        <w:rPr>
          <w:rFonts w:ascii="Arial" w:hAnsi="Arial" w:cs="Arial"/>
          <w:b/>
          <w:sz w:val="20"/>
          <w:lang w:eastAsia="zh-CN"/>
        </w:rPr>
      </w:r>
      <w:r w:rsidR="00D17397">
        <w:rPr>
          <w:rFonts w:ascii="Arial" w:hAnsi="Arial" w:cs="Arial"/>
          <w:b/>
          <w:sz w:val="20"/>
          <w:lang w:eastAsia="zh-CN"/>
        </w:rPr>
        <w:fldChar w:fldCharType="separate"/>
      </w:r>
      <w:r w:rsidRPr="002C5ABE">
        <w:rPr>
          <w:rFonts w:ascii="Arial" w:hAnsi="Arial" w:cs="Arial"/>
          <w:b/>
          <w:sz w:val="20"/>
          <w:lang w:eastAsia="zh-CN"/>
        </w:rPr>
        <w:fldChar w:fldCharType="end"/>
      </w:r>
      <w:r w:rsidRPr="002C5ABE">
        <w:rPr>
          <w:rFonts w:ascii="Arial" w:hAnsi="Arial" w:cs="Arial"/>
          <w:b/>
          <w:sz w:val="20"/>
          <w:lang w:eastAsia="zh-CN"/>
        </w:rPr>
        <w:t xml:space="preserve"> </w:t>
      </w:r>
      <w:r w:rsidRPr="002C5ABE">
        <w:rPr>
          <w:rFonts w:ascii="Arial" w:hAnsi="Arial" w:cs="Arial"/>
          <w:b/>
          <w:sz w:val="20"/>
          <w:u w:val="single"/>
          <w:lang w:eastAsia="zh-CN"/>
        </w:rPr>
        <w:t>le signataire</w:t>
      </w:r>
      <w:r w:rsidR="000B4CA3" w:rsidRPr="002C5ABE">
        <w:rPr>
          <w:rFonts w:ascii="Arial" w:hAnsi="Arial" w:cs="Arial"/>
          <w:b/>
          <w:sz w:val="20"/>
          <w:u w:val="single"/>
          <w:lang w:eastAsia="zh-CN"/>
        </w:rPr>
        <w:t> </w:t>
      </w:r>
      <w:r w:rsidR="000B4CA3" w:rsidRPr="002C5ABE">
        <w:rPr>
          <w:rFonts w:ascii="Arial" w:hAnsi="Arial" w:cs="Arial"/>
          <w:iCs/>
          <w:color w:val="0070C0"/>
          <w:sz w:val="20"/>
        </w:rPr>
        <w:t xml:space="preserve">: </w:t>
      </w:r>
    </w:p>
    <w:p w14:paraId="4551E161" w14:textId="77777777" w:rsidR="005D0B2F" w:rsidRPr="002C5ABE" w:rsidRDefault="005D0B2F" w:rsidP="00B82C6C">
      <w:pPr>
        <w:tabs>
          <w:tab w:val="left" w:pos="851"/>
        </w:tabs>
        <w:suppressAutoHyphens/>
        <w:spacing w:before="120" w:after="120"/>
        <w:ind w:left="426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5ABE">
        <w:rPr>
          <w:rFonts w:ascii="Arial" w:hAnsi="Arial" w:cs="Arial"/>
          <w:sz w:val="20"/>
          <w:lang w:eastAsia="zh-CN"/>
        </w:rPr>
        <w:instrText xml:space="preserve"> FORMCHECKBOX </w:instrText>
      </w:r>
      <w:r w:rsidR="00D17397">
        <w:rPr>
          <w:rFonts w:ascii="Arial" w:hAnsi="Arial" w:cs="Arial"/>
          <w:sz w:val="20"/>
          <w:lang w:eastAsia="zh-CN"/>
        </w:rPr>
      </w:r>
      <w:r w:rsidR="00D17397">
        <w:rPr>
          <w:rFonts w:ascii="Arial" w:hAnsi="Arial" w:cs="Arial"/>
          <w:sz w:val="20"/>
          <w:lang w:eastAsia="zh-CN"/>
        </w:rPr>
        <w:fldChar w:fldCharType="separate"/>
      </w:r>
      <w:r w:rsidRPr="002C5ABE">
        <w:rPr>
          <w:rFonts w:ascii="Arial" w:hAnsi="Arial" w:cs="Arial"/>
          <w:sz w:val="20"/>
          <w:lang w:eastAsia="zh-CN"/>
        </w:rPr>
        <w:fldChar w:fldCharType="end"/>
      </w:r>
      <w:r w:rsidRPr="002C5ABE">
        <w:rPr>
          <w:rFonts w:ascii="Arial" w:hAnsi="Arial" w:cs="Arial"/>
          <w:sz w:val="20"/>
          <w:lang w:eastAsia="zh-CN"/>
        </w:rPr>
        <w:t xml:space="preserve"> s’engage, sur la base de son offre et pour son propre compte ;</w:t>
      </w:r>
    </w:p>
    <w:p w14:paraId="47171EC1" w14:textId="37AA7225" w:rsidR="00AC4C8A" w:rsidRPr="002C5ABE" w:rsidRDefault="00AC4C8A" w:rsidP="00B82C6C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Nom commercial du candidat 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B82C6C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5D03B5FE" w14:textId="40CC3F71" w:rsidR="00AC4C8A" w:rsidRPr="002C5ABE" w:rsidRDefault="00AC4C8A" w:rsidP="00B82C6C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Dénomination sociale 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B82C6C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7269AFFB" w14:textId="088D012C" w:rsidR="00AC4C8A" w:rsidRPr="002C5ABE" w:rsidRDefault="00AC4C8A" w:rsidP="00B82C6C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Adresse de l’établissement 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B82C6C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5B9120CD" w14:textId="4CFFA4BE" w:rsidR="00AC4C8A" w:rsidRPr="002C5ABE" w:rsidRDefault="00AC4C8A" w:rsidP="00B82C6C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Adresse du siège social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B82C6C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69A4329C" w14:textId="77777777" w:rsidR="00AC4C8A" w:rsidRPr="002C5ABE" w:rsidRDefault="00AC4C8A" w:rsidP="00B82C6C">
      <w:pPr>
        <w:tabs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3C1AAF8A" w14:textId="6F6CB0D3" w:rsidR="00B74A4E" w:rsidRDefault="00AC4C8A" w:rsidP="00B74A4E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Adresse électronique</w:t>
      </w:r>
      <w:r w:rsidR="00B74A4E">
        <w:rPr>
          <w:rFonts w:ascii="Arial" w:hAnsi="Arial" w:cs="Arial"/>
          <w:i/>
          <w:sz w:val="18"/>
          <w:szCs w:val="18"/>
          <w:lang w:eastAsia="zh-CN"/>
        </w:rPr>
        <w:t xml:space="preserve"> </w:t>
      </w:r>
      <w:r w:rsidR="00B74A4E" w:rsidRPr="00B74A4E">
        <w:rPr>
          <w:rFonts w:ascii="Arial" w:hAnsi="Arial" w:cs="Arial"/>
          <w:i/>
          <w:sz w:val="18"/>
          <w:szCs w:val="18"/>
          <w:lang w:eastAsia="zh-CN"/>
        </w:rPr>
        <w:t>pouvant être utilisée pour la notification des décisions ou informations du maître d’ouvrage</w:t>
      </w:r>
      <w:r w:rsidR="00B932BC">
        <w:rPr>
          <w:rFonts w:ascii="Arial" w:hAnsi="Arial" w:cs="Arial"/>
          <w:i/>
          <w:sz w:val="18"/>
          <w:szCs w:val="18"/>
          <w:lang w:eastAsia="zh-CN"/>
        </w:rPr>
        <w:t xml:space="preserve"> </w:t>
      </w:r>
      <w:r w:rsidR="00B932BC" w:rsidRPr="00B932BC">
        <w:rPr>
          <w:rFonts w:ascii="Arial" w:hAnsi="Arial" w:cs="Arial"/>
          <w:i/>
          <w:sz w:val="18"/>
          <w:szCs w:val="18"/>
          <w:lang w:eastAsia="zh-CN"/>
        </w:rPr>
        <w:t>(</w:t>
      </w:r>
      <w:r w:rsidR="00B932BC" w:rsidRPr="0082316F">
        <w:rPr>
          <w:rFonts w:ascii="Arial" w:hAnsi="Arial" w:cs="Arial"/>
          <w:i/>
          <w:color w:val="0070C0"/>
          <w:sz w:val="18"/>
          <w:szCs w:val="18"/>
          <w:lang w:eastAsia="zh-CN"/>
        </w:rPr>
        <w:t>Article 3.1 du CCAG</w:t>
      </w:r>
      <w:r w:rsidR="00B932BC" w:rsidRPr="00B932BC">
        <w:rPr>
          <w:rFonts w:ascii="Arial" w:hAnsi="Arial" w:cs="Arial"/>
          <w:i/>
          <w:sz w:val="18"/>
          <w:szCs w:val="18"/>
          <w:lang w:eastAsia="zh-CN"/>
        </w:rPr>
        <w:t>) :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>:</w:t>
      </w:r>
    </w:p>
    <w:p w14:paraId="5B367837" w14:textId="1D7CD51D" w:rsidR="00AC4C8A" w:rsidRPr="002C5ABE" w:rsidRDefault="00AC4C8A" w:rsidP="00B74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 xml:space="preserve"> </w:t>
      </w:r>
      <w:r w:rsidR="00B74A4E" w:rsidRPr="00B74A4E">
        <w:rPr>
          <w:rFonts w:ascii="Arial" w:hAnsi="Arial" w:cs="Arial"/>
          <w:i/>
          <w:sz w:val="18"/>
          <w:szCs w:val="18"/>
          <w:lang w:eastAsia="zh-CN"/>
        </w:rPr>
        <w:t xml:space="preserve">                                                            @</w:t>
      </w:r>
    </w:p>
    <w:p w14:paraId="53AEC540" w14:textId="116931F5" w:rsidR="00AC4C8A" w:rsidRPr="002C5ABE" w:rsidRDefault="00AC4C8A" w:rsidP="00B82C6C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Numéro de téléphone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EE631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72D1F7F9" w14:textId="67721B10" w:rsidR="00AC4C8A" w:rsidRPr="002C5ABE" w:rsidRDefault="00AC4C8A" w:rsidP="00B82C6C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Numéro de télécopie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EE631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7C22EF7C" w14:textId="6AE48123" w:rsidR="00AC4C8A" w:rsidRPr="00B932BC" w:rsidRDefault="00AC4C8A" w:rsidP="00B82C6C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Numéro SIRET 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EE631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5B3B037D" w14:textId="77777777" w:rsidR="00B932BC" w:rsidRPr="002C5ABE" w:rsidRDefault="00B932BC" w:rsidP="00B932BC">
      <w:pPr>
        <w:tabs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</w:p>
    <w:p w14:paraId="12019823" w14:textId="18D8C209" w:rsidR="005D0B2F" w:rsidRPr="002C5ABE" w:rsidRDefault="005D0B2F" w:rsidP="00EE631D">
      <w:pPr>
        <w:tabs>
          <w:tab w:val="left" w:pos="851"/>
        </w:tabs>
        <w:suppressAutoHyphens/>
        <w:spacing w:before="120" w:after="120"/>
        <w:ind w:left="426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5ABE">
        <w:rPr>
          <w:rFonts w:ascii="Arial" w:hAnsi="Arial" w:cs="Arial"/>
          <w:sz w:val="20"/>
          <w:lang w:eastAsia="zh-CN"/>
        </w:rPr>
        <w:instrText xml:space="preserve"> FORMCHECKBOX </w:instrText>
      </w:r>
      <w:r w:rsidR="00D17397">
        <w:rPr>
          <w:rFonts w:ascii="Arial" w:hAnsi="Arial" w:cs="Arial"/>
          <w:sz w:val="20"/>
          <w:lang w:eastAsia="zh-CN"/>
        </w:rPr>
      </w:r>
      <w:r w:rsidR="00D17397">
        <w:rPr>
          <w:rFonts w:ascii="Arial" w:hAnsi="Arial" w:cs="Arial"/>
          <w:sz w:val="20"/>
          <w:lang w:eastAsia="zh-CN"/>
        </w:rPr>
        <w:fldChar w:fldCharType="separate"/>
      </w:r>
      <w:r w:rsidRPr="002C5ABE">
        <w:rPr>
          <w:rFonts w:ascii="Arial" w:hAnsi="Arial" w:cs="Arial"/>
          <w:sz w:val="20"/>
          <w:lang w:eastAsia="zh-CN"/>
        </w:rPr>
        <w:fldChar w:fldCharType="end"/>
      </w:r>
      <w:r w:rsidRPr="002C5ABE">
        <w:rPr>
          <w:rFonts w:ascii="Arial" w:hAnsi="Arial" w:cs="Arial"/>
          <w:sz w:val="20"/>
          <w:lang w:eastAsia="zh-CN"/>
        </w:rPr>
        <w:t xml:space="preserve"> engage la société </w:t>
      </w:r>
      <w:r w:rsidR="00EE631D" w:rsidRPr="002C5ABE">
        <w:rPr>
          <w:rFonts w:ascii="Arial" w:hAnsi="Arial" w:cs="Arial"/>
          <w:sz w:val="20"/>
          <w:lang w:eastAsia="zh-CN"/>
        </w:rPr>
        <w:ptab w:relativeTo="margin" w:alignment="center" w:leader="dot"/>
      </w:r>
      <w:r w:rsidR="00EE631D" w:rsidRPr="002C5ABE">
        <w:rPr>
          <w:rFonts w:ascii="Arial" w:hAnsi="Arial" w:cs="Arial"/>
          <w:sz w:val="20"/>
          <w:lang w:eastAsia="zh-CN"/>
        </w:rPr>
        <w:t xml:space="preserve"> </w:t>
      </w:r>
      <w:r w:rsidRPr="002C5ABE">
        <w:rPr>
          <w:rFonts w:ascii="Arial" w:hAnsi="Arial" w:cs="Arial"/>
          <w:sz w:val="20"/>
          <w:lang w:eastAsia="zh-CN"/>
        </w:rPr>
        <w:t>sur la base de son offre ;</w:t>
      </w:r>
    </w:p>
    <w:p w14:paraId="110C7B6B" w14:textId="4F0B1DC1" w:rsidR="00AC4C8A" w:rsidRPr="002C5ABE" w:rsidRDefault="00AC4C8A" w:rsidP="00EE631D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Nom commercial du candidat 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EE631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26E77A69" w14:textId="2A4E00DB" w:rsidR="00AC4C8A" w:rsidRPr="002C5ABE" w:rsidRDefault="00AC4C8A" w:rsidP="00EE631D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Dénomination sociale 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EE631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194FCD03" w14:textId="2C57686F" w:rsidR="00AC4C8A" w:rsidRPr="002C5ABE" w:rsidRDefault="00AC4C8A" w:rsidP="00EE631D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Adresse de l’établissement 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EE631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2578AEC7" w14:textId="142B3064" w:rsidR="00AC4C8A" w:rsidRPr="002C5ABE" w:rsidRDefault="00AC4C8A" w:rsidP="00EE631D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Adresse du siège social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EE631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21D5D519" w14:textId="77777777" w:rsidR="00AC4C8A" w:rsidRPr="002C5ABE" w:rsidRDefault="00AC4C8A" w:rsidP="00EE631D">
      <w:pPr>
        <w:tabs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(</w:t>
      </w:r>
      <w:r w:rsidRPr="0082316F">
        <w:rPr>
          <w:rFonts w:ascii="Arial" w:hAnsi="Arial" w:cs="Arial"/>
          <w:i/>
          <w:color w:val="0070C0"/>
          <w:sz w:val="18"/>
          <w:szCs w:val="18"/>
          <w:lang w:eastAsia="zh-CN"/>
        </w:rPr>
        <w:t>Si différente de l’adresse de l’établissement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>) </w:t>
      </w:r>
    </w:p>
    <w:p w14:paraId="070EBA5A" w14:textId="09410131" w:rsidR="00B74A4E" w:rsidRDefault="00B74A4E" w:rsidP="00B74A4E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Adresse électronique</w:t>
      </w:r>
      <w:r>
        <w:rPr>
          <w:rFonts w:ascii="Arial" w:hAnsi="Arial" w:cs="Arial"/>
          <w:i/>
          <w:sz w:val="18"/>
          <w:szCs w:val="18"/>
          <w:lang w:eastAsia="zh-CN"/>
        </w:rPr>
        <w:t xml:space="preserve"> </w:t>
      </w:r>
      <w:r w:rsidRPr="00B74A4E">
        <w:rPr>
          <w:rFonts w:ascii="Arial" w:hAnsi="Arial" w:cs="Arial"/>
          <w:i/>
          <w:sz w:val="18"/>
          <w:szCs w:val="18"/>
          <w:lang w:eastAsia="zh-CN"/>
        </w:rPr>
        <w:t>pouvant être utilisée pour la notification des décisions ou informations du maître d’ouvrage</w:t>
      </w:r>
      <w:r>
        <w:rPr>
          <w:rFonts w:ascii="Arial" w:hAnsi="Arial" w:cs="Arial"/>
          <w:i/>
          <w:sz w:val="18"/>
          <w:szCs w:val="18"/>
          <w:lang w:eastAsia="zh-CN"/>
        </w:rPr>
        <w:t xml:space="preserve"> </w:t>
      </w:r>
      <w:r w:rsidR="00B932BC" w:rsidRPr="00B932BC">
        <w:rPr>
          <w:rFonts w:ascii="Arial" w:hAnsi="Arial" w:cs="Arial"/>
          <w:i/>
          <w:sz w:val="18"/>
          <w:szCs w:val="18"/>
          <w:lang w:eastAsia="zh-CN"/>
        </w:rPr>
        <w:t>(</w:t>
      </w:r>
      <w:r w:rsidR="00B932BC" w:rsidRPr="0082316F">
        <w:rPr>
          <w:rFonts w:ascii="Arial" w:hAnsi="Arial" w:cs="Arial"/>
          <w:i/>
          <w:color w:val="0070C0"/>
          <w:sz w:val="18"/>
          <w:szCs w:val="18"/>
          <w:lang w:eastAsia="zh-CN"/>
        </w:rPr>
        <w:t>Article 3.1 du CCAG</w:t>
      </w:r>
      <w:r w:rsidR="00B932BC" w:rsidRPr="00B932BC">
        <w:rPr>
          <w:rFonts w:ascii="Arial" w:hAnsi="Arial" w:cs="Arial"/>
          <w:i/>
          <w:sz w:val="18"/>
          <w:szCs w:val="18"/>
          <w:lang w:eastAsia="zh-CN"/>
        </w:rPr>
        <w:t>) :</w:t>
      </w:r>
    </w:p>
    <w:p w14:paraId="5B0FB150" w14:textId="77777777" w:rsidR="00B74A4E" w:rsidRPr="002C5ABE" w:rsidRDefault="00B74A4E" w:rsidP="00B74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 xml:space="preserve"> </w:t>
      </w:r>
      <w:r w:rsidRPr="00B74A4E">
        <w:rPr>
          <w:rFonts w:ascii="Arial" w:hAnsi="Arial" w:cs="Arial"/>
          <w:i/>
          <w:sz w:val="18"/>
          <w:szCs w:val="18"/>
          <w:lang w:eastAsia="zh-CN"/>
        </w:rPr>
        <w:t xml:space="preserve">                                                            @</w:t>
      </w:r>
    </w:p>
    <w:p w14:paraId="3C383A98" w14:textId="07B10D27" w:rsidR="00AC4C8A" w:rsidRPr="002C5ABE" w:rsidRDefault="00AC4C8A" w:rsidP="00EE631D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Numéro de téléphone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EE631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542CB2FB" w14:textId="37B37091" w:rsidR="00AC4C8A" w:rsidRPr="002C5ABE" w:rsidRDefault="00AC4C8A" w:rsidP="00EE631D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Numéro de télécopie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EE631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51DB3840" w14:textId="14ADE7C7" w:rsidR="00EE631D" w:rsidRPr="002C5ABE" w:rsidRDefault="00AC4C8A" w:rsidP="00EE631D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Numéro SIRET 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EE631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6EA1781C" w14:textId="29328C70" w:rsidR="00EE631D" w:rsidRPr="002C5ABE" w:rsidRDefault="00EE631D">
      <w:pPr>
        <w:spacing w:after="160" w:line="259" w:lineRule="auto"/>
        <w:rPr>
          <w:rFonts w:ascii="Arial" w:hAnsi="Arial" w:cs="Arial"/>
          <w:i/>
          <w:sz w:val="18"/>
          <w:szCs w:val="18"/>
          <w:lang w:eastAsia="zh-CN"/>
        </w:rPr>
      </w:pPr>
    </w:p>
    <w:p w14:paraId="3E3F84E8" w14:textId="1E170ED7" w:rsidR="005D0B2F" w:rsidRPr="002C5ABE" w:rsidRDefault="005D0B2F" w:rsidP="007015AD">
      <w:pPr>
        <w:suppressAutoHyphens/>
        <w:spacing w:before="120" w:after="120"/>
        <w:jc w:val="both"/>
        <w:rPr>
          <w:rFonts w:ascii="Arial" w:hAnsi="Arial" w:cs="Arial"/>
          <w:sz w:val="20"/>
          <w:lang w:eastAsia="zh-CN"/>
        </w:rPr>
      </w:pPr>
      <w:r w:rsidRPr="002C5ABE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5ABE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D17397">
        <w:rPr>
          <w:rFonts w:ascii="Arial" w:hAnsi="Arial" w:cs="Arial"/>
          <w:b/>
          <w:sz w:val="20"/>
          <w:lang w:eastAsia="zh-CN"/>
        </w:rPr>
      </w:r>
      <w:r w:rsidR="00D17397">
        <w:rPr>
          <w:rFonts w:ascii="Arial" w:hAnsi="Arial" w:cs="Arial"/>
          <w:b/>
          <w:sz w:val="20"/>
          <w:lang w:eastAsia="zh-CN"/>
        </w:rPr>
        <w:fldChar w:fldCharType="separate"/>
      </w:r>
      <w:r w:rsidRPr="002C5ABE">
        <w:rPr>
          <w:rFonts w:ascii="Arial" w:hAnsi="Arial" w:cs="Arial"/>
          <w:b/>
          <w:sz w:val="20"/>
          <w:lang w:eastAsia="zh-CN"/>
        </w:rPr>
        <w:fldChar w:fldCharType="end"/>
      </w:r>
      <w:r w:rsidRPr="002C5ABE">
        <w:rPr>
          <w:rFonts w:ascii="Arial" w:hAnsi="Arial" w:cs="Arial"/>
          <w:b/>
          <w:sz w:val="20"/>
          <w:lang w:eastAsia="zh-CN"/>
        </w:rPr>
        <w:t xml:space="preserve"> </w:t>
      </w:r>
      <w:r w:rsidRPr="002C5ABE">
        <w:rPr>
          <w:rFonts w:ascii="Arial" w:hAnsi="Arial" w:cs="Arial"/>
          <w:b/>
          <w:sz w:val="20"/>
          <w:u w:val="single"/>
          <w:lang w:eastAsia="zh-CN"/>
        </w:rPr>
        <w:t>l’en</w:t>
      </w:r>
      <w:bookmarkStart w:id="0" w:name="_GoBack"/>
      <w:bookmarkEnd w:id="0"/>
      <w:r w:rsidRPr="002C5ABE">
        <w:rPr>
          <w:rFonts w:ascii="Arial" w:hAnsi="Arial" w:cs="Arial"/>
          <w:b/>
          <w:sz w:val="20"/>
          <w:u w:val="single"/>
          <w:lang w:eastAsia="zh-CN"/>
        </w:rPr>
        <w:t>semble des membres du groupement</w:t>
      </w:r>
      <w:r w:rsidRPr="002C5ABE">
        <w:rPr>
          <w:rFonts w:ascii="Arial" w:hAnsi="Arial" w:cs="Arial"/>
          <w:sz w:val="20"/>
          <w:lang w:eastAsia="zh-CN"/>
        </w:rPr>
        <w:t xml:space="preserve"> s’engagent, sur la base de l’offre du groupement ;</w:t>
      </w:r>
    </w:p>
    <w:p w14:paraId="6DFD2A33" w14:textId="77777777" w:rsidR="00AC4C8A" w:rsidRPr="002C5ABE" w:rsidRDefault="00AC4C8A" w:rsidP="007015AD">
      <w:pPr>
        <w:suppressAutoHyphens/>
        <w:spacing w:before="120" w:after="120"/>
        <w:ind w:left="426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u w:val="single"/>
          <w:lang w:eastAsia="zh-CN"/>
        </w:rPr>
        <w:t>1</w:t>
      </w:r>
      <w:r w:rsidRPr="002C5ABE">
        <w:rPr>
          <w:rFonts w:ascii="Arial" w:hAnsi="Arial" w:cs="Arial"/>
          <w:i/>
          <w:sz w:val="18"/>
          <w:szCs w:val="18"/>
          <w:u w:val="single"/>
          <w:vertAlign w:val="superscript"/>
          <w:lang w:eastAsia="zh-CN"/>
        </w:rPr>
        <w:t>ère</w:t>
      </w:r>
      <w:r w:rsidRPr="002C5ABE">
        <w:rPr>
          <w:rFonts w:ascii="Arial" w:hAnsi="Arial" w:cs="Arial"/>
          <w:i/>
          <w:sz w:val="18"/>
          <w:szCs w:val="18"/>
          <w:u w:val="single"/>
          <w:lang w:eastAsia="zh-CN"/>
        </w:rPr>
        <w:t xml:space="preserve"> entreprise cotraitante </w:t>
      </w:r>
      <w:r w:rsidRPr="002C5ABE">
        <w:rPr>
          <w:rFonts w:ascii="Arial" w:hAnsi="Arial" w:cs="Arial"/>
          <w:b/>
          <w:i/>
          <w:sz w:val="18"/>
          <w:szCs w:val="18"/>
          <w:u w:val="single"/>
          <w:lang w:eastAsia="zh-CN"/>
        </w:rPr>
        <w:t>mandataire solidaire</w:t>
      </w:r>
      <w:r w:rsidRPr="002C5ABE">
        <w:rPr>
          <w:rFonts w:ascii="Arial" w:hAnsi="Arial" w:cs="Arial"/>
          <w:i/>
          <w:sz w:val="18"/>
          <w:szCs w:val="18"/>
          <w:u w:val="single"/>
          <w:lang w:eastAsia="zh-CN"/>
        </w:rPr>
        <w:t xml:space="preserve"> du groupement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> :</w:t>
      </w:r>
    </w:p>
    <w:p w14:paraId="2448D0A1" w14:textId="4EF4EE17" w:rsidR="00AC4C8A" w:rsidRPr="002C5ABE" w:rsidRDefault="00AC4C8A" w:rsidP="007015AD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Nom commercial du candidat 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7015A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18786BC2" w14:textId="03543D7F" w:rsidR="00AC4C8A" w:rsidRPr="002C5ABE" w:rsidRDefault="00AC4C8A" w:rsidP="007015AD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Dénomination sociale 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7015A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5ECABEF3" w14:textId="4DA9740F" w:rsidR="00AC4C8A" w:rsidRPr="002C5ABE" w:rsidRDefault="00AC4C8A" w:rsidP="007015AD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Adresse de l’établissement 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7015A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230C6970" w14:textId="7019AA48" w:rsidR="00AC4C8A" w:rsidRPr="002C5ABE" w:rsidRDefault="00AC4C8A" w:rsidP="007015AD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Adresse du siège social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7015A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2E35BC83" w14:textId="77777777" w:rsidR="00AC4C8A" w:rsidRPr="002C5ABE" w:rsidRDefault="00AC4C8A" w:rsidP="007015AD">
      <w:pPr>
        <w:tabs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(</w:t>
      </w:r>
      <w:r w:rsidRPr="0082316F">
        <w:rPr>
          <w:rFonts w:ascii="Arial" w:hAnsi="Arial" w:cs="Arial"/>
          <w:i/>
          <w:color w:val="0070C0"/>
          <w:sz w:val="18"/>
          <w:szCs w:val="18"/>
          <w:lang w:eastAsia="zh-CN"/>
        </w:rPr>
        <w:t>Si différente de l’adresse de l’établissement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>) </w:t>
      </w:r>
    </w:p>
    <w:p w14:paraId="76ACA6DB" w14:textId="5AC74708" w:rsidR="00B74A4E" w:rsidRDefault="00B74A4E" w:rsidP="00B74A4E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Adresse électronique</w:t>
      </w:r>
      <w:r>
        <w:rPr>
          <w:rFonts w:ascii="Arial" w:hAnsi="Arial" w:cs="Arial"/>
          <w:i/>
          <w:sz w:val="18"/>
          <w:szCs w:val="18"/>
          <w:lang w:eastAsia="zh-CN"/>
        </w:rPr>
        <w:t xml:space="preserve"> </w:t>
      </w:r>
      <w:r w:rsidRPr="00B74A4E">
        <w:rPr>
          <w:rFonts w:ascii="Arial" w:hAnsi="Arial" w:cs="Arial"/>
          <w:i/>
          <w:sz w:val="18"/>
          <w:szCs w:val="18"/>
          <w:lang w:eastAsia="zh-CN"/>
        </w:rPr>
        <w:t>pouvant être utilisée pour la notification des décisions ou informations du maître d’ouvrage</w:t>
      </w:r>
      <w:r>
        <w:rPr>
          <w:rFonts w:ascii="Arial" w:hAnsi="Arial" w:cs="Arial"/>
          <w:i/>
          <w:sz w:val="18"/>
          <w:szCs w:val="18"/>
          <w:lang w:eastAsia="zh-CN"/>
        </w:rPr>
        <w:t xml:space="preserve"> </w:t>
      </w:r>
      <w:r w:rsidR="00B932BC" w:rsidRPr="00B932BC">
        <w:rPr>
          <w:rFonts w:ascii="Arial" w:hAnsi="Arial" w:cs="Arial"/>
          <w:i/>
          <w:sz w:val="18"/>
          <w:szCs w:val="18"/>
          <w:lang w:eastAsia="zh-CN"/>
        </w:rPr>
        <w:t>(</w:t>
      </w:r>
      <w:r w:rsidR="00B932BC" w:rsidRPr="0082316F">
        <w:rPr>
          <w:rFonts w:ascii="Arial" w:hAnsi="Arial" w:cs="Arial"/>
          <w:i/>
          <w:color w:val="0070C0"/>
          <w:sz w:val="18"/>
          <w:szCs w:val="18"/>
          <w:lang w:eastAsia="zh-CN"/>
        </w:rPr>
        <w:t>Article 3.1 du CCAG</w:t>
      </w:r>
      <w:r w:rsidR="00B932BC" w:rsidRPr="00B932BC">
        <w:rPr>
          <w:rFonts w:ascii="Arial" w:hAnsi="Arial" w:cs="Arial"/>
          <w:i/>
          <w:sz w:val="18"/>
          <w:szCs w:val="18"/>
          <w:lang w:eastAsia="zh-CN"/>
        </w:rPr>
        <w:t xml:space="preserve">) </w:t>
      </w:r>
      <w:r w:rsidRPr="00B932BC">
        <w:rPr>
          <w:rFonts w:ascii="Arial" w:hAnsi="Arial" w:cs="Arial"/>
          <w:i/>
          <w:sz w:val="18"/>
          <w:szCs w:val="18"/>
          <w:lang w:eastAsia="zh-CN"/>
        </w:rPr>
        <w:t>:</w:t>
      </w:r>
    </w:p>
    <w:p w14:paraId="588A157F" w14:textId="77777777" w:rsidR="00B74A4E" w:rsidRPr="002C5ABE" w:rsidRDefault="00B74A4E" w:rsidP="00B74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 xml:space="preserve"> </w:t>
      </w:r>
      <w:r w:rsidRPr="00B74A4E">
        <w:rPr>
          <w:rFonts w:ascii="Arial" w:hAnsi="Arial" w:cs="Arial"/>
          <w:i/>
          <w:sz w:val="18"/>
          <w:szCs w:val="18"/>
          <w:lang w:eastAsia="zh-CN"/>
        </w:rPr>
        <w:t xml:space="preserve">                                                            @</w:t>
      </w:r>
    </w:p>
    <w:p w14:paraId="00A712F2" w14:textId="0120C3EA" w:rsidR="00AC4C8A" w:rsidRPr="002C5ABE" w:rsidRDefault="00AC4C8A" w:rsidP="007015AD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Numéro de téléphone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7015A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248E8B6F" w14:textId="22DF7461" w:rsidR="00AC4C8A" w:rsidRPr="002C5ABE" w:rsidRDefault="00AC4C8A" w:rsidP="007015AD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Numéro de télécopie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7015A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5B2DA9D6" w14:textId="127F3FFD" w:rsidR="00924357" w:rsidRPr="00B74A4E" w:rsidRDefault="00AC4C8A" w:rsidP="007015AD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Numéro SIRET 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7015A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36C67D51" w14:textId="60281DB8" w:rsidR="00B74A4E" w:rsidRDefault="00B74A4E" w:rsidP="00B74A4E">
      <w:pPr>
        <w:tabs>
          <w:tab w:val="left" w:pos="3686"/>
        </w:tabs>
        <w:suppressAutoHyphens/>
        <w:spacing w:before="60" w:after="60"/>
        <w:jc w:val="both"/>
        <w:rPr>
          <w:rFonts w:ascii="Arial" w:hAnsi="Arial" w:cs="Arial"/>
          <w:i/>
          <w:sz w:val="18"/>
          <w:szCs w:val="18"/>
          <w:lang w:eastAsia="zh-CN"/>
        </w:rPr>
      </w:pPr>
    </w:p>
    <w:p w14:paraId="08911E93" w14:textId="3ED69E64" w:rsidR="0082316F" w:rsidRPr="002C5ABE" w:rsidRDefault="0082316F" w:rsidP="0082316F">
      <w:pPr>
        <w:suppressAutoHyphens/>
        <w:spacing w:before="120" w:after="120"/>
        <w:ind w:left="426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82316F">
        <w:rPr>
          <w:rFonts w:ascii="Arial" w:hAnsi="Arial" w:cs="Arial"/>
          <w:i/>
          <w:sz w:val="18"/>
          <w:szCs w:val="18"/>
          <w:u w:val="single"/>
          <w:lang w:eastAsia="zh-CN"/>
        </w:rPr>
        <w:t>2</w:t>
      </w:r>
      <w:r w:rsidRPr="0082316F">
        <w:rPr>
          <w:rFonts w:ascii="Arial" w:hAnsi="Arial" w:cs="Arial"/>
          <w:i/>
          <w:sz w:val="18"/>
          <w:szCs w:val="18"/>
          <w:u w:val="single"/>
          <w:vertAlign w:val="superscript"/>
          <w:lang w:eastAsia="zh-CN"/>
        </w:rPr>
        <w:t>ème</w:t>
      </w:r>
      <w:r w:rsidRPr="0082316F">
        <w:rPr>
          <w:rFonts w:ascii="Arial" w:hAnsi="Arial" w:cs="Arial"/>
          <w:i/>
          <w:sz w:val="18"/>
          <w:szCs w:val="18"/>
          <w:u w:val="single"/>
          <w:lang w:eastAsia="zh-CN"/>
        </w:rPr>
        <w:t xml:space="preserve"> </w:t>
      </w:r>
      <w:r w:rsidRPr="002C5ABE">
        <w:rPr>
          <w:rFonts w:ascii="Arial" w:hAnsi="Arial" w:cs="Arial"/>
          <w:i/>
          <w:sz w:val="18"/>
          <w:szCs w:val="18"/>
          <w:u w:val="single"/>
          <w:lang w:eastAsia="zh-CN"/>
        </w:rPr>
        <w:t xml:space="preserve">entreprise cotraitante </w:t>
      </w:r>
      <w:r w:rsidRPr="002C5ABE">
        <w:rPr>
          <w:rFonts w:ascii="Arial" w:hAnsi="Arial" w:cs="Arial"/>
          <w:b/>
          <w:i/>
          <w:sz w:val="18"/>
          <w:szCs w:val="18"/>
          <w:u w:val="single"/>
          <w:lang w:eastAsia="zh-CN"/>
        </w:rPr>
        <w:t>mandataire solidaire</w:t>
      </w:r>
      <w:r w:rsidRPr="002C5ABE">
        <w:rPr>
          <w:rFonts w:ascii="Arial" w:hAnsi="Arial" w:cs="Arial"/>
          <w:i/>
          <w:sz w:val="18"/>
          <w:szCs w:val="18"/>
          <w:u w:val="single"/>
          <w:lang w:eastAsia="zh-CN"/>
        </w:rPr>
        <w:t xml:space="preserve"> du groupement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> :</w:t>
      </w:r>
    </w:p>
    <w:p w14:paraId="424E94F7" w14:textId="77777777" w:rsidR="0082316F" w:rsidRPr="002C5ABE" w:rsidRDefault="0082316F" w:rsidP="0082316F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Nom commercial du candidat 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5BB59DF9" w14:textId="77777777" w:rsidR="0082316F" w:rsidRPr="002C5ABE" w:rsidRDefault="0082316F" w:rsidP="0082316F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Dénomination sociale 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617A35EB" w14:textId="77777777" w:rsidR="0082316F" w:rsidRPr="002C5ABE" w:rsidRDefault="0082316F" w:rsidP="0082316F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Adresse de l’établissement 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287357C2" w14:textId="77777777" w:rsidR="0082316F" w:rsidRPr="002C5ABE" w:rsidRDefault="0082316F" w:rsidP="0082316F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Adresse du siège social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6BFA69B7" w14:textId="77777777" w:rsidR="0082316F" w:rsidRPr="002C5ABE" w:rsidRDefault="0082316F" w:rsidP="0082316F">
      <w:pPr>
        <w:tabs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(</w:t>
      </w:r>
      <w:r w:rsidRPr="0082316F">
        <w:rPr>
          <w:rFonts w:ascii="Arial" w:hAnsi="Arial" w:cs="Arial"/>
          <w:i/>
          <w:color w:val="0070C0"/>
          <w:sz w:val="18"/>
          <w:szCs w:val="18"/>
          <w:lang w:eastAsia="zh-CN"/>
        </w:rPr>
        <w:t>Si différente de l’adresse de l’établissement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>) </w:t>
      </w:r>
    </w:p>
    <w:p w14:paraId="00B6932F" w14:textId="450FD5E4" w:rsidR="0082316F" w:rsidRDefault="0082316F" w:rsidP="0082316F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Adresse électronique</w:t>
      </w:r>
      <w:r>
        <w:rPr>
          <w:rFonts w:ascii="Arial" w:hAnsi="Arial" w:cs="Arial"/>
          <w:i/>
          <w:sz w:val="18"/>
          <w:szCs w:val="18"/>
          <w:lang w:eastAsia="zh-CN"/>
        </w:rPr>
        <w:t xml:space="preserve"> </w:t>
      </w:r>
      <w:r w:rsidRPr="00B74A4E">
        <w:rPr>
          <w:rFonts w:ascii="Arial" w:hAnsi="Arial" w:cs="Arial"/>
          <w:i/>
          <w:sz w:val="18"/>
          <w:szCs w:val="18"/>
          <w:lang w:eastAsia="zh-CN"/>
        </w:rPr>
        <w:t>pouvant être utilisée pour la notification des décisions ou informations du maître d’ouvrage</w:t>
      </w:r>
      <w:r>
        <w:rPr>
          <w:rFonts w:ascii="Arial" w:hAnsi="Arial" w:cs="Arial"/>
          <w:i/>
          <w:sz w:val="18"/>
          <w:szCs w:val="18"/>
          <w:lang w:eastAsia="zh-CN"/>
        </w:rPr>
        <w:t xml:space="preserve"> </w:t>
      </w:r>
      <w:r w:rsidRPr="00B932BC">
        <w:rPr>
          <w:rFonts w:ascii="Arial" w:hAnsi="Arial" w:cs="Arial"/>
          <w:i/>
          <w:sz w:val="18"/>
          <w:szCs w:val="18"/>
          <w:lang w:eastAsia="zh-CN"/>
        </w:rPr>
        <w:t>(</w:t>
      </w:r>
      <w:r w:rsidRPr="0082316F">
        <w:rPr>
          <w:rFonts w:ascii="Arial" w:hAnsi="Arial" w:cs="Arial"/>
          <w:i/>
          <w:color w:val="0070C0"/>
          <w:sz w:val="18"/>
          <w:szCs w:val="18"/>
          <w:lang w:eastAsia="zh-CN"/>
        </w:rPr>
        <w:t>Article 3.1 du CCAG</w:t>
      </w:r>
      <w:r w:rsidRPr="0082316F">
        <w:rPr>
          <w:rFonts w:ascii="Arial" w:hAnsi="Arial" w:cs="Arial"/>
          <w:i/>
          <w:sz w:val="18"/>
          <w:szCs w:val="18"/>
          <w:lang w:eastAsia="zh-CN"/>
        </w:rPr>
        <w:t>)</w:t>
      </w:r>
      <w:r>
        <w:rPr>
          <w:rFonts w:ascii="Arial" w:hAnsi="Arial" w:cs="Arial"/>
          <w:i/>
          <w:sz w:val="18"/>
          <w:szCs w:val="18"/>
          <w:lang w:eastAsia="zh-CN"/>
        </w:rPr>
        <w:t xml:space="preserve"> 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>:</w:t>
      </w:r>
    </w:p>
    <w:p w14:paraId="773935BB" w14:textId="77777777" w:rsidR="0082316F" w:rsidRPr="002C5ABE" w:rsidRDefault="0082316F" w:rsidP="008231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 xml:space="preserve"> </w:t>
      </w:r>
      <w:r w:rsidRPr="00B74A4E">
        <w:rPr>
          <w:rFonts w:ascii="Arial" w:hAnsi="Arial" w:cs="Arial"/>
          <w:i/>
          <w:sz w:val="18"/>
          <w:szCs w:val="18"/>
          <w:lang w:eastAsia="zh-CN"/>
        </w:rPr>
        <w:t xml:space="preserve">                                                            @</w:t>
      </w:r>
    </w:p>
    <w:p w14:paraId="68CF47F6" w14:textId="77777777" w:rsidR="0082316F" w:rsidRPr="002C5ABE" w:rsidRDefault="0082316F" w:rsidP="0082316F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Numéro de téléphone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73088580" w14:textId="77777777" w:rsidR="0082316F" w:rsidRPr="002C5ABE" w:rsidRDefault="0082316F" w:rsidP="0082316F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Numéro de télécopie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28F6773D" w14:textId="77777777" w:rsidR="0082316F" w:rsidRPr="00B74A4E" w:rsidRDefault="0082316F" w:rsidP="0082316F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Numéro SIRET 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4A601B44" w14:textId="1BC627FD" w:rsidR="00B74A4E" w:rsidRDefault="00B74A4E" w:rsidP="00B74A4E">
      <w:pPr>
        <w:tabs>
          <w:tab w:val="left" w:pos="3686"/>
        </w:tabs>
        <w:suppressAutoHyphens/>
        <w:spacing w:before="60" w:after="60"/>
        <w:jc w:val="both"/>
        <w:rPr>
          <w:rFonts w:ascii="Arial" w:hAnsi="Arial" w:cs="Arial"/>
          <w:i/>
          <w:sz w:val="18"/>
          <w:szCs w:val="18"/>
          <w:lang w:eastAsia="zh-CN"/>
        </w:rPr>
      </w:pPr>
    </w:p>
    <w:p w14:paraId="1BF8DDAB" w14:textId="77777777" w:rsidR="00B74A4E" w:rsidRPr="002C5ABE" w:rsidRDefault="00B74A4E" w:rsidP="00B74A4E">
      <w:pPr>
        <w:tabs>
          <w:tab w:val="left" w:pos="3686"/>
        </w:tabs>
        <w:suppressAutoHyphens/>
        <w:spacing w:before="60" w:after="60"/>
        <w:jc w:val="both"/>
        <w:rPr>
          <w:rFonts w:ascii="Arial" w:hAnsi="Arial" w:cs="Arial"/>
          <w:i/>
          <w:sz w:val="18"/>
          <w:szCs w:val="18"/>
          <w:lang w:eastAsia="zh-CN"/>
        </w:rPr>
      </w:pPr>
    </w:p>
    <w:p w14:paraId="57C9122A" w14:textId="1CDE4BD6" w:rsidR="00B9117B" w:rsidRPr="000A23A2" w:rsidRDefault="00B9117B" w:rsidP="000A23A2">
      <w:pPr>
        <w:pStyle w:val="fcase1ertab"/>
        <w:spacing w:before="120" w:after="120"/>
        <w:ind w:left="0" w:firstLine="0"/>
        <w:rPr>
          <w:rFonts w:ascii="Arial" w:hAnsi="Arial" w:cs="Arial"/>
        </w:rPr>
      </w:pPr>
      <w:r w:rsidRPr="002C5ABE">
        <w:rPr>
          <w:rFonts w:ascii="Arial" w:hAnsi="Arial" w:cs="Arial"/>
          <w:b/>
        </w:rPr>
        <w:t>A exé</w:t>
      </w:r>
      <w:r w:rsidR="000A23A2">
        <w:rPr>
          <w:rFonts w:ascii="Arial" w:hAnsi="Arial" w:cs="Arial"/>
          <w:b/>
        </w:rPr>
        <w:t>cuter les prestations demandées par application d’un</w:t>
      </w:r>
      <w:r w:rsidR="00B932BC" w:rsidRPr="008C485F">
        <w:rPr>
          <w:rFonts w:ascii="Arial" w:hAnsi="Arial" w:cs="Arial"/>
          <w:b/>
          <w:szCs w:val="22"/>
        </w:rPr>
        <w:t xml:space="preserve"> prix </w:t>
      </w:r>
      <w:r w:rsidR="00B932BC">
        <w:rPr>
          <w:rFonts w:ascii="Arial" w:hAnsi="Arial" w:cs="Arial"/>
          <w:b/>
          <w:szCs w:val="22"/>
        </w:rPr>
        <w:t xml:space="preserve">global et </w:t>
      </w:r>
      <w:r w:rsidR="00B932BC" w:rsidRPr="008C485F">
        <w:rPr>
          <w:rFonts w:ascii="Arial" w:hAnsi="Arial" w:cs="Arial"/>
          <w:b/>
          <w:szCs w:val="22"/>
        </w:rPr>
        <w:t>forfaitaire</w:t>
      </w:r>
      <w:r w:rsidR="000A23A2">
        <w:rPr>
          <w:rFonts w:ascii="Arial" w:hAnsi="Arial" w:cs="Arial"/>
          <w:b/>
          <w:szCs w:val="22"/>
        </w:rPr>
        <w:t xml:space="preserve"> indiqué ci-dessous </w:t>
      </w:r>
      <w:r w:rsidR="000A23A2" w:rsidRPr="000A23A2">
        <w:rPr>
          <w:rFonts w:ascii="Arial" w:hAnsi="Arial" w:cs="Arial"/>
          <w:szCs w:val="22"/>
        </w:rPr>
        <w:t>:</w:t>
      </w:r>
      <w:r w:rsidR="009B2F53" w:rsidRPr="000A23A2">
        <w:rPr>
          <w:rFonts w:ascii="Arial" w:hAnsi="Arial" w:cs="Arial"/>
        </w:rPr>
        <w:t xml:space="preserve"> </w:t>
      </w:r>
    </w:p>
    <w:tbl>
      <w:tblPr>
        <w:tblStyle w:val="Grilledutableau"/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60"/>
        <w:gridCol w:w="2719"/>
      </w:tblGrid>
      <w:tr w:rsidR="002B0DF4" w:rsidRPr="003B51DD" w14:paraId="241F9423" w14:textId="77777777" w:rsidTr="00413716">
        <w:trPr>
          <w:trHeight w:val="552"/>
          <w:jc w:val="center"/>
        </w:trPr>
        <w:tc>
          <w:tcPr>
            <w:tcW w:w="2660" w:type="dxa"/>
            <w:vAlign w:val="center"/>
          </w:tcPr>
          <w:p w14:paraId="7893A116" w14:textId="77777777" w:rsidR="002B0DF4" w:rsidRPr="003B51DD" w:rsidRDefault="002B0DF4" w:rsidP="00413716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1DD">
              <w:rPr>
                <w:rFonts w:ascii="Arial" w:hAnsi="Arial" w:cs="Arial"/>
                <w:b/>
                <w:sz w:val="24"/>
                <w:szCs w:val="24"/>
              </w:rPr>
              <w:t>Montant en € HT arrêté en chiffres à</w:t>
            </w:r>
          </w:p>
        </w:tc>
        <w:tc>
          <w:tcPr>
            <w:tcW w:w="2719" w:type="dxa"/>
          </w:tcPr>
          <w:p w14:paraId="5297C9A5" w14:textId="77777777" w:rsidR="002B0DF4" w:rsidRPr="003B51DD" w:rsidRDefault="002B0DF4" w:rsidP="0041371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B0DF4" w:rsidRPr="003B51DD" w14:paraId="76A45919" w14:textId="77777777" w:rsidTr="00413716">
        <w:trPr>
          <w:trHeight w:val="552"/>
          <w:jc w:val="center"/>
        </w:trPr>
        <w:tc>
          <w:tcPr>
            <w:tcW w:w="2660" w:type="dxa"/>
            <w:vAlign w:val="center"/>
          </w:tcPr>
          <w:p w14:paraId="369984AF" w14:textId="64135499" w:rsidR="002B0DF4" w:rsidRPr="0089185B" w:rsidRDefault="0089185B" w:rsidP="0089185B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Taux </w:t>
            </w:r>
            <w:r w:rsidR="002B0DF4" w:rsidRPr="002B0DF4">
              <w:rPr>
                <w:rFonts w:ascii="Arial" w:hAnsi="Arial" w:cs="Arial"/>
                <w:b/>
                <w:sz w:val="24"/>
                <w:szCs w:val="24"/>
              </w:rPr>
              <w:t xml:space="preserve">TVA </w:t>
            </w:r>
            <w:r w:rsidR="00141D90" w:rsidRPr="00141D90">
              <w:rPr>
                <w:rFonts w:ascii="Arial" w:hAnsi="Arial" w:cs="Arial"/>
                <w:b/>
                <w:sz w:val="24"/>
                <w:szCs w:val="24"/>
              </w:rPr>
              <w:t>: 20 %</w:t>
            </w:r>
          </w:p>
        </w:tc>
        <w:tc>
          <w:tcPr>
            <w:tcW w:w="2719" w:type="dxa"/>
          </w:tcPr>
          <w:p w14:paraId="3A840AEF" w14:textId="77777777" w:rsidR="002B0DF4" w:rsidRPr="00EB2997" w:rsidRDefault="002B0DF4" w:rsidP="00413716">
            <w:pPr>
              <w:jc w:val="both"/>
              <w:rPr>
                <w:rFonts w:ascii="Arial" w:hAnsi="Arial" w:cs="Arial"/>
                <w:b/>
                <w:sz w:val="24"/>
                <w:szCs w:val="24"/>
                <w:highlight w:val="magenta"/>
              </w:rPr>
            </w:pPr>
          </w:p>
        </w:tc>
      </w:tr>
      <w:tr w:rsidR="002B0DF4" w:rsidRPr="003B51DD" w14:paraId="4EE18C94" w14:textId="77777777" w:rsidTr="002A3610">
        <w:trPr>
          <w:trHeight w:val="541"/>
          <w:jc w:val="center"/>
        </w:trPr>
        <w:tc>
          <w:tcPr>
            <w:tcW w:w="2660" w:type="dxa"/>
            <w:vAlign w:val="center"/>
          </w:tcPr>
          <w:p w14:paraId="19FB11F7" w14:textId="77777777" w:rsidR="002B0DF4" w:rsidRPr="003B51DD" w:rsidRDefault="002B0DF4" w:rsidP="00413716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1DD">
              <w:rPr>
                <w:rFonts w:ascii="Arial" w:hAnsi="Arial" w:cs="Arial"/>
                <w:b/>
                <w:sz w:val="24"/>
                <w:szCs w:val="24"/>
              </w:rPr>
              <w:t xml:space="preserve">Montant en € TTC arrêté en chiffres à </w:t>
            </w:r>
          </w:p>
        </w:tc>
        <w:tc>
          <w:tcPr>
            <w:tcW w:w="2719" w:type="dxa"/>
          </w:tcPr>
          <w:p w14:paraId="4FECEA33" w14:textId="77777777" w:rsidR="002B0DF4" w:rsidRPr="003B51DD" w:rsidRDefault="002B0DF4" w:rsidP="0041371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4C6137B" w14:textId="53DA58F4" w:rsidR="00572A24" w:rsidRPr="002C5ABE" w:rsidRDefault="00572A24" w:rsidP="003232F2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24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2C5ABE">
        <w:rPr>
          <w:rFonts w:ascii="Arial" w:hAnsi="Arial" w:cs="Arial"/>
          <w:b/>
          <w:szCs w:val="22"/>
          <w:lang w:eastAsia="zh-CN"/>
        </w:rPr>
        <w:t xml:space="preserve">B2 </w:t>
      </w:r>
      <w:r w:rsidR="004D7470" w:rsidRPr="002C5ABE">
        <w:rPr>
          <w:rFonts w:ascii="Arial" w:hAnsi="Arial" w:cs="Arial"/>
          <w:b/>
          <w:szCs w:val="22"/>
          <w:lang w:eastAsia="zh-CN"/>
        </w:rPr>
        <w:t>-</w:t>
      </w:r>
      <w:r w:rsidRPr="002C5ABE">
        <w:rPr>
          <w:rFonts w:ascii="Arial" w:hAnsi="Arial" w:cs="Arial"/>
          <w:b/>
          <w:szCs w:val="22"/>
          <w:lang w:eastAsia="zh-CN"/>
        </w:rPr>
        <w:t xml:space="preserve"> </w:t>
      </w:r>
      <w:r w:rsidR="00884105" w:rsidRPr="002C5ABE">
        <w:rPr>
          <w:rFonts w:ascii="Arial" w:hAnsi="Arial" w:cs="Arial"/>
          <w:b/>
          <w:szCs w:val="22"/>
          <w:lang w:eastAsia="zh-CN"/>
        </w:rPr>
        <w:t xml:space="preserve">Prix </w:t>
      </w:r>
    </w:p>
    <w:p w14:paraId="466CEF47" w14:textId="76F6E6F7" w:rsidR="00A7798B" w:rsidRPr="002C5ABE" w:rsidRDefault="00DC0B9A" w:rsidP="007015AD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1286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2C5ABE">
        <w:rPr>
          <w:rFonts w:ascii="Arial" w:hAnsi="Arial" w:cs="Arial"/>
          <w:b/>
          <w:szCs w:val="22"/>
          <w:lang w:eastAsia="zh-CN"/>
        </w:rPr>
        <w:t xml:space="preserve">B2.1 </w:t>
      </w:r>
      <w:r w:rsidR="000B29AD" w:rsidRPr="000B29AD">
        <w:rPr>
          <w:rFonts w:ascii="Arial" w:hAnsi="Arial" w:cs="Arial"/>
          <w:b/>
          <w:szCs w:val="22"/>
          <w:lang w:eastAsia="zh-CN"/>
        </w:rPr>
        <w:t xml:space="preserve">Variation des prix </w:t>
      </w:r>
      <w:r w:rsidR="00884105" w:rsidRPr="002C5ABE">
        <w:rPr>
          <w:rFonts w:ascii="Arial" w:hAnsi="Arial" w:cs="Arial"/>
          <w:b/>
          <w:szCs w:val="22"/>
          <w:lang w:eastAsia="zh-CN"/>
        </w:rPr>
        <w:t xml:space="preserve">: </w:t>
      </w:r>
    </w:p>
    <w:p w14:paraId="1CE4F3B4" w14:textId="12BBC98B" w:rsidR="002B04C3" w:rsidRPr="002C5ABE" w:rsidRDefault="00F54A5A" w:rsidP="007015AD">
      <w:pPr>
        <w:spacing w:before="120" w:after="120"/>
        <w:jc w:val="both"/>
        <w:rPr>
          <w:rFonts w:ascii="Arial" w:hAnsi="Arial" w:cs="Arial"/>
          <w:sz w:val="20"/>
        </w:rPr>
      </w:pPr>
      <w:r w:rsidRPr="002C5ABE">
        <w:rPr>
          <w:rFonts w:ascii="Arial" w:hAnsi="Arial" w:cs="Arial"/>
          <w:b/>
          <w:sz w:val="18"/>
        </w:rPr>
        <w:t>L’Index/indice de référence I choisi</w:t>
      </w:r>
      <w:r w:rsidRPr="002C5ABE">
        <w:rPr>
          <w:rFonts w:ascii="Arial" w:hAnsi="Arial" w:cs="Arial"/>
          <w:sz w:val="20"/>
        </w:rPr>
        <w:t xml:space="preserve"> en raison de sa structure pour </w:t>
      </w:r>
      <w:r w:rsidR="002B0DF4">
        <w:rPr>
          <w:rFonts w:ascii="Arial" w:hAnsi="Arial" w:cs="Arial"/>
          <w:sz w:val="20"/>
        </w:rPr>
        <w:t>la variation</w:t>
      </w:r>
      <w:r w:rsidRPr="002C5ABE">
        <w:rPr>
          <w:rFonts w:ascii="Arial" w:hAnsi="Arial" w:cs="Arial"/>
          <w:sz w:val="20"/>
        </w:rPr>
        <w:t xml:space="preserve"> des prix est le suivant :</w:t>
      </w:r>
    </w:p>
    <w:p w14:paraId="7A7BC141" w14:textId="670222AD" w:rsidR="00F54A5A" w:rsidRPr="002C5ABE" w:rsidRDefault="00F54A5A" w:rsidP="000B29AD">
      <w:pPr>
        <w:spacing w:before="120" w:after="120"/>
        <w:jc w:val="center"/>
        <w:rPr>
          <w:rFonts w:ascii="Arial" w:hAnsi="Arial" w:cs="Arial"/>
        </w:rPr>
      </w:pPr>
      <w:r w:rsidRPr="000B29AD">
        <w:rPr>
          <w:rFonts w:ascii="Arial" w:hAnsi="Arial" w:cs="Arial"/>
          <w:b/>
        </w:rPr>
        <w:t>Index/Indice</w:t>
      </w:r>
      <w:r w:rsidRPr="000B29AD">
        <w:rPr>
          <w:rFonts w:ascii="Arial" w:hAnsi="Arial" w:cs="Arial"/>
        </w:rPr>
        <w:t xml:space="preserve"> : </w:t>
      </w:r>
      <w:r w:rsidR="00751197" w:rsidRPr="000B29AD">
        <w:rPr>
          <w:rFonts w:ascii="Arial" w:hAnsi="Arial" w:cs="Arial"/>
        </w:rPr>
        <w:t>TP10f</w:t>
      </w:r>
    </w:p>
    <w:p w14:paraId="3BCF53AE" w14:textId="283D3DBC" w:rsidR="0070001C" w:rsidRPr="002A3610" w:rsidRDefault="002A3610" w:rsidP="007015AD">
      <w:pPr>
        <w:tabs>
          <w:tab w:val="left" w:pos="426"/>
          <w:tab w:val="left" w:pos="851"/>
        </w:tabs>
        <w:spacing w:before="60" w:after="60"/>
        <w:ind w:left="1985" w:hanging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end"/>
      </w:r>
      <w:r w:rsidR="0076667C" w:rsidRPr="002A3610">
        <w:rPr>
          <w:rFonts w:ascii="Arial" w:hAnsi="Arial" w:cs="Arial"/>
          <w:sz w:val="20"/>
        </w:rPr>
        <w:t xml:space="preserve"> Le</w:t>
      </w:r>
      <w:r w:rsidR="003E5B20" w:rsidRPr="002A3610">
        <w:rPr>
          <w:rFonts w:ascii="Arial" w:hAnsi="Arial" w:cs="Arial"/>
          <w:sz w:val="20"/>
        </w:rPr>
        <w:t xml:space="preserve"> prix </w:t>
      </w:r>
      <w:r w:rsidR="0076667C" w:rsidRPr="002A3610">
        <w:rPr>
          <w:rFonts w:ascii="Arial" w:hAnsi="Arial" w:cs="Arial"/>
          <w:sz w:val="20"/>
        </w:rPr>
        <w:t>est</w:t>
      </w:r>
      <w:r w:rsidR="003E5B20" w:rsidRPr="002A3610">
        <w:rPr>
          <w:rFonts w:ascii="Arial" w:hAnsi="Arial" w:cs="Arial"/>
          <w:sz w:val="20"/>
        </w:rPr>
        <w:t xml:space="preserve"> ferme </w:t>
      </w:r>
      <w:r w:rsidR="002B0DF4" w:rsidRPr="002A3610">
        <w:rPr>
          <w:rFonts w:ascii="Arial" w:hAnsi="Arial" w:cs="Arial"/>
          <w:sz w:val="20"/>
        </w:rPr>
        <w:t xml:space="preserve">et actualisable </w:t>
      </w:r>
    </w:p>
    <w:p w14:paraId="51A460A9" w14:textId="4BADCEA0" w:rsidR="00400E77" w:rsidRPr="00141D90" w:rsidRDefault="00400E77" w:rsidP="007015AD">
      <w:pPr>
        <w:spacing w:before="60" w:after="60"/>
        <w:ind w:left="1985" w:hanging="720"/>
        <w:rPr>
          <w:rFonts w:ascii="Arial" w:hAnsi="Arial" w:cs="Arial"/>
          <w:sz w:val="20"/>
        </w:rPr>
      </w:pPr>
    </w:p>
    <w:p w14:paraId="1ED61F21" w14:textId="57904437" w:rsidR="00130F31" w:rsidRPr="002C5ABE" w:rsidRDefault="00130F31" w:rsidP="007015AD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2C5ABE">
        <w:rPr>
          <w:rFonts w:ascii="Arial" w:hAnsi="Arial" w:cs="Arial"/>
          <w:b/>
          <w:szCs w:val="22"/>
          <w:lang w:eastAsia="zh-CN"/>
        </w:rPr>
        <w:t xml:space="preserve">B3 – Répartition des prix en cas de groupement </w:t>
      </w:r>
    </w:p>
    <w:p w14:paraId="5D65C27C" w14:textId="34C1EA82" w:rsidR="00130F31" w:rsidRPr="002C5ABE" w:rsidRDefault="00130F31" w:rsidP="00130F31">
      <w:pPr>
        <w:tabs>
          <w:tab w:val="left" w:pos="426"/>
          <w:tab w:val="left" w:pos="851"/>
        </w:tabs>
        <w:spacing w:before="60" w:after="60"/>
        <w:jc w:val="both"/>
        <w:rPr>
          <w:rFonts w:ascii="Arial" w:hAnsi="Arial" w:cs="Arial"/>
          <w:sz w:val="20"/>
        </w:rPr>
      </w:pPr>
      <w:r w:rsidRPr="002C5ABE">
        <w:rPr>
          <w:rFonts w:ascii="Arial" w:hAnsi="Arial" w:cs="Arial"/>
          <w:sz w:val="20"/>
        </w:rPr>
        <w:t>Pour l’exécution du Marché Public le groupement d’opérateurs économiques est :</w:t>
      </w:r>
    </w:p>
    <w:p w14:paraId="55BEFF19" w14:textId="77777777" w:rsidR="00130F31" w:rsidRPr="00FE1ADD" w:rsidRDefault="00130F31" w:rsidP="007015AD">
      <w:pPr>
        <w:spacing w:before="60" w:after="60"/>
        <w:ind w:left="1276"/>
        <w:rPr>
          <w:rFonts w:ascii="Arial" w:hAnsi="Arial" w:cs="Arial"/>
          <w:iCs/>
          <w:sz w:val="20"/>
          <w:szCs w:val="22"/>
        </w:rPr>
      </w:pPr>
      <w:r w:rsidRPr="00FE1ADD">
        <w:rPr>
          <w:rFonts w:ascii="Arial" w:hAnsi="Arial" w:cs="Arial"/>
          <w:iCs/>
          <w:sz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FE1ADD">
        <w:rPr>
          <w:rFonts w:ascii="Arial" w:hAnsi="Arial" w:cs="Arial"/>
          <w:iCs/>
          <w:sz w:val="24"/>
        </w:rPr>
        <w:instrText xml:space="preserve"> FORMCHECKBOX </w:instrText>
      </w:r>
      <w:r w:rsidR="00D17397">
        <w:rPr>
          <w:rFonts w:ascii="Arial" w:hAnsi="Arial" w:cs="Arial"/>
          <w:iCs/>
          <w:sz w:val="24"/>
        </w:rPr>
      </w:r>
      <w:r w:rsidR="00D17397">
        <w:rPr>
          <w:rFonts w:ascii="Arial" w:hAnsi="Arial" w:cs="Arial"/>
          <w:iCs/>
          <w:sz w:val="24"/>
        </w:rPr>
        <w:fldChar w:fldCharType="separate"/>
      </w:r>
      <w:r w:rsidRPr="00FE1ADD">
        <w:rPr>
          <w:rFonts w:ascii="Arial" w:hAnsi="Arial" w:cs="Arial"/>
          <w:iCs/>
          <w:sz w:val="24"/>
        </w:rPr>
        <w:fldChar w:fldCharType="end"/>
      </w:r>
      <w:r w:rsidRPr="00FE1ADD">
        <w:rPr>
          <w:rFonts w:ascii="Arial" w:hAnsi="Arial" w:cs="Arial"/>
          <w:iCs/>
          <w:sz w:val="24"/>
        </w:rPr>
        <w:t xml:space="preserve"> </w:t>
      </w:r>
      <w:r w:rsidRPr="00FE1ADD">
        <w:rPr>
          <w:rFonts w:ascii="Arial" w:hAnsi="Arial" w:cs="Arial"/>
          <w:iCs/>
          <w:sz w:val="20"/>
          <w:szCs w:val="22"/>
        </w:rPr>
        <w:t>Groupement conjoint (mandataire solidaire).</w:t>
      </w:r>
      <w:r w:rsidRPr="00FE1ADD">
        <w:rPr>
          <w:rFonts w:ascii="Arial" w:hAnsi="Arial" w:cs="Arial"/>
          <w:iCs/>
          <w:sz w:val="20"/>
          <w:szCs w:val="22"/>
        </w:rPr>
        <w:tab/>
      </w:r>
      <w:r w:rsidRPr="00FE1ADD">
        <w:rPr>
          <w:rFonts w:ascii="Arial" w:hAnsi="Arial" w:cs="Arial"/>
          <w:iCs/>
          <w:sz w:val="20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FE1ADD">
        <w:rPr>
          <w:rFonts w:ascii="Arial" w:hAnsi="Arial" w:cs="Arial"/>
          <w:iCs/>
          <w:sz w:val="20"/>
          <w:szCs w:val="22"/>
        </w:rPr>
        <w:instrText xml:space="preserve"> FORMCHECKBOX </w:instrText>
      </w:r>
      <w:r w:rsidR="00D17397">
        <w:rPr>
          <w:rFonts w:ascii="Arial" w:hAnsi="Arial" w:cs="Arial"/>
          <w:iCs/>
          <w:sz w:val="20"/>
          <w:szCs w:val="22"/>
        </w:rPr>
      </w:r>
      <w:r w:rsidR="00D17397">
        <w:rPr>
          <w:rFonts w:ascii="Arial" w:hAnsi="Arial" w:cs="Arial"/>
          <w:iCs/>
          <w:sz w:val="20"/>
          <w:szCs w:val="22"/>
        </w:rPr>
        <w:fldChar w:fldCharType="separate"/>
      </w:r>
      <w:r w:rsidRPr="00FE1ADD">
        <w:rPr>
          <w:rFonts w:ascii="Arial" w:hAnsi="Arial" w:cs="Arial"/>
          <w:iCs/>
          <w:sz w:val="20"/>
          <w:szCs w:val="22"/>
        </w:rPr>
        <w:fldChar w:fldCharType="end"/>
      </w:r>
      <w:r w:rsidRPr="00FE1ADD">
        <w:rPr>
          <w:rFonts w:ascii="Arial" w:hAnsi="Arial" w:cs="Arial"/>
          <w:iCs/>
          <w:sz w:val="20"/>
          <w:szCs w:val="22"/>
        </w:rPr>
        <w:t xml:space="preserve"> Groupement solidaire.</w:t>
      </w:r>
    </w:p>
    <w:p w14:paraId="75DDF613" w14:textId="77777777" w:rsidR="00130F31" w:rsidRPr="002C5ABE" w:rsidRDefault="00130F31" w:rsidP="00130F31">
      <w:pPr>
        <w:jc w:val="both"/>
        <w:rPr>
          <w:rFonts w:ascii="Arial" w:hAnsi="Arial" w:cs="Arial"/>
          <w:b/>
          <w:sz w:val="20"/>
          <w:szCs w:val="22"/>
          <w:lang w:eastAsia="zh-CN"/>
        </w:rPr>
      </w:pPr>
    </w:p>
    <w:tbl>
      <w:tblPr>
        <w:tblW w:w="78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5"/>
        <w:gridCol w:w="2625"/>
        <w:gridCol w:w="2626"/>
      </w:tblGrid>
      <w:tr w:rsidR="007015AD" w:rsidRPr="005027DA" w14:paraId="696EFF27" w14:textId="77777777" w:rsidTr="005027DA">
        <w:trPr>
          <w:trHeight w:val="347"/>
          <w:jc w:val="center"/>
        </w:trPr>
        <w:tc>
          <w:tcPr>
            <w:tcW w:w="2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2449" w14:textId="77777777" w:rsidR="007015AD" w:rsidRPr="005027DA" w:rsidRDefault="007015AD" w:rsidP="007015AD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27DA">
              <w:rPr>
                <w:rFonts w:ascii="Arial" w:hAnsi="Arial" w:cs="Arial"/>
                <w:sz w:val="16"/>
                <w:szCs w:val="16"/>
              </w:rPr>
              <w:t>Désignation des membres</w:t>
            </w:r>
          </w:p>
          <w:p w14:paraId="77A3B37F" w14:textId="77777777" w:rsidR="007015AD" w:rsidRPr="005027DA" w:rsidRDefault="007015AD" w:rsidP="007015AD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27DA">
              <w:rPr>
                <w:rFonts w:ascii="Arial" w:hAnsi="Arial" w:cs="Arial"/>
                <w:sz w:val="16"/>
                <w:szCs w:val="16"/>
              </w:rPr>
              <w:t>du groupement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775CD" w14:textId="30022FA5" w:rsidR="007015AD" w:rsidRPr="005027DA" w:rsidRDefault="007015AD" w:rsidP="007015AD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27DA">
              <w:rPr>
                <w:rFonts w:ascii="Arial" w:hAnsi="Arial" w:cs="Arial"/>
                <w:sz w:val="16"/>
                <w:szCs w:val="16"/>
              </w:rPr>
              <w:t>Prestations exécutées par les membres du groupement</w:t>
            </w:r>
          </w:p>
        </w:tc>
      </w:tr>
      <w:tr w:rsidR="007015AD" w:rsidRPr="005027DA" w14:paraId="2B1F0196" w14:textId="77777777" w:rsidTr="002A3610">
        <w:trPr>
          <w:trHeight w:val="384"/>
          <w:jc w:val="center"/>
        </w:trPr>
        <w:tc>
          <w:tcPr>
            <w:tcW w:w="2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F7885" w14:textId="77777777" w:rsidR="007015AD" w:rsidRPr="005027DA" w:rsidRDefault="007015AD" w:rsidP="007015AD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5F4BF" w14:textId="46740865" w:rsidR="007015AD" w:rsidRPr="005027DA" w:rsidRDefault="007015AD" w:rsidP="007015AD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27DA">
              <w:rPr>
                <w:rFonts w:ascii="Arial" w:hAnsi="Arial" w:cs="Arial"/>
                <w:sz w:val="16"/>
                <w:szCs w:val="16"/>
              </w:rPr>
              <w:t>Nature de la prestation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B483C" w14:textId="77777777" w:rsidR="007015AD" w:rsidRPr="005027DA" w:rsidRDefault="007015AD" w:rsidP="007015AD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27DA">
              <w:rPr>
                <w:rFonts w:ascii="Arial" w:hAnsi="Arial" w:cs="Arial"/>
                <w:sz w:val="16"/>
                <w:szCs w:val="16"/>
              </w:rPr>
              <w:t>Montant HT de la prestation</w:t>
            </w:r>
          </w:p>
        </w:tc>
      </w:tr>
      <w:tr w:rsidR="00130F31" w:rsidRPr="005027DA" w14:paraId="07B3775F" w14:textId="77777777" w:rsidTr="005027DA">
        <w:trPr>
          <w:trHeight w:val="347"/>
          <w:jc w:val="center"/>
        </w:trPr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C9E86" w14:textId="77777777" w:rsidR="00130F31" w:rsidRPr="005027DA" w:rsidRDefault="00130F31" w:rsidP="007015AD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A5C03" w14:textId="77777777" w:rsidR="00130F31" w:rsidRPr="005027DA" w:rsidRDefault="00130F31" w:rsidP="007015AD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8B70F" w14:textId="77777777" w:rsidR="00130F31" w:rsidRPr="005027DA" w:rsidRDefault="00130F31" w:rsidP="007015AD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30F31" w:rsidRPr="005027DA" w14:paraId="4A5568AE" w14:textId="77777777" w:rsidTr="005027DA">
        <w:trPr>
          <w:trHeight w:val="347"/>
          <w:jc w:val="center"/>
        </w:trPr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71E7A" w14:textId="77777777" w:rsidR="00130F31" w:rsidRPr="005027DA" w:rsidRDefault="00130F31" w:rsidP="007015AD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8F32E" w14:textId="77777777" w:rsidR="00130F31" w:rsidRPr="005027DA" w:rsidRDefault="00130F31" w:rsidP="007015AD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602C8" w14:textId="77777777" w:rsidR="00130F31" w:rsidRPr="005027DA" w:rsidRDefault="00130F31" w:rsidP="007015AD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779093E" w14:textId="77777777" w:rsidR="00AC4C8A" w:rsidRPr="002C5ABE" w:rsidRDefault="00AC4C8A" w:rsidP="00B9117B">
      <w:pPr>
        <w:jc w:val="both"/>
        <w:rPr>
          <w:rFonts w:ascii="Arial" w:hAnsi="Arial" w:cs="Arial"/>
          <w:sz w:val="20"/>
        </w:rPr>
      </w:pPr>
    </w:p>
    <w:p w14:paraId="0E794084" w14:textId="3093EE5D" w:rsidR="00130F31" w:rsidRPr="002C5ABE" w:rsidRDefault="006550F5" w:rsidP="007015AD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2C5ABE">
        <w:rPr>
          <w:rFonts w:ascii="Arial" w:hAnsi="Arial" w:cs="Arial"/>
          <w:b/>
          <w:szCs w:val="22"/>
          <w:lang w:eastAsia="zh-CN"/>
        </w:rPr>
        <w:t>B</w:t>
      </w:r>
      <w:r w:rsidR="00AC4C8A" w:rsidRPr="002C5ABE">
        <w:rPr>
          <w:rFonts w:ascii="Arial" w:hAnsi="Arial" w:cs="Arial"/>
          <w:b/>
          <w:szCs w:val="22"/>
          <w:lang w:eastAsia="zh-CN"/>
        </w:rPr>
        <w:t>4</w:t>
      </w:r>
      <w:r w:rsidRPr="002C5ABE">
        <w:rPr>
          <w:rFonts w:ascii="Arial" w:hAnsi="Arial" w:cs="Arial"/>
          <w:b/>
          <w:szCs w:val="22"/>
          <w:lang w:eastAsia="zh-CN"/>
        </w:rPr>
        <w:t xml:space="preserve"> – </w:t>
      </w:r>
      <w:r w:rsidR="005C4047" w:rsidRPr="002C5ABE">
        <w:rPr>
          <w:rFonts w:ascii="Arial" w:hAnsi="Arial" w:cs="Arial"/>
          <w:b/>
          <w:szCs w:val="22"/>
          <w:lang w:eastAsia="zh-CN"/>
        </w:rPr>
        <w:t>Compte</w:t>
      </w:r>
      <w:r w:rsidR="002A25EB" w:rsidRPr="002C5ABE">
        <w:rPr>
          <w:rFonts w:ascii="Arial" w:hAnsi="Arial" w:cs="Arial"/>
          <w:b/>
          <w:szCs w:val="22"/>
          <w:lang w:eastAsia="zh-CN"/>
        </w:rPr>
        <w:t xml:space="preserve"> (</w:t>
      </w:r>
      <w:r w:rsidR="005C4047" w:rsidRPr="002C5ABE">
        <w:rPr>
          <w:rFonts w:ascii="Arial" w:hAnsi="Arial" w:cs="Arial"/>
          <w:b/>
          <w:szCs w:val="22"/>
          <w:lang w:eastAsia="zh-CN"/>
        </w:rPr>
        <w:t>s) à créditer</w:t>
      </w:r>
    </w:p>
    <w:p w14:paraId="6D063AC6" w14:textId="191250B5" w:rsidR="006550F5" w:rsidRPr="002C5ABE" w:rsidRDefault="006550F5" w:rsidP="007015AD">
      <w:pPr>
        <w:spacing w:before="120" w:after="120"/>
        <w:jc w:val="both"/>
        <w:rPr>
          <w:rFonts w:ascii="Arial" w:hAnsi="Arial" w:cs="Arial"/>
          <w:sz w:val="20"/>
        </w:rPr>
      </w:pPr>
      <w:r w:rsidRPr="002C5ABE">
        <w:rPr>
          <w:rFonts w:ascii="Arial" w:hAnsi="Arial" w:cs="Arial"/>
          <w:b/>
          <w:sz w:val="20"/>
        </w:rPr>
        <w:t xml:space="preserve">RIB </w:t>
      </w:r>
      <w:r w:rsidRPr="002C5ABE">
        <w:rPr>
          <w:rFonts w:ascii="Arial" w:hAnsi="Arial" w:cs="Arial"/>
          <w:sz w:val="20"/>
        </w:rPr>
        <w:t>à intégrer</w:t>
      </w:r>
      <w:r w:rsidR="0084023C" w:rsidRPr="002C5ABE">
        <w:rPr>
          <w:rFonts w:ascii="Arial" w:hAnsi="Arial" w:cs="Arial"/>
          <w:sz w:val="20"/>
        </w:rPr>
        <w:t>/joindre</w:t>
      </w:r>
      <w:r w:rsidRPr="002C5ABE">
        <w:rPr>
          <w:rFonts w:ascii="Arial" w:hAnsi="Arial" w:cs="Arial"/>
          <w:sz w:val="20"/>
        </w:rPr>
        <w:t> </w:t>
      </w:r>
      <w:r w:rsidRPr="002C5ABE">
        <w:rPr>
          <w:rFonts w:ascii="Arial" w:hAnsi="Arial" w:cs="Arial"/>
          <w:i/>
          <w:sz w:val="20"/>
        </w:rPr>
        <w:t>(</w:t>
      </w:r>
      <w:r w:rsidRPr="002C5ABE">
        <w:rPr>
          <w:rFonts w:ascii="Arial" w:hAnsi="Arial" w:cs="Arial"/>
          <w:b/>
          <w:i/>
          <w:sz w:val="20"/>
        </w:rPr>
        <w:t>dans le cas d’un groupement avec des comptes</w:t>
      </w:r>
      <w:r w:rsidR="00C96AFE" w:rsidRPr="002C5ABE">
        <w:rPr>
          <w:rFonts w:ascii="Arial" w:hAnsi="Arial" w:cs="Arial"/>
          <w:b/>
          <w:i/>
          <w:sz w:val="20"/>
        </w:rPr>
        <w:t xml:space="preserve"> séparés, l’ensemble</w:t>
      </w:r>
      <w:r w:rsidRPr="002C5ABE">
        <w:rPr>
          <w:rFonts w:ascii="Arial" w:hAnsi="Arial" w:cs="Arial"/>
          <w:b/>
          <w:i/>
          <w:sz w:val="20"/>
        </w:rPr>
        <w:t xml:space="preserve"> des RIB sont à joindre</w:t>
      </w:r>
      <w:r w:rsidRPr="002C5ABE">
        <w:rPr>
          <w:rFonts w:ascii="Arial" w:hAnsi="Arial" w:cs="Arial"/>
          <w:i/>
          <w:sz w:val="20"/>
        </w:rPr>
        <w:t>)</w:t>
      </w:r>
      <w:r w:rsidRPr="002C5ABE">
        <w:rPr>
          <w:rFonts w:ascii="Arial" w:hAnsi="Arial" w:cs="Arial"/>
          <w:sz w:val="20"/>
        </w:rPr>
        <w:t xml:space="preserve"> </w:t>
      </w:r>
    </w:p>
    <w:p w14:paraId="6EAF0193" w14:textId="1D18262D" w:rsidR="002B2733" w:rsidRDefault="002B2733" w:rsidP="00B9117B">
      <w:pPr>
        <w:jc w:val="both"/>
        <w:rPr>
          <w:rFonts w:ascii="Arial" w:hAnsi="Arial" w:cs="Arial"/>
          <w:sz w:val="20"/>
        </w:rPr>
      </w:pPr>
    </w:p>
    <w:p w14:paraId="075D9A70" w14:textId="142E95F9" w:rsidR="005E40D6" w:rsidRPr="002C5ABE" w:rsidRDefault="005E40D6" w:rsidP="00B9117B">
      <w:pPr>
        <w:jc w:val="both"/>
        <w:rPr>
          <w:rFonts w:ascii="Arial" w:hAnsi="Arial" w:cs="Arial"/>
          <w:sz w:val="20"/>
        </w:rPr>
      </w:pPr>
    </w:p>
    <w:p w14:paraId="69C6735F" w14:textId="651F4158" w:rsidR="00E66353" w:rsidRPr="002C5ABE" w:rsidRDefault="002A25EB" w:rsidP="00E66353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2C5ABE">
        <w:rPr>
          <w:rFonts w:ascii="Arial" w:hAnsi="Arial" w:cs="Arial"/>
          <w:b/>
          <w:szCs w:val="22"/>
          <w:lang w:eastAsia="zh-CN"/>
        </w:rPr>
        <w:t>B</w:t>
      </w:r>
      <w:r w:rsidR="00AC4C8A" w:rsidRPr="002C5ABE">
        <w:rPr>
          <w:rFonts w:ascii="Arial" w:hAnsi="Arial" w:cs="Arial"/>
          <w:b/>
          <w:szCs w:val="22"/>
          <w:lang w:eastAsia="zh-CN"/>
        </w:rPr>
        <w:t>5</w:t>
      </w:r>
      <w:r w:rsidRPr="002C5ABE">
        <w:rPr>
          <w:rFonts w:ascii="Arial" w:hAnsi="Arial" w:cs="Arial"/>
          <w:b/>
          <w:szCs w:val="22"/>
          <w:lang w:eastAsia="zh-CN"/>
        </w:rPr>
        <w:t xml:space="preserve"> – </w:t>
      </w:r>
      <w:r w:rsidR="005C4047" w:rsidRPr="002C5ABE">
        <w:rPr>
          <w:rFonts w:ascii="Arial" w:hAnsi="Arial" w:cs="Arial"/>
          <w:b/>
          <w:szCs w:val="22"/>
          <w:lang w:eastAsia="zh-CN"/>
        </w:rPr>
        <w:t>Avance</w:t>
      </w:r>
      <w:r w:rsidR="00E66353" w:rsidRPr="002C5ABE">
        <w:rPr>
          <w:rFonts w:ascii="Arial" w:hAnsi="Arial" w:cs="Arial"/>
          <w:i/>
          <w:sz w:val="18"/>
          <w:szCs w:val="18"/>
          <w:lang w:eastAsia="zh-CN"/>
        </w:rPr>
        <w:t>(</w:t>
      </w:r>
      <w:hyperlink r:id="rId12" w:history="1">
        <w:r w:rsidR="00E66353" w:rsidRPr="002C5ABE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2191-3</w:t>
        </w:r>
      </w:hyperlink>
      <w:r w:rsidR="00E66353" w:rsidRPr="002C5ABE">
        <w:rPr>
          <w:rFonts w:ascii="Arial" w:hAnsi="Arial" w:cs="Arial"/>
          <w:i/>
          <w:sz w:val="18"/>
          <w:szCs w:val="18"/>
          <w:lang w:eastAsia="zh-CN"/>
        </w:rPr>
        <w:t xml:space="preserve"> ou </w:t>
      </w:r>
      <w:hyperlink r:id="rId13" w:history="1">
        <w:r w:rsidR="00E66353" w:rsidRPr="002C5ABE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2391-1</w:t>
        </w:r>
      </w:hyperlink>
      <w:r w:rsidR="00E66353" w:rsidRPr="002C5ABE">
        <w:rPr>
          <w:rFonts w:ascii="Arial" w:hAnsi="Arial" w:cs="Arial"/>
          <w:i/>
          <w:sz w:val="18"/>
          <w:szCs w:val="18"/>
          <w:lang w:eastAsia="zh-CN"/>
        </w:rPr>
        <w:t xml:space="preserve"> du code de la commande publique)</w:t>
      </w:r>
    </w:p>
    <w:p w14:paraId="04A9C62B" w14:textId="77777777" w:rsidR="005E40D6" w:rsidRPr="00025D39" w:rsidRDefault="005E40D6" w:rsidP="005E40D6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 xml:space="preserve">Titulaire / </w:t>
      </w:r>
      <w:r w:rsidRPr="00025D39">
        <w:rPr>
          <w:rFonts w:ascii="Arial" w:hAnsi="Arial" w:cs="Arial"/>
          <w:sz w:val="20"/>
          <w:u w:val="single"/>
        </w:rPr>
        <w:t>Mandataire :</w:t>
      </w:r>
    </w:p>
    <w:p w14:paraId="0023FFC5" w14:textId="29E07CA9" w:rsidR="005E40D6" w:rsidRPr="00E1528D" w:rsidRDefault="005E40D6" w:rsidP="005E40D6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Je souhaite bénéficier de l’avance</w:t>
      </w:r>
      <w:r w:rsidRPr="003B51DD">
        <w:rPr>
          <w:rStyle w:val="Appelnotedebasdep"/>
          <w:rFonts w:ascii="Arial" w:hAnsi="Arial" w:cs="Arial"/>
          <w:sz w:val="20"/>
        </w:rPr>
        <w:footnoteReference w:id="1"/>
      </w:r>
      <w:r w:rsidRPr="003B51DD">
        <w:rPr>
          <w:rFonts w:ascii="Arial" w:hAnsi="Arial" w:cs="Arial"/>
          <w:sz w:val="20"/>
        </w:rPr>
        <w:t> </w:t>
      </w:r>
      <w:r w:rsidRPr="003B51DD">
        <w:rPr>
          <w:rFonts w:ascii="Arial" w:hAnsi="Arial" w:cs="Arial"/>
          <w:sz w:val="20"/>
        </w:rPr>
        <w:tab/>
      </w:r>
      <w:r w:rsidR="00FE1ADD" w:rsidRPr="00E1528D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11"/>
      <w:r w:rsidR="00FE1ADD" w:rsidRPr="00E1528D">
        <w:rPr>
          <w:rFonts w:ascii="Arial" w:hAnsi="Arial" w:cs="Arial"/>
          <w:sz w:val="20"/>
        </w:rPr>
        <w:instrText xml:space="preserve"> FORMCHECKBOX </w:instrText>
      </w:r>
      <w:r w:rsidR="00D17397">
        <w:rPr>
          <w:rFonts w:ascii="Arial" w:hAnsi="Arial" w:cs="Arial"/>
          <w:sz w:val="20"/>
        </w:rPr>
      </w:r>
      <w:r w:rsidR="00D17397">
        <w:rPr>
          <w:rFonts w:ascii="Arial" w:hAnsi="Arial" w:cs="Arial"/>
          <w:sz w:val="20"/>
        </w:rPr>
        <w:fldChar w:fldCharType="separate"/>
      </w:r>
      <w:r w:rsidR="00FE1ADD" w:rsidRPr="00E1528D">
        <w:rPr>
          <w:rFonts w:ascii="Arial" w:hAnsi="Arial" w:cs="Arial"/>
          <w:sz w:val="20"/>
        </w:rPr>
        <w:fldChar w:fldCharType="end"/>
      </w:r>
      <w:bookmarkEnd w:id="1"/>
      <w:r w:rsidRPr="00E1528D">
        <w:rPr>
          <w:rFonts w:ascii="Arial" w:hAnsi="Arial" w:cs="Arial"/>
          <w:sz w:val="20"/>
        </w:rPr>
        <w:t xml:space="preserve"> Non</w:t>
      </w:r>
      <w:r w:rsidRPr="00E1528D">
        <w:rPr>
          <w:rFonts w:ascii="Arial" w:hAnsi="Arial" w:cs="Arial"/>
          <w:sz w:val="20"/>
        </w:rPr>
        <w:tab/>
      </w:r>
      <w:r w:rsidRPr="00E1528D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E1528D">
        <w:rPr>
          <w:rFonts w:ascii="Arial" w:hAnsi="Arial" w:cs="Arial"/>
          <w:sz w:val="20"/>
        </w:rPr>
        <w:instrText xml:space="preserve"> FORMCHECKBOX </w:instrText>
      </w:r>
      <w:r w:rsidR="00D17397">
        <w:rPr>
          <w:rFonts w:ascii="Arial" w:hAnsi="Arial" w:cs="Arial"/>
          <w:sz w:val="20"/>
        </w:rPr>
      </w:r>
      <w:r w:rsidR="00D17397">
        <w:rPr>
          <w:rFonts w:ascii="Arial" w:hAnsi="Arial" w:cs="Arial"/>
          <w:sz w:val="20"/>
        </w:rPr>
        <w:fldChar w:fldCharType="separate"/>
      </w:r>
      <w:r w:rsidRPr="00E1528D">
        <w:rPr>
          <w:rFonts w:ascii="Arial" w:hAnsi="Arial" w:cs="Arial"/>
          <w:sz w:val="20"/>
        </w:rPr>
        <w:fldChar w:fldCharType="end"/>
      </w:r>
      <w:r w:rsidRPr="00E1528D">
        <w:rPr>
          <w:rFonts w:ascii="Arial" w:hAnsi="Arial" w:cs="Arial"/>
          <w:sz w:val="20"/>
        </w:rPr>
        <w:t xml:space="preserve"> Oui</w:t>
      </w:r>
      <w:r w:rsidRPr="00E1528D">
        <w:rPr>
          <w:rFonts w:ascii="Arial" w:hAnsi="Arial" w:cs="Arial"/>
          <w:sz w:val="20"/>
        </w:rPr>
        <w:tab/>
      </w:r>
    </w:p>
    <w:p w14:paraId="0017D920" w14:textId="77777777" w:rsidR="005E40D6" w:rsidRPr="00E1528D" w:rsidRDefault="005E40D6" w:rsidP="005E40D6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  <w:u w:val="single"/>
        </w:rPr>
      </w:pPr>
      <w:r w:rsidRPr="00E1528D">
        <w:rPr>
          <w:rFonts w:ascii="Arial" w:hAnsi="Arial" w:cs="Arial"/>
          <w:i/>
          <w:sz w:val="20"/>
          <w:u w:val="single"/>
        </w:rPr>
        <w:t>Cotraitant (le cas échéant)</w:t>
      </w:r>
      <w:r w:rsidRPr="00E1528D">
        <w:rPr>
          <w:rFonts w:ascii="Arial" w:hAnsi="Arial" w:cs="Arial"/>
          <w:sz w:val="20"/>
          <w:u w:val="single"/>
        </w:rPr>
        <w:t xml:space="preserve"> :</w:t>
      </w:r>
    </w:p>
    <w:p w14:paraId="2DF148B7" w14:textId="6888ED97" w:rsidR="005E40D6" w:rsidRPr="00E1528D" w:rsidRDefault="005E40D6" w:rsidP="005E40D6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</w:rPr>
      </w:pPr>
      <w:r w:rsidRPr="00E1528D">
        <w:rPr>
          <w:rFonts w:ascii="Arial" w:hAnsi="Arial" w:cs="Arial"/>
          <w:sz w:val="20"/>
        </w:rPr>
        <w:t>Je souhaite bénéficier de l’avance</w:t>
      </w:r>
      <w:r w:rsidRPr="00E1528D">
        <w:rPr>
          <w:rFonts w:ascii="Arial" w:hAnsi="Arial" w:cs="Arial"/>
          <w:sz w:val="20"/>
          <w:vertAlign w:val="superscript"/>
        </w:rPr>
        <w:t>1</w:t>
      </w:r>
      <w:r w:rsidRPr="00E1528D">
        <w:rPr>
          <w:rFonts w:ascii="Arial" w:hAnsi="Arial" w:cs="Arial"/>
          <w:sz w:val="20"/>
        </w:rPr>
        <w:tab/>
      </w:r>
      <w:r w:rsidR="00FE1ADD" w:rsidRPr="00E1528D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E1ADD" w:rsidRPr="00E1528D">
        <w:rPr>
          <w:rFonts w:ascii="Arial" w:hAnsi="Arial" w:cs="Arial"/>
          <w:sz w:val="20"/>
        </w:rPr>
        <w:instrText xml:space="preserve"> FORMCHECKBOX </w:instrText>
      </w:r>
      <w:r w:rsidR="00D17397">
        <w:rPr>
          <w:rFonts w:ascii="Arial" w:hAnsi="Arial" w:cs="Arial"/>
          <w:sz w:val="20"/>
        </w:rPr>
      </w:r>
      <w:r w:rsidR="00D17397">
        <w:rPr>
          <w:rFonts w:ascii="Arial" w:hAnsi="Arial" w:cs="Arial"/>
          <w:sz w:val="20"/>
        </w:rPr>
        <w:fldChar w:fldCharType="separate"/>
      </w:r>
      <w:r w:rsidR="00FE1ADD" w:rsidRPr="00E1528D">
        <w:rPr>
          <w:rFonts w:ascii="Arial" w:hAnsi="Arial" w:cs="Arial"/>
          <w:sz w:val="20"/>
        </w:rPr>
        <w:fldChar w:fldCharType="end"/>
      </w:r>
      <w:r w:rsidRPr="00E1528D">
        <w:rPr>
          <w:rFonts w:ascii="Arial" w:hAnsi="Arial" w:cs="Arial"/>
          <w:sz w:val="20"/>
        </w:rPr>
        <w:t xml:space="preserve"> Non</w:t>
      </w:r>
      <w:r w:rsidRPr="00E1528D">
        <w:rPr>
          <w:rFonts w:ascii="Arial" w:hAnsi="Arial" w:cs="Arial"/>
          <w:sz w:val="20"/>
        </w:rPr>
        <w:tab/>
      </w:r>
      <w:r w:rsidRPr="00E1528D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E1528D">
        <w:rPr>
          <w:rFonts w:ascii="Arial" w:hAnsi="Arial" w:cs="Arial"/>
          <w:sz w:val="20"/>
        </w:rPr>
        <w:instrText xml:space="preserve"> FORMCHECKBOX </w:instrText>
      </w:r>
      <w:r w:rsidR="00D17397">
        <w:rPr>
          <w:rFonts w:ascii="Arial" w:hAnsi="Arial" w:cs="Arial"/>
          <w:sz w:val="20"/>
        </w:rPr>
      </w:r>
      <w:r w:rsidR="00D17397">
        <w:rPr>
          <w:rFonts w:ascii="Arial" w:hAnsi="Arial" w:cs="Arial"/>
          <w:sz w:val="20"/>
        </w:rPr>
        <w:fldChar w:fldCharType="separate"/>
      </w:r>
      <w:r w:rsidRPr="00E1528D">
        <w:rPr>
          <w:rFonts w:ascii="Arial" w:hAnsi="Arial" w:cs="Arial"/>
          <w:sz w:val="20"/>
        </w:rPr>
        <w:fldChar w:fldCharType="end"/>
      </w:r>
      <w:r w:rsidRPr="00E1528D">
        <w:rPr>
          <w:rFonts w:ascii="Arial" w:hAnsi="Arial" w:cs="Arial"/>
          <w:sz w:val="20"/>
        </w:rPr>
        <w:t xml:space="preserve"> Oui</w:t>
      </w:r>
      <w:r w:rsidRPr="00E1528D">
        <w:rPr>
          <w:rFonts w:ascii="Arial" w:hAnsi="Arial" w:cs="Arial"/>
          <w:sz w:val="20"/>
        </w:rPr>
        <w:tab/>
      </w:r>
    </w:p>
    <w:p w14:paraId="0A951235" w14:textId="77777777" w:rsidR="002B0DF4" w:rsidRPr="003E059A" w:rsidRDefault="002B0DF4" w:rsidP="002B0DF4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E059A">
        <w:rPr>
          <w:rFonts w:ascii="Arial" w:hAnsi="Arial" w:cs="Arial"/>
          <w:b/>
          <w:szCs w:val="22"/>
          <w:lang w:eastAsia="zh-CN"/>
        </w:rPr>
        <w:t xml:space="preserve">B6 – Modalités de règlement </w:t>
      </w:r>
    </w:p>
    <w:p w14:paraId="13E844D6" w14:textId="347AD6EE" w:rsidR="002B0DF4" w:rsidRDefault="00491FF5" w:rsidP="002B0DF4">
      <w:pPr>
        <w:tabs>
          <w:tab w:val="left" w:pos="1134"/>
        </w:tabs>
        <w:spacing w:before="120" w:after="120"/>
        <w:ind w:firstLine="709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1"/>
            </w:checkBox>
          </w:ffData>
        </w:fldChar>
      </w:r>
      <w:bookmarkStart w:id="2" w:name="CaseACocher113"/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D17397">
        <w:rPr>
          <w:rFonts w:ascii="Arial" w:hAnsi="Arial" w:cs="Arial"/>
          <w:color w:val="000000" w:themeColor="text1"/>
          <w:sz w:val="20"/>
        </w:rPr>
      </w:r>
      <w:r w:rsidR="00D17397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bookmarkEnd w:id="2"/>
      <w:r w:rsidR="002B0DF4" w:rsidRPr="00491FF5">
        <w:rPr>
          <w:rFonts w:ascii="Arial" w:hAnsi="Arial" w:cs="Arial"/>
          <w:color w:val="000000" w:themeColor="text1"/>
          <w:sz w:val="20"/>
        </w:rPr>
        <w:tab/>
        <w:t xml:space="preserve">Facture </w:t>
      </w:r>
    </w:p>
    <w:p w14:paraId="67942D65" w14:textId="77777777" w:rsidR="007B5DC5" w:rsidRPr="00491FF5" w:rsidRDefault="007B5DC5" w:rsidP="002B0DF4">
      <w:pPr>
        <w:tabs>
          <w:tab w:val="left" w:pos="1134"/>
        </w:tabs>
        <w:spacing w:before="120" w:after="120"/>
        <w:ind w:firstLine="709"/>
        <w:jc w:val="both"/>
        <w:rPr>
          <w:rFonts w:ascii="Arial" w:hAnsi="Arial" w:cs="Arial"/>
          <w:color w:val="000000" w:themeColor="text1"/>
          <w:sz w:val="20"/>
        </w:rPr>
      </w:pPr>
    </w:p>
    <w:p w14:paraId="10CAC300" w14:textId="1CF0E409" w:rsidR="000155F4" w:rsidRPr="002C5ABE" w:rsidRDefault="004D6224" w:rsidP="00C85647">
      <w:pPr>
        <w:pStyle w:val="Paragraphedeliste"/>
        <w:keepNext/>
        <w:numPr>
          <w:ilvl w:val="0"/>
          <w:numId w:val="8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6" w:hanging="426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2C5ABE">
        <w:rPr>
          <w:rFonts w:ascii="Arial" w:hAnsi="Arial" w:cs="Arial"/>
          <w:b/>
          <w:sz w:val="24"/>
          <w:szCs w:val="22"/>
          <w:lang w:eastAsia="zh-CN"/>
        </w:rPr>
        <w:t>D</w:t>
      </w:r>
      <w:r w:rsidR="001345A5" w:rsidRPr="002C5ABE">
        <w:rPr>
          <w:rFonts w:ascii="Arial" w:hAnsi="Arial" w:cs="Arial"/>
          <w:b/>
          <w:sz w:val="24"/>
          <w:szCs w:val="22"/>
          <w:lang w:eastAsia="zh-CN"/>
        </w:rPr>
        <w:t xml:space="preserve">ELAI D’EXECUTION DES PRESTATIONS </w:t>
      </w:r>
    </w:p>
    <w:p w14:paraId="4DA78F32" w14:textId="2A49ABB4" w:rsidR="00B9117B" w:rsidRPr="002C5ABE" w:rsidRDefault="001345A5" w:rsidP="00E66353">
      <w:pPr>
        <w:tabs>
          <w:tab w:val="left" w:pos="576"/>
        </w:tabs>
        <w:spacing w:before="120" w:after="120"/>
        <w:jc w:val="both"/>
        <w:rPr>
          <w:rFonts w:ascii="Arial" w:hAnsi="Arial" w:cs="Arial"/>
          <w:sz w:val="20"/>
        </w:rPr>
      </w:pPr>
      <w:r w:rsidRPr="002C5ABE">
        <w:rPr>
          <w:rFonts w:ascii="Arial" w:hAnsi="Arial" w:cs="Arial"/>
          <w:b/>
          <w:sz w:val="20"/>
        </w:rPr>
        <w:t>Le délai</w:t>
      </w:r>
      <w:r w:rsidR="000155F4" w:rsidRPr="002C5ABE">
        <w:rPr>
          <w:rFonts w:ascii="Arial" w:hAnsi="Arial" w:cs="Arial"/>
          <w:b/>
          <w:sz w:val="20"/>
        </w:rPr>
        <w:t xml:space="preserve"> d’exécution des travaux</w:t>
      </w:r>
      <w:r w:rsidR="00B9117B" w:rsidRPr="002C5ABE">
        <w:rPr>
          <w:rFonts w:ascii="Arial" w:hAnsi="Arial" w:cs="Arial"/>
          <w:sz w:val="20"/>
        </w:rPr>
        <w:t xml:space="preserve"> est </w:t>
      </w:r>
      <w:r w:rsidR="000155F4" w:rsidRPr="002C5ABE">
        <w:rPr>
          <w:rFonts w:ascii="Arial" w:hAnsi="Arial" w:cs="Arial"/>
          <w:sz w:val="20"/>
        </w:rPr>
        <w:t xml:space="preserve">de : </w:t>
      </w:r>
      <w:r w:rsidR="007C581F" w:rsidRPr="00CD049D">
        <w:rPr>
          <w:rFonts w:ascii="Arial" w:hAnsi="Arial" w:cs="Arial"/>
          <w:b/>
          <w:sz w:val="20"/>
        </w:rPr>
        <w:t>3</w:t>
      </w:r>
      <w:r w:rsidR="00B9117B" w:rsidRPr="002A3610">
        <w:rPr>
          <w:rFonts w:ascii="Arial" w:hAnsi="Arial" w:cs="Arial"/>
          <w:sz w:val="20"/>
        </w:rPr>
        <w:t xml:space="preserve"> </w:t>
      </w:r>
      <w:r w:rsidR="00B9117B" w:rsidRPr="007B5DC5">
        <w:rPr>
          <w:rFonts w:ascii="Arial" w:hAnsi="Arial" w:cs="Arial"/>
          <w:b/>
          <w:sz w:val="20"/>
        </w:rPr>
        <w:t>mois</w:t>
      </w:r>
      <w:r w:rsidR="00B9117B" w:rsidRPr="00CD049D">
        <w:rPr>
          <w:rFonts w:ascii="Arial" w:hAnsi="Arial" w:cs="Arial"/>
          <w:sz w:val="20"/>
        </w:rPr>
        <w:t xml:space="preserve"> </w:t>
      </w:r>
      <w:r w:rsidR="00B9117B" w:rsidRPr="002C5ABE">
        <w:rPr>
          <w:rFonts w:ascii="Arial" w:hAnsi="Arial" w:cs="Arial"/>
          <w:sz w:val="20"/>
        </w:rPr>
        <w:t>à compter de :</w:t>
      </w:r>
    </w:p>
    <w:p w14:paraId="69E80A45" w14:textId="5F3A64BA" w:rsidR="00271D7A" w:rsidRPr="00CD049D" w:rsidRDefault="007C581F" w:rsidP="00E66353">
      <w:pPr>
        <w:tabs>
          <w:tab w:val="left" w:pos="1134"/>
        </w:tabs>
        <w:spacing w:before="120" w:after="120"/>
        <w:ind w:left="709"/>
        <w:jc w:val="both"/>
        <w:rPr>
          <w:rFonts w:ascii="Arial" w:hAnsi="Arial" w:cs="Arial"/>
          <w:sz w:val="20"/>
        </w:rPr>
      </w:pPr>
      <w:r w:rsidRPr="00CD049D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CD049D">
        <w:rPr>
          <w:rFonts w:ascii="Arial" w:hAnsi="Arial" w:cs="Arial"/>
          <w:sz w:val="20"/>
        </w:rPr>
        <w:instrText xml:space="preserve"> FORMCHECKBOX </w:instrText>
      </w:r>
      <w:r w:rsidR="00D17397">
        <w:rPr>
          <w:rFonts w:ascii="Arial" w:hAnsi="Arial" w:cs="Arial"/>
          <w:sz w:val="20"/>
        </w:rPr>
      </w:r>
      <w:r w:rsidR="00D17397">
        <w:rPr>
          <w:rFonts w:ascii="Arial" w:hAnsi="Arial" w:cs="Arial"/>
          <w:sz w:val="20"/>
        </w:rPr>
        <w:fldChar w:fldCharType="separate"/>
      </w:r>
      <w:r w:rsidRPr="00CD049D">
        <w:rPr>
          <w:rFonts w:ascii="Arial" w:hAnsi="Arial" w:cs="Arial"/>
          <w:sz w:val="20"/>
        </w:rPr>
        <w:fldChar w:fldCharType="end"/>
      </w:r>
      <w:r w:rsidR="00E66353" w:rsidRPr="00CD049D">
        <w:rPr>
          <w:rFonts w:ascii="Arial" w:hAnsi="Arial" w:cs="Arial"/>
          <w:sz w:val="20"/>
        </w:rPr>
        <w:tab/>
      </w:r>
      <w:r w:rsidR="00B9117B" w:rsidRPr="00CD049D">
        <w:rPr>
          <w:rFonts w:ascii="Arial" w:hAnsi="Arial" w:cs="Arial"/>
          <w:sz w:val="20"/>
        </w:rPr>
        <w:t>La date qui sera notifiée par l’Ordre de Service qui prescrira de les commencer.</w:t>
      </w:r>
    </w:p>
    <w:p w14:paraId="0CA8728D" w14:textId="4D3C8464" w:rsidR="00B9117B" w:rsidRPr="002C5ABE" w:rsidRDefault="00271D7A" w:rsidP="00E66353">
      <w:pPr>
        <w:spacing w:before="120" w:after="120"/>
        <w:jc w:val="both"/>
        <w:rPr>
          <w:rFonts w:ascii="Arial" w:hAnsi="Arial" w:cs="Arial"/>
          <w:sz w:val="20"/>
        </w:rPr>
      </w:pPr>
      <w:r w:rsidRPr="002C5ABE">
        <w:rPr>
          <w:rFonts w:ascii="Arial" w:hAnsi="Arial" w:cs="Arial"/>
          <w:b/>
          <w:sz w:val="20"/>
        </w:rPr>
        <w:t>La période de préparation</w:t>
      </w:r>
      <w:r w:rsidR="007E1CB6" w:rsidRPr="002C5ABE">
        <w:rPr>
          <w:rFonts w:ascii="Arial" w:hAnsi="Arial" w:cs="Arial"/>
          <w:sz w:val="20"/>
        </w:rPr>
        <w:t xml:space="preserve"> : </w:t>
      </w:r>
    </w:p>
    <w:p w14:paraId="153C0740" w14:textId="3F40ADB2" w:rsidR="007E1CB6" w:rsidRDefault="007C581F" w:rsidP="00E66353">
      <w:pPr>
        <w:tabs>
          <w:tab w:val="left" w:pos="1134"/>
        </w:tabs>
        <w:spacing w:before="120" w:after="120"/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D17397">
        <w:rPr>
          <w:rFonts w:ascii="Arial" w:hAnsi="Arial" w:cs="Arial"/>
          <w:sz w:val="20"/>
        </w:rPr>
      </w:r>
      <w:r w:rsidR="00D17397"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 w:rsidR="00E66353" w:rsidRPr="002C5ABE">
        <w:rPr>
          <w:rFonts w:ascii="Arial" w:hAnsi="Arial" w:cs="Arial"/>
          <w:sz w:val="20"/>
        </w:rPr>
        <w:tab/>
      </w:r>
      <w:r w:rsidR="00A73B96" w:rsidRPr="00A73B96">
        <w:rPr>
          <w:rFonts w:ascii="Arial" w:hAnsi="Arial" w:cs="Arial"/>
          <w:sz w:val="20"/>
        </w:rPr>
        <w:t>Par dérogation à l’article 28.1 du CCAG Travaux</w:t>
      </w:r>
      <w:r w:rsidR="00A73B96">
        <w:rPr>
          <w:rFonts w:ascii="Arial" w:hAnsi="Arial" w:cs="Arial"/>
          <w:sz w:val="20"/>
        </w:rPr>
        <w:t xml:space="preserve">, </w:t>
      </w:r>
      <w:r w:rsidR="007E1CB6" w:rsidRPr="002C5ABE">
        <w:rPr>
          <w:rFonts w:ascii="Arial" w:hAnsi="Arial" w:cs="Arial"/>
          <w:sz w:val="20"/>
        </w:rPr>
        <w:t xml:space="preserve">Il n’est pas </w:t>
      </w:r>
      <w:r w:rsidR="00A73B96">
        <w:rPr>
          <w:rFonts w:ascii="Arial" w:hAnsi="Arial" w:cs="Arial"/>
          <w:sz w:val="20"/>
        </w:rPr>
        <w:t>prévu de période de préparation.</w:t>
      </w:r>
    </w:p>
    <w:p w14:paraId="2F545AEF" w14:textId="77777777" w:rsidR="00CD049D" w:rsidRPr="002C5ABE" w:rsidRDefault="00CD049D" w:rsidP="00E66353">
      <w:pPr>
        <w:tabs>
          <w:tab w:val="left" w:pos="1134"/>
        </w:tabs>
        <w:spacing w:before="120" w:after="120"/>
        <w:ind w:firstLine="709"/>
        <w:jc w:val="both"/>
        <w:rPr>
          <w:rFonts w:ascii="Arial" w:hAnsi="Arial" w:cs="Arial"/>
          <w:sz w:val="20"/>
        </w:rPr>
      </w:pPr>
    </w:p>
    <w:p w14:paraId="59D2BC61" w14:textId="4521D44F" w:rsidR="00E61334" w:rsidRPr="002C5ABE" w:rsidRDefault="00F54BBD" w:rsidP="00C85647">
      <w:pPr>
        <w:pStyle w:val="Paragraphedeliste"/>
        <w:keepNext/>
        <w:numPr>
          <w:ilvl w:val="0"/>
          <w:numId w:val="8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6" w:hanging="426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2C5ABE">
        <w:rPr>
          <w:rFonts w:ascii="Arial" w:hAnsi="Arial" w:cs="Arial"/>
          <w:b/>
          <w:sz w:val="24"/>
          <w:szCs w:val="22"/>
          <w:lang w:eastAsia="zh-CN"/>
        </w:rPr>
        <w:t>PROTECTION ET TRANSMISSION DES DOCUMENTS « DIFFUSION RESTREINTE</w:t>
      </w:r>
      <w:r w:rsidR="00A431D5">
        <w:rPr>
          <w:rFonts w:ascii="Arial" w:hAnsi="Arial" w:cs="Arial"/>
          <w:b/>
          <w:sz w:val="24"/>
          <w:szCs w:val="22"/>
          <w:lang w:eastAsia="zh-CN"/>
        </w:rPr>
        <w:t> </w:t>
      </w:r>
      <w:r w:rsidRPr="002C5ABE">
        <w:rPr>
          <w:rFonts w:ascii="Arial" w:hAnsi="Arial" w:cs="Arial"/>
          <w:b/>
          <w:sz w:val="24"/>
          <w:szCs w:val="22"/>
          <w:lang w:eastAsia="zh-CN"/>
        </w:rPr>
        <w:t>»</w:t>
      </w:r>
    </w:p>
    <w:p w14:paraId="23C98F09" w14:textId="26E4DD45" w:rsidR="00241AC9" w:rsidRDefault="00E1528D" w:rsidP="00E66353">
      <w:pPr>
        <w:tabs>
          <w:tab w:val="left" w:pos="1134"/>
        </w:tabs>
        <w:ind w:left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D17397">
        <w:rPr>
          <w:rFonts w:ascii="Arial" w:hAnsi="Arial" w:cs="Arial"/>
          <w:sz w:val="20"/>
        </w:rPr>
      </w:r>
      <w:r w:rsidR="00D17397"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 w:rsidR="00E66353" w:rsidRPr="002C5ABE">
        <w:rPr>
          <w:rFonts w:ascii="Arial" w:hAnsi="Arial" w:cs="Arial"/>
          <w:sz w:val="20"/>
        </w:rPr>
        <w:tab/>
      </w:r>
      <w:r w:rsidR="00241AC9" w:rsidRPr="002C5ABE">
        <w:rPr>
          <w:rFonts w:ascii="Arial" w:hAnsi="Arial" w:cs="Arial"/>
          <w:sz w:val="20"/>
        </w:rPr>
        <w:t>Sans objet</w:t>
      </w:r>
    </w:p>
    <w:p w14:paraId="05FE2A1B" w14:textId="2C31482F" w:rsidR="006220A6" w:rsidRPr="002C5ABE" w:rsidRDefault="006220A6" w:rsidP="00583C1D">
      <w:pPr>
        <w:tabs>
          <w:tab w:val="left" w:pos="1134"/>
        </w:tabs>
        <w:jc w:val="both"/>
        <w:rPr>
          <w:rFonts w:ascii="Arial" w:hAnsi="Arial" w:cs="Arial"/>
          <w:sz w:val="20"/>
        </w:rPr>
      </w:pPr>
    </w:p>
    <w:p w14:paraId="28D8C74C" w14:textId="72D5596D" w:rsidR="00AD36F8" w:rsidRPr="002C5ABE" w:rsidRDefault="00365696" w:rsidP="00C85647">
      <w:pPr>
        <w:pStyle w:val="Paragraphedeliste"/>
        <w:keepNext/>
        <w:numPr>
          <w:ilvl w:val="0"/>
          <w:numId w:val="8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6" w:hanging="426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2C5ABE">
        <w:rPr>
          <w:rFonts w:ascii="Arial" w:hAnsi="Arial" w:cs="Arial"/>
          <w:b/>
          <w:sz w:val="24"/>
          <w:szCs w:val="22"/>
          <w:lang w:eastAsia="zh-CN"/>
        </w:rPr>
        <w:t>SIGNATURE DU MARCHE PUBLIC PAR LE TITULAIRE INDIVIDUEL OU, EN CAS GROUPEMENT, LE MANDATAIRE DUMENT HABILITE OU CHAQUE MEMBRE DU GROUPEMENT</w:t>
      </w:r>
    </w:p>
    <w:p w14:paraId="3BE525BD" w14:textId="7E267DD5" w:rsidR="00AD36F8" w:rsidRPr="002C5ABE" w:rsidRDefault="00AC4C8A" w:rsidP="00E66353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2C5ABE">
        <w:rPr>
          <w:rFonts w:ascii="Arial" w:hAnsi="Arial" w:cs="Arial"/>
          <w:b/>
          <w:szCs w:val="22"/>
          <w:lang w:eastAsia="zh-CN"/>
        </w:rPr>
        <w:t>E</w:t>
      </w:r>
      <w:r w:rsidR="00AD36F8" w:rsidRPr="002C5ABE">
        <w:rPr>
          <w:rFonts w:ascii="Arial" w:hAnsi="Arial" w:cs="Arial"/>
          <w:b/>
          <w:szCs w:val="22"/>
          <w:lang w:eastAsia="zh-CN"/>
        </w:rPr>
        <w:t>1 – Signature du marché public par le titulaire individuel 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094"/>
        <w:gridCol w:w="2375"/>
        <w:gridCol w:w="2694"/>
      </w:tblGrid>
      <w:tr w:rsidR="00AD36F8" w:rsidRPr="002C5ABE" w14:paraId="6D5105BC" w14:textId="77777777" w:rsidTr="00E66353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58A51" w14:textId="77777777" w:rsidR="00AD36F8" w:rsidRPr="002C5ABE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2C5ABE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60F82A47" w14:textId="77777777" w:rsidR="00AD36F8" w:rsidRPr="002C5ABE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2C5ABE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AD25E" w14:textId="77777777" w:rsidR="00AD36F8" w:rsidRPr="002C5ABE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2C5ABE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51B32" w14:textId="77777777" w:rsidR="00AD36F8" w:rsidRPr="002C5ABE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2C5ABE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D36F8" w:rsidRPr="002C5ABE" w14:paraId="5C7DD99C" w14:textId="77777777" w:rsidTr="00E66353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55DC74" w14:textId="77777777" w:rsidR="00AD36F8" w:rsidRPr="002C5ABE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F7425A" w14:textId="77777777" w:rsidR="00AD36F8" w:rsidRPr="002C5ABE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B96C55" w14:textId="77777777" w:rsidR="00AD36F8" w:rsidRPr="002C5ABE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</w:tr>
    </w:tbl>
    <w:p w14:paraId="6312229E" w14:textId="20D89175" w:rsidR="00AD36F8" w:rsidRDefault="00AD36F8" w:rsidP="00A01709">
      <w:pPr>
        <w:tabs>
          <w:tab w:val="left" w:pos="851"/>
        </w:tabs>
        <w:suppressAutoHyphens/>
        <w:spacing w:after="60"/>
        <w:jc w:val="both"/>
        <w:rPr>
          <w:rFonts w:ascii="Arial" w:hAnsi="Arial" w:cs="Arial"/>
          <w:sz w:val="18"/>
          <w:szCs w:val="18"/>
          <w:lang w:eastAsia="zh-CN"/>
        </w:rPr>
      </w:pPr>
      <w:r w:rsidRPr="00B91151">
        <w:rPr>
          <w:rFonts w:ascii="Arial" w:hAnsi="Arial" w:cs="Arial"/>
          <w:sz w:val="18"/>
          <w:szCs w:val="18"/>
          <w:lang w:eastAsia="zh-CN"/>
        </w:rPr>
        <w:t xml:space="preserve">(*) </w:t>
      </w:r>
      <w:r w:rsidRPr="00C65B50">
        <w:rPr>
          <w:rFonts w:ascii="Arial" w:hAnsi="Arial" w:cs="Arial"/>
          <w:color w:val="0070C0"/>
          <w:sz w:val="18"/>
          <w:szCs w:val="18"/>
          <w:lang w:eastAsia="zh-CN"/>
        </w:rPr>
        <w:t>Le signataire doit avoir le pouvoir d’engager la personne qu’il représente</w:t>
      </w:r>
      <w:r w:rsidRPr="00B91151">
        <w:rPr>
          <w:rFonts w:ascii="Arial" w:hAnsi="Arial" w:cs="Arial"/>
          <w:sz w:val="18"/>
          <w:szCs w:val="18"/>
          <w:lang w:eastAsia="zh-CN"/>
        </w:rPr>
        <w:t>.</w:t>
      </w:r>
    </w:p>
    <w:p w14:paraId="2F5109CD" w14:textId="77777777" w:rsidR="00C65B50" w:rsidRPr="00B91151" w:rsidRDefault="00C65B50" w:rsidP="00A01709">
      <w:pPr>
        <w:tabs>
          <w:tab w:val="left" w:pos="851"/>
        </w:tabs>
        <w:suppressAutoHyphens/>
        <w:spacing w:after="60"/>
        <w:jc w:val="both"/>
        <w:rPr>
          <w:rFonts w:ascii="Arial" w:hAnsi="Arial" w:cs="Arial"/>
          <w:sz w:val="20"/>
          <w:lang w:eastAsia="zh-CN"/>
        </w:rPr>
      </w:pPr>
    </w:p>
    <w:p w14:paraId="68E7067D" w14:textId="25B65F13" w:rsidR="00A830C3" w:rsidRPr="002C5ABE" w:rsidRDefault="00AC4C8A" w:rsidP="00E66353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2C5ABE">
        <w:rPr>
          <w:rFonts w:ascii="Arial" w:hAnsi="Arial" w:cs="Arial"/>
          <w:b/>
          <w:szCs w:val="22"/>
          <w:lang w:eastAsia="zh-CN"/>
        </w:rPr>
        <w:t>E</w:t>
      </w:r>
      <w:r w:rsidR="00A830C3" w:rsidRPr="002C5ABE">
        <w:rPr>
          <w:rFonts w:ascii="Arial" w:hAnsi="Arial" w:cs="Arial"/>
          <w:b/>
          <w:szCs w:val="22"/>
          <w:lang w:eastAsia="zh-CN"/>
        </w:rPr>
        <w:t>2 – Signature du marché public en cas de groupement :</w:t>
      </w:r>
    </w:p>
    <w:p w14:paraId="0DE0D005" w14:textId="77777777" w:rsidR="00A830C3" w:rsidRPr="002C5ABE" w:rsidRDefault="00A830C3" w:rsidP="005C4047">
      <w:pPr>
        <w:tabs>
          <w:tab w:val="left" w:pos="851"/>
        </w:tabs>
        <w:suppressAutoHyphens/>
        <w:jc w:val="both"/>
        <w:rPr>
          <w:rFonts w:ascii="Arial" w:hAnsi="Arial" w:cs="Arial"/>
          <w:sz w:val="18"/>
          <w:szCs w:val="18"/>
          <w:lang w:eastAsia="zh-CN"/>
        </w:rPr>
      </w:pPr>
      <w:r w:rsidRPr="002C5ABE">
        <w:rPr>
          <w:rFonts w:ascii="Arial" w:hAnsi="Arial" w:cs="Arial"/>
          <w:sz w:val="20"/>
          <w:lang w:eastAsia="zh-CN"/>
        </w:rPr>
        <w:t xml:space="preserve">Les membres du groupement d’opérateurs économiques désignent le mandataire suivant 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>(</w:t>
      </w:r>
      <w:hyperlink r:id="rId14" w:history="1">
        <w:r w:rsidRPr="002C5ABE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2142-23</w:t>
        </w:r>
      </w:hyperlink>
      <w:r w:rsidRPr="002C5ABE">
        <w:rPr>
          <w:rFonts w:ascii="Arial" w:hAnsi="Arial" w:cs="Arial"/>
          <w:i/>
          <w:sz w:val="18"/>
          <w:szCs w:val="18"/>
          <w:lang w:eastAsia="zh-CN"/>
        </w:rPr>
        <w:t xml:space="preserve"> ou </w:t>
      </w:r>
      <w:hyperlink r:id="rId15" w:history="1">
        <w:r w:rsidRPr="002C5ABE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2342-12</w:t>
        </w:r>
      </w:hyperlink>
      <w:r w:rsidRPr="002C5ABE">
        <w:rPr>
          <w:rFonts w:ascii="Arial" w:hAnsi="Arial" w:cs="Arial"/>
          <w:i/>
          <w:sz w:val="18"/>
          <w:szCs w:val="18"/>
          <w:lang w:eastAsia="zh-CN"/>
        </w:rPr>
        <w:t xml:space="preserve"> du code de la commande publique) </w:t>
      </w:r>
      <w:r w:rsidRPr="002C5ABE">
        <w:rPr>
          <w:rFonts w:ascii="Arial" w:hAnsi="Arial" w:cs="Arial"/>
          <w:sz w:val="18"/>
          <w:szCs w:val="18"/>
          <w:lang w:eastAsia="zh-CN"/>
        </w:rPr>
        <w:t>:</w:t>
      </w:r>
    </w:p>
    <w:p w14:paraId="0498FAAF" w14:textId="77777777" w:rsidR="00A830C3" w:rsidRPr="002C5ABE" w:rsidRDefault="00A830C3" w:rsidP="005C4047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[Indiquer le nom commercial et la dénomination sociale du mandataire]</w:t>
      </w:r>
    </w:p>
    <w:p w14:paraId="4F2C68A1" w14:textId="77777777" w:rsidR="00A830C3" w:rsidRPr="002C5ABE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75B6D941" w14:textId="77777777" w:rsidR="00A830C3" w:rsidRPr="002C5ABE" w:rsidRDefault="00A830C3" w:rsidP="00A830C3">
      <w:pPr>
        <w:tabs>
          <w:tab w:val="left" w:pos="426"/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2C5ABE">
        <w:rPr>
          <w:rFonts w:ascii="Arial" w:hAnsi="Arial" w:cs="Arial"/>
          <w:sz w:val="20"/>
          <w:lang w:eastAsia="zh-CN"/>
        </w:rPr>
        <w:t>En cas de groupement conjoint, le mandataire du groupement est :</w:t>
      </w:r>
    </w:p>
    <w:p w14:paraId="4E5EBF49" w14:textId="77777777" w:rsidR="002471DA" w:rsidRPr="002C5ABE" w:rsidRDefault="002471DA" w:rsidP="005C4047">
      <w:pPr>
        <w:tabs>
          <w:tab w:val="left" w:pos="851"/>
        </w:tabs>
        <w:suppressAutoHyphens/>
        <w:spacing w:before="120" w:after="120"/>
        <w:jc w:val="both"/>
        <w:rPr>
          <w:rFonts w:ascii="Arial" w:hAnsi="Arial" w:cs="Arial"/>
          <w:i/>
          <w:iCs/>
          <w:sz w:val="18"/>
          <w:szCs w:val="18"/>
        </w:rPr>
      </w:pPr>
      <w:r w:rsidRPr="002C5ABE">
        <w:rPr>
          <w:rFonts w:ascii="Arial" w:hAnsi="Arial" w:cs="Arial"/>
          <w:i/>
          <w:iCs/>
          <w:sz w:val="18"/>
          <w:szCs w:val="18"/>
        </w:rPr>
        <w:t>(</w:t>
      </w:r>
      <w:r w:rsidRPr="00E1528D">
        <w:rPr>
          <w:rFonts w:ascii="Arial" w:hAnsi="Arial" w:cs="Arial"/>
          <w:i/>
          <w:color w:val="0070C0"/>
          <w:sz w:val="18"/>
          <w:szCs w:val="18"/>
          <w:lang w:eastAsia="zh-CN"/>
        </w:rPr>
        <w:t>Cocher la case correspondante</w:t>
      </w:r>
      <w:r w:rsidRPr="002C5ABE">
        <w:rPr>
          <w:rFonts w:ascii="Arial" w:hAnsi="Arial" w:cs="Arial"/>
          <w:i/>
          <w:iCs/>
          <w:sz w:val="18"/>
          <w:szCs w:val="18"/>
        </w:rPr>
        <w:t>.)</w:t>
      </w:r>
    </w:p>
    <w:p w14:paraId="20A1B75F" w14:textId="183BEF79" w:rsidR="00A830C3" w:rsidRPr="002C5ABE" w:rsidRDefault="00A830C3" w:rsidP="005C4047">
      <w:pPr>
        <w:tabs>
          <w:tab w:val="left" w:pos="851"/>
        </w:tabs>
        <w:suppressAutoHyphens/>
        <w:spacing w:before="120" w:after="120"/>
        <w:ind w:firstLine="851"/>
        <w:jc w:val="both"/>
        <w:rPr>
          <w:rFonts w:ascii="Arial" w:hAnsi="Arial" w:cs="Arial"/>
          <w:sz w:val="20"/>
          <w:lang w:eastAsia="zh-CN"/>
        </w:rPr>
      </w:pPr>
      <w:r w:rsidRPr="002C5AB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5ABE">
        <w:rPr>
          <w:rFonts w:ascii="Arial" w:hAnsi="Arial" w:cs="Arial"/>
          <w:sz w:val="20"/>
          <w:lang w:eastAsia="zh-CN"/>
        </w:rPr>
        <w:instrText xml:space="preserve"> FORMCHECKBOX </w:instrText>
      </w:r>
      <w:r w:rsidR="00D17397">
        <w:rPr>
          <w:rFonts w:ascii="Arial" w:hAnsi="Arial" w:cs="Arial"/>
          <w:sz w:val="20"/>
          <w:lang w:eastAsia="zh-CN"/>
        </w:rPr>
      </w:r>
      <w:r w:rsidR="00D17397">
        <w:rPr>
          <w:rFonts w:ascii="Arial" w:hAnsi="Arial" w:cs="Arial"/>
          <w:sz w:val="20"/>
          <w:lang w:eastAsia="zh-CN"/>
        </w:rPr>
        <w:fldChar w:fldCharType="separate"/>
      </w:r>
      <w:r w:rsidRPr="002C5ABE">
        <w:rPr>
          <w:rFonts w:ascii="Arial" w:hAnsi="Arial" w:cs="Arial"/>
          <w:sz w:val="20"/>
          <w:lang w:eastAsia="zh-CN"/>
        </w:rPr>
        <w:fldChar w:fldCharType="end"/>
      </w:r>
      <w:r w:rsidRPr="002C5ABE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2C5ABE">
        <w:rPr>
          <w:rFonts w:ascii="Arial" w:hAnsi="Arial" w:cs="Arial"/>
          <w:sz w:val="20"/>
          <w:lang w:eastAsia="zh-CN"/>
        </w:rPr>
        <w:t>conjoint</w:t>
      </w:r>
      <w:r w:rsidRPr="002C5ABE">
        <w:rPr>
          <w:rFonts w:ascii="Arial" w:hAnsi="Arial" w:cs="Arial"/>
          <w:sz w:val="20"/>
          <w:lang w:eastAsia="zh-CN"/>
        </w:rPr>
        <w:tab/>
      </w:r>
      <w:r w:rsidRPr="002C5ABE">
        <w:rPr>
          <w:rFonts w:ascii="Arial" w:hAnsi="Arial" w:cs="Arial"/>
          <w:sz w:val="20"/>
          <w:lang w:eastAsia="zh-CN"/>
        </w:rPr>
        <w:tab/>
        <w:t>OU</w:t>
      </w:r>
      <w:r w:rsidRPr="002C5ABE">
        <w:rPr>
          <w:rFonts w:ascii="Arial" w:hAnsi="Arial" w:cs="Arial"/>
          <w:sz w:val="20"/>
          <w:lang w:eastAsia="zh-CN"/>
        </w:rPr>
        <w:tab/>
      </w:r>
      <w:r w:rsidRPr="002C5ABE">
        <w:rPr>
          <w:rFonts w:ascii="Arial" w:hAnsi="Arial" w:cs="Arial"/>
          <w:sz w:val="20"/>
          <w:lang w:eastAsia="zh-CN"/>
        </w:rPr>
        <w:tab/>
      </w:r>
      <w:r w:rsidRPr="002C5AB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5ABE">
        <w:rPr>
          <w:rFonts w:ascii="Arial" w:hAnsi="Arial" w:cs="Arial"/>
          <w:sz w:val="20"/>
          <w:lang w:eastAsia="zh-CN"/>
        </w:rPr>
        <w:instrText xml:space="preserve"> FORMCHECKBOX </w:instrText>
      </w:r>
      <w:r w:rsidR="00D17397">
        <w:rPr>
          <w:rFonts w:ascii="Arial" w:hAnsi="Arial" w:cs="Arial"/>
          <w:sz w:val="20"/>
          <w:lang w:eastAsia="zh-CN"/>
        </w:rPr>
      </w:r>
      <w:r w:rsidR="00D17397">
        <w:rPr>
          <w:rFonts w:ascii="Arial" w:hAnsi="Arial" w:cs="Arial"/>
          <w:sz w:val="20"/>
          <w:lang w:eastAsia="zh-CN"/>
        </w:rPr>
        <w:fldChar w:fldCharType="separate"/>
      </w:r>
      <w:r w:rsidRPr="002C5ABE">
        <w:rPr>
          <w:rFonts w:ascii="Arial" w:hAnsi="Arial" w:cs="Arial"/>
          <w:sz w:val="20"/>
          <w:lang w:eastAsia="zh-CN"/>
        </w:rPr>
        <w:fldChar w:fldCharType="end"/>
      </w:r>
      <w:r w:rsidRPr="002C5ABE">
        <w:rPr>
          <w:rFonts w:ascii="Arial" w:hAnsi="Arial" w:cs="Arial"/>
          <w:iCs/>
          <w:sz w:val="20"/>
          <w:lang w:eastAsia="zh-CN"/>
        </w:rPr>
        <w:t xml:space="preserve"> </w:t>
      </w:r>
      <w:r w:rsidRPr="002C5ABE">
        <w:rPr>
          <w:rFonts w:ascii="Arial" w:hAnsi="Arial" w:cs="Arial"/>
          <w:sz w:val="20"/>
          <w:lang w:eastAsia="zh-CN"/>
        </w:rPr>
        <w:t>solidaire</w:t>
      </w:r>
    </w:p>
    <w:p w14:paraId="0509FE71" w14:textId="77777777" w:rsidR="00A830C3" w:rsidRPr="002C5ABE" w:rsidRDefault="00A830C3" w:rsidP="005C4047">
      <w:pPr>
        <w:tabs>
          <w:tab w:val="left" w:pos="426"/>
          <w:tab w:val="left" w:pos="851"/>
        </w:tabs>
        <w:suppressAutoHyphens/>
        <w:spacing w:before="120" w:after="120"/>
        <w:rPr>
          <w:rFonts w:ascii="Arial" w:hAnsi="Arial" w:cs="Arial"/>
          <w:sz w:val="20"/>
          <w:lang w:eastAsia="zh-CN"/>
        </w:rPr>
      </w:pPr>
      <w:r w:rsidRPr="002C5AB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5ABE">
        <w:rPr>
          <w:rFonts w:ascii="Arial" w:hAnsi="Arial" w:cs="Arial"/>
          <w:sz w:val="20"/>
          <w:lang w:eastAsia="zh-CN"/>
        </w:rPr>
        <w:instrText xml:space="preserve"> FORMCHECKBOX </w:instrText>
      </w:r>
      <w:r w:rsidR="00D17397">
        <w:rPr>
          <w:rFonts w:ascii="Arial" w:hAnsi="Arial" w:cs="Arial"/>
          <w:sz w:val="20"/>
          <w:lang w:eastAsia="zh-CN"/>
        </w:rPr>
      </w:r>
      <w:r w:rsidR="00D17397">
        <w:rPr>
          <w:rFonts w:ascii="Arial" w:hAnsi="Arial" w:cs="Arial"/>
          <w:sz w:val="20"/>
          <w:lang w:eastAsia="zh-CN"/>
        </w:rPr>
        <w:fldChar w:fldCharType="separate"/>
      </w:r>
      <w:r w:rsidRPr="002C5ABE">
        <w:rPr>
          <w:rFonts w:ascii="Arial" w:hAnsi="Arial" w:cs="Arial"/>
          <w:sz w:val="20"/>
          <w:lang w:eastAsia="zh-CN"/>
        </w:rPr>
        <w:fldChar w:fldCharType="end"/>
      </w:r>
      <w:r w:rsidRPr="002C5ABE">
        <w:rPr>
          <w:rFonts w:ascii="Arial" w:hAnsi="Arial" w:cs="Arial"/>
          <w:sz w:val="20"/>
          <w:lang w:eastAsia="zh-CN"/>
        </w:rPr>
        <w:t xml:space="preserve"> Les membres du groupement ont donné mandat au mandataire, qui signe le présent acte d’engagement :</w:t>
      </w:r>
    </w:p>
    <w:p w14:paraId="3326EB04" w14:textId="64AA5D15" w:rsidR="00A830C3" w:rsidRPr="002C5ABE" w:rsidRDefault="002471DA" w:rsidP="005C4047">
      <w:pPr>
        <w:tabs>
          <w:tab w:val="left" w:pos="426"/>
          <w:tab w:val="left" w:pos="851"/>
        </w:tabs>
        <w:suppressAutoHyphens/>
        <w:spacing w:before="120" w:after="120"/>
        <w:rPr>
          <w:rFonts w:ascii="Arial" w:hAnsi="Arial" w:cs="Arial"/>
          <w:sz w:val="20"/>
          <w:lang w:eastAsia="zh-CN"/>
        </w:rPr>
      </w:pPr>
      <w:r w:rsidRPr="002C5ABE">
        <w:rPr>
          <w:rFonts w:ascii="Arial" w:hAnsi="Arial" w:cs="Arial"/>
          <w:i/>
          <w:iCs/>
          <w:sz w:val="18"/>
          <w:szCs w:val="18"/>
        </w:rPr>
        <w:t>(</w:t>
      </w:r>
      <w:r w:rsidRPr="00E1528D">
        <w:rPr>
          <w:rFonts w:ascii="Arial" w:hAnsi="Arial" w:cs="Arial"/>
          <w:i/>
          <w:color w:val="0070C0"/>
          <w:sz w:val="18"/>
          <w:szCs w:val="18"/>
          <w:lang w:eastAsia="zh-CN"/>
        </w:rPr>
        <w:t>Cocher la case correspondante</w:t>
      </w:r>
      <w:r w:rsidRPr="002C5ABE">
        <w:rPr>
          <w:rFonts w:ascii="Arial" w:hAnsi="Arial" w:cs="Arial"/>
          <w:i/>
          <w:iCs/>
          <w:sz w:val="18"/>
          <w:szCs w:val="18"/>
        </w:rPr>
        <w:t>.)</w:t>
      </w:r>
    </w:p>
    <w:p w14:paraId="7712CFBE" w14:textId="77777777" w:rsidR="00A830C3" w:rsidRPr="002C5ABE" w:rsidRDefault="00A830C3" w:rsidP="005C4047">
      <w:pPr>
        <w:tabs>
          <w:tab w:val="left" w:pos="851"/>
        </w:tabs>
        <w:suppressAutoHyphens/>
        <w:spacing w:before="60"/>
        <w:ind w:left="1695" w:hanging="1695"/>
        <w:jc w:val="both"/>
        <w:rPr>
          <w:rFonts w:ascii="Arial" w:hAnsi="Arial" w:cs="Arial"/>
          <w:sz w:val="20"/>
          <w:lang w:eastAsia="zh-CN"/>
        </w:rPr>
      </w:pPr>
      <w:r w:rsidRPr="002C5ABE">
        <w:rPr>
          <w:rFonts w:ascii="Arial" w:hAnsi="Arial" w:cs="Arial"/>
          <w:sz w:val="20"/>
          <w:lang w:eastAsia="zh-CN"/>
        </w:rPr>
        <w:tab/>
      </w:r>
      <w:r w:rsidRPr="002C5AB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5ABE">
        <w:rPr>
          <w:rFonts w:ascii="Arial" w:hAnsi="Arial" w:cs="Arial"/>
          <w:sz w:val="20"/>
          <w:lang w:eastAsia="zh-CN"/>
        </w:rPr>
        <w:instrText xml:space="preserve"> FORMCHECKBOX </w:instrText>
      </w:r>
      <w:r w:rsidR="00D17397">
        <w:rPr>
          <w:rFonts w:ascii="Arial" w:hAnsi="Arial" w:cs="Arial"/>
          <w:sz w:val="20"/>
          <w:lang w:eastAsia="zh-CN"/>
        </w:rPr>
      </w:r>
      <w:r w:rsidR="00D17397">
        <w:rPr>
          <w:rFonts w:ascii="Arial" w:hAnsi="Arial" w:cs="Arial"/>
          <w:sz w:val="20"/>
          <w:lang w:eastAsia="zh-CN"/>
        </w:rPr>
        <w:fldChar w:fldCharType="separate"/>
      </w:r>
      <w:r w:rsidRPr="002C5ABE">
        <w:rPr>
          <w:rFonts w:ascii="Arial" w:hAnsi="Arial" w:cs="Arial"/>
          <w:sz w:val="20"/>
          <w:lang w:eastAsia="zh-CN"/>
        </w:rPr>
        <w:fldChar w:fldCharType="end"/>
      </w:r>
      <w:r w:rsidRPr="002C5ABE">
        <w:rPr>
          <w:rFonts w:ascii="Arial" w:hAnsi="Arial" w:cs="Arial"/>
          <w:sz w:val="20"/>
          <w:lang w:eastAsia="zh-CN"/>
        </w:rPr>
        <w:tab/>
        <w:t>pour signer le présent acte d’engagement en leur nom et pour leur compte, pour les représenter vis-à-vis de l’acheteur et pour coordonner l’ensemble des prestations ;</w:t>
      </w:r>
    </w:p>
    <w:p w14:paraId="7077F87A" w14:textId="63A3B49F" w:rsidR="00A830C3" w:rsidRPr="002C5ABE" w:rsidRDefault="00A830C3" w:rsidP="005C4047">
      <w:pPr>
        <w:tabs>
          <w:tab w:val="left" w:pos="851"/>
        </w:tabs>
        <w:suppressAutoHyphens/>
        <w:spacing w:after="60"/>
        <w:ind w:left="1701"/>
        <w:jc w:val="both"/>
        <w:rPr>
          <w:rFonts w:ascii="Arial" w:hAnsi="Arial" w:cs="Arial"/>
          <w:sz w:val="20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(joindre les pouvoirs en annexe du présent document en cas de marché public autre que de défense ou de sécurité. Dans le cas contraire, ces documents ont déjà été fournis)</w:t>
      </w:r>
    </w:p>
    <w:p w14:paraId="4584482C" w14:textId="77777777" w:rsidR="00A830C3" w:rsidRPr="002C5ABE" w:rsidRDefault="00A830C3" w:rsidP="005C4047">
      <w:pPr>
        <w:tabs>
          <w:tab w:val="left" w:pos="851"/>
        </w:tabs>
        <w:suppressAutoHyphens/>
        <w:spacing w:before="60"/>
        <w:ind w:left="1702" w:hanging="851"/>
        <w:jc w:val="both"/>
        <w:rPr>
          <w:rFonts w:ascii="Arial" w:hAnsi="Arial" w:cs="Arial"/>
          <w:iCs/>
          <w:sz w:val="20"/>
          <w:lang w:eastAsia="zh-CN"/>
        </w:rPr>
      </w:pPr>
      <w:r w:rsidRPr="002C5AB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5ABE">
        <w:rPr>
          <w:rFonts w:ascii="Arial" w:hAnsi="Arial" w:cs="Arial"/>
          <w:sz w:val="20"/>
          <w:lang w:eastAsia="zh-CN"/>
        </w:rPr>
        <w:instrText xml:space="preserve"> FORMCHECKBOX </w:instrText>
      </w:r>
      <w:r w:rsidR="00D17397">
        <w:rPr>
          <w:rFonts w:ascii="Arial" w:hAnsi="Arial" w:cs="Arial"/>
          <w:sz w:val="20"/>
          <w:lang w:eastAsia="zh-CN"/>
        </w:rPr>
      </w:r>
      <w:r w:rsidR="00D17397">
        <w:rPr>
          <w:rFonts w:ascii="Arial" w:hAnsi="Arial" w:cs="Arial"/>
          <w:sz w:val="20"/>
          <w:lang w:eastAsia="zh-CN"/>
        </w:rPr>
        <w:fldChar w:fldCharType="separate"/>
      </w:r>
      <w:r w:rsidRPr="002C5ABE">
        <w:rPr>
          <w:rFonts w:ascii="Arial" w:hAnsi="Arial" w:cs="Arial"/>
          <w:sz w:val="20"/>
          <w:lang w:eastAsia="zh-CN"/>
        </w:rPr>
        <w:fldChar w:fldCharType="end"/>
      </w:r>
      <w:r w:rsidRPr="002C5ABE">
        <w:rPr>
          <w:rFonts w:ascii="Arial" w:hAnsi="Arial" w:cs="Arial"/>
          <w:sz w:val="20"/>
          <w:lang w:eastAsia="zh-CN"/>
        </w:rPr>
        <w:tab/>
        <w:t>pour signer, en leur nom et pour leur compte, les modifications ultérieures du marché public ;</w:t>
      </w:r>
    </w:p>
    <w:p w14:paraId="48A2955C" w14:textId="11E2191D" w:rsidR="00A830C3" w:rsidRPr="002C5ABE" w:rsidRDefault="00A830C3" w:rsidP="005C4047">
      <w:pPr>
        <w:tabs>
          <w:tab w:val="left" w:pos="851"/>
        </w:tabs>
        <w:suppressAutoHyphens/>
        <w:spacing w:after="60"/>
        <w:ind w:left="1701"/>
        <w:rPr>
          <w:rFonts w:ascii="Arial" w:hAnsi="Arial" w:cs="Arial"/>
          <w:sz w:val="20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(joindre les pouvoirs en annexe du présent document en cas de marché public autre que de défense ou de sécurité. Dans le cas contraire, ces documents ont déjà été fournis)</w:t>
      </w:r>
    </w:p>
    <w:p w14:paraId="1344ADE3" w14:textId="77777777" w:rsidR="005027DA" w:rsidRDefault="00A830C3" w:rsidP="005027DA">
      <w:pPr>
        <w:tabs>
          <w:tab w:val="left" w:pos="851"/>
        </w:tabs>
        <w:suppressAutoHyphens/>
        <w:spacing w:before="60"/>
        <w:ind w:left="1702" w:hanging="851"/>
        <w:jc w:val="both"/>
        <w:rPr>
          <w:rFonts w:ascii="Arial" w:hAnsi="Arial" w:cs="Arial"/>
          <w:sz w:val="20"/>
          <w:lang w:eastAsia="zh-CN"/>
        </w:rPr>
      </w:pPr>
      <w:r w:rsidRPr="002C5AB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5ABE">
        <w:rPr>
          <w:rFonts w:ascii="Arial" w:hAnsi="Arial" w:cs="Arial"/>
          <w:sz w:val="20"/>
          <w:lang w:eastAsia="zh-CN"/>
        </w:rPr>
        <w:instrText xml:space="preserve"> FORMCHECKBOX </w:instrText>
      </w:r>
      <w:r w:rsidR="00D17397">
        <w:rPr>
          <w:rFonts w:ascii="Arial" w:hAnsi="Arial" w:cs="Arial"/>
          <w:sz w:val="20"/>
          <w:lang w:eastAsia="zh-CN"/>
        </w:rPr>
      </w:r>
      <w:r w:rsidR="00D17397">
        <w:rPr>
          <w:rFonts w:ascii="Arial" w:hAnsi="Arial" w:cs="Arial"/>
          <w:sz w:val="20"/>
          <w:lang w:eastAsia="zh-CN"/>
        </w:rPr>
        <w:fldChar w:fldCharType="separate"/>
      </w:r>
      <w:r w:rsidRPr="002C5ABE">
        <w:rPr>
          <w:rFonts w:ascii="Arial" w:hAnsi="Arial" w:cs="Arial"/>
          <w:sz w:val="20"/>
          <w:lang w:eastAsia="zh-CN"/>
        </w:rPr>
        <w:fldChar w:fldCharType="end"/>
      </w:r>
      <w:r w:rsidRPr="002C5ABE">
        <w:rPr>
          <w:rFonts w:ascii="Arial" w:hAnsi="Arial" w:cs="Arial"/>
          <w:sz w:val="20"/>
          <w:lang w:eastAsia="zh-CN"/>
        </w:rPr>
        <w:t xml:space="preserve"> </w:t>
      </w:r>
      <w:r w:rsidR="00492E84" w:rsidRPr="002C5ABE">
        <w:rPr>
          <w:rFonts w:ascii="Arial" w:hAnsi="Arial" w:cs="Arial"/>
          <w:sz w:val="20"/>
          <w:lang w:eastAsia="zh-CN"/>
        </w:rPr>
        <w:tab/>
      </w:r>
      <w:r w:rsidRPr="002C5ABE">
        <w:rPr>
          <w:rFonts w:ascii="Arial" w:hAnsi="Arial" w:cs="Arial"/>
          <w:sz w:val="20"/>
          <w:lang w:eastAsia="zh-CN"/>
        </w:rPr>
        <w:t>ont donné mandat au mandataire dans les conditions définies par les pouvoirs joints en annexe.</w:t>
      </w:r>
    </w:p>
    <w:p w14:paraId="69E2E182" w14:textId="63ECB98A" w:rsidR="005C4047" w:rsidRPr="005027DA" w:rsidRDefault="00A830C3" w:rsidP="005027DA">
      <w:pPr>
        <w:tabs>
          <w:tab w:val="left" w:pos="851"/>
        </w:tabs>
        <w:suppressAutoHyphens/>
        <w:spacing w:before="60"/>
        <w:ind w:left="1702" w:hanging="851"/>
        <w:jc w:val="both"/>
        <w:rPr>
          <w:rFonts w:ascii="Arial" w:hAnsi="Arial" w:cs="Arial"/>
          <w:sz w:val="20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(</w:t>
      </w:r>
      <w:r w:rsidRPr="00E1528D">
        <w:rPr>
          <w:rFonts w:ascii="Arial" w:hAnsi="Arial" w:cs="Arial"/>
          <w:i/>
          <w:color w:val="0070C0"/>
          <w:sz w:val="18"/>
          <w:szCs w:val="18"/>
          <w:lang w:eastAsia="zh-CN"/>
        </w:rPr>
        <w:t>hors cas des marchés de défense ou de sécurité dans lequel ces documents ont déjà été fournis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>).</w:t>
      </w:r>
    </w:p>
    <w:p w14:paraId="591A196F" w14:textId="77777777" w:rsidR="00A830C3" w:rsidRPr="002C5ABE" w:rsidRDefault="00A830C3" w:rsidP="005C4047">
      <w:pPr>
        <w:tabs>
          <w:tab w:val="left" w:pos="851"/>
        </w:tabs>
        <w:suppressAutoHyphens/>
        <w:spacing w:before="120" w:after="120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5ABE">
        <w:rPr>
          <w:rFonts w:ascii="Arial" w:hAnsi="Arial" w:cs="Arial"/>
          <w:sz w:val="20"/>
          <w:lang w:eastAsia="zh-CN"/>
        </w:rPr>
        <w:instrText xml:space="preserve"> FORMCHECKBOX </w:instrText>
      </w:r>
      <w:r w:rsidR="00D17397">
        <w:rPr>
          <w:rFonts w:ascii="Arial" w:hAnsi="Arial" w:cs="Arial"/>
          <w:sz w:val="20"/>
          <w:lang w:eastAsia="zh-CN"/>
        </w:rPr>
      </w:r>
      <w:r w:rsidR="00D17397">
        <w:rPr>
          <w:rFonts w:ascii="Arial" w:hAnsi="Arial" w:cs="Arial"/>
          <w:sz w:val="20"/>
          <w:lang w:eastAsia="zh-CN"/>
        </w:rPr>
        <w:fldChar w:fldCharType="separate"/>
      </w:r>
      <w:r w:rsidRPr="002C5ABE">
        <w:rPr>
          <w:rFonts w:ascii="Arial" w:hAnsi="Arial" w:cs="Arial"/>
          <w:sz w:val="20"/>
          <w:lang w:eastAsia="zh-CN"/>
        </w:rPr>
        <w:fldChar w:fldCharType="end"/>
      </w:r>
      <w:r w:rsidRPr="002C5ABE">
        <w:rPr>
          <w:rFonts w:ascii="Arial" w:hAnsi="Arial" w:cs="Arial"/>
          <w:sz w:val="20"/>
          <w:lang w:eastAsia="zh-CN"/>
        </w:rPr>
        <w:t xml:space="preserve"> Les membres du groupement, qui signent le présent acte d’engagement :</w:t>
      </w:r>
    </w:p>
    <w:p w14:paraId="594EAC10" w14:textId="77777777" w:rsidR="00A830C3" w:rsidRPr="002C5ABE" w:rsidRDefault="00A830C3" w:rsidP="005C4047">
      <w:pPr>
        <w:tabs>
          <w:tab w:val="left" w:pos="851"/>
        </w:tabs>
        <w:suppressAutoHyphens/>
        <w:spacing w:before="120" w:after="120"/>
        <w:rPr>
          <w:rFonts w:ascii="Arial" w:hAnsi="Arial" w:cs="Arial"/>
          <w:sz w:val="20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(</w:t>
      </w:r>
      <w:r w:rsidRPr="00E1528D">
        <w:rPr>
          <w:rFonts w:ascii="Arial" w:hAnsi="Arial" w:cs="Arial"/>
          <w:i/>
          <w:color w:val="0070C0"/>
          <w:sz w:val="18"/>
          <w:szCs w:val="18"/>
          <w:lang w:eastAsia="zh-CN"/>
        </w:rPr>
        <w:t>Cocher la case correspondante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>.)</w:t>
      </w:r>
    </w:p>
    <w:p w14:paraId="3AC50799" w14:textId="77777777" w:rsidR="00A830C3" w:rsidRPr="002C5ABE" w:rsidRDefault="00A830C3" w:rsidP="005C4047">
      <w:pPr>
        <w:tabs>
          <w:tab w:val="left" w:pos="851"/>
        </w:tabs>
        <w:suppressAutoHyphens/>
        <w:spacing w:before="60" w:after="60"/>
        <w:ind w:left="1701" w:hanging="850"/>
        <w:jc w:val="both"/>
        <w:rPr>
          <w:rFonts w:ascii="Arial" w:hAnsi="Arial" w:cs="Arial"/>
          <w:sz w:val="20"/>
          <w:lang w:eastAsia="zh-CN"/>
        </w:rPr>
      </w:pPr>
      <w:r w:rsidRPr="002C5AB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5ABE">
        <w:rPr>
          <w:rFonts w:ascii="Arial" w:hAnsi="Arial" w:cs="Arial"/>
          <w:sz w:val="20"/>
          <w:lang w:eastAsia="zh-CN"/>
        </w:rPr>
        <w:instrText xml:space="preserve"> FORMCHECKBOX </w:instrText>
      </w:r>
      <w:r w:rsidR="00D17397">
        <w:rPr>
          <w:rFonts w:ascii="Arial" w:hAnsi="Arial" w:cs="Arial"/>
          <w:sz w:val="20"/>
          <w:lang w:eastAsia="zh-CN"/>
        </w:rPr>
      </w:r>
      <w:r w:rsidR="00D17397">
        <w:rPr>
          <w:rFonts w:ascii="Arial" w:hAnsi="Arial" w:cs="Arial"/>
          <w:sz w:val="20"/>
          <w:lang w:eastAsia="zh-CN"/>
        </w:rPr>
        <w:fldChar w:fldCharType="separate"/>
      </w:r>
      <w:r w:rsidRPr="002C5ABE">
        <w:rPr>
          <w:rFonts w:ascii="Arial" w:hAnsi="Arial" w:cs="Arial"/>
          <w:sz w:val="20"/>
          <w:lang w:eastAsia="zh-CN"/>
        </w:rPr>
        <w:fldChar w:fldCharType="end"/>
      </w:r>
      <w:r w:rsidRPr="002C5ABE">
        <w:rPr>
          <w:rFonts w:ascii="Arial" w:hAnsi="Arial" w:cs="Arial"/>
          <w:sz w:val="20"/>
          <w:lang w:eastAsia="zh-CN"/>
        </w:rPr>
        <w:tab/>
        <w:t>donnent mandat au mandataire, qui l’accepte, pour les représenter vis-à-vis de l’acheteur et pour coordonner l’ensemble des prestations ;</w:t>
      </w:r>
    </w:p>
    <w:p w14:paraId="1BAEBD75" w14:textId="77777777" w:rsidR="00A830C3" w:rsidRPr="002C5ABE" w:rsidRDefault="00A830C3" w:rsidP="005C4047">
      <w:pPr>
        <w:tabs>
          <w:tab w:val="left" w:pos="851"/>
        </w:tabs>
        <w:suppressAutoHyphens/>
        <w:spacing w:before="60" w:after="60"/>
        <w:ind w:left="1701" w:hanging="850"/>
        <w:jc w:val="both"/>
        <w:rPr>
          <w:rFonts w:ascii="Arial" w:hAnsi="Arial" w:cs="Arial"/>
          <w:iCs/>
          <w:sz w:val="20"/>
          <w:lang w:eastAsia="zh-CN"/>
        </w:rPr>
      </w:pPr>
      <w:r w:rsidRPr="002C5AB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5ABE">
        <w:rPr>
          <w:rFonts w:ascii="Arial" w:hAnsi="Arial" w:cs="Arial"/>
          <w:sz w:val="20"/>
          <w:lang w:eastAsia="zh-CN"/>
        </w:rPr>
        <w:instrText xml:space="preserve"> FORMCHECKBOX </w:instrText>
      </w:r>
      <w:r w:rsidR="00D17397">
        <w:rPr>
          <w:rFonts w:ascii="Arial" w:hAnsi="Arial" w:cs="Arial"/>
          <w:sz w:val="20"/>
          <w:lang w:eastAsia="zh-CN"/>
        </w:rPr>
      </w:r>
      <w:r w:rsidR="00D17397">
        <w:rPr>
          <w:rFonts w:ascii="Arial" w:hAnsi="Arial" w:cs="Arial"/>
          <w:sz w:val="20"/>
          <w:lang w:eastAsia="zh-CN"/>
        </w:rPr>
        <w:fldChar w:fldCharType="separate"/>
      </w:r>
      <w:r w:rsidRPr="002C5ABE">
        <w:rPr>
          <w:rFonts w:ascii="Arial" w:hAnsi="Arial" w:cs="Arial"/>
          <w:sz w:val="20"/>
          <w:lang w:eastAsia="zh-CN"/>
        </w:rPr>
        <w:fldChar w:fldCharType="end"/>
      </w:r>
      <w:r w:rsidRPr="002C5ABE">
        <w:rPr>
          <w:rFonts w:ascii="Arial" w:hAnsi="Arial" w:cs="Arial"/>
          <w:sz w:val="20"/>
          <w:lang w:eastAsia="zh-CN"/>
        </w:rPr>
        <w:tab/>
        <w:t>donnent mandat au mandataire, qui l’accepte, pour signer, en leur nom et pour leur compte, les modifications ultérieures du marché public ;</w:t>
      </w:r>
    </w:p>
    <w:p w14:paraId="375CCCCC" w14:textId="78457EC0" w:rsidR="00A830C3" w:rsidRPr="002C5ABE" w:rsidRDefault="00A830C3" w:rsidP="005C4047">
      <w:pPr>
        <w:tabs>
          <w:tab w:val="left" w:pos="1701"/>
        </w:tabs>
        <w:suppressAutoHyphens/>
        <w:spacing w:before="60" w:after="60"/>
        <w:ind w:left="851" w:hanging="284"/>
        <w:rPr>
          <w:rFonts w:ascii="Arial" w:hAnsi="Arial" w:cs="Arial"/>
          <w:sz w:val="20"/>
          <w:lang w:eastAsia="zh-CN"/>
        </w:rPr>
      </w:pPr>
      <w:r w:rsidRPr="002C5ABE">
        <w:rPr>
          <w:rFonts w:ascii="Arial" w:hAnsi="Arial" w:cs="Arial"/>
          <w:sz w:val="20"/>
          <w:lang w:eastAsia="zh-CN"/>
        </w:rPr>
        <w:tab/>
      </w:r>
      <w:r w:rsidRPr="002C5AB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5ABE">
        <w:rPr>
          <w:rFonts w:ascii="Arial" w:hAnsi="Arial" w:cs="Arial"/>
          <w:sz w:val="20"/>
          <w:lang w:eastAsia="zh-CN"/>
        </w:rPr>
        <w:instrText xml:space="preserve"> FORMCHECKBOX </w:instrText>
      </w:r>
      <w:r w:rsidR="00D17397">
        <w:rPr>
          <w:rFonts w:ascii="Arial" w:hAnsi="Arial" w:cs="Arial"/>
          <w:sz w:val="20"/>
          <w:lang w:eastAsia="zh-CN"/>
        </w:rPr>
      </w:r>
      <w:r w:rsidR="00D17397">
        <w:rPr>
          <w:rFonts w:ascii="Arial" w:hAnsi="Arial" w:cs="Arial"/>
          <w:sz w:val="20"/>
          <w:lang w:eastAsia="zh-CN"/>
        </w:rPr>
        <w:fldChar w:fldCharType="separate"/>
      </w:r>
      <w:r w:rsidRPr="002C5ABE">
        <w:rPr>
          <w:rFonts w:ascii="Arial" w:hAnsi="Arial" w:cs="Arial"/>
          <w:sz w:val="20"/>
          <w:lang w:eastAsia="zh-CN"/>
        </w:rPr>
        <w:fldChar w:fldCharType="end"/>
      </w:r>
      <w:r w:rsidRPr="002C5ABE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2C5ABE">
        <w:rPr>
          <w:rFonts w:ascii="Arial" w:hAnsi="Arial" w:cs="Arial"/>
          <w:sz w:val="20"/>
          <w:lang w:eastAsia="zh-CN"/>
        </w:rPr>
        <w:tab/>
        <w:t>donnent mandat au mandataire dans les conditions définies ci-dessous :</w:t>
      </w:r>
    </w:p>
    <w:p w14:paraId="7E298B3E" w14:textId="606A17C5" w:rsidR="00A830C3" w:rsidRPr="002C5ABE" w:rsidRDefault="00A830C3" w:rsidP="005C4047">
      <w:pPr>
        <w:tabs>
          <w:tab w:val="left" w:pos="851"/>
          <w:tab w:val="left" w:pos="2127"/>
        </w:tabs>
        <w:suppressAutoHyphens/>
        <w:spacing w:before="60" w:after="60"/>
        <w:ind w:left="1624" w:hanging="850"/>
        <w:rPr>
          <w:rFonts w:ascii="Arial" w:hAnsi="Arial" w:cs="Arial"/>
          <w:sz w:val="16"/>
          <w:lang w:eastAsia="zh-CN"/>
        </w:rPr>
      </w:pPr>
      <w:r w:rsidRPr="002C5ABE">
        <w:rPr>
          <w:rFonts w:ascii="Arial" w:hAnsi="Arial" w:cs="Arial"/>
          <w:sz w:val="20"/>
          <w:lang w:eastAsia="zh-CN"/>
        </w:rPr>
        <w:tab/>
      </w:r>
      <w:r w:rsidRPr="002C5ABE">
        <w:rPr>
          <w:rFonts w:ascii="Arial" w:hAnsi="Arial" w:cs="Arial"/>
          <w:sz w:val="20"/>
          <w:lang w:eastAsia="zh-CN"/>
        </w:rPr>
        <w:tab/>
      </w:r>
      <w:r w:rsidRPr="002C5ABE">
        <w:rPr>
          <w:rFonts w:ascii="Arial" w:hAnsi="Arial" w:cs="Arial"/>
          <w:sz w:val="16"/>
          <w:lang w:eastAsia="zh-CN"/>
        </w:rPr>
        <w:t>(</w:t>
      </w:r>
      <w:r w:rsidRPr="00E1528D">
        <w:rPr>
          <w:rFonts w:ascii="Arial" w:hAnsi="Arial" w:cs="Arial"/>
          <w:i/>
          <w:color w:val="0070C0"/>
          <w:sz w:val="18"/>
          <w:szCs w:val="18"/>
          <w:lang w:eastAsia="zh-CN"/>
        </w:rPr>
        <w:t>Donner des précisions sur l’étendue du mandat</w:t>
      </w:r>
      <w:r w:rsidRPr="002C5ABE">
        <w:rPr>
          <w:rFonts w:ascii="Arial" w:hAnsi="Arial" w:cs="Arial"/>
          <w:sz w:val="16"/>
          <w:lang w:eastAsia="zh-CN"/>
        </w:rPr>
        <w:t>.)</w:t>
      </w:r>
    </w:p>
    <w:p w14:paraId="68E8FEEC" w14:textId="77777777" w:rsidR="00492E84" w:rsidRPr="002C5ABE" w:rsidRDefault="00492E84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tbl>
      <w:tblPr>
        <w:tblW w:w="875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911"/>
        <w:gridCol w:w="2269"/>
        <w:gridCol w:w="2574"/>
      </w:tblGrid>
      <w:tr w:rsidR="00A830C3" w:rsidRPr="002C5ABE" w14:paraId="36687483" w14:textId="77777777" w:rsidTr="00B8752E">
        <w:trPr>
          <w:trHeight w:val="359"/>
        </w:trPr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35E502" w14:textId="77777777" w:rsidR="00A830C3" w:rsidRPr="002C5ABE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2C5ABE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419F4402" w14:textId="77777777" w:rsidR="00A830C3" w:rsidRPr="002C5ABE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2C5ABE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00E91B" w14:textId="77777777" w:rsidR="00A830C3" w:rsidRPr="002C5ABE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2C5ABE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FB6542" w14:textId="77777777" w:rsidR="00A830C3" w:rsidRPr="002C5ABE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2C5ABE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830C3" w:rsidRPr="002C5ABE" w14:paraId="628CCE5E" w14:textId="77777777" w:rsidTr="00B8752E">
        <w:trPr>
          <w:trHeight w:val="797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4A8FC4" w14:textId="77777777" w:rsidR="00A830C3" w:rsidRPr="002C5ABE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77A4BAA" w14:textId="77777777" w:rsidR="00A830C3" w:rsidRPr="002C5ABE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9B57D18" w14:textId="77777777" w:rsidR="00A830C3" w:rsidRPr="002C5ABE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  <w:tr w:rsidR="00A830C3" w:rsidRPr="002C5ABE" w14:paraId="54760680" w14:textId="77777777" w:rsidTr="00B8752E">
        <w:trPr>
          <w:trHeight w:val="797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5E562" w14:textId="77777777" w:rsidR="00A830C3" w:rsidRPr="002C5ABE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DB664" w14:textId="77777777" w:rsidR="00A830C3" w:rsidRPr="002C5ABE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B19B5" w14:textId="77777777" w:rsidR="00A830C3" w:rsidRPr="002C5ABE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</w:tbl>
    <w:p w14:paraId="47A03332" w14:textId="77B9D2C2" w:rsidR="002471DA" w:rsidRDefault="00A830C3" w:rsidP="00AC4C8A">
      <w:pPr>
        <w:tabs>
          <w:tab w:val="left" w:pos="851"/>
        </w:tabs>
        <w:suppressAutoHyphens/>
        <w:jc w:val="both"/>
        <w:rPr>
          <w:rFonts w:ascii="Arial" w:hAnsi="Arial" w:cs="Arial"/>
          <w:sz w:val="18"/>
          <w:szCs w:val="18"/>
          <w:lang w:eastAsia="zh-CN"/>
        </w:rPr>
      </w:pPr>
      <w:r w:rsidRPr="002C5ABE">
        <w:rPr>
          <w:rFonts w:ascii="Arial" w:hAnsi="Arial" w:cs="Arial"/>
          <w:b/>
          <w:sz w:val="18"/>
          <w:szCs w:val="18"/>
          <w:lang w:eastAsia="zh-CN"/>
        </w:rPr>
        <w:t>(*)</w:t>
      </w:r>
      <w:r w:rsidRPr="002C5ABE">
        <w:rPr>
          <w:rFonts w:ascii="Arial" w:hAnsi="Arial" w:cs="Arial"/>
          <w:sz w:val="18"/>
          <w:szCs w:val="18"/>
          <w:lang w:eastAsia="zh-CN"/>
        </w:rPr>
        <w:t xml:space="preserve"> </w:t>
      </w:r>
      <w:r w:rsidRPr="002C5ABE">
        <w:rPr>
          <w:rFonts w:ascii="Arial" w:hAnsi="Arial" w:cs="Arial"/>
          <w:b/>
          <w:sz w:val="18"/>
          <w:szCs w:val="18"/>
          <w:lang w:eastAsia="zh-CN"/>
        </w:rPr>
        <w:t>Le signataire doit avoir le pouvoir d’engager la personne qu’il représente</w:t>
      </w:r>
      <w:r w:rsidRPr="002C5ABE">
        <w:rPr>
          <w:rFonts w:ascii="Arial" w:hAnsi="Arial" w:cs="Arial"/>
          <w:sz w:val="18"/>
          <w:szCs w:val="18"/>
          <w:lang w:eastAsia="zh-CN"/>
        </w:rPr>
        <w:t>.</w:t>
      </w:r>
    </w:p>
    <w:p w14:paraId="7A34C670" w14:textId="14F1B135" w:rsidR="00A31917" w:rsidRDefault="00A31917" w:rsidP="00AC4C8A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br w:type="page"/>
      </w:r>
    </w:p>
    <w:p w14:paraId="1727FD0C" w14:textId="77777777" w:rsidR="006220A6" w:rsidRPr="002C5ABE" w:rsidRDefault="006220A6" w:rsidP="00AC4C8A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szCs w:val="24"/>
        </w:rPr>
      </w:pPr>
    </w:p>
    <w:p w14:paraId="56CEB3D1" w14:textId="517A8C92" w:rsidR="00AC4C8A" w:rsidRPr="002C5ABE" w:rsidRDefault="00AC4C8A" w:rsidP="00C85647">
      <w:pPr>
        <w:pStyle w:val="Paragraphedeliste"/>
        <w:keepNext/>
        <w:numPr>
          <w:ilvl w:val="0"/>
          <w:numId w:val="8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6" w:hanging="426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2C5ABE">
        <w:rPr>
          <w:rFonts w:ascii="Arial" w:hAnsi="Arial" w:cs="Arial"/>
          <w:b/>
          <w:sz w:val="24"/>
          <w:szCs w:val="22"/>
          <w:lang w:eastAsia="zh-CN"/>
        </w:rPr>
        <w:t>IDENTIFICATION ET SIGNATURE D</w:t>
      </w:r>
      <w:r w:rsidR="00985FC3">
        <w:rPr>
          <w:rFonts w:ascii="Arial" w:hAnsi="Arial" w:cs="Arial"/>
          <w:b/>
          <w:sz w:val="24"/>
          <w:szCs w:val="22"/>
          <w:lang w:eastAsia="zh-CN"/>
        </w:rPr>
        <w:t>U</w:t>
      </w:r>
      <w:r w:rsidRPr="002C5ABE">
        <w:rPr>
          <w:rFonts w:ascii="Arial" w:hAnsi="Arial" w:cs="Arial"/>
          <w:b/>
          <w:sz w:val="24"/>
          <w:szCs w:val="22"/>
          <w:lang w:eastAsia="zh-CN"/>
        </w:rPr>
        <w:t xml:space="preserve"> MAITRE D’OUVRAGE </w:t>
      </w:r>
    </w:p>
    <w:p w14:paraId="5EA8971A" w14:textId="4209C80F" w:rsidR="00D82C77" w:rsidRPr="002C5ABE" w:rsidRDefault="00D82C77" w:rsidP="00D82C77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b/>
          <w:sz w:val="20"/>
        </w:rPr>
      </w:pPr>
      <w:r w:rsidRPr="002C5ABE">
        <w:rPr>
          <w:rFonts w:ascii="Arial" w:hAnsi="Arial" w:cs="Arial"/>
          <w:b/>
          <w:sz w:val="20"/>
        </w:rPr>
        <w:t>Désignation du Maître d’Ouvrage :</w:t>
      </w:r>
    </w:p>
    <w:p w14:paraId="7DCF1F5D" w14:textId="77777777" w:rsidR="00DA2E50" w:rsidRPr="00E1528D" w:rsidRDefault="00DA2E50" w:rsidP="00DA2E50">
      <w:pPr>
        <w:spacing w:before="120"/>
        <w:jc w:val="both"/>
        <w:rPr>
          <w:rFonts w:ascii="Arial" w:hAnsi="Arial" w:cs="Arial"/>
          <w:sz w:val="20"/>
        </w:rPr>
      </w:pPr>
      <w:r w:rsidRPr="00E1528D">
        <w:rPr>
          <w:rFonts w:ascii="Arial" w:hAnsi="Arial" w:cs="Arial"/>
          <w:sz w:val="20"/>
        </w:rPr>
        <w:t>MINARM/SGA/SID/ATL (Ministère des Armées / Secrétariat Général pour l'Administration /</w:t>
      </w:r>
      <w:r w:rsidRPr="00E1528D">
        <w:rPr>
          <w:rFonts w:ascii="Arial" w:hAnsi="Arial" w:cs="Arial"/>
          <w:color w:val="000000"/>
          <w:sz w:val="20"/>
        </w:rPr>
        <w:t xml:space="preserve"> Direction Centrale du Service d'Infrastructure de la Défense </w:t>
      </w:r>
      <w:r w:rsidRPr="00E1528D">
        <w:rPr>
          <w:rFonts w:ascii="Arial" w:hAnsi="Arial" w:cs="Arial"/>
          <w:sz w:val="20"/>
        </w:rPr>
        <w:t>/</w:t>
      </w:r>
      <w:r w:rsidRPr="00E1528D">
        <w:rPr>
          <w:rFonts w:ascii="Arial" w:hAnsi="Arial" w:cs="Arial"/>
          <w:color w:val="000000"/>
          <w:sz w:val="20"/>
        </w:rPr>
        <w:t xml:space="preserve"> Service d'Infrastructure de la Défense Atlantique</w:t>
      </w:r>
      <w:r w:rsidRPr="00E1528D">
        <w:rPr>
          <w:rFonts w:ascii="Arial" w:hAnsi="Arial" w:cs="Arial"/>
          <w:sz w:val="20"/>
        </w:rPr>
        <w:t>)</w:t>
      </w:r>
    </w:p>
    <w:p w14:paraId="5F18D76C" w14:textId="77777777" w:rsidR="00D82C77" w:rsidRPr="002C5ABE" w:rsidRDefault="00D82C77" w:rsidP="00D82C77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360"/>
        <w:jc w:val="both"/>
        <w:rPr>
          <w:rFonts w:ascii="Arial" w:hAnsi="Arial" w:cs="Arial"/>
          <w:i/>
          <w:sz w:val="20"/>
        </w:rPr>
      </w:pPr>
    </w:p>
    <w:p w14:paraId="570D3DEC" w14:textId="688A04BC" w:rsidR="00D82C77" w:rsidRPr="002C5ABE" w:rsidRDefault="00D82C77" w:rsidP="00D82C77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sz w:val="20"/>
        </w:rPr>
      </w:pPr>
      <w:r w:rsidRPr="002C5ABE">
        <w:rPr>
          <w:rFonts w:ascii="Arial" w:hAnsi="Arial" w:cs="Arial"/>
          <w:b/>
          <w:sz w:val="20"/>
        </w:rPr>
        <w:t>Nom, prénom, qualité du Représentant du Maître d’Ouvrage :</w:t>
      </w:r>
    </w:p>
    <w:p w14:paraId="7F70F038" w14:textId="6222A241" w:rsidR="00AC4C8A" w:rsidRPr="002C5ABE" w:rsidRDefault="00D82C77" w:rsidP="00D82C77">
      <w:pPr>
        <w:tabs>
          <w:tab w:val="left" w:pos="2268"/>
          <w:tab w:val="left" w:pos="2835"/>
        </w:tabs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2C5ABE">
        <w:rPr>
          <w:rFonts w:ascii="Arial" w:hAnsi="Arial" w:cs="Arial"/>
          <w:bCs/>
          <w:sz w:val="20"/>
        </w:rPr>
        <w:t xml:space="preserve">L’Ingénieur Général des Travaux Maritimes Roland BOUTIN, </w:t>
      </w:r>
      <w:r w:rsidR="00DA2E50" w:rsidRPr="00DA2E50">
        <w:rPr>
          <w:rFonts w:ascii="Arial" w:hAnsi="Arial" w:cs="Arial"/>
          <w:bCs/>
          <w:sz w:val="20"/>
        </w:rPr>
        <w:t>Directeur du SID Atlantique.</w:t>
      </w:r>
    </w:p>
    <w:p w14:paraId="5898E74C" w14:textId="77777777" w:rsidR="00385B7F" w:rsidRPr="002C5ABE" w:rsidRDefault="00385B7F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7CEE3E06" w14:textId="66BF53C6" w:rsidR="00385B7F" w:rsidRDefault="00FF096E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2C5ABE">
        <w:rPr>
          <w:rFonts w:ascii="Arial" w:hAnsi="Arial" w:cs="Arial"/>
          <w:sz w:val="20"/>
          <w:lang w:eastAsia="zh-CN"/>
        </w:rPr>
        <w:t xml:space="preserve">Le présent </w:t>
      </w:r>
      <w:r w:rsidR="0051258D" w:rsidRPr="002C5ABE">
        <w:rPr>
          <w:rFonts w:ascii="Arial" w:hAnsi="Arial" w:cs="Arial"/>
          <w:sz w:val="20"/>
          <w:lang w:eastAsia="zh-CN"/>
        </w:rPr>
        <w:t>marché</w:t>
      </w:r>
      <w:r w:rsidRPr="002C5ABE">
        <w:rPr>
          <w:rFonts w:ascii="Arial" w:hAnsi="Arial" w:cs="Arial"/>
          <w:sz w:val="20"/>
          <w:lang w:eastAsia="zh-CN"/>
        </w:rPr>
        <w:t xml:space="preserve"> est accepté dans toutes ses clauses :</w:t>
      </w:r>
    </w:p>
    <w:p w14:paraId="54FDBFA6" w14:textId="59CB65E4" w:rsidR="00A31917" w:rsidRDefault="00A31917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6B10CAA5" w14:textId="459F5D52" w:rsidR="00A31917" w:rsidRDefault="00A31917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0DCBDBD9" w14:textId="21A6B2D1" w:rsidR="00A31917" w:rsidRDefault="00A31917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1326C0A3" w14:textId="4EAAB1CA" w:rsidR="00A31917" w:rsidRDefault="00A31917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05736CAD" w14:textId="10FBAA02" w:rsidR="00A31917" w:rsidRDefault="00A31917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21B5C534" w14:textId="77777777" w:rsidR="00A31917" w:rsidRPr="002C5ABE" w:rsidRDefault="00A31917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27FF0F38" w14:textId="77777777" w:rsidR="0089492B" w:rsidRPr="002C5ABE" w:rsidRDefault="0089492B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0B1E9F08" w14:textId="77777777" w:rsidR="00A01709" w:rsidRPr="002C5ABE" w:rsidRDefault="00A01709" w:rsidP="00A01709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Univers" w:hAnsi="Univers" w:cs="Univers"/>
          <w:sz w:val="20"/>
          <w:lang w:eastAsia="zh-CN"/>
        </w:rPr>
      </w:pPr>
      <w:r w:rsidRPr="002C5ABE">
        <w:rPr>
          <w:rFonts w:ascii="Arial" w:hAnsi="Arial" w:cs="Arial"/>
          <w:sz w:val="20"/>
          <w:lang w:eastAsia="zh-CN"/>
        </w:rPr>
        <w:t>A Brest,</w:t>
      </w:r>
    </w:p>
    <w:p w14:paraId="30C7BCCA" w14:textId="77777777" w:rsidR="00A01709" w:rsidRPr="002C5ABE" w:rsidRDefault="00A01709" w:rsidP="00A01709">
      <w:pPr>
        <w:tabs>
          <w:tab w:val="left" w:pos="851"/>
        </w:tabs>
        <w:suppressAutoHyphens/>
        <w:jc w:val="center"/>
        <w:rPr>
          <w:rFonts w:ascii="Univers" w:hAnsi="Univers" w:cs="Univers"/>
          <w:sz w:val="8"/>
          <w:lang w:eastAsia="zh-CN"/>
        </w:rPr>
      </w:pPr>
    </w:p>
    <w:p w14:paraId="79A264C6" w14:textId="77777777" w:rsidR="00A01709" w:rsidRPr="002C5ABE" w:rsidRDefault="00A01709" w:rsidP="00A01709">
      <w:pPr>
        <w:tabs>
          <w:tab w:val="left" w:pos="851"/>
        </w:tabs>
        <w:suppressAutoHyphens/>
        <w:jc w:val="center"/>
        <w:rPr>
          <w:rFonts w:ascii="Arial" w:hAnsi="Arial" w:cs="Arial"/>
          <w:sz w:val="18"/>
          <w:szCs w:val="18"/>
          <w:lang w:eastAsia="zh-CN"/>
        </w:rPr>
      </w:pPr>
      <w:r w:rsidRPr="002C5ABE">
        <w:rPr>
          <w:rFonts w:ascii="Arial" w:hAnsi="Arial" w:cs="Arial"/>
          <w:sz w:val="18"/>
          <w:szCs w:val="18"/>
          <w:lang w:eastAsia="zh-CN"/>
        </w:rPr>
        <w:t>Signature :</w:t>
      </w:r>
    </w:p>
    <w:p w14:paraId="69D55DDE" w14:textId="3188274C" w:rsidR="00AD6CCD" w:rsidRDefault="00AD6CCD" w:rsidP="00AD6CCD">
      <w:pPr>
        <w:jc w:val="center"/>
        <w:rPr>
          <w:rFonts w:ascii="Arial" w:hAnsi="Arial" w:cs="Arial"/>
          <w:bCs/>
          <w:i/>
          <w:sz w:val="20"/>
        </w:rPr>
      </w:pPr>
    </w:p>
    <w:p w14:paraId="4F586154" w14:textId="77777777" w:rsidR="002B0DF4" w:rsidRPr="002C5ABE" w:rsidRDefault="002B0DF4" w:rsidP="00AD6CCD">
      <w:pPr>
        <w:jc w:val="center"/>
        <w:rPr>
          <w:bCs/>
          <w:szCs w:val="22"/>
        </w:rPr>
      </w:pPr>
    </w:p>
    <w:p w14:paraId="397EEF0E" w14:textId="6ED84ECF" w:rsidR="00AD6CCD" w:rsidRPr="002C5ABE" w:rsidRDefault="00DA2E50" w:rsidP="00AD6CCD">
      <w:pPr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Pour le directeur du SID Atlantique</w:t>
      </w:r>
    </w:p>
    <w:p w14:paraId="55A5CB05" w14:textId="77777777" w:rsidR="00AD6CCD" w:rsidRPr="002C5ABE" w:rsidRDefault="00AD6CCD" w:rsidP="00AD6CCD">
      <w:pPr>
        <w:jc w:val="center"/>
        <w:rPr>
          <w:rFonts w:ascii="Arial" w:hAnsi="Arial" w:cs="Arial"/>
          <w:bCs/>
          <w:sz w:val="20"/>
        </w:rPr>
      </w:pPr>
      <w:r w:rsidRPr="002C5ABE">
        <w:rPr>
          <w:rFonts w:ascii="Arial" w:hAnsi="Arial" w:cs="Arial"/>
          <w:bCs/>
          <w:sz w:val="20"/>
        </w:rPr>
        <w:t xml:space="preserve">Et par délégation </w:t>
      </w:r>
    </w:p>
    <w:p w14:paraId="4A908D1E" w14:textId="77777777" w:rsidR="00D54F73" w:rsidRPr="00D54F73" w:rsidRDefault="00D54F73" w:rsidP="00D54F73">
      <w:pPr>
        <w:jc w:val="center"/>
        <w:rPr>
          <w:rFonts w:ascii="Arial" w:hAnsi="Arial" w:cs="Arial"/>
          <w:bCs/>
          <w:sz w:val="20"/>
        </w:rPr>
      </w:pPr>
      <w:r w:rsidRPr="00D54F73">
        <w:rPr>
          <w:rFonts w:ascii="Arial" w:hAnsi="Arial" w:cs="Arial"/>
          <w:bCs/>
          <w:sz w:val="20"/>
        </w:rPr>
        <w:t xml:space="preserve">L’ingénieur en chef de 2ème classe </w:t>
      </w:r>
    </w:p>
    <w:p w14:paraId="26829AF5" w14:textId="77777777" w:rsidR="00D54F73" w:rsidRPr="00D54F73" w:rsidRDefault="00D54F73" w:rsidP="00D54F73">
      <w:pPr>
        <w:jc w:val="center"/>
        <w:rPr>
          <w:rFonts w:ascii="Arial" w:hAnsi="Arial" w:cs="Arial"/>
          <w:bCs/>
          <w:sz w:val="20"/>
        </w:rPr>
      </w:pPr>
      <w:r w:rsidRPr="00D54F73">
        <w:rPr>
          <w:rFonts w:ascii="Arial" w:hAnsi="Arial" w:cs="Arial"/>
          <w:bCs/>
          <w:sz w:val="20"/>
        </w:rPr>
        <w:t xml:space="preserve"> Nicolas ROCQUET</w:t>
      </w:r>
    </w:p>
    <w:p w14:paraId="7B7F616C" w14:textId="77777777" w:rsidR="00D54F73" w:rsidRPr="00D54F73" w:rsidRDefault="00D54F73" w:rsidP="00D54F73">
      <w:pPr>
        <w:jc w:val="center"/>
        <w:rPr>
          <w:rFonts w:ascii="Arial" w:hAnsi="Arial" w:cs="Arial"/>
          <w:bCs/>
          <w:sz w:val="20"/>
        </w:rPr>
      </w:pPr>
      <w:r w:rsidRPr="00D54F73">
        <w:rPr>
          <w:rFonts w:ascii="Arial" w:hAnsi="Arial" w:cs="Arial"/>
          <w:bCs/>
          <w:sz w:val="20"/>
        </w:rPr>
        <w:t>Chef de l’USID de Brest</w:t>
      </w:r>
    </w:p>
    <w:p w14:paraId="2C9B1705" w14:textId="4BAB96DF" w:rsidR="006220A6" w:rsidRDefault="006220A6" w:rsidP="00BD7E07">
      <w:pPr>
        <w:jc w:val="center"/>
        <w:rPr>
          <w:rFonts w:ascii="Arial" w:hAnsi="Arial" w:cs="Arial"/>
          <w:sz w:val="20"/>
        </w:rPr>
      </w:pPr>
    </w:p>
    <w:sectPr w:rsidR="006220A6" w:rsidSect="007B5DC5">
      <w:footerReference w:type="default" r:id="rId16"/>
      <w:pgSz w:w="11906" w:h="16838"/>
      <w:pgMar w:top="284" w:right="991" w:bottom="851" w:left="1134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6FE36A" w14:textId="77777777" w:rsidR="007B7B7F" w:rsidRDefault="007B7B7F">
      <w:r>
        <w:separator/>
      </w:r>
    </w:p>
  </w:endnote>
  <w:endnote w:type="continuationSeparator" w:id="0">
    <w:p w14:paraId="0E7A85B3" w14:textId="77777777" w:rsidR="007B7B7F" w:rsidRDefault="007B7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D5D60" w14:textId="6A705737" w:rsidR="00B91151" w:rsidRPr="00BD41C6" w:rsidRDefault="00B91151">
    <w:pPr>
      <w:pStyle w:val="Pieddepage"/>
      <w:jc w:val="right"/>
      <w:rPr>
        <w:sz w:val="22"/>
      </w:rPr>
    </w:pPr>
    <w:r w:rsidRPr="00BD41C6">
      <w:rPr>
        <w:sz w:val="22"/>
      </w:rPr>
      <w:fldChar w:fldCharType="begin"/>
    </w:r>
    <w:r w:rsidRPr="00BD41C6">
      <w:rPr>
        <w:sz w:val="22"/>
      </w:rPr>
      <w:instrText>PAGE   \* MERGEFORMAT</w:instrText>
    </w:r>
    <w:r w:rsidRPr="00BD41C6">
      <w:rPr>
        <w:sz w:val="22"/>
      </w:rPr>
      <w:fldChar w:fldCharType="separate"/>
    </w:r>
    <w:r w:rsidR="00D17397">
      <w:rPr>
        <w:noProof/>
        <w:sz w:val="22"/>
      </w:rPr>
      <w:t>6</w:t>
    </w:r>
    <w:r w:rsidRPr="00BD41C6">
      <w:rPr>
        <w:sz w:val="22"/>
      </w:rPr>
      <w:fldChar w:fldCharType="end"/>
    </w:r>
    <w:r w:rsidRPr="00BD41C6">
      <w:rPr>
        <w:sz w:val="22"/>
      </w:rPr>
      <w:t>/</w:t>
    </w:r>
    <w:r w:rsidRPr="00BD41C6">
      <w:rPr>
        <w:sz w:val="22"/>
      </w:rPr>
      <w:fldChar w:fldCharType="begin"/>
    </w:r>
    <w:r w:rsidRPr="00BD41C6">
      <w:rPr>
        <w:sz w:val="22"/>
      </w:rPr>
      <w:instrText xml:space="preserve"> NUMPAGES  \* Arabic  \* MERGEFORMAT </w:instrText>
    </w:r>
    <w:r w:rsidRPr="00BD41C6">
      <w:rPr>
        <w:sz w:val="22"/>
      </w:rPr>
      <w:fldChar w:fldCharType="separate"/>
    </w:r>
    <w:r w:rsidR="00D17397">
      <w:rPr>
        <w:noProof/>
        <w:sz w:val="22"/>
      </w:rPr>
      <w:t>6</w:t>
    </w:r>
    <w:r w:rsidRPr="00BD41C6">
      <w:rPr>
        <w:noProof/>
        <w:sz w:val="22"/>
      </w:rPr>
      <w:fldChar w:fldCharType="end"/>
    </w:r>
  </w:p>
  <w:p w14:paraId="77940DCE" w14:textId="53A26AB9" w:rsidR="00B91151" w:rsidRPr="00BD41C6" w:rsidRDefault="00B91151">
    <w:pPr>
      <w:pStyle w:val="Pieddepage"/>
      <w:rPr>
        <w:sz w:val="16"/>
      </w:rPr>
    </w:pPr>
    <w:r>
      <w:rPr>
        <w:sz w:val="16"/>
      </w:rPr>
      <w:t xml:space="preserve">AE - </w:t>
    </w:r>
    <w:r w:rsidR="00D54F73">
      <w:rPr>
        <w:sz w:val="16"/>
      </w:rPr>
      <w:t>8714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FA239C" w14:textId="77777777" w:rsidR="007B7B7F" w:rsidRDefault="007B7B7F">
      <w:r>
        <w:separator/>
      </w:r>
    </w:p>
  </w:footnote>
  <w:footnote w:type="continuationSeparator" w:id="0">
    <w:p w14:paraId="3AEE999C" w14:textId="77777777" w:rsidR="007B7B7F" w:rsidRDefault="007B7B7F">
      <w:r>
        <w:continuationSeparator/>
      </w:r>
    </w:p>
  </w:footnote>
  <w:footnote w:id="1">
    <w:p w14:paraId="1C7F5D27" w14:textId="77777777" w:rsidR="005E40D6" w:rsidRDefault="005E40D6" w:rsidP="005E40D6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Conformément à l’article R2191-3 du CCP, l’avance est accordée au titulaire d’un marché lorsque le montant initial du marché est supérieur à 50 000 euros hors taxes et dans la mesure où le délai d'exécution est supérieur à deux mois.</w:t>
      </w:r>
    </w:p>
    <w:p w14:paraId="5D25559E" w14:textId="77777777" w:rsidR="005E40D6" w:rsidRDefault="005E40D6" w:rsidP="005E40D6">
      <w:pPr>
        <w:pStyle w:val="Notedebasdepage"/>
        <w:jc w:val="both"/>
      </w:pPr>
      <w:r>
        <w:t>Toute avance octroyée doit être remboursée (articles R2191-11 à R2191-12 du CCP).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Titre10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10D03E09"/>
    <w:multiLevelType w:val="multilevel"/>
    <w:tmpl w:val="6A3E5AE8"/>
    <w:lvl w:ilvl="0">
      <w:start w:val="1"/>
      <w:numFmt w:val="decimal"/>
      <w:pStyle w:val="TITRE1"/>
      <w:lvlText w:val="Article %1."/>
      <w:lvlJc w:val="left"/>
      <w:pPr>
        <w:ind w:left="2771" w:hanging="360"/>
      </w:pPr>
      <w:rPr>
        <w:rFonts w:ascii="Arial Gras" w:hAnsi="Arial Gras" w:hint="default"/>
        <w:caps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F0E1441"/>
    <w:multiLevelType w:val="hybridMultilevel"/>
    <w:tmpl w:val="61046BBE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2E3632"/>
    <w:multiLevelType w:val="multilevel"/>
    <w:tmpl w:val="AC826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A1C0740"/>
    <w:multiLevelType w:val="hybridMultilevel"/>
    <w:tmpl w:val="CBDC4262"/>
    <w:lvl w:ilvl="0" w:tplc="54280D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20C6B0F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65481"/>
    <w:multiLevelType w:val="hybridMultilevel"/>
    <w:tmpl w:val="45AEACB6"/>
    <w:lvl w:ilvl="0" w:tplc="040C0001">
      <w:start w:val="1"/>
      <w:numFmt w:val="bullet"/>
      <w:lvlText w:val=""/>
      <w:lvlJc w:val="left"/>
      <w:pPr>
        <w:ind w:left="70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7" w15:restartNumberingAfterBreak="0">
    <w:nsid w:val="72C376C5"/>
    <w:multiLevelType w:val="hybridMultilevel"/>
    <w:tmpl w:val="C5E2E3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2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  <w:num w:numId="8">
    <w:abstractNumId w:val="3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 w:numId="33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attachedTemplate r:id="rId1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D2B"/>
    <w:rsid w:val="00002E46"/>
    <w:rsid w:val="00005F52"/>
    <w:rsid w:val="00006FED"/>
    <w:rsid w:val="00007B0F"/>
    <w:rsid w:val="00010FC1"/>
    <w:rsid w:val="00013E78"/>
    <w:rsid w:val="00014167"/>
    <w:rsid w:val="00015496"/>
    <w:rsid w:val="000155F4"/>
    <w:rsid w:val="00015EC3"/>
    <w:rsid w:val="000166A3"/>
    <w:rsid w:val="00024B69"/>
    <w:rsid w:val="00024D2F"/>
    <w:rsid w:val="00025EE8"/>
    <w:rsid w:val="000338CF"/>
    <w:rsid w:val="00034ACE"/>
    <w:rsid w:val="00046F4D"/>
    <w:rsid w:val="00053911"/>
    <w:rsid w:val="00054B1E"/>
    <w:rsid w:val="00054C0E"/>
    <w:rsid w:val="00060340"/>
    <w:rsid w:val="00062A2A"/>
    <w:rsid w:val="00065F56"/>
    <w:rsid w:val="000718A9"/>
    <w:rsid w:val="0007263D"/>
    <w:rsid w:val="00082670"/>
    <w:rsid w:val="00087384"/>
    <w:rsid w:val="00091052"/>
    <w:rsid w:val="000937E5"/>
    <w:rsid w:val="00094D2B"/>
    <w:rsid w:val="000A23A2"/>
    <w:rsid w:val="000A2BFF"/>
    <w:rsid w:val="000A4E43"/>
    <w:rsid w:val="000A50C7"/>
    <w:rsid w:val="000A5167"/>
    <w:rsid w:val="000A6A3F"/>
    <w:rsid w:val="000B1E08"/>
    <w:rsid w:val="000B29AD"/>
    <w:rsid w:val="000B4CA3"/>
    <w:rsid w:val="000B4F07"/>
    <w:rsid w:val="000B5E2A"/>
    <w:rsid w:val="000C09C2"/>
    <w:rsid w:val="000C0E12"/>
    <w:rsid w:val="000D64EA"/>
    <w:rsid w:val="000D7743"/>
    <w:rsid w:val="000E6F4B"/>
    <w:rsid w:val="000E7D3D"/>
    <w:rsid w:val="000F7F95"/>
    <w:rsid w:val="000F7FA0"/>
    <w:rsid w:val="00103774"/>
    <w:rsid w:val="00111637"/>
    <w:rsid w:val="00111D78"/>
    <w:rsid w:val="001140F1"/>
    <w:rsid w:val="001147BB"/>
    <w:rsid w:val="00120B4C"/>
    <w:rsid w:val="00122E39"/>
    <w:rsid w:val="001239ED"/>
    <w:rsid w:val="00127D81"/>
    <w:rsid w:val="00130F31"/>
    <w:rsid w:val="00132F76"/>
    <w:rsid w:val="001345A5"/>
    <w:rsid w:val="001345ED"/>
    <w:rsid w:val="00134928"/>
    <w:rsid w:val="001407F9"/>
    <w:rsid w:val="00141D90"/>
    <w:rsid w:val="00143082"/>
    <w:rsid w:val="001453D7"/>
    <w:rsid w:val="001550EB"/>
    <w:rsid w:val="00164E38"/>
    <w:rsid w:val="00171885"/>
    <w:rsid w:val="00187118"/>
    <w:rsid w:val="00190289"/>
    <w:rsid w:val="001935A5"/>
    <w:rsid w:val="001956CA"/>
    <w:rsid w:val="001C0426"/>
    <w:rsid w:val="001D1E5A"/>
    <w:rsid w:val="001D7C9A"/>
    <w:rsid w:val="001E6F37"/>
    <w:rsid w:val="001F0553"/>
    <w:rsid w:val="001F4989"/>
    <w:rsid w:val="00203B40"/>
    <w:rsid w:val="002175FF"/>
    <w:rsid w:val="0022648E"/>
    <w:rsid w:val="00227F04"/>
    <w:rsid w:val="00234085"/>
    <w:rsid w:val="00234A82"/>
    <w:rsid w:val="00240572"/>
    <w:rsid w:val="00241AC9"/>
    <w:rsid w:val="00243BDD"/>
    <w:rsid w:val="002471DA"/>
    <w:rsid w:val="00247C6F"/>
    <w:rsid w:val="002524DF"/>
    <w:rsid w:val="002544A6"/>
    <w:rsid w:val="00266819"/>
    <w:rsid w:val="002677CC"/>
    <w:rsid w:val="00271588"/>
    <w:rsid w:val="00271598"/>
    <w:rsid w:val="002718D6"/>
    <w:rsid w:val="00271D7A"/>
    <w:rsid w:val="00272B52"/>
    <w:rsid w:val="00274780"/>
    <w:rsid w:val="00275253"/>
    <w:rsid w:val="00285985"/>
    <w:rsid w:val="00286AB9"/>
    <w:rsid w:val="0028705E"/>
    <w:rsid w:val="002900A4"/>
    <w:rsid w:val="002926B8"/>
    <w:rsid w:val="00293E5C"/>
    <w:rsid w:val="00295DC0"/>
    <w:rsid w:val="002970B5"/>
    <w:rsid w:val="002A25EB"/>
    <w:rsid w:val="002A2D77"/>
    <w:rsid w:val="002A3610"/>
    <w:rsid w:val="002A3999"/>
    <w:rsid w:val="002B0374"/>
    <w:rsid w:val="002B04C3"/>
    <w:rsid w:val="002B0DF4"/>
    <w:rsid w:val="002B24A3"/>
    <w:rsid w:val="002B2733"/>
    <w:rsid w:val="002B3C57"/>
    <w:rsid w:val="002C1147"/>
    <w:rsid w:val="002C54AE"/>
    <w:rsid w:val="002C5ABE"/>
    <w:rsid w:val="002D18C4"/>
    <w:rsid w:val="002D4F5D"/>
    <w:rsid w:val="002D6437"/>
    <w:rsid w:val="002D678F"/>
    <w:rsid w:val="002F43E6"/>
    <w:rsid w:val="002F6D21"/>
    <w:rsid w:val="00311326"/>
    <w:rsid w:val="00320013"/>
    <w:rsid w:val="003205B3"/>
    <w:rsid w:val="00322C78"/>
    <w:rsid w:val="003232B3"/>
    <w:rsid w:val="003232F2"/>
    <w:rsid w:val="003265C9"/>
    <w:rsid w:val="003267F1"/>
    <w:rsid w:val="00332485"/>
    <w:rsid w:val="00332778"/>
    <w:rsid w:val="00335BD7"/>
    <w:rsid w:val="00343B7D"/>
    <w:rsid w:val="0034763E"/>
    <w:rsid w:val="003547BE"/>
    <w:rsid w:val="00354815"/>
    <w:rsid w:val="00355926"/>
    <w:rsid w:val="003565A1"/>
    <w:rsid w:val="003605BD"/>
    <w:rsid w:val="00361977"/>
    <w:rsid w:val="00361CE1"/>
    <w:rsid w:val="00365696"/>
    <w:rsid w:val="00382497"/>
    <w:rsid w:val="0038561E"/>
    <w:rsid w:val="00385B7F"/>
    <w:rsid w:val="00386F3C"/>
    <w:rsid w:val="003870EC"/>
    <w:rsid w:val="00391060"/>
    <w:rsid w:val="003915C0"/>
    <w:rsid w:val="0039386C"/>
    <w:rsid w:val="00397F8C"/>
    <w:rsid w:val="003A11A7"/>
    <w:rsid w:val="003A4588"/>
    <w:rsid w:val="003B48E7"/>
    <w:rsid w:val="003C0C77"/>
    <w:rsid w:val="003C2DDF"/>
    <w:rsid w:val="003D09DB"/>
    <w:rsid w:val="003D3613"/>
    <w:rsid w:val="003E4D60"/>
    <w:rsid w:val="003E5B20"/>
    <w:rsid w:val="003F6124"/>
    <w:rsid w:val="003F6D37"/>
    <w:rsid w:val="00400E77"/>
    <w:rsid w:val="004053D2"/>
    <w:rsid w:val="00411AB7"/>
    <w:rsid w:val="00412F83"/>
    <w:rsid w:val="00413645"/>
    <w:rsid w:val="004143DE"/>
    <w:rsid w:val="00414A89"/>
    <w:rsid w:val="00425733"/>
    <w:rsid w:val="00426AF3"/>
    <w:rsid w:val="00431714"/>
    <w:rsid w:val="00431FFC"/>
    <w:rsid w:val="00434BBA"/>
    <w:rsid w:val="00441DE3"/>
    <w:rsid w:val="00453635"/>
    <w:rsid w:val="004604D3"/>
    <w:rsid w:val="00460952"/>
    <w:rsid w:val="004628B5"/>
    <w:rsid w:val="00467897"/>
    <w:rsid w:val="004720EB"/>
    <w:rsid w:val="00472ACB"/>
    <w:rsid w:val="00474423"/>
    <w:rsid w:val="00477190"/>
    <w:rsid w:val="00481B5B"/>
    <w:rsid w:val="00486630"/>
    <w:rsid w:val="00490E98"/>
    <w:rsid w:val="004918C9"/>
    <w:rsid w:val="00491FF5"/>
    <w:rsid w:val="00492E84"/>
    <w:rsid w:val="004A23A0"/>
    <w:rsid w:val="004A47BB"/>
    <w:rsid w:val="004B22AC"/>
    <w:rsid w:val="004B587E"/>
    <w:rsid w:val="004C5A87"/>
    <w:rsid w:val="004C6DCC"/>
    <w:rsid w:val="004D6224"/>
    <w:rsid w:val="004D6CCD"/>
    <w:rsid w:val="004D6FC7"/>
    <w:rsid w:val="004D7470"/>
    <w:rsid w:val="004D76CE"/>
    <w:rsid w:val="004E1D91"/>
    <w:rsid w:val="004E20FF"/>
    <w:rsid w:val="004E70DA"/>
    <w:rsid w:val="004F21E9"/>
    <w:rsid w:val="004F32E3"/>
    <w:rsid w:val="004F7BE2"/>
    <w:rsid w:val="005027DA"/>
    <w:rsid w:val="00502AD3"/>
    <w:rsid w:val="0051258D"/>
    <w:rsid w:val="0052098D"/>
    <w:rsid w:val="00523F97"/>
    <w:rsid w:val="00525C1D"/>
    <w:rsid w:val="00533AC1"/>
    <w:rsid w:val="00533CA4"/>
    <w:rsid w:val="005366F5"/>
    <w:rsid w:val="00537CDE"/>
    <w:rsid w:val="0054344B"/>
    <w:rsid w:val="00543CBB"/>
    <w:rsid w:val="00545E13"/>
    <w:rsid w:val="005510A8"/>
    <w:rsid w:val="005541C0"/>
    <w:rsid w:val="00555EC1"/>
    <w:rsid w:val="00570681"/>
    <w:rsid w:val="00572A24"/>
    <w:rsid w:val="00583C1D"/>
    <w:rsid w:val="00585F13"/>
    <w:rsid w:val="00587496"/>
    <w:rsid w:val="0059025D"/>
    <w:rsid w:val="005957E9"/>
    <w:rsid w:val="005A3EE8"/>
    <w:rsid w:val="005A5910"/>
    <w:rsid w:val="005B19A2"/>
    <w:rsid w:val="005B3B97"/>
    <w:rsid w:val="005C1170"/>
    <w:rsid w:val="005C2008"/>
    <w:rsid w:val="005C4047"/>
    <w:rsid w:val="005C7AA7"/>
    <w:rsid w:val="005D0B2F"/>
    <w:rsid w:val="005D5107"/>
    <w:rsid w:val="005E3F67"/>
    <w:rsid w:val="005E40D6"/>
    <w:rsid w:val="005E7FFE"/>
    <w:rsid w:val="00600AAE"/>
    <w:rsid w:val="006126D7"/>
    <w:rsid w:val="00612E27"/>
    <w:rsid w:val="0061479A"/>
    <w:rsid w:val="00615D07"/>
    <w:rsid w:val="00621BEB"/>
    <w:rsid w:val="006220A6"/>
    <w:rsid w:val="00623769"/>
    <w:rsid w:val="00624F6E"/>
    <w:rsid w:val="00626121"/>
    <w:rsid w:val="00637365"/>
    <w:rsid w:val="00637DB1"/>
    <w:rsid w:val="00650172"/>
    <w:rsid w:val="00651384"/>
    <w:rsid w:val="006528FE"/>
    <w:rsid w:val="006550F5"/>
    <w:rsid w:val="00665267"/>
    <w:rsid w:val="006664CB"/>
    <w:rsid w:val="0066768C"/>
    <w:rsid w:val="00673E94"/>
    <w:rsid w:val="00682149"/>
    <w:rsid w:val="00684EDF"/>
    <w:rsid w:val="00694818"/>
    <w:rsid w:val="00695A0C"/>
    <w:rsid w:val="00696496"/>
    <w:rsid w:val="006A52B0"/>
    <w:rsid w:val="006B6A46"/>
    <w:rsid w:val="006C4B59"/>
    <w:rsid w:val="006D793F"/>
    <w:rsid w:val="006E0BC0"/>
    <w:rsid w:val="006E3820"/>
    <w:rsid w:val="006E5EC8"/>
    <w:rsid w:val="0070001C"/>
    <w:rsid w:val="00700951"/>
    <w:rsid w:val="007015AD"/>
    <w:rsid w:val="007040C3"/>
    <w:rsid w:val="00704C1A"/>
    <w:rsid w:val="0071456E"/>
    <w:rsid w:val="007149FA"/>
    <w:rsid w:val="00714A26"/>
    <w:rsid w:val="00715325"/>
    <w:rsid w:val="0071551C"/>
    <w:rsid w:val="007156C1"/>
    <w:rsid w:val="00715E10"/>
    <w:rsid w:val="00723ECB"/>
    <w:rsid w:val="007240FA"/>
    <w:rsid w:val="007254DA"/>
    <w:rsid w:val="007268D4"/>
    <w:rsid w:val="00732B06"/>
    <w:rsid w:val="00735917"/>
    <w:rsid w:val="007504E0"/>
    <w:rsid w:val="00751197"/>
    <w:rsid w:val="0076011D"/>
    <w:rsid w:val="007603FA"/>
    <w:rsid w:val="0076667C"/>
    <w:rsid w:val="00771170"/>
    <w:rsid w:val="00773604"/>
    <w:rsid w:val="00773E10"/>
    <w:rsid w:val="00791F57"/>
    <w:rsid w:val="00792B2A"/>
    <w:rsid w:val="00792E3B"/>
    <w:rsid w:val="00797E92"/>
    <w:rsid w:val="007A749E"/>
    <w:rsid w:val="007B41FA"/>
    <w:rsid w:val="007B5DC5"/>
    <w:rsid w:val="007B7B7F"/>
    <w:rsid w:val="007C3021"/>
    <w:rsid w:val="007C581F"/>
    <w:rsid w:val="007C620A"/>
    <w:rsid w:val="007D518B"/>
    <w:rsid w:val="007E1CB6"/>
    <w:rsid w:val="007E5B68"/>
    <w:rsid w:val="007F011A"/>
    <w:rsid w:val="00802CD1"/>
    <w:rsid w:val="00805D94"/>
    <w:rsid w:val="00806233"/>
    <w:rsid w:val="00806235"/>
    <w:rsid w:val="008062B4"/>
    <w:rsid w:val="008164C7"/>
    <w:rsid w:val="00822E86"/>
    <w:rsid w:val="0082316F"/>
    <w:rsid w:val="00825868"/>
    <w:rsid w:val="00825C65"/>
    <w:rsid w:val="0082689F"/>
    <w:rsid w:val="00835467"/>
    <w:rsid w:val="0083605F"/>
    <w:rsid w:val="0083661A"/>
    <w:rsid w:val="0084023C"/>
    <w:rsid w:val="00846EAE"/>
    <w:rsid w:val="008544F4"/>
    <w:rsid w:val="008556D8"/>
    <w:rsid w:val="00860F2E"/>
    <w:rsid w:val="0087262D"/>
    <w:rsid w:val="0087617E"/>
    <w:rsid w:val="00877314"/>
    <w:rsid w:val="00884105"/>
    <w:rsid w:val="00885360"/>
    <w:rsid w:val="00885B25"/>
    <w:rsid w:val="00885E9B"/>
    <w:rsid w:val="0089185B"/>
    <w:rsid w:val="00891CD3"/>
    <w:rsid w:val="00892F90"/>
    <w:rsid w:val="0089492B"/>
    <w:rsid w:val="008A031C"/>
    <w:rsid w:val="008A376F"/>
    <w:rsid w:val="008A6521"/>
    <w:rsid w:val="008B01D0"/>
    <w:rsid w:val="008B0D20"/>
    <w:rsid w:val="008B12C0"/>
    <w:rsid w:val="008B1334"/>
    <w:rsid w:val="008B191C"/>
    <w:rsid w:val="008B5024"/>
    <w:rsid w:val="008C0122"/>
    <w:rsid w:val="008C6AD8"/>
    <w:rsid w:val="008D3673"/>
    <w:rsid w:val="008E3BAD"/>
    <w:rsid w:val="008E5224"/>
    <w:rsid w:val="008F1305"/>
    <w:rsid w:val="008F1DEC"/>
    <w:rsid w:val="008F270F"/>
    <w:rsid w:val="008F4004"/>
    <w:rsid w:val="008F60F4"/>
    <w:rsid w:val="008F78EF"/>
    <w:rsid w:val="0090185F"/>
    <w:rsid w:val="00902B54"/>
    <w:rsid w:val="009147AB"/>
    <w:rsid w:val="00914F26"/>
    <w:rsid w:val="00917FEA"/>
    <w:rsid w:val="00924357"/>
    <w:rsid w:val="0093012B"/>
    <w:rsid w:val="0093115A"/>
    <w:rsid w:val="00932241"/>
    <w:rsid w:val="00936068"/>
    <w:rsid w:val="009366B6"/>
    <w:rsid w:val="00940016"/>
    <w:rsid w:val="00941AE8"/>
    <w:rsid w:val="00945D5C"/>
    <w:rsid w:val="0095798E"/>
    <w:rsid w:val="00957D97"/>
    <w:rsid w:val="00961325"/>
    <w:rsid w:val="0096532A"/>
    <w:rsid w:val="00973FD7"/>
    <w:rsid w:val="0098067C"/>
    <w:rsid w:val="00985FC3"/>
    <w:rsid w:val="00991379"/>
    <w:rsid w:val="009A284D"/>
    <w:rsid w:val="009A55B7"/>
    <w:rsid w:val="009A7D63"/>
    <w:rsid w:val="009B1383"/>
    <w:rsid w:val="009B1DE2"/>
    <w:rsid w:val="009B2260"/>
    <w:rsid w:val="009B2F53"/>
    <w:rsid w:val="009B3C58"/>
    <w:rsid w:val="009C0B4B"/>
    <w:rsid w:val="009C63BE"/>
    <w:rsid w:val="009D21F1"/>
    <w:rsid w:val="009D2E1A"/>
    <w:rsid w:val="009D3EB0"/>
    <w:rsid w:val="009D3ECA"/>
    <w:rsid w:val="009D4141"/>
    <w:rsid w:val="009D5661"/>
    <w:rsid w:val="009D725A"/>
    <w:rsid w:val="009E1E74"/>
    <w:rsid w:val="009E3C34"/>
    <w:rsid w:val="009E5345"/>
    <w:rsid w:val="009E7CE6"/>
    <w:rsid w:val="009F2801"/>
    <w:rsid w:val="009F41B7"/>
    <w:rsid w:val="00A01709"/>
    <w:rsid w:val="00A03705"/>
    <w:rsid w:val="00A06877"/>
    <w:rsid w:val="00A12893"/>
    <w:rsid w:val="00A140AB"/>
    <w:rsid w:val="00A15D78"/>
    <w:rsid w:val="00A21DE8"/>
    <w:rsid w:val="00A237EF"/>
    <w:rsid w:val="00A24B31"/>
    <w:rsid w:val="00A30B14"/>
    <w:rsid w:val="00A31917"/>
    <w:rsid w:val="00A33FF8"/>
    <w:rsid w:val="00A357FE"/>
    <w:rsid w:val="00A36412"/>
    <w:rsid w:val="00A3685D"/>
    <w:rsid w:val="00A37BC2"/>
    <w:rsid w:val="00A37D43"/>
    <w:rsid w:val="00A42AFB"/>
    <w:rsid w:val="00A42F2E"/>
    <w:rsid w:val="00A431D5"/>
    <w:rsid w:val="00A453F3"/>
    <w:rsid w:val="00A46ACD"/>
    <w:rsid w:val="00A558C0"/>
    <w:rsid w:val="00A61851"/>
    <w:rsid w:val="00A648FC"/>
    <w:rsid w:val="00A6780C"/>
    <w:rsid w:val="00A67B39"/>
    <w:rsid w:val="00A71E25"/>
    <w:rsid w:val="00A73B96"/>
    <w:rsid w:val="00A76D5A"/>
    <w:rsid w:val="00A7798B"/>
    <w:rsid w:val="00A8038C"/>
    <w:rsid w:val="00A80DAC"/>
    <w:rsid w:val="00A828E5"/>
    <w:rsid w:val="00A830C3"/>
    <w:rsid w:val="00A924A8"/>
    <w:rsid w:val="00A93C6C"/>
    <w:rsid w:val="00AA76C8"/>
    <w:rsid w:val="00AB1851"/>
    <w:rsid w:val="00AB3176"/>
    <w:rsid w:val="00AB6EF8"/>
    <w:rsid w:val="00AC1DA2"/>
    <w:rsid w:val="00AC2C1E"/>
    <w:rsid w:val="00AC31AA"/>
    <w:rsid w:val="00AC45D2"/>
    <w:rsid w:val="00AC4C8A"/>
    <w:rsid w:val="00AD36F8"/>
    <w:rsid w:val="00AD6CCD"/>
    <w:rsid w:val="00AE124D"/>
    <w:rsid w:val="00AE3222"/>
    <w:rsid w:val="00AE3A42"/>
    <w:rsid w:val="00AE52E3"/>
    <w:rsid w:val="00AF3063"/>
    <w:rsid w:val="00AF31A8"/>
    <w:rsid w:val="00AF6150"/>
    <w:rsid w:val="00B01345"/>
    <w:rsid w:val="00B03469"/>
    <w:rsid w:val="00B03C8A"/>
    <w:rsid w:val="00B125C8"/>
    <w:rsid w:val="00B1260B"/>
    <w:rsid w:val="00B1562C"/>
    <w:rsid w:val="00B24460"/>
    <w:rsid w:val="00B37CBC"/>
    <w:rsid w:val="00B5694D"/>
    <w:rsid w:val="00B57B3B"/>
    <w:rsid w:val="00B62398"/>
    <w:rsid w:val="00B70701"/>
    <w:rsid w:val="00B71BF3"/>
    <w:rsid w:val="00B74A4E"/>
    <w:rsid w:val="00B7651F"/>
    <w:rsid w:val="00B82C6C"/>
    <w:rsid w:val="00B84E43"/>
    <w:rsid w:val="00B8601D"/>
    <w:rsid w:val="00B8752E"/>
    <w:rsid w:val="00B90DBD"/>
    <w:rsid w:val="00B91151"/>
    <w:rsid w:val="00B9117B"/>
    <w:rsid w:val="00B92DB4"/>
    <w:rsid w:val="00B932BC"/>
    <w:rsid w:val="00B9367D"/>
    <w:rsid w:val="00B96303"/>
    <w:rsid w:val="00B97E36"/>
    <w:rsid w:val="00BA7664"/>
    <w:rsid w:val="00BB19A5"/>
    <w:rsid w:val="00BB3164"/>
    <w:rsid w:val="00BB7E95"/>
    <w:rsid w:val="00BC56E5"/>
    <w:rsid w:val="00BD0DC0"/>
    <w:rsid w:val="00BD41C6"/>
    <w:rsid w:val="00BD476C"/>
    <w:rsid w:val="00BD7E07"/>
    <w:rsid w:val="00BE08C0"/>
    <w:rsid w:val="00BE3788"/>
    <w:rsid w:val="00BE4425"/>
    <w:rsid w:val="00C012CF"/>
    <w:rsid w:val="00C06597"/>
    <w:rsid w:val="00C06CCA"/>
    <w:rsid w:val="00C14B49"/>
    <w:rsid w:val="00C332A4"/>
    <w:rsid w:val="00C3561D"/>
    <w:rsid w:val="00C35BEB"/>
    <w:rsid w:val="00C35FAB"/>
    <w:rsid w:val="00C366A4"/>
    <w:rsid w:val="00C421C3"/>
    <w:rsid w:val="00C424E3"/>
    <w:rsid w:val="00C461DF"/>
    <w:rsid w:val="00C5754C"/>
    <w:rsid w:val="00C5770C"/>
    <w:rsid w:val="00C6142A"/>
    <w:rsid w:val="00C65B50"/>
    <w:rsid w:val="00C6638F"/>
    <w:rsid w:val="00C714A7"/>
    <w:rsid w:val="00C73145"/>
    <w:rsid w:val="00C76991"/>
    <w:rsid w:val="00C778E9"/>
    <w:rsid w:val="00C81E38"/>
    <w:rsid w:val="00C85647"/>
    <w:rsid w:val="00C86594"/>
    <w:rsid w:val="00C909B4"/>
    <w:rsid w:val="00C921BC"/>
    <w:rsid w:val="00C93A74"/>
    <w:rsid w:val="00C96AFE"/>
    <w:rsid w:val="00CA7942"/>
    <w:rsid w:val="00CB077B"/>
    <w:rsid w:val="00CC5F23"/>
    <w:rsid w:val="00CD049D"/>
    <w:rsid w:val="00CD6332"/>
    <w:rsid w:val="00CE025D"/>
    <w:rsid w:val="00CE148D"/>
    <w:rsid w:val="00CE1AAB"/>
    <w:rsid w:val="00CE3F59"/>
    <w:rsid w:val="00CF0892"/>
    <w:rsid w:val="00CF53D9"/>
    <w:rsid w:val="00D1057B"/>
    <w:rsid w:val="00D17397"/>
    <w:rsid w:val="00D221AF"/>
    <w:rsid w:val="00D258B3"/>
    <w:rsid w:val="00D27921"/>
    <w:rsid w:val="00D27F00"/>
    <w:rsid w:val="00D30071"/>
    <w:rsid w:val="00D30A38"/>
    <w:rsid w:val="00D369C4"/>
    <w:rsid w:val="00D448F6"/>
    <w:rsid w:val="00D46384"/>
    <w:rsid w:val="00D51DC0"/>
    <w:rsid w:val="00D5286F"/>
    <w:rsid w:val="00D53E87"/>
    <w:rsid w:val="00D54F73"/>
    <w:rsid w:val="00D55293"/>
    <w:rsid w:val="00D619AD"/>
    <w:rsid w:val="00D63CCB"/>
    <w:rsid w:val="00D65AB7"/>
    <w:rsid w:val="00D76B66"/>
    <w:rsid w:val="00D81218"/>
    <w:rsid w:val="00D8229D"/>
    <w:rsid w:val="00D82C77"/>
    <w:rsid w:val="00D8331E"/>
    <w:rsid w:val="00D850FE"/>
    <w:rsid w:val="00D85FD6"/>
    <w:rsid w:val="00D87314"/>
    <w:rsid w:val="00D917E2"/>
    <w:rsid w:val="00D94E9F"/>
    <w:rsid w:val="00D9633C"/>
    <w:rsid w:val="00D97044"/>
    <w:rsid w:val="00DA1D21"/>
    <w:rsid w:val="00DA2E50"/>
    <w:rsid w:val="00DA2F8B"/>
    <w:rsid w:val="00DA6314"/>
    <w:rsid w:val="00DB0670"/>
    <w:rsid w:val="00DB5D7E"/>
    <w:rsid w:val="00DC0989"/>
    <w:rsid w:val="00DC0B9A"/>
    <w:rsid w:val="00DC14EC"/>
    <w:rsid w:val="00DC3DED"/>
    <w:rsid w:val="00DC4256"/>
    <w:rsid w:val="00DC531C"/>
    <w:rsid w:val="00DC6ED0"/>
    <w:rsid w:val="00DC7279"/>
    <w:rsid w:val="00DD07F4"/>
    <w:rsid w:val="00DD2322"/>
    <w:rsid w:val="00DD7D8C"/>
    <w:rsid w:val="00DF16ED"/>
    <w:rsid w:val="00DF3AA4"/>
    <w:rsid w:val="00DF3F26"/>
    <w:rsid w:val="00DF4623"/>
    <w:rsid w:val="00DF78A1"/>
    <w:rsid w:val="00E03A9B"/>
    <w:rsid w:val="00E07049"/>
    <w:rsid w:val="00E11284"/>
    <w:rsid w:val="00E11CFB"/>
    <w:rsid w:val="00E1528D"/>
    <w:rsid w:val="00E17EB7"/>
    <w:rsid w:val="00E22473"/>
    <w:rsid w:val="00E24921"/>
    <w:rsid w:val="00E27487"/>
    <w:rsid w:val="00E3000D"/>
    <w:rsid w:val="00E4384D"/>
    <w:rsid w:val="00E461D5"/>
    <w:rsid w:val="00E47C7C"/>
    <w:rsid w:val="00E57128"/>
    <w:rsid w:val="00E611A6"/>
    <w:rsid w:val="00E61334"/>
    <w:rsid w:val="00E62525"/>
    <w:rsid w:val="00E62E47"/>
    <w:rsid w:val="00E642EF"/>
    <w:rsid w:val="00E66353"/>
    <w:rsid w:val="00E66FEA"/>
    <w:rsid w:val="00E76D43"/>
    <w:rsid w:val="00E816DA"/>
    <w:rsid w:val="00E90C71"/>
    <w:rsid w:val="00E93A7E"/>
    <w:rsid w:val="00E94FE0"/>
    <w:rsid w:val="00E96528"/>
    <w:rsid w:val="00EA01C9"/>
    <w:rsid w:val="00EA4A7F"/>
    <w:rsid w:val="00EB0DD3"/>
    <w:rsid w:val="00EB1FAA"/>
    <w:rsid w:val="00EB5196"/>
    <w:rsid w:val="00EB6BFA"/>
    <w:rsid w:val="00ED0795"/>
    <w:rsid w:val="00ED1A0D"/>
    <w:rsid w:val="00ED3041"/>
    <w:rsid w:val="00ED56B8"/>
    <w:rsid w:val="00ED65DA"/>
    <w:rsid w:val="00EE32EB"/>
    <w:rsid w:val="00EE46C9"/>
    <w:rsid w:val="00EE631D"/>
    <w:rsid w:val="00EF0146"/>
    <w:rsid w:val="00EF10A9"/>
    <w:rsid w:val="00EF4738"/>
    <w:rsid w:val="00EF50B4"/>
    <w:rsid w:val="00EF6C4E"/>
    <w:rsid w:val="00F20318"/>
    <w:rsid w:val="00F271EF"/>
    <w:rsid w:val="00F27D63"/>
    <w:rsid w:val="00F36ED6"/>
    <w:rsid w:val="00F4361D"/>
    <w:rsid w:val="00F454C9"/>
    <w:rsid w:val="00F45BD0"/>
    <w:rsid w:val="00F54A5A"/>
    <w:rsid w:val="00F54BBD"/>
    <w:rsid w:val="00F62D62"/>
    <w:rsid w:val="00F67C2B"/>
    <w:rsid w:val="00F727AC"/>
    <w:rsid w:val="00F74509"/>
    <w:rsid w:val="00F814FB"/>
    <w:rsid w:val="00F87097"/>
    <w:rsid w:val="00F872ED"/>
    <w:rsid w:val="00F90F53"/>
    <w:rsid w:val="00F91930"/>
    <w:rsid w:val="00F92025"/>
    <w:rsid w:val="00F93C95"/>
    <w:rsid w:val="00F94CBA"/>
    <w:rsid w:val="00F960B1"/>
    <w:rsid w:val="00FA18CA"/>
    <w:rsid w:val="00FA7323"/>
    <w:rsid w:val="00FC1225"/>
    <w:rsid w:val="00FC2A42"/>
    <w:rsid w:val="00FD43BC"/>
    <w:rsid w:val="00FD4D01"/>
    <w:rsid w:val="00FE1ADD"/>
    <w:rsid w:val="00FE4231"/>
    <w:rsid w:val="00FF096E"/>
    <w:rsid w:val="00FF760A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A1468A6"/>
  <w15:chartTrackingRefBased/>
  <w15:docId w15:val="{A42BD5BE-7A8C-47CA-8DC4-F439CA254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5DA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1">
    <w:name w:val="heading 1"/>
    <w:next w:val="Titre20"/>
    <w:link w:val="Titre1Car"/>
    <w:qFormat/>
    <w:rsid w:val="002A2D77"/>
    <w:pPr>
      <w:spacing w:before="240" w:after="240" w:line="360" w:lineRule="atLeast"/>
      <w:outlineLvl w:val="0"/>
    </w:pPr>
    <w:rPr>
      <w:rFonts w:ascii="Arial" w:eastAsia="Times New Roman" w:hAnsi="Arial" w:cs="Times New Roman"/>
      <w:b/>
      <w:caps/>
      <w:sz w:val="24"/>
      <w:szCs w:val="20"/>
      <w:lang w:eastAsia="fr-FR"/>
    </w:rPr>
  </w:style>
  <w:style w:type="paragraph" w:styleId="Titre20">
    <w:name w:val="heading 2"/>
    <w:basedOn w:val="Normal"/>
    <w:next w:val="Titre30"/>
    <w:link w:val="Titre2Car"/>
    <w:qFormat/>
    <w:rsid w:val="002A2D77"/>
    <w:pPr>
      <w:spacing w:before="120"/>
      <w:outlineLvl w:val="1"/>
    </w:pPr>
    <w:rPr>
      <w:rFonts w:ascii="Arial" w:hAnsi="Arial"/>
      <w:b/>
      <w:smallCaps/>
    </w:rPr>
  </w:style>
  <w:style w:type="paragraph" w:styleId="Titre30">
    <w:name w:val="heading 3"/>
    <w:basedOn w:val="Normal"/>
    <w:next w:val="Normal"/>
    <w:link w:val="Titre3Car"/>
    <w:uiPriority w:val="9"/>
    <w:unhideWhenUsed/>
    <w:qFormat/>
    <w:rsid w:val="00EF0146"/>
    <w:pPr>
      <w:keepNext/>
      <w:keepLines/>
      <w:spacing w:before="40"/>
      <w:outlineLvl w:val="2"/>
    </w:pPr>
    <w:rPr>
      <w:rFonts w:eastAsiaTheme="majorEastAsia" w:cstheme="majorBidi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117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centr">
    <w:name w:val="Block Text"/>
    <w:basedOn w:val="Normal"/>
    <w:rsid w:val="001239ED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ind w:left="426" w:right="141"/>
    </w:pPr>
  </w:style>
  <w:style w:type="table" w:styleId="Grilledutableau">
    <w:name w:val="Table Grid"/>
    <w:basedOn w:val="TableauNormal"/>
    <w:rsid w:val="001239ED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1239E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239ED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Titre1Car">
    <w:name w:val="Titre 1 Car"/>
    <w:basedOn w:val="Policepardfaut"/>
    <w:link w:val="Titre11"/>
    <w:rsid w:val="002A2D77"/>
    <w:rPr>
      <w:rFonts w:ascii="Arial" w:eastAsia="Times New Roman" w:hAnsi="Arial" w:cs="Times New Roman"/>
      <w:b/>
      <w:caps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0"/>
    <w:rsid w:val="002A2D77"/>
    <w:rPr>
      <w:rFonts w:ascii="Arial" w:eastAsia="Times New Roman" w:hAnsi="Arial" w:cs="Times New Roman"/>
      <w:b/>
      <w:smallCaps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2A2D77"/>
    <w:pPr>
      <w:ind w:left="720"/>
      <w:contextualSpacing/>
    </w:pPr>
  </w:style>
  <w:style w:type="character" w:customStyle="1" w:styleId="Titre3Car">
    <w:name w:val="Titre 3 Car"/>
    <w:basedOn w:val="Policepardfaut"/>
    <w:link w:val="Titre30"/>
    <w:uiPriority w:val="9"/>
    <w:rsid w:val="00EF0146"/>
    <w:rPr>
      <w:rFonts w:ascii="Times New Roman" w:eastAsiaTheme="majorEastAsia" w:hAnsi="Times New Roman" w:cstheme="majorBidi"/>
      <w:szCs w:val="24"/>
      <w:u w:val="single"/>
      <w:lang w:eastAsia="fr-FR"/>
    </w:rPr>
  </w:style>
  <w:style w:type="paragraph" w:customStyle="1" w:styleId="fcase1ertab">
    <w:name w:val="f_case_1ertab"/>
    <w:basedOn w:val="Normal"/>
    <w:rsid w:val="00B9117B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</w:rPr>
  </w:style>
  <w:style w:type="paragraph" w:customStyle="1" w:styleId="fcasegauche">
    <w:name w:val="f_case_gauche"/>
    <w:basedOn w:val="Normal"/>
    <w:rsid w:val="00B9117B"/>
    <w:pPr>
      <w:spacing w:after="60"/>
      <w:ind w:left="284" w:hanging="284"/>
      <w:jc w:val="both"/>
    </w:pPr>
    <w:rPr>
      <w:rFonts w:ascii="Univers" w:hAnsi="Univers" w:cs="Univers"/>
      <w:sz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B9117B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fr-FR"/>
    </w:rPr>
  </w:style>
  <w:style w:type="paragraph" w:styleId="Corpsdetexte">
    <w:name w:val="Body Text"/>
    <w:basedOn w:val="Normal"/>
    <w:link w:val="CorpsdetexteCar"/>
    <w:rsid w:val="00B9117B"/>
    <w:pPr>
      <w:tabs>
        <w:tab w:val="left" w:pos="2835"/>
      </w:tabs>
      <w:spacing w:after="120"/>
    </w:pPr>
    <w:rPr>
      <w:b/>
    </w:rPr>
  </w:style>
  <w:style w:type="character" w:customStyle="1" w:styleId="CorpsdetexteCar">
    <w:name w:val="Corps de texte Car"/>
    <w:basedOn w:val="Policepardfaut"/>
    <w:link w:val="Corpsdetexte"/>
    <w:rsid w:val="00B9117B"/>
    <w:rPr>
      <w:rFonts w:ascii="Times New Roman" w:eastAsia="Times New Roman" w:hAnsi="Times New Roman" w:cs="Times New Roman"/>
      <w:b/>
      <w:szCs w:val="20"/>
      <w:lang w:eastAsia="fr-FR"/>
    </w:rPr>
  </w:style>
  <w:style w:type="paragraph" w:customStyle="1" w:styleId="titremarge">
    <w:name w:val="titre marge"/>
    <w:basedOn w:val="Normal"/>
    <w:rsid w:val="00B9117B"/>
    <w:rPr>
      <w:rFonts w:ascii="Courier New" w:hAnsi="Courier New"/>
      <w:sz w:val="20"/>
    </w:rPr>
  </w:style>
  <w:style w:type="character" w:styleId="Lienhypertexte">
    <w:name w:val="Hyperlink"/>
    <w:rsid w:val="00B9117B"/>
    <w:rPr>
      <w:color w:val="0000FF"/>
      <w:u w:val="single"/>
    </w:rPr>
  </w:style>
  <w:style w:type="paragraph" w:customStyle="1" w:styleId="Texte">
    <w:name w:val="Texte"/>
    <w:basedOn w:val="Normal"/>
    <w:link w:val="TexteCar"/>
    <w:rsid w:val="00B9117B"/>
    <w:pPr>
      <w:ind w:firstLine="1134"/>
      <w:jc w:val="both"/>
    </w:pPr>
  </w:style>
  <w:style w:type="character" w:customStyle="1" w:styleId="TexteCar">
    <w:name w:val="Texte Car"/>
    <w:link w:val="Texte"/>
    <w:locked/>
    <w:rsid w:val="00B9117B"/>
    <w:rPr>
      <w:rFonts w:ascii="Times New Roman" w:eastAsia="Times New Roman" w:hAnsi="Times New Roman" w:cs="Times New Roman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765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7651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7651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765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7651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7651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651F"/>
    <w:rPr>
      <w:rFonts w:ascii="Segoe UI" w:eastAsia="Times New Roman" w:hAnsi="Segoe UI" w:cs="Segoe UI"/>
      <w:sz w:val="18"/>
      <w:szCs w:val="18"/>
      <w:lang w:eastAsia="fr-FR"/>
    </w:rPr>
  </w:style>
  <w:style w:type="paragraph" w:styleId="Retraitnormal">
    <w:name w:val="Normal Indent"/>
    <w:basedOn w:val="Normal"/>
    <w:uiPriority w:val="99"/>
    <w:semiHidden/>
    <w:rsid w:val="00EE46C9"/>
    <w:pPr>
      <w:spacing w:after="120"/>
      <w:ind w:left="851"/>
    </w:pPr>
    <w:rPr>
      <w:rFonts w:ascii="Arial" w:hAnsi="Arial"/>
      <w:noProof/>
      <w:sz w:val="20"/>
    </w:rPr>
  </w:style>
  <w:style w:type="paragraph" w:customStyle="1" w:styleId="texte1">
    <w:name w:val="texte 1"/>
    <w:rsid w:val="002D678F"/>
    <w:pPr>
      <w:suppressAutoHyphens/>
      <w:spacing w:after="0" w:line="240" w:lineRule="auto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Titre10">
    <w:name w:val="Titre 10"/>
    <w:basedOn w:val="Normal"/>
    <w:uiPriority w:val="99"/>
    <w:rsid w:val="002D678F"/>
    <w:pPr>
      <w:keepNext/>
      <w:numPr>
        <w:ilvl w:val="8"/>
        <w:numId w:val="1"/>
      </w:numPr>
      <w:tabs>
        <w:tab w:val="clear" w:pos="1584"/>
        <w:tab w:val="num" w:pos="1800"/>
      </w:tabs>
      <w:spacing w:before="240" w:after="120" w:line="276" w:lineRule="auto"/>
      <w:ind w:left="1800" w:hanging="1800"/>
    </w:pPr>
    <w:rPr>
      <w:rFonts w:ascii="Arial" w:eastAsia="Calibri" w:hAnsi="Arial" w:cs="Arial"/>
      <w:b/>
      <w:bCs/>
      <w:sz w:val="21"/>
      <w:szCs w:val="21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537CD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537CDE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621BEB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621BE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1">
    <w:name w:val="TITRE 1"/>
    <w:basedOn w:val="Normal"/>
    <w:link w:val="TITRE1Car0"/>
    <w:qFormat/>
    <w:rsid w:val="00361CE1"/>
    <w:pPr>
      <w:numPr>
        <w:numId w:val="4"/>
      </w:numPr>
      <w:pBdr>
        <w:top w:val="single" w:sz="18" w:space="1" w:color="DEEAF6" w:themeColor="accent1" w:themeTint="33"/>
        <w:left w:val="single" w:sz="18" w:space="4" w:color="DEEAF6" w:themeColor="accent1" w:themeTint="33"/>
        <w:bottom w:val="single" w:sz="18" w:space="1" w:color="DEEAF6" w:themeColor="accent1" w:themeTint="33"/>
        <w:right w:val="single" w:sz="18" w:space="4" w:color="DEEAF6" w:themeColor="accent1" w:themeTint="33"/>
      </w:pBdr>
      <w:shd w:val="clear" w:color="auto" w:fill="DEEAF6" w:themeFill="accent1" w:themeFillTint="33"/>
      <w:spacing w:before="240" w:after="240" w:line="276" w:lineRule="auto"/>
      <w:contextualSpacing/>
      <w:jc w:val="both"/>
      <w:outlineLvl w:val="0"/>
    </w:pPr>
    <w:rPr>
      <w:b/>
      <w:bCs/>
      <w:caps/>
      <w:sz w:val="18"/>
      <w:szCs w:val="22"/>
    </w:rPr>
  </w:style>
  <w:style w:type="character" w:customStyle="1" w:styleId="TITRE1Car0">
    <w:name w:val="TITRE 1 Car"/>
    <w:basedOn w:val="Policepardfaut"/>
    <w:link w:val="TITRE1"/>
    <w:rsid w:val="00361CE1"/>
    <w:rPr>
      <w:rFonts w:ascii="Times New Roman" w:eastAsia="Times New Roman" w:hAnsi="Times New Roman" w:cs="Times New Roman"/>
      <w:b/>
      <w:bCs/>
      <w:caps/>
      <w:sz w:val="18"/>
      <w:shd w:val="clear" w:color="auto" w:fill="DEEAF6" w:themeFill="accent1" w:themeFillTint="33"/>
      <w:lang w:eastAsia="fr-FR"/>
    </w:rPr>
  </w:style>
  <w:style w:type="paragraph" w:customStyle="1" w:styleId="TITRE2">
    <w:name w:val="TITRE 2"/>
    <w:basedOn w:val="Normal"/>
    <w:link w:val="TITRE2Car0"/>
    <w:qFormat/>
    <w:rsid w:val="0093115A"/>
    <w:pPr>
      <w:numPr>
        <w:ilvl w:val="1"/>
        <w:numId w:val="4"/>
      </w:numPr>
      <w:pBdr>
        <w:left w:val="single" w:sz="18" w:space="4" w:color="E7E6E6"/>
        <w:bottom w:val="single" w:sz="18" w:space="1" w:color="E7E6E6"/>
      </w:pBdr>
      <w:tabs>
        <w:tab w:val="left" w:pos="567"/>
      </w:tabs>
      <w:spacing w:before="240" w:after="240" w:line="276" w:lineRule="auto"/>
      <w:jc w:val="both"/>
      <w:outlineLvl w:val="1"/>
    </w:pPr>
    <w:rPr>
      <w:b/>
      <w:bCs/>
      <w:szCs w:val="22"/>
    </w:rPr>
  </w:style>
  <w:style w:type="paragraph" w:customStyle="1" w:styleId="TITRE3">
    <w:name w:val="TITRE3"/>
    <w:basedOn w:val="Titre20"/>
    <w:link w:val="TITRE3Car0"/>
    <w:qFormat/>
    <w:rsid w:val="0093115A"/>
    <w:pPr>
      <w:numPr>
        <w:ilvl w:val="2"/>
        <w:numId w:val="4"/>
      </w:numPr>
      <w:spacing w:before="60" w:after="60"/>
    </w:pPr>
    <w:rPr>
      <w:rFonts w:ascii="Times New Roman" w:hAnsi="Times New Roman"/>
      <w:bCs/>
      <w:smallCaps w:val="0"/>
    </w:rPr>
  </w:style>
  <w:style w:type="character" w:customStyle="1" w:styleId="TITRE2Car0">
    <w:name w:val="TITRE 2 Car"/>
    <w:basedOn w:val="Policepardfaut"/>
    <w:link w:val="TITRE2"/>
    <w:rsid w:val="0093115A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3Car0">
    <w:name w:val="TITRE3 Car"/>
    <w:basedOn w:val="Titre2Car"/>
    <w:link w:val="TITRE3"/>
    <w:rsid w:val="0093115A"/>
    <w:rPr>
      <w:rFonts w:ascii="Times New Roman" w:eastAsia="Times New Roman" w:hAnsi="Times New Roman" w:cs="Times New Roman"/>
      <w:b/>
      <w:bCs/>
      <w:smallCaps w:val="0"/>
      <w:szCs w:val="20"/>
      <w:lang w:eastAsia="fr-FR"/>
    </w:rPr>
  </w:style>
  <w:style w:type="paragraph" w:styleId="Rvision">
    <w:name w:val="Revision"/>
    <w:hidden/>
    <w:uiPriority w:val="99"/>
    <w:semiHidden/>
    <w:rsid w:val="00D8331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Contenudetableau">
    <w:name w:val="Contenu de tableau"/>
    <w:basedOn w:val="Normal"/>
    <w:uiPriority w:val="99"/>
    <w:rsid w:val="00B1562C"/>
    <w:pPr>
      <w:suppressLineNumbers/>
      <w:spacing w:after="200" w:line="276" w:lineRule="auto"/>
    </w:pPr>
    <w:rPr>
      <w:rFonts w:ascii="Calibri" w:hAnsi="Calibri"/>
      <w:szCs w:val="22"/>
    </w:rPr>
  </w:style>
  <w:style w:type="character" w:customStyle="1" w:styleId="WW8Num7z2">
    <w:name w:val="WW8Num7z2"/>
    <w:uiPriority w:val="99"/>
    <w:rsid w:val="004C5A87"/>
    <w:rPr>
      <w:rFonts w:ascii="Wingdings" w:hAnsi="Wingdings"/>
    </w:rPr>
  </w:style>
  <w:style w:type="paragraph" w:customStyle="1" w:styleId="Normalcalibri">
    <w:name w:val="Normal calibri"/>
    <w:basedOn w:val="Normal"/>
    <w:link w:val="NormalcalibriCar"/>
    <w:qFormat/>
    <w:rsid w:val="00806233"/>
    <w:pPr>
      <w:jc w:val="both"/>
    </w:pPr>
    <w:rPr>
      <w:rFonts w:ascii="Calibri" w:hAnsi="Calibri"/>
    </w:rPr>
  </w:style>
  <w:style w:type="character" w:customStyle="1" w:styleId="NormalcalibriCar">
    <w:name w:val="Normal calibri Car"/>
    <w:link w:val="Normalcalibri"/>
    <w:rsid w:val="00806233"/>
    <w:rPr>
      <w:rFonts w:ascii="Calibri" w:eastAsia="Times New Roman" w:hAnsi="Calibri" w:cs="Times New Roman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rsid w:val="00E96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ret">
    <w:name w:val="Tiret"/>
    <w:basedOn w:val="Normal"/>
    <w:rsid w:val="00BB7E95"/>
    <w:pPr>
      <w:spacing w:after="120"/>
      <w:ind w:left="284" w:hanging="284"/>
      <w:jc w:val="both"/>
    </w:pPr>
    <w:rPr>
      <w:rFonts w:ascii="Arial" w:hAnsi="Arial"/>
      <w:sz w:val="20"/>
    </w:rPr>
  </w:style>
  <w:style w:type="table" w:customStyle="1" w:styleId="TableGrid">
    <w:name w:val="TableGrid"/>
    <w:rsid w:val="00F27D63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4023C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4023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84023C"/>
    <w:rPr>
      <w:vertAlign w:val="superscript"/>
    </w:rPr>
  </w:style>
  <w:style w:type="paragraph" w:customStyle="1" w:styleId="texte0">
    <w:name w:val="texte"/>
    <w:basedOn w:val="Normal"/>
    <w:rsid w:val="000718A9"/>
    <w:pPr>
      <w:tabs>
        <w:tab w:val="left" w:pos="240"/>
      </w:tabs>
      <w:spacing w:before="300"/>
      <w:ind w:left="1474" w:right="340" w:firstLine="1701"/>
    </w:pPr>
    <w:rPr>
      <w:rFonts w:ascii="Times" w:hAnsi="Times"/>
      <w:sz w:val="24"/>
    </w:rPr>
  </w:style>
  <w:style w:type="character" w:customStyle="1" w:styleId="WW8Num2z0">
    <w:name w:val="WW8Num2z0"/>
    <w:uiPriority w:val="99"/>
    <w:rsid w:val="00272B52"/>
    <w:rPr>
      <w:color w:val="8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.dutertre3\AppData\Local\Microsoft\Windows\Temporary%20Internet%20Files\Content.Outlook\2KGBUPNP\AE-CCAP_TVX_Inf90k&#8364;h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Page xmlns="10a5c8b5-8712-448a-a3a9-dee401eb1bb9" xsi:nil="true"/>
    <Document_x0020_externe xmlns="83f7aba1-81e5-4e6c-b889-942d6aad9907">false</Document_x0020_externe>
    <o6b726a430a34f359a93713456d41e84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o6b726a430a34f359a93713456d41e84>
    <efee910296334a56a138efa0d9b0c59c xmlns="83f7aba1-81e5-4e6c-b889-942d6aad9907">
      <Terms xmlns="http://schemas.microsoft.com/office/infopath/2007/PartnerControls"/>
    </efee910296334a56a138efa0d9b0c59c>
    <Description_x0020_document xmlns="83f7aba1-81e5-4e6c-b889-942d6aad9907" xsi:nil="true"/>
    <Version_x0020_du_x0020_document xmlns="83f7aba1-81e5-4e6c-b889-942d6aad9907" xsi:nil="true"/>
    <Identifiant_x0020_externe xmlns="83f7aba1-81e5-4e6c-b889-942d6aad9907" xsi:nil="true"/>
    <i7c3fb070f34447c9d4199fbcf1d9913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générique</TermName>
          <TermId xmlns="http://schemas.microsoft.com/office/infopath/2007/PartnerControls">2cd61084-ec54-4663-9272-0ea6acd0750e</TermId>
        </TermInfo>
      </Terms>
    </i7c3fb070f34447c9d4199fbcf1d9913>
    <b7f8616e315e433f8013e0e773a0bc80 xmlns="83f7aba1-81e5-4e6c-b889-942d6aad9907">
      <Terms xmlns="http://schemas.microsoft.com/office/infopath/2007/PartnerControls"/>
    </b7f8616e315e433f8013e0e773a0bc80>
    <n0a5cb1f9cb249b393d5118907f5fba3 xmlns="83f7aba1-81e5-4e6c-b889-942d6aad9907">
      <Terms xmlns="http://schemas.microsoft.com/office/infopath/2007/PartnerControls"/>
    </n0a5cb1f9cb249b393d5118907f5fba3>
    <TaxCatchAll xmlns="83f7aba1-81e5-4e6c-b889-942d6aad9907">
      <Value>104</Value>
      <Value>130</Value>
    </TaxCatchAll>
    <Titre_Doc xmlns="83f7aba1-81e5-4e6c-b889-942d6aad9907">AE_TVX</Titre_Doc>
    <Item_x0020_projet_x0020_-_x0020_thème xmlns="83f7aba1-81e5-4e6c-b889-942d6aad990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8838A1305AEA454C8F860FD63FAFC414010069378D1CCC06954F9BAC403D84AF5469" ma:contentTypeVersion="30" ma:contentTypeDescription="" ma:contentTypeScope="" ma:versionID="7bdea917c5946df81ec20703a78c3a90">
  <xsd:schema xmlns:xsd="http://www.w3.org/2001/XMLSchema" xmlns:xs="http://www.w3.org/2001/XMLSchema" xmlns:p="http://schemas.microsoft.com/office/2006/metadata/properties" xmlns:ns2="83f7aba1-81e5-4e6c-b889-942d6aad9907" xmlns:ns3="http://schemas.microsoft.com/sharepoint/v4" xmlns:ns4="10a5c8b5-8712-448a-a3a9-dee401eb1bb9" targetNamespace="http://schemas.microsoft.com/office/2006/metadata/properties" ma:root="true" ma:fieldsID="ed27f9149a2b5ec621d98083ca06b8cf" ns2:_="" ns3:_="" ns4:_="">
    <xsd:import namespace="83f7aba1-81e5-4e6c-b889-942d6aad9907"/>
    <xsd:import namespace="http://schemas.microsoft.com/sharepoint/v4"/>
    <xsd:import namespace="10a5c8b5-8712-448a-a3a9-dee401eb1bb9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Version_x0020_du_x0020_document" minOccurs="0"/>
                <xsd:element ref="ns2:i7c3fb070f34447c9d4199fbcf1d9913" minOccurs="0"/>
                <xsd:element ref="ns2:b7f8616e315e433f8013e0e773a0bc80" minOccurs="0"/>
                <xsd:element ref="ns2:o6b726a430a34f359a93713456d41e84" minOccurs="0"/>
                <xsd:element ref="ns2:n0a5cb1f9cb249b393d5118907f5fba3" minOccurs="0"/>
                <xsd:element ref="ns2:efee910296334a56a138efa0d9b0c59c" minOccurs="0"/>
                <xsd:element ref="ns2:TaxCatchAll" minOccurs="0"/>
                <xsd:element ref="ns2:SharedWithUsers" minOccurs="0"/>
                <xsd:element ref="ns3:IconOverlay" minOccurs="0"/>
                <xsd:element ref="ns2:TaxCatchAllLabel" minOccurs="0"/>
                <xsd:element ref="ns4:P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7aba1-81e5-4e6c-b889-942d6aad9907" elementFormDefault="qualified">
    <xsd:import namespace="http://schemas.microsoft.com/office/2006/documentManagement/types"/>
    <xsd:import namespace="http://schemas.microsoft.com/office/infopath/2007/PartnerControls"/>
    <xsd:element name="Titre_Doc" ma:index="1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2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tem_x0020_projet_x0020_-_x0020_thème" ma:index="7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8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9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Version_x0020_du_x0020_document" ma:index="11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i7c3fb070f34447c9d4199fbcf1d9913" ma:index="12" ma:taxonomy="true" ma:internalName="i7c3fb070f34447c9d4199fbcf1d9913" ma:taxonomyFieldName="Nature" ma:displayName="Nature" ma:default="" ma:fieldId="{27c3fb07-0f34-447c-9d41-99fbcf1d99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7f8616e315e433f8013e0e773a0bc80" ma:index="14" nillable="true" ma:taxonomy="true" ma:internalName="b7f8616e315e433f8013e0e773a0bc80" ma:taxonomyFieldName="Projet_x0020__x002d__x0020_Th_x00e8_me" ma:displayName="Projet - Thème" ma:default="" ma:fieldId="{b7f8616e-315e-433f-8013-e0e773a0bc8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b726a430a34f359a93713456d41e84" ma:index="16" ma:taxonomy="true" ma:internalName="o6b726a430a34f359a93713456d41e84" ma:taxonomyFieldName="Protection" ma:displayName="Protection" ma:default="104;#NP|cadf651c-c981-4cf9-9c64-0ba779488b3c" ma:fieldId="{86b726a4-30a3-4f35-9a93-713456d41e84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0a5cb1f9cb249b393d5118907f5fba3" ma:index="19" nillable="true" ma:taxonomy="true" ma:internalName="n0a5cb1f9cb249b393d5118907f5fba3" ma:taxonomyFieldName="Type_x0020_mod_x00e8_le" ma:displayName="Type modèle" ma:default="" ma:fieldId="{70a5cb1f-9cb2-49b3-93d5-118907f5fba3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fee910296334a56a138efa0d9b0c59c" ma:index="21" nillable="true" ma:taxonomy="true" ma:internalName="efee910296334a56a138efa0d9b0c59c" ma:taxonomyFieldName="Mots_x002d_cl_x00e9_s" ma:displayName="Mots-clés" ma:default="" ma:fieldId="{efee9102-9633-4a56-a138-efa0d9b0c59c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24276be3-0836-4075-b144-14a67e09f03b}" ma:internalName="TaxCatchAll" ma:showField="CatchAllData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Label" ma:index="27" nillable="true" ma:displayName="Taxonomy Catch All Column1" ma:hidden="true" ma:list="{24276be3-0836-4075-b144-14a67e09f03b}" ma:internalName="TaxCatchAllLabel" ma:readOnly="true" ma:showField="CatchAllDataLabel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5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a5c8b5-8712-448a-a3a9-dee401eb1bb9" elementFormDefault="qualified">
    <xsd:import namespace="http://schemas.microsoft.com/office/2006/documentManagement/types"/>
    <xsd:import namespace="http://schemas.microsoft.com/office/infopath/2007/PartnerControls"/>
    <xsd:element name="Page" ma:index="28" nillable="true" ma:displayName="Page" ma:list="{b4cf278e-a743-4cff-9adf-23ec1b9a876d}" ma:internalName="Pag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C8493-85A4-4A86-B433-D246D20B3F7E}">
  <ds:schemaRefs>
    <ds:schemaRef ds:uri="http://schemas.microsoft.com/office/2006/metadata/properties"/>
    <ds:schemaRef ds:uri="83f7aba1-81e5-4e6c-b889-942d6aad9907"/>
    <ds:schemaRef ds:uri="http://schemas.microsoft.com/sharepoint/v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0a5c8b5-8712-448a-a3a9-dee401eb1bb9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5A047F2-87D0-4F9E-9950-9F203B36F1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f7aba1-81e5-4e6c-b889-942d6aad9907"/>
    <ds:schemaRef ds:uri="http://schemas.microsoft.com/sharepoint/v4"/>
    <ds:schemaRef ds:uri="10a5c8b5-8712-448a-a3a9-dee401eb1b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B8302E-77C8-446C-BD9B-AB2DD394FC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AE89F0-C286-4250-A9B5-992D1A61C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AE-CCAP_TVX_Inf90k€ht.dotx</Template>
  <TotalTime>82</TotalTime>
  <Pages>6</Pages>
  <Words>1523</Words>
  <Characters>8378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AE-CCAP_TVX_Inf90k€ht (CCAG 2021)</vt:lpstr>
    </vt:vector>
  </TitlesOfParts>
  <Company>Ministère des Armées</Company>
  <LinksUpToDate>false</LinksUpToDate>
  <CharactersWithSpaces>9882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AE-CCAP_TVX_Inf90k€ht (CCAG 2021)</dc:title>
  <dc:subject/>
  <dc:creator>DUTERTRE Clement Apprenti</dc:creator>
  <cp:keywords/>
  <dc:description/>
  <cp:lastModifiedBy>BEAUTOUR Aurelia TSEF 2E CLASSE DEF</cp:lastModifiedBy>
  <cp:revision>9</cp:revision>
  <cp:lastPrinted>2023-09-13T15:13:00Z</cp:lastPrinted>
  <dcterms:created xsi:type="dcterms:W3CDTF">2025-05-06T15:47:00Z</dcterms:created>
  <dcterms:modified xsi:type="dcterms:W3CDTF">2025-05-28T07:58:00Z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0x0101008838A1305AEA454C8F860FD63FAFC414010069378D1CCC06954F9BAC403D84AF5469</vt:lpwstr>
  </property>
  <property fmtid="{D5CDD505-2E9C-101B-9397-08002B2CF9AE}" pid="3" name="_dlc_DocIdItemGuid">
    <vt:lpwstr>a93ae351-84d8-48ae-8472-da54bc61b340</vt:lpwstr>
  </property>
  <property fmtid="{D5CDD505-2E9C-101B-9397-08002B2CF9AE}" pid="4" name="Nature">
    <vt:lpwstr>130;#Modèle générique|2cd61084-ec54-4663-9272-0ea6acd0750e</vt:lpwstr>
  </property>
  <property fmtid="{D5CDD505-2E9C-101B-9397-08002B2CF9AE}" pid="5" name="Mots-clés">
    <vt:lpwstr/>
  </property>
  <property fmtid="{D5CDD505-2E9C-101B-9397-08002B2CF9AE}" pid="6" name="Type modèle">
    <vt:lpwstr/>
  </property>
  <property fmtid="{D5CDD505-2E9C-101B-9397-08002B2CF9AE}" pid="7" name="Protection">
    <vt:lpwstr>104;#NP|cadf651c-c981-4cf9-9c64-0ba779488b3c</vt:lpwstr>
  </property>
  <property fmtid="{D5CDD505-2E9C-101B-9397-08002B2CF9AE}" pid="8" name="Projet - Thème">
    <vt:lpwstr/>
  </property>
</Properties>
</file>