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33A33338" w:rsidR="003C040D" w:rsidRPr="0002051B" w:rsidRDefault="00640228" w:rsidP="003C040D">
      <w:pPr>
        <w:pStyle w:val="ZEmetteur"/>
      </w:pPr>
      <w:r>
        <mc:AlternateContent>
          <mc:Choice Requires="wps">
            <w:drawing>
              <wp:anchor distT="0" distB="0" distL="114300" distR="114300" simplePos="0" relativeHeight="251659264" behindDoc="0" locked="0" layoutInCell="1" allowOverlap="1" wp14:anchorId="16F0B1B4" wp14:editId="45A94470">
                <wp:simplePos x="0" y="0"/>
                <wp:positionH relativeFrom="column">
                  <wp:posOffset>-243840</wp:posOffset>
                </wp:positionH>
                <wp:positionV relativeFrom="paragraph">
                  <wp:posOffset>-156845</wp:posOffset>
                </wp:positionV>
                <wp:extent cx="1841500" cy="1028700"/>
                <wp:effectExtent l="0" t="0" r="6350" b="0"/>
                <wp:wrapNone/>
                <wp:docPr id="1" name="Zone de texte 1"/>
                <wp:cNvGraphicFramePr/>
                <a:graphic xmlns:a="http://schemas.openxmlformats.org/drawingml/2006/main">
                  <a:graphicData uri="http://schemas.microsoft.com/office/word/2010/wordprocessingShape">
                    <wps:wsp>
                      <wps:cNvSpPr txBox="1"/>
                      <wps:spPr>
                        <a:xfrm>
                          <a:off x="0" y="0"/>
                          <a:ext cx="1841500" cy="1028700"/>
                        </a:xfrm>
                        <a:prstGeom prst="rect">
                          <a:avLst/>
                        </a:prstGeom>
                        <a:solidFill>
                          <a:schemeClr val="lt1"/>
                        </a:solidFill>
                        <a:ln w="6350">
                          <a:noFill/>
                        </a:ln>
                      </wps:spPr>
                      <wps:txbx>
                        <w:txbxContent>
                          <w:p w14:paraId="72CC565F" w14:textId="7C3B01DE" w:rsidR="00BA69DA" w:rsidRPr="00BA69DA" w:rsidRDefault="00BA69DA" w:rsidP="00BA69DA">
                            <w:pPr>
                              <w:spacing w:before="0" w:after="0"/>
                              <w:rPr>
                                <w:szCs w:val="22"/>
                              </w:rPr>
                            </w:pPr>
                            <w:r w:rsidRPr="00BA69DA">
                              <w:rPr>
                                <w:noProof/>
                                <w:szCs w:val="22"/>
                              </w:rPr>
                              <w:drawing>
                                <wp:inline distT="0" distB="0" distL="0" distR="0" wp14:anchorId="04D4CD15" wp14:editId="22CB5CC6">
                                  <wp:extent cx="1065916" cy="1060450"/>
                                  <wp:effectExtent l="0" t="0" r="1270" b="635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picherie\Downloads\Ministère des Armées_CMJN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0898" cy="1075356"/>
                                          </a:xfrm>
                                          <a:prstGeom prst="rect">
                                            <a:avLst/>
                                          </a:prstGeom>
                                          <a:noFill/>
                                          <a:ln>
                                            <a:noFill/>
                                          </a:ln>
                                        </pic:spPr>
                                      </pic:pic>
                                    </a:graphicData>
                                  </a:graphic>
                                </wp:inline>
                              </w:drawing>
                            </w:r>
                          </w:p>
                          <w:p w14:paraId="01D40B8D" w14:textId="5F9700B1" w:rsidR="00640228" w:rsidRDefault="006402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6F0B1B4" id="_x0000_t202" coordsize="21600,21600" o:spt="202" path="m,l,21600r21600,l21600,xe">
                <v:stroke joinstyle="miter"/>
                <v:path gradientshapeok="t" o:connecttype="rect"/>
              </v:shapetype>
              <v:shape id="Zone de texte 1" o:spid="_x0000_s1026" type="#_x0000_t202" style="position:absolute;left:0;text-align:left;margin-left:-19.2pt;margin-top:-12.35pt;width:145pt;height:8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" fillcolor="white [3201]" stroked="f" strokeweight=".5pt">
                <v:textbox>
                  <w:txbxContent>
                    <w:p w14:paraId="72CC565F" w14:textId="7C3B01DE" w:rsidR="00BA69DA" w:rsidRPr="00BA69DA" w:rsidRDefault="00BA69DA" w:rsidP="00BA69DA">
                      <w:pPr>
                        <w:spacing w:before="0" w:after="0"/>
                        <w:rPr>
                          <w:szCs w:val="22"/>
                        </w:rPr>
                      </w:pPr>
                      <w:r w:rsidRPr="00BA69DA">
                        <w:rPr>
                          <w:noProof/>
                          <w:szCs w:val="22"/>
                        </w:rPr>
                        <w:drawing>
                          <wp:inline distT="0" distB="0" distL="0" distR="0" wp14:anchorId="04D4CD15" wp14:editId="22CB5CC6">
                            <wp:extent cx="1065916" cy="1060450"/>
                            <wp:effectExtent l="0" t="0" r="1270" b="635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picherie\Downloads\Ministère des Armées_CMJN 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0898" cy="1075356"/>
                                    </a:xfrm>
                                    <a:prstGeom prst="rect">
                                      <a:avLst/>
                                    </a:prstGeom>
                                    <a:noFill/>
                                    <a:ln>
                                      <a:noFill/>
                                    </a:ln>
                                  </pic:spPr>
                                </pic:pic>
                              </a:graphicData>
                            </a:graphic>
                          </wp:inline>
                        </w:drawing>
                      </w:r>
                    </w:p>
                    <w:p w14:paraId="01D40B8D" w14:textId="5F9700B1" w:rsidR="00640228" w:rsidRDefault="00640228"/>
                  </w:txbxContent>
                </v:textbox>
              </v:shape>
            </w:pict>
          </mc:Fallback>
        </mc:AlternateContent>
      </w:r>
      <w:r w:rsidR="003C040D" w:rsidRPr="0002051B">
        <w:t>Marine nationale</w:t>
      </w:r>
    </w:p>
    <w:p w14:paraId="067BF43C" w14:textId="77777777" w:rsidR="003C040D" w:rsidRPr="0002051B" w:rsidRDefault="003C040D" w:rsidP="003C040D">
      <w:pPr>
        <w:pStyle w:val="ZEmetteur"/>
      </w:pPr>
      <w:r>
        <w:t>Service de soutien de la Flotte</w:t>
      </w:r>
    </w:p>
    <w:p w14:paraId="5C554803" w14:textId="77777777" w:rsidR="003C040D" w:rsidRDefault="003C040D" w:rsidP="003C040D">
      <w:pPr>
        <w:pStyle w:val="ZEmetteur"/>
      </w:pPr>
      <w: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6E66FF7D"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F66D18">
        <w:rPr>
          <w:rFonts w:ascii="Arial" w:hAnsi="Arial" w:cs="Arial"/>
          <w:b/>
          <w:bCs/>
          <w:szCs w:val="22"/>
        </w:rPr>
        <w:t xml:space="preserve">N° </w:t>
      </w:r>
      <w:r w:rsidR="0032384B">
        <w:rPr>
          <w:rFonts w:ascii="Arial" w:hAnsi="Arial" w:cs="Arial"/>
          <w:b/>
          <w:bCs/>
          <w:szCs w:val="22"/>
        </w:rPr>
        <w:t>36731</w:t>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CCFFBDF"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79353B">
              <w:rPr>
                <w:rFonts w:ascii="Arial" w:hAnsi="Arial" w:cs="Arial"/>
                <w:szCs w:val="22"/>
                <w:lang w:val="fr-FR" w:eastAsia="fr-FR"/>
              </w:rPr>
              <w:t xml:space="preserve"> </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76620F36" w:rsidR="00443372" w:rsidRPr="005A2D84" w:rsidRDefault="00FF6570" w:rsidP="002D4423">
            <w:pPr>
              <w:spacing w:before="120" w:after="120"/>
              <w:jc w:val="center"/>
              <w:rPr>
                <w:rFonts w:ascii="Arial" w:hAnsi="Arial" w:cs="Arial"/>
                <w:szCs w:val="22"/>
              </w:rPr>
            </w:pPr>
            <w:r>
              <w:rPr>
                <w:rFonts w:ascii="Arial" w:hAnsi="Arial" w:cs="Arial"/>
                <w:szCs w:val="22"/>
              </w:rPr>
              <w:t>02.98.14.06.</w:t>
            </w:r>
            <w:r w:rsidR="00A558A7" w:rsidRPr="004711AD">
              <w:rPr>
                <w:rFonts w:ascii="Arial" w:hAnsi="Arial" w:cs="Arial"/>
                <w:szCs w:val="22"/>
              </w:rPr>
              <w:t xml:space="preserve">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4775E59A" w:rsidR="00443372" w:rsidRPr="00640228" w:rsidRDefault="00D1792B">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640228">
        <w:rPr>
          <w:rFonts w:ascii="Arial" w:hAnsi="Arial" w:cs="Arial"/>
          <w:szCs w:val="22"/>
        </w:rPr>
        <w:fldChar w:fldCharType="begin">
          <w:ffData>
            <w:name w:val="Texte2"/>
            <w:enabled/>
            <w:calcOnExit w:val="0"/>
            <w:textInput>
              <w:default w:val="Approvisionnement de quincaillerie au profit de la Marine nationale."/>
            </w:textInput>
          </w:ffData>
        </w:fldChar>
      </w:r>
      <w:bookmarkStart w:id="0" w:name="Texte2"/>
      <w:r w:rsidRPr="00640228">
        <w:rPr>
          <w:rFonts w:ascii="Arial" w:hAnsi="Arial" w:cs="Arial"/>
          <w:szCs w:val="22"/>
        </w:rPr>
        <w:instrText xml:space="preserve"> FORMTEXT </w:instrText>
      </w:r>
      <w:r w:rsidRPr="00640228">
        <w:rPr>
          <w:rFonts w:ascii="Arial" w:hAnsi="Arial" w:cs="Arial"/>
          <w:szCs w:val="22"/>
        </w:rPr>
      </w:r>
      <w:r w:rsidRPr="00640228">
        <w:rPr>
          <w:rFonts w:ascii="Arial" w:hAnsi="Arial" w:cs="Arial"/>
          <w:szCs w:val="22"/>
        </w:rPr>
        <w:fldChar w:fldCharType="separate"/>
      </w:r>
      <w:r w:rsidRPr="00640228">
        <w:rPr>
          <w:rFonts w:ascii="Arial" w:hAnsi="Arial" w:cs="Arial"/>
          <w:noProof/>
          <w:szCs w:val="22"/>
        </w:rPr>
        <w:t>Ap</w:t>
      </w:r>
      <w:r w:rsidR="00485AB9">
        <w:rPr>
          <w:rFonts w:ascii="Arial" w:hAnsi="Arial" w:cs="Arial"/>
          <w:noProof/>
          <w:szCs w:val="22"/>
        </w:rPr>
        <w:t>provisionnement d</w:t>
      </w:r>
      <w:r w:rsidR="0032384B">
        <w:rPr>
          <w:rFonts w:ascii="Arial" w:hAnsi="Arial" w:cs="Arial"/>
          <w:noProof/>
          <w:szCs w:val="22"/>
        </w:rPr>
        <w:t>'huile de lubrification végétale</w:t>
      </w:r>
      <w:r w:rsidRPr="00640228">
        <w:rPr>
          <w:rFonts w:ascii="Arial" w:hAnsi="Arial" w:cs="Arial"/>
          <w:noProof/>
          <w:szCs w:val="22"/>
        </w:rPr>
        <w:t xml:space="preserve"> au profit de la Marine nationale.</w:t>
      </w:r>
      <w:r w:rsidRPr="00640228">
        <w:rPr>
          <w:rFonts w:ascii="Arial" w:hAnsi="Arial" w:cs="Arial"/>
          <w:szCs w:val="22"/>
        </w:rPr>
        <w:fldChar w:fldCharType="end"/>
      </w:r>
      <w:bookmarkEnd w:id="0"/>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640228"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3C1CFB42" w:rsidR="00443372" w:rsidRPr="00640228"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640228">
        <w:rPr>
          <w:rFonts w:ascii="Arial" w:hAnsi="Arial" w:cs="Arial"/>
          <w:b/>
          <w:szCs w:val="22"/>
        </w:rPr>
        <w:t xml:space="preserve">Le </w:t>
      </w:r>
      <w:r w:rsidR="00EB138E" w:rsidRPr="00640228">
        <w:rPr>
          <w:rFonts w:ascii="Arial" w:hAnsi="Arial" w:cs="Arial"/>
          <w:b/>
          <w:szCs w:val="22"/>
        </w:rPr>
        <w:fldChar w:fldCharType="begin">
          <w:ffData>
            <w:name w:val="Texte1"/>
            <w:enabled/>
            <w:calcOnExit w:val="0"/>
            <w:textInput>
              <w:default w:val="10/10/2024"/>
            </w:textInput>
          </w:ffData>
        </w:fldChar>
      </w:r>
      <w:bookmarkStart w:id="1" w:name="Texte1"/>
      <w:r w:rsidR="00EB138E" w:rsidRPr="00640228">
        <w:rPr>
          <w:rFonts w:ascii="Arial" w:hAnsi="Arial" w:cs="Arial"/>
          <w:b/>
          <w:szCs w:val="22"/>
        </w:rPr>
        <w:instrText xml:space="preserve"> FORMTEXT </w:instrText>
      </w:r>
      <w:r w:rsidR="00EB138E" w:rsidRPr="00640228">
        <w:rPr>
          <w:rFonts w:ascii="Arial" w:hAnsi="Arial" w:cs="Arial"/>
          <w:b/>
          <w:szCs w:val="22"/>
        </w:rPr>
      </w:r>
      <w:r w:rsidR="00EB138E" w:rsidRPr="00640228">
        <w:rPr>
          <w:rFonts w:ascii="Arial" w:hAnsi="Arial" w:cs="Arial"/>
          <w:b/>
          <w:szCs w:val="22"/>
        </w:rPr>
        <w:fldChar w:fldCharType="separate"/>
      </w:r>
      <w:r w:rsidR="0032384B">
        <w:rPr>
          <w:rFonts w:ascii="Arial" w:hAnsi="Arial" w:cs="Arial"/>
          <w:b/>
          <w:noProof/>
          <w:szCs w:val="22"/>
        </w:rPr>
        <w:t>17</w:t>
      </w:r>
      <w:r w:rsidR="00640228" w:rsidRPr="00640228">
        <w:rPr>
          <w:rFonts w:ascii="Arial" w:hAnsi="Arial" w:cs="Arial"/>
          <w:b/>
          <w:noProof/>
          <w:szCs w:val="22"/>
        </w:rPr>
        <w:t>/</w:t>
      </w:r>
      <w:r w:rsidR="00EB138E" w:rsidRPr="00640228">
        <w:rPr>
          <w:rFonts w:ascii="Arial" w:hAnsi="Arial" w:cs="Arial"/>
          <w:b/>
          <w:noProof/>
          <w:szCs w:val="22"/>
        </w:rPr>
        <w:t>0</w:t>
      </w:r>
      <w:r w:rsidR="0032384B">
        <w:rPr>
          <w:rFonts w:ascii="Arial" w:hAnsi="Arial" w:cs="Arial"/>
          <w:b/>
          <w:noProof/>
          <w:szCs w:val="22"/>
        </w:rPr>
        <w:t>6</w:t>
      </w:r>
      <w:r w:rsidR="00EB138E" w:rsidRPr="00640228">
        <w:rPr>
          <w:rFonts w:ascii="Arial" w:hAnsi="Arial" w:cs="Arial"/>
          <w:b/>
          <w:noProof/>
          <w:szCs w:val="22"/>
        </w:rPr>
        <w:t>/202</w:t>
      </w:r>
      <w:r w:rsidR="00640228" w:rsidRPr="00640228">
        <w:rPr>
          <w:rFonts w:ascii="Arial" w:hAnsi="Arial" w:cs="Arial"/>
          <w:b/>
          <w:noProof/>
          <w:szCs w:val="22"/>
        </w:rPr>
        <w:t>5</w:t>
      </w:r>
      <w:r w:rsidR="00EB138E" w:rsidRPr="00640228">
        <w:rPr>
          <w:rFonts w:ascii="Arial" w:hAnsi="Arial" w:cs="Arial"/>
          <w:b/>
          <w:szCs w:val="22"/>
        </w:rPr>
        <w:fldChar w:fldCharType="end"/>
      </w:r>
      <w:bookmarkEnd w:id="1"/>
    </w:p>
    <w:p w14:paraId="00903287" w14:textId="705B058B" w:rsidR="00443372" w:rsidRPr="005A2D84" w:rsidRDefault="0032384B">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Pr>
          <w:rFonts w:ascii="Arial" w:hAnsi="Arial" w:cs="Arial"/>
          <w:b/>
          <w:szCs w:val="22"/>
        </w:rPr>
        <w:t>avant</w:t>
      </w:r>
      <w:proofErr w:type="gramEnd"/>
      <w:r>
        <w:rPr>
          <w:rFonts w:ascii="Arial" w:hAnsi="Arial" w:cs="Arial"/>
          <w:b/>
          <w:szCs w:val="22"/>
        </w:rPr>
        <w:t xml:space="preserve"> 16</w:t>
      </w:r>
      <w:r w:rsidR="00443372"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45B78882" w14:textId="77777777" w:rsidR="0021019E" w:rsidRPr="008626BC" w:rsidRDefault="0021019E" w:rsidP="0021019E">
      <w:pPr>
        <w:pBdr>
          <w:top w:val="single" w:sz="6" w:space="1" w:color="auto"/>
          <w:left w:val="single" w:sz="6" w:space="18" w:color="auto"/>
          <w:bottom w:val="single" w:sz="6" w:space="1" w:color="auto"/>
          <w:right w:val="single" w:sz="6" w:space="13" w:color="auto"/>
        </w:pBdr>
        <w:tabs>
          <w:tab w:val="left" w:pos="567"/>
          <w:tab w:val="left" w:pos="1701"/>
        </w:tabs>
        <w:spacing w:before="120"/>
        <w:ind w:left="1701" w:right="708"/>
        <w:jc w:val="center"/>
        <w:rPr>
          <w:rFonts w:ascii="Arial" w:hAnsi="Arial" w:cs="Arial"/>
          <w:b/>
          <w:szCs w:val="22"/>
        </w:rPr>
      </w:pPr>
      <w:r w:rsidRPr="008626BC">
        <w:rPr>
          <w:rFonts w:ascii="Arial" w:hAnsi="Arial" w:cs="Arial"/>
          <w:b/>
          <w:szCs w:val="22"/>
        </w:rPr>
        <w:t>Toute offre parvenant après ces date et heure limites est refusée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77777777" w:rsidR="00443372" w:rsidRPr="005A2D84" w:rsidRDefault="00443372">
      <w:pPr>
        <w:tabs>
          <w:tab w:val="left" w:pos="7371"/>
        </w:tabs>
        <w:rPr>
          <w:rFonts w:ascii="Arial" w:hAnsi="Arial" w:cs="Arial"/>
          <w:szCs w:val="22"/>
        </w:rPr>
      </w:pP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626DF8F2"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4E2B1B59" w14:textId="423DDC25" w:rsidR="006E0A18" w:rsidRDefault="0032384B">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66C51712" w14:textId="0034ACA4" w:rsidR="006E0A18" w:rsidRDefault="0032384B">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32130367" w14:textId="5E025E36" w:rsidR="006E0A18" w:rsidRDefault="0032384B">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1E76558B" w14:textId="3EBBF56F" w:rsidR="006E0A18" w:rsidRDefault="0032384B">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05386C">
          <w:rPr>
            <w:noProof/>
            <w:webHidden/>
          </w:rPr>
          <w:t>5</w:t>
        </w:r>
        <w:r w:rsidR="006E0A18">
          <w:rPr>
            <w:noProof/>
            <w:webHidden/>
          </w:rPr>
          <w:fldChar w:fldCharType="end"/>
        </w:r>
      </w:hyperlink>
    </w:p>
    <w:p w14:paraId="3CBC8824" w14:textId="26D0787B" w:rsidR="006E0A18" w:rsidRDefault="0032384B">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27BFB455" w14:textId="03661283" w:rsidR="006E0A18" w:rsidRDefault="0032384B">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0075DFE6" w14:textId="3758DB28" w:rsidR="006E0A18" w:rsidRDefault="0032384B">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451B24D0" w14:textId="31FD6799" w:rsidR="006E0A18" w:rsidRDefault="0032384B">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3D602A7D" w14:textId="71151407" w:rsidR="006E0A18" w:rsidRDefault="0032384B">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05386C">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10"/>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524A3D42" w:rsidR="00443372" w:rsidRPr="005A2D84" w:rsidRDefault="00443372" w:rsidP="0092138C">
      <w:pPr>
        <w:pStyle w:val="Paragraphe"/>
        <w:ind w:firstLine="0"/>
        <w:rPr>
          <w:rFonts w:ascii="Arial" w:hAnsi="Arial" w:cs="Arial"/>
          <w:szCs w:val="22"/>
        </w:rPr>
      </w:pPr>
      <w:r w:rsidRPr="005A2D84">
        <w:rPr>
          <w:rFonts w:ascii="Arial" w:hAnsi="Arial" w:cs="Arial"/>
          <w:b/>
          <w:szCs w:val="22"/>
        </w:rPr>
        <w:t xml:space="preserve">Elle a pour </w:t>
      </w:r>
      <w:r w:rsidRPr="00640228">
        <w:rPr>
          <w:rFonts w:ascii="Arial" w:hAnsi="Arial" w:cs="Arial"/>
          <w:b/>
          <w:szCs w:val="22"/>
        </w:rPr>
        <w:t>objet</w:t>
      </w:r>
      <w:r w:rsidR="0079353B" w:rsidRPr="00640228">
        <w:rPr>
          <w:rFonts w:ascii="Arial" w:hAnsi="Arial" w:cs="Arial"/>
          <w:szCs w:val="22"/>
        </w:rPr>
        <w:t xml:space="preserve"> </w:t>
      </w:r>
      <w:r w:rsidR="006F692C" w:rsidRPr="00640228">
        <w:rPr>
          <w:rFonts w:ascii="Arial" w:hAnsi="Arial" w:cs="Arial"/>
          <w:szCs w:val="22"/>
        </w:rPr>
        <w:fldChar w:fldCharType="begin">
          <w:ffData>
            <w:name w:val="Texte4"/>
            <w:enabled/>
            <w:calcOnExit w:val="0"/>
            <w:textInput>
              <w:default w:val="l'approvisionnement de quincaillerie au profit de la Marine nationale"/>
            </w:textInput>
          </w:ffData>
        </w:fldChar>
      </w:r>
      <w:bookmarkStart w:id="8" w:name="Texte4"/>
      <w:r w:rsidR="006F692C" w:rsidRPr="00640228">
        <w:rPr>
          <w:rFonts w:ascii="Arial" w:hAnsi="Arial" w:cs="Arial"/>
          <w:szCs w:val="22"/>
        </w:rPr>
        <w:instrText xml:space="preserve"> FORMTEXT </w:instrText>
      </w:r>
      <w:r w:rsidR="006F692C" w:rsidRPr="00640228">
        <w:rPr>
          <w:rFonts w:ascii="Arial" w:hAnsi="Arial" w:cs="Arial"/>
          <w:szCs w:val="22"/>
        </w:rPr>
      </w:r>
      <w:r w:rsidR="006F692C" w:rsidRPr="00640228">
        <w:rPr>
          <w:rFonts w:ascii="Arial" w:hAnsi="Arial" w:cs="Arial"/>
          <w:szCs w:val="22"/>
        </w:rPr>
        <w:fldChar w:fldCharType="separate"/>
      </w:r>
      <w:r w:rsidR="006F692C" w:rsidRPr="00640228">
        <w:rPr>
          <w:rFonts w:ascii="Arial" w:hAnsi="Arial" w:cs="Arial"/>
          <w:noProof/>
          <w:szCs w:val="22"/>
        </w:rPr>
        <w:t>l'ap</w:t>
      </w:r>
      <w:r w:rsidR="00640228" w:rsidRPr="00640228">
        <w:rPr>
          <w:rFonts w:ascii="Arial" w:hAnsi="Arial" w:cs="Arial"/>
          <w:noProof/>
          <w:szCs w:val="22"/>
        </w:rPr>
        <w:t>provisionn</w:t>
      </w:r>
      <w:r w:rsidR="00485AB9">
        <w:rPr>
          <w:rFonts w:ascii="Arial" w:hAnsi="Arial" w:cs="Arial"/>
          <w:noProof/>
          <w:szCs w:val="22"/>
        </w:rPr>
        <w:t>ement d</w:t>
      </w:r>
      <w:r w:rsidR="0032384B">
        <w:rPr>
          <w:rFonts w:ascii="Arial" w:hAnsi="Arial" w:cs="Arial"/>
          <w:noProof/>
          <w:szCs w:val="22"/>
          <w:lang w:val="fr-FR"/>
        </w:rPr>
        <w:t>'huile de lubrification végétale</w:t>
      </w:r>
      <w:bookmarkStart w:id="9" w:name="_GoBack"/>
      <w:bookmarkEnd w:id="9"/>
      <w:r w:rsidR="006F692C" w:rsidRPr="00640228">
        <w:rPr>
          <w:rFonts w:ascii="Arial" w:hAnsi="Arial" w:cs="Arial"/>
          <w:noProof/>
          <w:szCs w:val="22"/>
        </w:rPr>
        <w:t xml:space="preserve"> au profit de la Marine nationale</w:t>
      </w:r>
      <w:r w:rsidR="006F692C" w:rsidRPr="00640228">
        <w:rPr>
          <w:rFonts w:ascii="Arial" w:hAnsi="Arial" w:cs="Arial"/>
          <w:szCs w:val="22"/>
        </w:rPr>
        <w:fldChar w:fldCharType="end"/>
      </w:r>
      <w:bookmarkEnd w:id="8"/>
      <w:r w:rsidR="0079353B" w:rsidRPr="00640228">
        <w:rPr>
          <w:rFonts w:ascii="Arial" w:hAnsi="Arial" w:cs="Arial"/>
          <w:szCs w:val="22"/>
        </w:rPr>
        <w:t xml:space="preserve">, selon les </w:t>
      </w:r>
      <w:r w:rsidR="0079353B">
        <w:rPr>
          <w:rFonts w:ascii="Arial" w:hAnsi="Arial" w:cs="Arial"/>
          <w:szCs w:val="22"/>
        </w:rPr>
        <w:t xml:space="preserve">conditions définies </w:t>
      </w:r>
      <w:r w:rsidR="008F142B">
        <w:rPr>
          <w:rFonts w:ascii="Arial" w:hAnsi="Arial" w:cs="Arial"/>
          <w:szCs w:val="22"/>
          <w:lang w:val="fr-FR"/>
        </w:rPr>
        <w:t>la Spécification Générale d’Approvisionnement (</w:t>
      </w:r>
      <w:r w:rsidR="00456409">
        <w:rPr>
          <w:rFonts w:ascii="Arial" w:hAnsi="Arial" w:cs="Arial"/>
          <w:szCs w:val="22"/>
          <w:lang w:val="fr-FR"/>
        </w:rPr>
        <w:t>SGA</w:t>
      </w:r>
      <w:r w:rsidR="0079353B">
        <w:rPr>
          <w:rFonts w:ascii="Arial" w:hAnsi="Arial" w:cs="Arial"/>
          <w:szCs w:val="22"/>
          <w:lang w:val="fr-FR"/>
        </w:rPr>
        <w:t xml:space="preserve"> SDLOG/260/</w:t>
      </w:r>
      <w:r w:rsidR="00F66D18">
        <w:rPr>
          <w:rFonts w:ascii="Arial" w:hAnsi="Arial" w:cs="Arial"/>
          <w:szCs w:val="22"/>
          <w:lang w:val="fr-FR"/>
        </w:rPr>
        <w:t>O</w:t>
      </w:r>
      <w:r w:rsidR="008F142B">
        <w:rPr>
          <w:rFonts w:ascii="Arial" w:hAnsi="Arial" w:cs="Arial"/>
          <w:szCs w:val="22"/>
          <w:lang w:val="fr-FR"/>
        </w:rPr>
        <w:t>)</w:t>
      </w:r>
      <w:r w:rsidRPr="005A2D84">
        <w:rPr>
          <w:rFonts w:ascii="Arial" w:hAnsi="Arial" w:cs="Arial"/>
          <w:szCs w:val="22"/>
        </w:rPr>
        <w:t>.</w:t>
      </w:r>
    </w:p>
    <w:p w14:paraId="2A8AC352" w14:textId="034793C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w:t>
      </w:r>
      <w:r w:rsidR="0079353B">
        <w:rPr>
          <w:rFonts w:ascii="Arial" w:hAnsi="Arial" w:cs="Arial"/>
          <w:szCs w:val="22"/>
        </w:rPr>
        <w:t xml:space="preserve"> </w:t>
      </w:r>
      <w:r w:rsidR="0079353B">
        <w:rPr>
          <w:rFonts w:ascii="Arial" w:hAnsi="Arial" w:cs="Arial"/>
        </w:rPr>
        <w:t>SACRAL N-CORE NG</w:t>
      </w:r>
      <w:r w:rsidRPr="005A2D84">
        <w:rPr>
          <w:rFonts w:ascii="Arial" w:hAnsi="Arial" w:cs="Arial"/>
          <w:szCs w:val="22"/>
        </w:rPr>
        <w:t>. Les NNO priment sur leur libellé.</w:t>
      </w:r>
    </w:p>
    <w:p w14:paraId="2873FC0E" w14:textId="5AFAA355" w:rsidR="00461474" w:rsidRPr="005A2D84" w:rsidRDefault="00461474" w:rsidP="0092138C">
      <w:pPr>
        <w:pStyle w:val="MAPAnormal"/>
        <w:rPr>
          <w:rFonts w:ascii="Arial" w:hAnsi="Arial" w:cs="Arial"/>
          <w:szCs w:val="22"/>
        </w:rPr>
      </w:pPr>
      <w:r w:rsidRPr="005A2D84">
        <w:rPr>
          <w:rFonts w:ascii="Arial" w:hAnsi="Arial" w:cs="Arial"/>
          <w:szCs w:val="22"/>
        </w:rPr>
        <w:t>En cas d’indisponib</w:t>
      </w:r>
      <w:r w:rsidR="006632F5">
        <w:rPr>
          <w:rFonts w:ascii="Arial" w:hAnsi="Arial" w:cs="Arial"/>
          <w:szCs w:val="22"/>
        </w:rPr>
        <w:t xml:space="preserve">ilité des services </w:t>
      </w:r>
      <w:r w:rsidR="006632F5">
        <w:rPr>
          <w:rFonts w:ascii="Arial" w:hAnsi="Arial" w:cs="Arial"/>
        </w:rPr>
        <w:t>SACRAL N-CORE NG</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10" w:name="_Toc36259022"/>
      <w:bookmarkStart w:id="11" w:name="_Toc42327874"/>
      <w:bookmarkStart w:id="12" w:name="_Toc254166740"/>
      <w:bookmarkStart w:id="13" w:name="_Toc92880851"/>
      <w:r w:rsidRPr="005A2D84">
        <w:rPr>
          <w:rFonts w:ascii="Arial" w:hAnsi="Arial" w:cs="Arial"/>
          <w:szCs w:val="22"/>
        </w:rPr>
        <w:t>condition de la consultation</w:t>
      </w:r>
      <w:bookmarkEnd w:id="10"/>
      <w:bookmarkEnd w:id="11"/>
      <w:bookmarkEnd w:id="12"/>
      <w:bookmarkEnd w:id="13"/>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1"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2"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4"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5" w:name="_Toc36259025"/>
      <w:bookmarkStart w:id="16" w:name="_Toc42327876"/>
      <w:bookmarkEnd w:id="14"/>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5"/>
    <w:bookmarkEnd w:id="16"/>
    <w:p w14:paraId="6C2ECBA4" w14:textId="25CBBC7F" w:rsidR="00443372"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79353B">
        <w:rPr>
          <w:rFonts w:ascii="Arial" w:hAnsi="Arial" w:cs="Arial"/>
          <w:szCs w:val="22"/>
        </w:rPr>
        <w:fldChar w:fldCharType="begin">
          <w:ffData>
            <w:name w:val="Texte5"/>
            <w:enabled/>
            <w:calcOnExit w:val="0"/>
            <w:textInput>
              <w:default w:val="5"/>
            </w:textInput>
          </w:ffData>
        </w:fldChar>
      </w:r>
      <w:bookmarkStart w:id="17" w:name="Texte5"/>
      <w:r w:rsidR="0079353B">
        <w:rPr>
          <w:rFonts w:ascii="Arial" w:hAnsi="Arial" w:cs="Arial"/>
          <w:szCs w:val="22"/>
        </w:rPr>
        <w:instrText xml:space="preserve"> FORMTEXT </w:instrText>
      </w:r>
      <w:r w:rsidR="0079353B">
        <w:rPr>
          <w:rFonts w:ascii="Arial" w:hAnsi="Arial" w:cs="Arial"/>
          <w:szCs w:val="22"/>
        </w:rPr>
      </w:r>
      <w:r w:rsidR="0079353B">
        <w:rPr>
          <w:rFonts w:ascii="Arial" w:hAnsi="Arial" w:cs="Arial"/>
          <w:szCs w:val="22"/>
        </w:rPr>
        <w:fldChar w:fldCharType="separate"/>
      </w:r>
      <w:r w:rsidR="0079353B">
        <w:rPr>
          <w:rFonts w:ascii="Arial" w:hAnsi="Arial" w:cs="Arial"/>
          <w:noProof/>
          <w:szCs w:val="22"/>
        </w:rPr>
        <w:t>5</w:t>
      </w:r>
      <w:r w:rsidR="0079353B">
        <w:rPr>
          <w:rFonts w:ascii="Arial" w:hAnsi="Arial" w:cs="Arial"/>
          <w:szCs w:val="22"/>
        </w:rPr>
        <w:fldChar w:fldCharType="end"/>
      </w:r>
      <w:bookmarkEnd w:id="17"/>
      <w:r w:rsidRPr="005A2D84">
        <w:rPr>
          <w:rFonts w:ascii="Arial" w:hAnsi="Arial" w:cs="Arial"/>
          <w:szCs w:val="22"/>
        </w:rPr>
        <w:t xml:space="preserve"> jours calendaires avant la date limite de remise des offres.</w:t>
      </w:r>
    </w:p>
    <w:p w14:paraId="140B2DFB" w14:textId="3C456374" w:rsidR="00A424FD" w:rsidRDefault="00A424FD" w:rsidP="006E533B">
      <w:pPr>
        <w:spacing w:before="120"/>
        <w:rPr>
          <w:rFonts w:ascii="Arial" w:hAnsi="Arial" w:cs="Arial"/>
          <w:szCs w:val="22"/>
        </w:rPr>
      </w:pPr>
    </w:p>
    <w:p w14:paraId="4D051D06" w14:textId="7CD225B6" w:rsidR="00A424FD" w:rsidRDefault="00A424FD" w:rsidP="006E533B">
      <w:pPr>
        <w:spacing w:before="120"/>
        <w:rPr>
          <w:rFonts w:ascii="Arial" w:hAnsi="Arial" w:cs="Arial"/>
          <w:szCs w:val="22"/>
        </w:rPr>
      </w:pPr>
    </w:p>
    <w:p w14:paraId="24FDA50A" w14:textId="77777777" w:rsidR="00A424FD" w:rsidRPr="005A2D84" w:rsidRDefault="00A424FD" w:rsidP="006E533B">
      <w:pPr>
        <w:spacing w:before="120"/>
        <w:rPr>
          <w:rFonts w:ascii="Arial" w:hAnsi="Arial" w:cs="Arial"/>
          <w:szCs w:val="22"/>
        </w:rPr>
      </w:pPr>
    </w:p>
    <w:p w14:paraId="5A474E22" w14:textId="229A6D20" w:rsidR="00443372" w:rsidRDefault="00443372" w:rsidP="00F87B7B">
      <w:pPr>
        <w:pStyle w:val="Titre1"/>
        <w:numPr>
          <w:ilvl w:val="0"/>
          <w:numId w:val="7"/>
        </w:numPr>
        <w:rPr>
          <w:rFonts w:ascii="Arial" w:hAnsi="Arial" w:cs="Arial"/>
          <w:szCs w:val="22"/>
        </w:rPr>
      </w:pPr>
      <w:bookmarkStart w:id="18" w:name="_Toc254166741"/>
      <w:bookmarkStart w:id="19" w:name="_Toc92880852"/>
      <w:bookmarkStart w:id="20" w:name="_Toc36259027"/>
      <w:bookmarkStart w:id="21" w:name="_Toc42327878"/>
      <w:bookmarkEnd w:id="6"/>
      <w:bookmarkEnd w:id="7"/>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8"/>
      <w:bookmarkEnd w:id="19"/>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2" w:name="_Toc254166742"/>
      <w:bookmarkStart w:id="23" w:name="_Toc92880853"/>
      <w:r w:rsidRPr="005A2D84">
        <w:t xml:space="preserve">Présentation des </w:t>
      </w:r>
      <w:r w:rsidR="00333571" w:rsidRPr="005A2D84">
        <w:t>plis</w:t>
      </w:r>
      <w:bookmarkEnd w:id="22"/>
      <w:bookmarkEnd w:id="23"/>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1"/>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7975953" w14:textId="5BCF3ED2" w:rsidR="00A424FD" w:rsidRPr="00A424FD" w:rsidRDefault="00DE11C8" w:rsidP="00A424FD">
      <w:pPr>
        <w:numPr>
          <w:ilvl w:val="0"/>
          <w:numId w:val="15"/>
        </w:numPr>
        <w:tabs>
          <w:tab w:val="left" w:pos="993"/>
        </w:tabs>
        <w:autoSpaceDE w:val="0"/>
        <w:autoSpaceDN w:val="0"/>
        <w:adjustRightInd w:val="0"/>
        <w:ind w:left="0" w:firstLine="786"/>
        <w:rPr>
          <w:rFonts w:ascii="Arial" w:hAnsi="Arial" w:cs="Arial"/>
          <w:b/>
          <w:bCs/>
          <w:szCs w:val="22"/>
        </w:rPr>
      </w:pPr>
      <w:r w:rsidRPr="00A424FD">
        <w:rPr>
          <w:rFonts w:ascii="Arial" w:hAnsi="Arial" w:cs="Arial"/>
          <w:szCs w:val="22"/>
        </w:rPr>
        <w:t>Une attestation fiscale et un certificat social délivré par l’URSSAF, justifiant de la régularité fiscale et sociale ou un certificat établi par les administrations et organismes du pays d’origine.</w:t>
      </w:r>
      <w:bookmarkEnd w:id="20"/>
      <w:bookmarkEnd w:id="21"/>
    </w:p>
    <w:p w14:paraId="38A9E3AB" w14:textId="77777777" w:rsidR="00A424FD" w:rsidRPr="00A424FD" w:rsidRDefault="00A424FD" w:rsidP="00A424FD">
      <w:pPr>
        <w:tabs>
          <w:tab w:val="left" w:pos="993"/>
        </w:tabs>
        <w:autoSpaceDE w:val="0"/>
        <w:autoSpaceDN w:val="0"/>
        <w:adjustRightInd w:val="0"/>
        <w:ind w:left="786"/>
        <w:rPr>
          <w:rFonts w:ascii="Arial" w:hAnsi="Arial" w:cs="Arial"/>
          <w:b/>
          <w:bCs/>
          <w:szCs w:val="22"/>
        </w:rPr>
      </w:pPr>
    </w:p>
    <w:p w14:paraId="45821B02" w14:textId="31662B49"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35C26770" w:rsidR="002D57EC" w:rsidRPr="00D62785" w:rsidRDefault="00F66D18" w:rsidP="006F692C">
            <w:pPr>
              <w:pStyle w:val="Listepuces1"/>
              <w:tabs>
                <w:tab w:val="clear" w:pos="567"/>
              </w:tabs>
              <w:ind w:left="356" w:hanging="285"/>
              <w:rPr>
                <w:rFonts w:ascii="Arial" w:hAnsi="Arial" w:cs="Arial"/>
                <w:szCs w:val="22"/>
              </w:rPr>
            </w:pPr>
            <w:r>
              <w:rPr>
                <w:rFonts w:ascii="Arial" w:hAnsi="Arial" w:cs="Arial"/>
                <w:szCs w:val="22"/>
              </w:rPr>
              <w:t xml:space="preserve"> La SGA référence SDLOG/260</w:t>
            </w:r>
            <w:r w:rsidR="006F692C">
              <w:rPr>
                <w:rFonts w:ascii="Arial" w:hAnsi="Arial" w:cs="Arial"/>
                <w:szCs w:val="22"/>
              </w:rPr>
              <w:t>/</w:t>
            </w:r>
            <w:r>
              <w:rPr>
                <w:rFonts w:ascii="Arial" w:hAnsi="Arial" w:cs="Arial"/>
                <w:szCs w:val="22"/>
              </w:rPr>
              <w:t>O</w:t>
            </w:r>
            <w:r w:rsidR="00A424FD" w:rsidRPr="00866D3F">
              <w:rPr>
                <w:rFonts w:ascii="Arial" w:hAnsi="Arial" w:cs="Arial"/>
                <w:szCs w:val="22"/>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3DCD7A9" w14:textId="66F1D616"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lastRenderedPageBreak/>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4" w:name="_Toc52071126"/>
      <w:bookmarkStart w:id="25" w:name="_Toc91557609"/>
      <w:bookmarkStart w:id="26" w:name="_Toc254166743"/>
      <w:bookmarkStart w:id="27" w:name="_Toc92880854"/>
      <w:bookmarkStart w:id="28" w:name="_Toc36259028"/>
      <w:r w:rsidRPr="005A2D84">
        <w:t>Condition d’e</w:t>
      </w:r>
      <w:r w:rsidR="00443372" w:rsidRPr="005A2D84">
        <w:t xml:space="preserve">nvoi des </w:t>
      </w:r>
      <w:r w:rsidR="00333571" w:rsidRPr="005A2D84">
        <w:t>plis</w:t>
      </w:r>
      <w:bookmarkEnd w:id="24"/>
      <w:bookmarkEnd w:id="25"/>
      <w:bookmarkEnd w:id="26"/>
      <w:bookmarkEnd w:id="27"/>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3"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4"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44457616" w14:textId="45C9EB53" w:rsidR="006D7242" w:rsidRPr="003C755E" w:rsidRDefault="00B1776B" w:rsidP="003C755E">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44C73283" w14:textId="77777777" w:rsidR="006D7242" w:rsidRPr="005A2D84" w:rsidRDefault="006D72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lastRenderedPageBreak/>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9" w:name="_Toc469464712"/>
      <w:bookmarkEnd w:id="29"/>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32384B" w:rsidP="00531D2E">
      <w:pPr>
        <w:pStyle w:val="Corpsdetexte"/>
        <w:spacing w:before="0" w:after="120"/>
        <w:ind w:left="720"/>
        <w:rPr>
          <w:rFonts w:ascii="Arial" w:hAnsi="Arial" w:cs="Arial"/>
          <w:b/>
          <w:color w:val="0000FF"/>
          <w:szCs w:val="22"/>
          <w:u w:val="single"/>
        </w:rPr>
      </w:pPr>
      <w:hyperlink r:id="rId15"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30" w:name="_Toc254166744"/>
      <w:bookmarkStart w:id="31" w:name="_Toc92880855"/>
      <w:bookmarkStart w:id="32" w:name="_Toc51128882"/>
      <w:bookmarkStart w:id="33" w:name="_Toc51996824"/>
      <w:bookmarkStart w:id="34" w:name="_Toc51997110"/>
      <w:bookmarkStart w:id="35" w:name="_Toc51997618"/>
      <w:bookmarkStart w:id="36" w:name="_Toc52164628"/>
      <w:bookmarkStart w:id="37" w:name="_Toc91557610"/>
      <w:bookmarkStart w:id="38" w:name="_Toc130354342"/>
      <w:r w:rsidRPr="005A2D84">
        <w:t>Date de remise des offres</w:t>
      </w:r>
      <w:bookmarkEnd w:id="30"/>
      <w:bookmarkEnd w:id="31"/>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9" w:name="_Toc234058939"/>
      <w:bookmarkStart w:id="40" w:name="_Toc92880856"/>
      <w:bookmarkStart w:id="41" w:name="_Toc234058940"/>
      <w:bookmarkEnd w:id="28"/>
      <w:bookmarkEnd w:id="32"/>
      <w:bookmarkEnd w:id="33"/>
      <w:bookmarkEnd w:id="34"/>
      <w:bookmarkEnd w:id="35"/>
      <w:bookmarkEnd w:id="36"/>
      <w:bookmarkEnd w:id="37"/>
      <w:bookmarkEnd w:id="38"/>
      <w:r w:rsidRPr="005A2D84">
        <w:rPr>
          <w:rFonts w:ascii="Arial" w:hAnsi="Arial" w:cs="Arial"/>
          <w:szCs w:val="22"/>
        </w:rPr>
        <w:t>jugement des CANDIDATURES ET DES OFFRES</w:t>
      </w:r>
      <w:bookmarkEnd w:id="39"/>
      <w:bookmarkEnd w:id="40"/>
    </w:p>
    <w:p w14:paraId="384BABD1" w14:textId="77777777" w:rsidR="00443372" w:rsidRPr="005A2D84" w:rsidRDefault="00443372" w:rsidP="00DE11C8">
      <w:pPr>
        <w:pStyle w:val="Titre3"/>
      </w:pPr>
      <w:bookmarkStart w:id="42" w:name="_Toc92880857"/>
      <w:r w:rsidRPr="005A2D84">
        <w:t>Jugement des candidatures</w:t>
      </w:r>
      <w:bookmarkEnd w:id="41"/>
      <w:bookmarkEnd w:id="42"/>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3" w:name="_Toc234058941"/>
      <w:bookmarkStart w:id="44" w:name="_Toc92880858"/>
      <w:r w:rsidRPr="005A2D84">
        <w:t>Critères de classement des offres et attribution du marché</w:t>
      </w:r>
      <w:bookmarkEnd w:id="43"/>
      <w:bookmarkEnd w:id="44"/>
    </w:p>
    <w:p w14:paraId="03F684BF" w14:textId="160BB154" w:rsidR="001B25B5" w:rsidRDefault="001B25B5" w:rsidP="006E533B">
      <w:pPr>
        <w:pStyle w:val="Paragraphe"/>
        <w:ind w:firstLine="0"/>
        <w:rPr>
          <w:rFonts w:ascii="Arial" w:hAnsi="Arial" w:cs="Arial"/>
          <w:szCs w:val="22"/>
        </w:rPr>
      </w:pPr>
      <w:bookmarkStart w:id="45" w:name="_Toc131825450"/>
      <w:bookmarkStart w:id="46"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599E9BC9" w14:textId="77777777" w:rsidR="006632F5" w:rsidRPr="005A2D84" w:rsidRDefault="006632F5" w:rsidP="006E533B">
      <w:pPr>
        <w:pStyle w:val="Paragraphe"/>
        <w:ind w:firstLine="0"/>
        <w:rPr>
          <w:rFonts w:ascii="Arial" w:hAnsi="Arial" w:cs="Arial"/>
          <w:szCs w:val="22"/>
        </w:rPr>
      </w:pPr>
    </w:p>
    <w:p w14:paraId="234F431E" w14:textId="6A180916" w:rsidR="00443372" w:rsidRPr="005A2D84" w:rsidRDefault="00E43105" w:rsidP="00F87B7B">
      <w:pPr>
        <w:numPr>
          <w:ilvl w:val="0"/>
          <w:numId w:val="8"/>
        </w:numPr>
        <w:spacing w:before="0" w:after="0"/>
        <w:ind w:left="714" w:firstLine="137"/>
        <w:jc w:val="left"/>
        <w:rPr>
          <w:rFonts w:ascii="Arial" w:hAnsi="Arial" w:cs="Arial"/>
          <w:szCs w:val="22"/>
        </w:rPr>
      </w:pPr>
      <w:r>
        <w:rPr>
          <w:rFonts w:ascii="Arial" w:hAnsi="Arial" w:cs="Arial"/>
          <w:szCs w:val="22"/>
        </w:rPr>
        <w:t>Prix : 60</w:t>
      </w:r>
      <w:r w:rsidR="00443372" w:rsidRPr="005A2D84">
        <w:rPr>
          <w:rFonts w:ascii="Arial" w:hAnsi="Arial" w:cs="Arial"/>
          <w:szCs w:val="22"/>
        </w:rPr>
        <w:t xml:space="preserve"> %</w:t>
      </w:r>
    </w:p>
    <w:p w14:paraId="32CEA46D" w14:textId="1800474A" w:rsidR="00443372" w:rsidRPr="005A2D84" w:rsidRDefault="00E43105" w:rsidP="00F87B7B">
      <w:pPr>
        <w:numPr>
          <w:ilvl w:val="0"/>
          <w:numId w:val="8"/>
        </w:numPr>
        <w:spacing w:before="0" w:after="120"/>
        <w:ind w:left="714" w:firstLine="137"/>
        <w:jc w:val="left"/>
        <w:rPr>
          <w:rFonts w:ascii="Arial" w:hAnsi="Arial" w:cs="Arial"/>
          <w:b/>
          <w:bCs/>
          <w:szCs w:val="22"/>
        </w:rPr>
      </w:pPr>
      <w:r>
        <w:rPr>
          <w:rFonts w:ascii="Arial" w:hAnsi="Arial" w:cs="Arial"/>
          <w:szCs w:val="22"/>
        </w:rPr>
        <w:t>Délai de livraison : 4</w:t>
      </w:r>
      <w:r w:rsidR="00443372" w:rsidRPr="005A2D84">
        <w:rPr>
          <w:rFonts w:ascii="Arial" w:hAnsi="Arial" w:cs="Arial"/>
          <w:szCs w:val="22"/>
        </w:rPr>
        <w:t>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lastRenderedPageBreak/>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65E83945"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6632F5">
        <w:rPr>
          <w:sz w:val="22"/>
          <w:szCs w:val="22"/>
        </w:rPr>
        <w:t>SACRAL N-CORE NG</w:t>
      </w:r>
      <w:r w:rsidR="006632F5" w:rsidRPr="00CC5D40">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2EC4EB92" w14:textId="7AE14446" w:rsidR="00EB138E" w:rsidRPr="005A2D84" w:rsidRDefault="00EB138E"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04A2A049"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6632F5">
        <w:rPr>
          <w:rFonts w:ascii="Arial" w:hAnsi="Arial" w:cs="Arial"/>
          <w:b/>
          <w:color w:val="000000"/>
        </w:rPr>
        <w:t>SACRAL N-CORE NG</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16AD3A53"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6632F5" w:rsidRPr="006632F5">
        <w:rPr>
          <w:rFonts w:ascii="Arial" w:hAnsi="Arial" w:cs="Arial"/>
          <w:color w:val="000000"/>
        </w:rPr>
        <w:t>SACRAL N-CORE NG</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lastRenderedPageBreak/>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35C4ECDC"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 xml:space="preserve">à consulter </w:t>
      </w:r>
      <w:r w:rsidR="0036780B">
        <w:rPr>
          <w:rFonts w:ascii="Arial" w:hAnsi="Arial" w:cs="Arial"/>
          <w:color w:val="000000"/>
          <w:szCs w:val="22"/>
        </w:rPr>
        <w:t>la SGA</w:t>
      </w:r>
      <w:r w:rsidR="006F692C">
        <w:rPr>
          <w:rFonts w:ascii="Arial" w:hAnsi="Arial" w:cs="Arial"/>
          <w:color w:val="000000"/>
          <w:szCs w:val="22"/>
        </w:rPr>
        <w:t xml:space="preserve"> </w:t>
      </w:r>
      <w:r w:rsidRPr="005A2D84">
        <w:rPr>
          <w:rFonts w:ascii="Arial" w:hAnsi="Arial" w:cs="Arial"/>
          <w:color w:val="000000"/>
          <w:szCs w:val="22"/>
        </w:rPr>
        <w:t>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45AB1DA8"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w:t>
      </w:r>
      <w:r w:rsidR="006632F5">
        <w:rPr>
          <w:rFonts w:ascii="Arial" w:hAnsi="Arial" w:cs="Arial"/>
          <w:color w:val="000000"/>
          <w:szCs w:val="22"/>
        </w:rPr>
        <w:t xml:space="preserve">s non connues dans </w:t>
      </w:r>
      <w:r w:rsidR="006632F5" w:rsidRPr="006632F5">
        <w:rPr>
          <w:rFonts w:ascii="Arial" w:hAnsi="Arial" w:cs="Arial"/>
          <w:color w:val="000000"/>
        </w:rPr>
        <w:t>SACRAL N-CORE NG</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6632F5" w:rsidRDefault="00AA3F05" w:rsidP="00AA3F05">
      <w:pPr>
        <w:spacing w:before="0" w:after="120"/>
        <w:rPr>
          <w:rFonts w:ascii="Arial" w:hAnsi="Arial" w:cs="Arial"/>
          <w:b/>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Pr="006632F5">
        <w:rPr>
          <w:rFonts w:ascii="Arial" w:hAnsi="Arial" w:cs="Arial"/>
          <w:b/>
          <w:bCs/>
        </w:rPr>
        <w:t>Le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5"/>
      <w:bookmarkEnd w:id="46"/>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119FABF9" w14:textId="77777777"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7" w:name="_Toc131825451"/>
            <w:bookmarkStart w:id="48"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63AEBA4F"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lastRenderedPageBreak/>
        <w:t>N</w:t>
      </w:r>
      <w:r w:rsidRPr="00B41B21">
        <w:rPr>
          <w:rFonts w:ascii="Arial" w:hAnsi="Arial" w:cs="Arial"/>
          <w:szCs w:val="22"/>
          <w:vertAlign w:val="subscript"/>
        </w:rPr>
        <w:t>PG</w:t>
      </w:r>
      <w:r w:rsidRPr="005A2D84">
        <w:rPr>
          <w:rFonts w:ascii="Arial" w:hAnsi="Arial" w:cs="Arial"/>
          <w:szCs w:val="22"/>
        </w:rPr>
        <w:t xml:space="preserve"> = [NP du soumissionnaire considéré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7"/>
      <w:bookmarkEnd w:id="48"/>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9" w:name="_Toc131825452"/>
      <w:bookmarkStart w:id="50"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9"/>
      <w:bookmarkEnd w:id="50"/>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51" w:name="_Toc254166747"/>
      <w:bookmarkStart w:id="52" w:name="_Toc92880859"/>
      <w:r w:rsidRPr="005A2D84">
        <w:rPr>
          <w:rFonts w:ascii="Arial" w:hAnsi="Arial" w:cs="Arial"/>
          <w:szCs w:val="22"/>
        </w:rPr>
        <w:t>contenu du dossier de la consultation</w:t>
      </w:r>
      <w:bookmarkEnd w:id="51"/>
      <w:bookmarkEnd w:id="52"/>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08AA2273" w:rsidR="00FF13F7" w:rsidRPr="005A2D84" w:rsidRDefault="006632F5"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w:t>
      </w:r>
      <w:r w:rsidR="00FF13F7" w:rsidRPr="005A2D84">
        <w:rPr>
          <w:rFonts w:ascii="Arial" w:hAnsi="Arial" w:cs="Arial"/>
          <w:szCs w:val="22"/>
        </w:rPr>
        <w:t xml:space="preserve">e marché comprenant l’engagement du </w:t>
      </w:r>
      <w:r w:rsidR="00FF13F7" w:rsidRPr="005A2D84">
        <w:rPr>
          <w:rFonts w:ascii="Arial" w:hAnsi="Arial" w:cs="Arial"/>
          <w:bCs/>
          <w:szCs w:val="22"/>
        </w:rPr>
        <w:t>soumissionnaire</w:t>
      </w:r>
      <w:r w:rsidR="00FF13F7" w:rsidRPr="005A2D84">
        <w:rPr>
          <w:rFonts w:ascii="Arial" w:hAnsi="Arial" w:cs="Arial"/>
          <w:szCs w:val="22"/>
        </w:rPr>
        <w:t>, les clauses administratives et l’annexe financière,</w:t>
      </w:r>
    </w:p>
    <w:p w14:paraId="635B20C9" w14:textId="1045A85C" w:rsidR="00FF13F7" w:rsidRPr="003C755E" w:rsidRDefault="006632F5" w:rsidP="003C755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La spécification générale d’approvisionnement (</w:t>
      </w:r>
      <w:r w:rsidR="008C45C2">
        <w:rPr>
          <w:rFonts w:ascii="Arial" w:hAnsi="Arial" w:cs="Arial"/>
          <w:szCs w:val="22"/>
        </w:rPr>
        <w:t>SGA</w:t>
      </w:r>
      <w:r>
        <w:rPr>
          <w:rFonts w:ascii="Arial" w:hAnsi="Arial" w:cs="Arial"/>
          <w:szCs w:val="22"/>
        </w:rPr>
        <w:t>)</w:t>
      </w:r>
      <w:r w:rsidR="003C755E">
        <w:rPr>
          <w:rFonts w:ascii="Arial" w:hAnsi="Arial" w:cs="Arial"/>
          <w:szCs w:val="22"/>
        </w:rPr>
        <w:t>.</w:t>
      </w:r>
    </w:p>
    <w:sectPr w:rsidR="00FF13F7" w:rsidRPr="003C755E">
      <w:headerReference w:type="even" r:id="rId16"/>
      <w:headerReference w:type="default" r:id="rId17"/>
      <w:footerReference w:type="even" r:id="rId18"/>
      <w:headerReference w:type="first" r:id="rId19"/>
      <w:footerReference w:type="first" r:id="rId20"/>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FD3B2" w14:textId="77777777" w:rsidR="00F049E3" w:rsidRDefault="00F049E3">
      <w:r>
        <w:separator/>
      </w:r>
    </w:p>
  </w:endnote>
  <w:endnote w:type="continuationSeparator" w:id="0">
    <w:p w14:paraId="1C0ECD5C" w14:textId="77777777" w:rsidR="00F049E3" w:rsidRDefault="00F0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22150166" w:rsidR="00FF6570" w:rsidRPr="004A512C" w:rsidRDefault="00FF6570">
    <w:pPr>
      <w:pStyle w:val="Pieddepage"/>
      <w:rPr>
        <w:rFonts w:ascii="Marianne" w:hAnsi="Marianne"/>
        <w:sz w:val="12"/>
        <w:szCs w:val="12"/>
      </w:rPr>
    </w:pPr>
    <w:r>
      <w:rPr>
        <w:rStyle w:val="Numrodepage"/>
        <w:rFonts w:ascii="Marianne" w:hAnsi="Marianne"/>
        <w:sz w:val="12"/>
        <w:szCs w:val="12"/>
      </w:rPr>
      <w:t>S</w:t>
    </w:r>
    <w:r w:rsidR="0032384B">
      <w:rPr>
        <w:rStyle w:val="Numrodepage"/>
        <w:rFonts w:ascii="Marianne" w:hAnsi="Marianne"/>
        <w:sz w:val="12"/>
        <w:szCs w:val="12"/>
      </w:rPr>
      <w:t>25B00394</w:t>
    </w:r>
    <w:r w:rsidR="00F66D18">
      <w:rPr>
        <w:rStyle w:val="Numrodepage"/>
        <w:rFonts w:ascii="Marianne" w:hAnsi="Marianne"/>
        <w:sz w:val="12"/>
        <w:szCs w:val="12"/>
      </w:rPr>
      <w:t>0</w:t>
    </w:r>
    <w:r>
      <w:rPr>
        <w:rStyle w:val="Numrodepage"/>
        <w:rFonts w:ascii="Marianne" w:hAnsi="Marianne"/>
        <w:sz w:val="12"/>
        <w:szCs w:val="12"/>
      </w:rPr>
      <w:t>00</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32384B">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32384B">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00F576FE">
      <w:rPr>
        <w:rStyle w:val="Numrodepage"/>
        <w:rFonts w:ascii="Marianne" w:hAnsi="Marianne"/>
        <w:noProof/>
        <w:sz w:val="12"/>
        <w:szCs w:val="12"/>
      </w:rPr>
      <w:t>MAPA  poste</w:t>
    </w:r>
    <w:r w:rsidR="003A5428">
      <w:rPr>
        <w:rStyle w:val="Numrodepage"/>
        <w:rFonts w:ascii="Marianne" w:hAnsi="Marianne"/>
        <w:noProof/>
        <w:sz w:val="12"/>
        <w:szCs w:val="12"/>
      </w:rPr>
      <w:t>s</w:t>
    </w:r>
    <w:r>
      <w:rPr>
        <w:rStyle w:val="Numrodepage"/>
        <w:rFonts w:ascii="Marianne" w:hAnsi="Marianne"/>
        <w:noProof/>
        <w:sz w:val="12"/>
        <w:szCs w:val="12"/>
      </w:rPr>
      <w:t xml:space="preserve"> </w:t>
    </w:r>
    <w:r w:rsidRPr="004A512C">
      <w:rPr>
        <w:rStyle w:val="Numrodepage"/>
        <w:rFonts w:ascii="Marianne" w:hAnsi="Marianne"/>
        <w:noProof/>
        <w:sz w:val="12"/>
        <w:szCs w:val="12"/>
      </w:rPr>
      <w:t>NNO</w:t>
    </w:r>
    <w:r>
      <w:rPr>
        <w:rStyle w:val="Numrodepage"/>
        <w:rFonts w:ascii="Marianne" w:hAnsi="Marianne"/>
        <w:noProof/>
        <w:sz w:val="12"/>
        <w:szCs w:val="12"/>
      </w:rPr>
      <w:t xml:space="preserve"> – 24/05/2023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FF6570" w:rsidRDefault="00FF657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FF6570" w:rsidRDefault="00FF6570">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FF6570" w:rsidRDefault="00FF6570">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756DB" w14:textId="77777777" w:rsidR="00F049E3" w:rsidRDefault="00F049E3">
      <w:pPr>
        <w:pStyle w:val="Pieddepage"/>
      </w:pPr>
    </w:p>
  </w:footnote>
  <w:footnote w:type="continuationSeparator" w:id="0">
    <w:p w14:paraId="04240421" w14:textId="77777777" w:rsidR="00F049E3" w:rsidRDefault="00F049E3">
      <w:r>
        <w:continuationSeparator/>
      </w:r>
    </w:p>
  </w:footnote>
  <w:footnote w:id="1">
    <w:p w14:paraId="67768C03" w14:textId="77777777" w:rsidR="00FF6570" w:rsidRPr="00D62785" w:rsidRDefault="00FF6570"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1" w:history="1">
        <w:r w:rsidRPr="00D62785">
          <w:rPr>
            <w:rStyle w:val="Lienhypertexte"/>
            <w:rFonts w:ascii="Arial" w:hAnsi="Arial" w:cs="Arial"/>
            <w:sz w:val="14"/>
            <w:szCs w:val="14"/>
          </w:rPr>
          <w:t>http://www.economie.gouv.fr/daj/formulaires-declaration-du-candidat</w:t>
        </w:r>
      </w:hyperlink>
    </w:p>
    <w:p w14:paraId="49E64CD2" w14:textId="77777777" w:rsidR="00FF6570" w:rsidRPr="00866D3F" w:rsidRDefault="00FF6570"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FF6570" w:rsidRDefault="00FF65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FF6570" w:rsidRDefault="00FF6570">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FF6570" w:rsidRDefault="00FF65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5386C"/>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0251"/>
    <w:rsid w:val="001450F2"/>
    <w:rsid w:val="001456AD"/>
    <w:rsid w:val="00150368"/>
    <w:rsid w:val="0015718D"/>
    <w:rsid w:val="00163631"/>
    <w:rsid w:val="0016627F"/>
    <w:rsid w:val="00172D1B"/>
    <w:rsid w:val="001818E7"/>
    <w:rsid w:val="00185778"/>
    <w:rsid w:val="001860DD"/>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031AC"/>
    <w:rsid w:val="003120D5"/>
    <w:rsid w:val="003167DA"/>
    <w:rsid w:val="00321829"/>
    <w:rsid w:val="0032384B"/>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5428"/>
    <w:rsid w:val="003A6FAF"/>
    <w:rsid w:val="003B6F17"/>
    <w:rsid w:val="003C040D"/>
    <w:rsid w:val="003C2AE3"/>
    <w:rsid w:val="003C5C7B"/>
    <w:rsid w:val="003C755E"/>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AB9"/>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556"/>
    <w:rsid w:val="005E06CE"/>
    <w:rsid w:val="005E0EEB"/>
    <w:rsid w:val="005E194C"/>
    <w:rsid w:val="005E29A2"/>
    <w:rsid w:val="005E55EB"/>
    <w:rsid w:val="005F29E4"/>
    <w:rsid w:val="005F570B"/>
    <w:rsid w:val="005F6706"/>
    <w:rsid w:val="005F73A8"/>
    <w:rsid w:val="00604245"/>
    <w:rsid w:val="00611D2A"/>
    <w:rsid w:val="00624D23"/>
    <w:rsid w:val="006267C8"/>
    <w:rsid w:val="00640228"/>
    <w:rsid w:val="00642CC3"/>
    <w:rsid w:val="0064324B"/>
    <w:rsid w:val="006504BE"/>
    <w:rsid w:val="00654EC8"/>
    <w:rsid w:val="00660279"/>
    <w:rsid w:val="006632F5"/>
    <w:rsid w:val="006805F6"/>
    <w:rsid w:val="006914E1"/>
    <w:rsid w:val="00694380"/>
    <w:rsid w:val="006952DE"/>
    <w:rsid w:val="006A2255"/>
    <w:rsid w:val="006A2DE5"/>
    <w:rsid w:val="006A7F9B"/>
    <w:rsid w:val="006B4344"/>
    <w:rsid w:val="006C766E"/>
    <w:rsid w:val="006D3B00"/>
    <w:rsid w:val="006D7242"/>
    <w:rsid w:val="006D755E"/>
    <w:rsid w:val="006E0A18"/>
    <w:rsid w:val="006E533B"/>
    <w:rsid w:val="006E701B"/>
    <w:rsid w:val="006F30EC"/>
    <w:rsid w:val="006F692C"/>
    <w:rsid w:val="007000F6"/>
    <w:rsid w:val="00716703"/>
    <w:rsid w:val="00730196"/>
    <w:rsid w:val="00730E74"/>
    <w:rsid w:val="00736414"/>
    <w:rsid w:val="00743C4E"/>
    <w:rsid w:val="0074749B"/>
    <w:rsid w:val="00750E52"/>
    <w:rsid w:val="00762C36"/>
    <w:rsid w:val="00770FC3"/>
    <w:rsid w:val="007730A2"/>
    <w:rsid w:val="00787031"/>
    <w:rsid w:val="00787C4D"/>
    <w:rsid w:val="0079353B"/>
    <w:rsid w:val="007943EA"/>
    <w:rsid w:val="0079445E"/>
    <w:rsid w:val="0079605E"/>
    <w:rsid w:val="007A311A"/>
    <w:rsid w:val="007A50BF"/>
    <w:rsid w:val="007B0FEF"/>
    <w:rsid w:val="007B34B3"/>
    <w:rsid w:val="007B698D"/>
    <w:rsid w:val="007C23F4"/>
    <w:rsid w:val="007C3AFA"/>
    <w:rsid w:val="007D3E8C"/>
    <w:rsid w:val="007D5731"/>
    <w:rsid w:val="007D5CCE"/>
    <w:rsid w:val="007E4C23"/>
    <w:rsid w:val="007E55B5"/>
    <w:rsid w:val="007F2ECF"/>
    <w:rsid w:val="007F793A"/>
    <w:rsid w:val="008075E2"/>
    <w:rsid w:val="0081028C"/>
    <w:rsid w:val="008177AA"/>
    <w:rsid w:val="0082399E"/>
    <w:rsid w:val="008271FE"/>
    <w:rsid w:val="008276CF"/>
    <w:rsid w:val="00831ADF"/>
    <w:rsid w:val="008340E1"/>
    <w:rsid w:val="00837628"/>
    <w:rsid w:val="00840F4D"/>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D6DDB"/>
    <w:rsid w:val="009D794B"/>
    <w:rsid w:val="009E06C7"/>
    <w:rsid w:val="009E20EE"/>
    <w:rsid w:val="009F5A4A"/>
    <w:rsid w:val="00A01B09"/>
    <w:rsid w:val="00A13953"/>
    <w:rsid w:val="00A14E53"/>
    <w:rsid w:val="00A21D42"/>
    <w:rsid w:val="00A26119"/>
    <w:rsid w:val="00A268A9"/>
    <w:rsid w:val="00A27CD7"/>
    <w:rsid w:val="00A316DE"/>
    <w:rsid w:val="00A33EFF"/>
    <w:rsid w:val="00A41CBD"/>
    <w:rsid w:val="00A424FD"/>
    <w:rsid w:val="00A4467C"/>
    <w:rsid w:val="00A44830"/>
    <w:rsid w:val="00A549C1"/>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A69DA"/>
    <w:rsid w:val="00BB1211"/>
    <w:rsid w:val="00BB30F4"/>
    <w:rsid w:val="00BB5E1F"/>
    <w:rsid w:val="00BC39DA"/>
    <w:rsid w:val="00BC6D79"/>
    <w:rsid w:val="00BD26E9"/>
    <w:rsid w:val="00BD7AE0"/>
    <w:rsid w:val="00BE3E28"/>
    <w:rsid w:val="00BF1776"/>
    <w:rsid w:val="00BF27B0"/>
    <w:rsid w:val="00C03240"/>
    <w:rsid w:val="00C03D7A"/>
    <w:rsid w:val="00C05AE6"/>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73D7B"/>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F02E8"/>
    <w:rsid w:val="00CF202F"/>
    <w:rsid w:val="00CF3994"/>
    <w:rsid w:val="00CF5DA4"/>
    <w:rsid w:val="00CF6C32"/>
    <w:rsid w:val="00CF77E4"/>
    <w:rsid w:val="00D00C43"/>
    <w:rsid w:val="00D05C9B"/>
    <w:rsid w:val="00D1068D"/>
    <w:rsid w:val="00D157B7"/>
    <w:rsid w:val="00D16694"/>
    <w:rsid w:val="00D1792B"/>
    <w:rsid w:val="00D17CA8"/>
    <w:rsid w:val="00D238B0"/>
    <w:rsid w:val="00D3692A"/>
    <w:rsid w:val="00D426C0"/>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1283"/>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3105"/>
    <w:rsid w:val="00E46CB7"/>
    <w:rsid w:val="00E76452"/>
    <w:rsid w:val="00E82BAE"/>
    <w:rsid w:val="00E82F8D"/>
    <w:rsid w:val="00E86671"/>
    <w:rsid w:val="00E925C3"/>
    <w:rsid w:val="00EA172F"/>
    <w:rsid w:val="00EA4AED"/>
    <w:rsid w:val="00EB138E"/>
    <w:rsid w:val="00EC12D7"/>
    <w:rsid w:val="00EE32EC"/>
    <w:rsid w:val="00EE690C"/>
    <w:rsid w:val="00EE71F7"/>
    <w:rsid w:val="00EF28FF"/>
    <w:rsid w:val="00EF30FF"/>
    <w:rsid w:val="00F045C9"/>
    <w:rsid w:val="00F0476A"/>
    <w:rsid w:val="00F049E3"/>
    <w:rsid w:val="00F10775"/>
    <w:rsid w:val="00F22FBE"/>
    <w:rsid w:val="00F37562"/>
    <w:rsid w:val="00F4541C"/>
    <w:rsid w:val="00F46635"/>
    <w:rsid w:val="00F51A48"/>
    <w:rsid w:val="00F534D5"/>
    <w:rsid w:val="00F56E6C"/>
    <w:rsid w:val="00F57232"/>
    <w:rsid w:val="00F576FE"/>
    <w:rsid w:val="00F66CFF"/>
    <w:rsid w:val="00F66D18"/>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 w:val="00FF65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81"/>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publics.gouv.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chats.defense.gouv.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233;s-publics.gouv.fr" TargetMode="External"/><Relationship Id="rId5" Type="http://schemas.openxmlformats.org/officeDocument/2006/relationships/webSettings" Target="webSettings.xml"/><Relationship Id="rId15" Type="http://schemas.openxmlformats.org/officeDocument/2006/relationships/hyperlink" Target="https://www.legifrance.gouv.fr/eli/arrete/2019/3/22/ECOM180224A/jo/texte" TargetMode="Externa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yperlink" Target="http://www.achats.defense.gouv.fr"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declaration-du-candid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209DC-08B9-46AC-A05F-5F2F4CCBF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47</TotalTime>
  <Pages>9</Pages>
  <Words>2772</Words>
  <Characters>16397</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19131</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DE LA COLOMBE DE LA VOLPILIERE Diane Apprenti</cp:lastModifiedBy>
  <cp:revision>20</cp:revision>
  <cp:lastPrinted>2023-11-13T08:14:00Z</cp:lastPrinted>
  <dcterms:created xsi:type="dcterms:W3CDTF">2024-07-23T13:29:00Z</dcterms:created>
  <dcterms:modified xsi:type="dcterms:W3CDTF">2025-06-10T14:08:00Z</dcterms:modified>
</cp:coreProperties>
</file>