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3B00" w:rsidRPr="00A104FC" w:rsidRDefault="00DE3B00" w:rsidP="00DE3B00">
      <w:pPr>
        <w:spacing w:before="120"/>
        <w:jc w:val="center"/>
        <w:rPr>
          <w:rFonts w:cs="Arial"/>
          <w:b/>
          <w:color w:val="000000"/>
          <w:sz w:val="40"/>
          <w:szCs w:val="28"/>
          <w:shd w:val="clear" w:color="auto" w:fill="FFFFFF"/>
        </w:rPr>
      </w:pPr>
      <w:r w:rsidRPr="00A104FC">
        <w:rPr>
          <w:rFonts w:cs="Arial"/>
          <w:b/>
          <w:color w:val="000000"/>
          <w:sz w:val="40"/>
          <w:szCs w:val="28"/>
          <w:shd w:val="clear" w:color="auto" w:fill="FFFFFF"/>
        </w:rPr>
        <w:t xml:space="preserve">ANNEXE </w:t>
      </w:r>
      <w:bookmarkStart w:id="0" w:name="_GoBack"/>
      <w:bookmarkEnd w:id="0"/>
      <w:r w:rsidRPr="00A104FC">
        <w:rPr>
          <w:rFonts w:cs="Arial"/>
          <w:b/>
          <w:color w:val="000000"/>
          <w:sz w:val="40"/>
          <w:szCs w:val="28"/>
          <w:shd w:val="clear" w:color="auto" w:fill="FFFFFF"/>
        </w:rPr>
        <w:t xml:space="preserve">RELATIVE </w:t>
      </w:r>
    </w:p>
    <w:p w:rsidR="00DE3B00" w:rsidRPr="00A104FC" w:rsidRDefault="00DE3B00" w:rsidP="00DE3B00">
      <w:pPr>
        <w:jc w:val="center"/>
        <w:rPr>
          <w:rFonts w:cs="Arial"/>
          <w:b/>
          <w:color w:val="000000"/>
          <w:sz w:val="40"/>
          <w:szCs w:val="28"/>
          <w:shd w:val="clear" w:color="auto" w:fill="FFFFFF"/>
        </w:rPr>
      </w:pPr>
      <w:r w:rsidRPr="00A104FC">
        <w:rPr>
          <w:rFonts w:cs="Arial"/>
          <w:b/>
          <w:color w:val="000000"/>
          <w:sz w:val="40"/>
          <w:szCs w:val="28"/>
          <w:shd w:val="clear" w:color="auto" w:fill="FFFFFF"/>
        </w:rPr>
        <w:t>À LA CLAUSE SOCIALE DE FORMATION</w:t>
      </w:r>
    </w:p>
    <w:p w:rsidR="00DE3B00" w:rsidRPr="000A39AA" w:rsidRDefault="00DE3B00" w:rsidP="00DE3B00">
      <w:pPr>
        <w:spacing w:before="240" w:after="120"/>
        <w:jc w:val="center"/>
        <w:rPr>
          <w:rFonts w:cs="Arial"/>
          <w:color w:val="000000"/>
          <w:sz w:val="24"/>
          <w:szCs w:val="28"/>
          <w:shd w:val="clear" w:color="auto" w:fill="FFFFFF"/>
        </w:rPr>
      </w:pPr>
      <w:r w:rsidRPr="008C0CCE">
        <w:rPr>
          <w:rFonts w:cs="Arial"/>
          <w:color w:val="000000"/>
          <w:sz w:val="24"/>
          <w:szCs w:val="28"/>
          <w:shd w:val="clear" w:color="auto" w:fill="FFFFFF"/>
        </w:rPr>
        <w:t xml:space="preserve">CADRE DE RÉPONSE DE LA FICHE ENTREPRISE </w:t>
      </w:r>
    </w:p>
    <w:p w:rsidR="00DE3B00" w:rsidRDefault="00DE3B00" w:rsidP="00DE3B00">
      <w:pPr>
        <w:spacing w:after="240"/>
        <w:jc w:val="center"/>
        <w:rPr>
          <w:rFonts w:cs="Arial"/>
          <w:b/>
          <w:i/>
          <w:color w:val="000000"/>
          <w:sz w:val="28"/>
          <w:szCs w:val="28"/>
          <w:shd w:val="clear" w:color="auto" w:fill="FFFFFF"/>
        </w:rPr>
      </w:pPr>
      <w:r w:rsidRPr="008C0CCE">
        <w:rPr>
          <w:rFonts w:cs="Arial"/>
          <w:b/>
          <w:i/>
          <w:color w:val="000000"/>
          <w:sz w:val="28"/>
          <w:szCs w:val="28"/>
          <w:shd w:val="clear" w:color="auto" w:fill="FFFFFF"/>
        </w:rPr>
        <w:t xml:space="preserve">Description du </w:t>
      </w:r>
      <w:r w:rsidR="002E2DF6">
        <w:rPr>
          <w:rFonts w:cs="Arial"/>
          <w:b/>
          <w:i/>
          <w:color w:val="000000"/>
          <w:sz w:val="28"/>
          <w:szCs w:val="28"/>
          <w:shd w:val="clear" w:color="auto" w:fill="FFFFFF"/>
        </w:rPr>
        <w:t>stage</w:t>
      </w:r>
      <w:r w:rsidRPr="008C0CCE">
        <w:rPr>
          <w:rFonts w:cs="Arial"/>
          <w:b/>
          <w:i/>
          <w:color w:val="000000"/>
          <w:sz w:val="28"/>
          <w:szCs w:val="28"/>
          <w:shd w:val="clear" w:color="auto" w:fill="FFFFFF"/>
        </w:rPr>
        <w:t xml:space="preserve"> proposé pour un</w:t>
      </w:r>
      <w:r w:rsidR="005D3178">
        <w:rPr>
          <w:rFonts w:cs="Arial"/>
          <w:b/>
          <w:i/>
          <w:color w:val="000000"/>
          <w:sz w:val="28"/>
          <w:szCs w:val="28"/>
          <w:shd w:val="clear" w:color="auto" w:fill="FFFFFF"/>
        </w:rPr>
        <w:t xml:space="preserve"> élève </w:t>
      </w:r>
      <w:r w:rsidR="00F44ED8">
        <w:rPr>
          <w:rFonts w:cs="Arial"/>
          <w:b/>
          <w:i/>
          <w:color w:val="000000"/>
          <w:sz w:val="28"/>
          <w:szCs w:val="28"/>
          <w:shd w:val="clear" w:color="auto" w:fill="FFFFFF"/>
        </w:rPr>
        <w:t>à besoins spécifiques</w:t>
      </w:r>
    </w:p>
    <w:p w:rsidR="00DE3B00" w:rsidRDefault="00DE3B00" w:rsidP="00DE3B00">
      <w:pPr>
        <w:jc w:val="both"/>
        <w:rPr>
          <w:rFonts w:cs="Arial"/>
          <w:color w:val="000000"/>
          <w:szCs w:val="20"/>
          <w:shd w:val="clear" w:color="auto" w:fill="FFFFFF"/>
        </w:rPr>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10036"/>
      </w:tblGrid>
      <w:tr w:rsidR="00DE3B00" w:rsidTr="008531DB">
        <w:trPr>
          <w:trHeight w:val="540"/>
        </w:trPr>
        <w:tc>
          <w:tcPr>
            <w:tcW w:w="10036" w:type="dxa"/>
            <w:tcBorders>
              <w:bottom w:val="nil"/>
            </w:tcBorders>
            <w:shd w:val="clear" w:color="auto" w:fill="002060"/>
            <w:vAlign w:val="center"/>
          </w:tcPr>
          <w:p w:rsidR="00DE3B00" w:rsidRPr="00AB6D60" w:rsidRDefault="00DE3B00" w:rsidP="008531DB">
            <w:pPr>
              <w:rPr>
                <w:b/>
                <w:color w:val="FFFFFF" w:themeColor="background1"/>
                <w:sz w:val="22"/>
                <w:szCs w:val="18"/>
              </w:rPr>
            </w:pPr>
            <w:r w:rsidRPr="00AB6D60">
              <w:rPr>
                <w:b/>
                <w:caps/>
                <w:color w:val="FFFFFF" w:themeColor="background1"/>
                <w:sz w:val="22"/>
                <w:szCs w:val="18"/>
              </w:rPr>
              <w:t>LISEZ-MOI</w:t>
            </w:r>
          </w:p>
        </w:tc>
      </w:tr>
      <w:tr w:rsidR="00DE3B00" w:rsidTr="00DE3B00">
        <w:trPr>
          <w:trHeight w:val="5080"/>
        </w:trPr>
        <w:tc>
          <w:tcPr>
            <w:tcW w:w="10036" w:type="dxa"/>
            <w:tcBorders>
              <w:top w:val="nil"/>
              <w:left w:val="nil"/>
              <w:bottom w:val="nil"/>
              <w:right w:val="nil"/>
            </w:tcBorders>
            <w:shd w:val="clear" w:color="auto" w:fill="F2F2F2" w:themeFill="background1" w:themeFillShade="F2"/>
            <w:vAlign w:val="center"/>
          </w:tcPr>
          <w:p w:rsidR="009D6C8E" w:rsidRDefault="009D6C8E" w:rsidP="008531DB">
            <w:pPr>
              <w:pStyle w:val="NormalWeb"/>
              <w:spacing w:before="240" w:beforeAutospacing="0"/>
              <w:ind w:left="346" w:right="403"/>
              <w:jc w:val="both"/>
            </w:pPr>
            <w:r>
              <w:t xml:space="preserve">La clause sociale de formation sous statut scolaire (dite CSF) bénéficie à des élèves âgés </w:t>
            </w:r>
            <w:r w:rsidR="00F40F39">
              <w:t>de 16 à</w:t>
            </w:r>
            <w:r>
              <w:t xml:space="preserve"> 25 ans, et </w:t>
            </w:r>
            <w:r w:rsidRPr="000A39AA">
              <w:rPr>
                <w:b/>
                <w:bCs/>
              </w:rPr>
              <w:t>principalement à des mi</w:t>
            </w:r>
            <w:r>
              <w:rPr>
                <w:b/>
                <w:bCs/>
              </w:rPr>
              <w:t>neurs entre 16 et 18 ans</w:t>
            </w:r>
            <w:r>
              <w:t xml:space="preserve">. </w:t>
            </w:r>
          </w:p>
          <w:p w:rsidR="00DE3B00" w:rsidRPr="000A39AA" w:rsidRDefault="00DE3B00" w:rsidP="008531DB">
            <w:pPr>
              <w:pStyle w:val="NormalWeb"/>
              <w:spacing w:before="240" w:beforeAutospacing="0"/>
              <w:ind w:left="346" w:right="403"/>
              <w:jc w:val="both"/>
            </w:pPr>
            <w:r w:rsidRPr="000A39AA">
              <w:t xml:space="preserve">La « Fiche entreprise » </w:t>
            </w:r>
            <w:r w:rsidR="006A5022">
              <w:rPr>
                <w:b/>
                <w:u w:val="single"/>
              </w:rPr>
              <w:t>présente</w:t>
            </w:r>
            <w:r w:rsidRPr="000A39AA">
              <w:rPr>
                <w:b/>
                <w:u w:val="single"/>
              </w:rPr>
              <w:t xml:space="preserve"> </w:t>
            </w:r>
            <w:r w:rsidR="006A5022">
              <w:rPr>
                <w:b/>
                <w:u w:val="single"/>
              </w:rPr>
              <w:t>d</w:t>
            </w:r>
            <w:r w:rsidRPr="000A39AA">
              <w:rPr>
                <w:b/>
                <w:u w:val="single"/>
              </w:rPr>
              <w:t>es missions</w:t>
            </w:r>
            <w:r w:rsidRPr="000A39AA">
              <w:rPr>
                <w:b/>
              </w:rPr>
              <w:t xml:space="preserve"> pouvant être p</w:t>
            </w:r>
            <w:r>
              <w:rPr>
                <w:b/>
              </w:rPr>
              <w:t xml:space="preserve">otentiellement réalisées </w:t>
            </w:r>
            <w:r w:rsidR="00F44ED8" w:rsidRPr="00F44ED8">
              <w:rPr>
                <w:b/>
              </w:rPr>
              <w:t xml:space="preserve">dans le cadre de l’objet du marché </w:t>
            </w:r>
            <w:r>
              <w:rPr>
                <w:b/>
              </w:rPr>
              <w:t xml:space="preserve">par l’élève </w:t>
            </w:r>
            <w:r w:rsidR="00F44ED8">
              <w:rPr>
                <w:b/>
              </w:rPr>
              <w:t>à besoins spécifiques</w:t>
            </w:r>
            <w:r w:rsidRPr="000A39AA">
              <w:t xml:space="preserve"> lors du stage dont il </w:t>
            </w:r>
            <w:r>
              <w:t>pourrait bénéficier</w:t>
            </w:r>
            <w:r w:rsidRPr="000A39AA">
              <w:t xml:space="preserve"> au sein de votre entreprise en cas d’attribution du contrat.</w:t>
            </w:r>
          </w:p>
          <w:p w:rsidR="00DE3B00" w:rsidRPr="000A39AA" w:rsidRDefault="00DE3B00" w:rsidP="00F40F39">
            <w:pPr>
              <w:pStyle w:val="NormalWeb"/>
              <w:ind w:left="346" w:right="401"/>
              <w:jc w:val="both"/>
            </w:pPr>
            <w:r w:rsidRPr="000A39AA">
              <w:rPr>
                <w:b/>
              </w:rPr>
              <w:t>Cette fiche est à remplir par le candidat au marché</w:t>
            </w:r>
            <w:r>
              <w:t xml:space="preserve"> </w:t>
            </w:r>
            <w:r w:rsidRPr="000A39AA">
              <w:rPr>
                <w:b/>
              </w:rPr>
              <w:t>avec le plus de détails possibles</w:t>
            </w:r>
            <w:r w:rsidRPr="000A39AA">
              <w:t xml:space="preserve">. </w:t>
            </w:r>
            <w:r w:rsidR="00AC1FF1">
              <w:t>Elle doit être jointe à l’offre au format numérique .</w:t>
            </w:r>
            <w:proofErr w:type="spellStart"/>
            <w:r w:rsidR="00AC1FF1">
              <w:t>docx</w:t>
            </w:r>
            <w:proofErr w:type="spellEnd"/>
            <w:r w:rsidR="00AC1FF1">
              <w:t xml:space="preserve"> </w:t>
            </w:r>
            <w:proofErr w:type="gramStart"/>
            <w:r w:rsidR="00AC1FF1">
              <w:t>ou .</w:t>
            </w:r>
            <w:proofErr w:type="spellStart"/>
            <w:r w:rsidR="00AC1FF1">
              <w:t>odt</w:t>
            </w:r>
            <w:proofErr w:type="spellEnd"/>
            <w:proofErr w:type="gramEnd"/>
            <w:r w:rsidR="00AC1FF1">
              <w:t xml:space="preserve"> afin que le pouvoir adjudicateur puisse</w:t>
            </w:r>
            <w:r w:rsidR="00050404">
              <w:t xml:space="preserve"> renseigner dans la partie qui lui est réservée</w:t>
            </w:r>
            <w:r w:rsidR="00AC1FF1">
              <w:t xml:space="preserve">, après la notification, les dates de notification, de fin de la période ferme et de fin définitive du marché. </w:t>
            </w:r>
            <w:r w:rsidR="006F624A">
              <w:t xml:space="preserve">Des </w:t>
            </w:r>
            <w:r w:rsidRPr="000A39AA">
              <w:t xml:space="preserve">demandes de précisions pourront être demandées aux </w:t>
            </w:r>
            <w:r w:rsidR="00AC1FF1">
              <w:t>candidats</w:t>
            </w:r>
            <w:r w:rsidRPr="000A39AA">
              <w:t xml:space="preserve"> en cas de renseignements estimés insuffisants par le pouvoir adjudicateur. </w:t>
            </w:r>
            <w:r w:rsidR="00F40F39">
              <w:t xml:space="preserve">Les missions proposées doivent être en adéquation avec les compétences des bénéficiaires potentiels. </w:t>
            </w:r>
          </w:p>
          <w:p w:rsidR="00DE3B00" w:rsidRDefault="00DE3B00" w:rsidP="009D6C8E">
            <w:pPr>
              <w:pStyle w:val="NormalWeb"/>
              <w:spacing w:after="360" w:afterAutospacing="0"/>
              <w:ind w:left="346" w:right="403"/>
              <w:jc w:val="both"/>
            </w:pPr>
            <w:r w:rsidRPr="000A39AA">
              <w:t xml:space="preserve">En cas d’attribution du contrat, la fiche sera transmise par l’acheteur </w:t>
            </w:r>
            <w:r w:rsidR="00F44ED8">
              <w:t>au référent de l’Éducation nationale</w:t>
            </w:r>
            <w:r w:rsidR="006F624A">
              <w:t xml:space="preserve">. Elle fera </w:t>
            </w:r>
            <w:r w:rsidRPr="000A39AA">
              <w:t xml:space="preserve">alors l’objet d’un échange entre le titulaire et </w:t>
            </w:r>
            <w:r w:rsidR="00F40F39">
              <w:t xml:space="preserve">le référent de l’Éducation nationale </w:t>
            </w:r>
            <w:r w:rsidR="009D6C8E">
              <w:t>au cours duquel les missions proposées pourront être revues pour correspondre aux capacités et attentes de l’élève bénéficiaire</w:t>
            </w:r>
            <w:r w:rsidRPr="000A39AA">
              <w:t>.</w:t>
            </w:r>
          </w:p>
          <w:p w:rsidR="006F624A" w:rsidRDefault="009D6C8E" w:rsidP="00F40F39">
            <w:pPr>
              <w:pStyle w:val="NormalWeb"/>
              <w:spacing w:after="360" w:afterAutospacing="0"/>
              <w:ind w:left="346" w:right="403"/>
              <w:jc w:val="both"/>
            </w:pPr>
            <w:r>
              <w:t xml:space="preserve">La présente fiche entreprise ne tient pas lieu de convention de stage. </w:t>
            </w:r>
          </w:p>
          <w:p w:rsidR="007214D2" w:rsidRPr="000A39AA" w:rsidRDefault="007214D2" w:rsidP="002C6F71">
            <w:pPr>
              <w:pStyle w:val="NormalWeb"/>
              <w:spacing w:after="360" w:afterAutospacing="0"/>
              <w:ind w:left="346" w:right="403"/>
              <w:jc w:val="both"/>
            </w:pPr>
            <w:r>
              <w:t xml:space="preserve">Toute demande adressée par courriel </w:t>
            </w:r>
            <w:r w:rsidR="002C6F71">
              <w:t xml:space="preserve">au pouvoir adjudicateur </w:t>
            </w:r>
            <w:r>
              <w:t>doit avoir pour objet : Clause sociale [références du marché]</w:t>
            </w:r>
          </w:p>
        </w:tc>
      </w:tr>
    </w:tbl>
    <w:p w:rsidR="006A5022" w:rsidRDefault="006A5022" w:rsidP="00DE3B00">
      <w:pPr>
        <w:jc w:val="both"/>
        <w:rPr>
          <w:rFonts w:cs="Arial"/>
          <w:color w:val="000000"/>
          <w:szCs w:val="20"/>
          <w:shd w:val="clear" w:color="auto" w:fill="FFFFFF"/>
        </w:rPr>
      </w:pPr>
    </w:p>
    <w:tbl>
      <w:tblPr>
        <w:tblStyle w:val="Grilledutableau"/>
        <w:tblW w:w="9924" w:type="dxa"/>
        <w:tblInd w:w="-42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6947"/>
        <w:gridCol w:w="2977"/>
      </w:tblGrid>
      <w:tr w:rsidR="00F44ED8" w:rsidTr="00F40F39">
        <w:trPr>
          <w:trHeight w:val="1126"/>
        </w:trPr>
        <w:tc>
          <w:tcPr>
            <w:tcW w:w="6947" w:type="dxa"/>
            <w:tcBorders>
              <w:top w:val="nil"/>
              <w:left w:val="nil"/>
              <w:bottom w:val="nil"/>
              <w:right w:val="nil"/>
            </w:tcBorders>
            <w:shd w:val="clear" w:color="auto" w:fill="F2F2F2" w:themeFill="background1" w:themeFillShade="F2"/>
            <w:vAlign w:val="center"/>
          </w:tcPr>
          <w:p w:rsidR="00F44ED8" w:rsidRDefault="00F44ED8" w:rsidP="00F40F39">
            <w:pPr>
              <w:pStyle w:val="NormalWeb"/>
              <w:spacing w:after="0" w:afterAutospacing="0"/>
              <w:ind w:left="179" w:right="-108"/>
              <w:jc w:val="center"/>
              <w:rPr>
                <w:b/>
              </w:rPr>
            </w:pPr>
            <w:r w:rsidRPr="00D423EF">
              <w:rPr>
                <w:b/>
              </w:rPr>
              <w:t xml:space="preserve">Retrouvez plus d’informations sur le dispositif et sa mise en œuvre sur </w:t>
            </w:r>
            <w:hyperlink r:id="rId8" w:history="1">
              <w:r w:rsidRPr="00150EA8">
                <w:rPr>
                  <w:rStyle w:val="Lienhypertexte"/>
                  <w:b/>
                </w:rPr>
                <w:t>le site du Ministère de l’Éducation nationale et de la jeunesse</w:t>
              </w:r>
            </w:hyperlink>
            <w:r w:rsidR="00D423EF" w:rsidRPr="00150EA8">
              <w:rPr>
                <w:b/>
              </w:rPr>
              <w:t> </w:t>
            </w:r>
            <w:r w:rsidR="00D423EF" w:rsidRPr="00D423EF">
              <w:rPr>
                <w:b/>
              </w:rPr>
              <w:t>!</w:t>
            </w:r>
          </w:p>
          <w:p w:rsidR="00F40F39" w:rsidRPr="00F40F39" w:rsidRDefault="009D6C8E" w:rsidP="00F40F39">
            <w:pPr>
              <w:pStyle w:val="NormalWeb"/>
              <w:spacing w:after="0" w:afterAutospacing="0"/>
              <w:ind w:left="179" w:right="-108"/>
              <w:jc w:val="center"/>
              <w:rPr>
                <w:rFonts w:cs="Arial"/>
                <w:color w:val="0000FF" w:themeColor="hyperlink"/>
                <w:u w:val="single"/>
              </w:rPr>
            </w:pPr>
            <w:r>
              <w:rPr>
                <w:b/>
              </w:rPr>
              <w:t xml:space="preserve">Contact : </w:t>
            </w:r>
            <w:hyperlink r:id="rId9" w:history="1">
              <w:r w:rsidRPr="00D45A47">
                <w:rPr>
                  <w:rStyle w:val="Lienhypertexte"/>
                  <w:rFonts w:cs="Arial"/>
                </w:rPr>
                <w:t>clausesocialedeformation@education.gouv.fr</w:t>
              </w:r>
            </w:hyperlink>
          </w:p>
        </w:tc>
        <w:tc>
          <w:tcPr>
            <w:tcW w:w="2977" w:type="dxa"/>
            <w:tcBorders>
              <w:top w:val="nil"/>
              <w:left w:val="nil"/>
              <w:bottom w:val="nil"/>
              <w:right w:val="nil"/>
            </w:tcBorders>
            <w:shd w:val="clear" w:color="auto" w:fill="F2F2F2" w:themeFill="background1" w:themeFillShade="F2"/>
            <w:vAlign w:val="center"/>
          </w:tcPr>
          <w:p w:rsidR="00F44ED8" w:rsidRPr="000A39AA" w:rsidRDefault="00D423EF" w:rsidP="00F44ED8">
            <w:pPr>
              <w:pStyle w:val="NormalWeb"/>
              <w:spacing w:after="0" w:afterAutospacing="0"/>
              <w:ind w:left="346" w:right="3430"/>
              <w:jc w:val="center"/>
            </w:pPr>
            <w:r>
              <w:rPr>
                <w:rFonts w:cs="Arial"/>
                <w:noProof/>
                <w:lang w:eastAsia="ko-KR"/>
              </w:rPr>
              <w:drawing>
                <wp:anchor distT="0" distB="0" distL="114300" distR="114300" simplePos="0" relativeHeight="251665408" behindDoc="0" locked="0" layoutInCell="1" allowOverlap="1" wp14:anchorId="4BF7CBBD" wp14:editId="7C4FE906">
                  <wp:simplePos x="0" y="0"/>
                  <wp:positionH relativeFrom="margin">
                    <wp:posOffset>-6350</wp:posOffset>
                  </wp:positionH>
                  <wp:positionV relativeFrom="margin">
                    <wp:posOffset>-31115</wp:posOffset>
                  </wp:positionV>
                  <wp:extent cx="1739265" cy="607060"/>
                  <wp:effectExtent l="0" t="0" r="0" b="254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SF-logo-10-20_26x65mm.jpg"/>
                          <pic:cNvPicPr/>
                        </pic:nvPicPr>
                        <pic:blipFill rotWithShape="1">
                          <a:blip r:embed="rId10" cstate="print">
                            <a:extLst>
                              <a:ext uri="{28A0092B-C50C-407E-A947-70E740481C1C}">
                                <a14:useLocalDpi xmlns:a14="http://schemas.microsoft.com/office/drawing/2010/main" val="0"/>
                              </a:ext>
                            </a:extLst>
                          </a:blip>
                          <a:srcRect l="5366" t="12586" r="4923" b="14444"/>
                          <a:stretch/>
                        </pic:blipFill>
                        <pic:spPr bwMode="auto">
                          <a:xfrm>
                            <a:off x="0" y="0"/>
                            <a:ext cx="1739265" cy="6070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rsidR="00DE3B00" w:rsidRPr="00A35961" w:rsidRDefault="00DE3B00" w:rsidP="00A35961">
      <w:pPr>
        <w:suppressAutoHyphens w:val="0"/>
        <w:spacing w:line="276" w:lineRule="auto"/>
        <w:jc w:val="center"/>
        <w:rPr>
          <w:rFonts w:cs="Arial"/>
          <w:i/>
          <w:color w:val="000000"/>
          <w:szCs w:val="20"/>
          <w:shd w:val="clear" w:color="auto" w:fill="FFFFFF"/>
        </w:rPr>
      </w:pPr>
      <w:r w:rsidRPr="00A35961">
        <w:rPr>
          <w:rFonts w:cs="Arial"/>
          <w:i/>
          <w:color w:val="000000"/>
          <w:szCs w:val="20"/>
          <w:shd w:val="clear" w:color="auto" w:fill="FFFFFF"/>
        </w:rPr>
        <w:br w:type="page"/>
      </w:r>
    </w:p>
    <w:p w:rsidR="009D3CE3" w:rsidRPr="009D3CE3" w:rsidRDefault="009D3CE3" w:rsidP="00DE3B00">
      <w:pPr>
        <w:spacing w:before="360"/>
        <w:jc w:val="center"/>
        <w:rPr>
          <w:rFonts w:cs="Arial"/>
          <w:b/>
          <w:color w:val="auto"/>
          <w:sz w:val="6"/>
          <w:szCs w:val="6"/>
          <w:shd w:val="clear" w:color="auto" w:fill="FFFFFF"/>
        </w:rPr>
      </w:pPr>
    </w:p>
    <w:p w:rsidR="00DE3B00" w:rsidRPr="009D3CE3" w:rsidRDefault="009D3CE3" w:rsidP="009D3CE3">
      <w:pPr>
        <w:jc w:val="center"/>
        <w:rPr>
          <w:rFonts w:cs="Arial"/>
          <w:b/>
          <w:color w:val="auto"/>
          <w:sz w:val="40"/>
          <w:szCs w:val="28"/>
          <w:shd w:val="clear" w:color="auto" w:fill="FFFFFF"/>
        </w:rPr>
      </w:pPr>
      <w:r>
        <w:rPr>
          <w:rFonts w:cs="Arial"/>
          <w:b/>
          <w:noProof/>
          <w:color w:val="000000"/>
          <w:sz w:val="40"/>
          <w:szCs w:val="28"/>
          <w:lang w:eastAsia="ko-KR"/>
        </w:rPr>
        <mc:AlternateContent>
          <mc:Choice Requires="wps">
            <w:drawing>
              <wp:anchor distT="0" distB="0" distL="114300" distR="114300" simplePos="0" relativeHeight="251663360" behindDoc="0" locked="0" layoutInCell="1" allowOverlap="1" wp14:anchorId="26ADFAA7" wp14:editId="7B75A8FD">
                <wp:simplePos x="0" y="0"/>
                <wp:positionH relativeFrom="column">
                  <wp:posOffset>-273594</wp:posOffset>
                </wp:positionH>
                <wp:positionV relativeFrom="paragraph">
                  <wp:posOffset>-30299</wp:posOffset>
                </wp:positionV>
                <wp:extent cx="6368415" cy="411480"/>
                <wp:effectExtent l="0" t="0" r="13335" b="26670"/>
                <wp:wrapNone/>
                <wp:docPr id="9" name="Rectangle à coins arrondis 9"/>
                <wp:cNvGraphicFramePr/>
                <a:graphic xmlns:a="http://schemas.openxmlformats.org/drawingml/2006/main">
                  <a:graphicData uri="http://schemas.microsoft.com/office/word/2010/wordprocessingShape">
                    <wps:wsp>
                      <wps:cNvSpPr/>
                      <wps:spPr>
                        <a:xfrm>
                          <a:off x="0" y="0"/>
                          <a:ext cx="6368415" cy="411480"/>
                        </a:xfrm>
                        <a:prstGeom prst="roundRect">
                          <a:avLst/>
                        </a:prstGeom>
                        <a:no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7FFE73" id="Rectangle à coins arrondis 9" o:spid="_x0000_s1026" style="position:absolute;margin-left:-21.55pt;margin-top:-2.4pt;width:501.45pt;height:3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" filled="f" strokecolor="#c4bc96 [2414]" strokeweight="2pt"/>
            </w:pict>
          </mc:Fallback>
        </mc:AlternateContent>
      </w:r>
      <w:r w:rsidR="00DE3B00" w:rsidRPr="009D3CE3">
        <w:rPr>
          <w:rFonts w:cs="Arial"/>
          <w:b/>
          <w:color w:val="auto"/>
          <w:sz w:val="40"/>
          <w:szCs w:val="28"/>
          <w:shd w:val="clear" w:color="auto" w:fill="FFFFFF"/>
        </w:rPr>
        <w:t>PARTIE À REMPLIR PAR LE CANDIDAT</w:t>
      </w:r>
    </w:p>
    <w:p w:rsidR="00DE3B00" w:rsidRPr="005213DB" w:rsidRDefault="00DE3B00" w:rsidP="005213DB">
      <w:pPr>
        <w:spacing w:before="240"/>
        <w:jc w:val="both"/>
        <w:rPr>
          <w:rFonts w:cs="Arial"/>
          <w:color w:val="000000"/>
          <w:szCs w:val="20"/>
          <w:shd w:val="clear" w:color="auto" w:fill="FFFFFF"/>
        </w:rPr>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574"/>
        <w:gridCol w:w="141"/>
        <w:gridCol w:w="680"/>
        <w:gridCol w:w="5641"/>
      </w:tblGrid>
      <w:tr w:rsidR="00DE3B00" w:rsidTr="005213DB">
        <w:trPr>
          <w:trHeight w:val="763"/>
        </w:trPr>
        <w:tc>
          <w:tcPr>
            <w:tcW w:w="10036" w:type="dxa"/>
            <w:gridSpan w:val="4"/>
            <w:tcBorders>
              <w:bottom w:val="single" w:sz="4" w:space="0" w:color="D9D9D9" w:themeColor="background1" w:themeShade="D9"/>
            </w:tcBorders>
            <w:shd w:val="clear" w:color="auto" w:fill="002060"/>
            <w:vAlign w:val="center"/>
          </w:tcPr>
          <w:p w:rsidR="00DE3B00" w:rsidRPr="00665918" w:rsidRDefault="00DE3B00" w:rsidP="008531DB">
            <w:pPr>
              <w:rPr>
                <w:rFonts w:ascii="Arial Gras" w:hAnsi="Arial Gras"/>
                <w:b/>
                <w:caps/>
                <w:color w:val="FFFFFF" w:themeColor="background1"/>
                <w:sz w:val="18"/>
                <w:szCs w:val="18"/>
              </w:rPr>
            </w:pPr>
            <w:r>
              <w:rPr>
                <w:b/>
                <w:caps/>
                <w:color w:val="FFFFFF" w:themeColor="background1"/>
                <w:sz w:val="22"/>
                <w:szCs w:val="18"/>
              </w:rPr>
              <w:t>PrÉ</w:t>
            </w:r>
            <w:r w:rsidRPr="00665918">
              <w:rPr>
                <w:b/>
                <w:caps/>
                <w:color w:val="FFFFFF" w:themeColor="background1"/>
                <w:sz w:val="22"/>
                <w:szCs w:val="18"/>
              </w:rPr>
              <w:t>sentez votre entreprise</w:t>
            </w:r>
            <w:r w:rsidRPr="00665918">
              <w:rPr>
                <w:rFonts w:ascii="Arial Gras" w:hAnsi="Arial Gras"/>
                <w:b/>
                <w:caps/>
                <w:color w:val="FFFFFF" w:themeColor="background1"/>
                <w:sz w:val="18"/>
                <w:szCs w:val="18"/>
              </w:rPr>
              <w:t xml:space="preserve"> </w:t>
            </w:r>
          </w:p>
          <w:p w:rsidR="00DE3B00" w:rsidRPr="00665918" w:rsidRDefault="00DE3B00" w:rsidP="00A32C28">
            <w:pPr>
              <w:rPr>
                <w:b/>
                <w:i/>
                <w:color w:val="FFFFFF" w:themeColor="background1"/>
                <w:sz w:val="18"/>
                <w:szCs w:val="18"/>
              </w:rPr>
            </w:pPr>
            <w:r w:rsidRPr="00665918">
              <w:rPr>
                <w:i/>
                <w:color w:val="FFFFFF" w:themeColor="background1"/>
              </w:rPr>
              <w:t>Les champs ci-dessous visent à recueillir les infos essentielles sur l'entreprise qui va accueillir l</w:t>
            </w:r>
            <w:r w:rsidR="00A32C28">
              <w:rPr>
                <w:i/>
                <w:color w:val="FFFFFF" w:themeColor="background1"/>
              </w:rPr>
              <w:t>’élève</w:t>
            </w:r>
            <w:r w:rsidRPr="00665918">
              <w:rPr>
                <w:i/>
                <w:color w:val="FFFFFF" w:themeColor="background1"/>
              </w:rPr>
              <w:t>.</w:t>
            </w:r>
          </w:p>
        </w:tc>
      </w:tr>
      <w:tr w:rsidR="00DE3B00" w:rsidTr="008531DB">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sidRPr="00AB6D60">
              <w:rPr>
                <w:b/>
                <w:szCs w:val="18"/>
              </w:rPr>
              <w:t>Nom de l’entreprise</w:t>
            </w:r>
            <w:r>
              <w:rPr>
                <w:b/>
                <w:szCs w:val="18"/>
              </w:rPr>
              <w:t> :</w:t>
            </w:r>
          </w:p>
        </w:tc>
        <w:sdt>
          <w:sdtPr>
            <w:rPr>
              <w:bCs/>
              <w:color w:val="7F7F7F" w:themeColor="text1" w:themeTint="80"/>
              <w:szCs w:val="20"/>
            </w:rPr>
            <w:id w:val="-456561663"/>
            <w:placeholder>
              <w:docPart w:val="AAE4382DFB2F40159881E819CB2F98B6"/>
            </w:placeholder>
            <w:showingPlcHdr/>
          </w:sdtPr>
          <w:sdtEndPr/>
          <w:sdtContent>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rsidTr="008531DB">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Secteur d’activité de l’entreprise :</w:t>
            </w:r>
          </w:p>
        </w:tc>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EA6239" w:rsidP="008531DB">
            <w:pPr>
              <w:rPr>
                <w:bCs/>
                <w:color w:val="7F7F7F" w:themeColor="text1" w:themeTint="80"/>
                <w:szCs w:val="20"/>
              </w:rPr>
            </w:pPr>
            <w:sdt>
              <w:sdtPr>
                <w:rPr>
                  <w:color w:val="7F7F7F" w:themeColor="text1" w:themeTint="80"/>
                  <w:szCs w:val="20"/>
                </w:rPr>
                <w:id w:val="-1291352911"/>
                <w:placeholder>
                  <w:docPart w:val="4F06B15A33FB4E59A9D6C96764442C72"/>
                </w:placeholder>
                <w:showingPlcHdr/>
                <w:dropDownList>
                  <w:listItem w:displayText="Agroalimentaire" w:value="Agroalimentaire"/>
                  <w:listItem w:displayText="Autre" w:value="Autre"/>
                  <w:listItem w:displayText="Banque / Assurance" w:value="Banque / Assurance"/>
                  <w:listItem w:displayText="Bois / Papier / Carton / Imprimerie" w:value="Bois / Papier / Carton / Imprimerie"/>
                  <w:listItem w:displayText="BTP / Matériaux de construction" w:value="BTP / Matériaux de construction"/>
                  <w:listItem w:displayText="Chimie / Parachimie" w:value="Chimie / Parachimie"/>
                  <w:listItem w:displayText="Commerce / Négoce / Distribution " w:value="Commerce / Négoce / Distribution "/>
                  <w:listItem w:displayText="Edition / Communication / multimédia " w:value="Edition / Communication / multimédia "/>
                  <w:listItem w:displayText="Electronique / Electricité " w:value="Electronique / Electricité "/>
                  <w:listItem w:displayText="Etudes et conseils" w:value="Etudes et conseils"/>
                  <w:listItem w:displayText="Industrie pharmaceutique" w:value="Industrie pharmaceutique"/>
                  <w:listItem w:displayText="Informatique / Télécoms" w:value="Informatique / Télécoms"/>
                  <w:listItem w:displayText="Machines et équipement / Automobiles" w:value="Machines et équipement / Automobiles"/>
                  <w:listItem w:displayText="Métallurgie / Travail du métal " w:value="Métallurgie / Travail du métal "/>
                  <w:listItem w:displayText="Plastique / Caoutchouc" w:value="Plastique / Caoutchouc"/>
                  <w:listItem w:displayText="Services aux entreprises" w:value="Services aux entreprises"/>
                  <w:listItem w:displayText="Textile / Habillement / Chaussus" w:value="Textile / Habillement / Chaussus"/>
                  <w:listItem w:displayText="Transports / Logistique" w:value="Transports / Logistique"/>
                </w:dropDownList>
              </w:sdtPr>
              <w:sdtEndPr/>
              <w:sdtContent>
                <w:r w:rsidR="00DE3B00" w:rsidRPr="00040D40">
                  <w:rPr>
                    <w:rStyle w:val="Textedelespacerserv"/>
                    <w:color w:val="7F7F7F" w:themeColor="text1" w:themeTint="80"/>
                    <w:szCs w:val="20"/>
                  </w:rPr>
                  <w:t>Choisissez un élément.</w:t>
                </w:r>
              </w:sdtContent>
            </w:sdt>
          </w:p>
        </w:tc>
      </w:tr>
      <w:tr w:rsidR="00DE3B00" w:rsidTr="008531DB">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sidRPr="00AB6D60">
              <w:rPr>
                <w:b/>
                <w:szCs w:val="18"/>
              </w:rPr>
              <w:t>Site internet</w:t>
            </w:r>
            <w:r>
              <w:rPr>
                <w:b/>
                <w:szCs w:val="18"/>
              </w:rPr>
              <w:t> :</w:t>
            </w:r>
          </w:p>
        </w:tc>
        <w:sdt>
          <w:sdtPr>
            <w:rPr>
              <w:bCs/>
              <w:color w:val="7F7F7F" w:themeColor="text1" w:themeTint="80"/>
              <w:szCs w:val="20"/>
            </w:rPr>
            <w:id w:val="-819963623"/>
            <w:placeholder>
              <w:docPart w:val="B8D11E6776A14C8C926EA1FA38EAE66E"/>
            </w:placeholder>
            <w:showingPlcHdr/>
          </w:sdtPr>
          <w:sdtEndPr/>
          <w:sdtContent>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rsidTr="008531DB">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Activité principale de l’entreprise :</w:t>
            </w:r>
          </w:p>
        </w:tc>
        <w:sdt>
          <w:sdtPr>
            <w:rPr>
              <w:bCs/>
              <w:color w:val="7F7F7F" w:themeColor="text1" w:themeTint="80"/>
              <w:szCs w:val="20"/>
            </w:rPr>
            <w:id w:val="1975722178"/>
            <w:placeholder>
              <w:docPart w:val="1F6A535A3B83460FABFDB95BDA0D40A5"/>
            </w:placeholder>
            <w:showingPlcHdr/>
          </w:sdtPr>
          <w:sdtEndPr/>
          <w:sdtContent>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rsidTr="008531DB">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 xml:space="preserve">Nombre de salariés : </w:t>
            </w:r>
          </w:p>
        </w:tc>
        <w:sdt>
          <w:sdtPr>
            <w:rPr>
              <w:bCs/>
              <w:color w:val="7F7F7F" w:themeColor="text1" w:themeTint="80"/>
              <w:szCs w:val="20"/>
            </w:rPr>
            <w:id w:val="138461279"/>
            <w:placeholder>
              <w:docPart w:val="B8993B3C9F674B1E92122C0F641E419C"/>
            </w:placeholder>
            <w:showingPlcHdr/>
          </w:sdtPr>
          <w:sdtEndPr/>
          <w:sdtContent>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rsidTr="008531DB">
        <w:trPr>
          <w:trHeight w:val="57"/>
        </w:trPr>
        <w:tc>
          <w:tcPr>
            <w:tcW w:w="10036" w:type="dxa"/>
            <w:gridSpan w:val="4"/>
            <w:tcBorders>
              <w:top w:val="single" w:sz="4" w:space="0" w:color="D9D9D9" w:themeColor="background1" w:themeShade="D9"/>
              <w:bottom w:val="single" w:sz="4" w:space="0" w:color="D9D9D9" w:themeColor="background1" w:themeShade="D9"/>
            </w:tcBorders>
            <w:shd w:val="clear" w:color="auto" w:fill="FFFFFF" w:themeFill="background1"/>
            <w:vAlign w:val="center"/>
          </w:tcPr>
          <w:p w:rsidR="00DE3B00" w:rsidRPr="00DE3B00" w:rsidRDefault="00DE3B00" w:rsidP="008531DB">
            <w:pPr>
              <w:rPr>
                <w:b/>
                <w:sz w:val="10"/>
                <w:szCs w:val="10"/>
              </w:rPr>
            </w:pPr>
          </w:p>
        </w:tc>
      </w:tr>
      <w:tr w:rsidR="00DE3B00" w:rsidTr="008531DB">
        <w:trPr>
          <w:trHeight w:val="750"/>
        </w:trPr>
        <w:tc>
          <w:tcPr>
            <w:tcW w:w="10036" w:type="dxa"/>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DE3B00" w:rsidRPr="006F6AC1" w:rsidRDefault="00DE3B00" w:rsidP="008531DB">
            <w:pPr>
              <w:rPr>
                <w:b/>
                <w:szCs w:val="20"/>
              </w:rPr>
            </w:pPr>
            <w:r w:rsidRPr="006F6AC1">
              <w:rPr>
                <w:b/>
                <w:szCs w:val="20"/>
              </w:rPr>
              <w:t>Référent entreprise (obligatoire)</w:t>
            </w:r>
          </w:p>
          <w:p w:rsidR="00DE3B00" w:rsidRPr="006F6AC1" w:rsidRDefault="00DE3B00" w:rsidP="00A32C28">
            <w:pPr>
              <w:rPr>
                <w:i/>
                <w:szCs w:val="20"/>
              </w:rPr>
            </w:pPr>
            <w:r w:rsidRPr="006F6AC1">
              <w:rPr>
                <w:i/>
                <w:szCs w:val="20"/>
              </w:rPr>
              <w:t xml:space="preserve">Il s’agit de la personne indiquée par l’entreprise titulaire pour suivre le </w:t>
            </w:r>
            <w:r>
              <w:rPr>
                <w:i/>
                <w:szCs w:val="20"/>
              </w:rPr>
              <w:t>stage</w:t>
            </w:r>
            <w:r w:rsidRPr="006F6AC1">
              <w:rPr>
                <w:i/>
                <w:szCs w:val="20"/>
              </w:rPr>
              <w:t xml:space="preserve"> d</w:t>
            </w:r>
            <w:r w:rsidR="002E2DF6">
              <w:rPr>
                <w:i/>
                <w:szCs w:val="20"/>
              </w:rPr>
              <w:t>e l’élève.</w:t>
            </w:r>
          </w:p>
        </w:tc>
      </w:tr>
      <w:tr w:rsidR="00DE3B00" w:rsidTr="008531DB">
        <w:trPr>
          <w:trHeight w:val="20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NOM et Prénom</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402559561"/>
              <w:placeholder>
                <w:docPart w:val="A10F531C1F7D428FB171AC41D78F1A58"/>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193"/>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Email</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108343805"/>
              <w:placeholder>
                <w:docPart w:val="6EF1D2ECDC2845E292B624A7D792F767"/>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N° de téléphone</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558366180"/>
              <w:placeholder>
                <w:docPart w:val="5FD6E5FFD2E4477E83DEE85120E89668"/>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846"/>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rsidR="00DE3B00" w:rsidRPr="00AB6D60" w:rsidRDefault="00DE3B00" w:rsidP="008531DB">
            <w:pPr>
              <w:pStyle w:val="Paragraphedeliste"/>
              <w:ind w:hanging="720"/>
              <w:jc w:val="right"/>
              <w:rPr>
                <w:szCs w:val="18"/>
              </w:rPr>
            </w:pPr>
            <w:r w:rsidRPr="00AB6D60">
              <w:rPr>
                <w:szCs w:val="18"/>
              </w:rPr>
              <w:t>Fonctions dans l’entreprise</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1935471563"/>
              <w:placeholder>
                <w:docPart w:val="4DE67BABB70A47809976E52D17D25868"/>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401"/>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ind w:hanging="720"/>
              <w:jc w:val="right"/>
              <w:rPr>
                <w:szCs w:val="18"/>
              </w:rPr>
            </w:pPr>
            <w:r>
              <w:rPr>
                <w:szCs w:val="18"/>
              </w:rPr>
              <w:t xml:space="preserve">Ancienneté dans l’entreprise :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276148354"/>
              <w:placeholder>
                <w:docPart w:val="B38607580C7F4466A11996F9F8046C39"/>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1351"/>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rsidR="00DE3B00" w:rsidRPr="00AB6D60" w:rsidRDefault="00DE3B00" w:rsidP="008531DB">
            <w:pPr>
              <w:pStyle w:val="Paragraphedeliste"/>
              <w:ind w:left="0"/>
              <w:jc w:val="right"/>
              <w:rPr>
                <w:szCs w:val="18"/>
              </w:rPr>
            </w:pPr>
            <w:r>
              <w:rPr>
                <w:szCs w:val="18"/>
              </w:rPr>
              <w:t xml:space="preserve">Expérience dans le domaine :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713734989"/>
              <w:placeholder>
                <w:docPart w:val="3DFBE0CF5ADE4DAF911ACBC4AFB6AA3C"/>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1473"/>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rsidR="00DE3B00" w:rsidRPr="00AB6D60" w:rsidRDefault="00DE3B00" w:rsidP="008531DB">
            <w:pPr>
              <w:pStyle w:val="Paragraphedeliste"/>
              <w:ind w:left="0"/>
              <w:jc w:val="right"/>
              <w:rPr>
                <w:szCs w:val="18"/>
              </w:rPr>
            </w:pPr>
            <w:r>
              <w:rPr>
                <w:szCs w:val="18"/>
              </w:rPr>
              <w:t xml:space="preserve">Motivation à encadrer :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864907955"/>
              <w:placeholder>
                <w:docPart w:val="DBBDC37D57274D258E28D708C25C8585"/>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57"/>
        </w:trPr>
        <w:tc>
          <w:tcPr>
            <w:tcW w:w="10036" w:type="dxa"/>
            <w:gridSpan w:val="4"/>
            <w:tcBorders>
              <w:top w:val="single" w:sz="4" w:space="0" w:color="D9D9D9" w:themeColor="background1" w:themeShade="D9"/>
              <w:bottom w:val="single" w:sz="4" w:space="0" w:color="D9D9D9" w:themeColor="background1" w:themeShade="D9"/>
            </w:tcBorders>
            <w:shd w:val="clear" w:color="auto" w:fill="FFFFFF" w:themeFill="background1"/>
            <w:vAlign w:val="center"/>
          </w:tcPr>
          <w:p w:rsidR="00DE3B00" w:rsidRPr="00560AE3" w:rsidRDefault="00DE3B00" w:rsidP="008531DB">
            <w:pPr>
              <w:rPr>
                <w:b/>
                <w:sz w:val="10"/>
                <w:szCs w:val="18"/>
              </w:rPr>
            </w:pPr>
          </w:p>
        </w:tc>
      </w:tr>
      <w:tr w:rsidR="00DE3B00" w:rsidTr="005213DB">
        <w:trPr>
          <w:trHeight w:val="479"/>
        </w:trPr>
        <w:tc>
          <w:tcPr>
            <w:tcW w:w="10036" w:type="dxa"/>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DE3B00" w:rsidRPr="00AB6D60" w:rsidRDefault="00DE3B00" w:rsidP="008531DB">
            <w:pPr>
              <w:rPr>
                <w:b/>
                <w:bCs/>
                <w:szCs w:val="18"/>
              </w:rPr>
            </w:pPr>
            <w:r w:rsidRPr="00AB6D60">
              <w:rPr>
                <w:b/>
                <w:szCs w:val="18"/>
              </w:rPr>
              <w:t>Second contact dans l’entreprise</w:t>
            </w:r>
            <w:r>
              <w:rPr>
                <w:b/>
                <w:szCs w:val="18"/>
              </w:rPr>
              <w:t xml:space="preserve"> (facultatif)</w:t>
            </w:r>
          </w:p>
        </w:tc>
      </w:tr>
      <w:tr w:rsidR="00DE3B00" w:rsidRPr="000254E0" w:rsidTr="008531DB">
        <w:trPr>
          <w:trHeight w:val="20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223E57" w:rsidP="008531DB">
            <w:pPr>
              <w:pStyle w:val="Paragraphedeliste"/>
              <w:jc w:val="right"/>
              <w:rPr>
                <w:szCs w:val="18"/>
              </w:rPr>
            </w:pPr>
            <w:r>
              <w:rPr>
                <w:szCs w:val="18"/>
              </w:rPr>
              <w:t>NOM et P</w:t>
            </w:r>
            <w:r w:rsidR="00DE3B00" w:rsidRPr="00AB6D60">
              <w:rPr>
                <w:szCs w:val="18"/>
              </w:rPr>
              <w:t>rénom</w:t>
            </w:r>
            <w:r w:rsidR="00DE3B00">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300894514"/>
              <w:placeholder>
                <w:docPart w:val="34F74B6F82D0429EBFD13B9A3A7E1ED2"/>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rsidTr="008531DB">
        <w:trPr>
          <w:trHeight w:val="193"/>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Email</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787459596"/>
              <w:placeholder>
                <w:docPart w:val="3CDDEC763E25402597D48A0F009F92FE"/>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rsidTr="008531DB">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N° de téléphone</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401444103"/>
              <w:placeholder>
                <w:docPart w:val="FCD35BA50F59485C8C77F267BB1FD6FF"/>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rsidTr="008531DB">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ind w:hanging="720"/>
              <w:jc w:val="right"/>
              <w:rPr>
                <w:szCs w:val="18"/>
              </w:rPr>
            </w:pPr>
            <w:r w:rsidRPr="00AB6D60">
              <w:rPr>
                <w:szCs w:val="18"/>
              </w:rPr>
              <w:t>Fonctions dans l’entreprise</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356347610"/>
              <w:placeholder>
                <w:docPart w:val="424BE06FCB514DC881DB130EAF523411"/>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57"/>
        </w:trPr>
        <w:tc>
          <w:tcPr>
            <w:tcW w:w="10036" w:type="dxa"/>
            <w:gridSpan w:val="4"/>
            <w:tcBorders>
              <w:top w:val="single" w:sz="4" w:space="0" w:color="D9D9D9" w:themeColor="background1" w:themeShade="D9"/>
              <w:bottom w:val="single" w:sz="4" w:space="0" w:color="D9D9D9" w:themeColor="background1" w:themeShade="D9"/>
            </w:tcBorders>
            <w:shd w:val="clear" w:color="auto" w:fill="FFFFFF" w:themeFill="background1"/>
            <w:vAlign w:val="center"/>
          </w:tcPr>
          <w:p w:rsidR="00DE3B00" w:rsidRPr="00560AE3" w:rsidRDefault="00DE3B00" w:rsidP="008531DB">
            <w:pPr>
              <w:rPr>
                <w:b/>
                <w:sz w:val="12"/>
                <w:szCs w:val="18"/>
              </w:rPr>
            </w:pPr>
          </w:p>
        </w:tc>
      </w:tr>
      <w:tr w:rsidR="00DE3B00" w:rsidTr="005213DB">
        <w:trPr>
          <w:trHeight w:val="493"/>
        </w:trPr>
        <w:tc>
          <w:tcPr>
            <w:tcW w:w="10036" w:type="dxa"/>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DE3B00" w:rsidRPr="00665918" w:rsidRDefault="00DE3B00" w:rsidP="008531DB">
            <w:pPr>
              <w:rPr>
                <w:b/>
                <w:bCs/>
                <w:szCs w:val="18"/>
              </w:rPr>
            </w:pPr>
            <w:r w:rsidRPr="00665918">
              <w:rPr>
                <w:b/>
                <w:szCs w:val="18"/>
              </w:rPr>
              <w:t>Responsable des ressources humaines (obligatoire)</w:t>
            </w:r>
          </w:p>
        </w:tc>
      </w:tr>
      <w:tr w:rsidR="00DE3B00" w:rsidRPr="000254E0" w:rsidTr="008531DB">
        <w:trPr>
          <w:trHeight w:val="20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NOM et Prénom</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862236075"/>
              <w:placeholder>
                <w:docPart w:val="4A1ED634DE9E4DECB5AC03E02500C8C5"/>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rsidTr="008531DB">
        <w:trPr>
          <w:trHeight w:val="193"/>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Email</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641701732"/>
              <w:placeholder>
                <w:docPart w:val="102E239918E347BFB1AB61E5B98EDBCB"/>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rsidTr="008531DB">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N° de téléphone</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946815409"/>
              <w:placeholder>
                <w:docPart w:val="8E7FB6BFB8E24BD79F6D48DA00F35B85"/>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rsidTr="008531DB">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ind w:hanging="720"/>
              <w:jc w:val="right"/>
              <w:rPr>
                <w:szCs w:val="18"/>
              </w:rPr>
            </w:pPr>
            <w:r w:rsidRPr="00AB6D60">
              <w:rPr>
                <w:szCs w:val="18"/>
              </w:rPr>
              <w:t>Fonctions dans l’entreprise</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2012209202"/>
              <w:placeholder>
                <w:docPart w:val="F0E19560759840A3A075E6ED3F17819E"/>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655"/>
        </w:trPr>
        <w:tc>
          <w:tcPr>
            <w:tcW w:w="10036" w:type="dxa"/>
            <w:gridSpan w:val="4"/>
            <w:tcBorders>
              <w:bottom w:val="single" w:sz="4" w:space="0" w:color="D9D9D9" w:themeColor="background1" w:themeShade="D9"/>
            </w:tcBorders>
            <w:shd w:val="clear" w:color="auto" w:fill="002060"/>
            <w:vAlign w:val="center"/>
          </w:tcPr>
          <w:p w:rsidR="00DE3B00" w:rsidRPr="00665918" w:rsidRDefault="00DE3B00" w:rsidP="008531DB">
            <w:pPr>
              <w:rPr>
                <w:b/>
                <w:caps/>
                <w:color w:val="FFFFFF" w:themeColor="background1"/>
                <w:sz w:val="22"/>
                <w:szCs w:val="18"/>
              </w:rPr>
            </w:pPr>
            <w:r>
              <w:rPr>
                <w:b/>
                <w:caps/>
                <w:color w:val="FFFFFF" w:themeColor="background1"/>
                <w:sz w:val="22"/>
                <w:szCs w:val="18"/>
              </w:rPr>
              <w:lastRenderedPageBreak/>
              <w:t>PrÉ</w:t>
            </w:r>
            <w:r w:rsidRPr="00665918">
              <w:rPr>
                <w:b/>
                <w:caps/>
                <w:color w:val="FFFFFF" w:themeColor="background1"/>
                <w:sz w:val="22"/>
                <w:szCs w:val="18"/>
              </w:rPr>
              <w:t xml:space="preserve">sentez </w:t>
            </w:r>
            <w:r>
              <w:rPr>
                <w:b/>
                <w:caps/>
                <w:color w:val="FFFFFF" w:themeColor="background1"/>
                <w:sz w:val="22"/>
                <w:szCs w:val="18"/>
              </w:rPr>
              <w:t>le stage proposÉ</w:t>
            </w:r>
          </w:p>
        </w:tc>
      </w:tr>
      <w:tr w:rsidR="00DE3B00" w:rsidTr="00133B09">
        <w:trPr>
          <w:trHeight w:val="484"/>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Nombre d’heures prévues au CCAP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EA6239" w:rsidP="008531DB">
            <w:pPr>
              <w:rPr>
                <w:bCs/>
                <w:color w:val="7F7F7F" w:themeColor="text1" w:themeTint="80"/>
                <w:szCs w:val="20"/>
              </w:rPr>
            </w:pPr>
            <w:sdt>
              <w:sdtPr>
                <w:rPr>
                  <w:rFonts w:cs="Arial"/>
                  <w:color w:val="7F7F7F" w:themeColor="text1" w:themeTint="80"/>
                  <w:szCs w:val="20"/>
                </w:rPr>
                <w:id w:val="1930231587"/>
                <w:placeholder>
                  <w:docPart w:val="DC40E6A3AB5A4AB7A898BD39F0D8B325"/>
                </w:placeholder>
                <w:comboBox>
                  <w:listItem w:value="Choisissez un élément."/>
                  <w:listItem w:displayText="150 heures (1 mois)" w:value="150 heures (1 mois)"/>
                  <w:listItem w:displayText="300 heures (2 mois)" w:value="300 heures (2 mois)"/>
                  <w:listItem w:displayText="450 heures (3 mois)" w:value="450 heures (3 mois)"/>
                  <w:listItem w:displayText="900 heures (6 mois)" w:value="900 heures (6 mois)"/>
                  <w:listItem w:displayText="Autres" w:value="Autres"/>
                </w:comboBox>
              </w:sdtPr>
              <w:sdtEndPr/>
              <w:sdtContent>
                <w:r w:rsidR="00DE3B00" w:rsidRPr="00040D40">
                  <w:rPr>
                    <w:rFonts w:cs="Arial"/>
                    <w:color w:val="7F7F7F" w:themeColor="text1" w:themeTint="80"/>
                    <w:szCs w:val="20"/>
                  </w:rPr>
                  <w:t>Indiquer le nombre d’heure prévues au CCAP</w:t>
                </w:r>
              </w:sdtContent>
            </w:sdt>
          </w:p>
        </w:tc>
      </w:tr>
      <w:tr w:rsidR="00DE3B00" w:rsidTr="00133B09">
        <w:trPr>
          <w:trHeight w:val="1034"/>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Default="00DE3B00" w:rsidP="008531DB">
            <w:pPr>
              <w:jc w:val="right"/>
              <w:rPr>
                <w:b/>
                <w:szCs w:val="18"/>
              </w:rPr>
            </w:pPr>
            <w:r>
              <w:rPr>
                <w:b/>
                <w:szCs w:val="18"/>
              </w:rPr>
              <w:t xml:space="preserve">Lieu de réalisation du stage : </w:t>
            </w:r>
          </w:p>
          <w:p w:rsidR="00DE3B00" w:rsidRPr="005213DB" w:rsidRDefault="00DE3B00" w:rsidP="008531DB">
            <w:pPr>
              <w:jc w:val="right"/>
              <w:rPr>
                <w:i/>
                <w:szCs w:val="18"/>
              </w:rPr>
            </w:pPr>
            <w:r w:rsidRPr="005213DB">
              <w:rPr>
                <w:i/>
                <w:szCs w:val="18"/>
              </w:rPr>
              <w:t xml:space="preserve">(adresse postale)   </w:t>
            </w:r>
          </w:p>
        </w:tc>
        <w:sdt>
          <w:sdtPr>
            <w:rPr>
              <w:bCs/>
              <w:color w:val="7F7F7F" w:themeColor="text1" w:themeTint="80"/>
              <w:szCs w:val="20"/>
            </w:rPr>
            <w:id w:val="1463537095"/>
            <w:placeholder>
              <w:docPart w:val="8232E689F51B49049408CAE48EA5DBE5"/>
            </w:placeholder>
            <w:showingPlcHdr/>
          </w:sdtPr>
          <w:sdtEndPr/>
          <w:sdtContent>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rsidTr="00133B09">
        <w:trPr>
          <w:trHeight w:val="443"/>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Default="00DE3B00" w:rsidP="008531DB">
            <w:pPr>
              <w:jc w:val="right"/>
              <w:rPr>
                <w:b/>
                <w:szCs w:val="18"/>
              </w:rPr>
            </w:pPr>
            <w:r>
              <w:rPr>
                <w:b/>
                <w:szCs w:val="18"/>
              </w:rPr>
              <w:t>Région où le stage sera réalisé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color w:val="7F7F7F" w:themeColor="text1" w:themeTint="80"/>
              </w:rPr>
              <w:id w:val="-1163849886"/>
              <w:placeholder>
                <w:docPart w:val="C5004E17D34A4AEFBDF99BBD6B67425D"/>
              </w:placeholder>
              <w:comboBox>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comboBox>
            </w:sdtPr>
            <w:sdtEndPr/>
            <w:sdtContent>
              <w:p w:rsidR="00DE3B00" w:rsidRPr="00040D40" w:rsidRDefault="00DE3B00" w:rsidP="008531DB">
                <w:pPr>
                  <w:jc w:val="both"/>
                  <w:rPr>
                    <w:color w:val="7F7F7F" w:themeColor="text1" w:themeTint="80"/>
                  </w:rPr>
                </w:pPr>
                <w:r w:rsidRPr="00040D40">
                  <w:rPr>
                    <w:color w:val="7F7F7F" w:themeColor="text1" w:themeTint="80"/>
                  </w:rPr>
                  <w:t>Choisissez une région.</w:t>
                </w:r>
              </w:p>
            </w:sdtContent>
          </w:sdt>
        </w:tc>
      </w:tr>
      <w:tr w:rsidR="00DE3B00" w:rsidTr="00133B09">
        <w:trPr>
          <w:trHeight w:val="379"/>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Default="00DE3B00" w:rsidP="008531DB">
            <w:pPr>
              <w:jc w:val="right"/>
              <w:rPr>
                <w:b/>
                <w:szCs w:val="18"/>
              </w:rPr>
            </w:pPr>
            <w:r>
              <w:rPr>
                <w:b/>
                <w:szCs w:val="18"/>
              </w:rPr>
              <w:t>Département où le stage sera réalisé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EA6239" w:rsidP="008531DB">
            <w:pPr>
              <w:rPr>
                <w:bCs/>
                <w:color w:val="7F7F7F" w:themeColor="text1" w:themeTint="80"/>
                <w:szCs w:val="20"/>
              </w:rPr>
            </w:pPr>
            <w:sdt>
              <w:sdtPr>
                <w:rPr>
                  <w:color w:val="7F7F7F" w:themeColor="text1" w:themeTint="80"/>
                </w:rPr>
                <w:id w:val="1775831534"/>
                <w:placeholder>
                  <w:docPart w:val="C34025859E264A04BEC64D4133B0B4A3"/>
                </w:placeholder>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EndPr/>
              <w:sdtContent>
                <w:r w:rsidR="00DE3B00" w:rsidRPr="00040D40">
                  <w:rPr>
                    <w:color w:val="7F7F7F" w:themeColor="text1" w:themeTint="80"/>
                  </w:rPr>
                  <w:t xml:space="preserve">Choisissez un département. </w:t>
                </w:r>
              </w:sdtContent>
            </w:sdt>
          </w:p>
        </w:tc>
      </w:tr>
      <w:tr w:rsidR="00DE3B00" w:rsidTr="00133B09">
        <w:trPr>
          <w:trHeight w:val="385"/>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Default="00DE3B00" w:rsidP="008531DB">
            <w:pPr>
              <w:jc w:val="right"/>
              <w:rPr>
                <w:b/>
                <w:szCs w:val="18"/>
              </w:rPr>
            </w:pPr>
            <w:r>
              <w:rPr>
                <w:b/>
                <w:szCs w:val="18"/>
              </w:rPr>
              <w:t>Académie où le stage sera réalisé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EA6239" w:rsidP="008531DB">
            <w:pPr>
              <w:rPr>
                <w:bCs/>
                <w:color w:val="7F7F7F" w:themeColor="text1" w:themeTint="80"/>
                <w:szCs w:val="20"/>
              </w:rPr>
            </w:pPr>
            <w:sdt>
              <w:sdtPr>
                <w:rPr>
                  <w:color w:val="7F7F7F" w:themeColor="text1" w:themeTint="80"/>
                </w:rPr>
                <w:id w:val="1076090263"/>
                <w:placeholder>
                  <w:docPart w:val="E801C6BBA2B5463E8230920F92F0DB1D"/>
                </w:placeholder>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EndPr/>
              <w:sdtContent>
                <w:r w:rsidR="00DE3B00" w:rsidRPr="00040D40">
                  <w:rPr>
                    <w:color w:val="7F7F7F" w:themeColor="text1" w:themeTint="80"/>
                  </w:rPr>
                  <w:t>Choisissez une académie</w:t>
                </w:r>
              </w:sdtContent>
            </w:sdt>
            <w:r w:rsidR="00DE3B00" w:rsidRPr="00040D40">
              <w:rPr>
                <w:color w:val="7F7F7F" w:themeColor="text1" w:themeTint="80"/>
              </w:rPr>
              <w:t>.</w:t>
            </w:r>
          </w:p>
        </w:tc>
      </w:tr>
      <w:tr w:rsidR="005213DB" w:rsidTr="005213DB">
        <w:trPr>
          <w:trHeight w:val="57"/>
        </w:trPr>
        <w:tc>
          <w:tcPr>
            <w:tcW w:w="10036" w:type="dxa"/>
            <w:gridSpan w:val="4"/>
            <w:tcBorders>
              <w:top w:val="single" w:sz="4" w:space="0" w:color="D9D9D9" w:themeColor="background1" w:themeShade="D9"/>
              <w:bottom w:val="single" w:sz="4" w:space="0" w:color="D9D9D9" w:themeColor="background1" w:themeShade="D9"/>
            </w:tcBorders>
            <w:shd w:val="clear" w:color="auto" w:fill="auto"/>
            <w:vAlign w:val="center"/>
          </w:tcPr>
          <w:p w:rsidR="005213DB" w:rsidRPr="005213DB" w:rsidRDefault="005213DB" w:rsidP="008531DB">
            <w:pPr>
              <w:rPr>
                <w:color w:val="7F7F7F" w:themeColor="text1" w:themeTint="80"/>
                <w:sz w:val="10"/>
              </w:rPr>
            </w:pPr>
          </w:p>
        </w:tc>
      </w:tr>
      <w:tr w:rsidR="005213DB" w:rsidRPr="00040D40" w:rsidTr="005213DB">
        <w:trPr>
          <w:trHeight w:val="526"/>
        </w:trPr>
        <w:tc>
          <w:tcPr>
            <w:tcW w:w="10036" w:type="dxa"/>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5213DB" w:rsidRPr="005213DB" w:rsidRDefault="005213DB" w:rsidP="00785006">
            <w:pPr>
              <w:rPr>
                <w:b/>
                <w:bCs/>
                <w:color w:val="auto"/>
                <w:szCs w:val="20"/>
              </w:rPr>
            </w:pPr>
            <w:r w:rsidRPr="005213DB">
              <w:rPr>
                <w:b/>
                <w:bCs/>
                <w:color w:val="auto"/>
                <w:szCs w:val="20"/>
              </w:rPr>
              <w:t xml:space="preserve">Si </w:t>
            </w:r>
            <w:r w:rsidR="00785006">
              <w:rPr>
                <w:b/>
                <w:bCs/>
                <w:color w:val="auto"/>
                <w:szCs w:val="20"/>
              </w:rPr>
              <w:t xml:space="preserve">l’entreprise souhaite également proposer de réaliser </w:t>
            </w:r>
            <w:r w:rsidRPr="005213DB">
              <w:rPr>
                <w:b/>
                <w:bCs/>
                <w:color w:val="auto"/>
                <w:szCs w:val="20"/>
              </w:rPr>
              <w:t xml:space="preserve">le stage depuis </w:t>
            </w:r>
            <w:r w:rsidR="00133B09">
              <w:rPr>
                <w:b/>
                <w:bCs/>
                <w:color w:val="auto"/>
                <w:szCs w:val="20"/>
              </w:rPr>
              <w:t>un second lieu</w:t>
            </w:r>
            <w:r w:rsidRPr="005213DB">
              <w:rPr>
                <w:b/>
                <w:bCs/>
                <w:color w:val="auto"/>
                <w:szCs w:val="20"/>
              </w:rPr>
              <w:t xml:space="preserve"> d’exécution</w:t>
            </w:r>
            <w:r w:rsidR="00785006">
              <w:rPr>
                <w:b/>
                <w:bCs/>
                <w:color w:val="auto"/>
                <w:szCs w:val="20"/>
              </w:rPr>
              <w:t xml:space="preserve"> : </w:t>
            </w:r>
          </w:p>
        </w:tc>
      </w:tr>
      <w:tr w:rsidR="005213DB" w:rsidRPr="00040D40" w:rsidTr="00133B09">
        <w:trPr>
          <w:trHeight w:val="785"/>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5213DB" w:rsidRDefault="005213DB" w:rsidP="006A744F">
            <w:pPr>
              <w:jc w:val="right"/>
              <w:rPr>
                <w:b/>
                <w:szCs w:val="18"/>
              </w:rPr>
            </w:pPr>
            <w:r>
              <w:rPr>
                <w:b/>
                <w:szCs w:val="18"/>
              </w:rPr>
              <w:t xml:space="preserve">Second lieu de réalisation du stage : </w:t>
            </w:r>
          </w:p>
          <w:p w:rsidR="005213DB" w:rsidRPr="005213DB" w:rsidRDefault="005213DB" w:rsidP="006A744F">
            <w:pPr>
              <w:jc w:val="right"/>
              <w:rPr>
                <w:i/>
                <w:szCs w:val="18"/>
              </w:rPr>
            </w:pPr>
            <w:r w:rsidRPr="005213DB">
              <w:rPr>
                <w:i/>
                <w:szCs w:val="18"/>
              </w:rPr>
              <w:t xml:space="preserve">(adresse postale, le cas échéant)   </w:t>
            </w:r>
          </w:p>
        </w:tc>
        <w:sdt>
          <w:sdtPr>
            <w:rPr>
              <w:bCs/>
              <w:color w:val="7F7F7F" w:themeColor="text1" w:themeTint="80"/>
              <w:szCs w:val="20"/>
            </w:rPr>
            <w:id w:val="1097517440"/>
            <w:placeholder>
              <w:docPart w:val="F26232040EA54AC3AF0B01BE19B04BB0"/>
            </w:placeholder>
            <w:showingPlcHdr/>
          </w:sdtPr>
          <w:sdtEndPr/>
          <w:sdtContent>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5213DB" w:rsidRPr="00040D40" w:rsidRDefault="005213DB" w:rsidP="006A744F">
                <w:pPr>
                  <w:rPr>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5213DB" w:rsidRPr="00040D40" w:rsidTr="00133B09">
        <w:trPr>
          <w:trHeight w:val="393"/>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5213DB" w:rsidRDefault="005213DB" w:rsidP="00133B09">
            <w:pPr>
              <w:jc w:val="right"/>
              <w:rPr>
                <w:b/>
                <w:szCs w:val="18"/>
              </w:rPr>
            </w:pPr>
            <w:r>
              <w:rPr>
                <w:b/>
                <w:szCs w:val="18"/>
              </w:rPr>
              <w:t xml:space="preserve">Région </w:t>
            </w:r>
            <w:r w:rsidR="00133B09">
              <w:rPr>
                <w:b/>
                <w:szCs w:val="18"/>
              </w:rPr>
              <w:t>du second lieu d’exécution </w:t>
            </w:r>
            <w:r>
              <w:rPr>
                <w:b/>
                <w:szCs w:val="18"/>
              </w:rPr>
              <w:t>:</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color w:val="7F7F7F" w:themeColor="text1" w:themeTint="80"/>
              </w:rPr>
              <w:id w:val="-1869908567"/>
              <w:placeholder>
                <w:docPart w:val="94F80822DBF04625B17F5775F63F5065"/>
              </w:placeholder>
              <w:comboBox>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comboBox>
            </w:sdtPr>
            <w:sdtEndPr/>
            <w:sdtContent>
              <w:p w:rsidR="005213DB" w:rsidRPr="00040D40" w:rsidRDefault="005213DB" w:rsidP="006A744F">
                <w:pPr>
                  <w:jc w:val="both"/>
                  <w:rPr>
                    <w:color w:val="7F7F7F" w:themeColor="text1" w:themeTint="80"/>
                  </w:rPr>
                </w:pPr>
                <w:r w:rsidRPr="00040D40">
                  <w:rPr>
                    <w:color w:val="7F7F7F" w:themeColor="text1" w:themeTint="80"/>
                  </w:rPr>
                  <w:t>Choisissez une région.</w:t>
                </w:r>
              </w:p>
            </w:sdtContent>
          </w:sdt>
        </w:tc>
      </w:tr>
      <w:tr w:rsidR="005213DB" w:rsidRPr="00040D40" w:rsidTr="00133B09">
        <w:trPr>
          <w:trHeight w:val="371"/>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5213DB" w:rsidRDefault="005213DB" w:rsidP="00133B09">
            <w:pPr>
              <w:jc w:val="right"/>
              <w:rPr>
                <w:b/>
                <w:szCs w:val="18"/>
              </w:rPr>
            </w:pPr>
            <w:r>
              <w:rPr>
                <w:b/>
                <w:szCs w:val="18"/>
              </w:rPr>
              <w:t xml:space="preserve">Département </w:t>
            </w:r>
            <w:r w:rsidR="00133B09">
              <w:rPr>
                <w:b/>
                <w:szCs w:val="18"/>
              </w:rPr>
              <w:t>du second lieu d’exécution </w:t>
            </w:r>
            <w:r>
              <w:rPr>
                <w:b/>
                <w:szCs w:val="18"/>
              </w:rPr>
              <w:t>:</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5213DB" w:rsidRPr="00040D40" w:rsidRDefault="00EA6239" w:rsidP="006A744F">
            <w:pPr>
              <w:rPr>
                <w:bCs/>
                <w:color w:val="7F7F7F" w:themeColor="text1" w:themeTint="80"/>
                <w:szCs w:val="20"/>
              </w:rPr>
            </w:pPr>
            <w:sdt>
              <w:sdtPr>
                <w:rPr>
                  <w:color w:val="7F7F7F" w:themeColor="text1" w:themeTint="80"/>
                </w:rPr>
                <w:id w:val="697901282"/>
                <w:placeholder>
                  <w:docPart w:val="5D256D0A64164D36B3014A8CDE0C0B22"/>
                </w:placeholder>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EndPr/>
              <w:sdtContent>
                <w:r w:rsidR="005213DB" w:rsidRPr="00040D40">
                  <w:rPr>
                    <w:color w:val="7F7F7F" w:themeColor="text1" w:themeTint="80"/>
                  </w:rPr>
                  <w:t xml:space="preserve">Choisissez un département. </w:t>
                </w:r>
              </w:sdtContent>
            </w:sdt>
          </w:p>
        </w:tc>
      </w:tr>
      <w:tr w:rsidR="005213DB" w:rsidRPr="00040D40" w:rsidTr="00133B09">
        <w:trPr>
          <w:trHeight w:val="405"/>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5213DB" w:rsidRDefault="005213DB" w:rsidP="00133B09">
            <w:pPr>
              <w:jc w:val="right"/>
              <w:rPr>
                <w:b/>
                <w:szCs w:val="18"/>
              </w:rPr>
            </w:pPr>
            <w:r>
              <w:rPr>
                <w:b/>
                <w:szCs w:val="18"/>
              </w:rPr>
              <w:t xml:space="preserve">Académie </w:t>
            </w:r>
            <w:r w:rsidR="00133B09">
              <w:rPr>
                <w:b/>
                <w:szCs w:val="18"/>
              </w:rPr>
              <w:t>du second lieu d’exécution</w:t>
            </w:r>
            <w:r>
              <w:rPr>
                <w:b/>
                <w:szCs w:val="18"/>
              </w:rPr>
              <w:t>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5213DB" w:rsidRPr="00040D40" w:rsidRDefault="00EA6239" w:rsidP="006A744F">
            <w:pPr>
              <w:rPr>
                <w:bCs/>
                <w:color w:val="7F7F7F" w:themeColor="text1" w:themeTint="80"/>
                <w:szCs w:val="20"/>
              </w:rPr>
            </w:pPr>
            <w:sdt>
              <w:sdtPr>
                <w:rPr>
                  <w:color w:val="7F7F7F" w:themeColor="text1" w:themeTint="80"/>
                </w:rPr>
                <w:id w:val="-941995261"/>
                <w:placeholder>
                  <w:docPart w:val="90885AEBBAEF48F8BEB6E274B72B8FE1"/>
                </w:placeholder>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EndPr/>
              <w:sdtContent>
                <w:r w:rsidR="005213DB" w:rsidRPr="00040D40">
                  <w:rPr>
                    <w:color w:val="7F7F7F" w:themeColor="text1" w:themeTint="80"/>
                  </w:rPr>
                  <w:t>Choisissez une académie</w:t>
                </w:r>
              </w:sdtContent>
            </w:sdt>
            <w:r w:rsidR="005213DB" w:rsidRPr="00040D40">
              <w:rPr>
                <w:color w:val="7F7F7F" w:themeColor="text1" w:themeTint="80"/>
              </w:rPr>
              <w:t>.</w:t>
            </w:r>
          </w:p>
        </w:tc>
      </w:tr>
    </w:tbl>
    <w:p w:rsidR="00DE3B00" w:rsidRPr="00223E57" w:rsidRDefault="00DE3B00" w:rsidP="00DE3B00">
      <w:pPr>
        <w:rPr>
          <w:sz w:val="10"/>
        </w:rPr>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345"/>
        <w:gridCol w:w="3345"/>
        <w:gridCol w:w="3346"/>
      </w:tblGrid>
      <w:tr w:rsidR="00DE3B00" w:rsidTr="008531DB">
        <w:trPr>
          <w:trHeight w:val="599"/>
        </w:trPr>
        <w:tc>
          <w:tcPr>
            <w:tcW w:w="10036" w:type="dxa"/>
            <w:gridSpan w:val="3"/>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DE3B00" w:rsidRPr="00AB6D60" w:rsidRDefault="00DE3B00" w:rsidP="00A32111">
            <w:pPr>
              <w:rPr>
                <w:bCs/>
                <w:color w:val="auto"/>
                <w:szCs w:val="20"/>
              </w:rPr>
            </w:pPr>
            <w:r>
              <w:rPr>
                <w:b/>
                <w:szCs w:val="18"/>
              </w:rPr>
              <w:t xml:space="preserve">Domaine d’activité du </w:t>
            </w:r>
            <w:r w:rsidR="00A32111">
              <w:rPr>
                <w:b/>
                <w:szCs w:val="18"/>
              </w:rPr>
              <w:t>stage</w:t>
            </w:r>
            <w:r>
              <w:rPr>
                <w:b/>
                <w:szCs w:val="18"/>
              </w:rPr>
              <w:t xml:space="preserve"> (plusieurs réponses possibles) :</w:t>
            </w:r>
          </w:p>
        </w:tc>
      </w:tr>
      <w:tr w:rsidR="00DE3B00" w:rsidTr="008531DB">
        <w:trPr>
          <w:trHeight w:val="1671"/>
        </w:trPr>
        <w:tc>
          <w:tcPr>
            <w:tcW w:w="334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Default="00EA6239" w:rsidP="008531DB">
            <w:pPr>
              <w:ind w:firstLine="198"/>
            </w:pPr>
            <w:sdt>
              <w:sdtPr>
                <w:id w:val="1617791628"/>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Accueil</w:t>
            </w:r>
          </w:p>
          <w:p w:rsidR="00DE3B00" w:rsidRDefault="00EA6239" w:rsidP="008531DB">
            <w:pPr>
              <w:ind w:firstLine="198"/>
            </w:pPr>
            <w:sdt>
              <w:sdtPr>
                <w:id w:val="-2081741666"/>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Administration </w:t>
            </w:r>
          </w:p>
          <w:p w:rsidR="00DE3B00" w:rsidRDefault="00EA6239" w:rsidP="008531DB">
            <w:pPr>
              <w:ind w:firstLine="198"/>
            </w:pPr>
            <w:sdt>
              <w:sdtPr>
                <w:id w:val="584732869"/>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Autre</w:t>
            </w:r>
          </w:p>
          <w:p w:rsidR="00DE3B00" w:rsidRDefault="00EA6239" w:rsidP="008531DB">
            <w:pPr>
              <w:ind w:firstLine="198"/>
            </w:pPr>
            <w:sdt>
              <w:sdtPr>
                <w:id w:val="1732567816"/>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Commerce, vente </w:t>
            </w:r>
          </w:p>
          <w:p w:rsidR="00DE3B00" w:rsidRDefault="00EA6239" w:rsidP="008531DB">
            <w:pPr>
              <w:ind w:firstLine="198"/>
              <w:rPr>
                <w:b/>
                <w:szCs w:val="18"/>
              </w:rPr>
            </w:pPr>
            <w:sdt>
              <w:sdtPr>
                <w:id w:val="665062455"/>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Communication</w:t>
            </w:r>
          </w:p>
        </w:tc>
        <w:tc>
          <w:tcPr>
            <w:tcW w:w="334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Default="00EA6239" w:rsidP="008531DB">
            <w:pPr>
              <w:ind w:firstLine="258"/>
            </w:pPr>
            <w:sdt>
              <w:sdtPr>
                <w:id w:val="-568813015"/>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Comptabilité </w:t>
            </w:r>
          </w:p>
          <w:p w:rsidR="00DE3B00" w:rsidRDefault="00EA6239" w:rsidP="008531DB">
            <w:pPr>
              <w:ind w:firstLine="258"/>
            </w:pPr>
            <w:sdt>
              <w:sdtPr>
                <w:id w:val="2032152168"/>
                <w14:checkbox>
                  <w14:checked w14:val="0"/>
                  <w14:checkedState w14:val="2612" w14:font="MS Gothic"/>
                  <w14:uncheckedState w14:val="2610" w14:font="MS Gothic"/>
                </w14:checkbox>
              </w:sdtPr>
              <w:sdtEndPr/>
              <w:sdtContent>
                <w:r w:rsidR="00223E57">
                  <w:rPr>
                    <w:rFonts w:ascii="MS Gothic" w:eastAsia="MS Gothic" w:hAnsi="MS Gothic" w:hint="eastAsia"/>
                  </w:rPr>
                  <w:t>☐</w:t>
                </w:r>
              </w:sdtContent>
            </w:sdt>
            <w:r w:rsidR="00DE3B00">
              <w:t xml:space="preserve"> Electricité </w:t>
            </w:r>
          </w:p>
          <w:p w:rsidR="00DE3B00" w:rsidRDefault="00EA6239" w:rsidP="008531DB">
            <w:pPr>
              <w:ind w:firstLine="258"/>
            </w:pPr>
            <w:sdt>
              <w:sdtPr>
                <w:id w:val="-1374844164"/>
                <w14:checkbox>
                  <w14:checked w14:val="0"/>
                  <w14:checkedState w14:val="2612" w14:font="MS Gothic"/>
                  <w14:uncheckedState w14:val="2610" w14:font="MS Gothic"/>
                </w14:checkbox>
              </w:sdtPr>
              <w:sdtEndPr/>
              <w:sdtContent>
                <w:r w:rsidR="00223E57">
                  <w:rPr>
                    <w:rFonts w:ascii="MS Gothic" w:eastAsia="MS Gothic" w:hAnsi="MS Gothic" w:hint="eastAsia"/>
                  </w:rPr>
                  <w:t>☐</w:t>
                </w:r>
              </w:sdtContent>
            </w:sdt>
            <w:r w:rsidR="00DE3B00">
              <w:t xml:space="preserve"> Esthétique </w:t>
            </w:r>
          </w:p>
          <w:p w:rsidR="00DE3B00" w:rsidRDefault="00EA6239" w:rsidP="008531DB">
            <w:pPr>
              <w:ind w:firstLine="258"/>
            </w:pPr>
            <w:sdt>
              <w:sdtPr>
                <w:id w:val="1049419369"/>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Hôtellerie </w:t>
            </w:r>
          </w:p>
          <w:p w:rsidR="00DE3B00" w:rsidRDefault="00EA6239" w:rsidP="008531DB">
            <w:pPr>
              <w:ind w:firstLine="258"/>
              <w:rPr>
                <w:b/>
                <w:szCs w:val="18"/>
              </w:rPr>
            </w:pPr>
            <w:sdt>
              <w:sdtPr>
                <w:id w:val="-834150755"/>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Informatique</w:t>
            </w:r>
          </w:p>
        </w:tc>
        <w:tc>
          <w:tcPr>
            <w:tcW w:w="3346"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Default="00EA6239" w:rsidP="008531DB">
            <w:pPr>
              <w:ind w:firstLine="175"/>
            </w:pPr>
            <w:sdt>
              <w:sdtPr>
                <w:id w:val="-1565325305"/>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Logistique </w:t>
            </w:r>
          </w:p>
          <w:p w:rsidR="00DE3B00" w:rsidRDefault="00EA6239" w:rsidP="008531DB">
            <w:pPr>
              <w:ind w:firstLine="175"/>
            </w:pPr>
            <w:sdt>
              <w:sdtPr>
                <w:id w:val="1307432244"/>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Restauration, cuisine </w:t>
            </w:r>
          </w:p>
          <w:p w:rsidR="00DE3B00" w:rsidRDefault="00EA6239" w:rsidP="008531DB">
            <w:pPr>
              <w:ind w:firstLine="175"/>
            </w:pPr>
            <w:sdt>
              <w:sdtPr>
                <w:id w:val="-1520777589"/>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Sécurité </w:t>
            </w:r>
          </w:p>
          <w:p w:rsidR="00DE3B00" w:rsidRDefault="00EA6239" w:rsidP="008531DB">
            <w:pPr>
              <w:ind w:firstLine="175"/>
            </w:pPr>
            <w:sdt>
              <w:sdtPr>
                <w:id w:val="744076614"/>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Service à la personne</w:t>
            </w:r>
          </w:p>
          <w:p w:rsidR="00DE3B00" w:rsidRDefault="00EA6239" w:rsidP="008531DB">
            <w:pPr>
              <w:ind w:firstLine="175"/>
            </w:pPr>
            <w:sdt>
              <w:sdtPr>
                <w:id w:val="-1392415126"/>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Transports</w:t>
            </w:r>
          </w:p>
        </w:tc>
      </w:tr>
      <w:tr w:rsidR="00785006" w:rsidTr="006A744F">
        <w:trPr>
          <w:trHeight w:val="599"/>
        </w:trPr>
        <w:tc>
          <w:tcPr>
            <w:tcW w:w="10036" w:type="dxa"/>
            <w:gridSpan w:val="3"/>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785006" w:rsidRPr="00E73CD1" w:rsidRDefault="00785006" w:rsidP="005D3178">
            <w:pPr>
              <w:jc w:val="both"/>
              <w:rPr>
                <w:b/>
              </w:rPr>
            </w:pPr>
            <w:r w:rsidRPr="00E73CD1">
              <w:rPr>
                <w:b/>
              </w:rPr>
              <w:t>Détail des tâches</w:t>
            </w:r>
            <w:r>
              <w:rPr>
                <w:b/>
              </w:rPr>
              <w:t xml:space="preserve"> pressenties pour l’élève bénéficiaire de la clause sociale de formation : </w:t>
            </w:r>
          </w:p>
        </w:tc>
      </w:tr>
      <w:tr w:rsidR="00785006" w:rsidTr="00785006">
        <w:trPr>
          <w:trHeight w:val="5055"/>
        </w:trPr>
        <w:tc>
          <w:tcPr>
            <w:tcW w:w="10036" w:type="dxa"/>
            <w:gridSpan w:val="3"/>
            <w:tcBorders>
              <w:top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695120688"/>
              <w:placeholder>
                <w:docPart w:val="14AFCB7561C94C0FA01603E7F495E744"/>
              </w:placeholder>
            </w:sdtPr>
            <w:sdtEndPr/>
            <w:sdtContent>
              <w:p w:rsidR="00785006" w:rsidRPr="000F7371" w:rsidRDefault="00785006" w:rsidP="006A744F">
                <w:pPr>
                  <w:suppressAutoHyphens w:val="0"/>
                  <w:ind w:left="198" w:right="261"/>
                  <w:jc w:val="both"/>
                  <w:rPr>
                    <w:color w:val="7F7F7F" w:themeColor="text1" w:themeTint="80"/>
                    <w:szCs w:val="20"/>
                  </w:rPr>
                </w:pPr>
                <w:r w:rsidRPr="000F7371">
                  <w:rPr>
                    <w:color w:val="7F7F7F" w:themeColor="text1" w:themeTint="80"/>
                    <w:szCs w:val="20"/>
                  </w:rPr>
                  <w:t>Le candidat est invité à lister de manière significative et avec le plus de précisions possibles les missions qu’il</w:t>
                </w:r>
                <w:r>
                  <w:rPr>
                    <w:color w:val="7F7F7F" w:themeColor="text1" w:themeTint="80"/>
                    <w:szCs w:val="20"/>
                  </w:rPr>
                  <w:t xml:space="preserve"> est susceptible de proposer à l’élève </w:t>
                </w:r>
                <w:r w:rsidRPr="000F7371">
                  <w:rPr>
                    <w:color w:val="7F7F7F" w:themeColor="text1" w:themeTint="80"/>
                    <w:szCs w:val="20"/>
                  </w:rPr>
                  <w:t>bénéficiaire de la clause (découverte du métier, tâches administratives, découverte de la comptabilité, des RH</w:t>
                </w:r>
                <w:r w:rsidR="00A32C28">
                  <w:rPr>
                    <w:color w:val="7F7F7F" w:themeColor="text1" w:themeTint="80"/>
                    <w:szCs w:val="20"/>
                  </w:rPr>
                  <w:t>…</w:t>
                </w:r>
                <w:r w:rsidRPr="000F7371">
                  <w:rPr>
                    <w:color w:val="7F7F7F" w:themeColor="text1" w:themeTint="80"/>
                    <w:szCs w:val="20"/>
                  </w:rPr>
                  <w:t xml:space="preserve">). </w:t>
                </w:r>
              </w:p>
              <w:p w:rsidR="00785006" w:rsidRPr="000F7371" w:rsidRDefault="00785006" w:rsidP="006A744F">
                <w:pPr>
                  <w:suppressAutoHyphens w:val="0"/>
                  <w:ind w:left="198" w:right="261"/>
                  <w:jc w:val="both"/>
                  <w:rPr>
                    <w:color w:val="7F7F7F" w:themeColor="text1" w:themeTint="80"/>
                    <w:szCs w:val="20"/>
                  </w:rPr>
                </w:pPr>
                <w:r w:rsidRPr="000F7371">
                  <w:rPr>
                    <w:color w:val="7F7F7F" w:themeColor="text1" w:themeTint="80"/>
                    <w:szCs w:val="20"/>
                  </w:rPr>
                  <w:t xml:space="preserve">Il est invité également à préciser les éventuelles terminologies techniques, le public </w:t>
                </w:r>
                <w:r>
                  <w:rPr>
                    <w:color w:val="7F7F7F" w:themeColor="text1" w:themeTint="80"/>
                    <w:szCs w:val="20"/>
                  </w:rPr>
                  <w:t>cible</w:t>
                </w:r>
                <w:r w:rsidRPr="000F7371">
                  <w:rPr>
                    <w:color w:val="7F7F7F" w:themeColor="text1" w:themeTint="80"/>
                    <w:szCs w:val="20"/>
                  </w:rPr>
                  <w:t xml:space="preserve"> étant pour rappel sans qualification spécifique</w:t>
                </w:r>
                <w:r>
                  <w:rPr>
                    <w:color w:val="7F7F7F" w:themeColor="text1" w:themeTint="80"/>
                    <w:szCs w:val="20"/>
                  </w:rPr>
                  <w:t xml:space="preserve"> et à 90% âgé de moins de 18 ans</w:t>
                </w:r>
                <w:r w:rsidRPr="000F7371">
                  <w:rPr>
                    <w:color w:val="7F7F7F" w:themeColor="text1" w:themeTint="80"/>
                    <w:szCs w:val="20"/>
                  </w:rPr>
                  <w:t>.</w:t>
                </w:r>
              </w:p>
            </w:sdtContent>
          </w:sdt>
        </w:tc>
      </w:tr>
    </w:tbl>
    <w:p w:rsidR="00785006" w:rsidRPr="00785006" w:rsidRDefault="00785006">
      <w:pPr>
        <w:rPr>
          <w:sz w:val="2"/>
        </w:rPr>
      </w:pPr>
      <w:r>
        <w:br w:type="page"/>
      </w: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5018"/>
        <w:gridCol w:w="5018"/>
      </w:tblGrid>
      <w:tr w:rsidR="00785006" w:rsidTr="006A744F">
        <w:trPr>
          <w:trHeight w:val="599"/>
        </w:trPr>
        <w:tc>
          <w:tcPr>
            <w:tcW w:w="10036" w:type="dxa"/>
            <w:gridSpan w:val="2"/>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785006" w:rsidRPr="00E73CD1" w:rsidRDefault="00785006" w:rsidP="005D3178">
            <w:pPr>
              <w:jc w:val="both"/>
              <w:rPr>
                <w:b/>
              </w:rPr>
            </w:pPr>
            <w:r w:rsidRPr="00E73CD1">
              <w:rPr>
                <w:b/>
              </w:rPr>
              <w:lastRenderedPageBreak/>
              <w:t xml:space="preserve">Avantages fournis </w:t>
            </w:r>
            <w:r>
              <w:rPr>
                <w:b/>
              </w:rPr>
              <w:t>à l’élève</w:t>
            </w:r>
            <w:r w:rsidR="005D3178">
              <w:rPr>
                <w:b/>
              </w:rPr>
              <w:t xml:space="preserve"> </w:t>
            </w:r>
            <w:r w:rsidRPr="00E73CD1">
              <w:rPr>
                <w:b/>
              </w:rPr>
              <w:t xml:space="preserve">: </w:t>
            </w:r>
          </w:p>
        </w:tc>
      </w:tr>
      <w:tr w:rsidR="00785006" w:rsidTr="00133B09">
        <w:trPr>
          <w:trHeight w:val="1525"/>
        </w:trPr>
        <w:tc>
          <w:tcPr>
            <w:tcW w:w="5018" w:type="dxa"/>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785006" w:rsidRDefault="00EA6239" w:rsidP="006A744F">
            <w:pPr>
              <w:ind w:firstLine="340"/>
            </w:pPr>
            <w:sdt>
              <w:sdtPr>
                <w:id w:val="-1458097934"/>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Livret d’accueil </w:t>
            </w:r>
          </w:p>
          <w:p w:rsidR="00785006" w:rsidRDefault="00EA6239" w:rsidP="006A744F">
            <w:pPr>
              <w:ind w:firstLine="340"/>
            </w:pPr>
            <w:sdt>
              <w:sdtPr>
                <w:id w:val="-88773331"/>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Poste de travail </w:t>
            </w:r>
          </w:p>
          <w:p w:rsidR="00785006" w:rsidRDefault="00EA6239" w:rsidP="006A744F">
            <w:pPr>
              <w:ind w:firstLine="340"/>
            </w:pPr>
            <w:sdt>
              <w:sdtPr>
                <w:id w:val="-1163160207"/>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Téléphone professionnel</w:t>
            </w:r>
          </w:p>
          <w:p w:rsidR="00785006" w:rsidRDefault="00EA6239" w:rsidP="006A744F">
            <w:pPr>
              <w:ind w:firstLine="340"/>
            </w:pPr>
            <w:sdt>
              <w:sdtPr>
                <w:id w:val="-2108024644"/>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Tenue de travail</w:t>
            </w:r>
          </w:p>
        </w:tc>
        <w:tc>
          <w:tcPr>
            <w:tcW w:w="5018" w:type="dxa"/>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785006" w:rsidRDefault="00EA6239" w:rsidP="006A744F">
            <w:pPr>
              <w:ind w:firstLine="287"/>
            </w:pPr>
            <w:sdt>
              <w:sdtPr>
                <w:id w:val="1044647437"/>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Restaurant d’entreprise</w:t>
            </w:r>
          </w:p>
          <w:p w:rsidR="00785006" w:rsidRDefault="00EA6239" w:rsidP="006A744F">
            <w:pPr>
              <w:ind w:firstLine="287"/>
            </w:pPr>
            <w:sdt>
              <w:sdtPr>
                <w:id w:val="1144774578"/>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Tickets restaurants </w:t>
            </w:r>
          </w:p>
          <w:p w:rsidR="00785006" w:rsidRDefault="00EA6239" w:rsidP="006A744F">
            <w:pPr>
              <w:ind w:firstLine="287"/>
            </w:pPr>
            <w:sdt>
              <w:sdtPr>
                <w:id w:val="262187578"/>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Participation aux transports</w:t>
            </w:r>
          </w:p>
          <w:p w:rsidR="00785006" w:rsidRDefault="00EA6239" w:rsidP="006A744F">
            <w:pPr>
              <w:ind w:firstLine="287"/>
            </w:pPr>
            <w:sdt>
              <w:sdtPr>
                <w:id w:val="-397822055"/>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Autres</w:t>
            </w:r>
          </w:p>
        </w:tc>
      </w:tr>
      <w:tr w:rsidR="00785006" w:rsidTr="006A744F">
        <w:trPr>
          <w:trHeight w:val="599"/>
        </w:trPr>
        <w:tc>
          <w:tcPr>
            <w:tcW w:w="10036" w:type="dxa"/>
            <w:gridSpan w:val="2"/>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785006" w:rsidRPr="00E73CD1" w:rsidRDefault="00785006" w:rsidP="006A744F">
            <w:pPr>
              <w:jc w:val="both"/>
              <w:rPr>
                <w:b/>
              </w:rPr>
            </w:pPr>
            <w:r w:rsidRPr="00E73CD1">
              <w:rPr>
                <w:b/>
              </w:rPr>
              <w:t xml:space="preserve">Autres remarques si nécessaire </w:t>
            </w:r>
          </w:p>
          <w:p w:rsidR="00785006" w:rsidRDefault="00785006" w:rsidP="006A744F">
            <w:pPr>
              <w:jc w:val="both"/>
            </w:pPr>
            <w:r w:rsidRPr="00E73CD1">
              <w:rPr>
                <w:i/>
              </w:rPr>
              <w:t>Points d’attentions, disponibilités</w:t>
            </w:r>
            <w:r>
              <w:rPr>
                <w:i/>
              </w:rPr>
              <w:t xml:space="preserve"> particulières</w:t>
            </w:r>
            <w:r w:rsidRPr="00E73CD1">
              <w:rPr>
                <w:i/>
              </w:rPr>
              <w:t xml:space="preserve">, conditions d’accueil particulières, etc. </w:t>
            </w:r>
          </w:p>
        </w:tc>
      </w:tr>
      <w:tr w:rsidR="00785006" w:rsidTr="00785006">
        <w:trPr>
          <w:trHeight w:val="3921"/>
        </w:trPr>
        <w:tc>
          <w:tcPr>
            <w:tcW w:w="10036"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1126780033"/>
              <w:placeholder>
                <w:docPart w:val="296FA21E60BB4624A25FBAF902A35793"/>
              </w:placeholder>
              <w:showingPlcHdr/>
            </w:sdtPr>
            <w:sdtEndPr/>
            <w:sdtContent>
              <w:p w:rsidR="00785006" w:rsidRDefault="00785006" w:rsidP="006A744F">
                <w:pPr>
                  <w:ind w:left="198"/>
                  <w:rPr>
                    <w:bCs/>
                    <w:color w:val="7F7F7F" w:themeColor="text1" w:themeTint="80"/>
                    <w:szCs w:val="20"/>
                  </w:rPr>
                </w:pPr>
                <w:r w:rsidRPr="00AB6D60">
                  <w:rPr>
                    <w:rStyle w:val="Textedelespacerserv"/>
                    <w:rFonts w:eastAsiaTheme="minorHAnsi"/>
                    <w:color w:val="7F7F7F" w:themeColor="text1" w:themeTint="80"/>
                    <w:szCs w:val="20"/>
                  </w:rPr>
                  <w:t>Cliquez ou appuyez ici pour entrer du texte.</w:t>
                </w:r>
              </w:p>
            </w:sdtContent>
          </w:sdt>
          <w:p w:rsidR="00785006" w:rsidRDefault="00785006" w:rsidP="006A744F"/>
        </w:tc>
      </w:tr>
    </w:tbl>
    <w:p w:rsidR="00DE3B00" w:rsidRPr="00785006" w:rsidRDefault="005213DB" w:rsidP="00785006">
      <w:r>
        <w:br w:type="page"/>
      </w:r>
    </w:p>
    <w:p w:rsidR="00DE3B00" w:rsidRPr="004A2B95" w:rsidRDefault="00133B09" w:rsidP="00DE3B00">
      <w:pPr>
        <w:spacing w:before="100" w:beforeAutospacing="1"/>
        <w:jc w:val="center"/>
        <w:rPr>
          <w:rFonts w:cs="Arial"/>
          <w:b/>
          <w:color w:val="000000"/>
          <w:sz w:val="2"/>
          <w:szCs w:val="28"/>
          <w:shd w:val="clear" w:color="auto" w:fill="FFFFFF"/>
        </w:rPr>
      </w:pPr>
      <w:r>
        <w:rPr>
          <w:rFonts w:cs="Arial"/>
          <w:b/>
          <w:noProof/>
          <w:color w:val="000000"/>
          <w:sz w:val="40"/>
          <w:szCs w:val="28"/>
          <w:lang w:eastAsia="ko-KR"/>
        </w:rPr>
        <w:lastRenderedPageBreak/>
        <mc:AlternateContent>
          <mc:Choice Requires="wps">
            <w:drawing>
              <wp:anchor distT="0" distB="0" distL="114300" distR="114300" simplePos="0" relativeHeight="251661312" behindDoc="0" locked="0" layoutInCell="1" allowOverlap="1" wp14:anchorId="7DC787D2" wp14:editId="6AB283A4">
                <wp:simplePos x="0" y="0"/>
                <wp:positionH relativeFrom="column">
                  <wp:posOffset>-281305</wp:posOffset>
                </wp:positionH>
                <wp:positionV relativeFrom="paragraph">
                  <wp:posOffset>72244</wp:posOffset>
                </wp:positionV>
                <wp:extent cx="6368603" cy="411578"/>
                <wp:effectExtent l="0" t="0" r="13335" b="26670"/>
                <wp:wrapNone/>
                <wp:docPr id="6" name="Rectangle à coins arrondis 6"/>
                <wp:cNvGraphicFramePr/>
                <a:graphic xmlns:a="http://schemas.openxmlformats.org/drawingml/2006/main">
                  <a:graphicData uri="http://schemas.microsoft.com/office/word/2010/wordprocessingShape">
                    <wps:wsp>
                      <wps:cNvSpPr/>
                      <wps:spPr>
                        <a:xfrm>
                          <a:off x="0" y="0"/>
                          <a:ext cx="6368603" cy="411578"/>
                        </a:xfrm>
                        <a:prstGeom prst="round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608416C" id="Rectangle à coins arrondis 6" o:spid="_x0000_s1026" style="position:absolute;margin-left:-22.15pt;margin-top:5.7pt;width:501.45pt;height:32.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" filled="f" strokecolor="#ffc000" strokeweight="2pt"/>
            </w:pict>
          </mc:Fallback>
        </mc:AlternateContent>
      </w:r>
    </w:p>
    <w:p w:rsidR="00DE3B00" w:rsidRPr="00A104FC" w:rsidRDefault="00DE3B00" w:rsidP="00133B09">
      <w:pPr>
        <w:spacing w:before="120"/>
        <w:jc w:val="center"/>
        <w:rPr>
          <w:rFonts w:cs="Arial"/>
          <w:b/>
          <w:color w:val="000000"/>
          <w:sz w:val="40"/>
          <w:szCs w:val="28"/>
          <w:shd w:val="clear" w:color="auto" w:fill="FFFFFF"/>
        </w:rPr>
      </w:pPr>
      <w:r>
        <w:rPr>
          <w:rFonts w:cs="Arial"/>
          <w:b/>
          <w:color w:val="000000"/>
          <w:sz w:val="40"/>
          <w:szCs w:val="28"/>
          <w:shd w:val="clear" w:color="auto" w:fill="FFFFFF"/>
        </w:rPr>
        <w:t>PARTIE RÉSERVÉE À L’ADMINISTRATION</w:t>
      </w:r>
    </w:p>
    <w:p w:rsidR="00DE3B00" w:rsidRDefault="00DE3B00" w:rsidP="00DE3B00">
      <w:pPr>
        <w:spacing w:before="240"/>
        <w:jc w:val="both"/>
        <w:rPr>
          <w:rFonts w:cs="Arial"/>
          <w:szCs w:val="20"/>
        </w:rPr>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715"/>
        <w:gridCol w:w="6321"/>
      </w:tblGrid>
      <w:tr w:rsidR="00DE3B00" w:rsidRPr="00665918" w:rsidTr="008531DB">
        <w:trPr>
          <w:trHeight w:val="1094"/>
        </w:trPr>
        <w:tc>
          <w:tcPr>
            <w:tcW w:w="10036" w:type="dxa"/>
            <w:gridSpan w:val="2"/>
            <w:tcBorders>
              <w:bottom w:val="single" w:sz="4" w:space="0" w:color="D9D9D9" w:themeColor="background1" w:themeShade="D9"/>
            </w:tcBorders>
            <w:shd w:val="clear" w:color="auto" w:fill="FFC000"/>
            <w:vAlign w:val="center"/>
          </w:tcPr>
          <w:p w:rsidR="00DE3B00" w:rsidRPr="00665918" w:rsidRDefault="00DE3B00" w:rsidP="008531DB">
            <w:pPr>
              <w:rPr>
                <w:rFonts w:ascii="Arial Gras" w:hAnsi="Arial Gras"/>
                <w:b/>
                <w:caps/>
                <w:color w:val="FFFFFF" w:themeColor="background1"/>
                <w:sz w:val="18"/>
                <w:szCs w:val="18"/>
              </w:rPr>
            </w:pPr>
            <w:r>
              <w:rPr>
                <w:b/>
                <w:caps/>
                <w:color w:val="FFFFFF" w:themeColor="background1"/>
                <w:sz w:val="22"/>
                <w:szCs w:val="18"/>
              </w:rPr>
              <w:t>INFORMATIONS SUR LE POUVOIR ADJUDICATEUR donneur d’ORDRE</w:t>
            </w:r>
          </w:p>
          <w:p w:rsidR="00DE3B00" w:rsidRPr="004A2B95" w:rsidRDefault="00DE3B00" w:rsidP="008531DB">
            <w:pPr>
              <w:rPr>
                <w:b/>
                <w:i/>
                <w:color w:val="FFFFFF" w:themeColor="background1"/>
                <w:sz w:val="18"/>
                <w:szCs w:val="18"/>
              </w:rPr>
            </w:pPr>
            <w:r w:rsidRPr="004A2B95">
              <w:rPr>
                <w:i/>
                <w:color w:val="FFFFFF" w:themeColor="background1"/>
              </w:rPr>
              <w:t>Le donneur d'ordre est l’entité à l’origine de la clause et qui va suivre la réalisation de la clause sociale de formation</w:t>
            </w:r>
            <w:r w:rsidR="009D3CE3">
              <w:rPr>
                <w:i/>
                <w:color w:val="FFFFFF" w:themeColor="background1"/>
              </w:rPr>
              <w:t xml:space="preserve"> (CSF)</w:t>
            </w:r>
            <w:r w:rsidRPr="004A2B95">
              <w:rPr>
                <w:i/>
                <w:color w:val="FFFFFF" w:themeColor="background1"/>
              </w:rPr>
              <w:t xml:space="preserve"> dans le cadre de l'exécution du marché.</w:t>
            </w:r>
          </w:p>
        </w:tc>
      </w:tr>
      <w:tr w:rsidR="00DE3B00" w:rsidRPr="00040D40" w:rsidTr="008531DB">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Nom de l’organisme :</w:t>
            </w:r>
          </w:p>
        </w:tc>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482629194"/>
              <w:placeholder>
                <w:docPart w:val="BACD426AC5BA4229BB52399CF4EE834A"/>
              </w:placeholder>
            </w:sdtPr>
            <w:sdtEndPr/>
            <w:sdtContent>
              <w:p w:rsidR="00DE3B00" w:rsidRPr="007214D2" w:rsidRDefault="006F624A" w:rsidP="006F624A">
                <w:pPr>
                  <w:rPr>
                    <w:bCs/>
                    <w:color w:val="7F7F7F" w:themeColor="text1" w:themeTint="80"/>
                    <w:szCs w:val="20"/>
                  </w:rPr>
                </w:pPr>
                <w:r>
                  <w:rPr>
                    <w:bCs/>
                    <w:color w:val="7F7F7F" w:themeColor="text1" w:themeTint="80"/>
                    <w:szCs w:val="20"/>
                  </w:rPr>
                  <w:t>Ministère de l’Éduca</w:t>
                </w:r>
                <w:r w:rsidR="00EA6239">
                  <w:rPr>
                    <w:bCs/>
                    <w:color w:val="7F7F7F" w:themeColor="text1" w:themeTint="80"/>
                    <w:szCs w:val="20"/>
                  </w:rPr>
                  <w:t>tion nationale, de l’enseignement supérieur et de la recherche</w:t>
                </w:r>
              </w:p>
            </w:sdtContent>
          </w:sdt>
        </w:tc>
      </w:tr>
      <w:tr w:rsidR="00DE3B00" w:rsidRPr="00040D40" w:rsidTr="008531DB">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6F624A">
            <w:pPr>
              <w:jc w:val="right"/>
              <w:rPr>
                <w:b/>
                <w:szCs w:val="18"/>
              </w:rPr>
            </w:pPr>
            <w:r>
              <w:rPr>
                <w:b/>
                <w:szCs w:val="18"/>
              </w:rPr>
              <w:t>Type d’organisme</w:t>
            </w:r>
            <w:r w:rsidR="006F624A">
              <w:rPr>
                <w:b/>
                <w:szCs w:val="18"/>
              </w:rPr>
              <w:t xml:space="preserve"> </w:t>
            </w:r>
            <w:r>
              <w:rPr>
                <w:b/>
                <w:szCs w:val="18"/>
              </w:rPr>
              <w:t>:</w:t>
            </w:r>
          </w:p>
        </w:tc>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2110642642"/>
              <w:placeholder>
                <w:docPart w:val="41FF0012313242F78891C1FEB0D2050B"/>
              </w:placeholder>
            </w:sdtPr>
            <w:sdtEndPr/>
            <w:sdtContent>
              <w:p w:rsidR="00DE3B00" w:rsidRPr="006F624A" w:rsidRDefault="006F624A" w:rsidP="006F624A">
                <w:pPr>
                  <w:rPr>
                    <w:bCs/>
                    <w:color w:val="7F7F7F" w:themeColor="text1" w:themeTint="80"/>
                    <w:szCs w:val="20"/>
                  </w:rPr>
                </w:pPr>
                <w:r>
                  <w:rPr>
                    <w:bCs/>
                    <w:color w:val="7F7F7F" w:themeColor="text1" w:themeTint="80"/>
                    <w:szCs w:val="20"/>
                  </w:rPr>
                  <w:t>Administration centrale</w:t>
                </w:r>
              </w:p>
            </w:sdtContent>
          </w:sdt>
        </w:tc>
      </w:tr>
      <w:tr w:rsidR="00DE3B00" w:rsidRPr="00040D40" w:rsidTr="008531DB">
        <w:trPr>
          <w:trHeight w:val="866"/>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 xml:space="preserve">Adresse postale : </w:t>
            </w:r>
          </w:p>
        </w:tc>
        <w:sdt>
          <w:sdtPr>
            <w:rPr>
              <w:bCs/>
              <w:color w:val="7F7F7F" w:themeColor="text1" w:themeTint="80"/>
              <w:szCs w:val="20"/>
            </w:rPr>
            <w:id w:val="-2090065609"/>
            <w:placeholder>
              <w:docPart w:val="898AFE64C9D547DD8D13420EBB2B35F0"/>
            </w:placeholder>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6F624A" w:rsidP="006F624A">
                <w:pPr>
                  <w:rPr>
                    <w:color w:val="7F7F7F" w:themeColor="text1" w:themeTint="80"/>
                    <w:szCs w:val="20"/>
                  </w:rPr>
                </w:pPr>
                <w:r>
                  <w:rPr>
                    <w:bCs/>
                    <w:color w:val="7F7F7F" w:themeColor="text1" w:themeTint="80"/>
                    <w:szCs w:val="20"/>
                  </w:rPr>
                  <w:t>61-65 rue Dutot 75015 Paris</w:t>
                </w:r>
              </w:p>
            </w:tc>
          </w:sdtContent>
        </w:sdt>
      </w:tr>
      <w:tr w:rsidR="00DE3B00" w:rsidRPr="00040D40" w:rsidTr="008531DB">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7214D2" w:rsidP="008531DB">
            <w:pPr>
              <w:jc w:val="right"/>
              <w:rPr>
                <w:b/>
                <w:szCs w:val="18"/>
              </w:rPr>
            </w:pPr>
            <w:r>
              <w:rPr>
                <w:b/>
                <w:szCs w:val="18"/>
              </w:rPr>
              <w:t>P</w:t>
            </w:r>
            <w:r w:rsidR="00DE3B00">
              <w:rPr>
                <w:b/>
                <w:szCs w:val="18"/>
              </w:rPr>
              <w:t>oint de contact :</w:t>
            </w:r>
          </w:p>
        </w:tc>
        <w:sdt>
          <w:sdtPr>
            <w:rPr>
              <w:bCs/>
              <w:color w:val="7F7F7F" w:themeColor="text1" w:themeTint="80"/>
              <w:szCs w:val="20"/>
            </w:rPr>
            <w:id w:val="-1744181242"/>
            <w:placeholder>
              <w:docPart w:val="8A2EC22C52F14C6596C1BA7D419F821B"/>
            </w:placeholder>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7214D2" w:rsidP="007214D2">
                <w:pPr>
                  <w:rPr>
                    <w:bCs/>
                    <w:color w:val="7F7F7F" w:themeColor="text1" w:themeTint="80"/>
                    <w:szCs w:val="20"/>
                  </w:rPr>
                </w:pPr>
                <w:r>
                  <w:rPr>
                    <w:bCs/>
                    <w:color w:val="7F7F7F" w:themeColor="text1" w:themeTint="80"/>
                    <w:szCs w:val="20"/>
                  </w:rPr>
                  <w:t>Bureau de la performance et du contrôle de gestion des achats (Achats 3)</w:t>
                </w:r>
              </w:p>
            </w:tc>
          </w:sdtContent>
        </w:sdt>
      </w:tr>
      <w:tr w:rsidR="00DE3B00" w:rsidRPr="00040D40" w:rsidTr="008531DB">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Adresse mail du point de contact :</w:t>
            </w:r>
          </w:p>
        </w:tc>
        <w:sdt>
          <w:sdtPr>
            <w:rPr>
              <w:bCs/>
              <w:color w:val="7F7F7F" w:themeColor="text1" w:themeTint="80"/>
              <w:szCs w:val="20"/>
            </w:rPr>
            <w:id w:val="-1401825729"/>
            <w:placeholder>
              <w:docPart w:val="C56C791437D24C6A9E9B0EE648B81595"/>
            </w:placeholder>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7214D2" w:rsidP="008531DB">
                <w:pPr>
                  <w:rPr>
                    <w:bCs/>
                    <w:color w:val="7F7F7F" w:themeColor="text1" w:themeTint="80"/>
                    <w:szCs w:val="20"/>
                  </w:rPr>
                </w:pPr>
                <w:r w:rsidRPr="007214D2">
                  <w:rPr>
                    <w:bCs/>
                    <w:color w:val="7F7F7F" w:themeColor="text1" w:themeTint="80"/>
                    <w:szCs w:val="20"/>
                  </w:rPr>
                  <w:t>saam-mission.achats3@education.gouv.fr</w:t>
                </w:r>
              </w:p>
            </w:tc>
          </w:sdtContent>
        </w:sdt>
      </w:tr>
      <w:tr w:rsidR="00174455" w:rsidRPr="00040D40" w:rsidTr="008531DB">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174455" w:rsidRDefault="00174455" w:rsidP="008531DB">
            <w:pPr>
              <w:jc w:val="right"/>
              <w:rPr>
                <w:b/>
                <w:szCs w:val="18"/>
              </w:rPr>
            </w:pPr>
            <w:r>
              <w:rPr>
                <w:b/>
                <w:szCs w:val="18"/>
              </w:rPr>
              <w:t>Téléphone du point de contact :</w:t>
            </w:r>
          </w:p>
        </w:tc>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174455" w:rsidRDefault="006E1D34" w:rsidP="008531DB">
            <w:pPr>
              <w:rPr>
                <w:bCs/>
                <w:color w:val="7F7F7F" w:themeColor="text1" w:themeTint="80"/>
                <w:szCs w:val="20"/>
              </w:rPr>
            </w:pPr>
            <w:r>
              <w:rPr>
                <w:bCs/>
                <w:color w:val="7F7F7F" w:themeColor="text1" w:themeTint="80"/>
                <w:szCs w:val="20"/>
              </w:rPr>
              <w:t>01 55 55 25 45</w:t>
            </w:r>
          </w:p>
        </w:tc>
      </w:tr>
    </w:tbl>
    <w:p w:rsidR="00DE3B00" w:rsidRDefault="00DE3B00" w:rsidP="00DE3B00">
      <w:pPr>
        <w:jc w:val="both"/>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715"/>
        <w:gridCol w:w="6321"/>
      </w:tblGrid>
      <w:tr w:rsidR="00DE3B00" w:rsidRPr="004A2B95" w:rsidTr="00223E57">
        <w:trPr>
          <w:trHeight w:val="874"/>
        </w:trPr>
        <w:tc>
          <w:tcPr>
            <w:tcW w:w="10036" w:type="dxa"/>
            <w:gridSpan w:val="2"/>
            <w:tcBorders>
              <w:bottom w:val="single" w:sz="4" w:space="0" w:color="D9D9D9" w:themeColor="background1" w:themeShade="D9"/>
            </w:tcBorders>
            <w:shd w:val="clear" w:color="auto" w:fill="FFC000"/>
            <w:vAlign w:val="center"/>
          </w:tcPr>
          <w:p w:rsidR="00DE3B00" w:rsidRPr="00665918" w:rsidRDefault="00DE3B00" w:rsidP="008531DB">
            <w:pPr>
              <w:rPr>
                <w:rFonts w:ascii="Arial Gras" w:hAnsi="Arial Gras"/>
                <w:b/>
                <w:caps/>
                <w:color w:val="FFFFFF" w:themeColor="background1"/>
                <w:sz w:val="18"/>
                <w:szCs w:val="18"/>
              </w:rPr>
            </w:pPr>
            <w:r>
              <w:rPr>
                <w:b/>
                <w:caps/>
                <w:color w:val="FFFFFF" w:themeColor="background1"/>
                <w:sz w:val="22"/>
                <w:szCs w:val="18"/>
              </w:rPr>
              <w:t>INFORMATIONS SUR LE MARCHÉ</w:t>
            </w:r>
          </w:p>
          <w:p w:rsidR="00DE3B00" w:rsidRPr="004A2B95" w:rsidRDefault="00DE3B00" w:rsidP="008531DB">
            <w:pPr>
              <w:rPr>
                <w:b/>
                <w:i/>
                <w:color w:val="FFFFFF" w:themeColor="background1"/>
                <w:sz w:val="18"/>
                <w:szCs w:val="18"/>
              </w:rPr>
            </w:pPr>
            <w:r>
              <w:rPr>
                <w:i/>
                <w:color w:val="FFFFFF" w:themeColor="background1"/>
              </w:rPr>
              <w:t>Les champs ci-dessous vise à recueillir les principales info</w:t>
            </w:r>
            <w:r w:rsidR="009D3CE3">
              <w:rPr>
                <w:i/>
                <w:color w:val="FFFFFF" w:themeColor="background1"/>
              </w:rPr>
              <w:t>rmation</w:t>
            </w:r>
            <w:r>
              <w:rPr>
                <w:i/>
                <w:color w:val="FFFFFF" w:themeColor="background1"/>
              </w:rPr>
              <w:t xml:space="preserve">s sur le marché contenant la clause. </w:t>
            </w:r>
          </w:p>
        </w:tc>
      </w:tr>
      <w:tr w:rsidR="00F44ED8" w:rsidRPr="00040D40" w:rsidTr="00F44ED8">
        <w:trPr>
          <w:trHeight w:val="483"/>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F44ED8" w:rsidRDefault="00F44ED8" w:rsidP="008531DB">
            <w:pPr>
              <w:jc w:val="right"/>
              <w:rPr>
                <w:b/>
                <w:szCs w:val="18"/>
              </w:rPr>
            </w:pPr>
            <w:r>
              <w:rPr>
                <w:b/>
                <w:szCs w:val="18"/>
              </w:rPr>
              <w:t xml:space="preserve">N° de procédure interne : </w:t>
            </w:r>
          </w:p>
        </w:tc>
        <w:sdt>
          <w:sdtPr>
            <w:rPr>
              <w:bCs/>
              <w:color w:val="7F7F7F" w:themeColor="text1" w:themeTint="80"/>
              <w:szCs w:val="20"/>
            </w:rPr>
            <w:id w:val="-1806690387"/>
            <w:placeholder>
              <w:docPart w:val="B0E40F8E55FB4DA196FA6F7094DCC26C"/>
            </w:placeholder>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F44ED8" w:rsidRDefault="00EA6239" w:rsidP="00EA6239">
                <w:pPr>
                  <w:rPr>
                    <w:bCs/>
                    <w:color w:val="7F7F7F" w:themeColor="text1" w:themeTint="80"/>
                    <w:szCs w:val="20"/>
                  </w:rPr>
                </w:pPr>
                <w:r>
                  <w:rPr>
                    <w:bCs/>
                    <w:color w:val="7F7F7F" w:themeColor="text1" w:themeTint="80"/>
                    <w:szCs w:val="20"/>
                  </w:rPr>
                  <w:t>MEN-SG-AOO-25034</w:t>
                </w:r>
              </w:p>
            </w:tc>
          </w:sdtContent>
        </w:sdt>
      </w:tr>
      <w:tr w:rsidR="00DE3B00" w:rsidRPr="00040D40" w:rsidTr="008531DB">
        <w:trPr>
          <w:trHeight w:val="832"/>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6F624A" w:rsidRDefault="00DE3B00" w:rsidP="008531DB">
            <w:pPr>
              <w:jc w:val="right"/>
              <w:rPr>
                <w:b/>
                <w:szCs w:val="18"/>
              </w:rPr>
            </w:pPr>
            <w:r>
              <w:rPr>
                <w:b/>
                <w:szCs w:val="18"/>
              </w:rPr>
              <w:t>Objet du marché</w:t>
            </w:r>
            <w:r w:rsidR="006F624A">
              <w:rPr>
                <w:b/>
                <w:szCs w:val="18"/>
              </w:rPr>
              <w:t xml:space="preserve"> : </w:t>
            </w:r>
          </w:p>
          <w:p w:rsidR="00DE3B00" w:rsidRPr="006F624A" w:rsidRDefault="006F624A" w:rsidP="008531DB">
            <w:pPr>
              <w:jc w:val="right"/>
              <w:rPr>
                <w:i/>
                <w:szCs w:val="18"/>
              </w:rPr>
            </w:pPr>
            <w:r w:rsidRPr="006F624A">
              <w:rPr>
                <w:i/>
                <w:szCs w:val="18"/>
              </w:rPr>
              <w:t>(travaux, services, fournitures)</w:t>
            </w:r>
          </w:p>
        </w:tc>
        <w:sdt>
          <w:sdtPr>
            <w:rPr>
              <w:bCs/>
              <w:color w:val="7F7F7F" w:themeColor="text1" w:themeTint="80"/>
              <w:szCs w:val="20"/>
            </w:rPr>
            <w:id w:val="1638077241"/>
            <w:placeholder>
              <w:docPart w:val="A6C44C22F4954806A041EFABFE8FB8BA"/>
            </w:placeholder>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EA6239" w:rsidRDefault="00EA6239" w:rsidP="00EA6239">
                <w:pPr>
                  <w:spacing w:line="276" w:lineRule="auto"/>
                  <w:ind w:left="2"/>
                  <w:rPr>
                    <w:rFonts w:cs="Arial"/>
                    <w:sz w:val="22"/>
                    <w:szCs w:val="22"/>
                    <w:highlight w:val="yellow"/>
                  </w:rPr>
                </w:pPr>
                <w:r>
                  <w:rPr>
                    <w:rFonts w:cs="Arial"/>
                    <w:sz w:val="22"/>
                    <w:szCs w:val="22"/>
                  </w:rPr>
                  <w:t>P</w:t>
                </w:r>
                <w:r w:rsidRPr="00EC22B8">
                  <w:rPr>
                    <w:rFonts w:cs="Arial"/>
                    <w:sz w:val="22"/>
                    <w:szCs w:val="22"/>
                  </w:rPr>
                  <w:t xml:space="preserve">restations de composition-maquettage, d'édition, de conditionnement et de livraison des </w:t>
                </w:r>
                <w:r>
                  <w:rPr>
                    <w:rFonts w:cs="Arial"/>
                    <w:sz w:val="22"/>
                    <w:szCs w:val="22"/>
                  </w:rPr>
                  <w:t>sujets de concours et d’examens.</w:t>
                </w:r>
              </w:p>
            </w:tc>
          </w:sdtContent>
        </w:sdt>
      </w:tr>
      <w:tr w:rsidR="00DE3B00" w:rsidRPr="002B1138" w:rsidTr="008531DB">
        <w:trPr>
          <w:trHeight w:val="1710"/>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Objet détaillé du marché :</w:t>
            </w:r>
          </w:p>
        </w:tc>
        <w:sdt>
          <w:sdtPr>
            <w:rPr>
              <w:bCs/>
              <w:color w:val="7F7F7F" w:themeColor="text1" w:themeTint="80"/>
              <w:szCs w:val="20"/>
            </w:rPr>
            <w:id w:val="-1147431514"/>
            <w:placeholder>
              <w:docPart w:val="C1E405BA577E4394B78EFB7BE24ECD3C"/>
            </w:placeholder>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EA6239" w:rsidRDefault="00EA6239" w:rsidP="00EA6239">
                <w:pPr>
                  <w:spacing w:line="276" w:lineRule="auto"/>
                  <w:ind w:left="2"/>
                  <w:rPr>
                    <w:rFonts w:cs="Arial"/>
                    <w:sz w:val="22"/>
                    <w:szCs w:val="22"/>
                    <w:highlight w:val="yellow"/>
                  </w:rPr>
                </w:pPr>
                <w:r w:rsidRPr="00EC22B8">
                  <w:rPr>
                    <w:rFonts w:cs="Arial"/>
                    <w:sz w:val="22"/>
                    <w:szCs w:val="22"/>
                  </w:rPr>
                  <w:t>Réalisation de prestations de composition-maquettage, d'édition, de conditionnement et de livraison des sujets de concours et d’examens pour le compte des services centraux du ministère de l’éducation nationale, de l’enseignement supérieur et de la recherche (MENESR) et du ministère des sports, de la jeunesse et de la vie associative (MSJVA).</w:t>
                </w:r>
              </w:p>
            </w:tc>
          </w:sdtContent>
        </w:sdt>
      </w:tr>
      <w:tr w:rsidR="00DE3B00" w:rsidRPr="00040D40" w:rsidTr="00785006">
        <w:trPr>
          <w:trHeight w:val="45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 xml:space="preserve">Date de notification du marché : </w:t>
            </w:r>
          </w:p>
        </w:tc>
        <w:sdt>
          <w:sdtPr>
            <w:rPr>
              <w:color w:val="7F7F7F" w:themeColor="text1" w:themeTint="80"/>
              <w:szCs w:val="20"/>
            </w:rPr>
            <w:id w:val="-297927495"/>
            <w:placeholder>
              <w:docPart w:val="D1525E9C64D848A193C21A58D925F388"/>
            </w:placeholder>
            <w:showingPlcHdr/>
            <w:date>
              <w:dateFormat w:val="dd/MM/yyyy"/>
              <w:lid w:val="fr-FR"/>
              <w:storeMappedDataAs w:val="dateTime"/>
              <w:calendar w:val="gregorian"/>
            </w:date>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color w:val="7F7F7F" w:themeColor="text1" w:themeTint="80"/>
                    <w:szCs w:val="20"/>
                  </w:rPr>
                </w:pPr>
                <w:r w:rsidRPr="00764A26">
                  <w:rPr>
                    <w:rStyle w:val="Textedelespacerserv"/>
                    <w:rFonts w:eastAsiaTheme="minorHAnsi"/>
                  </w:rPr>
                  <w:t>Cliquez ou appuyez ici pour entrer une date.</w:t>
                </w:r>
              </w:p>
            </w:tc>
          </w:sdtContent>
        </w:sdt>
      </w:tr>
      <w:tr w:rsidR="00DE3B00" w:rsidRPr="00040D40" w:rsidTr="00785006">
        <w:trPr>
          <w:trHeight w:val="45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Date de fin de la période ferme :</w:t>
            </w:r>
          </w:p>
        </w:tc>
        <w:sdt>
          <w:sdtPr>
            <w:rPr>
              <w:bCs/>
              <w:color w:val="7F7F7F" w:themeColor="text1" w:themeTint="80"/>
              <w:szCs w:val="20"/>
            </w:rPr>
            <w:id w:val="697125478"/>
            <w:placeholder>
              <w:docPart w:val="D1525E9C64D848A193C21A58D925F388"/>
            </w:placeholder>
            <w:showingPlcHdr/>
            <w:date>
              <w:dateFormat w:val="dd/MM/yyyy"/>
              <w:lid w:val="fr-FR"/>
              <w:storeMappedDataAs w:val="dateTime"/>
              <w:calendar w:val="gregorian"/>
            </w:date>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bCs/>
                    <w:color w:val="7F7F7F" w:themeColor="text1" w:themeTint="80"/>
                    <w:szCs w:val="20"/>
                  </w:rPr>
                </w:pPr>
                <w:r w:rsidRPr="00764A26">
                  <w:rPr>
                    <w:rStyle w:val="Textedelespacerserv"/>
                    <w:rFonts w:eastAsiaTheme="minorHAnsi"/>
                  </w:rPr>
                  <w:t>Cliquez ou appuyez ici pour entrer une date.</w:t>
                </w:r>
              </w:p>
            </w:tc>
          </w:sdtContent>
        </w:sdt>
      </w:tr>
      <w:tr w:rsidR="00DE3B00" w:rsidRPr="00040D40" w:rsidTr="008531DB">
        <w:trPr>
          <w:trHeight w:val="690"/>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 xml:space="preserve">Date de fin définitive du marché : </w:t>
            </w:r>
            <w:r w:rsidRPr="00FF35D4">
              <w:rPr>
                <w:i/>
                <w:szCs w:val="18"/>
              </w:rPr>
              <w:t>(reconductions comprises)</w:t>
            </w:r>
          </w:p>
        </w:tc>
        <w:sdt>
          <w:sdtPr>
            <w:rPr>
              <w:bCs/>
              <w:color w:val="7F7F7F" w:themeColor="text1" w:themeTint="80"/>
              <w:szCs w:val="20"/>
            </w:rPr>
            <w:id w:val="2106229856"/>
            <w:placeholder>
              <w:docPart w:val="D1525E9C64D848A193C21A58D925F388"/>
            </w:placeholder>
            <w:showingPlcHdr/>
            <w:date>
              <w:dateFormat w:val="dd/MM/yyyy"/>
              <w:lid w:val="fr-FR"/>
              <w:storeMappedDataAs w:val="dateTime"/>
              <w:calendar w:val="gregorian"/>
            </w:date>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bCs/>
                    <w:color w:val="7F7F7F" w:themeColor="text1" w:themeTint="80"/>
                    <w:szCs w:val="20"/>
                  </w:rPr>
                </w:pPr>
                <w:r w:rsidRPr="00764A26">
                  <w:rPr>
                    <w:rStyle w:val="Textedelespacerserv"/>
                    <w:rFonts w:eastAsiaTheme="minorHAnsi"/>
                  </w:rPr>
                  <w:t>Cliquez ou appuyez ici pour entrer une date.</w:t>
                </w:r>
              </w:p>
            </w:tc>
          </w:sdtContent>
        </w:sdt>
      </w:tr>
    </w:tbl>
    <w:p w:rsidR="00DE3B00" w:rsidRPr="00A104FC" w:rsidRDefault="00DE3B00" w:rsidP="00DE3B00">
      <w:pPr>
        <w:jc w:val="both"/>
      </w:pPr>
    </w:p>
    <w:p w:rsidR="00E94883" w:rsidRPr="00AC1FF1" w:rsidRDefault="00AC1FF1" w:rsidP="00AC1FF1">
      <w:pPr>
        <w:suppressAutoHyphens w:val="0"/>
        <w:spacing w:line="276" w:lineRule="auto"/>
        <w:jc w:val="both"/>
        <w:rPr>
          <w:color w:val="auto"/>
        </w:rPr>
      </w:pPr>
      <w:r w:rsidRPr="00AC1FF1">
        <w:rPr>
          <w:b/>
          <w:i/>
          <w:color w:val="auto"/>
        </w:rPr>
        <w:t xml:space="preserve">À l’attention des MLDS. </w:t>
      </w:r>
      <w:r w:rsidRPr="00AC1FF1">
        <w:rPr>
          <w:color w:val="auto"/>
        </w:rPr>
        <w:t xml:space="preserve">Toute demande adressée par courriel au pouvoir adjudicateur doit avoir pour objet : </w:t>
      </w:r>
      <w:r w:rsidRPr="00EA6239">
        <w:rPr>
          <w:b/>
          <w:color w:val="auto"/>
        </w:rPr>
        <w:t>Clause sociale</w:t>
      </w:r>
      <w:r w:rsidR="00EA6239" w:rsidRPr="00EA6239">
        <w:rPr>
          <w:b/>
          <w:color w:val="auto"/>
        </w:rPr>
        <w:t xml:space="preserve"> AOO-25034</w:t>
      </w:r>
      <w:r w:rsidR="00117E59">
        <w:rPr>
          <w:color w:val="auto"/>
        </w:rPr>
        <w:t>.</w:t>
      </w:r>
    </w:p>
    <w:p w:rsidR="00AC1FF1" w:rsidRPr="00AC1FF1" w:rsidRDefault="00AC1FF1" w:rsidP="00AC1FF1">
      <w:pPr>
        <w:suppressAutoHyphens w:val="0"/>
        <w:spacing w:line="276" w:lineRule="auto"/>
        <w:jc w:val="both"/>
        <w:rPr>
          <w:rFonts w:cs="Arial"/>
          <w:b/>
          <w:color w:val="808080" w:themeColor="background1" w:themeShade="80"/>
          <w:sz w:val="12"/>
          <w:szCs w:val="28"/>
          <w:shd w:val="clear" w:color="auto" w:fill="FFFFFF"/>
        </w:rPr>
      </w:pPr>
    </w:p>
    <w:sectPr w:rsidR="00AC1FF1" w:rsidRPr="00AC1FF1" w:rsidSect="00F137CC">
      <w:headerReference w:type="default" r:id="rId11"/>
      <w:footerReference w:type="default" r:id="rId12"/>
      <w:headerReference w:type="first" r:id="rId13"/>
      <w:footerReference w:type="first" r:id="rId14"/>
      <w:pgSz w:w="11906" w:h="16838"/>
      <w:pgMar w:top="152" w:right="1417" w:bottom="1417" w:left="1417" w:header="96" w:footer="413" w:gutter="0"/>
      <w:cols w:space="72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239" w:rsidRDefault="00EA6239">
      <w:r>
        <w:separator/>
      </w:r>
    </w:p>
  </w:endnote>
  <w:endnote w:type="continuationSeparator" w:id="0">
    <w:p w:rsidR="00EA6239" w:rsidRDefault="00EA6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E2D" w:rsidRPr="00F137CC" w:rsidRDefault="00EA6239" w:rsidP="00F137CC">
    <w:pPr>
      <w:tabs>
        <w:tab w:val="center" w:pos="4550"/>
        <w:tab w:val="left" w:pos="5818"/>
      </w:tabs>
      <w:ind w:right="-426"/>
      <w:jc w:val="right"/>
      <w:rPr>
        <w:rStyle w:val="Numrodepage"/>
      </w:rPr>
    </w:pPr>
    <w:r>
      <w:rPr>
        <w:rStyle w:val="Numrodepage"/>
      </w:rPr>
      <w:t xml:space="preserve">MEN-SG-AOO 25034 - </w:t>
    </w:r>
    <w:r w:rsidR="006C5E2D" w:rsidRPr="00F137CC">
      <w:rPr>
        <w:rStyle w:val="Numrodepage"/>
      </w:rPr>
      <w:t>Clause sociale de formation sous statut scolaire – Fiche entreprise</w:t>
    </w:r>
    <w:r w:rsidR="00F137CC">
      <w:rPr>
        <w:rStyle w:val="Numrodepage"/>
      </w:rPr>
      <w:t xml:space="preserve"> –</w:t>
    </w:r>
    <w:r w:rsidR="006C5E2D" w:rsidRPr="00F137CC">
      <w:rPr>
        <w:rStyle w:val="Numrodepage"/>
      </w:rPr>
      <w:t xml:space="preserve">  </w:t>
    </w:r>
    <w:r w:rsidR="006C5E2D" w:rsidRPr="00F137CC">
      <w:rPr>
        <w:rStyle w:val="Numrodepage"/>
      </w:rPr>
      <w:fldChar w:fldCharType="begin"/>
    </w:r>
    <w:r w:rsidR="006C5E2D" w:rsidRPr="00F137CC">
      <w:rPr>
        <w:rStyle w:val="Numrodepage"/>
      </w:rPr>
      <w:instrText>PAGE   \* MERGEFORMAT</w:instrText>
    </w:r>
    <w:r w:rsidR="006C5E2D" w:rsidRPr="00F137CC">
      <w:rPr>
        <w:rStyle w:val="Numrodepage"/>
      </w:rPr>
      <w:fldChar w:fldCharType="separate"/>
    </w:r>
    <w:r>
      <w:rPr>
        <w:rStyle w:val="Numrodepage"/>
        <w:noProof/>
      </w:rPr>
      <w:t>5</w:t>
    </w:r>
    <w:r w:rsidR="006C5E2D" w:rsidRPr="00F137CC">
      <w:rPr>
        <w:rStyle w:val="Numrodepage"/>
      </w:rPr>
      <w:fldChar w:fldCharType="end"/>
    </w:r>
    <w:r w:rsidR="006C5E2D" w:rsidRPr="00F137CC">
      <w:rPr>
        <w:rStyle w:val="Numrodepage"/>
      </w:rPr>
      <w:t xml:space="preserve"> | </w:t>
    </w:r>
    <w:r w:rsidR="006C5E2D" w:rsidRPr="00F137CC">
      <w:rPr>
        <w:rStyle w:val="Numrodepage"/>
      </w:rPr>
      <w:fldChar w:fldCharType="begin"/>
    </w:r>
    <w:r w:rsidR="006C5E2D" w:rsidRPr="00F137CC">
      <w:rPr>
        <w:rStyle w:val="Numrodepage"/>
      </w:rPr>
      <w:instrText>NUMPAGES  \* Arabic  \* MERGEFORMAT</w:instrText>
    </w:r>
    <w:r w:rsidR="006C5E2D" w:rsidRPr="00F137CC">
      <w:rPr>
        <w:rStyle w:val="Numrodepage"/>
      </w:rPr>
      <w:fldChar w:fldCharType="separate"/>
    </w:r>
    <w:r>
      <w:rPr>
        <w:rStyle w:val="Numrodepage"/>
        <w:noProof/>
      </w:rPr>
      <w:t>5</w:t>
    </w:r>
    <w:r w:rsidR="006C5E2D" w:rsidRPr="00F137CC">
      <w:rPr>
        <w:rStyle w:val="Numrodepage"/>
      </w:rPr>
      <w:fldChar w:fldCharType="end"/>
    </w:r>
  </w:p>
  <w:p w:rsidR="007D3734" w:rsidRDefault="007D373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7CC" w:rsidRPr="00F137CC" w:rsidRDefault="00EA6239" w:rsidP="00F137CC">
    <w:pPr>
      <w:tabs>
        <w:tab w:val="center" w:pos="4550"/>
        <w:tab w:val="left" w:pos="5818"/>
        <w:tab w:val="left" w:pos="8789"/>
      </w:tabs>
      <w:ind w:right="-426"/>
      <w:jc w:val="right"/>
      <w:rPr>
        <w:rStyle w:val="Numrodepage"/>
      </w:rPr>
    </w:pPr>
    <w:r>
      <w:rPr>
        <w:rStyle w:val="Numrodepage"/>
      </w:rPr>
      <w:t xml:space="preserve">MEN-SG-AOO 25034 - </w:t>
    </w:r>
    <w:r w:rsidR="00F137CC" w:rsidRPr="00F137CC">
      <w:rPr>
        <w:rStyle w:val="Numrodepage"/>
      </w:rPr>
      <w:t>Clause sociale de formation sous statut scolaire – Fiche entreprise</w:t>
    </w:r>
    <w:r w:rsidR="00F137CC">
      <w:rPr>
        <w:rStyle w:val="Numrodepage"/>
      </w:rPr>
      <w:t xml:space="preserve"> –</w:t>
    </w:r>
    <w:r w:rsidR="00F137CC" w:rsidRPr="00F137CC">
      <w:rPr>
        <w:rStyle w:val="Numrodepage"/>
      </w:rPr>
      <w:t xml:space="preserve">  </w:t>
    </w:r>
    <w:r w:rsidR="00F137CC" w:rsidRPr="00F137CC">
      <w:rPr>
        <w:rStyle w:val="Numrodepage"/>
      </w:rPr>
      <w:fldChar w:fldCharType="begin"/>
    </w:r>
    <w:r w:rsidR="00F137CC" w:rsidRPr="00F137CC">
      <w:rPr>
        <w:rStyle w:val="Numrodepage"/>
      </w:rPr>
      <w:instrText>PAGE   \* MERGEFORMAT</w:instrText>
    </w:r>
    <w:r w:rsidR="00F137CC" w:rsidRPr="00F137CC">
      <w:rPr>
        <w:rStyle w:val="Numrodepage"/>
      </w:rPr>
      <w:fldChar w:fldCharType="separate"/>
    </w:r>
    <w:r>
      <w:rPr>
        <w:rStyle w:val="Numrodepage"/>
        <w:noProof/>
      </w:rPr>
      <w:t>1</w:t>
    </w:r>
    <w:r w:rsidR="00F137CC" w:rsidRPr="00F137CC">
      <w:rPr>
        <w:rStyle w:val="Numrodepage"/>
      </w:rPr>
      <w:fldChar w:fldCharType="end"/>
    </w:r>
    <w:r w:rsidR="00F137CC" w:rsidRPr="00F137CC">
      <w:rPr>
        <w:rStyle w:val="Numrodepage"/>
      </w:rPr>
      <w:t xml:space="preserve"> | </w:t>
    </w:r>
    <w:r w:rsidR="00F137CC" w:rsidRPr="00F137CC">
      <w:rPr>
        <w:rStyle w:val="Numrodepage"/>
      </w:rPr>
      <w:fldChar w:fldCharType="begin"/>
    </w:r>
    <w:r w:rsidR="00F137CC" w:rsidRPr="00F137CC">
      <w:rPr>
        <w:rStyle w:val="Numrodepage"/>
      </w:rPr>
      <w:instrText>NUMPAGES  \* Arabic  \* MERGEFORMAT</w:instrText>
    </w:r>
    <w:r w:rsidR="00F137CC" w:rsidRPr="00F137CC">
      <w:rPr>
        <w:rStyle w:val="Numrodepage"/>
      </w:rPr>
      <w:fldChar w:fldCharType="separate"/>
    </w:r>
    <w:r>
      <w:rPr>
        <w:rStyle w:val="Numrodepage"/>
        <w:noProof/>
      </w:rPr>
      <w:t>5</w:t>
    </w:r>
    <w:r w:rsidR="00F137CC" w:rsidRPr="00F137CC">
      <w:rPr>
        <w:rStyle w:val="Numrodepage"/>
      </w:rPr>
      <w:fldChar w:fldCharType="end"/>
    </w:r>
  </w:p>
  <w:p w:rsidR="00F137CC" w:rsidRDefault="00F137C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239" w:rsidRDefault="00EA6239">
      <w:r>
        <w:separator/>
      </w:r>
    </w:p>
  </w:footnote>
  <w:footnote w:type="continuationSeparator" w:id="0">
    <w:p w:rsidR="00EA6239" w:rsidRDefault="00EA62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734" w:rsidRDefault="007D3734">
    <w:pPr>
      <w:rPr>
        <w:rFonts w:eastAsia="Times"/>
        <w:szCs w:val="20"/>
      </w:rPr>
    </w:pPr>
  </w:p>
  <w:p w:rsidR="007D3734" w:rsidRDefault="007D3734">
    <w:pPr>
      <w:rPr>
        <w:rFonts w:eastAsia="Times"/>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0C6" w:rsidRDefault="006A60C6">
    <w:pPr>
      <w:rPr>
        <w:rFonts w:eastAsia="Times"/>
        <w:szCs w:val="20"/>
      </w:rPr>
    </w:pPr>
  </w:p>
  <w:p w:rsidR="006A60C6" w:rsidRDefault="006A60C6">
    <w:pPr>
      <w:rPr>
        <w:rFonts w:eastAsia="Times"/>
        <w:szCs w:val="20"/>
      </w:rPr>
    </w:pPr>
  </w:p>
  <w:p w:rsidR="007D3734" w:rsidRDefault="006A60C6">
    <w:pPr>
      <w:rPr>
        <w:rFonts w:eastAsia="Times"/>
        <w:szCs w:val="20"/>
      </w:rPr>
    </w:pPr>
    <w:r>
      <w:rPr>
        <w:rFonts w:cs="Arial"/>
        <w:noProof/>
        <w:lang w:eastAsia="ko-KR"/>
      </w:rPr>
      <w:drawing>
        <wp:anchor distT="0" distB="0" distL="114300" distR="114300" simplePos="0" relativeHeight="251662336" behindDoc="0" locked="0" layoutInCell="1" allowOverlap="1" wp14:anchorId="74970BEE" wp14:editId="61B18F96">
          <wp:simplePos x="0" y="0"/>
          <wp:positionH relativeFrom="margin">
            <wp:posOffset>3882390</wp:posOffset>
          </wp:positionH>
          <wp:positionV relativeFrom="margin">
            <wp:posOffset>-1205230</wp:posOffset>
          </wp:positionV>
          <wp:extent cx="1853565" cy="647700"/>
          <wp:effectExtent l="0" t="0" r="0" b="0"/>
          <wp:wrapSquare wrapText="bothSides"/>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SF-logo-10-20_26x65mm.jpg"/>
                  <pic:cNvPicPr/>
                </pic:nvPicPr>
                <pic:blipFill rotWithShape="1">
                  <a:blip r:embed="rId1" cstate="print">
                    <a:extLst>
                      <a:ext uri="{28A0092B-C50C-407E-A947-70E740481C1C}">
                        <a14:useLocalDpi xmlns:a14="http://schemas.microsoft.com/office/drawing/2010/main" val="0"/>
                      </a:ext>
                    </a:extLst>
                  </a:blip>
                  <a:srcRect l="5366" t="12586" r="4923" b="14444"/>
                  <a:stretch/>
                </pic:blipFill>
                <pic:spPr bwMode="auto">
                  <a:xfrm>
                    <a:off x="0" y="0"/>
                    <a:ext cx="1853565"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ko-KR"/>
      </w:rPr>
      <w:drawing>
        <wp:anchor distT="0" distB="0" distL="114300" distR="114300" simplePos="0" relativeHeight="251660288" behindDoc="0" locked="0" layoutInCell="1" allowOverlap="1" wp14:anchorId="23FDAAA6" wp14:editId="55887972">
          <wp:simplePos x="0" y="0"/>
          <wp:positionH relativeFrom="margin">
            <wp:posOffset>3810</wp:posOffset>
          </wp:positionH>
          <wp:positionV relativeFrom="paragraph">
            <wp:posOffset>33655</wp:posOffset>
          </wp:positionV>
          <wp:extent cx="1090295" cy="89598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0295" cy="895985"/>
                  </a:xfrm>
                  <a:prstGeom prst="rect">
                    <a:avLst/>
                  </a:prstGeom>
                </pic:spPr>
              </pic:pic>
            </a:graphicData>
          </a:graphic>
          <wp14:sizeRelH relativeFrom="page">
            <wp14:pctWidth>0</wp14:pctWidth>
          </wp14:sizeRelH>
          <wp14:sizeRelV relativeFrom="page">
            <wp14:pctHeight>0</wp14:pctHeight>
          </wp14:sizeRelV>
        </wp:anchor>
      </w:drawing>
    </w:r>
  </w:p>
  <w:p w:rsidR="007D3734" w:rsidRDefault="007D3734">
    <w:pPr>
      <w:rPr>
        <w:rFonts w:eastAsia="Times"/>
        <w:szCs w:val="20"/>
      </w:rPr>
    </w:pPr>
  </w:p>
  <w:p w:rsidR="007D3734" w:rsidRDefault="007D3734">
    <w:pPr>
      <w:jc w:val="center"/>
      <w:rPr>
        <w:rFonts w:eastAsia="Times"/>
        <w:szCs w:val="20"/>
      </w:rPr>
    </w:pPr>
  </w:p>
  <w:p w:rsidR="007D3734" w:rsidRDefault="007D3734" w:rsidP="006A60C6">
    <w:pPr>
      <w:tabs>
        <w:tab w:val="left" w:pos="5055"/>
      </w:tabs>
      <w:rPr>
        <w:rFonts w:eastAsia="Times"/>
        <w:szCs w:val="20"/>
      </w:rPr>
    </w:pPr>
  </w:p>
  <w:p w:rsidR="006A60C6" w:rsidRDefault="006A60C6" w:rsidP="006A60C6">
    <w:pPr>
      <w:tabs>
        <w:tab w:val="left" w:pos="5055"/>
      </w:tabs>
      <w:rPr>
        <w:rFonts w:eastAsia="Times"/>
        <w:szCs w:val="20"/>
      </w:rPr>
    </w:pPr>
  </w:p>
  <w:p w:rsidR="006A60C6" w:rsidRDefault="006A60C6">
    <w:pPr>
      <w:jc w:val="center"/>
    </w:pPr>
  </w:p>
  <w:p w:rsidR="007D3734" w:rsidRDefault="00151EA3">
    <w:pPr>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0D9"/>
    <w:multiLevelType w:val="hybridMultilevel"/>
    <w:tmpl w:val="982C486A"/>
    <w:lvl w:ilvl="0" w:tplc="F45E436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1E4329"/>
    <w:multiLevelType w:val="multilevel"/>
    <w:tmpl w:val="59602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ocumentProtection w:edit="forms"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239"/>
    <w:rsid w:val="00040D40"/>
    <w:rsid w:val="00050404"/>
    <w:rsid w:val="0009615B"/>
    <w:rsid w:val="000A39AA"/>
    <w:rsid w:val="000D7A36"/>
    <w:rsid w:val="000F7371"/>
    <w:rsid w:val="00117E59"/>
    <w:rsid w:val="00133B09"/>
    <w:rsid w:val="00147C06"/>
    <w:rsid w:val="00150EA8"/>
    <w:rsid w:val="00151EA3"/>
    <w:rsid w:val="00174455"/>
    <w:rsid w:val="001A28FD"/>
    <w:rsid w:val="001B22B9"/>
    <w:rsid w:val="001D03D2"/>
    <w:rsid w:val="001D6614"/>
    <w:rsid w:val="001E2508"/>
    <w:rsid w:val="001F258F"/>
    <w:rsid w:val="00203FD8"/>
    <w:rsid w:val="00223E57"/>
    <w:rsid w:val="002B1138"/>
    <w:rsid w:val="002C6F71"/>
    <w:rsid w:val="002E2DF6"/>
    <w:rsid w:val="002F68F5"/>
    <w:rsid w:val="003F1C4F"/>
    <w:rsid w:val="003F745B"/>
    <w:rsid w:val="00457112"/>
    <w:rsid w:val="0046364A"/>
    <w:rsid w:val="00486B75"/>
    <w:rsid w:val="004A2B95"/>
    <w:rsid w:val="004E5EB7"/>
    <w:rsid w:val="004E6760"/>
    <w:rsid w:val="005213DB"/>
    <w:rsid w:val="00526F7A"/>
    <w:rsid w:val="00533F84"/>
    <w:rsid w:val="00560AE3"/>
    <w:rsid w:val="005D3178"/>
    <w:rsid w:val="0061710C"/>
    <w:rsid w:val="00665918"/>
    <w:rsid w:val="00687111"/>
    <w:rsid w:val="006A5022"/>
    <w:rsid w:val="006A60C6"/>
    <w:rsid w:val="006C5E2D"/>
    <w:rsid w:val="006D4D9D"/>
    <w:rsid w:val="006E1D34"/>
    <w:rsid w:val="006F624A"/>
    <w:rsid w:val="006F6AC1"/>
    <w:rsid w:val="006F7750"/>
    <w:rsid w:val="007214D2"/>
    <w:rsid w:val="00785006"/>
    <w:rsid w:val="007D3734"/>
    <w:rsid w:val="00800123"/>
    <w:rsid w:val="00834BBE"/>
    <w:rsid w:val="00835930"/>
    <w:rsid w:val="00867162"/>
    <w:rsid w:val="008C0CCE"/>
    <w:rsid w:val="008D31CD"/>
    <w:rsid w:val="009D3CE3"/>
    <w:rsid w:val="009D6C8E"/>
    <w:rsid w:val="00A104FC"/>
    <w:rsid w:val="00A32111"/>
    <w:rsid w:val="00A32C28"/>
    <w:rsid w:val="00A35961"/>
    <w:rsid w:val="00AB1AEB"/>
    <w:rsid w:val="00AB6D60"/>
    <w:rsid w:val="00AC1FF1"/>
    <w:rsid w:val="00AD6473"/>
    <w:rsid w:val="00B11931"/>
    <w:rsid w:val="00C26D8B"/>
    <w:rsid w:val="00CA5F10"/>
    <w:rsid w:val="00CA5FF3"/>
    <w:rsid w:val="00CC30B2"/>
    <w:rsid w:val="00D423EF"/>
    <w:rsid w:val="00D85D2F"/>
    <w:rsid w:val="00DB3F7D"/>
    <w:rsid w:val="00DD648B"/>
    <w:rsid w:val="00DE3B00"/>
    <w:rsid w:val="00E51F27"/>
    <w:rsid w:val="00E61FD2"/>
    <w:rsid w:val="00E73CD1"/>
    <w:rsid w:val="00E94883"/>
    <w:rsid w:val="00EA6239"/>
    <w:rsid w:val="00ED563D"/>
    <w:rsid w:val="00F137CC"/>
    <w:rsid w:val="00F40F39"/>
    <w:rsid w:val="00F44ED8"/>
    <w:rsid w:val="00F77E16"/>
    <w:rsid w:val="00FA4667"/>
    <w:rsid w:val="00FF35D4"/>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5E942"/>
  <w15:docId w15:val="{2E92F090-AB6A-46F3-986C-190A78D1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fr-F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0CCE"/>
    <w:pPr>
      <w:suppressAutoHyphens/>
      <w:spacing w:line="240" w:lineRule="auto"/>
    </w:pPr>
    <w:rPr>
      <w:rFonts w:ascii="Marianne" w:eastAsia="Times New Roman" w:hAnsi="Marianne" w:cs="Times New Roman"/>
      <w:color w:val="00000A"/>
      <w:szCs w:val="24"/>
      <w:lang w:eastAsia="fr-FR"/>
    </w:rPr>
  </w:style>
  <w:style w:type="paragraph" w:styleId="Titre1">
    <w:name w:val="heading 1"/>
    <w:basedOn w:val="Titre"/>
    <w:pPr>
      <w:outlineLvl w:val="0"/>
    </w:pPr>
  </w:style>
  <w:style w:type="paragraph" w:styleId="Titre2">
    <w:name w:val="heading 2"/>
    <w:basedOn w:val="Titre"/>
    <w:pPr>
      <w:outlineLvl w:val="1"/>
    </w:pPr>
  </w:style>
  <w:style w:type="paragraph" w:styleId="Titre3">
    <w:name w:val="heading 3"/>
    <w:basedOn w:val="Titre"/>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ieddepageCar">
    <w:name w:val="Pied de page Car"/>
    <w:basedOn w:val="Policepardfaut"/>
    <w:link w:val="Pieddepage"/>
    <w:qFormat/>
    <w:rsid w:val="007054ED"/>
    <w:rPr>
      <w:rFonts w:ascii="Times New Roman" w:eastAsia="Times New Roman" w:hAnsi="Times New Roman" w:cs="Times New Roman"/>
      <w:sz w:val="24"/>
      <w:szCs w:val="24"/>
      <w:lang w:eastAsia="fr-FR"/>
    </w:rPr>
  </w:style>
  <w:style w:type="character" w:styleId="Numrodepage">
    <w:name w:val="page number"/>
    <w:basedOn w:val="Policepardfaut"/>
    <w:qFormat/>
    <w:rsid w:val="007054ED"/>
  </w:style>
  <w:style w:type="character" w:customStyle="1" w:styleId="En-tteCar">
    <w:name w:val="En-tête Car"/>
    <w:basedOn w:val="Policepardfaut"/>
    <w:uiPriority w:val="99"/>
    <w:qFormat/>
    <w:rsid w:val="00FB1DAF"/>
    <w:rPr>
      <w:rFonts w:ascii="Times New Roman" w:eastAsia="Times New Roman" w:hAnsi="Times New Roman" w:cs="Times New Roman"/>
      <w:sz w:val="24"/>
      <w:szCs w:val="24"/>
      <w:lang w:eastAsia="fr-FR"/>
    </w:rPr>
  </w:style>
  <w:style w:type="character" w:customStyle="1" w:styleId="TextedebullesCar">
    <w:name w:val="Texte de bulles Car"/>
    <w:basedOn w:val="Policepardfaut"/>
    <w:link w:val="Textedebulles"/>
    <w:uiPriority w:val="99"/>
    <w:semiHidden/>
    <w:qFormat/>
    <w:rsid w:val="00687F65"/>
    <w:rPr>
      <w:rFonts w:ascii="Tahoma" w:eastAsia="Times New Roman" w:hAnsi="Tahoma" w:cs="Tahoma"/>
      <w:sz w:val="16"/>
      <w:szCs w:val="16"/>
      <w:lang w:eastAsia="fr-FR"/>
    </w:rPr>
  </w:style>
  <w:style w:type="paragraph" w:styleId="Titre">
    <w:name w:val="Title"/>
    <w:basedOn w:val="Normal"/>
    <w:next w:val="Corpsdetexte"/>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Pieddepage">
    <w:name w:val="footer"/>
    <w:basedOn w:val="Normal"/>
    <w:link w:val="PieddepageCar"/>
    <w:rsid w:val="007054ED"/>
    <w:pPr>
      <w:tabs>
        <w:tab w:val="center" w:pos="4536"/>
        <w:tab w:val="right" w:pos="9072"/>
      </w:tabs>
    </w:pPr>
  </w:style>
  <w:style w:type="paragraph" w:styleId="En-tte">
    <w:name w:val="header"/>
    <w:basedOn w:val="Normal"/>
    <w:uiPriority w:val="99"/>
    <w:unhideWhenUsed/>
    <w:rsid w:val="00FB1DAF"/>
    <w:pPr>
      <w:tabs>
        <w:tab w:val="center" w:pos="4536"/>
        <w:tab w:val="right" w:pos="9072"/>
      </w:tabs>
    </w:pPr>
  </w:style>
  <w:style w:type="paragraph" w:styleId="Textedebulles">
    <w:name w:val="Balloon Text"/>
    <w:basedOn w:val="Normal"/>
    <w:link w:val="TextedebullesCar"/>
    <w:uiPriority w:val="99"/>
    <w:semiHidden/>
    <w:unhideWhenUsed/>
    <w:qFormat/>
    <w:rsid w:val="00687F65"/>
    <w:rPr>
      <w:rFonts w:ascii="Tahoma" w:hAnsi="Tahoma" w:cs="Tahoma"/>
      <w:sz w:val="16"/>
      <w:szCs w:val="16"/>
    </w:rPr>
  </w:style>
  <w:style w:type="paragraph" w:customStyle="1" w:styleId="Contenudecadre">
    <w:name w:val="Contenu de cadre"/>
    <w:basedOn w:val="Normal"/>
    <w:qFormat/>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table" w:styleId="Grilledutableau">
    <w:name w:val="Table Grid"/>
    <w:basedOn w:val="TableauNormal"/>
    <w:uiPriority w:val="39"/>
    <w:rsid w:val="008D58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F745B"/>
    <w:pPr>
      <w:suppressAutoHyphens w:val="0"/>
      <w:spacing w:before="100" w:beforeAutospacing="1" w:after="100" w:afterAutospacing="1"/>
    </w:pPr>
    <w:rPr>
      <w:color w:val="auto"/>
    </w:rPr>
  </w:style>
  <w:style w:type="character" w:styleId="Textedelespacerserv">
    <w:name w:val="Placeholder Text"/>
    <w:basedOn w:val="Policepardfaut"/>
    <w:uiPriority w:val="99"/>
    <w:semiHidden/>
    <w:rsid w:val="008C0CCE"/>
    <w:rPr>
      <w:color w:val="808080"/>
    </w:rPr>
  </w:style>
  <w:style w:type="paragraph" w:styleId="Paragraphedeliste">
    <w:name w:val="List Paragraph"/>
    <w:basedOn w:val="Normal"/>
    <w:uiPriority w:val="34"/>
    <w:qFormat/>
    <w:rsid w:val="008C0CCE"/>
    <w:pPr>
      <w:ind w:left="720"/>
      <w:contextualSpacing/>
    </w:pPr>
  </w:style>
  <w:style w:type="character" w:styleId="lev">
    <w:name w:val="Strong"/>
    <w:basedOn w:val="Policepardfaut"/>
    <w:uiPriority w:val="22"/>
    <w:qFormat/>
    <w:rsid w:val="00457112"/>
    <w:rPr>
      <w:b/>
      <w:bCs/>
    </w:rPr>
  </w:style>
  <w:style w:type="table" w:customStyle="1" w:styleId="Grilledutableau1">
    <w:name w:val="Grille du tableau1"/>
    <w:basedOn w:val="TableauNormal"/>
    <w:next w:val="Grilledutableau"/>
    <w:uiPriority w:val="39"/>
    <w:rsid w:val="008D31CD"/>
    <w:pPr>
      <w:spacing w:line="240" w:lineRule="auto"/>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D423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5595">
      <w:bodyDiv w:val="1"/>
      <w:marLeft w:val="0"/>
      <w:marRight w:val="0"/>
      <w:marTop w:val="0"/>
      <w:marBottom w:val="0"/>
      <w:divBdr>
        <w:top w:val="none" w:sz="0" w:space="0" w:color="auto"/>
        <w:left w:val="none" w:sz="0" w:space="0" w:color="auto"/>
        <w:bottom w:val="none" w:sz="0" w:space="0" w:color="auto"/>
        <w:right w:val="none" w:sz="0" w:space="0" w:color="auto"/>
      </w:divBdr>
    </w:div>
    <w:div w:id="289941466">
      <w:bodyDiv w:val="1"/>
      <w:marLeft w:val="0"/>
      <w:marRight w:val="0"/>
      <w:marTop w:val="0"/>
      <w:marBottom w:val="0"/>
      <w:divBdr>
        <w:top w:val="none" w:sz="0" w:space="0" w:color="auto"/>
        <w:left w:val="none" w:sz="0" w:space="0" w:color="auto"/>
        <w:bottom w:val="none" w:sz="0" w:space="0" w:color="auto"/>
        <w:right w:val="none" w:sz="0" w:space="0" w:color="auto"/>
      </w:divBdr>
      <w:divsChild>
        <w:div w:id="283661595">
          <w:marLeft w:val="0"/>
          <w:marRight w:val="0"/>
          <w:marTop w:val="0"/>
          <w:marBottom w:val="0"/>
          <w:divBdr>
            <w:top w:val="none" w:sz="0" w:space="0" w:color="auto"/>
            <w:left w:val="none" w:sz="0" w:space="0" w:color="auto"/>
            <w:bottom w:val="none" w:sz="0" w:space="0" w:color="auto"/>
            <w:right w:val="none" w:sz="0" w:space="0" w:color="auto"/>
          </w:divBdr>
        </w:div>
      </w:divsChild>
    </w:div>
    <w:div w:id="1390415807">
      <w:bodyDiv w:val="1"/>
      <w:marLeft w:val="0"/>
      <w:marRight w:val="0"/>
      <w:marTop w:val="0"/>
      <w:marBottom w:val="0"/>
      <w:divBdr>
        <w:top w:val="none" w:sz="0" w:space="0" w:color="auto"/>
        <w:left w:val="none" w:sz="0" w:space="0" w:color="auto"/>
        <w:bottom w:val="none" w:sz="0" w:space="0" w:color="auto"/>
        <w:right w:val="none" w:sz="0" w:space="0" w:color="auto"/>
      </w:divBdr>
    </w:div>
    <w:div w:id="1501120446">
      <w:bodyDiv w:val="1"/>
      <w:marLeft w:val="0"/>
      <w:marRight w:val="0"/>
      <w:marTop w:val="0"/>
      <w:marBottom w:val="0"/>
      <w:divBdr>
        <w:top w:val="none" w:sz="0" w:space="0" w:color="auto"/>
        <w:left w:val="none" w:sz="0" w:space="0" w:color="auto"/>
        <w:bottom w:val="none" w:sz="0" w:space="0" w:color="auto"/>
        <w:right w:val="none" w:sz="0" w:space="0" w:color="auto"/>
      </w:divBdr>
    </w:div>
    <w:div w:id="1810587627">
      <w:bodyDiv w:val="1"/>
      <w:marLeft w:val="0"/>
      <w:marRight w:val="0"/>
      <w:marTop w:val="0"/>
      <w:marBottom w:val="0"/>
      <w:divBdr>
        <w:top w:val="none" w:sz="0" w:space="0" w:color="auto"/>
        <w:left w:val="none" w:sz="0" w:space="0" w:color="auto"/>
        <w:bottom w:val="none" w:sz="0" w:space="0" w:color="auto"/>
        <w:right w:val="none" w:sz="0" w:space="0" w:color="auto"/>
      </w:divBdr>
    </w:div>
    <w:div w:id="1938101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ab110bis.github.io/clause-sociale-de-formation/index.htm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clausesocialedeformation@education.gouv.f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M:\str-saam-b\1%20March&#233;s\39%20Impression\1%20Minist&#233;riel\DGRH\25034-AOO-Sujets%20concours%20et%20examens\1%20Passation\5%20DCE\51%20Docs%20W\Annexe%204%20Fiche-entreprise%20-%20MdA%20Educ.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AE4382DFB2F40159881E819CB2F98B6"/>
        <w:category>
          <w:name w:val="Général"/>
          <w:gallery w:val="placeholder"/>
        </w:category>
        <w:types>
          <w:type w:val="bbPlcHdr"/>
        </w:types>
        <w:behaviors>
          <w:behavior w:val="content"/>
        </w:behaviors>
        <w:guid w:val="{3D413F49-DC7B-482F-AA6E-D4320F482A55}"/>
      </w:docPartPr>
      <w:docPartBody>
        <w:p w:rsidR="00000000" w:rsidRDefault="001C60D0">
          <w:pPr>
            <w:pStyle w:val="AAE4382DFB2F40159881E819CB2F98B6"/>
          </w:pPr>
          <w:r w:rsidRPr="006026A9">
            <w:rPr>
              <w:rStyle w:val="Textedelespacerserv"/>
            </w:rPr>
            <w:t>Cliquez ou appuyez ici pour entrer du texte.</w:t>
          </w:r>
        </w:p>
      </w:docPartBody>
    </w:docPart>
    <w:docPart>
      <w:docPartPr>
        <w:name w:val="4F06B15A33FB4E59A9D6C96764442C72"/>
        <w:category>
          <w:name w:val="Général"/>
          <w:gallery w:val="placeholder"/>
        </w:category>
        <w:types>
          <w:type w:val="bbPlcHdr"/>
        </w:types>
        <w:behaviors>
          <w:behavior w:val="content"/>
        </w:behaviors>
        <w:guid w:val="{A7561C6E-10B7-4463-9528-12F5088F50FB}"/>
      </w:docPartPr>
      <w:docPartBody>
        <w:p w:rsidR="00000000" w:rsidRDefault="001C60D0">
          <w:pPr>
            <w:pStyle w:val="4F06B15A33FB4E59A9D6C96764442C72"/>
          </w:pPr>
          <w:r w:rsidRPr="00330F75">
            <w:rPr>
              <w:rStyle w:val="Textedelespacerserv"/>
            </w:rPr>
            <w:t>Choisissez un élément.</w:t>
          </w:r>
        </w:p>
      </w:docPartBody>
    </w:docPart>
    <w:docPart>
      <w:docPartPr>
        <w:name w:val="B8D11E6776A14C8C926EA1FA38EAE66E"/>
        <w:category>
          <w:name w:val="Général"/>
          <w:gallery w:val="placeholder"/>
        </w:category>
        <w:types>
          <w:type w:val="bbPlcHdr"/>
        </w:types>
        <w:behaviors>
          <w:behavior w:val="content"/>
        </w:behaviors>
        <w:guid w:val="{F2C41484-B2BA-4589-A525-88CAEED54FAB}"/>
      </w:docPartPr>
      <w:docPartBody>
        <w:p w:rsidR="00000000" w:rsidRDefault="001C60D0">
          <w:pPr>
            <w:pStyle w:val="B8D11E6776A14C8C926EA1FA38EAE66E"/>
          </w:pPr>
          <w:r w:rsidRPr="006026A9">
            <w:rPr>
              <w:rStyle w:val="Textedelespacerserv"/>
            </w:rPr>
            <w:t>Cliquez ou appuyez ici pour entrer du texte.</w:t>
          </w:r>
        </w:p>
      </w:docPartBody>
    </w:docPart>
    <w:docPart>
      <w:docPartPr>
        <w:name w:val="1F6A535A3B83460FABFDB95BDA0D40A5"/>
        <w:category>
          <w:name w:val="Général"/>
          <w:gallery w:val="placeholder"/>
        </w:category>
        <w:types>
          <w:type w:val="bbPlcHdr"/>
        </w:types>
        <w:behaviors>
          <w:behavior w:val="content"/>
        </w:behaviors>
        <w:guid w:val="{0511A1C4-5633-4952-AEF1-CBF05E5B384D}"/>
      </w:docPartPr>
      <w:docPartBody>
        <w:p w:rsidR="00000000" w:rsidRDefault="001C60D0">
          <w:pPr>
            <w:pStyle w:val="1F6A535A3B83460FABFDB95BDA0D40A5"/>
          </w:pPr>
          <w:r w:rsidRPr="006026A9">
            <w:rPr>
              <w:rStyle w:val="Textedelespacerserv"/>
            </w:rPr>
            <w:t>Cliquez ou appuyez ici pour entrer du texte.</w:t>
          </w:r>
        </w:p>
      </w:docPartBody>
    </w:docPart>
    <w:docPart>
      <w:docPartPr>
        <w:name w:val="B8993B3C9F674B1E92122C0F641E419C"/>
        <w:category>
          <w:name w:val="Général"/>
          <w:gallery w:val="placeholder"/>
        </w:category>
        <w:types>
          <w:type w:val="bbPlcHdr"/>
        </w:types>
        <w:behaviors>
          <w:behavior w:val="content"/>
        </w:behaviors>
        <w:guid w:val="{A9DCD784-69AD-47EB-BFCA-64C25DF2469D}"/>
      </w:docPartPr>
      <w:docPartBody>
        <w:p w:rsidR="00000000" w:rsidRDefault="001C60D0">
          <w:pPr>
            <w:pStyle w:val="B8993B3C9F674B1E92122C0F641E419C"/>
          </w:pPr>
          <w:r w:rsidRPr="006026A9">
            <w:rPr>
              <w:rStyle w:val="Textedelespacerserv"/>
            </w:rPr>
            <w:t>Cliquez ou appuyez ici pour entrer du texte.</w:t>
          </w:r>
        </w:p>
      </w:docPartBody>
    </w:docPart>
    <w:docPart>
      <w:docPartPr>
        <w:name w:val="A10F531C1F7D428FB171AC41D78F1A58"/>
        <w:category>
          <w:name w:val="Général"/>
          <w:gallery w:val="placeholder"/>
        </w:category>
        <w:types>
          <w:type w:val="bbPlcHdr"/>
        </w:types>
        <w:behaviors>
          <w:behavior w:val="content"/>
        </w:behaviors>
        <w:guid w:val="{9F094B02-9FEF-4EFA-8DF2-65D93B25BC65}"/>
      </w:docPartPr>
      <w:docPartBody>
        <w:p w:rsidR="00000000" w:rsidRDefault="001C60D0">
          <w:pPr>
            <w:pStyle w:val="A10F531C1F7D428FB171AC41D78F1A58"/>
          </w:pPr>
          <w:r w:rsidRPr="006026A9">
            <w:rPr>
              <w:rStyle w:val="Textedelespacerserv"/>
            </w:rPr>
            <w:t>Cliquez ou appuyez ici pour entrer du texte.</w:t>
          </w:r>
        </w:p>
      </w:docPartBody>
    </w:docPart>
    <w:docPart>
      <w:docPartPr>
        <w:name w:val="6EF1D2ECDC2845E292B624A7D792F767"/>
        <w:category>
          <w:name w:val="Général"/>
          <w:gallery w:val="placeholder"/>
        </w:category>
        <w:types>
          <w:type w:val="bbPlcHdr"/>
        </w:types>
        <w:behaviors>
          <w:behavior w:val="content"/>
        </w:behaviors>
        <w:guid w:val="{F9B18AA3-6CE5-43F8-B36E-DC6BD62BDEA5}"/>
      </w:docPartPr>
      <w:docPartBody>
        <w:p w:rsidR="00000000" w:rsidRDefault="001C60D0">
          <w:pPr>
            <w:pStyle w:val="6EF1D2ECDC2845E292B624A7D792F767"/>
          </w:pPr>
          <w:r w:rsidRPr="006026A9">
            <w:rPr>
              <w:rStyle w:val="Textedelespacerserv"/>
            </w:rPr>
            <w:t>Cliquez ou appuyez ici pour entrer du texte.</w:t>
          </w:r>
        </w:p>
      </w:docPartBody>
    </w:docPart>
    <w:docPart>
      <w:docPartPr>
        <w:name w:val="5FD6E5FFD2E4477E83DEE85120E89668"/>
        <w:category>
          <w:name w:val="Général"/>
          <w:gallery w:val="placeholder"/>
        </w:category>
        <w:types>
          <w:type w:val="bbPlcHdr"/>
        </w:types>
        <w:behaviors>
          <w:behavior w:val="content"/>
        </w:behaviors>
        <w:guid w:val="{EA8EF7DF-4A64-4178-9B39-38F5714153B4}"/>
      </w:docPartPr>
      <w:docPartBody>
        <w:p w:rsidR="00000000" w:rsidRDefault="001C60D0">
          <w:pPr>
            <w:pStyle w:val="5FD6E5FFD2E4477E83DEE85120E89668"/>
          </w:pPr>
          <w:r w:rsidRPr="006026A9">
            <w:rPr>
              <w:rStyle w:val="Textedelespacerserv"/>
            </w:rPr>
            <w:t>Cliquez ou appuyez ici pour entrer du texte.</w:t>
          </w:r>
        </w:p>
      </w:docPartBody>
    </w:docPart>
    <w:docPart>
      <w:docPartPr>
        <w:name w:val="4DE67BABB70A47809976E52D17D25868"/>
        <w:category>
          <w:name w:val="Général"/>
          <w:gallery w:val="placeholder"/>
        </w:category>
        <w:types>
          <w:type w:val="bbPlcHdr"/>
        </w:types>
        <w:behaviors>
          <w:behavior w:val="content"/>
        </w:behaviors>
        <w:guid w:val="{0682337F-B8F0-4218-9884-E442C73B6220}"/>
      </w:docPartPr>
      <w:docPartBody>
        <w:p w:rsidR="00000000" w:rsidRDefault="001C60D0">
          <w:pPr>
            <w:pStyle w:val="4DE67BABB70A47809976E52D17D25868"/>
          </w:pPr>
          <w:r w:rsidRPr="006026A9">
            <w:rPr>
              <w:rStyle w:val="Textedelespacerserv"/>
            </w:rPr>
            <w:t>Cliquez ou appuyez ici pour entrer du texte.</w:t>
          </w:r>
        </w:p>
      </w:docPartBody>
    </w:docPart>
    <w:docPart>
      <w:docPartPr>
        <w:name w:val="B38607580C7F4466A11996F9F8046C39"/>
        <w:category>
          <w:name w:val="Général"/>
          <w:gallery w:val="placeholder"/>
        </w:category>
        <w:types>
          <w:type w:val="bbPlcHdr"/>
        </w:types>
        <w:behaviors>
          <w:behavior w:val="content"/>
        </w:behaviors>
        <w:guid w:val="{58A6CEA0-826F-44BB-8495-70796ACF8A9C}"/>
      </w:docPartPr>
      <w:docPartBody>
        <w:p w:rsidR="00000000" w:rsidRDefault="001C60D0">
          <w:pPr>
            <w:pStyle w:val="B38607580C7F4466A11996F9F8046C39"/>
          </w:pPr>
          <w:r w:rsidRPr="006026A9">
            <w:rPr>
              <w:rStyle w:val="Textedelespacerserv"/>
            </w:rPr>
            <w:t>Cliquez ou appuyez ici pour entrer du texte.</w:t>
          </w:r>
        </w:p>
      </w:docPartBody>
    </w:docPart>
    <w:docPart>
      <w:docPartPr>
        <w:name w:val="3DFBE0CF5ADE4DAF911ACBC4AFB6AA3C"/>
        <w:category>
          <w:name w:val="Général"/>
          <w:gallery w:val="placeholder"/>
        </w:category>
        <w:types>
          <w:type w:val="bbPlcHdr"/>
        </w:types>
        <w:behaviors>
          <w:behavior w:val="content"/>
        </w:behaviors>
        <w:guid w:val="{209B6325-2AB4-4527-B608-F5496E37B73B}"/>
      </w:docPartPr>
      <w:docPartBody>
        <w:p w:rsidR="00000000" w:rsidRDefault="001C60D0">
          <w:pPr>
            <w:pStyle w:val="3DFBE0CF5ADE4DAF911ACBC4AFB6AA3C"/>
          </w:pPr>
          <w:r w:rsidRPr="006026A9">
            <w:rPr>
              <w:rStyle w:val="Textedelespacerserv"/>
            </w:rPr>
            <w:t>Cliquez ou appuyez ici pour entrer du texte.</w:t>
          </w:r>
        </w:p>
      </w:docPartBody>
    </w:docPart>
    <w:docPart>
      <w:docPartPr>
        <w:name w:val="DBBDC37D57274D258E28D708C25C8585"/>
        <w:category>
          <w:name w:val="Général"/>
          <w:gallery w:val="placeholder"/>
        </w:category>
        <w:types>
          <w:type w:val="bbPlcHdr"/>
        </w:types>
        <w:behaviors>
          <w:behavior w:val="content"/>
        </w:behaviors>
        <w:guid w:val="{4E035F8E-F753-4DD3-B5F3-03E93A9E0EA8}"/>
      </w:docPartPr>
      <w:docPartBody>
        <w:p w:rsidR="00000000" w:rsidRDefault="001C60D0">
          <w:pPr>
            <w:pStyle w:val="DBBDC37D57274D258E28D708C25C8585"/>
          </w:pPr>
          <w:r w:rsidRPr="006026A9">
            <w:rPr>
              <w:rStyle w:val="Textedelespacerserv"/>
            </w:rPr>
            <w:t>Cliquez ou appuyez ici pour entrer du texte.</w:t>
          </w:r>
        </w:p>
      </w:docPartBody>
    </w:docPart>
    <w:docPart>
      <w:docPartPr>
        <w:name w:val="34F74B6F82D0429EBFD13B9A3A7E1ED2"/>
        <w:category>
          <w:name w:val="Général"/>
          <w:gallery w:val="placeholder"/>
        </w:category>
        <w:types>
          <w:type w:val="bbPlcHdr"/>
        </w:types>
        <w:behaviors>
          <w:behavior w:val="content"/>
        </w:behaviors>
        <w:guid w:val="{B82246DE-6B1F-4780-9215-58A5ADBB0E26}"/>
      </w:docPartPr>
      <w:docPartBody>
        <w:p w:rsidR="00000000" w:rsidRDefault="001C60D0">
          <w:pPr>
            <w:pStyle w:val="34F74B6F82D0429EBFD13B9A3A7E1ED2"/>
          </w:pPr>
          <w:r w:rsidRPr="006026A9">
            <w:rPr>
              <w:rStyle w:val="Textedelespacerserv"/>
            </w:rPr>
            <w:t>Cliquez ou appuyez ici pour entrer du texte.</w:t>
          </w:r>
        </w:p>
      </w:docPartBody>
    </w:docPart>
    <w:docPart>
      <w:docPartPr>
        <w:name w:val="3CDDEC763E25402597D48A0F009F92FE"/>
        <w:category>
          <w:name w:val="Général"/>
          <w:gallery w:val="placeholder"/>
        </w:category>
        <w:types>
          <w:type w:val="bbPlcHdr"/>
        </w:types>
        <w:behaviors>
          <w:behavior w:val="content"/>
        </w:behaviors>
        <w:guid w:val="{510EB28C-C5CE-4E8E-8FF5-6C2B3E644041}"/>
      </w:docPartPr>
      <w:docPartBody>
        <w:p w:rsidR="00000000" w:rsidRDefault="001C60D0">
          <w:pPr>
            <w:pStyle w:val="3CDDEC763E25402597D48A0F009F92FE"/>
          </w:pPr>
          <w:r w:rsidRPr="006026A9">
            <w:rPr>
              <w:rStyle w:val="Textedelespacerserv"/>
            </w:rPr>
            <w:t>Cliquez ou appuyez ici pour entrer du texte.</w:t>
          </w:r>
        </w:p>
      </w:docPartBody>
    </w:docPart>
    <w:docPart>
      <w:docPartPr>
        <w:name w:val="FCD35BA50F59485C8C77F267BB1FD6FF"/>
        <w:category>
          <w:name w:val="Général"/>
          <w:gallery w:val="placeholder"/>
        </w:category>
        <w:types>
          <w:type w:val="bbPlcHdr"/>
        </w:types>
        <w:behaviors>
          <w:behavior w:val="content"/>
        </w:behaviors>
        <w:guid w:val="{F04D9A2C-8B3C-476F-99BC-92C6568F7517}"/>
      </w:docPartPr>
      <w:docPartBody>
        <w:p w:rsidR="00000000" w:rsidRDefault="001C60D0">
          <w:pPr>
            <w:pStyle w:val="FCD35BA50F59485C8C77F267BB1FD6FF"/>
          </w:pPr>
          <w:r w:rsidRPr="006026A9">
            <w:rPr>
              <w:rStyle w:val="Textedelespacerserv"/>
            </w:rPr>
            <w:t>Cliquez ou appuyez ici pour entrer du texte.</w:t>
          </w:r>
        </w:p>
      </w:docPartBody>
    </w:docPart>
    <w:docPart>
      <w:docPartPr>
        <w:name w:val="424BE06FCB514DC881DB130EAF523411"/>
        <w:category>
          <w:name w:val="Général"/>
          <w:gallery w:val="placeholder"/>
        </w:category>
        <w:types>
          <w:type w:val="bbPlcHdr"/>
        </w:types>
        <w:behaviors>
          <w:behavior w:val="content"/>
        </w:behaviors>
        <w:guid w:val="{44E23D09-288E-4B17-9D44-0E69F11D1A00}"/>
      </w:docPartPr>
      <w:docPartBody>
        <w:p w:rsidR="00000000" w:rsidRDefault="001C60D0">
          <w:pPr>
            <w:pStyle w:val="424BE06FCB514DC881DB130EAF523411"/>
          </w:pPr>
          <w:r w:rsidRPr="006026A9">
            <w:rPr>
              <w:rStyle w:val="Textedelespacerserv"/>
            </w:rPr>
            <w:t>Cliquez ou appuyez ici pour entrer du texte.</w:t>
          </w:r>
        </w:p>
      </w:docPartBody>
    </w:docPart>
    <w:docPart>
      <w:docPartPr>
        <w:name w:val="4A1ED634DE9E4DECB5AC03E02500C8C5"/>
        <w:category>
          <w:name w:val="Général"/>
          <w:gallery w:val="placeholder"/>
        </w:category>
        <w:types>
          <w:type w:val="bbPlcHdr"/>
        </w:types>
        <w:behaviors>
          <w:behavior w:val="content"/>
        </w:behaviors>
        <w:guid w:val="{2A92AA04-EB7C-49E0-8E6B-1D20B8B779BC}"/>
      </w:docPartPr>
      <w:docPartBody>
        <w:p w:rsidR="00000000" w:rsidRDefault="001C60D0">
          <w:pPr>
            <w:pStyle w:val="4A1ED634DE9E4DECB5AC03E02500C8C5"/>
          </w:pPr>
          <w:r w:rsidRPr="006026A9">
            <w:rPr>
              <w:rStyle w:val="Textedelespacerserv"/>
            </w:rPr>
            <w:t>Cliquez ou appuyez ici pour entrer du texte.</w:t>
          </w:r>
        </w:p>
      </w:docPartBody>
    </w:docPart>
    <w:docPart>
      <w:docPartPr>
        <w:name w:val="102E239918E347BFB1AB61E5B98EDBCB"/>
        <w:category>
          <w:name w:val="Général"/>
          <w:gallery w:val="placeholder"/>
        </w:category>
        <w:types>
          <w:type w:val="bbPlcHdr"/>
        </w:types>
        <w:behaviors>
          <w:behavior w:val="content"/>
        </w:behaviors>
        <w:guid w:val="{9DD73BDF-5FBA-4470-86C9-49DD7A23FAD2}"/>
      </w:docPartPr>
      <w:docPartBody>
        <w:p w:rsidR="00000000" w:rsidRDefault="001C60D0">
          <w:pPr>
            <w:pStyle w:val="102E239918E347BFB1AB61E5B98EDBCB"/>
          </w:pPr>
          <w:r w:rsidRPr="006026A9">
            <w:rPr>
              <w:rStyle w:val="Textedelespacerserv"/>
            </w:rPr>
            <w:t>Cliquez ou appuyez ici pour entrer du texte.</w:t>
          </w:r>
        </w:p>
      </w:docPartBody>
    </w:docPart>
    <w:docPart>
      <w:docPartPr>
        <w:name w:val="8E7FB6BFB8E24BD79F6D48DA00F35B85"/>
        <w:category>
          <w:name w:val="Général"/>
          <w:gallery w:val="placeholder"/>
        </w:category>
        <w:types>
          <w:type w:val="bbPlcHdr"/>
        </w:types>
        <w:behaviors>
          <w:behavior w:val="content"/>
        </w:behaviors>
        <w:guid w:val="{67660F5D-BAD3-4244-946A-6E5347A0CFCD}"/>
      </w:docPartPr>
      <w:docPartBody>
        <w:p w:rsidR="00000000" w:rsidRDefault="001C60D0">
          <w:pPr>
            <w:pStyle w:val="8E7FB6BFB8E24BD79F6D48DA00F35B85"/>
          </w:pPr>
          <w:r w:rsidRPr="006026A9">
            <w:rPr>
              <w:rStyle w:val="Textedelespacerserv"/>
            </w:rPr>
            <w:t>Cliquez ou appuyez ici pour entrer du texte.</w:t>
          </w:r>
        </w:p>
      </w:docPartBody>
    </w:docPart>
    <w:docPart>
      <w:docPartPr>
        <w:name w:val="F0E19560759840A3A075E6ED3F17819E"/>
        <w:category>
          <w:name w:val="Général"/>
          <w:gallery w:val="placeholder"/>
        </w:category>
        <w:types>
          <w:type w:val="bbPlcHdr"/>
        </w:types>
        <w:behaviors>
          <w:behavior w:val="content"/>
        </w:behaviors>
        <w:guid w:val="{B9610BB7-78F9-4B87-B5BA-86DB3487AF4A}"/>
      </w:docPartPr>
      <w:docPartBody>
        <w:p w:rsidR="00000000" w:rsidRDefault="001C60D0">
          <w:pPr>
            <w:pStyle w:val="F0E19560759840A3A075E6ED3F17819E"/>
          </w:pPr>
          <w:r w:rsidRPr="006026A9">
            <w:rPr>
              <w:rStyle w:val="Textedelespacerserv"/>
            </w:rPr>
            <w:t>Cliquez ou appuyez ici pour entrer du texte.</w:t>
          </w:r>
        </w:p>
      </w:docPartBody>
    </w:docPart>
    <w:docPart>
      <w:docPartPr>
        <w:name w:val="DC40E6A3AB5A4AB7A898BD39F0D8B325"/>
        <w:category>
          <w:name w:val="Général"/>
          <w:gallery w:val="placeholder"/>
        </w:category>
        <w:types>
          <w:type w:val="bbPlcHdr"/>
        </w:types>
        <w:behaviors>
          <w:behavior w:val="content"/>
        </w:behaviors>
        <w:guid w:val="{0D5CA701-920B-498D-A30F-A0D0B25E4D4A}"/>
      </w:docPartPr>
      <w:docPartBody>
        <w:p w:rsidR="00000000" w:rsidRDefault="001C60D0">
          <w:pPr>
            <w:pStyle w:val="DC40E6A3AB5A4AB7A898BD39F0D8B325"/>
          </w:pPr>
          <w:r w:rsidRPr="00330F75">
            <w:rPr>
              <w:rStyle w:val="Textedelespacerserv"/>
            </w:rPr>
            <w:t>Choisissez un élément.</w:t>
          </w:r>
        </w:p>
      </w:docPartBody>
    </w:docPart>
    <w:docPart>
      <w:docPartPr>
        <w:name w:val="8232E689F51B49049408CAE48EA5DBE5"/>
        <w:category>
          <w:name w:val="Général"/>
          <w:gallery w:val="placeholder"/>
        </w:category>
        <w:types>
          <w:type w:val="bbPlcHdr"/>
        </w:types>
        <w:behaviors>
          <w:behavior w:val="content"/>
        </w:behaviors>
        <w:guid w:val="{F61D168B-4677-4A05-98C0-1D8E6C82F372}"/>
      </w:docPartPr>
      <w:docPartBody>
        <w:p w:rsidR="00000000" w:rsidRDefault="001C60D0">
          <w:pPr>
            <w:pStyle w:val="8232E689F51B49049408CAE48EA5DBE5"/>
          </w:pPr>
          <w:r w:rsidRPr="006026A9">
            <w:rPr>
              <w:rStyle w:val="Textedelespacerserv"/>
            </w:rPr>
            <w:t>Cliquez ou appuyez ici pour entrer du texte.</w:t>
          </w:r>
        </w:p>
      </w:docPartBody>
    </w:docPart>
    <w:docPart>
      <w:docPartPr>
        <w:name w:val="C5004E17D34A4AEFBDF99BBD6B67425D"/>
        <w:category>
          <w:name w:val="Général"/>
          <w:gallery w:val="placeholder"/>
        </w:category>
        <w:types>
          <w:type w:val="bbPlcHdr"/>
        </w:types>
        <w:behaviors>
          <w:behavior w:val="content"/>
        </w:behaviors>
        <w:guid w:val="{5183AE5E-D61D-4B55-B525-E173C23F5801}"/>
      </w:docPartPr>
      <w:docPartBody>
        <w:p w:rsidR="00000000" w:rsidRDefault="001C60D0">
          <w:pPr>
            <w:pStyle w:val="C5004E17D34A4AEFBDF99BBD6B67425D"/>
          </w:pPr>
          <w:r w:rsidRPr="00330F75">
            <w:rPr>
              <w:rStyle w:val="Textedelespacerserv"/>
            </w:rPr>
            <w:t>Choisissez un élément.</w:t>
          </w:r>
        </w:p>
      </w:docPartBody>
    </w:docPart>
    <w:docPart>
      <w:docPartPr>
        <w:name w:val="C34025859E264A04BEC64D4133B0B4A3"/>
        <w:category>
          <w:name w:val="Général"/>
          <w:gallery w:val="placeholder"/>
        </w:category>
        <w:types>
          <w:type w:val="bbPlcHdr"/>
        </w:types>
        <w:behaviors>
          <w:behavior w:val="content"/>
        </w:behaviors>
        <w:guid w:val="{4B108481-8AF6-4327-B188-5D649B80D9D9}"/>
      </w:docPartPr>
      <w:docPartBody>
        <w:p w:rsidR="00000000" w:rsidRDefault="001C60D0">
          <w:pPr>
            <w:pStyle w:val="C34025859E264A04BEC64D4133B0B4A3"/>
          </w:pPr>
          <w:r w:rsidRPr="00330F75">
            <w:rPr>
              <w:rStyle w:val="Textedelespacerserv"/>
            </w:rPr>
            <w:t>Choisissez un élément.</w:t>
          </w:r>
        </w:p>
      </w:docPartBody>
    </w:docPart>
    <w:docPart>
      <w:docPartPr>
        <w:name w:val="E801C6BBA2B5463E8230920F92F0DB1D"/>
        <w:category>
          <w:name w:val="Général"/>
          <w:gallery w:val="placeholder"/>
        </w:category>
        <w:types>
          <w:type w:val="bbPlcHdr"/>
        </w:types>
        <w:behaviors>
          <w:behavior w:val="content"/>
        </w:behaviors>
        <w:guid w:val="{E6F5E087-BAC7-4683-BD32-36731A052A20}"/>
      </w:docPartPr>
      <w:docPartBody>
        <w:p w:rsidR="00000000" w:rsidRDefault="001C60D0">
          <w:pPr>
            <w:pStyle w:val="E801C6BBA2B5463E8230920F92F0DB1D"/>
          </w:pPr>
          <w:r w:rsidRPr="00330F75">
            <w:rPr>
              <w:rStyle w:val="Textedelespacerserv"/>
            </w:rPr>
            <w:t>Choisissez un élément.</w:t>
          </w:r>
        </w:p>
      </w:docPartBody>
    </w:docPart>
    <w:docPart>
      <w:docPartPr>
        <w:name w:val="F26232040EA54AC3AF0B01BE19B04BB0"/>
        <w:category>
          <w:name w:val="Général"/>
          <w:gallery w:val="placeholder"/>
        </w:category>
        <w:types>
          <w:type w:val="bbPlcHdr"/>
        </w:types>
        <w:behaviors>
          <w:behavior w:val="content"/>
        </w:behaviors>
        <w:guid w:val="{72FFEFA2-479F-4919-AE1A-5FDA799CD109}"/>
      </w:docPartPr>
      <w:docPartBody>
        <w:p w:rsidR="00000000" w:rsidRDefault="00CA64EB">
          <w:pPr>
            <w:pStyle w:val="F26232040EA54AC3AF0B01BE19B04BB0"/>
          </w:pPr>
          <w:r w:rsidRPr="006026A9">
            <w:rPr>
              <w:rStyle w:val="Textedelespacerserv"/>
            </w:rPr>
            <w:t>Cliquez ou appuyez ici pour entrer du texte.</w:t>
          </w:r>
        </w:p>
      </w:docPartBody>
    </w:docPart>
    <w:docPart>
      <w:docPartPr>
        <w:name w:val="94F80822DBF04625B17F5775F63F5065"/>
        <w:category>
          <w:name w:val="Général"/>
          <w:gallery w:val="placeholder"/>
        </w:category>
        <w:types>
          <w:type w:val="bbPlcHdr"/>
        </w:types>
        <w:behaviors>
          <w:behavior w:val="content"/>
        </w:behaviors>
        <w:guid w:val="{F2A4C1DC-F782-4FA1-8F54-88C9F08CFB10}"/>
      </w:docPartPr>
      <w:docPartBody>
        <w:p w:rsidR="00000000" w:rsidRDefault="00CA64EB">
          <w:pPr>
            <w:pStyle w:val="94F80822DBF04625B17F5775F63F5065"/>
          </w:pPr>
          <w:r w:rsidRPr="00330F75">
            <w:rPr>
              <w:rStyle w:val="Textedelespacerserv"/>
            </w:rPr>
            <w:t>Choisissez un élément.</w:t>
          </w:r>
        </w:p>
      </w:docPartBody>
    </w:docPart>
    <w:docPart>
      <w:docPartPr>
        <w:name w:val="5D256D0A64164D36B3014A8CDE0C0B22"/>
        <w:category>
          <w:name w:val="Général"/>
          <w:gallery w:val="placeholder"/>
        </w:category>
        <w:types>
          <w:type w:val="bbPlcHdr"/>
        </w:types>
        <w:behaviors>
          <w:behavior w:val="content"/>
        </w:behaviors>
        <w:guid w:val="{F463338B-D142-4BA0-AFEE-6CB12F0F8930}"/>
      </w:docPartPr>
      <w:docPartBody>
        <w:p w:rsidR="00000000" w:rsidRDefault="00CA64EB">
          <w:pPr>
            <w:pStyle w:val="5D256D0A64164D36B3014A8CDE0C0B22"/>
          </w:pPr>
          <w:r w:rsidRPr="00330F75">
            <w:rPr>
              <w:rStyle w:val="Textedelespacerserv"/>
            </w:rPr>
            <w:t>Choisissez un élément.</w:t>
          </w:r>
        </w:p>
      </w:docPartBody>
    </w:docPart>
    <w:docPart>
      <w:docPartPr>
        <w:name w:val="90885AEBBAEF48F8BEB6E274B72B8FE1"/>
        <w:category>
          <w:name w:val="Général"/>
          <w:gallery w:val="placeholder"/>
        </w:category>
        <w:types>
          <w:type w:val="bbPlcHdr"/>
        </w:types>
        <w:behaviors>
          <w:behavior w:val="content"/>
        </w:behaviors>
        <w:guid w:val="{38276D4B-4AE5-4601-844F-8A684BE9BF7E}"/>
      </w:docPartPr>
      <w:docPartBody>
        <w:p w:rsidR="00000000" w:rsidRDefault="00CA64EB">
          <w:pPr>
            <w:pStyle w:val="90885AEBBAEF48F8BEB6E274B72B8FE1"/>
          </w:pPr>
          <w:r w:rsidRPr="00330F75">
            <w:rPr>
              <w:rStyle w:val="Textedelespacerserv"/>
            </w:rPr>
            <w:t>Choisissez un élément.</w:t>
          </w:r>
        </w:p>
      </w:docPartBody>
    </w:docPart>
    <w:docPart>
      <w:docPartPr>
        <w:name w:val="14AFCB7561C94C0FA01603E7F495E744"/>
        <w:category>
          <w:name w:val="Général"/>
          <w:gallery w:val="placeholder"/>
        </w:category>
        <w:types>
          <w:type w:val="bbPlcHdr"/>
        </w:types>
        <w:behaviors>
          <w:behavior w:val="content"/>
        </w:behaviors>
        <w:guid w:val="{E9CA5564-062A-4448-A626-8C6574F01095}"/>
      </w:docPartPr>
      <w:docPartBody>
        <w:p w:rsidR="00000000" w:rsidRDefault="00CA64EB">
          <w:pPr>
            <w:pStyle w:val="14AFCB7561C94C0FA01603E7F495E744"/>
          </w:pPr>
          <w:r w:rsidRPr="006026A9">
            <w:rPr>
              <w:rStyle w:val="Textedelespacerserv"/>
            </w:rPr>
            <w:t>Cliquez ou appuyez ici pour entrer du texte.</w:t>
          </w:r>
        </w:p>
      </w:docPartBody>
    </w:docPart>
    <w:docPart>
      <w:docPartPr>
        <w:name w:val="296FA21E60BB4624A25FBAF902A35793"/>
        <w:category>
          <w:name w:val="Général"/>
          <w:gallery w:val="placeholder"/>
        </w:category>
        <w:types>
          <w:type w:val="bbPlcHdr"/>
        </w:types>
        <w:behaviors>
          <w:behavior w:val="content"/>
        </w:behaviors>
        <w:guid w:val="{FE46EB95-F1EF-41AD-BBBE-CF381954CD0D}"/>
      </w:docPartPr>
      <w:docPartBody>
        <w:p w:rsidR="00000000" w:rsidRDefault="00CA64EB">
          <w:pPr>
            <w:pStyle w:val="296FA21E60BB4624A25FBAF902A35793"/>
          </w:pPr>
          <w:r w:rsidRPr="006026A9">
            <w:rPr>
              <w:rStyle w:val="Textedelespacerserv"/>
            </w:rPr>
            <w:t>Cliquez ou appuyez ici pour entrer du texte.</w:t>
          </w:r>
        </w:p>
      </w:docPartBody>
    </w:docPart>
    <w:docPart>
      <w:docPartPr>
        <w:name w:val="BACD426AC5BA4229BB52399CF4EE834A"/>
        <w:category>
          <w:name w:val="Général"/>
          <w:gallery w:val="placeholder"/>
        </w:category>
        <w:types>
          <w:type w:val="bbPlcHdr"/>
        </w:types>
        <w:behaviors>
          <w:behavior w:val="content"/>
        </w:behaviors>
        <w:guid w:val="{522BBD50-566B-4DFD-877C-C06679FAFDE6}"/>
      </w:docPartPr>
      <w:docPartBody>
        <w:p w:rsidR="00000000" w:rsidRDefault="00972B64">
          <w:pPr>
            <w:pStyle w:val="BACD426AC5BA4229BB52399CF4EE834A"/>
          </w:pPr>
          <w:r w:rsidRPr="006026A9">
            <w:rPr>
              <w:rStyle w:val="Textedelespacerserv"/>
            </w:rPr>
            <w:t>Cliquez ou appuyez ici pour entrer du texte.</w:t>
          </w:r>
        </w:p>
      </w:docPartBody>
    </w:docPart>
    <w:docPart>
      <w:docPartPr>
        <w:name w:val="41FF0012313242F78891C1FEB0D2050B"/>
        <w:category>
          <w:name w:val="Général"/>
          <w:gallery w:val="placeholder"/>
        </w:category>
        <w:types>
          <w:type w:val="bbPlcHdr"/>
        </w:types>
        <w:behaviors>
          <w:behavior w:val="content"/>
        </w:behaviors>
        <w:guid w:val="{C31FA23D-2552-4941-A873-9BF9A4A2B1D7}"/>
      </w:docPartPr>
      <w:docPartBody>
        <w:p w:rsidR="00000000" w:rsidRDefault="00972B64">
          <w:pPr>
            <w:pStyle w:val="41FF0012313242F78891C1FEB0D2050B"/>
          </w:pPr>
          <w:r w:rsidRPr="006026A9">
            <w:rPr>
              <w:rStyle w:val="Textedelespacerserv"/>
            </w:rPr>
            <w:t>Cliquez ou appuyez ici pour entrer du texte.</w:t>
          </w:r>
        </w:p>
      </w:docPartBody>
    </w:docPart>
    <w:docPart>
      <w:docPartPr>
        <w:name w:val="898AFE64C9D547DD8D13420EBB2B35F0"/>
        <w:category>
          <w:name w:val="Général"/>
          <w:gallery w:val="placeholder"/>
        </w:category>
        <w:types>
          <w:type w:val="bbPlcHdr"/>
        </w:types>
        <w:behaviors>
          <w:behavior w:val="content"/>
        </w:behaviors>
        <w:guid w:val="{6F8D1D32-671E-44B1-BC92-42C1ADA91600}"/>
      </w:docPartPr>
      <w:docPartBody>
        <w:p w:rsidR="00000000" w:rsidRDefault="001C60D0">
          <w:pPr>
            <w:pStyle w:val="898AFE64C9D547DD8D13420EBB2B35F0"/>
          </w:pPr>
          <w:r w:rsidRPr="006026A9">
            <w:rPr>
              <w:rStyle w:val="Textedelespacerserv"/>
            </w:rPr>
            <w:t>Cliquez ou appuyez ici pour entrer du texte.</w:t>
          </w:r>
        </w:p>
      </w:docPartBody>
    </w:docPart>
    <w:docPart>
      <w:docPartPr>
        <w:name w:val="8A2EC22C52F14C6596C1BA7D419F821B"/>
        <w:category>
          <w:name w:val="Général"/>
          <w:gallery w:val="placeholder"/>
        </w:category>
        <w:types>
          <w:type w:val="bbPlcHdr"/>
        </w:types>
        <w:behaviors>
          <w:behavior w:val="content"/>
        </w:behaviors>
        <w:guid w:val="{946AF921-7BD8-4A49-8310-B5C08831107C}"/>
      </w:docPartPr>
      <w:docPartBody>
        <w:p w:rsidR="00000000" w:rsidRDefault="001C60D0">
          <w:pPr>
            <w:pStyle w:val="8A2EC22C52F14C6596C1BA7D419F821B"/>
          </w:pPr>
          <w:r w:rsidRPr="006026A9">
            <w:rPr>
              <w:rStyle w:val="Textedelespacerserv"/>
            </w:rPr>
            <w:t>Cliquez ou appuyez ici pour entrer du texte.</w:t>
          </w:r>
        </w:p>
      </w:docPartBody>
    </w:docPart>
    <w:docPart>
      <w:docPartPr>
        <w:name w:val="C56C791437D24C6A9E9B0EE648B81595"/>
        <w:category>
          <w:name w:val="Général"/>
          <w:gallery w:val="placeholder"/>
        </w:category>
        <w:types>
          <w:type w:val="bbPlcHdr"/>
        </w:types>
        <w:behaviors>
          <w:behavior w:val="content"/>
        </w:behaviors>
        <w:guid w:val="{0B9C9339-AC4E-4806-A605-0781EBC8F918}"/>
      </w:docPartPr>
      <w:docPartBody>
        <w:p w:rsidR="00000000" w:rsidRDefault="001C60D0">
          <w:pPr>
            <w:pStyle w:val="C56C791437D24C6A9E9B0EE648B81595"/>
          </w:pPr>
          <w:r w:rsidRPr="006026A9">
            <w:rPr>
              <w:rStyle w:val="Textedelespacerserv"/>
            </w:rPr>
            <w:t>Cliquez ou appuyez ici pour entrer du texte.</w:t>
          </w:r>
        </w:p>
      </w:docPartBody>
    </w:docPart>
    <w:docPart>
      <w:docPartPr>
        <w:name w:val="B0E40F8E55FB4DA196FA6F7094DCC26C"/>
        <w:category>
          <w:name w:val="Général"/>
          <w:gallery w:val="placeholder"/>
        </w:category>
        <w:types>
          <w:type w:val="bbPlcHdr"/>
        </w:types>
        <w:behaviors>
          <w:behavior w:val="content"/>
        </w:behaviors>
        <w:guid w:val="{6A358BB2-FADA-4E12-AC60-E754AFCF5A0F}"/>
      </w:docPartPr>
      <w:docPartBody>
        <w:p w:rsidR="00000000" w:rsidRDefault="00CA64EB">
          <w:pPr>
            <w:pStyle w:val="B0E40F8E55FB4DA196FA6F7094DCC26C"/>
          </w:pPr>
          <w:r w:rsidRPr="006026A9">
            <w:rPr>
              <w:rStyle w:val="Textedelespacerserv"/>
            </w:rPr>
            <w:t>Cliquez ou appuyez ici pour entrer du texte.</w:t>
          </w:r>
        </w:p>
      </w:docPartBody>
    </w:docPart>
    <w:docPart>
      <w:docPartPr>
        <w:name w:val="A6C44C22F4954806A041EFABFE8FB8BA"/>
        <w:category>
          <w:name w:val="Général"/>
          <w:gallery w:val="placeholder"/>
        </w:category>
        <w:types>
          <w:type w:val="bbPlcHdr"/>
        </w:types>
        <w:behaviors>
          <w:behavior w:val="content"/>
        </w:behaviors>
        <w:guid w:val="{CF630A32-45B0-47CB-87BF-FCE656996DB1}"/>
      </w:docPartPr>
      <w:docPartBody>
        <w:p w:rsidR="00000000" w:rsidRDefault="001C60D0">
          <w:pPr>
            <w:pStyle w:val="A6C44C22F4954806A041EFABFE8FB8BA"/>
          </w:pPr>
          <w:r w:rsidRPr="006026A9">
            <w:rPr>
              <w:rStyle w:val="Textedelespacerserv"/>
            </w:rPr>
            <w:t>Cliquez ou appuyez ici pour entrer du texte.</w:t>
          </w:r>
        </w:p>
      </w:docPartBody>
    </w:docPart>
    <w:docPart>
      <w:docPartPr>
        <w:name w:val="C1E405BA577E4394B78EFB7BE24ECD3C"/>
        <w:category>
          <w:name w:val="Général"/>
          <w:gallery w:val="placeholder"/>
        </w:category>
        <w:types>
          <w:type w:val="bbPlcHdr"/>
        </w:types>
        <w:behaviors>
          <w:behavior w:val="content"/>
        </w:behaviors>
        <w:guid w:val="{3553CAAE-8F9E-4EEE-9644-49ECA395C377}"/>
      </w:docPartPr>
      <w:docPartBody>
        <w:p w:rsidR="00000000" w:rsidRDefault="001C60D0">
          <w:pPr>
            <w:pStyle w:val="C1E405BA577E4394B78EFB7BE24ECD3C"/>
          </w:pPr>
          <w:r w:rsidRPr="006026A9">
            <w:rPr>
              <w:rStyle w:val="Textedelespacerserv"/>
            </w:rPr>
            <w:t>Cliquez ou appuyez ici pour entrer du texte.</w:t>
          </w:r>
        </w:p>
      </w:docPartBody>
    </w:docPart>
    <w:docPart>
      <w:docPartPr>
        <w:name w:val="D1525E9C64D848A193C21A58D925F388"/>
        <w:category>
          <w:name w:val="Général"/>
          <w:gallery w:val="placeholder"/>
        </w:category>
        <w:types>
          <w:type w:val="bbPlcHdr"/>
        </w:types>
        <w:behaviors>
          <w:behavior w:val="content"/>
        </w:behaviors>
        <w:guid w:val="{1729AA6B-DC19-4888-ADA3-845AD0F1AA02}"/>
      </w:docPartPr>
      <w:docPartBody>
        <w:p w:rsidR="00000000" w:rsidRDefault="001C60D0">
          <w:pPr>
            <w:pStyle w:val="D1525E9C64D848A193C21A58D925F388"/>
          </w:pPr>
          <w:r w:rsidRPr="00764A26">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AAE4382DFB2F40159881E819CB2F98B6">
    <w:name w:val="AAE4382DFB2F40159881E819CB2F98B6"/>
  </w:style>
  <w:style w:type="paragraph" w:customStyle="1" w:styleId="4F06B15A33FB4E59A9D6C96764442C72">
    <w:name w:val="4F06B15A33FB4E59A9D6C96764442C72"/>
  </w:style>
  <w:style w:type="paragraph" w:customStyle="1" w:styleId="B8D11E6776A14C8C926EA1FA38EAE66E">
    <w:name w:val="B8D11E6776A14C8C926EA1FA38EAE66E"/>
  </w:style>
  <w:style w:type="paragraph" w:customStyle="1" w:styleId="1F6A535A3B83460FABFDB95BDA0D40A5">
    <w:name w:val="1F6A535A3B83460FABFDB95BDA0D40A5"/>
  </w:style>
  <w:style w:type="paragraph" w:customStyle="1" w:styleId="B8993B3C9F674B1E92122C0F641E419C">
    <w:name w:val="B8993B3C9F674B1E92122C0F641E419C"/>
  </w:style>
  <w:style w:type="paragraph" w:customStyle="1" w:styleId="A10F531C1F7D428FB171AC41D78F1A58">
    <w:name w:val="A10F531C1F7D428FB171AC41D78F1A58"/>
  </w:style>
  <w:style w:type="paragraph" w:customStyle="1" w:styleId="6EF1D2ECDC2845E292B624A7D792F767">
    <w:name w:val="6EF1D2ECDC2845E292B624A7D792F767"/>
  </w:style>
  <w:style w:type="paragraph" w:customStyle="1" w:styleId="5FD6E5FFD2E4477E83DEE85120E89668">
    <w:name w:val="5FD6E5FFD2E4477E83DEE85120E89668"/>
  </w:style>
  <w:style w:type="paragraph" w:customStyle="1" w:styleId="4DE67BABB70A47809976E52D17D25868">
    <w:name w:val="4DE67BABB70A47809976E52D17D25868"/>
  </w:style>
  <w:style w:type="paragraph" w:customStyle="1" w:styleId="B38607580C7F4466A11996F9F8046C39">
    <w:name w:val="B38607580C7F4466A11996F9F8046C39"/>
  </w:style>
  <w:style w:type="paragraph" w:customStyle="1" w:styleId="3DFBE0CF5ADE4DAF911ACBC4AFB6AA3C">
    <w:name w:val="3DFBE0CF5ADE4DAF911ACBC4AFB6AA3C"/>
  </w:style>
  <w:style w:type="paragraph" w:customStyle="1" w:styleId="DBBDC37D57274D258E28D708C25C8585">
    <w:name w:val="DBBDC37D57274D258E28D708C25C8585"/>
  </w:style>
  <w:style w:type="paragraph" w:customStyle="1" w:styleId="34F74B6F82D0429EBFD13B9A3A7E1ED2">
    <w:name w:val="34F74B6F82D0429EBFD13B9A3A7E1ED2"/>
  </w:style>
  <w:style w:type="paragraph" w:customStyle="1" w:styleId="3CDDEC763E25402597D48A0F009F92FE">
    <w:name w:val="3CDDEC763E25402597D48A0F009F92FE"/>
  </w:style>
  <w:style w:type="paragraph" w:customStyle="1" w:styleId="FCD35BA50F59485C8C77F267BB1FD6FF">
    <w:name w:val="FCD35BA50F59485C8C77F267BB1FD6FF"/>
  </w:style>
  <w:style w:type="paragraph" w:customStyle="1" w:styleId="424BE06FCB514DC881DB130EAF523411">
    <w:name w:val="424BE06FCB514DC881DB130EAF523411"/>
  </w:style>
  <w:style w:type="paragraph" w:customStyle="1" w:styleId="4A1ED634DE9E4DECB5AC03E02500C8C5">
    <w:name w:val="4A1ED634DE9E4DECB5AC03E02500C8C5"/>
  </w:style>
  <w:style w:type="paragraph" w:customStyle="1" w:styleId="102E239918E347BFB1AB61E5B98EDBCB">
    <w:name w:val="102E239918E347BFB1AB61E5B98EDBCB"/>
  </w:style>
  <w:style w:type="paragraph" w:customStyle="1" w:styleId="8E7FB6BFB8E24BD79F6D48DA00F35B85">
    <w:name w:val="8E7FB6BFB8E24BD79F6D48DA00F35B85"/>
  </w:style>
  <w:style w:type="paragraph" w:customStyle="1" w:styleId="F0E19560759840A3A075E6ED3F17819E">
    <w:name w:val="F0E19560759840A3A075E6ED3F17819E"/>
  </w:style>
  <w:style w:type="paragraph" w:customStyle="1" w:styleId="DC40E6A3AB5A4AB7A898BD39F0D8B325">
    <w:name w:val="DC40E6A3AB5A4AB7A898BD39F0D8B325"/>
  </w:style>
  <w:style w:type="paragraph" w:customStyle="1" w:styleId="8232E689F51B49049408CAE48EA5DBE5">
    <w:name w:val="8232E689F51B49049408CAE48EA5DBE5"/>
  </w:style>
  <w:style w:type="paragraph" w:customStyle="1" w:styleId="C5004E17D34A4AEFBDF99BBD6B67425D">
    <w:name w:val="C5004E17D34A4AEFBDF99BBD6B67425D"/>
  </w:style>
  <w:style w:type="paragraph" w:customStyle="1" w:styleId="C34025859E264A04BEC64D4133B0B4A3">
    <w:name w:val="C34025859E264A04BEC64D4133B0B4A3"/>
  </w:style>
  <w:style w:type="paragraph" w:customStyle="1" w:styleId="E801C6BBA2B5463E8230920F92F0DB1D">
    <w:name w:val="E801C6BBA2B5463E8230920F92F0DB1D"/>
  </w:style>
  <w:style w:type="paragraph" w:customStyle="1" w:styleId="F26232040EA54AC3AF0B01BE19B04BB0">
    <w:name w:val="F26232040EA54AC3AF0B01BE19B04BB0"/>
  </w:style>
  <w:style w:type="paragraph" w:customStyle="1" w:styleId="94F80822DBF04625B17F5775F63F5065">
    <w:name w:val="94F80822DBF04625B17F5775F63F5065"/>
  </w:style>
  <w:style w:type="paragraph" w:customStyle="1" w:styleId="5D256D0A64164D36B3014A8CDE0C0B22">
    <w:name w:val="5D256D0A64164D36B3014A8CDE0C0B22"/>
  </w:style>
  <w:style w:type="paragraph" w:customStyle="1" w:styleId="90885AEBBAEF48F8BEB6E274B72B8FE1">
    <w:name w:val="90885AEBBAEF48F8BEB6E274B72B8FE1"/>
  </w:style>
  <w:style w:type="paragraph" w:customStyle="1" w:styleId="14AFCB7561C94C0FA01603E7F495E744">
    <w:name w:val="14AFCB7561C94C0FA01603E7F495E744"/>
  </w:style>
  <w:style w:type="paragraph" w:customStyle="1" w:styleId="296FA21E60BB4624A25FBAF902A35793">
    <w:name w:val="296FA21E60BB4624A25FBAF902A35793"/>
  </w:style>
  <w:style w:type="paragraph" w:customStyle="1" w:styleId="BACD426AC5BA4229BB52399CF4EE834A">
    <w:name w:val="BACD426AC5BA4229BB52399CF4EE834A"/>
  </w:style>
  <w:style w:type="paragraph" w:customStyle="1" w:styleId="41FF0012313242F78891C1FEB0D2050B">
    <w:name w:val="41FF0012313242F78891C1FEB0D2050B"/>
  </w:style>
  <w:style w:type="paragraph" w:customStyle="1" w:styleId="898AFE64C9D547DD8D13420EBB2B35F0">
    <w:name w:val="898AFE64C9D547DD8D13420EBB2B35F0"/>
  </w:style>
  <w:style w:type="paragraph" w:customStyle="1" w:styleId="8A2EC22C52F14C6596C1BA7D419F821B">
    <w:name w:val="8A2EC22C52F14C6596C1BA7D419F821B"/>
  </w:style>
  <w:style w:type="paragraph" w:customStyle="1" w:styleId="C56C791437D24C6A9E9B0EE648B81595">
    <w:name w:val="C56C791437D24C6A9E9B0EE648B81595"/>
  </w:style>
  <w:style w:type="paragraph" w:customStyle="1" w:styleId="B0E40F8E55FB4DA196FA6F7094DCC26C">
    <w:name w:val="B0E40F8E55FB4DA196FA6F7094DCC26C"/>
  </w:style>
  <w:style w:type="paragraph" w:customStyle="1" w:styleId="A6C44C22F4954806A041EFABFE8FB8BA">
    <w:name w:val="A6C44C22F4954806A041EFABFE8FB8BA"/>
  </w:style>
  <w:style w:type="paragraph" w:customStyle="1" w:styleId="C1E405BA577E4394B78EFB7BE24ECD3C">
    <w:name w:val="C1E405BA577E4394B78EFB7BE24ECD3C"/>
  </w:style>
  <w:style w:type="paragraph" w:customStyle="1" w:styleId="D1525E9C64D848A193C21A58D925F388">
    <w:name w:val="D1525E9C64D848A193C21A58D925F3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3AAFE-90FA-42DB-8836-EB812B5E5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Annexe 4 Fiche-entreprise - MdA Educ.dotx</Template>
  <TotalTime>7</TotalTime>
  <Pages>5</Pages>
  <Words>1194</Words>
  <Characters>6573</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MEN</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Rémy Auriat</dc:creator>
  <cp:lastModifiedBy>REMY AURIAT</cp:lastModifiedBy>
  <cp:revision>1</cp:revision>
  <dcterms:created xsi:type="dcterms:W3CDTF">2025-05-13T09:18:00Z</dcterms:created>
  <dcterms:modified xsi:type="dcterms:W3CDTF">2025-05-13T09:25:00Z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MEN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