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5FF08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3B35A328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13C119CA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72070F34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13DF4045" w14:textId="77777777"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14:paraId="76B14CA3" w14:textId="77777777"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Pr="00ED382F">
        <w:rPr>
          <w:rFonts w:cs="Arial"/>
          <w:color w:val="FF0000"/>
          <w:sz w:val="44"/>
          <w:highlight w:val="lightGray"/>
        </w:rPr>
        <w:t>Services</w:t>
      </w:r>
      <w:r w:rsidR="001330CD" w:rsidRPr="00ED382F">
        <w:rPr>
          <w:rFonts w:cs="Arial"/>
          <w:color w:val="FF0000"/>
          <w:sz w:val="44"/>
        </w:rPr>
        <w:t xml:space="preserve"> </w:t>
      </w:r>
      <w:r w:rsidRPr="003B60E1">
        <w:rPr>
          <w:rFonts w:cs="Arial"/>
          <w:color w:val="808080"/>
          <w:sz w:val="44"/>
        </w:rPr>
        <w:br/>
      </w:r>
    </w:p>
    <w:p w14:paraId="0AD6048D" w14:textId="4C844D7C" w:rsidR="001A5489" w:rsidRPr="008408AB" w:rsidRDefault="001431D1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1431D1">
        <w:rPr>
          <w:rFonts w:cs="Arial"/>
          <w:b/>
          <w:color w:val="FF0000"/>
          <w:sz w:val="56"/>
          <w:lang w:eastAsia="ar-SA"/>
        </w:rPr>
        <w:t>MAPA</w:t>
      </w:r>
      <w:r w:rsidR="00F42CCC" w:rsidRPr="001431D1">
        <w:rPr>
          <w:rFonts w:cs="Arial"/>
          <w:b/>
          <w:color w:val="FF0000"/>
          <w:sz w:val="56"/>
          <w:lang w:eastAsia="ar-SA"/>
        </w:rPr>
        <w:t xml:space="preserve"> </w:t>
      </w:r>
      <w:r w:rsidR="00986D27">
        <w:rPr>
          <w:rFonts w:cs="Arial"/>
          <w:b/>
          <w:color w:val="FF0000"/>
          <w:sz w:val="56"/>
          <w:lang w:eastAsia="ar-SA"/>
        </w:rPr>
        <w:t>2</w:t>
      </w:r>
      <w:r w:rsidR="003D2912">
        <w:rPr>
          <w:rFonts w:cs="Arial"/>
          <w:b/>
          <w:color w:val="FF0000"/>
          <w:sz w:val="56"/>
          <w:lang w:eastAsia="ar-SA"/>
        </w:rPr>
        <w:t>5</w:t>
      </w:r>
      <w:r w:rsidR="00986D27">
        <w:rPr>
          <w:rFonts w:cs="Arial"/>
          <w:b/>
          <w:color w:val="FF0000"/>
          <w:sz w:val="56"/>
          <w:lang w:eastAsia="ar-SA"/>
        </w:rPr>
        <w:t>-0</w:t>
      </w:r>
      <w:r w:rsidR="00B755BF">
        <w:rPr>
          <w:rFonts w:cs="Arial"/>
          <w:b/>
          <w:color w:val="FF0000"/>
          <w:sz w:val="56"/>
          <w:lang w:eastAsia="ar-SA"/>
        </w:rPr>
        <w:t>8</w:t>
      </w:r>
      <w:bookmarkStart w:id="0" w:name="_GoBack"/>
      <w:bookmarkEnd w:id="0"/>
    </w:p>
    <w:p w14:paraId="4F794819" w14:textId="77777777"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14:paraId="7ACFCDBB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1114794B" w14:textId="152F6A42" w:rsidR="001A5489" w:rsidRPr="008408AB" w:rsidRDefault="00403116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 xml:space="preserve">Lot </w:t>
      </w:r>
      <w:r w:rsidR="00E63F98">
        <w:rPr>
          <w:rFonts w:cs="Arial"/>
          <w:b/>
          <w:color w:val="808080"/>
          <w:sz w:val="24"/>
          <w:lang w:eastAsia="ar-SA"/>
        </w:rPr>
        <w:t xml:space="preserve">3 : </w:t>
      </w:r>
      <w:r w:rsidR="00263726">
        <w:rPr>
          <w:rFonts w:cs="Arial"/>
          <w:b/>
          <w:color w:val="808080"/>
          <w:sz w:val="24"/>
          <w:lang w:eastAsia="ar-SA"/>
        </w:rPr>
        <w:t>Formation des Assistants de prévention</w:t>
      </w:r>
    </w:p>
    <w:p w14:paraId="597DFD8C" w14:textId="77777777"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14:paraId="09C6095D" w14:textId="77777777" w:rsidTr="00CA7465">
        <w:trPr>
          <w:trHeight w:val="1015"/>
        </w:trPr>
        <w:tc>
          <w:tcPr>
            <w:tcW w:w="9212" w:type="dxa"/>
            <w:vAlign w:val="center"/>
          </w:tcPr>
          <w:p w14:paraId="5174D2C1" w14:textId="0ACB916A" w:rsidR="001A5489" w:rsidRPr="00CA7465" w:rsidRDefault="001A5489" w:rsidP="003D2912">
            <w:pPr>
              <w:jc w:val="both"/>
              <w:rPr>
                <w:rFonts w:cs="Arial"/>
                <w:sz w:val="25"/>
                <w:szCs w:val="25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983D02">
              <w:rPr>
                <w:b/>
                <w:lang w:eastAsia="ar-SA"/>
              </w:rPr>
              <w:t xml:space="preserve"> </w:t>
            </w:r>
            <w:bookmarkStart w:id="1" w:name="_Hlk179546502"/>
            <w:r w:rsidR="00A963CE" w:rsidRPr="00AE1880">
              <w:rPr>
                <w:rFonts w:cs="Arial"/>
                <w:b/>
                <w:lang w:eastAsia="ar-SA"/>
              </w:rPr>
              <w:t xml:space="preserve">Organisation de prestations de formation relatives au domaine de la </w:t>
            </w:r>
            <w:r w:rsidR="003D2912">
              <w:rPr>
                <w:rFonts w:ascii="Segoe UI" w:eastAsia="Yu Gothic UI Semilight" w:hAnsi="Segoe UI" w:cs="Segoe UI"/>
                <w:b/>
              </w:rPr>
              <w:t>f</w:t>
            </w:r>
            <w:r w:rsidR="003D2912" w:rsidRPr="000D1FBC">
              <w:rPr>
                <w:rFonts w:ascii="Segoe UI" w:eastAsia="Yu Gothic UI Semilight" w:hAnsi="Segoe UI" w:cs="Segoe UI"/>
                <w:b/>
              </w:rPr>
              <w:t>ormation des Assistants de prévention</w:t>
            </w:r>
            <w:r w:rsidR="003D2912" w:rsidRPr="000D1FBC">
              <w:rPr>
                <w:rFonts w:ascii="Segoe UI" w:eastAsia="Yu Gothic UI Semilight" w:hAnsi="Segoe UI" w:cs="Segoe UI"/>
                <w:b/>
              </w:rPr>
              <w:tab/>
            </w:r>
            <w:bookmarkEnd w:id="1"/>
            <w:r w:rsidR="00A963CE" w:rsidRPr="00AE1880">
              <w:rPr>
                <w:rFonts w:cs="Arial"/>
                <w:b/>
                <w:lang w:eastAsia="ar-SA"/>
              </w:rPr>
              <w:t>pour les agents de l’Agence de Services et de Paiement (ASP) (France métropolitaine, Corse</w:t>
            </w:r>
            <w:r w:rsidR="003D2912">
              <w:rPr>
                <w:rFonts w:cs="Arial"/>
                <w:b/>
                <w:lang w:eastAsia="ar-SA"/>
              </w:rPr>
              <w:t>)</w:t>
            </w:r>
          </w:p>
        </w:tc>
      </w:tr>
    </w:tbl>
    <w:p w14:paraId="0D61E0B2" w14:textId="77777777" w:rsidR="001A5489" w:rsidRPr="008408AB" w:rsidRDefault="001A5489" w:rsidP="001A5489">
      <w:pPr>
        <w:suppressAutoHyphens/>
        <w:rPr>
          <w:sz w:val="24"/>
          <w:lang w:eastAsia="ar-SA"/>
        </w:rPr>
      </w:pPr>
    </w:p>
    <w:p w14:paraId="7EF5D112" w14:textId="77777777"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14:paraId="37629986" w14:textId="77777777"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5CA8786E" w14:textId="77777777" w:rsidR="00955144" w:rsidRPr="00EC634B" w:rsidRDefault="00B119B7" w:rsidP="00EC634B">
      <w:pPr>
        <w:tabs>
          <w:tab w:val="left" w:pos="426"/>
          <w:tab w:val="left" w:pos="851"/>
        </w:tabs>
        <w:jc w:val="both"/>
        <w:rPr>
          <w:rFonts w:cs="Arial"/>
          <w:color w:val="FF0000"/>
          <w:sz w:val="24"/>
          <w:szCs w:val="24"/>
        </w:rPr>
      </w:pPr>
      <w:r w:rsidRPr="001840F1">
        <w:rPr>
          <w:rFonts w:cs="Arial"/>
          <w:sz w:val="24"/>
          <w:szCs w:val="24"/>
        </w:rPr>
        <w:t>Le présent a</w:t>
      </w:r>
      <w:r w:rsidR="00EC634B">
        <w:rPr>
          <w:rFonts w:cs="Arial"/>
          <w:sz w:val="24"/>
          <w:szCs w:val="24"/>
        </w:rPr>
        <w:t xml:space="preserve">cte d’engagement est complété par </w:t>
      </w:r>
      <w:r w:rsidR="00EC634B" w:rsidRPr="00986D27">
        <w:rPr>
          <w:rFonts w:cs="Arial"/>
          <w:sz w:val="24"/>
          <w:szCs w:val="24"/>
        </w:rPr>
        <w:t>une annexe financière</w:t>
      </w:r>
      <w:r w:rsidR="00986D27" w:rsidRPr="00986D27">
        <w:rPr>
          <w:rFonts w:cs="Arial"/>
          <w:sz w:val="24"/>
          <w:szCs w:val="24"/>
        </w:rPr>
        <w:t>.</w:t>
      </w:r>
    </w:p>
    <w:p w14:paraId="4620EA21" w14:textId="77777777"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77C2C97A" w14:textId="77777777"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14:paraId="06B85731" w14:textId="77777777"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14:paraId="68F5AEAB" w14:textId="77777777" w:rsidR="00A156B3" w:rsidRDefault="00A156B3">
      <w:pPr>
        <w:rPr>
          <w:highlight w:val="lightGray"/>
        </w:rPr>
      </w:pPr>
    </w:p>
    <w:p w14:paraId="343AB4FB" w14:textId="77777777"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4B3DD960" w14:textId="77777777" w:rsidR="00C224BA" w:rsidRDefault="00B755B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1EC909B3" w14:textId="77777777" w:rsidR="00C224BA" w:rsidRDefault="00B755B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2185D8FE" w14:textId="77777777" w:rsidR="00C224BA" w:rsidRDefault="00B755B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26E24E42" w14:textId="77777777" w:rsidR="00C224BA" w:rsidRDefault="00B755B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52E1067A" w14:textId="77777777" w:rsidR="00C224BA" w:rsidRDefault="00B755B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1DC2619F" w14:textId="77777777" w:rsidR="00C224BA" w:rsidRDefault="00B755B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4527C86F" w14:textId="77777777" w:rsidR="00C224BA" w:rsidRDefault="00B755BF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22412298" w14:textId="77777777"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14:paraId="37D8D3A5" w14:textId="77777777" w:rsidR="00BE6ADC" w:rsidRPr="00BE6ADC" w:rsidRDefault="00C224BA" w:rsidP="00A156B3">
      <w:pPr>
        <w:pStyle w:val="Titre1"/>
      </w:pPr>
      <w:bookmarkStart w:id="2" w:name="_Toc83394097"/>
      <w:r>
        <w:lastRenderedPageBreak/>
        <w:t>Engagements</w:t>
      </w:r>
      <w:bookmarkEnd w:id="2"/>
    </w:p>
    <w:p w14:paraId="143C4426" w14:textId="77777777"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14:paraId="670F2C29" w14:textId="77777777"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14:paraId="4C1E103D" w14:textId="77777777"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Texte1"/>
      <w:r w:rsidRPr="00A43C88">
        <w:rPr>
          <w:rFonts w:cs="Arial"/>
          <w:b/>
          <w:sz w:val="20"/>
        </w:rPr>
        <w:instrText xml:space="preserve"> FORMCHECKBOX </w:instrText>
      </w:r>
      <w:r w:rsidR="00B755BF">
        <w:rPr>
          <w:rFonts w:cs="Arial"/>
          <w:b/>
          <w:sz w:val="20"/>
        </w:rPr>
      </w:r>
      <w:r w:rsidR="00B755BF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3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14:paraId="79589FC1" w14:textId="77777777" w:rsidTr="00DE14D3">
        <w:tc>
          <w:tcPr>
            <w:tcW w:w="959" w:type="dxa"/>
            <w:shd w:val="clear" w:color="auto" w:fill="auto"/>
          </w:tcPr>
          <w:p w14:paraId="3861CADA" w14:textId="77777777" w:rsidR="00DC6B39" w:rsidRPr="00A43C88" w:rsidRDefault="00DC6B39" w:rsidP="00A43C88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14:paraId="1AAFED1B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14:paraId="6A27EB77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14:paraId="18811916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14:paraId="2BAC2734" w14:textId="77777777" w:rsidR="00DC6B39" w:rsidRPr="00A43C88" w:rsidRDefault="00DC6B39" w:rsidP="00A43C88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14:paraId="0668B0F0" w14:textId="77777777" w:rsidR="00DC6B39" w:rsidRPr="00A43C88" w:rsidRDefault="00DC6B39" w:rsidP="00A43C88">
            <w:pPr>
              <w:pStyle w:val="Normal1"/>
            </w:pPr>
          </w:p>
        </w:tc>
      </w:tr>
    </w:tbl>
    <w:p w14:paraId="57F5B4A2" w14:textId="77777777"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14:paraId="5146626E" w14:textId="77777777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14:paraId="081F9F12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B755BF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40261E73" w14:textId="77777777" w:rsidR="009865A0" w:rsidRPr="00A43C88" w:rsidRDefault="009865A0" w:rsidP="00A43C88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16B025D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B755BF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14:paraId="4B3403E6" w14:textId="77777777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43AFC17" w14:textId="77777777" w:rsidR="009865A0" w:rsidRPr="00A43C88" w:rsidRDefault="009865A0" w:rsidP="00A43C88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E5C7F0" w14:textId="77777777" w:rsidR="009865A0" w:rsidRPr="00A43C88" w:rsidRDefault="009865A0" w:rsidP="00A43C88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14:paraId="0B7FBC37" w14:textId="77777777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14:paraId="70024B04" w14:textId="77777777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32178894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258673DC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0450E39D" w14:textId="77777777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4BDF5E72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53371C98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240C41EE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2E38C332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52A521BD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022F7ABC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0549FB04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(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>contractant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  <w:r w:rsidRPr="00B509FA">
                          <w:rPr>
                            <w:i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  <w:tr w:rsidR="000D0102" w:rsidRPr="00A43C88" w14:paraId="24254646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14:paraId="72842D3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14:paraId="53C6F27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1251AB03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621A406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130A649E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14:paraId="4505AE44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14:paraId="05FB4172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7D6059B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10C2CFB4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1CA6D8C0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DB378F5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78A1EC90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76FD47A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3C929B5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1934495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14:paraId="05EF4018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14:paraId="467A7AE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CE68B48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3751FD64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5F72A9B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4D82F745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14:paraId="437A17E8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14:paraId="3DF3F573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14:paraId="531C1245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76F5C491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3454F100" w14:textId="77777777" w:rsidR="009865A0" w:rsidRPr="00A43C88" w:rsidRDefault="009865A0" w:rsidP="00A43C88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73782E98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39AE6C29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2812806D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64A064EB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784C7431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F60BF5D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68D59C8D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65E3CDF3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00A9826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6D9A35B0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(de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14:paraId="06B30DEF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14:paraId="417BC358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14:paraId="4401E32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177352DD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14:paraId="3E3EB50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7DB8713F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14:paraId="1E2A3523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544532B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349A45C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27DD7001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751EA26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0B91D0A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2B332DF9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6577670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7C7BCAA2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489BCEC4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14:paraId="1C580FA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14:paraId="795CE9A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BE35733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3419A083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562F9E93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619C6CAD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14:paraId="5B952BA6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14:paraId="04B85D58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14:paraId="2FE1AADF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7F6505CC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49021592" w14:textId="77777777" w:rsidR="009865A0" w:rsidRPr="00A43C88" w:rsidRDefault="009865A0" w:rsidP="00A43C88">
                  <w:pPr>
                    <w:pStyle w:val="Normal1"/>
                  </w:pPr>
                </w:p>
              </w:tc>
            </w:tr>
          </w:tbl>
          <w:p w14:paraId="2304D583" w14:textId="77777777" w:rsidR="009865A0" w:rsidRPr="00A43C88" w:rsidRDefault="009865A0" w:rsidP="00A43C88">
            <w:pPr>
              <w:pStyle w:val="Normal1"/>
            </w:pPr>
          </w:p>
        </w:tc>
      </w:tr>
    </w:tbl>
    <w:p w14:paraId="3E64313E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24C1F842" w14:textId="77777777"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B755BF">
        <w:rPr>
          <w:rFonts w:cs="Arial"/>
          <w:b/>
        </w:rPr>
      </w:r>
      <w:r w:rsidR="00B755BF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B755BF">
        <w:rPr>
          <w:rFonts w:cs="Arial"/>
          <w:b/>
        </w:rPr>
      </w:r>
      <w:r w:rsidR="00B755BF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14:paraId="405DC28F" w14:textId="77777777"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67FDC5D5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B755BF">
        <w:rPr>
          <w:rFonts w:cs="Arial"/>
          <w:b/>
        </w:rPr>
      </w:r>
      <w:r w:rsidR="00B755BF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B755BF">
        <w:rPr>
          <w:rFonts w:cs="Arial"/>
          <w:b/>
        </w:rPr>
      </w:r>
      <w:r w:rsidR="00B755BF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14:paraId="0D9B6D13" w14:textId="77777777"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14:paraId="1EB42C93" w14:textId="77777777" w:rsidR="00E41C39" w:rsidRDefault="00E41C39" w:rsidP="00F42CCC">
      <w:pPr>
        <w:keepNext/>
        <w:jc w:val="both"/>
        <w:rPr>
          <w:rFonts w:cs="Arial"/>
          <w:b/>
        </w:rPr>
      </w:pPr>
    </w:p>
    <w:p w14:paraId="011EBF80" w14:textId="77777777"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B755BF">
        <w:rPr>
          <w:rFonts w:cs="Arial"/>
          <w:b/>
        </w:rPr>
      </w:r>
      <w:r w:rsidR="00B755BF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14:paraId="4476D1F6" w14:textId="77777777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14:paraId="13A5388A" w14:textId="77777777" w:rsidR="00FC1A79" w:rsidRPr="00FF5E71" w:rsidRDefault="00FC1A79" w:rsidP="00E40A96">
            <w:pPr>
              <w:pStyle w:val="Normal1"/>
              <w:jc w:val="both"/>
              <w:rPr>
                <w:sz w:val="16"/>
              </w:rPr>
            </w:pPr>
            <w:r w:rsidRPr="00FF5E71">
              <w:rPr>
                <w:sz w:val="16"/>
              </w:rPr>
              <w:tab/>
            </w:r>
            <w:r w:rsidR="00D10571" w:rsidRPr="00FF5E71">
              <w:rPr>
                <w:sz w:val="16"/>
              </w:rPr>
              <w:t xml:space="preserve">Indiquer le nom commercial et la dénomination sociale de chaque membre du groupement, les adresses de </w:t>
            </w:r>
            <w:r w:rsidR="00E40A96">
              <w:rPr>
                <w:sz w:val="16"/>
              </w:rPr>
              <w:t>l’établissement contractant</w:t>
            </w:r>
            <w:r w:rsidR="00D10571" w:rsidRPr="00FF5E71">
              <w:rPr>
                <w:sz w:val="16"/>
              </w:rPr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14:paraId="424C4F75" w14:textId="77777777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14:paraId="55F3157D" w14:textId="77777777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14:paraId="46961F02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1D61A8D1" w14:textId="77777777" w:rsidR="00BA1A9F" w:rsidRPr="00A43C88" w:rsidRDefault="00BA1A9F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BA1A9F" w:rsidRPr="00A43C88" w14:paraId="58869643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08307BB4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4706520D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01ED6B9B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3E3F6481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20FF6C60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6CCE0CB1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0C45CCCA" w14:textId="77777777" w:rsidR="00BA1A9F" w:rsidRPr="00A43C88" w:rsidRDefault="00BA1A9F" w:rsidP="00B509F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rPr>
                            <w:i/>
                            <w:sz w:val="16"/>
                            <w:szCs w:val="16"/>
                          </w:rPr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14:paraId="4CDE8590" w14:textId="77777777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14:paraId="37C9D2A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14:paraId="54A45FF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14:paraId="410238C8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14:paraId="0D49376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2B548490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14:paraId="0FB6D2C9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14:paraId="73C12AF4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14:paraId="5499CCD9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646E5915" w14:textId="77777777" w:rsidR="00BA1A9F" w:rsidRPr="00A43C88" w:rsidRDefault="00BA1A9F" w:rsidP="00A43C88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14:paraId="3416B5D4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785C737C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0DC75BBA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0FCE7B5E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664A55E3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4CCDD76E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75FD3FD4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7F5F87E8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14:paraId="0EEDC96B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14:paraId="5354C458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7B157DFC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0F869C62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3A2A1286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06253CE0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028F2E8D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49F99065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19ED7C51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14:paraId="5D9D211C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14:paraId="700C10CD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46C6DC02" w14:textId="77777777" w:rsidR="00BA1A9F" w:rsidRPr="00A43C88" w:rsidRDefault="00BA1A9F" w:rsidP="00A43C88">
                  <w:pPr>
                    <w:pStyle w:val="Normal1"/>
                  </w:pPr>
                </w:p>
              </w:tc>
            </w:tr>
          </w:tbl>
          <w:p w14:paraId="698C314D" w14:textId="77777777" w:rsidR="00BA1A9F" w:rsidRPr="00A43C88" w:rsidRDefault="00BA1A9F" w:rsidP="00A43C88">
            <w:pPr>
              <w:pStyle w:val="Normal1"/>
            </w:pPr>
          </w:p>
        </w:tc>
      </w:tr>
    </w:tbl>
    <w:p w14:paraId="04911858" w14:textId="77777777" w:rsidR="00A43C88" w:rsidRDefault="00A43C88" w:rsidP="00A43C88">
      <w:pPr>
        <w:pStyle w:val="Normal1"/>
      </w:pPr>
    </w:p>
    <w:p w14:paraId="4D5F9D78" w14:textId="77777777" w:rsidR="00A43C88" w:rsidRDefault="00A43C88">
      <w:pPr>
        <w:rPr>
          <w:rFonts w:cs="Arial"/>
          <w:b/>
          <w:sz w:val="18"/>
          <w:szCs w:val="18"/>
        </w:rPr>
      </w:pPr>
    </w:p>
    <w:p w14:paraId="6828D298" w14:textId="77777777"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lastRenderedPageBreak/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14:paraId="0123EE6F" w14:textId="77777777" w:rsidR="002D6C8B" w:rsidRPr="001A5489" w:rsidRDefault="002D6C8B" w:rsidP="00A43C88">
      <w:pPr>
        <w:rPr>
          <w:sz w:val="24"/>
        </w:rPr>
      </w:pPr>
    </w:p>
    <w:p w14:paraId="5A7ECA4D" w14:textId="77777777" w:rsidR="002D6C8B" w:rsidRPr="00A43C88" w:rsidRDefault="00CE3AD2" w:rsidP="00A43C88">
      <w:pPr>
        <w:pStyle w:val="Normal1"/>
        <w:rPr>
          <w:sz w:val="22"/>
        </w:rPr>
      </w:pPr>
      <w:r w:rsidRPr="00A43C88">
        <w:rPr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b/>
        </w:rPr>
        <w:instrText xml:space="preserve"> FORMCHECKBOX </w:instrText>
      </w:r>
      <w:r w:rsidR="00B755BF">
        <w:rPr>
          <w:b/>
        </w:rPr>
      </w:r>
      <w:r w:rsidR="00B755BF">
        <w:rPr>
          <w:b/>
        </w:rPr>
        <w:fldChar w:fldCharType="separate"/>
      </w:r>
      <w:r w:rsidRPr="00A43C88">
        <w:rPr>
          <w:b/>
        </w:rPr>
        <w:fldChar w:fldCharType="end"/>
      </w:r>
      <w:r w:rsidR="002D6C8B" w:rsidRPr="00A43C88">
        <w:rPr>
          <w:sz w:val="22"/>
        </w:rPr>
        <w:t xml:space="preserve"> </w:t>
      </w:r>
      <w:proofErr w:type="gramStart"/>
      <w:r w:rsidR="002D6C8B" w:rsidRPr="00A43C88">
        <w:rPr>
          <w:sz w:val="22"/>
        </w:rPr>
        <w:t>aux</w:t>
      </w:r>
      <w:proofErr w:type="gramEnd"/>
      <w:r w:rsidR="002D6C8B" w:rsidRPr="00A43C88">
        <w:rPr>
          <w:sz w:val="22"/>
        </w:rPr>
        <w:t xml:space="preserve"> prix indiqués </w:t>
      </w:r>
      <w:r w:rsidR="00491906" w:rsidRPr="00873046">
        <w:rPr>
          <w:sz w:val="22"/>
        </w:rPr>
        <w:t>à l’annexe financière</w:t>
      </w:r>
      <w:r w:rsidR="0058177A" w:rsidRPr="00873046">
        <w:rPr>
          <w:sz w:val="22"/>
        </w:rPr>
        <w:t xml:space="preserve"> </w:t>
      </w:r>
      <w:r w:rsidR="00873046" w:rsidRPr="00873046">
        <w:rPr>
          <w:sz w:val="22"/>
        </w:rPr>
        <w:t xml:space="preserve">et </w:t>
      </w:r>
      <w:r w:rsidR="00491906" w:rsidRPr="00873046">
        <w:rPr>
          <w:sz w:val="22"/>
        </w:rPr>
        <w:t>au(x) catalogue(s)</w:t>
      </w:r>
      <w:r w:rsidR="00873046" w:rsidRPr="00873046">
        <w:rPr>
          <w:sz w:val="22"/>
        </w:rPr>
        <w:t xml:space="preserve"> </w:t>
      </w:r>
      <w:r w:rsidR="002D6C8B" w:rsidRPr="00873046">
        <w:rPr>
          <w:sz w:val="22"/>
        </w:rPr>
        <w:t xml:space="preserve">: </w:t>
      </w:r>
    </w:p>
    <w:tbl>
      <w:tblPr>
        <w:tblW w:w="368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3"/>
      </w:tblGrid>
      <w:tr w:rsidR="00216CA5" w:rsidRPr="004C2592" w14:paraId="017CA208" w14:textId="77777777" w:rsidTr="000D5DBE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14:paraId="4D23CBBB" w14:textId="77777777" w:rsidR="00216CA5" w:rsidRPr="004C2592" w:rsidRDefault="00216CA5" w:rsidP="00A43C88">
            <w:pPr>
              <w:pStyle w:val="Normal1"/>
            </w:pPr>
            <w:r w:rsidRPr="004C2592">
              <w:t>Taux de la TVA :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714BAF7B" w14:textId="77777777" w:rsidR="00216CA5" w:rsidRPr="004C2592" w:rsidRDefault="00216CA5" w:rsidP="00A43C88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7F97E6C2" w14:textId="77777777" w:rsidR="00216CA5" w:rsidRPr="004C2592" w:rsidRDefault="00216CA5" w:rsidP="00A43C88">
            <w:pPr>
              <w:pStyle w:val="Normal1"/>
            </w:pPr>
            <w:r w:rsidRPr="004C2592">
              <w:t>%</w:t>
            </w:r>
          </w:p>
        </w:tc>
      </w:tr>
    </w:tbl>
    <w:p w14:paraId="2560C2A2" w14:textId="77777777" w:rsidR="00216CA5" w:rsidRDefault="00216CA5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14:paraId="0C177D66" w14:textId="77777777" w:rsidR="000D5DBE" w:rsidRPr="00A43C88" w:rsidRDefault="000D5DBE" w:rsidP="00216CA5">
      <w:pPr>
        <w:pStyle w:val="fcase1ertab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Et </w:t>
      </w:r>
    </w:p>
    <w:p w14:paraId="7C32680A" w14:textId="77777777" w:rsidR="00216CA5" w:rsidRPr="00873046" w:rsidRDefault="00216CA5" w:rsidP="00A43C88">
      <w:pPr>
        <w:pStyle w:val="Normal1"/>
      </w:pPr>
      <w:r w:rsidRPr="004C2592">
        <w:t xml:space="preserve">Les montants minimum et maximum du marché </w:t>
      </w:r>
      <w:r w:rsidR="00491906" w:rsidRPr="00873046">
        <w:t xml:space="preserve">pour la durée </w:t>
      </w:r>
      <w:r w:rsidR="00873046" w:rsidRPr="00873046">
        <w:t xml:space="preserve">globale de l’accord-cadre (reconduction comprise) </w:t>
      </w:r>
      <w:r w:rsidR="00491906" w:rsidRPr="00873046">
        <w:t>s</w:t>
      </w:r>
      <w:r w:rsidRPr="00873046">
        <w:t xml:space="preserve">ont les suivants : </w:t>
      </w:r>
    </w:p>
    <w:tbl>
      <w:tblPr>
        <w:tblW w:w="76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99"/>
      </w:tblGrid>
      <w:tr w:rsidR="00CE3AD2" w:rsidRPr="004C2592" w14:paraId="601165FC" w14:textId="77777777" w:rsidTr="00CE3AD2">
        <w:trPr>
          <w:trHeight w:hRule="exact" w:val="257"/>
        </w:trPr>
        <w:tc>
          <w:tcPr>
            <w:tcW w:w="6095" w:type="dxa"/>
            <w:shd w:val="clear" w:color="auto" w:fill="auto"/>
            <w:vAlign w:val="center"/>
          </w:tcPr>
          <w:p w14:paraId="34CE2FBF" w14:textId="77777777" w:rsidR="00CE3AD2" w:rsidRPr="004C2592" w:rsidRDefault="00CE3AD2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14:paraId="650A8807" w14:textId="77777777" w:rsidR="00CE3AD2" w:rsidRPr="004C2592" w:rsidRDefault="00CE3AD2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</w:tr>
      <w:tr w:rsidR="00CE3AD2" w:rsidRPr="00A43C88" w14:paraId="7D6D0362" w14:textId="77777777" w:rsidTr="00CE3AD2">
        <w:trPr>
          <w:trHeight w:hRule="exact" w:val="989"/>
        </w:trPr>
        <w:tc>
          <w:tcPr>
            <w:tcW w:w="6095" w:type="dxa"/>
            <w:shd w:val="clear" w:color="auto" w:fill="auto"/>
            <w:vAlign w:val="center"/>
          </w:tcPr>
          <w:p w14:paraId="16824E8A" w14:textId="170C1B26" w:rsidR="00CE3AD2" w:rsidRPr="00A43C88" w:rsidRDefault="00243DC1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marché </w:t>
            </w:r>
            <w:r>
              <w:rPr>
                <w:rFonts w:ascii="Arial" w:hAnsi="Arial" w:cs="Arial"/>
                <w:b/>
              </w:rPr>
              <w:t>pour la durée initiale ferme de 36 mois</w:t>
            </w:r>
          </w:p>
        </w:tc>
        <w:tc>
          <w:tcPr>
            <w:tcW w:w="1599" w:type="dxa"/>
            <w:shd w:val="clear" w:color="auto" w:fill="D9D9D9"/>
            <w:vAlign w:val="center"/>
          </w:tcPr>
          <w:p w14:paraId="200BBD61" w14:textId="27FE936A" w:rsidR="00CE3AD2" w:rsidRPr="00A43C88" w:rsidRDefault="003D2912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CE3AD2">
              <w:rPr>
                <w:rFonts w:ascii="Arial" w:hAnsi="Arial" w:cs="Arial"/>
                <w:b/>
              </w:rPr>
              <w:t xml:space="preserve"> </w:t>
            </w:r>
            <w:r w:rsidR="00CE3AD2" w:rsidRPr="00A43C88">
              <w:rPr>
                <w:rFonts w:ascii="Arial" w:hAnsi="Arial" w:cs="Arial"/>
                <w:b/>
              </w:rPr>
              <w:t>€</w:t>
            </w:r>
          </w:p>
        </w:tc>
      </w:tr>
    </w:tbl>
    <w:p w14:paraId="5A27BBF0" w14:textId="77777777"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76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60"/>
      </w:tblGrid>
      <w:tr w:rsidR="00CE3AD2" w:rsidRPr="00A43C88" w14:paraId="2E627401" w14:textId="77777777" w:rsidTr="00CE3AD2">
        <w:trPr>
          <w:trHeight w:hRule="exact" w:val="725"/>
        </w:trPr>
        <w:tc>
          <w:tcPr>
            <w:tcW w:w="6095" w:type="dxa"/>
            <w:shd w:val="clear" w:color="auto" w:fill="auto"/>
            <w:vAlign w:val="center"/>
          </w:tcPr>
          <w:p w14:paraId="4161D169" w14:textId="087EAF18" w:rsidR="00CE3AD2" w:rsidRPr="00A43C88" w:rsidRDefault="00243DC1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marché </w:t>
            </w:r>
            <w:r>
              <w:rPr>
                <w:rFonts w:ascii="Arial" w:hAnsi="Arial" w:cs="Arial"/>
                <w:b/>
              </w:rPr>
              <w:t xml:space="preserve"> pour la durée globale de 4 ans (durée initiale et reconduction comprise)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60AB8036" w14:textId="5D543AAE" w:rsidR="00CE3AD2" w:rsidRPr="00A43C88" w:rsidRDefault="003D2912" w:rsidP="009269EF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72 000</w:t>
            </w:r>
            <w:r w:rsidR="00CE3AD2">
              <w:rPr>
                <w:rFonts w:ascii="Arial" w:hAnsi="Arial" w:cs="Arial"/>
                <w:b/>
              </w:rPr>
              <w:t xml:space="preserve"> €</w:t>
            </w:r>
          </w:p>
        </w:tc>
      </w:tr>
    </w:tbl>
    <w:p w14:paraId="120922C8" w14:textId="77777777"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14:paraId="03881306" w14:textId="77777777" w:rsidR="00491906" w:rsidRPr="00491906" w:rsidRDefault="00491906" w:rsidP="00491906">
      <w:pPr>
        <w:widowControl w:val="0"/>
        <w:spacing w:before="100"/>
        <w:jc w:val="center"/>
        <w:rPr>
          <w:rFonts w:cs="Arial"/>
          <w:sz w:val="20"/>
          <w:szCs w:val="18"/>
        </w:rPr>
      </w:pPr>
      <w:r w:rsidRPr="00491906">
        <w:rPr>
          <w:rFonts w:cs="Arial"/>
          <w:sz w:val="20"/>
          <w:szCs w:val="18"/>
        </w:rPr>
        <w:t>Le titulaire s’engage à appliquer à ses prix publics un rabais minimum fixé à :</w:t>
      </w:r>
    </w:p>
    <w:p w14:paraId="164E81C8" w14:textId="77777777" w:rsidR="00491906" w:rsidRPr="00491906" w:rsidRDefault="00491906" w:rsidP="00491906">
      <w:pPr>
        <w:widowControl w:val="0"/>
        <w:spacing w:before="100"/>
        <w:jc w:val="center"/>
        <w:rPr>
          <w:rFonts w:cs="Arial"/>
          <w:sz w:val="20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23"/>
        <w:gridCol w:w="4423"/>
      </w:tblGrid>
      <w:tr w:rsidR="00491906" w:rsidRPr="00491906" w14:paraId="3629B1EC" w14:textId="77777777" w:rsidTr="00D31C76">
        <w:trPr>
          <w:trHeight w:val="378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9CC3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Nom du Catalogue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CD25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Rabais minimum proposé en %</w:t>
            </w:r>
          </w:p>
        </w:tc>
      </w:tr>
      <w:tr w:rsidR="00491906" w:rsidRPr="00491906" w14:paraId="0F855B0C" w14:textId="77777777" w:rsidTr="00D31C76">
        <w:trPr>
          <w:trHeight w:val="378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8E63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5C23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91906" w:rsidRPr="00491906" w14:paraId="3CAEAA57" w14:textId="77777777" w:rsidTr="00D31C76">
        <w:trPr>
          <w:trHeight w:val="353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94E9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65F2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91906" w:rsidRPr="00491906" w14:paraId="4950CAD3" w14:textId="77777777" w:rsidTr="00D31C76">
        <w:trPr>
          <w:trHeight w:val="353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92A4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588C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91906" w:rsidRPr="00491906" w14:paraId="2DC23E07" w14:textId="77777777" w:rsidTr="00D31C76">
        <w:trPr>
          <w:trHeight w:val="404"/>
          <w:jc w:val="center"/>
        </w:trPr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E3EF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 xml:space="preserve">Il est indispensable d’indiquer une donnée même si le % est égal à zéro </w:t>
            </w:r>
          </w:p>
          <w:p w14:paraId="01121528" w14:textId="77777777"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Lignes à  dupliquer autant que nécessaire</w:t>
            </w:r>
          </w:p>
        </w:tc>
      </w:tr>
    </w:tbl>
    <w:p w14:paraId="0FD2699D" w14:textId="77777777" w:rsidR="00BE6ADC" w:rsidRPr="004C2592" w:rsidRDefault="00BE6ADC" w:rsidP="00A43C88">
      <w:pPr>
        <w:pStyle w:val="Normal1"/>
        <w:rPr>
          <w:szCs w:val="20"/>
        </w:rPr>
      </w:pPr>
    </w:p>
    <w:p w14:paraId="162A6D90" w14:textId="77777777" w:rsidR="009F3305" w:rsidRPr="00A43C88" w:rsidRDefault="009F3305" w:rsidP="00BE6ADC">
      <w:pPr>
        <w:pStyle w:val="Titre1"/>
      </w:pPr>
      <w:bookmarkStart w:id="4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4"/>
    </w:p>
    <w:p w14:paraId="041A3791" w14:textId="77777777" w:rsidR="004B7432" w:rsidRPr="00B25134" w:rsidRDefault="004B7432" w:rsidP="004B7432">
      <w:pPr>
        <w:pStyle w:val="Corpsdetexte"/>
        <w:ind w:left="0" w:firstLine="0"/>
        <w:rPr>
          <w:sz w:val="20"/>
        </w:rPr>
      </w:pPr>
      <w:bookmarkStart w:id="5" w:name="_Toc83394099"/>
      <w:r w:rsidRPr="00B25134">
        <w:rPr>
          <w:sz w:val="20"/>
        </w:rPr>
        <w:t>Le marché est passé pour une durée ferme de trois ans à compter de sa notification.</w:t>
      </w:r>
    </w:p>
    <w:p w14:paraId="7CD258E4" w14:textId="77777777" w:rsidR="004B7432" w:rsidRPr="00B25134" w:rsidRDefault="004B7432" w:rsidP="004B7432">
      <w:pPr>
        <w:rPr>
          <w:sz w:val="20"/>
        </w:rPr>
      </w:pPr>
    </w:p>
    <w:p w14:paraId="109DC7B3" w14:textId="77777777" w:rsidR="005870E0" w:rsidRDefault="005870E0" w:rsidP="005870E0">
      <w:pPr>
        <w:jc w:val="both"/>
        <w:rPr>
          <w:sz w:val="20"/>
        </w:rPr>
      </w:pPr>
      <w:r>
        <w:rPr>
          <w:sz w:val="20"/>
        </w:rPr>
        <w:t>Il est reconductible 1 fois, pour une période d’un an, par reconduction tacite. Le titulaire ne peut refuser la reconduction. En cas de décision de l’acheteur de non-reconduction, le titulaire est informé par lettre recommandée avec accusé de réception 1 mois avant la date de reconduction du marché.</w:t>
      </w:r>
    </w:p>
    <w:p w14:paraId="6C14254B" w14:textId="77777777" w:rsidR="004B7432" w:rsidRPr="00B25134" w:rsidRDefault="004B7432" w:rsidP="004B7432">
      <w:pPr>
        <w:rPr>
          <w:sz w:val="20"/>
        </w:rPr>
      </w:pPr>
    </w:p>
    <w:p w14:paraId="5BE7A53B" w14:textId="77777777" w:rsidR="004B7432" w:rsidRPr="00B25134" w:rsidRDefault="004B7432" w:rsidP="004B7432">
      <w:pPr>
        <w:rPr>
          <w:sz w:val="20"/>
        </w:rPr>
      </w:pPr>
      <w:r w:rsidRPr="00B25134">
        <w:rPr>
          <w:sz w:val="20"/>
        </w:rPr>
        <w:t xml:space="preserve">La durée totale du marché ne pourra excéder 4 ans. </w:t>
      </w:r>
    </w:p>
    <w:p w14:paraId="60BAB35B" w14:textId="77777777" w:rsidR="004B7432" w:rsidRPr="00B25134" w:rsidRDefault="004B7432" w:rsidP="004B7432">
      <w:pPr>
        <w:rPr>
          <w:sz w:val="20"/>
        </w:rPr>
      </w:pPr>
    </w:p>
    <w:p w14:paraId="757F8B9D" w14:textId="77777777" w:rsidR="004B7432" w:rsidRPr="00B25134" w:rsidRDefault="004B7432" w:rsidP="004B7432">
      <w:pPr>
        <w:rPr>
          <w:i/>
          <w:color w:val="3333CC"/>
          <w:sz w:val="20"/>
        </w:rPr>
      </w:pPr>
      <w:r w:rsidRPr="00B25134">
        <w:rPr>
          <w:rFonts w:cs="Arial"/>
          <w:sz w:val="20"/>
        </w:rPr>
        <w:t xml:space="preserve">Toutes les prestations à prix unitaire peuvent être commandées jusqu’au dernier jour de validité du marché et s’exécuter au-delà du terme du marché dans la limite de </w:t>
      </w:r>
      <w:r w:rsidRPr="00B25134">
        <w:rPr>
          <w:sz w:val="20"/>
        </w:rPr>
        <w:t xml:space="preserve">3 mois </w:t>
      </w:r>
      <w:r w:rsidRPr="00B25134">
        <w:rPr>
          <w:rFonts w:cs="Arial"/>
          <w:sz w:val="20"/>
        </w:rPr>
        <w:t>après la fin du marché</w:t>
      </w:r>
      <w:r w:rsidRPr="00B25134">
        <w:rPr>
          <w:i/>
          <w:color w:val="3333CC"/>
          <w:sz w:val="20"/>
        </w:rPr>
        <w:t xml:space="preserve">. </w:t>
      </w:r>
    </w:p>
    <w:p w14:paraId="75761143" w14:textId="77777777" w:rsidR="00962D19" w:rsidRPr="00962D19" w:rsidRDefault="00962D19" w:rsidP="00BE6ADC">
      <w:pPr>
        <w:pStyle w:val="Titre1"/>
      </w:pPr>
      <w:r w:rsidRPr="00962D19">
        <w:t>Sous-Traitance</w:t>
      </w:r>
      <w:bookmarkEnd w:id="5"/>
    </w:p>
    <w:p w14:paraId="4D812303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B755BF">
        <w:rPr>
          <w:sz w:val="20"/>
        </w:rPr>
      </w:r>
      <w:r w:rsidR="00B755BF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6E2904AD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B755BF">
        <w:rPr>
          <w:sz w:val="20"/>
        </w:rPr>
      </w:r>
      <w:r w:rsidR="00B755BF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36A551D7" w14:textId="77777777"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14:paraId="7F417BA5" w14:textId="77777777"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14:paraId="0E316148" w14:textId="77777777"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14:paraId="176DAFD8" w14:textId="77777777"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14:paraId="65FFBD25" w14:textId="77777777"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14:paraId="1F081FD1" w14:textId="77777777"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15B95392" w14:textId="77777777"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01C7B5D3" w14:textId="77777777" w:rsidR="008F391F" w:rsidRPr="00A43C88" w:rsidRDefault="008F391F" w:rsidP="00BE6ADC">
      <w:pPr>
        <w:pStyle w:val="Titre1"/>
      </w:pPr>
      <w:bookmarkStart w:id="6" w:name="_Toc83394100"/>
      <w:r w:rsidRPr="00A43C88">
        <w:lastRenderedPageBreak/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14:paraId="65971274" w14:textId="77777777"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14:paraId="0F0909CC" w14:textId="77777777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14:paraId="6FABCBD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14:paraId="2CB74CC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14:paraId="5D71ED73" w14:textId="77777777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68C97D9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14:paraId="14E5248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35B78B9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14:paraId="315E9BA1" w14:textId="77777777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76AF425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3C90330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0303964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3BA7D9E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14:paraId="57106590" w14:textId="77777777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158548E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3549ADF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66A3A87B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F83690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5F60EC0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44CF65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792F08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1B220FC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04C35F7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63237D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5F95044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2D1009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1CE756CC" w14:textId="77777777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2B1534E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79A875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2E46C1CA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6B852A2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EAF678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5A243B0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3AFA4FC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FD3F21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70FA4F6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4DC57C2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C39050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228329C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14:paraId="2C25D288" w14:textId="77777777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1F981D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7C62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3B79183D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FA3A8B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D269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60D3C3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4CC55B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0FC6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56DF309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4B56F2E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18C0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355583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1BA3EC35" w14:textId="77777777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420A66D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17881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35CBBEBB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460DB8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1E05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897785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5EF7CB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F4DD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27AB270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6C03ED4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B3E66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99A330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074C624D" w14:textId="77777777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A9793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529CAD5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5FB1D105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AC896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4D2107E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07399CB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3EB46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89AF68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5BEFAA1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5C745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39E90F5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CFE6A9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14:paraId="1863DAF9" w14:textId="77777777" w:rsidR="00C224BA" w:rsidRDefault="00C224BA" w:rsidP="00C224BA">
      <w:bookmarkStart w:id="7" w:name="_Toc83394101"/>
    </w:p>
    <w:p w14:paraId="49D4425F" w14:textId="77777777" w:rsidR="002D6C8B" w:rsidRPr="00A43C88" w:rsidRDefault="0089793D" w:rsidP="00BE6ADC">
      <w:pPr>
        <w:pStyle w:val="Titre1"/>
      </w:pPr>
      <w:r w:rsidRPr="00A43C88">
        <w:t>Paiement</w:t>
      </w:r>
      <w:bookmarkEnd w:id="7"/>
    </w:p>
    <w:p w14:paraId="6F030E07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14:paraId="633E0260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14:paraId="5CEE0300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14:paraId="694C0EAA" w14:textId="77777777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14:paraId="467533A0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31F606F2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2FBC9D15" w14:textId="77777777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194A666E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5648539D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1FF8C5C" w14:textId="77777777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71E2E972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2922AAC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5FA35E7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33B87200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(de l’établissement émetteur des factures</w:t>
                  </w:r>
                  <w:r>
                    <w:rPr>
                      <w:i/>
                      <w:sz w:val="16"/>
                      <w:szCs w:val="16"/>
                    </w:rPr>
                    <w:t xml:space="preserve">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>):</w:t>
                  </w:r>
                </w:p>
              </w:tc>
            </w:tr>
            <w:tr w:rsidR="00BB545A" w:rsidRPr="00BB5040" w14:paraId="08B40A74" w14:textId="77777777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14:paraId="2AF2B8D5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14:paraId="3CA99C05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51D34116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3074B798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04ECE066" w14:textId="77777777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14:paraId="7E01BB82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2383735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E8D31D1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0E694BFA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78945BA8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01059C76" w14:textId="77777777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14:paraId="39BD0D72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24B9A54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3B7CD23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4F50194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14:paraId="4EE6C4C2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14:paraId="0617377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1FA3CEC" w14:textId="77777777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14:paraId="7D4589AF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14:paraId="6FBFF3D6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3291D68" w14:textId="77777777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14:paraId="67FFFE07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14:paraId="62C139A4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14:paraId="29CD4662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4311F677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7B59E104" w14:textId="77777777" w:rsidR="00BB545A" w:rsidRPr="00BB5040" w:rsidRDefault="00BB545A" w:rsidP="0025599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14:paraId="0502D93C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421A462C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6AC5E0E0" w14:textId="77777777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59547EB4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198DAA2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1C762622" w14:textId="77777777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4450E67D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6EA71FA6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0271A1DD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7BA19F85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</w:t>
                  </w:r>
                  <w:r w:rsidRPr="000A3699">
                    <w:rPr>
                      <w:i/>
                      <w:sz w:val="16"/>
                      <w:szCs w:val="16"/>
                    </w:rPr>
                    <w:t>de l’établissement émetteur des factures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Pr="00BB5040">
                    <w:t>:</w:t>
                  </w:r>
                </w:p>
              </w:tc>
            </w:tr>
            <w:tr w:rsidR="00BB545A" w:rsidRPr="00BB5040" w14:paraId="3C9704EF" w14:textId="77777777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14:paraId="5C5B482A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14:paraId="34EC6BE5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6CF40B9A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14:paraId="696E03DC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FC6EBA6" w14:textId="77777777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14:paraId="08A521E4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14:paraId="4211CBDE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B776D5D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4D4B1DA4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55BCEA5A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067716A6" w14:textId="77777777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14:paraId="3FAB6D7D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2E94330C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17928058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21AC9621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14:paraId="75082FD3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14:paraId="561FA890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F079DF0" w14:textId="77777777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14:paraId="6A527640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14:paraId="788F5D9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12C10F76" w14:textId="77777777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14:paraId="5242DFB8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14:paraId="6A8D8662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14:paraId="5269570F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2E3DC526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137ACE61" w14:textId="77777777" w:rsidR="00BB545A" w:rsidRPr="00BB5040" w:rsidRDefault="00BB545A" w:rsidP="0025599A">
            <w:pPr>
              <w:pStyle w:val="Normal1"/>
            </w:pPr>
          </w:p>
        </w:tc>
      </w:tr>
    </w:tbl>
    <w:p w14:paraId="25DB8F23" w14:textId="77777777"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730F0375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204A63A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769C953" w14:textId="77777777"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05D4F38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14:paraId="36B4D78F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14:paraId="52BE55FA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14:paraId="37B3E4CB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6AF5272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lastRenderedPageBreak/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14:paraId="59EC842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6197670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08581F4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14:paraId="7942737B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0B5D13F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14:paraId="0CD3CAD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341A5BD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14:paraId="72426C5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055532E5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14:paraId="308E1C63" w14:textId="77777777"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14:paraId="56E3C759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14:paraId="22B06142" w14:textId="77777777" w:rsidTr="0025599A">
        <w:tc>
          <w:tcPr>
            <w:tcW w:w="2235" w:type="dxa"/>
            <w:gridSpan w:val="7"/>
            <w:shd w:val="clear" w:color="auto" w:fill="auto"/>
          </w:tcPr>
          <w:p w14:paraId="7B6382CF" w14:textId="77777777"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339E4B7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14:paraId="5AC1EF4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5D04F82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14:paraId="68A941C7" w14:textId="77777777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14:paraId="638FF53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4BE5F4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65AC22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52D7EA7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04B11A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AF10A8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2C2D0B1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570E965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5A9870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3ADFD1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4D27A1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9A2F3C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14:paraId="4B6E622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64B80B4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3952A2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C7E52E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53F987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3C84B8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605FBB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E958EF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7A9B6A0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73EB05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7B0086F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5E46D83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5EE1CD8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1797D26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66F58A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404D6F32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75EB46F0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75AFAD5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F99330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347605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447F0D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6EFAFB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0434D52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79E0F7B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68B8E6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2E1FEE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2FD7BD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3185250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5BEB28C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78952C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A3A9F3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5FB273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1F1D780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48934E3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62D208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C458E8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37955F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50E4A44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6E7FEC3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C952C4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1D0923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985E31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2066533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1092EE5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6FCE9AD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6417AB2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7B0F0C0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14:paraId="0B4C6BB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14:paraId="0DCD0DF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E9CB4D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2CD1565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E0D4984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5B9FD6FA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3ECA2F2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D80FCE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874350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D22AC5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63AC0A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14:paraId="76FCA25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4ED239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87A7FF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E8BFE1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E072331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14:paraId="12DDD7A2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14:paraId="63A62A9B" w14:textId="77777777"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14:paraId="78BD6475" w14:textId="77777777"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14:paraId="14C3C8C7" w14:textId="77777777" w:rsidR="003D231A" w:rsidRPr="00BB1FB7" w:rsidRDefault="003D231A" w:rsidP="00BE6ADC">
      <w:pPr>
        <w:pStyle w:val="Titre1"/>
      </w:pPr>
      <w:bookmarkStart w:id="8" w:name="_Toc83394102"/>
      <w:r w:rsidRPr="00BB1FB7">
        <w:t>Avance</w:t>
      </w:r>
      <w:bookmarkEnd w:id="8"/>
    </w:p>
    <w:p w14:paraId="35FA3FE7" w14:textId="77777777"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14:paraId="5C7250F1" w14:textId="77777777"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B755BF">
        <w:rPr>
          <w:rFonts w:cs="Arial"/>
          <w:sz w:val="24"/>
          <w:szCs w:val="24"/>
        </w:rPr>
      </w:r>
      <w:r w:rsidR="00B755BF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B755BF">
        <w:rPr>
          <w:rFonts w:cs="Arial"/>
          <w:sz w:val="24"/>
          <w:szCs w:val="24"/>
        </w:rPr>
      </w:r>
      <w:r w:rsidR="00B755BF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14:paraId="28980718" w14:textId="77777777"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14:paraId="6B54D984" w14:textId="77777777"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14:paraId="312986D4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21263FD2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536B15BB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4E2D9AD9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469A5099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2912C84A" w14:textId="77777777"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509A7608" w14:textId="77777777"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5A6E3297" w14:textId="77777777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EDEC2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5FA487C0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8B155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7E8E3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48C13F18" w14:textId="77777777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97BADF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E8EC0E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B4B644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389E673E" w14:textId="77777777"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2FEB821A" w14:textId="77777777"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14:paraId="78EAEB58" w14:textId="77777777"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14:paraId="67538F3E" w14:textId="77777777" w:rsidR="00D16BF8" w:rsidRPr="00A43C88" w:rsidRDefault="00D16BF8" w:rsidP="00BE6ADC">
      <w:pPr>
        <w:pStyle w:val="Titre1"/>
      </w:pPr>
      <w:bookmarkStart w:id="9" w:name="_Toc83394103"/>
      <w:r w:rsidRPr="00A43C88">
        <w:lastRenderedPageBreak/>
        <w:t xml:space="preserve">Signature du marché </w:t>
      </w:r>
      <w:r w:rsidR="0031425C">
        <w:t>en cas de groupement</w:t>
      </w:r>
      <w:bookmarkEnd w:id="9"/>
    </w:p>
    <w:p w14:paraId="0BAB3C88" w14:textId="77777777"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14:paraId="433DDC50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14:paraId="3739B7AA" w14:textId="77777777" w:rsidR="00D16BF8" w:rsidRDefault="00D16BF8" w:rsidP="00D16BF8">
      <w:pPr>
        <w:tabs>
          <w:tab w:val="left" w:pos="851"/>
        </w:tabs>
        <w:rPr>
          <w:rFonts w:cs="Arial"/>
        </w:rPr>
      </w:pPr>
    </w:p>
    <w:p w14:paraId="3C47BCFD" w14:textId="77777777"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14:paraId="272A13A6" w14:textId="77777777"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144083B3" w14:textId="77777777"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B755BF">
        <w:rPr>
          <w:rFonts w:ascii="Arial" w:hAnsi="Arial" w:cs="Arial"/>
        </w:rPr>
      </w:r>
      <w:r w:rsidR="00B755BF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B755BF">
        <w:rPr>
          <w:rFonts w:ascii="Arial" w:hAnsi="Arial" w:cs="Arial"/>
        </w:rPr>
      </w:r>
      <w:r w:rsidR="00B755BF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0A092CF1" w14:textId="77777777"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D0DD4E5" w14:textId="77777777"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14:paraId="36AD29A3" w14:textId="77777777"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2C2320E4" w14:textId="77777777"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B755BF">
        <w:rPr>
          <w:rFonts w:ascii="Arial" w:hAnsi="Arial" w:cs="Arial"/>
        </w:rPr>
      </w:r>
      <w:r w:rsidR="00B755BF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B755BF">
        <w:rPr>
          <w:rFonts w:ascii="Arial" w:hAnsi="Arial" w:cs="Arial"/>
        </w:rPr>
      </w:r>
      <w:r w:rsidR="00B755BF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5AB19A07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14:paraId="6A6ED828" w14:textId="77777777"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B755BF">
        <w:rPr>
          <w:rFonts w:ascii="Arial" w:hAnsi="Arial" w:cs="Arial"/>
        </w:rPr>
      </w:r>
      <w:r w:rsidR="00B755BF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396759A9" w14:textId="77777777"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B755BF">
        <w:rPr>
          <w:rFonts w:cs="Arial"/>
        </w:rPr>
      </w:r>
      <w:r w:rsidR="00B755B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4CE78E26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6A4514E7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B755BF">
        <w:rPr>
          <w:rFonts w:cs="Arial"/>
        </w:rPr>
      </w:r>
      <w:r w:rsidR="00B755B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14:paraId="773FDE98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684B7702" w14:textId="77777777"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B755BF">
        <w:rPr>
          <w:rFonts w:cs="Arial"/>
        </w:rPr>
      </w:r>
      <w:r w:rsidR="00B755B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14:paraId="3221896E" w14:textId="77777777"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14:paraId="4BA2048C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195428E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B755BF">
        <w:rPr>
          <w:rFonts w:cs="Arial"/>
        </w:rPr>
      </w:r>
      <w:r w:rsidR="00B755B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14:paraId="7627174D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14:paraId="54B5DD62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B755BF">
        <w:rPr>
          <w:rFonts w:cs="Arial"/>
        </w:rPr>
      </w:r>
      <w:r w:rsidR="00B755B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14:paraId="5FFACE8B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B755BF">
        <w:rPr>
          <w:rFonts w:cs="Arial"/>
        </w:rPr>
      </w:r>
      <w:r w:rsidR="00B755B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14:paraId="33D29173" w14:textId="77777777"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B755BF">
        <w:rPr>
          <w:rFonts w:cs="Arial"/>
        </w:rPr>
      </w:r>
      <w:r w:rsidR="00B755BF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14:paraId="3022B249" w14:textId="77777777" w:rsidR="0021122A" w:rsidRDefault="0021122A" w:rsidP="00D16BF8">
      <w:pPr>
        <w:tabs>
          <w:tab w:val="left" w:pos="851"/>
        </w:tabs>
        <w:rPr>
          <w:rFonts w:cs="Arial"/>
        </w:rPr>
      </w:pPr>
    </w:p>
    <w:p w14:paraId="3E1E5544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2CB9D4C4" w14:textId="77777777"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B755BF">
        <w:rPr>
          <w:rFonts w:cs="Arial"/>
          <w:b/>
        </w:rPr>
      </w:r>
      <w:r w:rsidR="00B755BF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B755BF">
        <w:rPr>
          <w:rFonts w:cs="Arial"/>
          <w:b/>
        </w:rPr>
      </w:r>
      <w:r w:rsidR="00B755BF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70242C7B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14:paraId="36CB5D40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14:paraId="32C52FC0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B755BF">
        <w:rPr>
          <w:rFonts w:cs="Arial"/>
          <w:b/>
        </w:rPr>
      </w:r>
      <w:r w:rsidR="00B755BF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B755BF">
        <w:rPr>
          <w:rFonts w:cs="Arial"/>
          <w:b/>
        </w:rPr>
      </w:r>
      <w:r w:rsidR="00B755BF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51C5A7E0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14:paraId="26C60F06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173B1A12" w14:textId="77777777"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1E02E32B" w14:textId="77777777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3E38E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001D8F37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BCF2E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7D2E8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0197A1B2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D1AB7E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ACF22D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D39212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14:paraId="69CF5FC1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22E562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C6B187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954D9D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53995DDB" w14:textId="77777777"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83394104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0"/>
      <w:r w:rsidR="00C969BB">
        <w:t>)</w:t>
      </w:r>
    </w:p>
    <w:p w14:paraId="3DB2863B" w14:textId="77777777"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14:paraId="04D45FF3" w14:textId="77777777"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14:paraId="6271B0F0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14:paraId="3E9DC1DA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14:paraId="452299CB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5B72D32A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14:paraId="5F1BEAF7" w14:textId="77777777"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14:paraId="4D11F779" w14:textId="77777777"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14:paraId="454FAC75" w14:textId="77777777"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14:paraId="1C97D3A1" w14:textId="77777777"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079E9A23" w14:textId="77777777"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6A8BF19A" w14:textId="77777777" w:rsidR="00AF02F2" w:rsidRPr="00A43C88" w:rsidRDefault="00AF02F2" w:rsidP="00AF02F2">
      <w:pPr>
        <w:pStyle w:val="Corpsdetexte"/>
        <w:rPr>
          <w:rFonts w:cs="Arial"/>
          <w:sz w:val="20"/>
        </w:rPr>
      </w:pPr>
    </w:p>
    <w:p w14:paraId="15C08654" w14:textId="77777777"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14:paraId="15EDEEC7" w14:textId="77777777"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14:paraId="63EE0CDA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3E6FE8C1" w14:textId="77777777"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14:paraId="6640FA9E" w14:textId="77777777"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14:paraId="65DB7CAD" w14:textId="77777777"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14:paraId="797C2C35" w14:textId="77777777" w:rsidR="00243DC1" w:rsidRPr="00A43C88" w:rsidRDefault="00243DC1" w:rsidP="00243DC1">
      <w:pPr>
        <w:pStyle w:val="Listepuce"/>
        <w:widowControl/>
        <w:ind w:left="1416" w:firstLine="0"/>
        <w:rPr>
          <w:rFonts w:cs="Arial"/>
          <w:sz w:val="20"/>
        </w:rPr>
      </w:pPr>
      <w:r w:rsidRPr="000E4315">
        <w:rPr>
          <w:rFonts w:cs="Arial"/>
          <w:sz w:val="20"/>
        </w:rPr>
        <w:t>Monsieur le Président-directeur général de l’ASP, nommé par décret du 27 novembre 2024 (JORF du 28 novembre 2024) ou son représentant par délégation.</w:t>
      </w:r>
    </w:p>
    <w:p w14:paraId="458C4D0D" w14:textId="77777777"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14:paraId="3274D1B4" w14:textId="77777777" w:rsidR="002D6C8B" w:rsidRDefault="002D6C8B">
      <w:pPr>
        <w:pStyle w:val="Corpsdetexte"/>
        <w:ind w:firstLine="0"/>
        <w:rPr>
          <w:rFonts w:cs="Arial"/>
          <w:sz w:val="20"/>
        </w:rPr>
      </w:pPr>
    </w:p>
    <w:p w14:paraId="469DA209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285DFD3A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14:paraId="38C85843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78EED309" w14:textId="77777777"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14:paraId="7D22F228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40B0EC55" w14:textId="77777777" w:rsidR="00D16BF8" w:rsidRDefault="00D16BF8">
      <w:pPr>
        <w:pStyle w:val="Corpsdetexte"/>
        <w:ind w:firstLine="0"/>
        <w:rPr>
          <w:rFonts w:cs="Arial"/>
          <w:sz w:val="20"/>
        </w:rPr>
      </w:pPr>
    </w:p>
    <w:p w14:paraId="5E673FD6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3A08CF1B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7EFE1AE4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755AA618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31A2DDEE" w14:textId="77777777"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14:paraId="5028CD00" w14:textId="77777777"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BA426" w14:textId="77777777" w:rsidR="00551DE8" w:rsidRDefault="00551DE8">
      <w:r>
        <w:separator/>
      </w:r>
    </w:p>
  </w:endnote>
  <w:endnote w:type="continuationSeparator" w:id="0">
    <w:p w14:paraId="16412288" w14:textId="77777777" w:rsidR="00551DE8" w:rsidRDefault="0055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14:paraId="7266BF07" w14:textId="77777777" w:rsidTr="001B7579">
      <w:tc>
        <w:tcPr>
          <w:tcW w:w="2586" w:type="dxa"/>
        </w:tcPr>
        <w:p w14:paraId="69269792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14:paraId="0891AAC9" w14:textId="0189C513" w:rsidR="00403116" w:rsidRPr="002C6F32" w:rsidRDefault="00E63F98" w:rsidP="00B755BF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</w:t>
          </w:r>
          <w:r w:rsidR="00263726">
            <w:rPr>
              <w:rFonts w:cs="Arial"/>
              <w:sz w:val="20"/>
            </w:rPr>
            <w:t>5</w:t>
          </w:r>
          <w:r>
            <w:rPr>
              <w:rFonts w:cs="Arial"/>
              <w:sz w:val="20"/>
            </w:rPr>
            <w:t>-0</w:t>
          </w:r>
          <w:r w:rsidR="00B755BF">
            <w:rPr>
              <w:rFonts w:cs="Arial"/>
              <w:sz w:val="20"/>
            </w:rPr>
            <w:t>8</w:t>
          </w:r>
          <w:r>
            <w:rPr>
              <w:rFonts w:cs="Arial"/>
              <w:sz w:val="20"/>
            </w:rPr>
            <w:t>_AE_Lot 3</w:t>
          </w:r>
        </w:p>
      </w:tc>
      <w:tc>
        <w:tcPr>
          <w:tcW w:w="2268" w:type="dxa"/>
        </w:tcPr>
        <w:p w14:paraId="5751A654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B755BF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B755BF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6ABB5990" w14:textId="77777777"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14:paraId="1A4117FE" w14:textId="77777777" w:rsidTr="0025599A">
      <w:tc>
        <w:tcPr>
          <w:tcW w:w="3212" w:type="dxa"/>
        </w:tcPr>
        <w:p w14:paraId="4603AD9D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14:paraId="162827E5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14:paraId="1D8F3716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551DE8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4E422C50" w14:textId="77777777"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8EFC4" w14:textId="77777777" w:rsidR="00551DE8" w:rsidRDefault="00551DE8">
      <w:r>
        <w:separator/>
      </w:r>
    </w:p>
  </w:footnote>
  <w:footnote w:type="continuationSeparator" w:id="0">
    <w:p w14:paraId="69DA8815" w14:textId="77777777" w:rsidR="00551DE8" w:rsidRDefault="00551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68299" w14:textId="77777777" w:rsidR="00731878" w:rsidRDefault="00731878">
    <w:pPr>
      <w:pStyle w:val="En-tte"/>
    </w:pPr>
    <w:r w:rsidRPr="004E170D">
      <w:rPr>
        <w:noProof/>
      </w:rPr>
      <w:drawing>
        <wp:inline distT="0" distB="0" distL="0" distR="0" wp14:anchorId="5EEF363C" wp14:editId="1A009495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7CF895" w14:textId="77777777"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8BD13" w14:textId="77777777"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2350EA7A" wp14:editId="724015B2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B4FD6" w14:textId="77777777"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1F8D4387" wp14:editId="0964613F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6EF3D" w14:textId="77777777"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6AF36123" wp14:editId="15E25ED9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DE8"/>
    <w:rsid w:val="00001D24"/>
    <w:rsid w:val="00010278"/>
    <w:rsid w:val="000129D4"/>
    <w:rsid w:val="0003316B"/>
    <w:rsid w:val="000333D0"/>
    <w:rsid w:val="00047668"/>
    <w:rsid w:val="000B73C9"/>
    <w:rsid w:val="000C5064"/>
    <w:rsid w:val="000D0102"/>
    <w:rsid w:val="000D5DBE"/>
    <w:rsid w:val="000E063A"/>
    <w:rsid w:val="000E2E5A"/>
    <w:rsid w:val="000F358F"/>
    <w:rsid w:val="000F43E7"/>
    <w:rsid w:val="000F6D30"/>
    <w:rsid w:val="000F75DB"/>
    <w:rsid w:val="001017D5"/>
    <w:rsid w:val="001330CD"/>
    <w:rsid w:val="001431D1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F0AA9"/>
    <w:rsid w:val="001F652A"/>
    <w:rsid w:val="00204BE7"/>
    <w:rsid w:val="0021122A"/>
    <w:rsid w:val="00216CA5"/>
    <w:rsid w:val="00243DC1"/>
    <w:rsid w:val="00251299"/>
    <w:rsid w:val="0025599A"/>
    <w:rsid w:val="00263726"/>
    <w:rsid w:val="00273B78"/>
    <w:rsid w:val="00276C1E"/>
    <w:rsid w:val="002871FA"/>
    <w:rsid w:val="00287974"/>
    <w:rsid w:val="00292642"/>
    <w:rsid w:val="00295799"/>
    <w:rsid w:val="002B14FE"/>
    <w:rsid w:val="002B1EBB"/>
    <w:rsid w:val="002B4DA2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D2912"/>
    <w:rsid w:val="003E1CD9"/>
    <w:rsid w:val="003F3973"/>
    <w:rsid w:val="00403116"/>
    <w:rsid w:val="00404507"/>
    <w:rsid w:val="00423F6B"/>
    <w:rsid w:val="0043416B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B7432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51DE8"/>
    <w:rsid w:val="0055548D"/>
    <w:rsid w:val="0056444C"/>
    <w:rsid w:val="0058177A"/>
    <w:rsid w:val="005859FB"/>
    <w:rsid w:val="005870E0"/>
    <w:rsid w:val="005A5371"/>
    <w:rsid w:val="005A6D6A"/>
    <w:rsid w:val="005B32FF"/>
    <w:rsid w:val="005D4445"/>
    <w:rsid w:val="005E075C"/>
    <w:rsid w:val="005E7148"/>
    <w:rsid w:val="005F470E"/>
    <w:rsid w:val="00600AD3"/>
    <w:rsid w:val="0060702B"/>
    <w:rsid w:val="006160A6"/>
    <w:rsid w:val="006163B1"/>
    <w:rsid w:val="006227B5"/>
    <w:rsid w:val="00625928"/>
    <w:rsid w:val="00660C2A"/>
    <w:rsid w:val="00664672"/>
    <w:rsid w:val="00675A1A"/>
    <w:rsid w:val="00675C24"/>
    <w:rsid w:val="0067604C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6CC0"/>
    <w:rsid w:val="007B3887"/>
    <w:rsid w:val="007B60F5"/>
    <w:rsid w:val="007B7274"/>
    <w:rsid w:val="007B7BA2"/>
    <w:rsid w:val="007C3476"/>
    <w:rsid w:val="007C7EEC"/>
    <w:rsid w:val="00806BF9"/>
    <w:rsid w:val="008133E4"/>
    <w:rsid w:val="00814E7F"/>
    <w:rsid w:val="00820784"/>
    <w:rsid w:val="0084394B"/>
    <w:rsid w:val="008506A6"/>
    <w:rsid w:val="00852249"/>
    <w:rsid w:val="00857EC2"/>
    <w:rsid w:val="00873046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8F787F"/>
    <w:rsid w:val="00912EA4"/>
    <w:rsid w:val="00914154"/>
    <w:rsid w:val="009236C9"/>
    <w:rsid w:val="009269EF"/>
    <w:rsid w:val="00955144"/>
    <w:rsid w:val="009557CF"/>
    <w:rsid w:val="00962D19"/>
    <w:rsid w:val="009659E7"/>
    <w:rsid w:val="009674C6"/>
    <w:rsid w:val="0097057C"/>
    <w:rsid w:val="009716B0"/>
    <w:rsid w:val="009814AC"/>
    <w:rsid w:val="00983D02"/>
    <w:rsid w:val="00983ECF"/>
    <w:rsid w:val="00985701"/>
    <w:rsid w:val="009865A0"/>
    <w:rsid w:val="00986CD5"/>
    <w:rsid w:val="00986D27"/>
    <w:rsid w:val="009B709F"/>
    <w:rsid w:val="009E2D28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3CE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5E20"/>
    <w:rsid w:val="00B347C1"/>
    <w:rsid w:val="00B3651D"/>
    <w:rsid w:val="00B365CF"/>
    <w:rsid w:val="00B509FA"/>
    <w:rsid w:val="00B707D4"/>
    <w:rsid w:val="00B72D75"/>
    <w:rsid w:val="00B755BF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421"/>
    <w:rsid w:val="00BF58A9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74911"/>
    <w:rsid w:val="00C86271"/>
    <w:rsid w:val="00C969BB"/>
    <w:rsid w:val="00CA2B66"/>
    <w:rsid w:val="00CA398A"/>
    <w:rsid w:val="00CA4ED8"/>
    <w:rsid w:val="00CA7465"/>
    <w:rsid w:val="00CB6E03"/>
    <w:rsid w:val="00CC2EE1"/>
    <w:rsid w:val="00CD0033"/>
    <w:rsid w:val="00CD1A11"/>
    <w:rsid w:val="00CE1935"/>
    <w:rsid w:val="00CE3AD2"/>
    <w:rsid w:val="00CE3E38"/>
    <w:rsid w:val="00CF612D"/>
    <w:rsid w:val="00D01D3D"/>
    <w:rsid w:val="00D02164"/>
    <w:rsid w:val="00D05DF1"/>
    <w:rsid w:val="00D10571"/>
    <w:rsid w:val="00D16BF8"/>
    <w:rsid w:val="00D30654"/>
    <w:rsid w:val="00D3399B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40A96"/>
    <w:rsid w:val="00E41C39"/>
    <w:rsid w:val="00E44945"/>
    <w:rsid w:val="00E5066F"/>
    <w:rsid w:val="00E63F97"/>
    <w:rsid w:val="00E63F98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73035"/>
    <w:rsid w:val="00F809E9"/>
    <w:rsid w:val="00F80D54"/>
    <w:rsid w:val="00F83241"/>
    <w:rsid w:val="00F852AD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2C3B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.lanfranca\Desktop\MPaa-xx_AE_Objet_V2022.08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E86A6-6CCB-49BB-93ED-ABE6C91E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MPaa-xx_AE_Objet_V2022.08</Template>
  <TotalTime>4</TotalTime>
  <Pages>8</Pages>
  <Words>1498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Stephanie LANFRANCA</dc:creator>
  <cp:lastModifiedBy>Stephanie LANFRANCA</cp:lastModifiedBy>
  <cp:revision>7</cp:revision>
  <cp:lastPrinted>2019-04-09T08:00:00Z</cp:lastPrinted>
  <dcterms:created xsi:type="dcterms:W3CDTF">2025-04-08T11:48:00Z</dcterms:created>
  <dcterms:modified xsi:type="dcterms:W3CDTF">2025-05-27T07:36:00Z</dcterms:modified>
</cp:coreProperties>
</file>