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151FC" w:rsidRPr="007151FC" w:rsidRDefault="007151FC" w:rsidP="007151FC">
      <w:pPr>
        <w:numPr>
          <w:ilvl w:val="0"/>
          <w:numId w:val="9"/>
        </w:numPr>
        <w:suppressAutoHyphens w:val="0"/>
        <w:ind w:left="0" w:hanging="6"/>
        <w:rPr>
          <w:rFonts w:ascii="Arial" w:hAnsi="Arial" w:cs="Arial"/>
          <w:b/>
        </w:rPr>
      </w:pPr>
      <w:bookmarkStart w:id="0" w:name="_GoBack"/>
      <w:r w:rsidRPr="007151FC">
        <w:rPr>
          <w:rFonts w:ascii="Arial" w:hAnsi="Arial" w:cs="Arial"/>
          <w:b/>
        </w:rPr>
        <w:t>Travaux d’adaptation, de maintenance, d’entretien et de réparation des bâtiments, installation et infrastructures – des façades.</w:t>
      </w:r>
    </w:p>
    <w:bookmarkEnd w:id="0"/>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151FC">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151FC">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7151FC">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151FC">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151FC">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151FC">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151FC">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151F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151FC">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151FC">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151FC">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151FC">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6AD" w:rsidRDefault="00CF26AD">
      <w:r>
        <w:separator/>
      </w:r>
    </w:p>
  </w:endnote>
  <w:endnote w:type="continuationSeparator" w:id="0">
    <w:p w:rsidR="00CF26AD" w:rsidRDefault="00CF2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5D5A43">
          <w:pPr>
            <w:jc w:val="center"/>
            <w:rPr>
              <w:rFonts w:ascii="Arial" w:hAnsi="Arial" w:cs="Arial"/>
              <w:b/>
              <w:bCs/>
            </w:rPr>
          </w:pPr>
          <w:r>
            <w:rPr>
              <w:rFonts w:ascii="Arial" w:hAnsi="Arial" w:cs="Arial"/>
              <w:b/>
              <w:i/>
              <w:iCs/>
            </w:rPr>
            <w:t>25S065</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151F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151FC">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6AD" w:rsidRDefault="00CF26AD">
      <w:r>
        <w:separator/>
      </w:r>
    </w:p>
  </w:footnote>
  <w:footnote w:type="continuationSeparator" w:id="0">
    <w:p w:rsidR="00CF26AD" w:rsidRDefault="00CF26AD">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D5A43"/>
    <w:rsid w:val="005E0561"/>
    <w:rsid w:val="005E12D0"/>
    <w:rsid w:val="00625F1D"/>
    <w:rsid w:val="00632D63"/>
    <w:rsid w:val="00633D7F"/>
    <w:rsid w:val="00645FD5"/>
    <w:rsid w:val="00673463"/>
    <w:rsid w:val="00676069"/>
    <w:rsid w:val="006D5E52"/>
    <w:rsid w:val="006D7224"/>
    <w:rsid w:val="006F26C8"/>
    <w:rsid w:val="007151FC"/>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7515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F26AD"/>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E16D85A-19AE-443B-A193-17F9B19E4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uiPriority w:val="9"/>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21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80072-8A3A-4E6F-B38D-CDF7D8867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2088</Words>
  <Characters>11486</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13547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FOURNIER Elodie</cp:lastModifiedBy>
  <cp:revision>3</cp:revision>
  <cp:lastPrinted>2016-11-02T12:51:00Z</cp:lastPrinted>
  <dcterms:created xsi:type="dcterms:W3CDTF">2025-04-01T07:00:00Z</dcterms:created>
  <dcterms:modified xsi:type="dcterms:W3CDTF">2025-05-14T11:20:00Z</dcterms:modified>
</cp:coreProperties>
</file>