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925" w:rsidRDefault="007B3925" w:rsidP="00793E29">
      <w:pPr>
        <w:pStyle w:val="Titre1"/>
      </w:pPr>
    </w:p>
    <w:p w:rsidR="007B3925" w:rsidRDefault="007B3925" w:rsidP="00793E29">
      <w:pPr>
        <w:pStyle w:val="Titre1"/>
      </w:pPr>
    </w:p>
    <w:p w:rsidR="007B3925" w:rsidRPr="00C852F8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</w:pPr>
      <w:r w:rsidRPr="00C852F8">
        <w:rPr>
          <w:rFonts w:ascii="Arial Gras" w:eastAsia="Times New Roman" w:hAnsi="Arial Gras" w:cs="Arial"/>
          <w:bCs/>
          <w:caps/>
          <w:kern w:val="32"/>
          <w:sz w:val="32"/>
          <w:szCs w:val="32"/>
          <w:u w:val="none"/>
          <w:lang w:eastAsia="fr-FR"/>
        </w:rPr>
        <w:t>APPENDIX EQUIPMENT SPECIFICATIONS</w:t>
      </w:r>
    </w:p>
    <w:p w:rsidR="007B3925" w:rsidRPr="00C57903" w:rsidRDefault="007B3925" w:rsidP="00C852F8">
      <w:pPr>
        <w:pStyle w:val="Titre1"/>
        <w:keepNext/>
        <w:spacing w:before="240" w:after="60" w:line="240" w:lineRule="auto"/>
        <w:contextualSpacing w:val="0"/>
        <w:jc w:val="center"/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val="en-GB" w:eastAsia="fr-FR"/>
        </w:rPr>
      </w:pPr>
      <w:r w:rsidRPr="00C852F8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File name:</w:t>
      </w:r>
      <w:r w:rsidR="00CE5C15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 xml:space="preserve"> </w:t>
      </w:r>
      <w:r w:rsidR="00CE5C15" w:rsidRPr="00CE5C15">
        <w:rPr>
          <w:rFonts w:ascii="Arial Gras" w:eastAsia="Times New Roman" w:hAnsi="Arial Gras" w:cs="Arial"/>
          <w:bCs/>
          <w:kern w:val="32"/>
          <w:sz w:val="32"/>
          <w:szCs w:val="32"/>
          <w:u w:val="none"/>
          <w:lang w:eastAsia="fr-FR"/>
        </w:rPr>
        <w:t>SECS-GEM Compliance Statement</w:t>
      </w:r>
    </w:p>
    <w:p w:rsidR="00CE5C15" w:rsidRPr="00C82542" w:rsidRDefault="00CE5C15" w:rsidP="00CE5C15">
      <w:pPr>
        <w:jc w:val="center"/>
        <w:rPr>
          <w:rFonts w:ascii="Arial" w:hAnsi="Arial" w:cs="Arial"/>
          <w:sz w:val="26"/>
          <w:szCs w:val="26"/>
          <w:lang w:val="en-US" w:eastAsia="fr-FR"/>
        </w:rPr>
      </w:pPr>
      <w:r w:rsidRPr="00C82542">
        <w:rPr>
          <w:rFonts w:ascii="Arial" w:hAnsi="Arial" w:cs="Arial"/>
          <w:sz w:val="26"/>
          <w:szCs w:val="26"/>
          <w:lang w:val="en-US" w:eastAsia="fr-FR"/>
        </w:rPr>
        <w:t xml:space="preserve">Ref: </w:t>
      </w:r>
      <w:r w:rsidR="00C57903" w:rsidRPr="00C57903">
        <w:rPr>
          <w:rFonts w:ascii="Arial" w:hAnsi="Arial" w:cs="Arial"/>
          <w:sz w:val="26"/>
          <w:szCs w:val="26"/>
          <w:lang w:val="en-US" w:eastAsia="fr-FR"/>
        </w:rPr>
        <w:t>ALD tool for lithium materials</w:t>
      </w:r>
      <w:r w:rsidR="00C57903" w:rsidRPr="00C82542">
        <w:rPr>
          <w:rFonts w:ascii="Arial" w:hAnsi="Arial" w:cs="Arial"/>
          <w:sz w:val="26"/>
          <w:szCs w:val="26"/>
          <w:lang w:val="en-US" w:eastAsia="fr-FR"/>
        </w:rPr>
        <w:t xml:space="preserve"> </w:t>
      </w:r>
      <w:r w:rsidR="00C82542" w:rsidRPr="00C82542">
        <w:rPr>
          <w:rFonts w:ascii="Arial" w:hAnsi="Arial" w:cs="Arial"/>
          <w:sz w:val="26"/>
          <w:szCs w:val="26"/>
          <w:lang w:val="en-US" w:eastAsia="fr-FR"/>
        </w:rPr>
        <w:t>(</w:t>
      </w:r>
      <w:r w:rsidR="00C57903" w:rsidRPr="00C57903">
        <w:rPr>
          <w:rFonts w:ascii="Arial" w:hAnsi="Arial" w:cs="Arial"/>
          <w:sz w:val="26"/>
          <w:szCs w:val="26"/>
          <w:lang w:val="en-US" w:eastAsia="fr-FR"/>
        </w:rPr>
        <w:t>DPFT/SDEP/24.031/LM</w:t>
      </w:r>
      <w:r w:rsidR="00C82542" w:rsidRPr="00C82542">
        <w:rPr>
          <w:rFonts w:ascii="Arial" w:hAnsi="Arial" w:cs="Arial"/>
          <w:sz w:val="26"/>
          <w:szCs w:val="26"/>
          <w:lang w:val="en-US" w:eastAsia="fr-FR"/>
        </w:rPr>
        <w:t>)</w:t>
      </w:r>
    </w:p>
    <w:p w:rsidR="007B3925" w:rsidRPr="00280073" w:rsidRDefault="007B3925" w:rsidP="00C852F8">
      <w:pPr>
        <w:rPr>
          <w:lang w:val="en-US"/>
        </w:rPr>
      </w:pPr>
      <w:bookmarkStart w:id="0" w:name="_Ref272221449"/>
      <w:bookmarkStart w:id="1" w:name="_Toc275268165"/>
    </w:p>
    <w:p w:rsidR="007B3925" w:rsidRPr="00280073" w:rsidRDefault="007B3925" w:rsidP="00C852F8">
      <w:pPr>
        <w:rPr>
          <w:lang w:val="en-US"/>
        </w:rPr>
      </w:pPr>
    </w:p>
    <w:p w:rsidR="00C852F8" w:rsidRPr="00280073" w:rsidRDefault="00C852F8" w:rsidP="00C852F8">
      <w:pPr>
        <w:rPr>
          <w:lang w:val="en-US"/>
        </w:rPr>
      </w:pPr>
    </w:p>
    <w:p w:rsidR="00C852F8" w:rsidRPr="00280073" w:rsidRDefault="00C852F8" w:rsidP="00C852F8">
      <w:pPr>
        <w:rPr>
          <w:lang w:val="en-US"/>
        </w:rPr>
      </w:pPr>
    </w:p>
    <w:p w:rsidR="007B3925" w:rsidRPr="00280073" w:rsidRDefault="007B3925" w:rsidP="00C852F8">
      <w:pPr>
        <w:rPr>
          <w:lang w:val="en-US"/>
        </w:rPr>
      </w:pPr>
    </w:p>
    <w:p w:rsidR="007B3925" w:rsidRPr="009D05CA" w:rsidRDefault="007B3925" w:rsidP="007B3925">
      <w:pPr>
        <w:pStyle w:val="Titre3"/>
        <w:jc w:val="center"/>
      </w:pPr>
      <w:r>
        <w:t>APPENDIX</w:t>
      </w:r>
      <w:r w:rsidRPr="009D05CA">
        <w:t xml:space="preserve"> </w:t>
      </w:r>
      <w:r>
        <w:t>J</w:t>
      </w:r>
      <w:r w:rsidRPr="009D05CA">
        <w:t xml:space="preserve">: </w:t>
      </w:r>
      <w:bookmarkEnd w:id="0"/>
      <w:bookmarkEnd w:id="1"/>
      <w:r w:rsidR="00793E29" w:rsidRPr="00793E29">
        <w:t>SECS/GEM C</w:t>
      </w:r>
      <w:r w:rsidR="00C852F8">
        <w:t>ompliance</w:t>
      </w:r>
      <w:r w:rsidR="00793E29" w:rsidRPr="00793E29">
        <w:t xml:space="preserve"> S</w:t>
      </w:r>
      <w:r w:rsidR="00C852F8">
        <w:t>tatement</w:t>
      </w: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p w:rsidR="007B3925" w:rsidRPr="009D05CA" w:rsidRDefault="007B3925" w:rsidP="007B3925">
      <w:pPr>
        <w:pStyle w:val="Retraitnormal"/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6910"/>
      </w:tblGrid>
      <w:tr w:rsidR="007B3925" w:rsidTr="00C852F8">
        <w:tc>
          <w:tcPr>
            <w:tcW w:w="2304" w:type="dxa"/>
            <w:shd w:val="clear" w:color="auto" w:fill="auto"/>
            <w:vAlign w:val="center"/>
          </w:tcPr>
          <w:p w:rsidR="007B3925" w:rsidRPr="00AC52FC" w:rsidRDefault="00A7577B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Contractor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7B3925" w:rsidRDefault="007B3925" w:rsidP="002C7B8E">
            <w:pPr>
              <w:pStyle w:val="Retraitnormal"/>
              <w:ind w:left="0"/>
              <w:jc w:val="center"/>
            </w:pPr>
          </w:p>
        </w:tc>
      </w:tr>
      <w:tr w:rsidR="007B3925" w:rsidTr="00C852F8">
        <w:tc>
          <w:tcPr>
            <w:tcW w:w="2304" w:type="dxa"/>
            <w:shd w:val="clear" w:color="auto" w:fill="auto"/>
            <w:vAlign w:val="center"/>
          </w:tcPr>
          <w:p w:rsidR="007B3925" w:rsidRPr="0034112C" w:rsidRDefault="007B3925" w:rsidP="002C7B8E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 w:rsidRPr="0034112C">
              <w:rPr>
                <w:b/>
              </w:rPr>
              <w:t>Ref</w:t>
            </w:r>
            <w:r>
              <w:rPr>
                <w:b/>
              </w:rPr>
              <w:t>.</w:t>
            </w:r>
            <w:r w:rsidRPr="0034112C">
              <w:rPr>
                <w:b/>
              </w:rPr>
              <w:t xml:space="preserve"> of quotation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7B3925" w:rsidRDefault="007B3925" w:rsidP="002C7B8E">
            <w:pPr>
              <w:pStyle w:val="Retraitnormal"/>
              <w:ind w:left="0"/>
              <w:jc w:val="center"/>
            </w:pPr>
          </w:p>
        </w:tc>
      </w:tr>
    </w:tbl>
    <w:p w:rsidR="007B3925" w:rsidRPr="000412D7" w:rsidRDefault="007B3925" w:rsidP="007B3925">
      <w:pPr>
        <w:pStyle w:val="Mentionslgales"/>
        <w:tabs>
          <w:tab w:val="right" w:pos="8647"/>
        </w:tabs>
        <w:spacing w:line="180" w:lineRule="exact"/>
        <w:ind w:left="-1418" w:right="-143"/>
        <w:rPr>
          <w:sz w:val="12"/>
          <w:szCs w:val="12"/>
          <w:lang w:val="en-US"/>
        </w:rPr>
      </w:pPr>
    </w:p>
    <w:p w:rsidR="007B3925" w:rsidRPr="007B3925" w:rsidRDefault="007B3925" w:rsidP="007B3925">
      <w:pPr>
        <w:pStyle w:val="Pieddepage"/>
      </w:pPr>
      <w:r>
        <w:rPr>
          <w:u w:val="single"/>
          <w:lang w:val="en-US"/>
        </w:rPr>
        <w:br w:type="page"/>
      </w:r>
    </w:p>
    <w:p w:rsidR="00EA4C9C" w:rsidRPr="00C852F8" w:rsidRDefault="00EA4C9C" w:rsidP="00C852F8">
      <w:pPr>
        <w:pStyle w:val="Titre1"/>
        <w:numPr>
          <w:ilvl w:val="0"/>
          <w:numId w:val="3"/>
        </w:numPr>
      </w:pPr>
      <w:r w:rsidRPr="00C852F8">
        <w:lastRenderedPageBreak/>
        <w:t>CUSTOMER ANSWER</w:t>
      </w:r>
      <w:r w:rsidR="008C4F39" w:rsidRPr="00C852F8">
        <w:t xml:space="preserve"> ON SEMI COMPLIANCE</w:t>
      </w:r>
      <w:r w:rsidR="00335AA2">
        <w:t xml:space="preserve"> FOR MANDATORY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062A0A" w:rsidRPr="00EA4C9C" w:rsidTr="00D52C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:rsidR="00EA4C9C" w:rsidRDefault="00EA4C9C" w:rsidP="00D52C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:rsidR="00EA4C9C" w:rsidRPr="00C97C6C" w:rsidRDefault="00EA4C9C" w:rsidP="00D52CCC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 xml:space="preserve">ANSWER  </w:t>
            </w:r>
            <w:r w:rsidR="00207D10" w:rsidRPr="00C97C6C">
              <w:rPr>
                <w:b w:val="0"/>
                <w:i/>
                <w:lang w:val="en-US"/>
              </w:rPr>
              <w:t xml:space="preserve">YES </w:t>
            </w:r>
            <w:r w:rsidRPr="00C97C6C">
              <w:rPr>
                <w:b w:val="0"/>
                <w:i/>
                <w:lang w:val="en-US"/>
              </w:rPr>
              <w:t xml:space="preserve">OR </w:t>
            </w:r>
            <w:r w:rsidR="00207D10" w:rsidRPr="00C97C6C">
              <w:rPr>
                <w:b w:val="0"/>
                <w:i/>
                <w:lang w:val="en-US"/>
              </w:rPr>
              <w:t>NO</w:t>
            </w:r>
          </w:p>
        </w:tc>
        <w:tc>
          <w:tcPr>
            <w:tcW w:w="1467" w:type="dxa"/>
            <w:vAlign w:val="center"/>
          </w:tcPr>
          <w:p w:rsidR="00630620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:rsidR="00F36F23" w:rsidRPr="003F57F3" w:rsidRDefault="00F36F23" w:rsidP="00F36F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:rsidR="00EA4C9C" w:rsidRPr="00EA4C9C" w:rsidRDefault="00EA4C9C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062A0A" w:rsidRPr="00EA4C9C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E5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A4C9C">
              <w:t>SECS-II Message Content (SECS-II)</w:t>
            </w:r>
          </w:p>
        </w:tc>
      </w:tr>
      <w:tr w:rsidR="000226A1" w:rsidRPr="00EA4C9C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E30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Generic Equipment Model (GEM) </w:t>
            </w:r>
          </w:p>
        </w:tc>
      </w:tr>
      <w:tr w:rsidR="00062A0A" w:rsidRPr="00EA4C9C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EA4C9C" w:rsidRDefault="00EA4C9C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4C9C">
              <w:rPr>
                <w:lang w:val="en-US"/>
              </w:rPr>
              <w:t xml:space="preserve">HSMS Transfer Protocol (HSMS) </w:t>
            </w:r>
          </w:p>
        </w:tc>
      </w:tr>
      <w:tr w:rsidR="000226A1" w:rsidRPr="00C57903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E37.1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BB303C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Single-Session</w:t>
            </w:r>
            <w:r w:rsidR="002E4A68">
              <w:rPr>
                <w:lang w:val="en-US"/>
              </w:rPr>
              <w:t xml:space="preserve"> (HSMS-SS)</w:t>
            </w:r>
          </w:p>
        </w:tc>
      </w:tr>
      <w:tr w:rsidR="00062A0A" w:rsidRPr="00C57903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EA4C9C" w:rsidRPr="00D97B0E" w:rsidRDefault="00EA4C9C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EA4C9C" w:rsidRPr="00F36F23" w:rsidRDefault="00EA4C9C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E37.2</w:t>
            </w:r>
          </w:p>
        </w:tc>
        <w:tc>
          <w:tcPr>
            <w:tcW w:w="1559" w:type="dxa"/>
          </w:tcPr>
          <w:p w:rsidR="00EA4C9C" w:rsidRPr="00EA4C9C" w:rsidRDefault="00EA4C9C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EA4C9C" w:rsidRPr="00EA4C9C" w:rsidRDefault="002E4A68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HSMS General Session (HSMS-GS)</w:t>
            </w:r>
          </w:p>
        </w:tc>
      </w:tr>
      <w:tr w:rsidR="000226A1" w:rsidRPr="00F36F23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Object Services Standard (OSS) </w:t>
            </w:r>
          </w:p>
        </w:tc>
      </w:tr>
      <w:tr w:rsidR="00062A0A" w:rsidRPr="00BF001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E39.1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F36F23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BF001B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Processing </w:t>
            </w:r>
            <w:r w:rsidR="001B5F74"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(PM) </w:t>
            </w:r>
          </w:p>
        </w:tc>
      </w:tr>
      <w:tr w:rsidR="00062A0A" w:rsidRPr="00BF001B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BF001B" w:rsidRPr="00D97B0E" w:rsidRDefault="00BF001B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BF001B" w:rsidRPr="00F36F23" w:rsidRDefault="00BF001B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E40.1</w:t>
            </w:r>
          </w:p>
        </w:tc>
        <w:tc>
          <w:tcPr>
            <w:tcW w:w="1559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BF001B" w:rsidRPr="00BF001B" w:rsidRDefault="00BF001B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C57903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E84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0226A1" w:rsidP="00F36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Handoff Parallel I/O Interface (EPIO) </w:t>
            </w:r>
          </w:p>
        </w:tc>
      </w:tr>
      <w:tr w:rsidR="000226A1" w:rsidRPr="00C57903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Carrier </w:t>
            </w:r>
            <w:r w:rsidR="001B5F74">
              <w:rPr>
                <w:lang w:val="en-US"/>
              </w:rPr>
              <w:t xml:space="preserve">Management </w:t>
            </w:r>
            <w:r w:rsidRPr="000226A1">
              <w:rPr>
                <w:lang w:val="en-US"/>
              </w:rPr>
              <w:t xml:space="preserve"> Specification (CMS) In-line with track</w:t>
            </w:r>
          </w:p>
        </w:tc>
      </w:tr>
      <w:tr w:rsidR="000226A1" w:rsidRPr="000226A1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E87.1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0226A1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0226A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Substrate Tracking Specification (STS)</w:t>
            </w:r>
          </w:p>
        </w:tc>
      </w:tr>
      <w:tr w:rsidR="000226A1" w:rsidRPr="000226A1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E90.1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0226A1" w:rsidRPr="00C57903" w:rsidTr="00B411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</w:t>
            </w:r>
          </w:p>
        </w:tc>
        <w:tc>
          <w:tcPr>
            <w:tcW w:w="1559" w:type="dxa"/>
          </w:tcPr>
          <w:p w:rsidR="000226A1" w:rsidRPr="000226A1" w:rsidRDefault="000226A1" w:rsidP="005440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9B6FCD" w:rsidRPr="009B6FCD" w:rsidRDefault="005440E1" w:rsidP="00F36F2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Control Job Ma</w:t>
            </w:r>
            <w:r w:rsidR="001B5F74">
              <w:rPr>
                <w:lang w:val="en-US"/>
              </w:rPr>
              <w:t>na</w:t>
            </w:r>
            <w:r w:rsidRPr="000226A1">
              <w:rPr>
                <w:lang w:val="en-US"/>
              </w:rPr>
              <w:t>gement Specification (CJM) In-line with track</w:t>
            </w:r>
          </w:p>
        </w:tc>
      </w:tr>
      <w:tr w:rsidR="000226A1" w:rsidRPr="000226A1" w:rsidTr="00B411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0226A1" w:rsidRPr="00D97B0E" w:rsidRDefault="000226A1" w:rsidP="00B411A7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0226A1" w:rsidRPr="000226A1" w:rsidRDefault="000226A1" w:rsidP="000E0B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E94.1</w:t>
            </w:r>
          </w:p>
        </w:tc>
        <w:tc>
          <w:tcPr>
            <w:tcW w:w="1559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0226A1" w:rsidRPr="000226A1" w:rsidRDefault="000226A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84902" w:rsidRDefault="00084902" w:rsidP="00455AD5">
      <w:pPr>
        <w:rPr>
          <w:lang w:val="en-US"/>
        </w:rPr>
      </w:pPr>
    </w:p>
    <w:p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:rsidR="00335AA2" w:rsidRDefault="00335AA2" w:rsidP="00455AD5">
      <w:pPr>
        <w:rPr>
          <w:lang w:val="en-US"/>
        </w:rPr>
      </w:pPr>
    </w:p>
    <w:p w:rsidR="00335AA2" w:rsidRPr="00C852F8" w:rsidRDefault="00335AA2" w:rsidP="00335AA2">
      <w:pPr>
        <w:pStyle w:val="Titre1"/>
        <w:numPr>
          <w:ilvl w:val="0"/>
          <w:numId w:val="3"/>
        </w:numPr>
      </w:pPr>
      <w:r w:rsidRPr="00C852F8">
        <w:t>CUSTOMER ANSWER ON SEMI COMPLIANCE</w:t>
      </w:r>
      <w:r>
        <w:t xml:space="preserve"> FOR OPTIONAL STANDARDS</w:t>
      </w:r>
    </w:p>
    <w:tbl>
      <w:tblPr>
        <w:tblStyle w:val="Tableausimple1"/>
        <w:tblW w:w="0" w:type="auto"/>
        <w:tblLayout w:type="fixed"/>
        <w:tblLook w:val="04A0" w:firstRow="1" w:lastRow="0" w:firstColumn="1" w:lastColumn="0" w:noHBand="0" w:noVBand="1"/>
      </w:tblPr>
      <w:tblGrid>
        <w:gridCol w:w="1080"/>
        <w:gridCol w:w="1467"/>
        <w:gridCol w:w="1559"/>
        <w:gridCol w:w="5245"/>
      </w:tblGrid>
      <w:tr w:rsidR="00335AA2" w:rsidRPr="00EA4C9C" w:rsidTr="00FE29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:rsidR="00335AA2" w:rsidRDefault="00335AA2" w:rsidP="00FE29E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SUPPORT</w:t>
            </w:r>
          </w:p>
          <w:p w:rsidR="00335AA2" w:rsidRPr="00C97C6C" w:rsidRDefault="00335AA2" w:rsidP="00FE29E5">
            <w:pPr>
              <w:jc w:val="center"/>
              <w:rPr>
                <w:b w:val="0"/>
                <w:i/>
                <w:lang w:val="en-US"/>
              </w:rPr>
            </w:pPr>
            <w:r w:rsidRPr="00C97C6C">
              <w:rPr>
                <w:b w:val="0"/>
                <w:i/>
                <w:lang w:val="en-US"/>
              </w:rPr>
              <w:t>ANSWER  YES OR NO</w:t>
            </w:r>
          </w:p>
        </w:tc>
        <w:tc>
          <w:tcPr>
            <w:tcW w:w="1467" w:type="dxa"/>
            <w:vAlign w:val="center"/>
          </w:tcPr>
          <w:p w:rsidR="00335AA2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SEMI</w:t>
            </w:r>
          </w:p>
          <w:p w:rsidR="00335AA2" w:rsidRPr="003F57F3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B050"/>
                <w:lang w:val="en-US"/>
              </w:rPr>
            </w:pPr>
            <w:r>
              <w:rPr>
                <w:lang w:val="en-US"/>
              </w:rPr>
              <w:t>STANDARD</w:t>
            </w:r>
          </w:p>
        </w:tc>
        <w:tc>
          <w:tcPr>
            <w:tcW w:w="1559" w:type="dxa"/>
            <w:vAlign w:val="center"/>
          </w:tcPr>
          <w:p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REVISION</w:t>
            </w:r>
          </w:p>
        </w:tc>
        <w:tc>
          <w:tcPr>
            <w:tcW w:w="5245" w:type="dxa"/>
            <w:vAlign w:val="center"/>
          </w:tcPr>
          <w:p w:rsidR="00335AA2" w:rsidRPr="00EA4C9C" w:rsidRDefault="00335AA2" w:rsidP="00FE29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DESCRIPTION</w:t>
            </w:r>
          </w:p>
        </w:tc>
      </w:tr>
      <w:tr w:rsidR="00335AA2" w:rsidRPr="00BF001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F36F23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Exception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(EM) </w:t>
            </w:r>
          </w:p>
        </w:tc>
      </w:tr>
      <w:tr w:rsidR="00335AA2" w:rsidRPr="00BF001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F36F23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36F23">
              <w:rPr>
                <w:lang w:val="en-US"/>
              </w:rPr>
              <w:t>E41.1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Recipe </w:t>
            </w:r>
            <w:r>
              <w:rPr>
                <w:lang w:val="en-US"/>
              </w:rPr>
              <w:t xml:space="preserve">Management </w:t>
            </w:r>
            <w:r w:rsidRPr="00BF001B">
              <w:rPr>
                <w:lang w:val="en-US"/>
              </w:rPr>
              <w:t xml:space="preserve"> Standard (RMS)</w:t>
            </w:r>
          </w:p>
        </w:tc>
      </w:tr>
      <w:tr w:rsidR="00335AA2" w:rsidRPr="00BF001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E42.1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BF001B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Event Reporting</w:t>
            </w:r>
          </w:p>
        </w:tc>
      </w:tr>
      <w:tr w:rsidR="00335AA2" w:rsidRPr="00BF001B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E53.1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C57903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E54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Sensor/Actuator Network Standard (SAN)</w:t>
            </w:r>
          </w:p>
        </w:tc>
      </w:tr>
      <w:tr w:rsidR="00335AA2" w:rsidRPr="00C57903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BF001B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>E58</w:t>
            </w:r>
          </w:p>
        </w:tc>
        <w:tc>
          <w:tcPr>
            <w:tcW w:w="1559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BF001B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BF001B">
              <w:rPr>
                <w:lang w:val="en-US"/>
              </w:rPr>
              <w:t xml:space="preserve">Availability, Reliability And </w:t>
            </w:r>
            <w:proofErr w:type="spellStart"/>
            <w:r w:rsidRPr="00BF001B">
              <w:rPr>
                <w:lang w:val="en-US"/>
              </w:rPr>
              <w:t>Maint</w:t>
            </w:r>
            <w:r>
              <w:rPr>
                <w:lang w:val="en-US"/>
              </w:rPr>
              <w:t>ena</w:t>
            </w:r>
            <w:r w:rsidRPr="00BF001B">
              <w:rPr>
                <w:lang w:val="en-US"/>
              </w:rPr>
              <w:t>bility</w:t>
            </w:r>
            <w:proofErr w:type="spellEnd"/>
            <w:r w:rsidRPr="00BF001B">
              <w:rPr>
                <w:lang w:val="en-US"/>
              </w:rPr>
              <w:t xml:space="preserve"> (ARAMS)</w:t>
            </w:r>
          </w:p>
        </w:tc>
      </w:tr>
      <w:tr w:rsidR="00335AA2" w:rsidRPr="000226A1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E58.1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0226A1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E95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 xml:space="preserve">Human Interface Specification (HCI) </w:t>
            </w:r>
          </w:p>
        </w:tc>
      </w:tr>
      <w:tr w:rsidR="00335AA2" w:rsidRPr="00C57903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Object Based Equipment Model (OBEM)</w:t>
            </w:r>
          </w:p>
        </w:tc>
      </w:tr>
      <w:tr w:rsidR="00335AA2" w:rsidRPr="000226A1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E98.1</w:t>
            </w:r>
          </w:p>
        </w:tc>
        <w:tc>
          <w:tcPr>
            <w:tcW w:w="1559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0226A1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C57903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0226A1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E99</w:t>
            </w:r>
          </w:p>
        </w:tc>
        <w:tc>
          <w:tcPr>
            <w:tcW w:w="1559" w:type="dxa"/>
          </w:tcPr>
          <w:p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EA4C9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0226A1">
              <w:rPr>
                <w:lang w:val="en-US"/>
              </w:rPr>
              <w:t>0303 Carrier ID Reader/Writer (CIDRW) Only for Reticle Pods</w:t>
            </w:r>
          </w:p>
        </w:tc>
      </w:tr>
      <w:tr w:rsidR="00335AA2" w:rsidRPr="00C57903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Reticle and Pod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(RPMS) 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E109.1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Equipment Performance Tracking (EPT)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E116.1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Common Equipment Model (CEM)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E120.1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C57903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XML Style and Usage for Semiconductor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</w:t>
            </w:r>
            <w:proofErr w:type="spellStart"/>
            <w:r w:rsidRPr="00455AD5">
              <w:rPr>
                <w:lang w:val="en-US"/>
              </w:rPr>
              <w:t>Self Description</w:t>
            </w:r>
            <w:proofErr w:type="spellEnd"/>
            <w:r w:rsidRPr="00455AD5">
              <w:rPr>
                <w:lang w:val="en-US"/>
              </w:rPr>
              <w:t xml:space="preserve"> (</w:t>
            </w:r>
            <w:proofErr w:type="spellStart"/>
            <w:r w:rsidRPr="00455AD5">
              <w:rPr>
                <w:lang w:val="en-US"/>
              </w:rPr>
              <w:t>EqSD</w:t>
            </w:r>
            <w:proofErr w:type="spellEnd"/>
            <w:r w:rsidRPr="00455AD5">
              <w:rPr>
                <w:lang w:val="en-US"/>
              </w:rPr>
              <w:t xml:space="preserve">)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E125.1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 </w:t>
            </w:r>
          </w:p>
        </w:tc>
      </w:tr>
      <w:tr w:rsidR="00335AA2" w:rsidRPr="00C57903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E126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EA122C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>Equipment Quality Information Parameters (EQIP)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E128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t>XML Message Structure</w:t>
            </w:r>
          </w:p>
        </w:tc>
      </w:tr>
      <w:tr w:rsidR="00335AA2" w:rsidRPr="00C57903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Equipment Client Authentication and Authorization (ECA)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E132.1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 xml:space="preserve">Data Collection </w:t>
            </w:r>
            <w:r>
              <w:rPr>
                <w:lang w:val="en-US"/>
              </w:rPr>
              <w:t xml:space="preserve">Management </w:t>
            </w:r>
            <w:r w:rsidRPr="00455AD5">
              <w:rPr>
                <w:lang w:val="en-US"/>
              </w:rPr>
              <w:t xml:space="preserve"> (DCM) </w:t>
            </w:r>
          </w:p>
        </w:tc>
      </w:tr>
      <w:tr w:rsidR="00335AA2" w:rsidRPr="00455AD5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E134.1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tabs>
                <w:tab w:val="center" w:pos="237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E138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t xml:space="preserve">XML </w:t>
            </w:r>
            <w:proofErr w:type="spellStart"/>
            <w:r>
              <w:t>Semiconductor</w:t>
            </w:r>
            <w:proofErr w:type="spellEnd"/>
            <w:r>
              <w:t xml:space="preserve"> Common Components</w:t>
            </w:r>
          </w:p>
        </w:tc>
      </w:tr>
      <w:tr w:rsidR="00335AA2" w:rsidRPr="00C57903" w:rsidTr="00FE29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D97B0E" w:rsidRDefault="00335AA2" w:rsidP="00FE29E5">
            <w:pPr>
              <w:rPr>
                <w:color w:val="3333FF"/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EA122C" w:rsidRDefault="00335AA2" w:rsidP="00FE29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A122C">
              <w:rPr>
                <w:lang w:val="en-US"/>
              </w:rPr>
              <w:t xml:space="preserve">Recipe and Parameter </w:t>
            </w:r>
            <w:r>
              <w:rPr>
                <w:lang w:val="en-US"/>
              </w:rPr>
              <w:t xml:space="preserve">Management </w:t>
            </w:r>
            <w:r w:rsidRPr="00EA122C">
              <w:rPr>
                <w:lang w:val="en-US"/>
              </w:rPr>
              <w:t xml:space="preserve"> (</w:t>
            </w:r>
            <w:proofErr w:type="spellStart"/>
            <w:r w:rsidRPr="00EA122C">
              <w:rPr>
                <w:lang w:val="en-US"/>
              </w:rPr>
              <w:t>RaP</w:t>
            </w:r>
            <w:proofErr w:type="spellEnd"/>
            <w:r w:rsidRPr="00EA122C">
              <w:rPr>
                <w:lang w:val="en-US"/>
              </w:rPr>
              <w:t>)</w:t>
            </w:r>
          </w:p>
        </w:tc>
      </w:tr>
      <w:tr w:rsidR="00335AA2" w:rsidRPr="00455AD5" w:rsidTr="00FE2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335AA2" w:rsidRPr="00455AD5" w:rsidRDefault="00335AA2" w:rsidP="00FE29E5">
            <w:pPr>
              <w:rPr>
                <w:lang w:val="en-US"/>
              </w:rPr>
            </w:pPr>
          </w:p>
        </w:tc>
        <w:tc>
          <w:tcPr>
            <w:tcW w:w="1467" w:type="dxa"/>
          </w:tcPr>
          <w:p w:rsidR="00335AA2" w:rsidRPr="00455AD5" w:rsidRDefault="00335AA2" w:rsidP="00FE29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55AD5">
              <w:rPr>
                <w:lang w:val="en-US"/>
              </w:rPr>
              <w:t>E139.1</w:t>
            </w:r>
          </w:p>
        </w:tc>
        <w:tc>
          <w:tcPr>
            <w:tcW w:w="1559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5245" w:type="dxa"/>
          </w:tcPr>
          <w:p w:rsidR="00335AA2" w:rsidRPr="00455AD5" w:rsidRDefault="00335AA2" w:rsidP="00FE29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335AA2" w:rsidRDefault="00335AA2" w:rsidP="00335AA2">
      <w:pPr>
        <w:rPr>
          <w:lang w:val="en-US"/>
        </w:rPr>
      </w:pPr>
    </w:p>
    <w:p w:rsidR="00335AA2" w:rsidRDefault="00335AA2">
      <w:pPr>
        <w:rPr>
          <w:lang w:val="en-US"/>
        </w:rPr>
      </w:pPr>
      <w:r>
        <w:rPr>
          <w:lang w:val="en-US"/>
        </w:rPr>
        <w:br w:type="page"/>
      </w:r>
    </w:p>
    <w:p w:rsidR="00F24772" w:rsidRDefault="00F24772" w:rsidP="00455AD5">
      <w:pPr>
        <w:rPr>
          <w:lang w:val="en-US"/>
        </w:rPr>
      </w:pPr>
    </w:p>
    <w:p w:rsidR="00F24772" w:rsidRPr="00F24772" w:rsidRDefault="00F24772" w:rsidP="00335AA2">
      <w:pPr>
        <w:pStyle w:val="Titre1"/>
        <w:numPr>
          <w:ilvl w:val="0"/>
          <w:numId w:val="3"/>
        </w:numPr>
      </w:pPr>
      <w:r w:rsidRPr="00F24772">
        <w:t>GEM COMPLIANCE STATEMENT</w:t>
      </w:r>
    </w:p>
    <w:p w:rsidR="00F24772" w:rsidRDefault="00643B56" w:rsidP="00455AD5">
      <w:pPr>
        <w:rPr>
          <w:lang w:val="en-US"/>
        </w:rPr>
      </w:pPr>
      <w:r>
        <w:rPr>
          <w:lang w:val="en-US"/>
        </w:rPr>
        <w:t xml:space="preserve">Answer </w:t>
      </w:r>
      <w:r w:rsidR="008D4A54">
        <w:rPr>
          <w:lang w:val="en-US"/>
        </w:rPr>
        <w:t>yes</w:t>
      </w:r>
      <w:r>
        <w:rPr>
          <w:lang w:val="en-US"/>
        </w:rPr>
        <w:t xml:space="preserve"> or </w:t>
      </w:r>
      <w:r w:rsidR="008D4A54">
        <w:rPr>
          <w:lang w:val="en-US"/>
        </w:rPr>
        <w:t>no</w:t>
      </w:r>
      <w:r>
        <w:rPr>
          <w:lang w:val="en-US"/>
        </w:rPr>
        <w:t xml:space="preserve"> in support and compliant column</w:t>
      </w:r>
    </w:p>
    <w:p w:rsidR="00404118" w:rsidRDefault="00404118" w:rsidP="00455AD5">
      <w:pPr>
        <w:rPr>
          <w:lang w:val="en-US"/>
        </w:rPr>
      </w:pPr>
      <w:r>
        <w:t xml:space="preserve">GEM compliance </w:t>
      </w:r>
      <w:proofErr w:type="spellStart"/>
      <w:r>
        <w:t>statement</w:t>
      </w:r>
      <w:proofErr w:type="spellEnd"/>
      <w:r>
        <w:t xml:space="preserve"> (SEMI E30)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074"/>
        <w:gridCol w:w="1184"/>
        <w:gridCol w:w="1080"/>
        <w:gridCol w:w="3150"/>
      </w:tblGrid>
      <w:tr w:rsidR="00ED5080" w:rsidRPr="00ED5080" w:rsidTr="009D5F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:rsidR="00ED5080" w:rsidRPr="00ED5080" w:rsidRDefault="00ED5080" w:rsidP="00D52CCC">
            <w:pPr>
              <w:jc w:val="center"/>
              <w:rPr>
                <w:lang w:val="en-US"/>
              </w:rPr>
            </w:pPr>
            <w:r w:rsidRPr="00ED5080">
              <w:rPr>
                <w:lang w:val="en-US"/>
              </w:rPr>
              <w:t>FUNDAMENTAL REQUIREMENTS</w:t>
            </w:r>
            <w:r w:rsidR="00630620">
              <w:rPr>
                <w:lang w:val="en-US"/>
              </w:rPr>
              <w:t xml:space="preserve"> </w:t>
            </w:r>
            <w:r w:rsidR="00630620" w:rsidRPr="00C97C6C">
              <w:rPr>
                <w:b w:val="0"/>
                <w:lang w:val="en-US"/>
              </w:rPr>
              <w:t>(titles are in italic)</w:t>
            </w:r>
          </w:p>
        </w:tc>
        <w:tc>
          <w:tcPr>
            <w:tcW w:w="1184" w:type="dxa"/>
            <w:vAlign w:val="center"/>
          </w:tcPr>
          <w:p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SxFy</w:t>
            </w:r>
          </w:p>
        </w:tc>
        <w:tc>
          <w:tcPr>
            <w:tcW w:w="1080" w:type="dxa"/>
            <w:vAlign w:val="center"/>
          </w:tcPr>
          <w:p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Support</w:t>
            </w:r>
          </w:p>
        </w:tc>
        <w:tc>
          <w:tcPr>
            <w:tcW w:w="3150" w:type="dxa"/>
            <w:vAlign w:val="center"/>
          </w:tcPr>
          <w:p w:rsidR="00ED5080" w:rsidRPr="00C97C6C" w:rsidRDefault="00ED5080" w:rsidP="00D52C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lang w:val="en-US"/>
              </w:rPr>
            </w:pPr>
            <w:r w:rsidRPr="00C97C6C">
              <w:rPr>
                <w:caps/>
                <w:lang w:val="en-US"/>
              </w:rPr>
              <w:t>Compliant</w:t>
            </w: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2E4A68" w:rsidRDefault="00ED5080" w:rsidP="00B411A7">
            <w:pPr>
              <w:rPr>
                <w:b w:val="0"/>
                <w:i/>
                <w:lang w:val="en-US"/>
              </w:rPr>
            </w:pPr>
            <w:r w:rsidRPr="002E4A68">
              <w:rPr>
                <w:b w:val="0"/>
                <w:i/>
                <w:lang w:val="en-US"/>
              </w:rPr>
              <w:t xml:space="preserve">State Models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Communications State Model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Control State Model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Queue State Model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2E4A68" w:rsidP="009D5F7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9D5F77" w:rsidRPr="00ED5080">
              <w:rPr>
                <w:lang w:val="en-US"/>
              </w:rPr>
              <w:t>System State Model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Service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System Reservation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F36F23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Equipment Processing States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C57903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Processing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Pr="00A7577B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9D5F77" w:rsidRPr="00C57903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D5F77" w:rsidRPr="00ED5080" w:rsidRDefault="009D5F77" w:rsidP="009D5F7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Process State Model - Halting Status</w:t>
            </w:r>
          </w:p>
        </w:tc>
        <w:tc>
          <w:tcPr>
            <w:tcW w:w="1184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9D5F77" w:rsidRPr="00A7577B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GB"/>
              </w:rPr>
            </w:pPr>
          </w:p>
        </w:tc>
        <w:tc>
          <w:tcPr>
            <w:tcW w:w="3150" w:type="dxa"/>
          </w:tcPr>
          <w:p w:rsidR="009D5F77" w:rsidRPr="00ED5080" w:rsidRDefault="009D5F77" w:rsidP="009D5F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Host Initiated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S1F13/F14 Sce</w:t>
            </w:r>
            <w:r w:rsidR="00190FA7">
              <w:rPr>
                <w:lang w:val="en-US"/>
              </w:rPr>
              <w:t>na</w:t>
            </w:r>
            <w:r w:rsidRPr="00ED5080">
              <w:rPr>
                <w:lang w:val="en-US"/>
              </w:rPr>
              <w:t>rio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Establish Communications Request (CR)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0625E6">
            <w:pPr>
              <w:rPr>
                <w:b w:val="0"/>
                <w:i/>
                <w:sz w:val="18"/>
                <w:szCs w:val="18"/>
                <w:lang w:val="en-US"/>
              </w:rPr>
            </w:pPr>
            <w:r w:rsidRPr="00630620">
              <w:rPr>
                <w:b w:val="0"/>
                <w:i/>
                <w:szCs w:val="18"/>
                <w:lang w:val="en-US"/>
              </w:rPr>
              <w:t xml:space="preserve">Event </w:t>
            </w:r>
            <w:r w:rsidR="000625E6" w:rsidRPr="00630620">
              <w:rPr>
                <w:b w:val="0"/>
                <w:i/>
                <w:szCs w:val="18"/>
                <w:lang w:val="en-US"/>
              </w:rPr>
              <w:t>ident</w:t>
            </w:r>
            <w:r w:rsidRPr="00630620">
              <w:rPr>
                <w:b w:val="0"/>
                <w:i/>
                <w:szCs w:val="18"/>
                <w:lang w:val="en-US"/>
              </w:rPr>
              <w:t xml:space="preserve">ification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Discrete Variable Data Send (DVS)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Multi-block Data Send Inquire (MBI)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S6F5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Formatted Variable Send (FVS)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S6F9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Event Report Send (EVS)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</w:t>
            </w:r>
            <w:r w:rsidR="00190FA7">
              <w:rPr>
                <w:lang w:val="en-US"/>
              </w:rPr>
              <w:t>n</w:t>
            </w:r>
            <w:r w:rsidRPr="00ED5080">
              <w:rPr>
                <w:lang w:val="en-US"/>
              </w:rPr>
              <w:t>n</w:t>
            </w:r>
            <w:r w:rsidR="000625E6">
              <w:rPr>
                <w:lang w:val="en-US"/>
              </w:rPr>
              <w:t>o</w:t>
            </w:r>
            <w:r w:rsidRPr="00ED5080">
              <w:rPr>
                <w:lang w:val="en-US"/>
              </w:rPr>
              <w:t>tated Event Report Send (AERS)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S6F13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On-Line Identification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Loop Back Diag</w:t>
            </w:r>
            <w:r w:rsidR="000625E6">
              <w:rPr>
                <w:lang w:val="en-US"/>
              </w:rPr>
              <w:t>no</w:t>
            </w:r>
            <w:r w:rsidRPr="00ED5080">
              <w:rPr>
                <w:lang w:val="en-US"/>
              </w:rPr>
              <w:t>stic Request (LDR)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S2F25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Error Messages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Device ID (UDN)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Stream Type (USN)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Unrecognized Function Type (UFN)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S9F5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Illegal Data (IDN)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 xml:space="preserve">S9F7 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Transaction Timer Timeout (TTN)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S9F9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Data Too Long (DLN)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Conversation Timeout (CTN)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S9F13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630620" w:rsidRDefault="00ED5080" w:rsidP="00ED5080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(Operator Initiated)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D5080" w:rsidRPr="00ED5080" w:rsidTr="009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ED5080" w:rsidRPr="00ED5080" w:rsidRDefault="00ED5080" w:rsidP="00B411A7">
            <w:pPr>
              <w:rPr>
                <w:lang w:val="en-US"/>
              </w:rPr>
            </w:pPr>
            <w:r w:rsidRPr="00ED5080">
              <w:rPr>
                <w:lang w:val="en-US"/>
              </w:rPr>
              <w:t xml:space="preserve"> Are You There Request (R) (Attempt On-Line) </w:t>
            </w:r>
          </w:p>
        </w:tc>
        <w:tc>
          <w:tcPr>
            <w:tcW w:w="1184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D5080">
              <w:rPr>
                <w:lang w:val="en-US"/>
              </w:rPr>
              <w:t>S1F1</w:t>
            </w:r>
          </w:p>
        </w:tc>
        <w:tc>
          <w:tcPr>
            <w:tcW w:w="1080" w:type="dxa"/>
          </w:tcPr>
          <w:p w:rsidR="00ED5080" w:rsidRPr="00D97B0E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3150" w:type="dxa"/>
          </w:tcPr>
          <w:p w:rsidR="00ED5080" w:rsidRPr="00ED5080" w:rsidRDefault="00ED508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0B793A" w:rsidRDefault="000B793A" w:rsidP="00ED5080">
      <w:pPr>
        <w:rPr>
          <w:lang w:val="en-US"/>
        </w:rPr>
      </w:pPr>
    </w:p>
    <w:p w:rsidR="001641D7" w:rsidRDefault="001641D7" w:rsidP="00ED5080">
      <w:pPr>
        <w:rPr>
          <w:lang w:val="en-US"/>
        </w:rPr>
      </w:pPr>
    </w:p>
    <w:p w:rsidR="001641D7" w:rsidRDefault="00C777DF" w:rsidP="00ED5080">
      <w:pPr>
        <w:rPr>
          <w:lang w:val="en-US"/>
        </w:rPr>
      </w:pPr>
      <w:r w:rsidRPr="00554DB4">
        <w:rPr>
          <w:lang w:val="en-US"/>
        </w:rPr>
        <w:lastRenderedPageBreak/>
        <w:t>Table 1.5 Additio</w:t>
      </w:r>
      <w:r w:rsidR="00B121EB">
        <w:rPr>
          <w:lang w:val="en-US"/>
        </w:rPr>
        <w:t>na</w:t>
      </w:r>
      <w:r w:rsidRPr="00554DB4">
        <w:rPr>
          <w:lang w:val="en-US"/>
        </w:rPr>
        <w:t>l GEM compliance statement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4390"/>
        <w:gridCol w:w="1984"/>
        <w:gridCol w:w="992"/>
        <w:gridCol w:w="1134"/>
      </w:tblGrid>
      <w:tr w:rsidR="00784FD1" w:rsidRPr="00630620" w:rsidTr="00F930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Establish Communications</w:t>
            </w:r>
          </w:p>
        </w:tc>
        <w:tc>
          <w:tcPr>
            <w:tcW w:w="1984" w:type="dxa"/>
          </w:tcPr>
          <w:p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630620" w:rsidRDefault="00784FD1" w:rsidP="00B411A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Establish Communications Request (CR)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S1F13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Are You There Request (R) (Heartbeat)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S1F1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630620" w:rsidRDefault="00784FD1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Dy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mic Event Report Configuration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630620">
              <w:rPr>
                <w:lang w:val="en-US"/>
              </w:rPr>
              <w:t xml:space="preserve">Define Report (DR) </w:t>
            </w:r>
          </w:p>
        </w:tc>
        <w:tc>
          <w:tcPr>
            <w:tcW w:w="1984" w:type="dxa"/>
          </w:tcPr>
          <w:p w:rsidR="00784FD1" w:rsidRPr="00784FD1" w:rsidRDefault="00630620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S2F33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Link Event Report (LER)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S2F35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="00784FD1" w:rsidRPr="00784FD1">
              <w:rPr>
                <w:lang w:val="en-US"/>
              </w:rPr>
              <w:t xml:space="preserve">ble/Disable Event Report (EDER)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S2F37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784FD1" w:rsidRPr="00784FD1" w:rsidTr="00F9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784FD1" w:rsidRPr="00784FD1" w:rsidRDefault="002E4A68" w:rsidP="00B411A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84FD1" w:rsidRPr="00784FD1">
              <w:rPr>
                <w:lang w:val="en-US"/>
              </w:rPr>
              <w:t xml:space="preserve">Multi-block Inquire (DMBI) </w:t>
            </w:r>
          </w:p>
        </w:tc>
        <w:tc>
          <w:tcPr>
            <w:tcW w:w="198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784FD1">
              <w:rPr>
                <w:lang w:val="en-US"/>
              </w:rPr>
              <w:t>S2F39</w:t>
            </w:r>
          </w:p>
        </w:tc>
        <w:tc>
          <w:tcPr>
            <w:tcW w:w="992" w:type="dxa"/>
          </w:tcPr>
          <w:p w:rsidR="00784FD1" w:rsidRPr="00D97B0E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784FD1" w:rsidRPr="00784FD1" w:rsidRDefault="00784FD1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Variable Data Collection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Event Report Request (ERR)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S6F15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Event Report Request (AERR)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S6F17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Individual Report Request (IRR)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S6F19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r w:rsidR="00B121EB">
              <w:rPr>
                <w:lang w:val="en-US"/>
              </w:rPr>
              <w:t>Annotated</w:t>
            </w:r>
            <w:r w:rsidRPr="00A30BA2">
              <w:rPr>
                <w:lang w:val="en-US"/>
              </w:rPr>
              <w:t xml:space="preserve"> Individual Report Request (AIRR)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S6F21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Trace Data Collection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Initialize Send (TIS)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S2F23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630620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Trace Data Send (TDS) S6F1</w:t>
            </w:r>
          </w:p>
        </w:tc>
        <w:tc>
          <w:tcPr>
            <w:tcW w:w="1984" w:type="dxa"/>
          </w:tcPr>
          <w:p w:rsidR="00A30BA2" w:rsidRPr="00A30BA2" w:rsidRDefault="00630620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S6F1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Status Data Collection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Selected Equipment Status Report (SSR)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S1F3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Status Variable </w:t>
            </w:r>
            <w:proofErr w:type="spellStart"/>
            <w:r w:rsidR="00B121EB">
              <w:rPr>
                <w:lang w:val="en-US"/>
              </w:rPr>
              <w:t>na</w:t>
            </w:r>
            <w:r w:rsidRPr="00A30BA2">
              <w:rPr>
                <w:lang w:val="en-US"/>
              </w:rPr>
              <w:t>melist</w:t>
            </w:r>
            <w:proofErr w:type="spellEnd"/>
            <w:r w:rsidRPr="00A30BA2">
              <w:rPr>
                <w:lang w:val="en-US"/>
              </w:rPr>
              <w:t xml:space="preserve"> Request (SVNR)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S1F11 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Alarm Ma</w:t>
            </w:r>
            <w:r w:rsidR="000625E6" w:rsidRPr="00630620">
              <w:rPr>
                <w:b w:val="0"/>
                <w:i/>
                <w:lang w:val="en-US"/>
              </w:rPr>
              <w:t>na</w:t>
            </w:r>
            <w:r w:rsidRPr="00630620">
              <w:rPr>
                <w:b w:val="0"/>
                <w:i/>
                <w:lang w:val="en-US"/>
              </w:rPr>
              <w:t>gement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Alarm Report Send (ARS)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S5F1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</w:t>
            </w:r>
            <w:proofErr w:type="spellStart"/>
            <w:r w:rsidRPr="00A30BA2">
              <w:rPr>
                <w:lang w:val="en-US"/>
              </w:rPr>
              <w:t>E</w:t>
            </w:r>
            <w:r w:rsidR="000625E6">
              <w:rPr>
                <w:lang w:val="en-US"/>
              </w:rPr>
              <w:t>na</w:t>
            </w:r>
            <w:r w:rsidRPr="00A30BA2">
              <w:rPr>
                <w:lang w:val="en-US"/>
              </w:rPr>
              <w:t>ble.Disable</w:t>
            </w:r>
            <w:proofErr w:type="spellEnd"/>
            <w:r w:rsidRPr="00A30BA2">
              <w:rPr>
                <w:lang w:val="en-US"/>
              </w:rPr>
              <w:t xml:space="preserve"> Alarm Send (EAS)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S5F3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Alarm Request (LAR)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S5F5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E</w:t>
            </w:r>
            <w:r w:rsidR="000625E6">
              <w:rPr>
                <w:lang w:val="en-US"/>
              </w:rPr>
              <w:t>nab</w:t>
            </w:r>
            <w:r w:rsidRPr="00A30BA2">
              <w:rPr>
                <w:lang w:val="en-US"/>
              </w:rPr>
              <w:t>led Alarm Request (LEAR)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S5F7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630620" w:rsidRDefault="00A30BA2" w:rsidP="00B411A7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Remote Control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A30BA2" w:rsidRPr="00F36F23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30BA2" w:rsidRPr="00A30BA2" w:rsidRDefault="00A30BA2" w:rsidP="00B411A7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Host Command Sent (HCS) </w:t>
            </w:r>
          </w:p>
        </w:tc>
        <w:tc>
          <w:tcPr>
            <w:tcW w:w="198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S2F41</w:t>
            </w:r>
          </w:p>
        </w:tc>
        <w:tc>
          <w:tcPr>
            <w:tcW w:w="992" w:type="dxa"/>
          </w:tcPr>
          <w:p w:rsidR="00A30BA2" w:rsidRPr="00D97B0E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A30BA2" w:rsidRPr="00A30BA2" w:rsidRDefault="00A30BA2" w:rsidP="00B411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Wafer Table Cleaning Request (WTCR)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S3F67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Inline Immersion Cleaning Request (IICR)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S3F69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Equipment Constants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Request (ECR)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New Equipment Constant Send (ECS)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S2F15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Equipment Constant </w:t>
            </w:r>
            <w:proofErr w:type="spellStart"/>
            <w:r w:rsidRPr="00A30BA2">
              <w:rPr>
                <w:lang w:val="en-US"/>
              </w:rPr>
              <w:t>me</w:t>
            </w:r>
            <w:r>
              <w:rPr>
                <w:lang w:val="en-US"/>
              </w:rPr>
              <w:t>ta</w:t>
            </w:r>
            <w:r w:rsidRPr="00A30BA2">
              <w:rPr>
                <w:lang w:val="en-US"/>
              </w:rPr>
              <w:t>list</w:t>
            </w:r>
            <w:proofErr w:type="spellEnd"/>
            <w:r w:rsidRPr="00A30BA2">
              <w:rPr>
                <w:lang w:val="en-US"/>
              </w:rPr>
              <w:t xml:space="preserve"> Request (ECNR)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S2F29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Process Program Management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Inquire (PPI)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Send (PPS)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Load Request (PPR)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Process Program Send (DPS)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Current EPPD Request (RER)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S7F19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Process Program Information Request (PPIR)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S7F65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Send (FPS)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S7F23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Formatted Process Program Request (FPR)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lastRenderedPageBreak/>
              <w:t xml:space="preserve"> Process Program Verification Send (PVS)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S7F27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(VRS)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S7F31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Send Special (CDSS)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S7F73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 Request Special (CDRS)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S7F75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Documentation Verification Send Special (CDVSS)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S7F77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Compressed Verification Request Send Special (CVRSS)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S7F81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Send Special (DSS)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S7F83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Request Special (DRS)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Document Verification Send Special (DVSS)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S7F87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Verification Request Send Special (VRSS)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S7F91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Delete Document Send Special (DDSS)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S7F93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List Document Send Special (LDSS)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S7F95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Equipment Terminal Services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Request (TRN)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S10F1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Single (VTN)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S10F3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Termi</w:t>
            </w:r>
            <w:r>
              <w:rPr>
                <w:lang w:val="en-US"/>
              </w:rPr>
              <w:t>na</w:t>
            </w:r>
            <w:r w:rsidRPr="00A30BA2">
              <w:rPr>
                <w:lang w:val="en-US"/>
              </w:rPr>
              <w:t xml:space="preserve">l Display, Multi-Block (VTN)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S10F5 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Bro</w:t>
            </w:r>
            <w:r>
              <w:rPr>
                <w:lang w:val="en-US"/>
              </w:rPr>
              <w:t>adcast (BCN)</w:t>
            </w:r>
            <w:r w:rsidRPr="00A30BA2">
              <w:rPr>
                <w:lang w:val="en-US"/>
              </w:rPr>
              <w:t xml:space="preserve">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S10F9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Clock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Request (DTR)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 xml:space="preserve"> S2F17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A30BA2" w:rsidTr="0022371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A30BA2" w:rsidRDefault="00D97B0E" w:rsidP="00D97B0E">
            <w:pPr>
              <w:rPr>
                <w:lang w:val="en-US"/>
              </w:rPr>
            </w:pPr>
            <w:r w:rsidRPr="00A30BA2">
              <w:rPr>
                <w:lang w:val="en-US"/>
              </w:rPr>
              <w:t xml:space="preserve"> Date and Time Set Request (DTS) </w:t>
            </w:r>
          </w:p>
        </w:tc>
        <w:tc>
          <w:tcPr>
            <w:tcW w:w="198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30BA2">
              <w:rPr>
                <w:lang w:val="en-US"/>
              </w:rPr>
              <w:t>S2F31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A30BA2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Limits Monitoring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Spooling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 xml:space="preserve">Spooling State Model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Reset Spooling Stream and Function (RSSF)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 xml:space="preserve"> S2F43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Spooled Data (RSD)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S6F23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630620" w:rsidRDefault="00D97B0E" w:rsidP="00D97B0E">
            <w:pPr>
              <w:rPr>
                <w:b w:val="0"/>
                <w:i/>
                <w:lang w:val="en-US"/>
              </w:rPr>
            </w:pPr>
            <w:r w:rsidRPr="00630620">
              <w:rPr>
                <w:b w:val="0"/>
                <w:i/>
                <w:lang w:val="en-US"/>
              </w:rPr>
              <w:t>Control (Host Initiated)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Offline (ROFL)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S1F15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D97B0E" w:rsidRPr="00D8135F" w:rsidTr="00D813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D97B0E" w:rsidRPr="00D8135F" w:rsidRDefault="00D97B0E" w:rsidP="00D97B0E">
            <w:pPr>
              <w:rPr>
                <w:lang w:val="en-US"/>
              </w:rPr>
            </w:pPr>
            <w:r w:rsidRPr="00D8135F">
              <w:rPr>
                <w:lang w:val="en-US"/>
              </w:rPr>
              <w:t xml:space="preserve"> Request Online (RONL) </w:t>
            </w:r>
          </w:p>
        </w:tc>
        <w:tc>
          <w:tcPr>
            <w:tcW w:w="198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D8135F">
              <w:rPr>
                <w:lang w:val="en-US"/>
              </w:rPr>
              <w:t>S1F17</w:t>
            </w:r>
          </w:p>
        </w:tc>
        <w:tc>
          <w:tcPr>
            <w:tcW w:w="992" w:type="dxa"/>
          </w:tcPr>
          <w:p w:rsidR="00D97B0E" w:rsidRPr="00D97B0E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FF"/>
                <w:lang w:val="en-US"/>
              </w:rPr>
            </w:pPr>
          </w:p>
        </w:tc>
        <w:tc>
          <w:tcPr>
            <w:tcW w:w="1134" w:type="dxa"/>
          </w:tcPr>
          <w:p w:rsidR="00D97B0E" w:rsidRPr="00D8135F" w:rsidRDefault="00D97B0E" w:rsidP="00D97B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</w:tbl>
    <w:p w:rsidR="00D8135F" w:rsidRDefault="00D8135F" w:rsidP="00D8135F">
      <w:pPr>
        <w:rPr>
          <w:u w:val="single"/>
          <w:lang w:val="en-US"/>
        </w:rPr>
      </w:pPr>
    </w:p>
    <w:p w:rsidR="009976F3" w:rsidRDefault="009976F3" w:rsidP="00D8135F">
      <w:pPr>
        <w:rPr>
          <w:u w:val="single"/>
          <w:lang w:val="en-US"/>
        </w:rPr>
      </w:pPr>
    </w:p>
    <w:p w:rsidR="00335AA2" w:rsidRDefault="00335AA2">
      <w:pPr>
        <w:rPr>
          <w:u w:val="single"/>
          <w:lang w:val="en-US"/>
        </w:rPr>
      </w:pPr>
      <w:r>
        <w:rPr>
          <w:u w:val="single"/>
          <w:lang w:val="en-US"/>
        </w:rPr>
        <w:br w:type="page"/>
      </w:r>
    </w:p>
    <w:p w:rsidR="00F36F23" w:rsidRPr="000625E6" w:rsidRDefault="00F36F23" w:rsidP="00D8135F">
      <w:pPr>
        <w:rPr>
          <w:u w:val="single"/>
          <w:lang w:val="en-US"/>
        </w:rPr>
      </w:pPr>
    </w:p>
    <w:p w:rsidR="008963E7" w:rsidRPr="00BC7123" w:rsidRDefault="00D3477B" w:rsidP="00335AA2">
      <w:pPr>
        <w:pStyle w:val="Titre1"/>
        <w:numPr>
          <w:ilvl w:val="0"/>
          <w:numId w:val="3"/>
        </w:numPr>
        <w:rPr>
          <w:caps/>
        </w:rPr>
      </w:pPr>
      <w:r w:rsidRPr="00BC7123">
        <w:rPr>
          <w:caps/>
        </w:rPr>
        <w:t>Add tables of o</w:t>
      </w:r>
      <w:r w:rsidR="000625E6" w:rsidRPr="00BC7123">
        <w:rPr>
          <w:caps/>
        </w:rPr>
        <w:t xml:space="preserve">ther </w:t>
      </w:r>
      <w:r w:rsidR="001F4F3E" w:rsidRPr="00BC7123">
        <w:rPr>
          <w:caps/>
        </w:rPr>
        <w:t xml:space="preserve">available </w:t>
      </w:r>
      <w:r w:rsidR="000625E6" w:rsidRPr="00BC7123">
        <w:rPr>
          <w:caps/>
        </w:rPr>
        <w:t xml:space="preserve">compliance </w:t>
      </w:r>
      <w:r w:rsidR="00193C18" w:rsidRPr="00BC7123">
        <w:rPr>
          <w:caps/>
        </w:rPr>
        <w:t>statements</w:t>
      </w:r>
      <w:r w:rsidR="008963E7" w:rsidRPr="00BC7123">
        <w:rPr>
          <w:caps/>
        </w:rPr>
        <w:t xml:space="preserve"> </w:t>
      </w:r>
    </w:p>
    <w:p w:rsidR="008963E7" w:rsidRDefault="008963E7" w:rsidP="00D8135F">
      <w:pPr>
        <w:rPr>
          <w:lang w:val="en-US"/>
        </w:rPr>
      </w:pPr>
      <w:r w:rsidRPr="008963E7">
        <w:rPr>
          <w:lang w:val="en-US"/>
        </w:rPr>
        <w:t>Object Services Standard compliance statement (SEMI E39)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980"/>
        <w:gridCol w:w="990"/>
        <w:gridCol w:w="1170"/>
      </w:tblGrid>
      <w:tr w:rsidR="00D97B0E" w:rsidRPr="00D97B0E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:rsidTr="00223713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BB303C">
            <w:pPr>
              <w:rPr>
                <w:rFonts w:cstheme="minorHAnsi"/>
                <w:color w:val="3333FF"/>
              </w:rPr>
            </w:pPr>
          </w:p>
        </w:tc>
      </w:tr>
    </w:tbl>
    <w:p w:rsidR="00223713" w:rsidRDefault="00223713" w:rsidP="00D8135F">
      <w:pPr>
        <w:rPr>
          <w:lang w:val="en-US"/>
        </w:rPr>
      </w:pPr>
    </w:p>
    <w:p w:rsidR="008963E7" w:rsidRDefault="008963E7" w:rsidP="00D8135F">
      <w:pPr>
        <w:rPr>
          <w:lang w:val="en-US"/>
        </w:rPr>
      </w:pPr>
      <w:r w:rsidRPr="008963E7">
        <w:rPr>
          <w:lang w:val="en-US"/>
        </w:rPr>
        <w:t>Processing Management compliance statement (SEMI E40)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D97B0E" w:rsidRPr="00F36F23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280073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280073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D97B0E" w:rsidRPr="00D97B0E" w:rsidTr="00EA7EF8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2763D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EA7EF8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:rsidR="00E2763D" w:rsidRDefault="00E2763D" w:rsidP="00D8135F">
      <w:pPr>
        <w:rPr>
          <w:lang w:val="en-US"/>
        </w:rPr>
      </w:pPr>
    </w:p>
    <w:p w:rsidR="008963E7" w:rsidRPr="00F36F23" w:rsidRDefault="008963E7" w:rsidP="00D8135F">
      <w:r w:rsidRPr="00F36F23">
        <w:t>Exception Management (SEMI E41)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:rsidR="00F36F23" w:rsidRDefault="00F36F23" w:rsidP="00D8135F"/>
    <w:p w:rsidR="008963E7" w:rsidRPr="00F36F23" w:rsidRDefault="008963E7" w:rsidP="00D8135F">
      <w:r w:rsidRPr="00F36F23">
        <w:t xml:space="preserve">Carrier Management compliance </w:t>
      </w:r>
      <w:proofErr w:type="spellStart"/>
      <w:r w:rsidRPr="00F36F23">
        <w:t>statement</w:t>
      </w:r>
      <w:proofErr w:type="spellEnd"/>
      <w:r w:rsidRPr="00F36F23">
        <w:t xml:space="preserve"> (SEMI E87)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</w:tr>
      <w:tr w:rsidR="00D97B0E" w:rsidRPr="00F36F23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F36F23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keepNext/>
              <w:keepLines/>
              <w:tabs>
                <w:tab w:val="left" w:pos="2741"/>
                <w:tab w:val="left" w:pos="6894"/>
              </w:tabs>
              <w:autoSpaceDE w:val="0"/>
              <w:autoSpaceDN w:val="0"/>
              <w:spacing w:line="240" w:lineRule="auto"/>
              <w:jc w:val="both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D97B0E" w:rsidRDefault="00223713" w:rsidP="00223713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3713" w:rsidRPr="00F36F23" w:rsidRDefault="00223713" w:rsidP="00223713">
            <w:pPr>
              <w:rPr>
                <w:rFonts w:cstheme="minorHAnsi"/>
                <w:color w:val="3333FF"/>
              </w:rPr>
            </w:pPr>
          </w:p>
        </w:tc>
      </w:tr>
    </w:tbl>
    <w:p w:rsidR="00E2763D" w:rsidRPr="00F36F23" w:rsidRDefault="00E2763D" w:rsidP="00D8135F"/>
    <w:p w:rsidR="00A05C94" w:rsidRDefault="005114C8" w:rsidP="00D8135F">
      <w:pPr>
        <w:rPr>
          <w:lang w:val="en-US"/>
        </w:rPr>
      </w:pPr>
      <w:r>
        <w:rPr>
          <w:lang w:val="en-US"/>
        </w:rPr>
        <w:t>Substrate t</w:t>
      </w:r>
      <w:r w:rsidR="00A05C94" w:rsidRPr="00A05C94">
        <w:rPr>
          <w:lang w:val="en-US"/>
        </w:rPr>
        <w:t>racking compliance statement (SEMI E90)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C57903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C57903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GB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rPr>
                <w:rFonts w:cstheme="minorHAnsi"/>
                <w:color w:val="3333FF"/>
                <w:lang w:val="en-GB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A7577B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GB"/>
              </w:rPr>
            </w:pPr>
          </w:p>
        </w:tc>
      </w:tr>
    </w:tbl>
    <w:p w:rsidR="00F36F23" w:rsidRDefault="00F36F23" w:rsidP="00D8135F">
      <w:pPr>
        <w:rPr>
          <w:lang w:val="en-US"/>
        </w:rPr>
      </w:pPr>
    </w:p>
    <w:p w:rsidR="00E2763D" w:rsidRPr="00F36F23" w:rsidRDefault="00E2763D" w:rsidP="00E2763D">
      <w:pPr>
        <w:rPr>
          <w:lang w:val="en-US"/>
        </w:rPr>
      </w:pPr>
      <w:r w:rsidRPr="00F36F23">
        <w:rPr>
          <w:lang w:val="en-US"/>
        </w:rPr>
        <w:t>Control Job compliance statement (SEMI E94)</w:t>
      </w:r>
    </w:p>
    <w:tbl>
      <w:tblPr>
        <w:tblW w:w="854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402"/>
        <w:gridCol w:w="1350"/>
        <w:gridCol w:w="1080"/>
        <w:gridCol w:w="1710"/>
      </w:tblGrid>
      <w:tr w:rsidR="00D97B0E" w:rsidRPr="00D97B0E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  <w:tr w:rsidR="00D97B0E" w:rsidRPr="00D97B0E" w:rsidTr="00E2763D">
        <w:tc>
          <w:tcPr>
            <w:tcW w:w="4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280073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63D" w:rsidRPr="00D97B0E" w:rsidRDefault="00E2763D" w:rsidP="00BB303C">
            <w:pPr>
              <w:rPr>
                <w:rFonts w:cstheme="minorHAnsi"/>
                <w:color w:val="3333FF"/>
              </w:rPr>
            </w:pPr>
          </w:p>
        </w:tc>
      </w:tr>
    </w:tbl>
    <w:p w:rsidR="00E2763D" w:rsidRDefault="00E2763D" w:rsidP="00D8135F">
      <w:pPr>
        <w:rPr>
          <w:lang w:val="en-US"/>
        </w:rPr>
      </w:pPr>
    </w:p>
    <w:p w:rsidR="00A05C94" w:rsidRDefault="00A05C94" w:rsidP="00D8135F">
      <w:proofErr w:type="spellStart"/>
      <w:r>
        <w:t>Reticle</w:t>
      </w:r>
      <w:proofErr w:type="spellEnd"/>
      <w:r w:rsidR="004F4A35">
        <w:t xml:space="preserve"> and </w:t>
      </w:r>
      <w:proofErr w:type="spellStart"/>
      <w:r w:rsidR="004F4A35">
        <w:t>Pod</w:t>
      </w:r>
      <w:proofErr w:type="spellEnd"/>
      <w:r w:rsidR="004F4A35">
        <w:t xml:space="preserve"> Management compliance </w:t>
      </w:r>
      <w:proofErr w:type="spellStart"/>
      <w:r w:rsidR="004F4A35">
        <w:t>S</w:t>
      </w:r>
      <w:r>
        <w:t>tatement</w:t>
      </w:r>
      <w:proofErr w:type="spellEnd"/>
      <w:r>
        <w:t xml:space="preserve"> (SEMI E109)</w:t>
      </w:r>
    </w:p>
    <w:tbl>
      <w:tblPr>
        <w:tblW w:w="8722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132"/>
        <w:gridCol w:w="990"/>
        <w:gridCol w:w="810"/>
        <w:gridCol w:w="2790"/>
      </w:tblGrid>
      <w:tr w:rsidR="00F36F23" w:rsidRPr="00F36F23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  <w:lang w:val="en-US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280073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  <w:lang w:val="en-US"/>
              </w:rPr>
            </w:pPr>
          </w:p>
        </w:tc>
      </w:tr>
      <w:tr w:rsidR="00F36F23" w:rsidRPr="00D97B0E" w:rsidTr="00BB303C"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36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color w:val="3333FF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rPr>
                <w:rFonts w:cstheme="minorHAnsi"/>
                <w:color w:val="3333FF"/>
              </w:rPr>
            </w:pP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F23" w:rsidRPr="00D97B0E" w:rsidRDefault="00F36F23" w:rsidP="00BB303C">
            <w:pPr>
              <w:keepNext/>
              <w:keepLines/>
              <w:autoSpaceDE w:val="0"/>
              <w:autoSpaceDN w:val="0"/>
              <w:spacing w:line="240" w:lineRule="auto"/>
              <w:rPr>
                <w:rFonts w:eastAsia="MingLiU" w:cstheme="minorHAnsi"/>
                <w:bCs/>
                <w:iCs/>
                <w:color w:val="3333FF"/>
              </w:rPr>
            </w:pPr>
          </w:p>
        </w:tc>
      </w:tr>
    </w:tbl>
    <w:p w:rsidR="00F36F23" w:rsidRDefault="00F36F23" w:rsidP="00D8135F"/>
    <w:p w:rsidR="00A05C94" w:rsidRPr="00A05C94" w:rsidRDefault="00A05C94" w:rsidP="00D8135F">
      <w:pPr>
        <w:rPr>
          <w:lang w:val="en-US"/>
        </w:rPr>
      </w:pPr>
      <w:bookmarkStart w:id="2" w:name="_GoBack"/>
      <w:bookmarkEnd w:id="2"/>
    </w:p>
    <w:sectPr w:rsidR="00A05C94" w:rsidRPr="00A05C94" w:rsidSect="00B411A7">
      <w:headerReference w:type="default" r:id="rId7"/>
      <w:footerReference w:type="default" r:id="rId8"/>
      <w:pgSz w:w="11906" w:h="16838"/>
      <w:pgMar w:top="1417" w:right="991" w:bottom="1417" w:left="1417" w:header="708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11B" w:rsidRDefault="00D0311B" w:rsidP="00B411A7">
      <w:pPr>
        <w:spacing w:after="0" w:line="240" w:lineRule="auto"/>
      </w:pPr>
      <w:r>
        <w:separator/>
      </w:r>
    </w:p>
  </w:endnote>
  <w:endnote w:type="continuationSeparator" w:id="0">
    <w:p w:rsidR="00D0311B" w:rsidRDefault="00D0311B" w:rsidP="00B4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Gras">
    <w:panose1 w:val="020B0704020202020204"/>
    <w:charset w:val="00"/>
    <w:family w:val="roman"/>
    <w:notTrueType/>
    <w:pitch w:val="default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03C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r>
      <w:rPr>
        <w:noProof/>
        <w:lang w:eastAsia="fr-FR"/>
      </w:rPr>
      <mc:AlternateContent>
        <mc:Choice Requires="wps">
          <w:drawing>
            <wp:inline distT="0" distB="0" distL="0" distR="0" wp14:anchorId="3C303F88" wp14:editId="2202273D">
              <wp:extent cx="225425" cy="0"/>
              <wp:effectExtent l="0" t="0" r="22225" b="19050"/>
              <wp:docPr id="43" name="Connecteur droit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25425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gradFill flip="none" rotWithShape="1">
                          <a:gsLst>
                            <a:gs pos="0">
                              <a:srgbClr val="0A6E28"/>
                            </a:gs>
                            <a:gs pos="100000">
                              <a:srgbClr val="91C30A"/>
                            </a:gs>
                          </a:gsLst>
                          <a:lin ang="0" scaled="1"/>
                          <a:tileRect/>
                        </a:gra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1EC0EEB6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" strokeweight="1.5pt">
              <o:lock v:ext="edit" shapetype="f"/>
              <w10:anchorlock/>
            </v:line>
          </w:pict>
        </mc:Fallback>
      </mc:AlternateContent>
    </w:r>
  </w:p>
  <w:p w:rsidR="00BB303C" w:rsidRPr="000412D7" w:rsidRDefault="00BB303C" w:rsidP="00B411A7">
    <w:pPr>
      <w:pStyle w:val="Mentionslgales"/>
      <w:spacing w:line="180" w:lineRule="exact"/>
      <w:ind w:left="0" w:right="-143"/>
      <w:rPr>
        <w:b/>
        <w:lang w:val="en-US"/>
      </w:rPr>
    </w:pPr>
    <w:proofErr w:type="spellStart"/>
    <w:r w:rsidRPr="000412D7">
      <w:rPr>
        <w:b/>
        <w:lang w:val="en-US"/>
      </w:rPr>
      <w:t>Leti</w:t>
    </w:r>
    <w:proofErr w:type="spellEnd"/>
    <w:r w:rsidRPr="000412D7">
      <w:rPr>
        <w:b/>
        <w:lang w:val="en-US"/>
      </w:rPr>
      <w:t>, technology research institute</w:t>
    </w:r>
    <w:r w:rsidRPr="000412D7">
      <w:rPr>
        <w:b/>
        <w:color w:val="70AD47" w:themeColor="accent6"/>
        <w:lang w:val="en-US"/>
      </w:rPr>
      <w:t xml:space="preserve"> www.leti.fr</w:t>
    </w:r>
  </w:p>
  <w:p w:rsidR="00BB303C" w:rsidRPr="009906A3" w:rsidRDefault="00BB303C" w:rsidP="00B411A7">
    <w:pPr>
      <w:pStyle w:val="Mentionslgales"/>
      <w:spacing w:line="180" w:lineRule="exact"/>
      <w:ind w:left="0" w:right="-143"/>
    </w:pPr>
    <w:r w:rsidRPr="009906A3">
      <w:t>Commissariat à l’énergie atomique et aux énergies alternatives</w:t>
    </w:r>
    <w:r>
      <w:t xml:space="preserve"> - </w:t>
    </w:r>
    <w:r w:rsidRPr="00450ADA">
      <w:t>Direction de la recherche technologique</w:t>
    </w:r>
  </w:p>
  <w:p w:rsidR="00BB303C" w:rsidRPr="007E7E5E" w:rsidRDefault="00BB303C" w:rsidP="00B411A7">
    <w:pPr>
      <w:pStyle w:val="Mentionslgales"/>
      <w:spacing w:line="180" w:lineRule="exact"/>
      <w:ind w:left="0" w:right="-143"/>
      <w:rPr>
        <w:color w:val="auto"/>
      </w:rPr>
    </w:pPr>
    <w:proofErr w:type="spellStart"/>
    <w:r>
      <w:t>Minatec</w:t>
    </w:r>
    <w:proofErr w:type="spellEnd"/>
    <w:r>
      <w:t xml:space="preserve"> Campus</w:t>
    </w:r>
    <w:r w:rsidRPr="009906A3">
      <w:t xml:space="preserve"> </w:t>
    </w:r>
    <w:r w:rsidRPr="009906A3">
      <w:rPr>
        <w:b/>
        <w:color w:val="91C30A"/>
      </w:rPr>
      <w:t>|</w:t>
    </w:r>
    <w:r w:rsidRPr="009906A3">
      <w:t xml:space="preserve"> 17 </w:t>
    </w:r>
    <w:r>
      <w:t>avenue</w:t>
    </w:r>
    <w:r w:rsidRPr="009906A3">
      <w:t xml:space="preserve"> des Martyrs </w:t>
    </w:r>
    <w:r w:rsidRPr="009906A3">
      <w:rPr>
        <w:b/>
        <w:color w:val="91C30A"/>
      </w:rPr>
      <w:t>|</w:t>
    </w:r>
    <w:r>
      <w:t xml:space="preserve"> </w:t>
    </w:r>
    <w:r w:rsidRPr="009906A3">
      <w:t xml:space="preserve">38054 Grenoble Cedex </w:t>
    </w:r>
    <w:r w:rsidRPr="009906A3">
      <w:rPr>
        <w:b/>
        <w:color w:val="91C30A"/>
      </w:rPr>
      <w:t>|</w:t>
    </w:r>
    <w:r>
      <w:t xml:space="preserve"> France </w:t>
    </w:r>
  </w:p>
  <w:p w:rsidR="00BB303C" w:rsidRPr="007E7E5E" w:rsidRDefault="00BB303C" w:rsidP="00B411A7">
    <w:pPr>
      <w:pStyle w:val="Mentionslgales"/>
      <w:tabs>
        <w:tab w:val="right" w:pos="9356"/>
      </w:tabs>
      <w:spacing w:line="180" w:lineRule="exact"/>
      <w:ind w:left="0" w:right="-143"/>
      <w:rPr>
        <w:b/>
        <w:color w:val="ED7D31" w:themeColor="accent2"/>
      </w:rPr>
    </w:pPr>
    <w:r>
      <w:t>T.</w:t>
    </w:r>
    <w:r w:rsidRPr="000F3C73">
      <w:rPr>
        <w:rFonts w:cs="Arial"/>
        <w:noProof/>
        <w:color w:val="339966"/>
        <w:sz w:val="14"/>
        <w:szCs w:val="16"/>
      </w:rPr>
      <w:t xml:space="preserve">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 xml:space="preserve">04 38 78 44 72 – </w:t>
    </w:r>
    <w:r w:rsidRPr="000F3C73">
      <w:rPr>
        <w:rFonts w:cs="Arial"/>
        <w:color w:val="70AD47" w:themeColor="accent6"/>
        <w:sz w:val="14"/>
        <w:szCs w:val="16"/>
      </w:rPr>
      <w:t xml:space="preserve">Fax : </w:t>
    </w:r>
    <w:r w:rsidRPr="000F3C73">
      <w:rPr>
        <w:rFonts w:cs="Arial"/>
        <w:noProof/>
        <w:color w:val="70AD47" w:themeColor="accent6"/>
        <w:sz w:val="14"/>
        <w:szCs w:val="16"/>
      </w:rPr>
      <w:t xml:space="preserve">33 - </w:t>
    </w:r>
    <w:r w:rsidRPr="000F3C73">
      <w:rPr>
        <w:rFonts w:cs="Arial"/>
        <w:color w:val="70AD47" w:themeColor="accent6"/>
        <w:spacing w:val="10"/>
        <w:sz w:val="14"/>
        <w:szCs w:val="16"/>
      </w:rPr>
      <w:t>04 38 78 54 43 -</w:t>
    </w:r>
    <w:r>
      <w:rPr>
        <w:rFonts w:cs="Arial"/>
        <w:color w:val="70AD47" w:themeColor="accent6"/>
        <w:spacing w:val="10"/>
        <w:sz w:val="14"/>
        <w:szCs w:val="16"/>
      </w:rPr>
      <w:t xml:space="preserve"> </w:t>
    </w:r>
    <w:r w:rsidRPr="007E7E5E">
      <w:rPr>
        <w:rFonts w:cs="Arial"/>
        <w:color w:val="70AD47" w:themeColor="accent6"/>
      </w:rPr>
      <w:t xml:space="preserve">Département </w:t>
    </w:r>
    <w:r>
      <w:rPr>
        <w:rFonts w:cs="Arial"/>
        <w:color w:val="70AD47" w:themeColor="accent6"/>
      </w:rPr>
      <w:t>Plates-Formes Technologiques</w:t>
    </w:r>
    <w:r>
      <w:rPr>
        <w:rFonts w:cs="Arial"/>
        <w:color w:val="70AD47" w:themeColor="accent6"/>
      </w:rPr>
      <w:tab/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PAGE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C57903">
      <w:rPr>
        <w:rStyle w:val="Numrodepage"/>
        <w:noProof/>
        <w:color w:val="808080"/>
        <w:sz w:val="16"/>
        <w:szCs w:val="16"/>
      </w:rPr>
      <w:t>8</w:t>
    </w:r>
    <w:r w:rsidRPr="00A346D6">
      <w:rPr>
        <w:rStyle w:val="Numrodepage"/>
        <w:color w:val="808080"/>
        <w:sz w:val="16"/>
        <w:szCs w:val="16"/>
      </w:rPr>
      <w:fldChar w:fldCharType="end"/>
    </w:r>
    <w:r w:rsidRPr="00A346D6">
      <w:rPr>
        <w:rStyle w:val="Numrodepage"/>
        <w:color w:val="808080"/>
        <w:sz w:val="16"/>
        <w:szCs w:val="16"/>
      </w:rPr>
      <w:t>/</w:t>
    </w:r>
    <w:r w:rsidRPr="00A346D6">
      <w:rPr>
        <w:rStyle w:val="Numrodepage"/>
        <w:color w:val="808080"/>
        <w:sz w:val="16"/>
        <w:szCs w:val="16"/>
      </w:rPr>
      <w:fldChar w:fldCharType="begin"/>
    </w:r>
    <w:r w:rsidRPr="00A346D6">
      <w:rPr>
        <w:rStyle w:val="Numrodepage"/>
        <w:color w:val="808080"/>
        <w:sz w:val="16"/>
        <w:szCs w:val="16"/>
      </w:rPr>
      <w:instrText xml:space="preserve"> NUMPAGES </w:instrText>
    </w:r>
    <w:r w:rsidRPr="00A346D6">
      <w:rPr>
        <w:rStyle w:val="Numrodepage"/>
        <w:color w:val="808080"/>
        <w:sz w:val="16"/>
        <w:szCs w:val="16"/>
      </w:rPr>
      <w:fldChar w:fldCharType="separate"/>
    </w:r>
    <w:r w:rsidR="00C57903">
      <w:rPr>
        <w:rStyle w:val="Numrodepage"/>
        <w:noProof/>
        <w:color w:val="808080"/>
        <w:sz w:val="16"/>
        <w:szCs w:val="16"/>
      </w:rPr>
      <w:t>8</w:t>
    </w:r>
    <w:r w:rsidRPr="00A346D6">
      <w:rPr>
        <w:rStyle w:val="Numrodepage"/>
        <w:color w:val="808080"/>
        <w:sz w:val="16"/>
        <w:szCs w:val="16"/>
      </w:rPr>
      <w:fldChar w:fldCharType="end"/>
    </w:r>
  </w:p>
  <w:p w:rsidR="00BB303C" w:rsidRDefault="00BB303C" w:rsidP="00B411A7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>
      <w:fldChar w:fldCharType="begin"/>
    </w:r>
    <w:r w:rsidRPr="000412D7">
      <w:rPr>
        <w:lang w:val="en-US"/>
      </w:rPr>
      <w:instrText xml:space="preserve">  </w:instrText>
    </w:r>
    <w:r>
      <w:fldChar w:fldCharType="end"/>
    </w:r>
    <w:r w:rsidRPr="000412D7">
      <w:rPr>
        <w:sz w:val="12"/>
        <w:szCs w:val="12"/>
        <w:lang w:val="en-US"/>
      </w:rPr>
      <w:t xml:space="preserve">Registered with the </w:t>
    </w:r>
    <w:r>
      <w:rPr>
        <w:sz w:val="12"/>
        <w:szCs w:val="12"/>
        <w:lang w:val="en-US"/>
      </w:rPr>
      <w:t xml:space="preserve">Registrar of Commerce of Paris </w:t>
    </w:r>
    <w:r w:rsidRPr="000412D7">
      <w:rPr>
        <w:sz w:val="12"/>
        <w:szCs w:val="12"/>
        <w:lang w:val="en-US"/>
      </w:rPr>
      <w:t>RCS Paris B 775 685</w:t>
    </w:r>
    <w:r>
      <w:rPr>
        <w:sz w:val="12"/>
        <w:szCs w:val="12"/>
        <w:lang w:val="en-US"/>
      </w:rPr>
      <w:t> </w:t>
    </w:r>
    <w:r w:rsidRPr="000412D7">
      <w:rPr>
        <w:sz w:val="12"/>
        <w:szCs w:val="12"/>
        <w:lang w:val="en-US"/>
      </w:rPr>
      <w:t>019</w:t>
    </w:r>
    <w:r>
      <w:rPr>
        <w:sz w:val="12"/>
        <w:szCs w:val="12"/>
        <w:lang w:val="en-US"/>
      </w:rPr>
      <w:t xml:space="preserve"> </w:t>
    </w:r>
  </w:p>
  <w:p w:rsidR="00BB303C" w:rsidRPr="006D20F4" w:rsidRDefault="006D20F4" w:rsidP="006D20F4">
    <w:pPr>
      <w:pStyle w:val="Mentionslgales"/>
      <w:tabs>
        <w:tab w:val="right" w:pos="8647"/>
      </w:tabs>
      <w:spacing w:line="180" w:lineRule="exact"/>
      <w:ind w:left="0" w:right="-143"/>
      <w:rPr>
        <w:sz w:val="12"/>
        <w:szCs w:val="12"/>
        <w:lang w:val="en-US"/>
      </w:rPr>
    </w:pPr>
    <w:r>
      <w:rPr>
        <w:sz w:val="12"/>
        <w:szCs w:val="12"/>
        <w:lang w:val="en-US"/>
      </w:rPr>
      <w:t xml:space="preserve">FOR-PF-008 </w:t>
    </w:r>
    <w:r w:rsidRPr="000412D7">
      <w:rPr>
        <w:sz w:val="12"/>
        <w:szCs w:val="12"/>
        <w:lang w:val="en-US"/>
      </w:rPr>
      <w:t xml:space="preserve">Appendix </w:t>
    </w:r>
    <w:r>
      <w:rPr>
        <w:sz w:val="12"/>
        <w:szCs w:val="12"/>
        <w:lang w:val="en-US"/>
      </w:rPr>
      <w:t>J</w:t>
    </w:r>
    <w:r w:rsidRPr="000412D7">
      <w:rPr>
        <w:sz w:val="12"/>
        <w:szCs w:val="12"/>
        <w:lang w:val="en-US"/>
      </w:rPr>
      <w:t xml:space="preserve"> </w:t>
    </w:r>
    <w:r w:rsidRPr="00B411A7">
      <w:rPr>
        <w:sz w:val="12"/>
        <w:szCs w:val="12"/>
        <w:lang w:val="en-US"/>
      </w:rPr>
      <w:t>SECS/GEM C</w:t>
    </w:r>
    <w:r>
      <w:rPr>
        <w:sz w:val="12"/>
        <w:szCs w:val="12"/>
        <w:lang w:val="en-US"/>
      </w:rPr>
      <w:t>ompliance</w:t>
    </w:r>
    <w:r w:rsidRPr="00B411A7">
      <w:rPr>
        <w:sz w:val="12"/>
        <w:szCs w:val="12"/>
        <w:lang w:val="en-US"/>
      </w:rPr>
      <w:t xml:space="preserve"> S</w:t>
    </w:r>
    <w:r>
      <w:rPr>
        <w:sz w:val="12"/>
        <w:szCs w:val="12"/>
        <w:lang w:val="en-US"/>
      </w:rPr>
      <w:t>tatement</w:t>
    </w:r>
    <w:r w:rsidRPr="000412D7">
      <w:rPr>
        <w:sz w:val="12"/>
        <w:szCs w:val="12"/>
        <w:lang w:val="en-US"/>
      </w:rPr>
      <w:t xml:space="preserve"> – Version </w:t>
    </w:r>
    <w:r w:rsidR="00327E02">
      <w:rPr>
        <w:sz w:val="12"/>
        <w:szCs w:val="12"/>
        <w:lang w:val="en-US"/>
      </w:rPr>
      <w:t>3</w:t>
    </w:r>
    <w:r w:rsidRPr="000412D7">
      <w:rPr>
        <w:sz w:val="12"/>
        <w:szCs w:val="12"/>
        <w:lang w:val="en-US"/>
      </w:rPr>
      <w:t xml:space="preserve"> du </w:t>
    </w:r>
    <w:r w:rsidR="00327E02">
      <w:rPr>
        <w:sz w:val="12"/>
        <w:szCs w:val="12"/>
        <w:lang w:val="en-US"/>
      </w:rPr>
      <w:t>31/01/2023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11B" w:rsidRDefault="00D0311B" w:rsidP="00B411A7">
      <w:pPr>
        <w:spacing w:after="0" w:line="240" w:lineRule="auto"/>
      </w:pPr>
      <w:r>
        <w:separator/>
      </w:r>
    </w:p>
  </w:footnote>
  <w:footnote w:type="continuationSeparator" w:id="0">
    <w:p w:rsidR="00D0311B" w:rsidRDefault="00D0311B" w:rsidP="00B41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03C" w:rsidRPr="000412D7" w:rsidRDefault="00327E02" w:rsidP="00327E02">
    <w:pPr>
      <w:pStyle w:val="En-tte"/>
      <w:ind w:left="2694"/>
      <w:rPr>
        <w:rFonts w:cs="Arial"/>
        <w:color w:val="BFBFBF" w:themeColor="background1" w:themeShade="BF"/>
        <w:sz w:val="18"/>
        <w:szCs w:val="18"/>
      </w:rPr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1D14EA64" wp14:editId="415EA84E">
          <wp:simplePos x="0" y="0"/>
          <wp:positionH relativeFrom="column">
            <wp:posOffset>-480695</wp:posOffset>
          </wp:positionH>
          <wp:positionV relativeFrom="paragraph">
            <wp:posOffset>-87630</wp:posOffset>
          </wp:positionV>
          <wp:extent cx="1952625" cy="968375"/>
          <wp:effectExtent l="0" t="0" r="9525" b="3175"/>
          <wp:wrapTight wrapText="bothSides">
            <wp:wrapPolygon edited="0">
              <wp:start x="0" y="0"/>
              <wp:lineTo x="0" y="21246"/>
              <wp:lineTo x="21495" y="21246"/>
              <wp:lineTo x="21495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968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B303C">
      <w:rPr>
        <w:rFonts w:cs="Arial"/>
        <w:color w:val="BFBFBF" w:themeColor="background1" w:themeShade="BF"/>
        <w:sz w:val="18"/>
        <w:szCs w:val="18"/>
      </w:rPr>
      <w:t>D</w:t>
    </w:r>
    <w:r w:rsidR="00BB303C" w:rsidRPr="000412D7">
      <w:rPr>
        <w:rFonts w:cs="Arial"/>
        <w:color w:val="BFBFBF" w:themeColor="background1" w:themeShade="BF"/>
        <w:sz w:val="18"/>
        <w:szCs w:val="18"/>
      </w:rPr>
      <w:t>irection de la recherche technologique (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Technological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Research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 xml:space="preserve"> </w:t>
    </w:r>
    <w:proofErr w:type="spellStart"/>
    <w:r w:rsidR="00BB303C" w:rsidRPr="000412D7">
      <w:rPr>
        <w:rFonts w:cs="Arial"/>
        <w:color w:val="BFBFBF" w:themeColor="background1" w:themeShade="BF"/>
        <w:sz w:val="18"/>
        <w:szCs w:val="18"/>
      </w:rPr>
      <w:t>Department</w:t>
    </w:r>
    <w:proofErr w:type="spellEnd"/>
    <w:r w:rsidR="00BB303C" w:rsidRPr="000412D7">
      <w:rPr>
        <w:rFonts w:cs="Arial"/>
        <w:color w:val="BFBFBF" w:themeColor="background1" w:themeShade="BF"/>
        <w:sz w:val="18"/>
        <w:szCs w:val="18"/>
      </w:rPr>
      <w:t>)</w:t>
    </w:r>
  </w:p>
  <w:p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lang w:val="en-US"/>
      </w:rPr>
    </w:pPr>
    <w:r w:rsidRPr="00280073">
      <w:rPr>
        <w:b/>
        <w:color w:val="BFBFBF" w:themeColor="background1" w:themeShade="BF"/>
        <w:spacing w:val="20"/>
        <w:lang w:val="en-US"/>
      </w:rPr>
      <w:t>DCOS – DPFT</w:t>
    </w:r>
  </w:p>
  <w:p w:rsidR="00BB303C" w:rsidRPr="00280073" w:rsidRDefault="00BB303C" w:rsidP="00327E02">
    <w:pPr>
      <w:pStyle w:val="En-tte"/>
      <w:spacing w:before="80"/>
      <w:ind w:left="2694"/>
      <w:rPr>
        <w:b/>
        <w:color w:val="BFBFBF" w:themeColor="background1" w:themeShade="BF"/>
        <w:spacing w:val="20"/>
        <w:sz w:val="14"/>
        <w:lang w:val="en-US"/>
      </w:rPr>
    </w:pPr>
  </w:p>
  <w:p w:rsidR="00BB303C" w:rsidRPr="00280073" w:rsidRDefault="00BB303C" w:rsidP="00327E02">
    <w:pPr>
      <w:pStyle w:val="En-tte"/>
      <w:ind w:left="2694"/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</w:pPr>
    <w:r w:rsidRPr="00280073">
      <w:rPr>
        <w:rFonts w:ascii="Arial Gras" w:hAnsi="Arial Gras" w:cs="Arial"/>
        <w:b/>
        <w:bCs/>
        <w:caps/>
        <w:color w:val="BFBFBF" w:themeColor="background1" w:themeShade="BF"/>
        <w:kern w:val="32"/>
        <w:szCs w:val="32"/>
        <w:lang w:val="en-US"/>
      </w:rPr>
      <w:t>APPENDIX J: SECS/GEM Compliance Statement</w:t>
    </w:r>
  </w:p>
  <w:p w:rsidR="00BB303C" w:rsidRPr="00C57903" w:rsidRDefault="00BB303C" w:rsidP="00327E02">
    <w:pPr>
      <w:pStyle w:val="En-tte"/>
      <w:ind w:left="2694"/>
      <w:rPr>
        <w:rFonts w:ascii="Arial" w:hAnsi="Arial" w:cs="Arial"/>
        <w:b/>
        <w:color w:val="BFBFBF" w:themeColor="background1" w:themeShade="BF"/>
        <w:lang w:val="en-US"/>
      </w:rPr>
    </w:pPr>
    <w:r w:rsidRPr="002D6E4B">
      <w:rPr>
        <w:rFonts w:ascii="Arial" w:hAnsi="Arial" w:cs="Arial"/>
        <w:b/>
        <w:color w:val="BFBFBF" w:themeColor="background1" w:themeShade="BF"/>
        <w:lang w:val="en-US"/>
      </w:rPr>
      <w:t>Ref.</w:t>
    </w:r>
    <w:r w:rsidRPr="002D6E4B">
      <w:rPr>
        <w:rFonts w:ascii="Arial" w:hAnsi="Arial" w:cs="Arial"/>
        <w:color w:val="BFBFBF" w:themeColor="background1" w:themeShade="BF"/>
        <w:lang w:val="en-US"/>
      </w:rPr>
      <w:t xml:space="preserve">: </w:t>
    </w:r>
    <w:r w:rsidR="00C57903" w:rsidRPr="00C57903">
      <w:rPr>
        <w:rFonts w:ascii="Arial" w:hAnsi="Arial" w:cs="Arial"/>
        <w:b/>
        <w:color w:val="BFBFBF" w:themeColor="background1" w:themeShade="BF"/>
        <w:lang w:val="en-US"/>
      </w:rPr>
      <w:t>ALD tool for lithium materials (DPFT/SDEP/24.031/LM)</w:t>
    </w:r>
  </w:p>
  <w:p w:rsidR="00BB303C" w:rsidRPr="00280073" w:rsidRDefault="00BB303C" w:rsidP="00B411A7">
    <w:pPr>
      <w:pStyle w:val="En-tte"/>
      <w:spacing w:before="80"/>
      <w:ind w:left="851"/>
      <w:rPr>
        <w:b/>
        <w:color w:val="BFBFBF" w:themeColor="background1" w:themeShade="BF"/>
        <w:spacing w:val="20"/>
        <w:lang w:val="en-US"/>
      </w:rPr>
    </w:pPr>
  </w:p>
  <w:p w:rsidR="00BB303C" w:rsidRPr="00280073" w:rsidRDefault="00BB303C">
    <w:pPr>
      <w:pStyle w:val="En-tt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9140D"/>
    <w:multiLevelType w:val="multilevel"/>
    <w:tmpl w:val="26584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1A71BB"/>
    <w:multiLevelType w:val="hybridMultilevel"/>
    <w:tmpl w:val="86E46F72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F1B4C"/>
    <w:multiLevelType w:val="hybridMultilevel"/>
    <w:tmpl w:val="A9944632"/>
    <w:lvl w:ilvl="0" w:tplc="1414CA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C634B"/>
    <w:multiLevelType w:val="hybridMultilevel"/>
    <w:tmpl w:val="A40E1C80"/>
    <w:lvl w:ilvl="0" w:tplc="24FAD9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0034CF"/>
    <w:multiLevelType w:val="hybridMultilevel"/>
    <w:tmpl w:val="993037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61C42"/>
    <w:multiLevelType w:val="hybridMultilevel"/>
    <w:tmpl w:val="4DD2D53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DB67F4"/>
    <w:multiLevelType w:val="hybridMultilevel"/>
    <w:tmpl w:val="3E48CE6E"/>
    <w:lvl w:ilvl="0" w:tplc="DE2010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C15"/>
    <w:rsid w:val="000226A1"/>
    <w:rsid w:val="000625E6"/>
    <w:rsid w:val="00062A0A"/>
    <w:rsid w:val="0007293C"/>
    <w:rsid w:val="00084902"/>
    <w:rsid w:val="000B793A"/>
    <w:rsid w:val="000D01F2"/>
    <w:rsid w:val="000E0B2B"/>
    <w:rsid w:val="00113F4B"/>
    <w:rsid w:val="00114FF1"/>
    <w:rsid w:val="00141765"/>
    <w:rsid w:val="001633DC"/>
    <w:rsid w:val="001641D7"/>
    <w:rsid w:val="00190FA7"/>
    <w:rsid w:val="00193C18"/>
    <w:rsid w:val="001B4743"/>
    <w:rsid w:val="001B5F74"/>
    <w:rsid w:val="001F4F3E"/>
    <w:rsid w:val="00207D10"/>
    <w:rsid w:val="00223713"/>
    <w:rsid w:val="00261E57"/>
    <w:rsid w:val="00280073"/>
    <w:rsid w:val="002A665D"/>
    <w:rsid w:val="002C7B8E"/>
    <w:rsid w:val="002D26D8"/>
    <w:rsid w:val="002D6E4B"/>
    <w:rsid w:val="002E4A68"/>
    <w:rsid w:val="00327E02"/>
    <w:rsid w:val="00335AA2"/>
    <w:rsid w:val="00336566"/>
    <w:rsid w:val="003D69C7"/>
    <w:rsid w:val="003F57F3"/>
    <w:rsid w:val="00404118"/>
    <w:rsid w:val="0042732C"/>
    <w:rsid w:val="00455AD5"/>
    <w:rsid w:val="004F4A35"/>
    <w:rsid w:val="005114C8"/>
    <w:rsid w:val="00512702"/>
    <w:rsid w:val="005440E1"/>
    <w:rsid w:val="00554DB4"/>
    <w:rsid w:val="00563326"/>
    <w:rsid w:val="00575D42"/>
    <w:rsid w:val="005B62AD"/>
    <w:rsid w:val="0061065E"/>
    <w:rsid w:val="00630620"/>
    <w:rsid w:val="00643B56"/>
    <w:rsid w:val="006D20F4"/>
    <w:rsid w:val="006F4F13"/>
    <w:rsid w:val="00756C5E"/>
    <w:rsid w:val="00784FD1"/>
    <w:rsid w:val="00786E58"/>
    <w:rsid w:val="00793E29"/>
    <w:rsid w:val="007B3925"/>
    <w:rsid w:val="00874911"/>
    <w:rsid w:val="008963E7"/>
    <w:rsid w:val="008C4F39"/>
    <w:rsid w:val="008D3DC4"/>
    <w:rsid w:val="008D4A54"/>
    <w:rsid w:val="009143EC"/>
    <w:rsid w:val="009172C8"/>
    <w:rsid w:val="00934E6E"/>
    <w:rsid w:val="009718BA"/>
    <w:rsid w:val="009976F3"/>
    <w:rsid w:val="009B6FCD"/>
    <w:rsid w:val="009C6706"/>
    <w:rsid w:val="009D5F77"/>
    <w:rsid w:val="00A05C94"/>
    <w:rsid w:val="00A30BA2"/>
    <w:rsid w:val="00A7577B"/>
    <w:rsid w:val="00A951E4"/>
    <w:rsid w:val="00B03909"/>
    <w:rsid w:val="00B121EB"/>
    <w:rsid w:val="00B411A7"/>
    <w:rsid w:val="00B52DEC"/>
    <w:rsid w:val="00BB303C"/>
    <w:rsid w:val="00BC7123"/>
    <w:rsid w:val="00BF001B"/>
    <w:rsid w:val="00BF3AC2"/>
    <w:rsid w:val="00C3065B"/>
    <w:rsid w:val="00C441BB"/>
    <w:rsid w:val="00C44319"/>
    <w:rsid w:val="00C55788"/>
    <w:rsid w:val="00C57903"/>
    <w:rsid w:val="00C777DF"/>
    <w:rsid w:val="00C82542"/>
    <w:rsid w:val="00C852F8"/>
    <w:rsid w:val="00C97C6C"/>
    <w:rsid w:val="00CB7409"/>
    <w:rsid w:val="00CE5C15"/>
    <w:rsid w:val="00D0311B"/>
    <w:rsid w:val="00D04563"/>
    <w:rsid w:val="00D17CF7"/>
    <w:rsid w:val="00D3477B"/>
    <w:rsid w:val="00D52CCC"/>
    <w:rsid w:val="00D53B7B"/>
    <w:rsid w:val="00D8135F"/>
    <w:rsid w:val="00D97B0E"/>
    <w:rsid w:val="00DA3244"/>
    <w:rsid w:val="00DC7345"/>
    <w:rsid w:val="00DE2704"/>
    <w:rsid w:val="00DF3953"/>
    <w:rsid w:val="00E0135C"/>
    <w:rsid w:val="00E013D3"/>
    <w:rsid w:val="00E2763D"/>
    <w:rsid w:val="00E57CCC"/>
    <w:rsid w:val="00E9338C"/>
    <w:rsid w:val="00EA122C"/>
    <w:rsid w:val="00EA240C"/>
    <w:rsid w:val="00EA3FA6"/>
    <w:rsid w:val="00EA4C9C"/>
    <w:rsid w:val="00EA7EF8"/>
    <w:rsid w:val="00ED5080"/>
    <w:rsid w:val="00F00AEA"/>
    <w:rsid w:val="00F24772"/>
    <w:rsid w:val="00F36F23"/>
    <w:rsid w:val="00F9307E"/>
    <w:rsid w:val="00FA2DF8"/>
    <w:rsid w:val="00FB0BAC"/>
    <w:rsid w:val="00FE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65D820"/>
  <w15:chartTrackingRefBased/>
  <w15:docId w15:val="{4806F48D-CA30-4E4B-BD7B-4762F36D2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Paragraphedeliste"/>
    <w:next w:val="Normal"/>
    <w:link w:val="Titre1Car"/>
    <w:qFormat/>
    <w:rsid w:val="00793E29"/>
    <w:pPr>
      <w:ind w:left="0"/>
      <w:outlineLvl w:val="0"/>
    </w:pPr>
    <w:rPr>
      <w:b/>
      <w:sz w:val="28"/>
      <w:u w:val="single"/>
      <w:lang w:val="en-US"/>
    </w:rPr>
  </w:style>
  <w:style w:type="paragraph" w:styleId="Titre2">
    <w:name w:val="heading 2"/>
    <w:basedOn w:val="Normal"/>
    <w:next w:val="Normal"/>
    <w:link w:val="Titre2Car"/>
    <w:qFormat/>
    <w:rsid w:val="007B392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paragraph" w:styleId="Titre3">
    <w:name w:val="heading 3"/>
    <w:aliases w:val="style 2"/>
    <w:basedOn w:val="Normal"/>
    <w:next w:val="Retraitnormal"/>
    <w:link w:val="Titre3Car"/>
    <w:qFormat/>
    <w:rsid w:val="007B39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4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1">
    <w:name w:val="Plain Table 1"/>
    <w:basedOn w:val="TableauNormal"/>
    <w:uiPriority w:val="41"/>
    <w:rsid w:val="002D26D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En-tte">
    <w:name w:val="header"/>
    <w:basedOn w:val="Normal"/>
    <w:link w:val="En-tt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11A7"/>
  </w:style>
  <w:style w:type="paragraph" w:styleId="Pieddepage">
    <w:name w:val="footer"/>
    <w:basedOn w:val="Normal"/>
    <w:link w:val="PieddepageCar"/>
    <w:unhideWhenUsed/>
    <w:rsid w:val="00B41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B411A7"/>
  </w:style>
  <w:style w:type="character" w:styleId="Numrodepage">
    <w:name w:val="page number"/>
    <w:basedOn w:val="Policepardfaut"/>
    <w:rsid w:val="00B411A7"/>
  </w:style>
  <w:style w:type="paragraph" w:customStyle="1" w:styleId="Mentionslgales">
    <w:name w:val="Mentions légales"/>
    <w:basedOn w:val="Normal"/>
    <w:qFormat/>
    <w:rsid w:val="00B411A7"/>
    <w:pPr>
      <w:spacing w:after="0" w:line="324" w:lineRule="auto"/>
      <w:ind w:left="-113" w:right="-108"/>
    </w:pPr>
    <w:rPr>
      <w:rFonts w:ascii="Arial" w:eastAsia="Calibri" w:hAnsi="Arial" w:cs="Times New Roman"/>
      <w:color w:val="7F7F7F"/>
      <w:sz w:val="15"/>
      <w:szCs w:val="15"/>
    </w:rPr>
  </w:style>
  <w:style w:type="character" w:customStyle="1" w:styleId="Titre1Car">
    <w:name w:val="Titre 1 Car"/>
    <w:basedOn w:val="Policepardfaut"/>
    <w:link w:val="Titre1"/>
    <w:rsid w:val="00793E29"/>
    <w:rPr>
      <w:b/>
      <w:sz w:val="28"/>
      <w:u w:val="single"/>
      <w:lang w:val="en-US"/>
    </w:rPr>
  </w:style>
  <w:style w:type="character" w:customStyle="1" w:styleId="Titre2Car">
    <w:name w:val="Titre 2 Car"/>
    <w:basedOn w:val="Policepardfaut"/>
    <w:link w:val="Titre2"/>
    <w:rsid w:val="007B3925"/>
    <w:rPr>
      <w:rFonts w:ascii="Arial" w:eastAsia="Times New Roman" w:hAnsi="Arial" w:cs="Arial"/>
      <w:b/>
      <w:bCs/>
      <w:i/>
      <w:iCs/>
      <w:sz w:val="28"/>
      <w:szCs w:val="28"/>
      <w:lang w:val="en-US" w:eastAsia="fr-FR"/>
    </w:rPr>
  </w:style>
  <w:style w:type="character" w:customStyle="1" w:styleId="Titre3Car">
    <w:name w:val="Titre 3 Car"/>
    <w:aliases w:val="style 2 Car"/>
    <w:basedOn w:val="Policepardfaut"/>
    <w:link w:val="Titre3"/>
    <w:rsid w:val="007B3925"/>
    <w:rPr>
      <w:rFonts w:ascii="Arial" w:eastAsia="Times New Roman" w:hAnsi="Arial" w:cs="Arial"/>
      <w:b/>
      <w:bCs/>
      <w:sz w:val="26"/>
      <w:szCs w:val="26"/>
      <w:lang w:val="en-US" w:eastAsia="fr-FR"/>
    </w:rPr>
  </w:style>
  <w:style w:type="paragraph" w:styleId="Retraitnormal">
    <w:name w:val="Normal Indent"/>
    <w:basedOn w:val="Normal"/>
    <w:rsid w:val="007B3925"/>
    <w:pPr>
      <w:spacing w:after="0" w:line="240" w:lineRule="auto"/>
      <w:ind w:left="708"/>
    </w:pPr>
    <w:rPr>
      <w:rFonts w:ascii="Arial" w:eastAsia="Times New Roman" w:hAnsi="Arial" w:cs="Times New Roman"/>
      <w:sz w:val="20"/>
      <w:szCs w:val="24"/>
      <w:lang w:val="en-US" w:eastAsia="fr-FR"/>
    </w:rPr>
  </w:style>
  <w:style w:type="paragraph" w:styleId="Paragraphedeliste">
    <w:name w:val="List Paragraph"/>
    <w:basedOn w:val="Normal"/>
    <w:uiPriority w:val="34"/>
    <w:qFormat/>
    <w:rsid w:val="00793E29"/>
    <w:pPr>
      <w:ind w:left="720"/>
      <w:contextualSpacing/>
    </w:pPr>
  </w:style>
  <w:style w:type="paragraph" w:customStyle="1" w:styleId="Default">
    <w:name w:val="Default"/>
    <w:rsid w:val="002237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PMingLiU" w:hAnsi="Times New Roman" w:cs="Times New Roman"/>
      <w:color w:val="000000"/>
      <w:sz w:val="24"/>
      <w:szCs w:val="24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g204336\Documents\D\1.%20Dossiers%20d'Achat\BAU%202024%20ETCH%20Ion%20Beam%20Etch%20(LE%20BOHEC%20C.)\1.%20Consultation\Appendix%20J%20-%20SECS-GEM%20Compliance%20Statemen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Appendix J - SECS-GEM Compliance Statement.dotx</Template>
  <TotalTime>8</TotalTime>
  <Pages>8</Pages>
  <Words>1021</Words>
  <Characters>5618</Characters>
  <Application>Microsoft Office Word</Application>
  <DocSecurity>0</DocSecurity>
  <Lines>46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FOR-PF-008 Appendix J SECS/GEM Compliance Statement</vt:lpstr>
      <vt:lpstr>APPENDIX J: SECS/GEM COMPLIANCE STATEMENT</vt:lpstr>
    </vt:vector>
  </TitlesOfParts>
  <Company>CEA</Company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FOR-PF-008 Appendix J SECS/GEM Compliance Statement</dc:title>
  <dc:subject/>
  <dc:creator>DG204336</dc:creator>
  <cp:keywords/>
  <dc:description/>
  <cp:lastModifiedBy>CASTELLANA Christine</cp:lastModifiedBy>
  <cp:revision>4</cp:revision>
  <dcterms:created xsi:type="dcterms:W3CDTF">2024-03-28T10:36:00Z</dcterms:created>
  <dcterms:modified xsi:type="dcterms:W3CDTF">2024-11-08T14:47:00Z</dcterms:modified>
</cp:coreProperties>
</file>