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3D2D6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33C2D1E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69B956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9BFE23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1156489A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362BEFA6" w14:textId="77777777" w:rsidR="001A5489" w:rsidRPr="003D5A74" w:rsidRDefault="001A5489" w:rsidP="001A5489">
      <w:pPr>
        <w:suppressAutoHyphens/>
        <w:jc w:val="right"/>
        <w:rPr>
          <w:rFonts w:cs="Arial"/>
          <w:color w:val="0000FF"/>
          <w:sz w:val="52"/>
          <w:lang w:eastAsia="ar-SA"/>
        </w:rPr>
      </w:pPr>
      <w:r w:rsidRPr="003D5A74">
        <w:rPr>
          <w:rFonts w:cs="Arial"/>
          <w:color w:val="0000FF"/>
          <w:sz w:val="44"/>
        </w:rPr>
        <w:t xml:space="preserve">Marché public de </w:t>
      </w:r>
      <w:r w:rsidR="003D231A" w:rsidRPr="003D5A74">
        <w:rPr>
          <w:rFonts w:cs="Arial"/>
          <w:color w:val="0000FF"/>
          <w:sz w:val="44"/>
        </w:rPr>
        <w:t>Travaux</w:t>
      </w:r>
      <w:r w:rsidR="00CA7465" w:rsidRPr="003D5A74">
        <w:rPr>
          <w:rFonts w:cs="Arial"/>
          <w:color w:val="0000FF"/>
          <w:sz w:val="44"/>
        </w:rPr>
        <w:t xml:space="preserve"> </w:t>
      </w:r>
      <w:r w:rsidR="001330CD" w:rsidRPr="003D5A74">
        <w:rPr>
          <w:rFonts w:cs="Arial"/>
          <w:color w:val="0000FF"/>
          <w:sz w:val="44"/>
        </w:rPr>
        <w:t xml:space="preserve"> </w:t>
      </w:r>
      <w:r w:rsidRPr="003D5A74">
        <w:rPr>
          <w:rFonts w:cs="Arial"/>
          <w:color w:val="0000FF"/>
          <w:sz w:val="44"/>
        </w:rPr>
        <w:br/>
      </w:r>
    </w:p>
    <w:p w14:paraId="4E957385" w14:textId="122A4E5B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662519">
        <w:rPr>
          <w:rFonts w:cs="Arial"/>
          <w:b/>
          <w:sz w:val="56"/>
          <w:lang w:eastAsia="ar-SA"/>
        </w:rPr>
        <w:t>MAPA</w:t>
      </w:r>
      <w:r w:rsidR="00F42CCC" w:rsidRPr="001431D1">
        <w:rPr>
          <w:rFonts w:cs="Arial"/>
          <w:b/>
          <w:color w:val="FF0000"/>
          <w:sz w:val="56"/>
          <w:lang w:eastAsia="ar-SA"/>
        </w:rPr>
        <w:t xml:space="preserve"> </w:t>
      </w:r>
      <w:r w:rsidR="00662519">
        <w:rPr>
          <w:rFonts w:cs="Arial"/>
          <w:b/>
          <w:sz w:val="56"/>
          <w:lang w:eastAsia="ar-SA"/>
        </w:rPr>
        <w:t>2</w:t>
      </w:r>
      <w:r w:rsidR="007351CF">
        <w:rPr>
          <w:rFonts w:cs="Arial"/>
          <w:b/>
          <w:sz w:val="56"/>
          <w:lang w:eastAsia="ar-SA"/>
        </w:rPr>
        <w:t>5-</w:t>
      </w:r>
      <w:r w:rsidR="003D5A74">
        <w:rPr>
          <w:rFonts w:cs="Arial"/>
          <w:b/>
          <w:sz w:val="56"/>
          <w:lang w:eastAsia="ar-SA"/>
        </w:rPr>
        <w:t>05</w:t>
      </w:r>
    </w:p>
    <w:p w14:paraId="567D8257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27FE3952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EE9BFFA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876B4B5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CFF6A42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2B5228BE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3D9C2C09" w14:textId="4C7ABAEA"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3407AE" w:rsidRPr="001C0537">
              <w:rPr>
                <w:lang w:eastAsia="ar-SA"/>
              </w:rPr>
              <w:t>Remplacement d</w:t>
            </w:r>
            <w:r w:rsidR="003407AE">
              <w:rPr>
                <w:lang w:eastAsia="ar-SA"/>
              </w:rPr>
              <w:t>e l’intégralité du système de sécurité incendie, du système anti intrusion, du transmetteur téléphonique et du système de contrôle d’accès de la Direction Régionale de l’ASP Corse-PACA</w:t>
            </w:r>
            <w:r w:rsidR="003407AE" w:rsidRPr="001C0537">
              <w:rPr>
                <w:lang w:eastAsia="ar-SA"/>
              </w:rPr>
              <w:t xml:space="preserve"> située à </w:t>
            </w:r>
            <w:r w:rsidR="003407AE">
              <w:rPr>
                <w:lang w:eastAsia="ar-SA"/>
              </w:rPr>
              <w:t>Aix-en-Provence</w:t>
            </w:r>
          </w:p>
        </w:tc>
      </w:tr>
    </w:tbl>
    <w:p w14:paraId="09F1C1D7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1AA60D28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6F5365E9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6D798631" w14:textId="77777777" w:rsidR="00955144" w:rsidRPr="00EC634B" w:rsidRDefault="00B119B7" w:rsidP="00EC634B">
      <w:pPr>
        <w:tabs>
          <w:tab w:val="left" w:pos="426"/>
          <w:tab w:val="left" w:pos="851"/>
        </w:tabs>
        <w:jc w:val="both"/>
        <w:rPr>
          <w:rFonts w:cs="Arial"/>
          <w:color w:val="FF0000"/>
          <w:sz w:val="24"/>
          <w:szCs w:val="24"/>
        </w:rPr>
      </w:pPr>
      <w:r w:rsidRPr="001840F1">
        <w:rPr>
          <w:rFonts w:cs="Arial"/>
          <w:sz w:val="24"/>
          <w:szCs w:val="24"/>
        </w:rPr>
        <w:t>Le présent a</w:t>
      </w:r>
      <w:r w:rsidR="00EC634B">
        <w:rPr>
          <w:rFonts w:cs="Arial"/>
          <w:sz w:val="24"/>
          <w:szCs w:val="24"/>
        </w:rPr>
        <w:t xml:space="preserve">cte d’engagement est complété par </w:t>
      </w:r>
      <w:r w:rsidR="00EC634B" w:rsidRPr="00662519">
        <w:rPr>
          <w:rFonts w:cs="Arial"/>
          <w:sz w:val="24"/>
          <w:szCs w:val="24"/>
        </w:rPr>
        <w:t>une annexe financière</w:t>
      </w:r>
      <w:r w:rsidR="00662519" w:rsidRPr="00662519">
        <w:rPr>
          <w:rFonts w:cs="Arial"/>
          <w:sz w:val="24"/>
          <w:szCs w:val="24"/>
        </w:rPr>
        <w:t>.</w:t>
      </w:r>
      <w:r w:rsidR="00EC634B" w:rsidRPr="00662519">
        <w:rPr>
          <w:rFonts w:cs="Arial"/>
          <w:sz w:val="24"/>
          <w:szCs w:val="24"/>
        </w:rPr>
        <w:t xml:space="preserve"> </w:t>
      </w:r>
    </w:p>
    <w:p w14:paraId="6A1DEB07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18CE54AC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3E92F7E4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273CC284" w14:textId="77777777" w:rsidR="00A156B3" w:rsidRDefault="00A156B3">
      <w:pPr>
        <w:rPr>
          <w:highlight w:val="lightGray"/>
        </w:rPr>
      </w:pPr>
    </w:p>
    <w:p w14:paraId="60FF0FE0" w14:textId="77777777"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41100FB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0B5F79A6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68CA8E53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3DC2E8C2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796835D0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2DE55683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5234B36F" w14:textId="77777777" w:rsidR="00C224BA" w:rsidRDefault="0089039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7D00C6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14:paraId="4AD48CFA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573142FD" w14:textId="77777777" w:rsidR="00BE6ADC" w:rsidRPr="00BE6ADC" w:rsidRDefault="00C224BA" w:rsidP="00A156B3">
      <w:pPr>
        <w:pStyle w:val="Titre1"/>
      </w:pPr>
      <w:bookmarkStart w:id="0" w:name="_Toc83394097"/>
      <w:r>
        <w:lastRenderedPageBreak/>
        <w:t>Engagements</w:t>
      </w:r>
      <w:bookmarkEnd w:id="0"/>
    </w:p>
    <w:p w14:paraId="17E3BA88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1677A5FC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07277F54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890398">
        <w:rPr>
          <w:rFonts w:cs="Arial"/>
          <w:b/>
          <w:sz w:val="20"/>
        </w:rPr>
      </w:r>
      <w:r w:rsidR="00890398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425382DB" w14:textId="77777777" w:rsidTr="00DE14D3">
        <w:tc>
          <w:tcPr>
            <w:tcW w:w="959" w:type="dxa"/>
            <w:shd w:val="clear" w:color="auto" w:fill="auto"/>
          </w:tcPr>
          <w:p w14:paraId="114C77A2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3D964B95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49DE62C7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7380495A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1B8AF277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3C8480F1" w14:textId="77777777" w:rsidR="00DC6B39" w:rsidRPr="00A43C88" w:rsidRDefault="00DC6B39" w:rsidP="00A43C88">
            <w:pPr>
              <w:pStyle w:val="Normal1"/>
            </w:pPr>
          </w:p>
        </w:tc>
      </w:tr>
    </w:tbl>
    <w:p w14:paraId="18CFD537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5F67C923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783367A8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890398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671C9F93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022BADE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890398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452F68C0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B9C3289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4B7E0C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66EB2685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62CC5E6E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135820F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6D27826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39028E86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6F4C74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678D765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E328DC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222821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70E6B82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8DBF65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476B3C9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59BA328F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59865D0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12AB547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51D55125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F96DD7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FF4B75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5732713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452D251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0B98DC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1A2AC2ED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584BFA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3A67553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698043E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78B9315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ACF7DEE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53EFDD4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3408A47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4A9A417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94FA3A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251ED04E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2A2A06B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7381FE7A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6F45C7A2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630871C2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56010C7F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014948FF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D0C9617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2165D52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6E6DAD4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2CD4437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5AAE0BD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6209CB9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5DC2670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662BE286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3C9E096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51E10A1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39BB64FD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1A38FD84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4D70DEB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7E1CA70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2C3FEF1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2BC4067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7E944B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1762753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373784A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F7241F5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7AFF4F2A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2F8D012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87C209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6D59397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12FE151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C3131A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0CFB501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203D742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09CD8A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794DBA5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164A8E3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453D9BF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3D032D37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54BB3A62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2DBB9B98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114CCF78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4ABFD961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DEA5BB1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554F8697" w14:textId="77777777" w:rsidR="009865A0" w:rsidRPr="00A43C88" w:rsidRDefault="009865A0" w:rsidP="00A43C88">
            <w:pPr>
              <w:pStyle w:val="Normal1"/>
            </w:pPr>
          </w:p>
        </w:tc>
      </w:tr>
    </w:tbl>
    <w:p w14:paraId="6631AA16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1A56EBCE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13A10133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22B7C052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7E59C581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54FADD26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3702DB3D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665AB9CD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03A1843D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0C210B2A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375F939C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539C54E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196DCAB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49ADFB2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2F70FD8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1CBAE9F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4B43BA0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3289B66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68276B1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0337CA3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0045721F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64909A54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0E56116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16E667B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202579C3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58BCF85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4ED3EA0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1A7D73D1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59D0D09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3ADF55D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C883CF8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4957B6F4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5197BC73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4525771F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F31059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45128E8D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73F37DE1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D9C78E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6B05E9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67291CB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2F40A23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61B3E24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56D78DC9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6673DA0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9C79C3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4CFD0F71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34644BC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0B67356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59C1B5FD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776F7EFA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177AE1F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68AE91EC" w14:textId="77777777" w:rsidR="00BA1A9F" w:rsidRPr="00A43C88" w:rsidRDefault="00BA1A9F" w:rsidP="00A43C88">
            <w:pPr>
              <w:pStyle w:val="Normal1"/>
            </w:pPr>
          </w:p>
        </w:tc>
      </w:tr>
    </w:tbl>
    <w:p w14:paraId="6AB60A78" w14:textId="77777777" w:rsidR="00A43C88" w:rsidRDefault="00A43C88" w:rsidP="00A43C88">
      <w:pPr>
        <w:pStyle w:val="Normal1"/>
      </w:pPr>
    </w:p>
    <w:p w14:paraId="64BC90FB" w14:textId="77777777" w:rsidR="00A43C88" w:rsidRDefault="00A43C88">
      <w:pPr>
        <w:rPr>
          <w:rFonts w:cs="Arial"/>
          <w:b/>
          <w:sz w:val="18"/>
          <w:szCs w:val="18"/>
        </w:rPr>
      </w:pPr>
    </w:p>
    <w:p w14:paraId="3112E2E6" w14:textId="77777777"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3C9752BE" w14:textId="77777777" w:rsidR="002D6C8B" w:rsidRPr="001A5489" w:rsidRDefault="002D6C8B" w:rsidP="00A43C88">
      <w:pPr>
        <w:rPr>
          <w:sz w:val="24"/>
        </w:rPr>
      </w:pPr>
    </w:p>
    <w:bookmarkStart w:id="2" w:name="CaseACocher108"/>
    <w:p w14:paraId="144E1DEA" w14:textId="216ED3C6" w:rsidR="002D6C8B" w:rsidRPr="00A43C88" w:rsidRDefault="0084394B" w:rsidP="00A43C88">
      <w:pPr>
        <w:pStyle w:val="Normal1"/>
        <w:rPr>
          <w:sz w:val="22"/>
        </w:rPr>
      </w:pPr>
      <w:r w:rsidRPr="00A43C88">
        <w:rPr>
          <w:sz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A43C88">
        <w:rPr>
          <w:sz w:val="22"/>
        </w:rPr>
        <w:instrText xml:space="preserve"> FORMCHECKBOX </w:instrText>
      </w:r>
      <w:r w:rsidR="00890398">
        <w:rPr>
          <w:sz w:val="22"/>
        </w:rPr>
      </w:r>
      <w:r w:rsidR="00890398">
        <w:rPr>
          <w:sz w:val="22"/>
        </w:rPr>
        <w:fldChar w:fldCharType="separate"/>
      </w:r>
      <w:r w:rsidRPr="00A43C88">
        <w:rPr>
          <w:sz w:val="22"/>
        </w:rPr>
        <w:fldChar w:fldCharType="end"/>
      </w:r>
      <w:bookmarkEnd w:id="2"/>
      <w:r w:rsidR="002D6C8B" w:rsidRPr="00A43C88">
        <w:rPr>
          <w:sz w:val="22"/>
        </w:rPr>
        <w:t xml:space="preserve"> aux prix indiqués </w:t>
      </w:r>
      <w:r w:rsidR="00DE6443">
        <w:rPr>
          <w:sz w:val="22"/>
        </w:rPr>
        <w:t>ci-dessous et à  l</w:t>
      </w:r>
      <w:r w:rsidR="007351CF">
        <w:rPr>
          <w:sz w:val="22"/>
        </w:rPr>
        <w:t>’annexe financière</w:t>
      </w:r>
      <w:r w:rsidR="00DE6443">
        <w:rPr>
          <w:sz w:val="22"/>
        </w:rPr>
        <w:t xml:space="preserve"> </w:t>
      </w:r>
      <w:r w:rsidR="007351CF">
        <w:rPr>
          <w:sz w:val="22"/>
        </w:rPr>
        <w:t>(</w:t>
      </w:r>
      <w:r w:rsidR="0058177A" w:rsidRPr="00455DB8">
        <w:rPr>
          <w:sz w:val="22"/>
        </w:rPr>
        <w:t>DPGF</w:t>
      </w:r>
      <w:proofErr w:type="gramStart"/>
      <w:r w:rsidR="007351CF">
        <w:rPr>
          <w:sz w:val="22"/>
        </w:rPr>
        <w:t xml:space="preserve">) </w:t>
      </w:r>
      <w:r w:rsidR="002D6C8B" w:rsidRPr="00491906">
        <w:rPr>
          <w:color w:val="FF0000"/>
          <w:sz w:val="22"/>
        </w:rPr>
        <w:t> </w:t>
      </w:r>
      <w:r w:rsidR="002D6C8B" w:rsidRPr="00A43C88">
        <w:rPr>
          <w:sz w:val="22"/>
        </w:rPr>
        <w:t>:</w:t>
      </w:r>
      <w:proofErr w:type="gramEnd"/>
      <w:r w:rsidR="002D6C8B" w:rsidRPr="00A43C88">
        <w:rPr>
          <w:sz w:val="22"/>
        </w:rPr>
        <w:t xml:space="preserve"> </w:t>
      </w:r>
    </w:p>
    <w:tbl>
      <w:tblPr>
        <w:tblW w:w="914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420"/>
        <w:gridCol w:w="315"/>
        <w:gridCol w:w="1929"/>
        <w:gridCol w:w="1558"/>
        <w:gridCol w:w="139"/>
        <w:gridCol w:w="1419"/>
      </w:tblGrid>
      <w:tr w:rsidR="00216CA5" w:rsidRPr="004C2592" w14:paraId="40A2914A" w14:textId="77777777" w:rsidTr="00455DB8">
        <w:trPr>
          <w:gridAfter w:val="4"/>
          <w:wAfter w:w="5045" w:type="dxa"/>
          <w:trHeight w:val="767"/>
        </w:trPr>
        <w:tc>
          <w:tcPr>
            <w:tcW w:w="2365" w:type="dxa"/>
            <w:shd w:val="clear" w:color="auto" w:fill="auto"/>
            <w:vAlign w:val="center"/>
          </w:tcPr>
          <w:p w14:paraId="13DE5A26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543529DD" w14:textId="229271F2" w:rsidR="00216CA5" w:rsidRPr="004C2592" w:rsidRDefault="00216CA5" w:rsidP="00A43C88">
            <w:pPr>
              <w:pStyle w:val="Normal1"/>
            </w:pPr>
          </w:p>
        </w:tc>
        <w:tc>
          <w:tcPr>
            <w:tcW w:w="315" w:type="dxa"/>
            <w:shd w:val="clear" w:color="auto" w:fill="FFFFFF"/>
            <w:vAlign w:val="center"/>
          </w:tcPr>
          <w:p w14:paraId="1693D6C2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  <w:tr w:rsidR="00216CA5" w:rsidRPr="004C2592" w14:paraId="3C6EF4BC" w14:textId="77777777" w:rsidTr="006901B5">
        <w:trPr>
          <w:trHeight w:hRule="exact" w:val="887"/>
        </w:trPr>
        <w:tc>
          <w:tcPr>
            <w:tcW w:w="6029" w:type="dxa"/>
            <w:gridSpan w:val="4"/>
            <w:shd w:val="clear" w:color="auto" w:fill="auto"/>
            <w:vAlign w:val="center"/>
          </w:tcPr>
          <w:p w14:paraId="37ACA24B" w14:textId="4714942D" w:rsidR="00216CA5" w:rsidRPr="004C2592" w:rsidRDefault="005577C0" w:rsidP="00485008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  <w:r w:rsidRPr="004C2592">
              <w:t xml:space="preserve">Le montant minimum du marché </w:t>
            </w:r>
            <w:r w:rsidR="00562F07">
              <w:t>es</w:t>
            </w:r>
            <w:r w:rsidRPr="004C2592">
              <w:t>t le suivant</w:t>
            </w:r>
            <w:r w:rsidR="00562F07">
              <w:t xml:space="preserve"> </w:t>
            </w:r>
            <w:r w:rsidRPr="004C2592">
              <w:t>:</w:t>
            </w:r>
          </w:p>
        </w:tc>
        <w:tc>
          <w:tcPr>
            <w:tcW w:w="1697" w:type="dxa"/>
            <w:gridSpan w:val="2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74DAEBFD" w14:textId="77777777" w:rsidR="00216CA5" w:rsidRPr="004C2592" w:rsidRDefault="00216CA5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419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0D9C3376" w14:textId="77777777" w:rsidR="00216CA5" w:rsidRPr="004C2592" w:rsidRDefault="00216CA5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6476CD" w:rsidRPr="00562F07" w14:paraId="285C60DE" w14:textId="77777777" w:rsidTr="006901B5">
        <w:trPr>
          <w:trHeight w:hRule="exact" w:val="1089"/>
        </w:trPr>
        <w:tc>
          <w:tcPr>
            <w:tcW w:w="6029" w:type="dxa"/>
            <w:gridSpan w:val="4"/>
            <w:shd w:val="clear" w:color="auto" w:fill="auto"/>
            <w:vAlign w:val="center"/>
          </w:tcPr>
          <w:p w14:paraId="1F496952" w14:textId="77777777" w:rsidR="006476CD" w:rsidRPr="00485008" w:rsidRDefault="005577C0" w:rsidP="006476CD">
            <w:pPr>
              <w:pStyle w:val="Normal1"/>
            </w:pPr>
            <w:r w:rsidRPr="00485008">
              <w:t xml:space="preserve">Poste 1 : </w:t>
            </w:r>
            <w:r w:rsidR="006476CD" w:rsidRPr="00485008">
              <w:t xml:space="preserve">Le prix forfaitaire  1 correspondant </w:t>
            </w:r>
            <w:r w:rsidRPr="00485008">
              <w:t>à la somme des t</w:t>
            </w:r>
            <w:r w:rsidR="006476CD" w:rsidRPr="00485008">
              <w:t>ravaux (travaux de remplacement du CA</w:t>
            </w:r>
            <w:r w:rsidRPr="00485008">
              <w:t xml:space="preserve"> </w:t>
            </w:r>
            <w:r w:rsidR="006476CD" w:rsidRPr="00485008">
              <w:t>+</w:t>
            </w:r>
            <w:r w:rsidRPr="00485008">
              <w:t xml:space="preserve"> </w:t>
            </w:r>
            <w:r w:rsidR="006476CD" w:rsidRPr="00485008">
              <w:t xml:space="preserve">travaux de remplacement des </w:t>
            </w:r>
            <w:proofErr w:type="gramStart"/>
            <w:r w:rsidR="006476CD" w:rsidRPr="00485008">
              <w:t>télé</w:t>
            </w:r>
            <w:proofErr w:type="gramEnd"/>
            <w:r w:rsidR="006476CD" w:rsidRPr="00485008">
              <w:t xml:space="preserve"> transmetteurs+ travaux de remplacement du système de sécurité incendie): </w:t>
            </w:r>
          </w:p>
          <w:p w14:paraId="5E5A25EF" w14:textId="77777777" w:rsidR="006476CD" w:rsidRPr="00485008" w:rsidRDefault="006476CD" w:rsidP="00A43C88">
            <w:pPr>
              <w:pStyle w:val="Normal1"/>
            </w:pPr>
          </w:p>
        </w:tc>
        <w:tc>
          <w:tcPr>
            <w:tcW w:w="1558" w:type="dxa"/>
            <w:shd w:val="clear" w:color="auto" w:fill="D9D9D9"/>
            <w:vAlign w:val="center"/>
          </w:tcPr>
          <w:p w14:paraId="436E360A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1558" w:type="dxa"/>
            <w:gridSpan w:val="2"/>
            <w:shd w:val="clear" w:color="auto" w:fill="D9D9D9"/>
            <w:vAlign w:val="center"/>
          </w:tcPr>
          <w:p w14:paraId="761BECE7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6476CD" w:rsidRPr="00562F07" w14:paraId="4F34626B" w14:textId="77777777" w:rsidTr="006901B5">
        <w:trPr>
          <w:trHeight w:hRule="exact" w:val="1089"/>
        </w:trPr>
        <w:tc>
          <w:tcPr>
            <w:tcW w:w="6029" w:type="dxa"/>
            <w:gridSpan w:val="4"/>
            <w:shd w:val="clear" w:color="auto" w:fill="auto"/>
            <w:vAlign w:val="center"/>
          </w:tcPr>
          <w:p w14:paraId="7AFCDD5E" w14:textId="16DF685E" w:rsidR="006476CD" w:rsidRPr="00485008" w:rsidRDefault="005577C0" w:rsidP="00562F07">
            <w:pPr>
              <w:pStyle w:val="Normal1"/>
            </w:pPr>
            <w:r w:rsidRPr="00485008">
              <w:t xml:space="preserve">Poste 2 : </w:t>
            </w:r>
            <w:r w:rsidR="006476CD" w:rsidRPr="00485008">
              <w:t xml:space="preserve">Le prix forfaitaire 2  </w:t>
            </w:r>
            <w:bookmarkStart w:id="3" w:name="_GoBack"/>
            <w:bookmarkEnd w:id="3"/>
            <w:r w:rsidR="006476CD" w:rsidRPr="00485008">
              <w:t>corre</w:t>
            </w:r>
            <w:r w:rsidRPr="00485008">
              <w:t>s</w:t>
            </w:r>
            <w:r w:rsidR="006476CD" w:rsidRPr="00485008">
              <w:t>po</w:t>
            </w:r>
            <w:r w:rsidRPr="00485008">
              <w:t>ndan</w:t>
            </w:r>
            <w:r w:rsidR="006476CD" w:rsidRPr="00485008">
              <w:t>t à la somme des contrats de</w:t>
            </w:r>
            <w:r w:rsidR="00562F07" w:rsidRPr="00485008">
              <w:t xml:space="preserve"> </w:t>
            </w:r>
            <w:r w:rsidR="006476CD" w:rsidRPr="00485008">
              <w:t>mainten</w:t>
            </w:r>
            <w:r w:rsidRPr="00485008">
              <w:t>an</w:t>
            </w:r>
            <w:r w:rsidR="006476CD" w:rsidRPr="00485008">
              <w:t>ce</w:t>
            </w:r>
            <w:r w:rsidR="000753DE" w:rsidRPr="00485008">
              <w:t xml:space="preserve"> préventive </w:t>
            </w:r>
            <w:r w:rsidR="00F26CB9" w:rsidRPr="00485008">
              <w:t>sur la durée du marché</w:t>
            </w:r>
            <w:r w:rsidR="00F301E3" w:rsidRPr="00485008">
              <w:t xml:space="preserve"> 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51C54C3E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  <w:tc>
          <w:tcPr>
            <w:tcW w:w="1558" w:type="dxa"/>
            <w:gridSpan w:val="2"/>
            <w:shd w:val="clear" w:color="auto" w:fill="D9D9D9"/>
            <w:vAlign w:val="center"/>
          </w:tcPr>
          <w:p w14:paraId="190AD259" w14:textId="77777777" w:rsidR="006476CD" w:rsidRPr="00562F07" w:rsidRDefault="006476CD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  <w:tr w:rsidR="005577C0" w:rsidRPr="004C2592" w14:paraId="49F08666" w14:textId="77777777" w:rsidTr="006901B5">
        <w:trPr>
          <w:trHeight w:hRule="exact" w:val="1089"/>
        </w:trPr>
        <w:tc>
          <w:tcPr>
            <w:tcW w:w="6029" w:type="dxa"/>
            <w:gridSpan w:val="4"/>
            <w:shd w:val="clear" w:color="auto" w:fill="auto"/>
            <w:vAlign w:val="center"/>
          </w:tcPr>
          <w:p w14:paraId="27B084A8" w14:textId="77777777" w:rsidR="005577C0" w:rsidRPr="00485008" w:rsidRDefault="005577C0" w:rsidP="005577C0">
            <w:pPr>
              <w:pStyle w:val="Normal1"/>
              <w:rPr>
                <w:b/>
              </w:rPr>
            </w:pPr>
            <w:r w:rsidRPr="00485008">
              <w:rPr>
                <w:b/>
              </w:rPr>
              <w:t>Montant MINIMUM du marché =</w:t>
            </w:r>
          </w:p>
          <w:p w14:paraId="39DDD615" w14:textId="05480B28" w:rsidR="005577C0" w:rsidRPr="00485008" w:rsidRDefault="005577C0" w:rsidP="005577C0">
            <w:pPr>
              <w:pStyle w:val="Normal1"/>
            </w:pPr>
            <w:r w:rsidRPr="00485008">
              <w:t>Montant forfaitaire total du marché  (poste 1</w:t>
            </w:r>
            <w:r w:rsidR="00890398">
              <w:t xml:space="preserve"> </w:t>
            </w:r>
            <w:r w:rsidRPr="00485008">
              <w:t>+ poste 2)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0E6AAE30" w14:textId="77777777" w:rsidR="005577C0" w:rsidRPr="004C2592" w:rsidRDefault="005577C0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8" w:type="dxa"/>
            <w:gridSpan w:val="2"/>
            <w:shd w:val="clear" w:color="auto" w:fill="D9D9D9"/>
            <w:vAlign w:val="center"/>
          </w:tcPr>
          <w:p w14:paraId="2DA910A6" w14:textId="77777777" w:rsidR="005577C0" w:rsidRPr="004C2592" w:rsidRDefault="005577C0" w:rsidP="00216CA5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B60C595" w14:textId="77777777"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3A88A664" w14:textId="1E215784" w:rsidR="00216CA5" w:rsidRPr="004C2592" w:rsidRDefault="00216CA5" w:rsidP="00A43C88">
      <w:pPr>
        <w:pStyle w:val="Normal1"/>
      </w:pPr>
    </w:p>
    <w:p w14:paraId="179741BA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927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138"/>
        <w:gridCol w:w="1570"/>
        <w:gridCol w:w="1571"/>
      </w:tblGrid>
      <w:tr w:rsidR="005E075C" w:rsidRPr="00A43C88" w14:paraId="008C8980" w14:textId="77777777" w:rsidTr="006901B5">
        <w:trPr>
          <w:trHeight w:hRule="exact" w:val="1367"/>
        </w:trPr>
        <w:tc>
          <w:tcPr>
            <w:tcW w:w="6138" w:type="dxa"/>
            <w:shd w:val="clear" w:color="auto" w:fill="auto"/>
            <w:vAlign w:val="center"/>
          </w:tcPr>
          <w:p w14:paraId="2A894208" w14:textId="18AD4BA4" w:rsidR="000753DE" w:rsidRPr="00485008" w:rsidRDefault="00216CA5" w:rsidP="00105564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ind w:left="0" w:firstLine="0"/>
              <w:rPr>
                <w:rFonts w:ascii="Arial" w:hAnsi="Arial" w:cs="Arial"/>
                <w:b/>
              </w:rPr>
            </w:pPr>
            <w:r w:rsidRPr="00485008">
              <w:rPr>
                <w:rFonts w:ascii="Arial" w:hAnsi="Arial" w:cs="Arial"/>
                <w:b/>
              </w:rPr>
              <w:t xml:space="preserve">Montant MAXIMUM du marché </w:t>
            </w:r>
            <w:r w:rsidR="00105564" w:rsidRPr="00485008">
              <w:rPr>
                <w:rFonts w:ascii="Arial" w:hAnsi="Arial" w:cs="Arial"/>
                <w:b/>
              </w:rPr>
              <w:t xml:space="preserve">correspond au </w:t>
            </w:r>
          </w:p>
          <w:p w14:paraId="20C14CBF" w14:textId="7C0CABC8" w:rsidR="005E075C" w:rsidRPr="00A43C88" w:rsidRDefault="005577C0" w:rsidP="003D5A74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ind w:left="0" w:firstLine="0"/>
              <w:rPr>
                <w:rFonts w:ascii="Arial" w:hAnsi="Arial" w:cs="Arial"/>
                <w:b/>
              </w:rPr>
            </w:pPr>
            <w:r w:rsidRPr="00485008">
              <w:rPr>
                <w:rFonts w:ascii="Arial" w:hAnsi="Arial" w:cs="Arial"/>
                <w:b/>
              </w:rPr>
              <w:t>montant minimum du marché</w:t>
            </w:r>
            <w:r w:rsidR="00105564" w:rsidRPr="00485008">
              <w:rPr>
                <w:rFonts w:ascii="Arial" w:hAnsi="Arial" w:cs="Arial"/>
                <w:b/>
              </w:rPr>
              <w:t xml:space="preserve"> additionné </w:t>
            </w:r>
            <w:r w:rsidR="005A0BC3" w:rsidRPr="00485008">
              <w:rPr>
                <w:rFonts w:ascii="Arial" w:hAnsi="Arial" w:cs="Arial"/>
                <w:b/>
              </w:rPr>
              <w:t>de la part à bons de commande (20 000 HT euros au total)</w:t>
            </w:r>
          </w:p>
        </w:tc>
        <w:tc>
          <w:tcPr>
            <w:tcW w:w="1570" w:type="dxa"/>
            <w:tcBorders>
              <w:right w:val="single" w:sz="8" w:space="0" w:color="FFFFFF" w:themeColor="background1"/>
            </w:tcBorders>
            <w:shd w:val="clear" w:color="auto" w:fill="D9D9D9"/>
            <w:vAlign w:val="center"/>
          </w:tcPr>
          <w:p w14:paraId="32A9FC80" w14:textId="74634531" w:rsidR="005E075C" w:rsidRPr="003D5A74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</w:rPr>
            </w:pPr>
            <w:r w:rsidRPr="003D5A74">
              <w:rPr>
                <w:rFonts w:ascii="Arial" w:hAnsi="Arial" w:cs="Arial"/>
                <w:b/>
                <w:sz w:val="20"/>
              </w:rPr>
              <w:t>€</w:t>
            </w:r>
          </w:p>
        </w:tc>
        <w:tc>
          <w:tcPr>
            <w:tcW w:w="1571" w:type="dxa"/>
            <w:tcBorders>
              <w:left w:val="single" w:sz="8" w:space="0" w:color="FFFFFF" w:themeColor="background1"/>
            </w:tcBorders>
            <w:shd w:val="clear" w:color="auto" w:fill="D9D9D9"/>
            <w:vAlign w:val="center"/>
          </w:tcPr>
          <w:p w14:paraId="3E488E6C" w14:textId="72871FAC" w:rsidR="005E075C" w:rsidRPr="003D5A74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  <w:sz w:val="20"/>
              </w:rPr>
            </w:pPr>
            <w:r w:rsidRPr="003D5A74">
              <w:rPr>
                <w:rFonts w:ascii="Arial" w:hAnsi="Arial" w:cs="Arial"/>
                <w:b/>
                <w:sz w:val="20"/>
              </w:rPr>
              <w:t>€</w:t>
            </w:r>
          </w:p>
        </w:tc>
      </w:tr>
    </w:tbl>
    <w:p w14:paraId="2A8392D2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14A45949" w14:textId="77777777"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14:paraId="427466C2" w14:textId="47CEEF52" w:rsidR="00731878" w:rsidRDefault="00731878" w:rsidP="00731878">
      <w:pPr>
        <w:pStyle w:val="Corpsdetexte"/>
        <w:ind w:left="0" w:firstLine="0"/>
      </w:pPr>
      <w:r w:rsidRPr="00985701">
        <w:t xml:space="preserve">Le présent marché s’exécute à compter de sa date de notification </w:t>
      </w:r>
      <w:r w:rsidR="00F301E3" w:rsidRPr="00985701">
        <w:t>jusqu’</w:t>
      </w:r>
      <w:r w:rsidR="00F301E3">
        <w:t>au 31/12/2028</w:t>
      </w:r>
      <w:r>
        <w:t>.</w:t>
      </w:r>
      <w:r w:rsidRPr="00985701">
        <w:t xml:space="preserve"> </w:t>
      </w:r>
    </w:p>
    <w:p w14:paraId="68F10864" w14:textId="77777777" w:rsidR="00DA168E" w:rsidRDefault="00DA168E" w:rsidP="001725CC"/>
    <w:p w14:paraId="01DBC092" w14:textId="0D2716BD" w:rsidR="00731878" w:rsidRPr="00E5066F" w:rsidRDefault="001725CC" w:rsidP="001725CC">
      <w:r w:rsidRPr="00E5066F">
        <w:t>Il n’est pas reconductible</w:t>
      </w:r>
      <w:r w:rsidR="006901B5">
        <w:t>.</w:t>
      </w:r>
    </w:p>
    <w:p w14:paraId="06778EA8" w14:textId="77777777" w:rsidR="001017D5" w:rsidRDefault="001017D5" w:rsidP="00731878">
      <w:pPr>
        <w:pStyle w:val="Corpsdetexte"/>
        <w:ind w:left="0" w:firstLine="0"/>
      </w:pPr>
    </w:p>
    <w:p w14:paraId="33A86E57" w14:textId="27C4796A" w:rsidR="00731878" w:rsidRPr="00455DB8" w:rsidRDefault="001017D5" w:rsidP="006901B5">
      <w:pPr>
        <w:jc w:val="both"/>
        <w:rPr>
          <w:i/>
          <w:color w:val="3333CC"/>
          <w:szCs w:val="22"/>
        </w:rPr>
      </w:pPr>
      <w:r w:rsidRPr="00455DB8">
        <w:rPr>
          <w:rFonts w:cs="Arial"/>
          <w:szCs w:val="22"/>
        </w:rPr>
        <w:t>Toutes les prestations à prix unitaire peuvent être commandées jusqu’</w:t>
      </w:r>
      <w:r w:rsidR="00731878" w:rsidRPr="00455DB8">
        <w:rPr>
          <w:rFonts w:cs="Arial"/>
          <w:szCs w:val="22"/>
        </w:rPr>
        <w:t xml:space="preserve">au dernier jour de validité du </w:t>
      </w:r>
      <w:r w:rsidRPr="00455DB8">
        <w:rPr>
          <w:rFonts w:cs="Arial"/>
          <w:szCs w:val="22"/>
        </w:rPr>
        <w:t xml:space="preserve">marché et s’exécuter au-delà du terme du marché dans la limite de </w:t>
      </w:r>
      <w:r w:rsidR="00F301E3" w:rsidRPr="00455DB8">
        <w:rPr>
          <w:szCs w:val="22"/>
        </w:rPr>
        <w:t xml:space="preserve">3 </w:t>
      </w:r>
      <w:r w:rsidR="00731878" w:rsidRPr="00455DB8">
        <w:rPr>
          <w:szCs w:val="22"/>
        </w:rPr>
        <w:t xml:space="preserve">mois </w:t>
      </w:r>
      <w:r w:rsidRPr="00455DB8">
        <w:rPr>
          <w:rFonts w:cs="Arial"/>
          <w:szCs w:val="22"/>
        </w:rPr>
        <w:t>après la fin du marché</w:t>
      </w:r>
      <w:r w:rsidRPr="00455DB8">
        <w:rPr>
          <w:i/>
          <w:color w:val="3333CC"/>
          <w:szCs w:val="22"/>
        </w:rPr>
        <w:t>.</w:t>
      </w:r>
      <w:r w:rsidR="00731878" w:rsidRPr="00455DB8">
        <w:rPr>
          <w:i/>
          <w:color w:val="3333CC"/>
          <w:szCs w:val="22"/>
        </w:rPr>
        <w:t xml:space="preserve">  </w:t>
      </w:r>
      <w:r w:rsidR="00813189">
        <w:rPr>
          <w:i/>
          <w:color w:val="3333CC"/>
          <w:szCs w:val="22"/>
        </w:rPr>
        <w:t xml:space="preserve"> </w:t>
      </w:r>
    </w:p>
    <w:p w14:paraId="5F9DD8FE" w14:textId="77777777" w:rsidR="00C224BA" w:rsidRDefault="00C224BA" w:rsidP="00731878">
      <w:pPr>
        <w:rPr>
          <w:i/>
          <w:color w:val="3333CC"/>
          <w:sz w:val="16"/>
          <w:szCs w:val="16"/>
        </w:rPr>
      </w:pPr>
    </w:p>
    <w:p w14:paraId="034FA99D" w14:textId="77777777"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14:paraId="222AA68E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890398">
        <w:rPr>
          <w:sz w:val="20"/>
        </w:rPr>
      </w:r>
      <w:r w:rsidR="0089039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59446A1B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890398">
        <w:rPr>
          <w:sz w:val="20"/>
        </w:rPr>
      </w:r>
      <w:r w:rsidR="0089039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30A77A75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24119C85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52AE4EC4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041094BE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0B26E0D8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6D8C6B33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3EF96E3A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020673BA" w14:textId="77777777"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14:paraId="4C925314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43FFB346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2489FC1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5C97BB7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4BABAED2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438D659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2280021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23DC0B5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260A3E02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145E7A3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078283B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3503DC1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7020668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2CF64D6E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1F99B0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FBD669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0164D4E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2A092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533AB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A55CA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854E20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B70A4B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B6B45A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D5C4E0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592ADA2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C00FC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CFFCC5D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0052E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1D3180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A4D1410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7A07A3D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22677C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8CEF2E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64A46D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A8B75C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633303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372B70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87DFB1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416E29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5861C6C9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C5002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30B7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C8BD99B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C27CF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FD5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1EDB7C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7AF72C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32C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057C1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1B0773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9F64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9CA13A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5DC27CC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A13FF7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B2D2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7540E7BE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60760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A3D5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7DFF7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639868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B4FF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967D6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F990A2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85B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604F1B6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6BFC97B0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F98F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7CC567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751DA3C9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15BC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3CA50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138DD06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10B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BA733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0878D23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592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267736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5C39A1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545421AA" w14:textId="77777777" w:rsidR="00C224BA" w:rsidRDefault="00C224BA" w:rsidP="00C224BA">
      <w:bookmarkStart w:id="7" w:name="_Toc83394101"/>
    </w:p>
    <w:p w14:paraId="3A9C51CC" w14:textId="77777777" w:rsidR="002D6C8B" w:rsidRPr="00A43C88" w:rsidRDefault="0089793D" w:rsidP="00BE6ADC">
      <w:pPr>
        <w:pStyle w:val="Titre1"/>
      </w:pPr>
      <w:r w:rsidRPr="00A43C88">
        <w:t>Paiement</w:t>
      </w:r>
      <w:bookmarkEnd w:id="7"/>
    </w:p>
    <w:p w14:paraId="19FACD30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459E6841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691259D5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52D80F96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12A51D28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00D208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4265C9D3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635C39A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41CDD61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26D987C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55FC799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51D1A32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008B560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17FD48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05C8DC7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7923139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51B3816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6E77A4C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7EF9631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4274412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39B7EC5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5FF20E9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E55247F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516B58B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1E37D0E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DAEBB66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0366176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7E9C4FC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CF842C0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435813F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2503CC3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1DBF3F9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C34DC16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6B259BF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1CDE036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BAD8339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62EBF9C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11DA339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7AF90735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E966BA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3A8FDE1A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3CF2DAC4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C484E5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18DEF62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BBF65A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08AB5FF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FE550ED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2D255C3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0D4F8D1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EC3B7D8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5B5E613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73472A6C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4570BCE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110B9ED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05D89AE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61BB8E1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9E079C9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0C336D2B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2BEFCEE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8E702C3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3ACEB0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3BC0A78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B7BCB3C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0161D93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21D60B4A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7DD6639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4730885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2BEC258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1D685DA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663C50F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13A7660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18022C2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DCED89A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5C8B8679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6FB2A85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33F22B3D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6C719E3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63587046" w14:textId="77777777" w:rsidR="00BB545A" w:rsidRPr="00BB5040" w:rsidRDefault="00BB545A" w:rsidP="0025599A">
            <w:pPr>
              <w:pStyle w:val="Normal1"/>
            </w:pPr>
          </w:p>
        </w:tc>
      </w:tr>
    </w:tbl>
    <w:p w14:paraId="45DAC562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4D31CE9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62090E74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07C6311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0EF13E5F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57F28905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0E7F5BBD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4965C52F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46EF09B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5B55C50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4751C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1BE55E7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08A80682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604A80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2535713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E4409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633F262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310E5642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0E100230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1730A79C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45753CC9" w14:textId="77777777" w:rsidTr="0025599A">
        <w:tc>
          <w:tcPr>
            <w:tcW w:w="2235" w:type="dxa"/>
            <w:gridSpan w:val="7"/>
            <w:shd w:val="clear" w:color="auto" w:fill="auto"/>
          </w:tcPr>
          <w:p w14:paraId="409AB9AE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0AD20FE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37B97DB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217C88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6C160608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3DA9BF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411C7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926462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C5D841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AA0EB8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A7861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375375A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7D687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C172E8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061C7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21CBE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3C8946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60F1FC5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E69E2E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F31ACB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FBB3C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D0CBC8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CA8C8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21CF6F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C3AB8D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3D1236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947514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006C3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E8BA3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3E1F436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06AABF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754679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3F25160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6252891E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22289C1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AF87AB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987A0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3237F4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3D6611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257A63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78F82C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79942D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DA5380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664025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25B9D51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53089E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22745C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7ABA0A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E3E1E1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01493B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073EB5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A19096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D89A9B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54121B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EB6EE1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ADA258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DDDA4A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02458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13221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B4EA77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37CA30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F863E7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C176B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971682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5EB6332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0ED550D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88AEA4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44A52A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3632ED3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5ADE6CA9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5F080F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354BE5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516E68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A9671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87EDFB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465982C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2FB5D4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035EA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F6E05B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1FB8329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48E387B9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5BDA9727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6BE58FED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60CF725A" w14:textId="77777777"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14:paraId="1162DF42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191BA46C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890398">
        <w:rPr>
          <w:rFonts w:cs="Arial"/>
          <w:sz w:val="24"/>
          <w:szCs w:val="24"/>
        </w:rPr>
      </w:r>
      <w:r w:rsidR="0089039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890398">
        <w:rPr>
          <w:rFonts w:cs="Arial"/>
          <w:sz w:val="24"/>
          <w:szCs w:val="24"/>
        </w:rPr>
      </w:r>
      <w:r w:rsidR="0089039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547F749C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38A97969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58A38AD5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1511F77B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D4FE4F3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D0F321E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B027BD8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955EA3A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007AE54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215B14FD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79EA3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5C4DB00D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7BE9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4E7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6429B67A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40DFE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D9E73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8854C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2F4A5225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513E1787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561977D3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2A16B511" w14:textId="77777777" w:rsidR="00D16BF8" w:rsidRPr="00A43C88" w:rsidRDefault="00D16BF8" w:rsidP="00BE6ADC">
      <w:pPr>
        <w:pStyle w:val="Titre1"/>
      </w:pPr>
      <w:bookmarkStart w:id="9" w:name="_Toc83394103"/>
      <w:r w:rsidRPr="00A43C88">
        <w:t xml:space="preserve">Signature du marché </w:t>
      </w:r>
      <w:r w:rsidR="0031425C">
        <w:t>en cas de groupement</w:t>
      </w:r>
      <w:bookmarkEnd w:id="9"/>
    </w:p>
    <w:p w14:paraId="442D17BB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10F43083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02F5C153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29063551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6E3825B0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7B0AC9CB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90398">
        <w:rPr>
          <w:rFonts w:ascii="Arial" w:hAnsi="Arial" w:cs="Arial"/>
        </w:rPr>
      </w:r>
      <w:r w:rsidR="0089039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90398">
        <w:rPr>
          <w:rFonts w:ascii="Arial" w:hAnsi="Arial" w:cs="Arial"/>
        </w:rPr>
      </w:r>
      <w:r w:rsidR="0089039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67EC707F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4A4ACCC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6C860731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6CCED105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90398">
        <w:rPr>
          <w:rFonts w:ascii="Arial" w:hAnsi="Arial" w:cs="Arial"/>
        </w:rPr>
      </w:r>
      <w:r w:rsidR="0089039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90398">
        <w:rPr>
          <w:rFonts w:ascii="Arial" w:hAnsi="Arial" w:cs="Arial"/>
        </w:rPr>
      </w:r>
      <w:r w:rsidR="0089039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55358E26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029B1FD9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890398">
        <w:rPr>
          <w:rFonts w:ascii="Arial" w:hAnsi="Arial" w:cs="Arial"/>
        </w:rPr>
      </w:r>
      <w:r w:rsidR="0089039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14218BB8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65F9DB0D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3D555DF6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14:paraId="0F0270D9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BAFFD6F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14:paraId="599A8BE6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18F5EB12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D47D653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37F5FE40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7327BDC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14:paraId="56A79384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14:paraId="75D31946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890398">
        <w:rPr>
          <w:rFonts w:cs="Arial"/>
        </w:rPr>
      </w:r>
      <w:r w:rsidR="0089039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3E7D88F7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70FC535B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1B16ABEB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4FCE128A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2FAA0C81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29AE7892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890398">
        <w:rPr>
          <w:rFonts w:cs="Arial"/>
          <w:b/>
        </w:rPr>
      </w:r>
      <w:r w:rsidR="0089039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25544C5C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2E023EAA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272AC00C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669AA48D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6605B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2B7B4E4A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72E7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A2C7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18C90E45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A7A384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38E72E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099C9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3CD891EE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353691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7B602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454DD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B6323D0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14:paraId="0561BFED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120CA704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0A6FF59C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042E1B25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77D41A21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29C465A4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6E7C0A1C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279CC398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44085597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0EC8649D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38C89DF2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03602EA0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1BE95E35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62CFE5ED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5CB4AAA9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1A03EF03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23F502DC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097B7151" w14:textId="69695D42"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455DB8">
        <w:rPr>
          <w:rFonts w:cs="Arial"/>
          <w:bCs/>
          <w:sz w:val="20"/>
        </w:rPr>
        <w:t>27</w:t>
      </w:r>
      <w:r w:rsidR="008C3870" w:rsidRPr="008C3870">
        <w:rPr>
          <w:rFonts w:cs="Arial"/>
          <w:bCs/>
          <w:sz w:val="20"/>
        </w:rPr>
        <w:t xml:space="preserve"> novembre 202</w:t>
      </w:r>
      <w:r w:rsidR="00455DB8">
        <w:rPr>
          <w:rFonts w:cs="Arial"/>
          <w:bCs/>
          <w:sz w:val="20"/>
        </w:rPr>
        <w:t>4</w:t>
      </w:r>
      <w:r w:rsidR="008C3870" w:rsidRPr="008C3870">
        <w:rPr>
          <w:rFonts w:cs="Arial"/>
          <w:bCs/>
          <w:sz w:val="20"/>
        </w:rPr>
        <w:t xml:space="preserve"> (JORF </w:t>
      </w:r>
      <w:r w:rsidR="008C3870" w:rsidRPr="00105564">
        <w:rPr>
          <w:rFonts w:cs="Arial"/>
          <w:bCs/>
          <w:sz w:val="20"/>
        </w:rPr>
        <w:t xml:space="preserve">du </w:t>
      </w:r>
      <w:r w:rsidR="00105564" w:rsidRPr="00105564">
        <w:rPr>
          <w:rFonts w:cs="Arial"/>
          <w:bCs/>
          <w:sz w:val="20"/>
        </w:rPr>
        <w:t>28 novembre 2024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14:paraId="5FB6D729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04693C94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5445B6D5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1183E4A5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0BE74A90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432427C4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5D165F8C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3E5C536E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76F96711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58F3FBA6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309EE8A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4F10F8CD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5925B40D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16793FED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34872" w14:textId="77777777" w:rsidR="007D00C6" w:rsidRDefault="007D00C6">
      <w:r>
        <w:separator/>
      </w:r>
    </w:p>
  </w:endnote>
  <w:endnote w:type="continuationSeparator" w:id="0">
    <w:p w14:paraId="2C1DE634" w14:textId="77777777" w:rsidR="007D00C6" w:rsidRDefault="007D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5462200D" w14:textId="77777777" w:rsidTr="001B7579">
      <w:tc>
        <w:tcPr>
          <w:tcW w:w="2586" w:type="dxa"/>
        </w:tcPr>
        <w:p w14:paraId="639388AF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2DEF9A49" w14:textId="159CB015" w:rsidR="00731878" w:rsidRPr="002C6F32" w:rsidRDefault="007F59F6" w:rsidP="003D5A74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7351CF">
            <w:rPr>
              <w:rFonts w:cs="Arial"/>
              <w:sz w:val="20"/>
            </w:rPr>
            <w:t>5</w:t>
          </w:r>
          <w:r>
            <w:rPr>
              <w:rFonts w:cs="Arial"/>
              <w:sz w:val="20"/>
            </w:rPr>
            <w:t>-</w:t>
          </w:r>
          <w:r w:rsidR="003D5A74">
            <w:rPr>
              <w:rFonts w:cs="Arial"/>
              <w:sz w:val="20"/>
            </w:rPr>
            <w:t>05</w:t>
          </w:r>
        </w:p>
      </w:tc>
      <w:tc>
        <w:tcPr>
          <w:tcW w:w="2268" w:type="dxa"/>
        </w:tcPr>
        <w:p w14:paraId="5BFEADE5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890398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890398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53748836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2995DCD9" w14:textId="77777777" w:rsidTr="0025599A">
      <w:tc>
        <w:tcPr>
          <w:tcW w:w="3212" w:type="dxa"/>
        </w:tcPr>
        <w:p w14:paraId="01E54F6D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5524A6CB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7A1F9B4D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7D00C6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5463EAE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B3E23" w14:textId="77777777" w:rsidR="007D00C6" w:rsidRDefault="007D00C6">
      <w:r>
        <w:separator/>
      </w:r>
    </w:p>
  </w:footnote>
  <w:footnote w:type="continuationSeparator" w:id="0">
    <w:p w14:paraId="0B6B1275" w14:textId="77777777" w:rsidR="007D00C6" w:rsidRDefault="007D0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1E071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3958740A" wp14:editId="116869FE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EC29B8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2BB98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6DB6FE40" wp14:editId="2044DA4F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7FB90" w14:textId="42CBFC52" w:rsidR="00731878" w:rsidRDefault="003D5A74" w:rsidP="006901B5">
    <w:pPr>
      <w:pStyle w:val="En-tte"/>
      <w:tabs>
        <w:tab w:val="left" w:pos="7464"/>
        <w:tab w:val="right" w:pos="9497"/>
      </w:tabs>
    </w:pPr>
    <w:r>
      <w:tab/>
    </w:r>
    <w:r>
      <w:tab/>
    </w:r>
    <w:r>
      <w:tab/>
    </w:r>
    <w:r w:rsidR="00731878">
      <w:rPr>
        <w:rFonts w:cs="Arial"/>
        <w:noProof/>
      </w:rPr>
      <w:drawing>
        <wp:inline distT="0" distB="0" distL="0" distR="0" wp14:anchorId="0C77C253" wp14:editId="65CA27AE">
          <wp:extent cx="594360" cy="469410"/>
          <wp:effectExtent l="0" t="0" r="0" b="6985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94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8B203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1EE5703E" wp14:editId="630FC11B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érôme SUBILEAU">
    <w15:presenceInfo w15:providerId="AD" w15:userId="S-1-5-21-3665956904-172515063-2349209064-38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C6"/>
    <w:rsid w:val="00001D24"/>
    <w:rsid w:val="00010278"/>
    <w:rsid w:val="000129D4"/>
    <w:rsid w:val="0003316B"/>
    <w:rsid w:val="000333D0"/>
    <w:rsid w:val="00047668"/>
    <w:rsid w:val="000753DE"/>
    <w:rsid w:val="000B73C9"/>
    <w:rsid w:val="000C5064"/>
    <w:rsid w:val="000D0102"/>
    <w:rsid w:val="000E063A"/>
    <w:rsid w:val="000E2E5A"/>
    <w:rsid w:val="000E4BDC"/>
    <w:rsid w:val="000F358F"/>
    <w:rsid w:val="000F43E7"/>
    <w:rsid w:val="000F75DB"/>
    <w:rsid w:val="001017D5"/>
    <w:rsid w:val="00105564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7AE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745C5"/>
    <w:rsid w:val="0038672F"/>
    <w:rsid w:val="003A6B20"/>
    <w:rsid w:val="003B4784"/>
    <w:rsid w:val="003B60E1"/>
    <w:rsid w:val="003D231A"/>
    <w:rsid w:val="003D26FE"/>
    <w:rsid w:val="003D5A74"/>
    <w:rsid w:val="003E1CD9"/>
    <w:rsid w:val="003F3973"/>
    <w:rsid w:val="00404507"/>
    <w:rsid w:val="00423F6B"/>
    <w:rsid w:val="0043416B"/>
    <w:rsid w:val="00450583"/>
    <w:rsid w:val="00453584"/>
    <w:rsid w:val="00455DB8"/>
    <w:rsid w:val="00465280"/>
    <w:rsid w:val="00466B1A"/>
    <w:rsid w:val="00485008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14FF"/>
    <w:rsid w:val="0054631E"/>
    <w:rsid w:val="00546D7D"/>
    <w:rsid w:val="0055548D"/>
    <w:rsid w:val="005577C0"/>
    <w:rsid w:val="00562F07"/>
    <w:rsid w:val="0056444C"/>
    <w:rsid w:val="0058177A"/>
    <w:rsid w:val="005859FB"/>
    <w:rsid w:val="005A0BC3"/>
    <w:rsid w:val="005A5371"/>
    <w:rsid w:val="005A6D6A"/>
    <w:rsid w:val="005B32FF"/>
    <w:rsid w:val="005D4445"/>
    <w:rsid w:val="005D4DC2"/>
    <w:rsid w:val="005E075C"/>
    <w:rsid w:val="005E7148"/>
    <w:rsid w:val="005F470E"/>
    <w:rsid w:val="00600AD3"/>
    <w:rsid w:val="006160A6"/>
    <w:rsid w:val="006163B1"/>
    <w:rsid w:val="006227B5"/>
    <w:rsid w:val="00625928"/>
    <w:rsid w:val="006476CD"/>
    <w:rsid w:val="00660C2A"/>
    <w:rsid w:val="00662519"/>
    <w:rsid w:val="00664672"/>
    <w:rsid w:val="00675A1A"/>
    <w:rsid w:val="00675C24"/>
    <w:rsid w:val="0067604C"/>
    <w:rsid w:val="006901B5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1CF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7D00C6"/>
    <w:rsid w:val="007F0872"/>
    <w:rsid w:val="007F59F6"/>
    <w:rsid w:val="00806BF9"/>
    <w:rsid w:val="00813189"/>
    <w:rsid w:val="008133E4"/>
    <w:rsid w:val="00814E7F"/>
    <w:rsid w:val="00820784"/>
    <w:rsid w:val="00831566"/>
    <w:rsid w:val="0084394B"/>
    <w:rsid w:val="008506A6"/>
    <w:rsid w:val="00857EC2"/>
    <w:rsid w:val="008749E5"/>
    <w:rsid w:val="008815BA"/>
    <w:rsid w:val="00884297"/>
    <w:rsid w:val="00886F98"/>
    <w:rsid w:val="00887CDF"/>
    <w:rsid w:val="00890398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0245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17F0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0011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11CE2"/>
    <w:rsid w:val="00B23C8E"/>
    <w:rsid w:val="00B25E20"/>
    <w:rsid w:val="00B347C1"/>
    <w:rsid w:val="00B36446"/>
    <w:rsid w:val="00B3651D"/>
    <w:rsid w:val="00B365CF"/>
    <w:rsid w:val="00B462A3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1B7"/>
    <w:rsid w:val="00C27228"/>
    <w:rsid w:val="00C35D98"/>
    <w:rsid w:val="00C4498D"/>
    <w:rsid w:val="00C46590"/>
    <w:rsid w:val="00C50518"/>
    <w:rsid w:val="00C54916"/>
    <w:rsid w:val="00C569B3"/>
    <w:rsid w:val="00C65067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039E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96606"/>
    <w:rsid w:val="00DA168E"/>
    <w:rsid w:val="00DA66D5"/>
    <w:rsid w:val="00DB06C1"/>
    <w:rsid w:val="00DC36C2"/>
    <w:rsid w:val="00DC5F64"/>
    <w:rsid w:val="00DC6B39"/>
    <w:rsid w:val="00DD4F39"/>
    <w:rsid w:val="00DE14D3"/>
    <w:rsid w:val="00DE4DE1"/>
    <w:rsid w:val="00DE6443"/>
    <w:rsid w:val="00DF2971"/>
    <w:rsid w:val="00E01CDA"/>
    <w:rsid w:val="00E107E1"/>
    <w:rsid w:val="00E14A13"/>
    <w:rsid w:val="00E40A96"/>
    <w:rsid w:val="00E418A1"/>
    <w:rsid w:val="00E41C39"/>
    <w:rsid w:val="00E44945"/>
    <w:rsid w:val="00E5066F"/>
    <w:rsid w:val="00E63F97"/>
    <w:rsid w:val="00E71BB9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26CB9"/>
    <w:rsid w:val="00F301E3"/>
    <w:rsid w:val="00F369CC"/>
    <w:rsid w:val="00F42CCC"/>
    <w:rsid w:val="00F46FC6"/>
    <w:rsid w:val="00F506AD"/>
    <w:rsid w:val="00F73035"/>
    <w:rsid w:val="00F809E9"/>
    <w:rsid w:val="00F80D54"/>
    <w:rsid w:val="00F83241"/>
    <w:rsid w:val="00F847C5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ABDA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.lanfranca\Desktop\MPaa-xx_AE_Objet_V2022.08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40D8-E70C-4BD0-8077-61B730CB9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MPaa-xx_AE_Objet_V2022.08</Template>
  <TotalTime>1</TotalTime>
  <Pages>8</Pages>
  <Words>1442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Stephanie LANFRANCA</dc:creator>
  <cp:lastModifiedBy>Kévin RICHARD</cp:lastModifiedBy>
  <cp:revision>3</cp:revision>
  <cp:lastPrinted>2019-04-09T08:00:00Z</cp:lastPrinted>
  <dcterms:created xsi:type="dcterms:W3CDTF">2025-04-30T12:19:00Z</dcterms:created>
  <dcterms:modified xsi:type="dcterms:W3CDTF">2025-04-30T12:43:00Z</dcterms:modified>
</cp:coreProperties>
</file>