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CD63E" w14:textId="77777777" w:rsidR="007B3925" w:rsidRDefault="007B3925" w:rsidP="00793E29">
      <w:pPr>
        <w:pStyle w:val="Titre1"/>
      </w:pPr>
    </w:p>
    <w:p w14:paraId="4A03C9C9" w14:textId="77777777" w:rsidR="007B3925" w:rsidRDefault="007B3925" w:rsidP="00793E29">
      <w:pPr>
        <w:pStyle w:val="Titre1"/>
      </w:pPr>
    </w:p>
    <w:p w14:paraId="0E6105E1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3B2B44C2" w14:textId="1DA94215" w:rsidR="007B3925" w:rsidRPr="00C852F8" w:rsidRDefault="007B3925" w:rsidP="007A7481">
      <w:pPr>
        <w:pStyle w:val="Titre1"/>
        <w:keepNext/>
        <w:spacing w:before="240" w:after="60" w:line="240" w:lineRule="auto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4B6A3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</w:t>
      </w:r>
      <w:r w:rsidR="007A7481" w:rsidRPr="007A7481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direct detection on-axis electron camera system for installation</w:t>
      </w:r>
      <w:r w:rsidR="007A7481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</w:t>
      </w:r>
      <w:r w:rsidR="007A7481" w:rsidRPr="007A7481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into a JEOL </w:t>
      </w:r>
      <w:proofErr w:type="spellStart"/>
      <w:r w:rsidR="007A7481" w:rsidRPr="007A7481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NeoARM</w:t>
      </w:r>
      <w:proofErr w:type="spellEnd"/>
      <w:r w:rsidR="007A7481" w:rsidRPr="007A7481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microscope</w:t>
      </w:r>
    </w:p>
    <w:p w14:paraId="05F98CEA" w14:textId="77777777"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14:paraId="519F9698" w14:textId="77777777" w:rsidR="007B3925" w:rsidRPr="00280073" w:rsidRDefault="007B3925" w:rsidP="00C852F8">
      <w:pPr>
        <w:rPr>
          <w:lang w:val="en-US"/>
        </w:rPr>
      </w:pPr>
    </w:p>
    <w:p w14:paraId="726117C9" w14:textId="77777777" w:rsidR="00C852F8" w:rsidRPr="00280073" w:rsidRDefault="00C852F8" w:rsidP="00C852F8">
      <w:pPr>
        <w:rPr>
          <w:lang w:val="en-US"/>
        </w:rPr>
      </w:pPr>
    </w:p>
    <w:p w14:paraId="11DA80AB" w14:textId="77777777" w:rsidR="00C852F8" w:rsidRPr="00280073" w:rsidRDefault="00C852F8" w:rsidP="00C852F8">
      <w:pPr>
        <w:rPr>
          <w:lang w:val="en-US"/>
        </w:rPr>
      </w:pPr>
    </w:p>
    <w:p w14:paraId="0686E356" w14:textId="77777777" w:rsidR="007B3925" w:rsidRPr="00280073" w:rsidRDefault="007B3925" w:rsidP="00C852F8">
      <w:pPr>
        <w:rPr>
          <w:lang w:val="en-US"/>
        </w:rPr>
      </w:pPr>
    </w:p>
    <w:p w14:paraId="7FCC0B18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51D2820B" w14:textId="77777777" w:rsidR="007B3925" w:rsidRPr="009D05CA" w:rsidRDefault="007B3925" w:rsidP="007B3925">
      <w:pPr>
        <w:pStyle w:val="Retraitnormal"/>
      </w:pPr>
    </w:p>
    <w:p w14:paraId="13D3B03F" w14:textId="77777777" w:rsidR="007B3925" w:rsidRPr="009D05CA" w:rsidRDefault="007B3925" w:rsidP="007B3925">
      <w:pPr>
        <w:pStyle w:val="Retraitnormal"/>
      </w:pPr>
    </w:p>
    <w:p w14:paraId="3B1D28F8" w14:textId="77777777" w:rsidR="007B3925" w:rsidRPr="009D05CA" w:rsidRDefault="007B3925" w:rsidP="007B3925">
      <w:pPr>
        <w:pStyle w:val="Retraitnormal"/>
      </w:pPr>
    </w:p>
    <w:p w14:paraId="68B981E4" w14:textId="77777777" w:rsidR="007B3925" w:rsidRPr="009D05CA" w:rsidRDefault="007B3925" w:rsidP="007B3925">
      <w:pPr>
        <w:pStyle w:val="Retraitnormal"/>
      </w:pPr>
    </w:p>
    <w:p w14:paraId="2FB8F2D4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2C4BFA60" w14:textId="77777777" w:rsidTr="00C852F8">
        <w:tc>
          <w:tcPr>
            <w:tcW w:w="2304" w:type="dxa"/>
            <w:shd w:val="clear" w:color="auto" w:fill="auto"/>
            <w:vAlign w:val="center"/>
          </w:tcPr>
          <w:p w14:paraId="6548712D" w14:textId="77777777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72AB419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27A2E564" w14:textId="77777777" w:rsidTr="00C852F8">
        <w:tc>
          <w:tcPr>
            <w:tcW w:w="2304" w:type="dxa"/>
            <w:shd w:val="clear" w:color="auto" w:fill="auto"/>
            <w:vAlign w:val="center"/>
          </w:tcPr>
          <w:p w14:paraId="79D0FFCD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61F24DE3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2F4704B2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528BF28F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5DE5463E" w14:textId="77777777"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161E5144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3FC4A0C0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7557B2A0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proofErr w:type="gramStart"/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>YES</w:t>
            </w:r>
            <w:proofErr w:type="gramEnd"/>
            <w:r w:rsidR="00207D10" w:rsidRPr="00C97C6C">
              <w:rPr>
                <w:b w:val="0"/>
                <w:i/>
                <w:lang w:val="en-US"/>
              </w:rPr>
              <w:t xml:space="preserve">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406C8BE7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1F3FE66D" w14:textId="77777777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71779E57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15025908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5E353769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4204A83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5D74EE6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2FFA6FB9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59CDF74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282C11B3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A9BA1EB" w14:textId="77777777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7F9F87FD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2630EA06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D8EBE6C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611D035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AFB90C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95AE3F8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4EE85611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23AB420" w14:textId="77777777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7A7481" w14:paraId="0D51ADD9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1153682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5D8EB47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3DC6B24C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AB2ED99" w14:textId="77777777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7A7481" w14:paraId="62BD9F24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1871834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6B8497A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66E784D7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AE01CCC" w14:textId="77777777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22FB2BFD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F8F0A89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D93F72C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407E1ED0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170E482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742E86F6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8D35DCE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FC279F4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62CD88D7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2077C0C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0F2B8346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7FC8AD3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E668A01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6EC941E5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9F1E002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proofErr w:type="gramStart"/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</w:t>
            </w:r>
            <w:proofErr w:type="gramEnd"/>
            <w:r w:rsidRPr="00BF001B">
              <w:rPr>
                <w:lang w:val="en-US"/>
              </w:rPr>
              <w:t xml:space="preserve">PM) </w:t>
            </w:r>
          </w:p>
        </w:tc>
      </w:tr>
      <w:tr w:rsidR="00062A0A" w:rsidRPr="00BF001B" w14:paraId="3574855C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357C00A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86F0E89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478D5B83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4FC7DD8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A7577B" w14:paraId="367DD30A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22CF59C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1D73DB0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59663E83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278FC8F" w14:textId="77777777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7A7481" w14:paraId="20AEC1F3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415FF5A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AF1D592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1A9B0C85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93C12EC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proofErr w:type="gramStart"/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</w:t>
            </w:r>
            <w:proofErr w:type="gramEnd"/>
            <w:r w:rsidRPr="000226A1">
              <w:rPr>
                <w:lang w:val="en-US"/>
              </w:rPr>
              <w:t xml:space="preserve"> (CMS) In-line with track</w:t>
            </w:r>
          </w:p>
        </w:tc>
      </w:tr>
      <w:tr w:rsidR="000226A1" w:rsidRPr="000226A1" w14:paraId="20C62048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B53556D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70121BE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01786CA4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3EC7160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47180BC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BD1362A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417D92A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31F2F1B5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02F713D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266B6D28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0878F62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B9452C7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343894A1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9AABEE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7A7481" w14:paraId="0321AAC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247501B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4D8D49C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0D610C04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F16A76B" w14:textId="77777777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47BD7CDC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A02EB7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52CE758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66B3E2A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E0BDA2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B6BEA93" w14:textId="77777777" w:rsidR="00084902" w:rsidRDefault="00084902" w:rsidP="00455AD5">
      <w:pPr>
        <w:rPr>
          <w:lang w:val="en-US"/>
        </w:rPr>
      </w:pPr>
    </w:p>
    <w:p w14:paraId="0612DD67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1CC45D49" w14:textId="77777777" w:rsidR="00335AA2" w:rsidRDefault="00335AA2" w:rsidP="00455AD5">
      <w:pPr>
        <w:rPr>
          <w:lang w:val="en-US"/>
        </w:rPr>
      </w:pPr>
    </w:p>
    <w:p w14:paraId="343B7B15" w14:textId="7777777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3417E9EC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68EDABFE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00EC278A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proofErr w:type="gramStart"/>
            <w:r w:rsidRPr="00C97C6C">
              <w:rPr>
                <w:b w:val="0"/>
                <w:i/>
                <w:lang w:val="en-US"/>
              </w:rPr>
              <w:t>ANSWER  YES</w:t>
            </w:r>
            <w:proofErr w:type="gramEnd"/>
            <w:r w:rsidRPr="00C97C6C">
              <w:rPr>
                <w:b w:val="0"/>
                <w:i/>
                <w:lang w:val="en-US"/>
              </w:rPr>
              <w:t xml:space="preserve"> OR NO</w:t>
            </w:r>
          </w:p>
        </w:tc>
        <w:tc>
          <w:tcPr>
            <w:tcW w:w="1467" w:type="dxa"/>
            <w:vAlign w:val="center"/>
          </w:tcPr>
          <w:p w14:paraId="7EB57AB2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13310D42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5BD64F1A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47A58624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0C3E6A4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475CA3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5DB84C3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5180EC14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9EDA0CB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proofErr w:type="gramStart"/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</w:t>
            </w:r>
            <w:proofErr w:type="gramEnd"/>
            <w:r w:rsidRPr="00BF001B">
              <w:rPr>
                <w:lang w:val="en-US"/>
              </w:rPr>
              <w:t xml:space="preserve">EM) </w:t>
            </w:r>
          </w:p>
        </w:tc>
      </w:tr>
      <w:tr w:rsidR="00335AA2" w:rsidRPr="00BF001B" w14:paraId="78D89FF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181150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0101CC2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652C244D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9799867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4D5B3EB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97E1DA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6435ADD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4101C506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F050DE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proofErr w:type="gramStart"/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</w:t>
            </w:r>
            <w:proofErr w:type="gramEnd"/>
            <w:r w:rsidRPr="00BF001B">
              <w:rPr>
                <w:lang w:val="en-US"/>
              </w:rPr>
              <w:t xml:space="preserve"> (RMS)</w:t>
            </w:r>
          </w:p>
        </w:tc>
      </w:tr>
      <w:tr w:rsidR="00335AA2" w:rsidRPr="00BF001B" w14:paraId="2591614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083070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DB1184A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0DFDC80C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BF01CE5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4EFD3598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54E6DD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CD9752D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7D711A88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713D5C7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20B80E5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2FDDD4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01E3366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61A6A4A6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10750EA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7A7481" w14:paraId="64407FA6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00A86E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EE541D3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7C1B1E8E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77024CC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7A7481" w14:paraId="1399D16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6DDF7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722C21B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7B7D5288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1D42B9D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</w:t>
            </w:r>
            <w:proofErr w:type="gramStart"/>
            <w:r w:rsidRPr="00BF001B">
              <w:rPr>
                <w:lang w:val="en-US"/>
              </w:rPr>
              <w:t>And</w:t>
            </w:r>
            <w:proofErr w:type="gramEnd"/>
            <w:r w:rsidRPr="00BF001B">
              <w:rPr>
                <w:lang w:val="en-US"/>
              </w:rPr>
              <w:t xml:space="preserve">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14:paraId="0D6C4D7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F03D63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13E5F8A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70E3FD42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577BBCB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005D480E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E4854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FDAC837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373FDFBD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87735F2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7A7481" w14:paraId="15C5C189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5A1EAF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FC01A89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07C6FE4D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81697AD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6F77D80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E9E57A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B953B97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271C0A3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9C0AB48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7A7481" w14:paraId="464C7FF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3A83DF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85E2571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5ECF2B6D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CC1EA76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7A7481" w14:paraId="4F8B9EAD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FD705E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70AEF9F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79978C49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5EDD18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proofErr w:type="gramStart"/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</w:t>
            </w:r>
            <w:proofErr w:type="gramEnd"/>
            <w:r w:rsidRPr="00455AD5">
              <w:rPr>
                <w:lang w:val="en-US"/>
              </w:rPr>
              <w:t xml:space="preserve">RPMS) </w:t>
            </w:r>
          </w:p>
        </w:tc>
      </w:tr>
      <w:tr w:rsidR="00335AA2" w:rsidRPr="00455AD5" w14:paraId="0C15A31B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A53380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5983A15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5BF9088D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C9E9A7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5EBB0837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51F0AF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2F47C8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7858FB0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8A28AF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515BF7B8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8370CE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2F7F655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7DB1D59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A5D1E3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0C46F1B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03B375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AC6FB38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0EA05B6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8E03466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2FC78C7D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8B2D57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FB3F89F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56559CB0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D68FD3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7A7481" w14:paraId="46851906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56558E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103FF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467249A9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9809FF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639A0A91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1DDCA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3A7254C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7E4EAFA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BB5416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14:paraId="64814E6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943ED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D3B4944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6676B86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38C32A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7A7481" w14:paraId="3A16AAA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FAA5FF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630AC05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2444307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704B167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0A209EA9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29D107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E8DC2F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0F7CF20C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75E5CF3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7A7481" w14:paraId="2C46239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0737EB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9D099E8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22AD1CF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63C243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614BFEB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9CFB73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0B37EC8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1113B06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B63088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BA63B29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B775EC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D7B461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2D3CC5B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F7A8DF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proofErr w:type="gramStart"/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</w:t>
            </w:r>
            <w:proofErr w:type="gramEnd"/>
            <w:r w:rsidRPr="00455AD5">
              <w:rPr>
                <w:lang w:val="en-US"/>
              </w:rPr>
              <w:t xml:space="preserve">DCM) </w:t>
            </w:r>
          </w:p>
        </w:tc>
      </w:tr>
      <w:tr w:rsidR="00335AA2" w:rsidRPr="00455AD5" w14:paraId="0E2FF807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33897B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204EA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2B75042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2C1BB6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0B13B981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14ACF0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F51903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0ECD36E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1C0C35D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7A7481" w14:paraId="407CD0FA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C040F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087FE1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7C2ACBE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0DE7009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proofErr w:type="gramStart"/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proofErr w:type="gramEnd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14:paraId="5025464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F69DA25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6AE27051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0BFBBA1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31E6569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1072462" w14:textId="77777777" w:rsidR="00335AA2" w:rsidRDefault="00335AA2" w:rsidP="00335AA2">
      <w:pPr>
        <w:rPr>
          <w:lang w:val="en-US"/>
        </w:rPr>
      </w:pPr>
    </w:p>
    <w:p w14:paraId="4A0B9BB8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3A61ACB3" w14:textId="77777777" w:rsidR="00F24772" w:rsidRDefault="00F24772" w:rsidP="00455AD5">
      <w:pPr>
        <w:rPr>
          <w:lang w:val="en-US"/>
        </w:rPr>
      </w:pPr>
    </w:p>
    <w:p w14:paraId="502B141C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14:paraId="1FAF6225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2654F577" w14:textId="77777777"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0420EDEC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459AFC6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1FB8F4BB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15916D72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07207B25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2D941553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54220A" w14:textId="77777777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7CAAD96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1627944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9D2F87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6AA3E2C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502EE4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7C7C5E4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A38C77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F4A0B8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657C7C7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1FF3E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50DDB20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404663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7D2A02E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9D17FDF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97C03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08B5A3D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B5A7ECA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9BEDA8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0BBB64B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237544" w14:textId="77777777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3C5670B8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B2F1377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380AA727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2C9F733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13FA14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2C6DA82F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5D9E187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12ADB257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60E4902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C140D59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2850FFA7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66C67EF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47DC137D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49E3815E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7C1286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21DF620B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11C0FECA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33FB471A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7A7481" w14:paraId="3DA57CB8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E6D395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2D4FCC34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959AEE5" w14:textId="77777777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30977663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7A7481" w14:paraId="38B3EE1F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0AE86FF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127DAA8C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A048264" w14:textId="77777777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1A0B25C0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E1FFBE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9C2FE0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7897C8B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71FC6946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B5F9D3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3A8993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C0FEFE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1A72B3E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3D6D6A7B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99AD34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0978167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0AE34A" w14:textId="77777777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4ABE87F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A71FE46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2346F1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9ABF4B5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4C2C68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7850390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38A93BBB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F653B9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022C23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D7B05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719441A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5FA6C9C1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96CC2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D831C8C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082A8B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1F8ED59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45A5A1C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E3D376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FC8F11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EAEE4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44C3848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1BBF7F51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84053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2027721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AD4C3B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3F65E3BB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42DE4E0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5636ABB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DCD3D8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3A0F5BF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7100622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6C31E42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66C8F9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93B2DF4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5BDCA7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</w:t>
            </w:r>
            <w:proofErr w:type="gramStart"/>
            <w:r w:rsidRPr="00ED5080">
              <w:rPr>
                <w:lang w:val="en-US"/>
              </w:rPr>
              <w:t>There</w:t>
            </w:r>
            <w:proofErr w:type="gramEnd"/>
            <w:r w:rsidRPr="00ED5080">
              <w:rPr>
                <w:lang w:val="en-US"/>
              </w:rPr>
              <w:t xml:space="preserve"> Request (R) </w:t>
            </w:r>
          </w:p>
        </w:tc>
        <w:tc>
          <w:tcPr>
            <w:tcW w:w="1184" w:type="dxa"/>
          </w:tcPr>
          <w:p w14:paraId="5D0E1FE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01EBFDB4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57088C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19EF62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5ED25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26B73DC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5EC8BDCC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6262D2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7FDF5D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57015B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16DBADD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4A8EA46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F3038C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3BF0CF2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CE108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305BE9F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512AD4E3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7335D87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CCA553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60A28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2D476C8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281A86CD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CB23C9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E91826D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336D26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44EF531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2C53CF82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64C778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3CAFF84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45856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791AEF1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19544F0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268A69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ADA9DE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B9219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7249EE3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194406A7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1BFEC5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7F4AC6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E74CCD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777A37A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26B6D49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F05AE1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336599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85E106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5B16909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0BB538B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24E5C4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91EE5CE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18F616" w14:textId="77777777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43A5953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25A360C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9D846C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49BA67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162D03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</w:t>
            </w:r>
            <w:proofErr w:type="gramStart"/>
            <w:r w:rsidRPr="00ED5080">
              <w:rPr>
                <w:lang w:val="en-US"/>
              </w:rPr>
              <w:t>There</w:t>
            </w:r>
            <w:proofErr w:type="gramEnd"/>
            <w:r w:rsidRPr="00ED5080">
              <w:rPr>
                <w:lang w:val="en-US"/>
              </w:rPr>
              <w:t xml:space="preserve"> Request (R) (Attempt On-Line) </w:t>
            </w:r>
          </w:p>
        </w:tc>
        <w:tc>
          <w:tcPr>
            <w:tcW w:w="1184" w:type="dxa"/>
          </w:tcPr>
          <w:p w14:paraId="56DA0F7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06911BE2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7E76F0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724E79F9" w14:textId="77777777" w:rsidR="000B793A" w:rsidRDefault="000B793A" w:rsidP="00ED5080">
      <w:pPr>
        <w:rPr>
          <w:lang w:val="en-US"/>
        </w:rPr>
      </w:pPr>
    </w:p>
    <w:p w14:paraId="47AA35A0" w14:textId="77777777" w:rsidR="001641D7" w:rsidRDefault="001641D7" w:rsidP="00ED5080">
      <w:pPr>
        <w:rPr>
          <w:lang w:val="en-US"/>
        </w:rPr>
      </w:pPr>
    </w:p>
    <w:p w14:paraId="67D811D1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45E7C7AD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305ED5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14:paraId="45B2FE66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7ED673E8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2977DB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6DCC01CB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E41DBF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355629CA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458DF875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8184AE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1A19202D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6DA8E1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</w:t>
            </w:r>
            <w:proofErr w:type="gramStart"/>
            <w:r w:rsidR="00784FD1" w:rsidRPr="00784FD1">
              <w:rPr>
                <w:lang w:val="en-US"/>
              </w:rPr>
              <w:t>There</w:t>
            </w:r>
            <w:proofErr w:type="gramEnd"/>
            <w:r w:rsidR="00784FD1" w:rsidRPr="00784FD1">
              <w:rPr>
                <w:lang w:val="en-US"/>
              </w:rPr>
              <w:t xml:space="preserve"> Request (R) (Heartbeat) </w:t>
            </w:r>
          </w:p>
        </w:tc>
        <w:tc>
          <w:tcPr>
            <w:tcW w:w="1984" w:type="dxa"/>
          </w:tcPr>
          <w:p w14:paraId="77F49B5F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7DF99155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49539A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182D88F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F42108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40A42312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3E24A58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B4B05E2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4E2B81D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EB5739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507DFF19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0CB03050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E3A1273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19B188E4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BE37C8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746EC83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59051BDC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40AB43E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4DDD5372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ADD488D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26352C21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60EABED6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8A7F135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6F83EF05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ED72A69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5F82CA7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379F4780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486B969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227F68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759904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417BEE3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A6EA3E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1937CD0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CD5E1F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287C8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563DC2FF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1A6E91D2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EDCEF5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4BD61E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49F3DA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341CE47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53755CC8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8753D4C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CBF300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060C35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6B32A8D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1183F77B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B9E62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3B203C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A319F2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15272DBC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1B125074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8A52CBC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24D635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F48078B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49562AF3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9BA82C0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36A464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42B5A8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E93110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160C03A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65F543DB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D39241E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065BBD7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3CDFC1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3060F2D7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1250E22C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4017113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64428B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817194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68EEF655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26D043B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B480DB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E9EAF5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FDA9D2A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30CC464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27B1BD22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B18DE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65F24B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BA5CB3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14:paraId="108317AC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102FD065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5A5AEE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ED85B4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B0F7809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2B7CD40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EDED374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562EAD8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F04847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32818A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15A087BE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4A843A32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B9768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21D8C2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B59986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14:paraId="4738677B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59E6BF23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43F794F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6C0F47B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295FCA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1F0A2F4B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64C5128E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765C845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C83089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6FDE71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75B53AA9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44986CA4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68CA42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D6D491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9ED9C8A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3B9B349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C3CA818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E097F8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59F8BA6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499A6EF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55A605C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5D386CCC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8B2AF3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5D6ADF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613F11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3613BF0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2E93CBE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7013EE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F7390D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7DC7708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7FCF3E6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4C98EC39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1AB309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C0F96F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88FB66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552149B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9163DF5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553D49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927A57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1F9A6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2074753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2EC146C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7C4EF9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8EDDDD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10439A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0A255B1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562478DD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03DAB9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A4F942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6423E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14:paraId="04C106A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7C28993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C8BCD4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15A9E5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9F2A6AE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2CF1423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E8726F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1EF389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57BDFF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7882BB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363C430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40E56B7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C59A0D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57DFE7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C4C301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61DCE97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72F6877F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6B9159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F453AC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D983FD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14D6442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7B0110E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F1BF4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466399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EDA31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009764C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4B03016F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D5AEDE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78844D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BB70C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41E25AD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23C47839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344F56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2CA233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1C4E72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09E5C71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4F12E4F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E5BE8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2880A7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B6ED3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14:paraId="27B671A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1D33E3E0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B9BCA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ABDC23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80589D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3785A91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1DB4A2B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5D3D5C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D2C9A2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D14A7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Verification Send (PVS) </w:t>
            </w:r>
          </w:p>
        </w:tc>
        <w:tc>
          <w:tcPr>
            <w:tcW w:w="1984" w:type="dxa"/>
          </w:tcPr>
          <w:p w14:paraId="0421B84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1CA8478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ECBD80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DACCD1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321C65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21C3F10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750223B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E21B1B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8AEF37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945E4E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Compressed Document Send Special (CDSS) </w:t>
            </w:r>
          </w:p>
        </w:tc>
        <w:tc>
          <w:tcPr>
            <w:tcW w:w="1984" w:type="dxa"/>
          </w:tcPr>
          <w:p w14:paraId="596BF03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1CEBA748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77D303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B696FA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ABED50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75FF3B3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5B90A139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685F08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663E0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EDB9E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2902ABF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668BE7AA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04342C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34A5DC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065D1E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7D3187F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70391545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8F1E77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343775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FCA46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053C396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72739F9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8BDC53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A81F59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E47275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1ABC23E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3EBAE8E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384D8E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AC3860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6B7ED1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790E49A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342CEA3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A21B90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382663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FA720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17F506B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2E0FF06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486694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E809EC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9760FB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36706EB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1253A9F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EAD040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1E0375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589D3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4D9383F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2F3B98A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C5B9E9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9D4CE1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1B6C8D7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2C438C3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667F07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C815CE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319B45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3F27A6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584FAB6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036F2EF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B68809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8685AA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2829C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4BD7654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215602A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BB1A08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03B727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66A52A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37F2451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64512419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7E2BB6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554E93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A2631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77BF737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06BE8D5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740A05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94A6F9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85117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5CFB0A0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5BD3AB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82357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939408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7A8181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56B156E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6C60350F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1E0696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B4FDB9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46C80C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519481E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49480BDA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BFB85F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5772C124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1A79E19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0668FD0D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4C098A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BAC98E7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6C49D44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8685938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06339CB4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50F5353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7FC57E4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4B16FD4F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D238EF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5EDEECA2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928EB7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1DD8A7F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4AF4F8C7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C008B00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4BE16DE5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2241BD7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F0D43F5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37048D4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F8BDEA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0B9A88C3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427D50A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C8B9F6F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42094E19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A6CF3F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5B6982D2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9CC917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7F4B67B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587B7D73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A05DE82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4E3621BA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0DB8CA32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53189AE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80BDEB7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488892F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550392D6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0524EF8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5055146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A6C0F16" w14:textId="77777777" w:rsidR="00D8135F" w:rsidRDefault="00D8135F" w:rsidP="00D8135F">
      <w:pPr>
        <w:rPr>
          <w:u w:val="single"/>
          <w:lang w:val="en-US"/>
        </w:rPr>
      </w:pPr>
    </w:p>
    <w:p w14:paraId="0E8B9B75" w14:textId="77777777" w:rsidR="009976F3" w:rsidRDefault="009976F3" w:rsidP="00D8135F">
      <w:pPr>
        <w:rPr>
          <w:u w:val="single"/>
          <w:lang w:val="en-US"/>
        </w:rPr>
      </w:pPr>
    </w:p>
    <w:p w14:paraId="1CD79087" w14:textId="77777777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14D0474A" w14:textId="77777777" w:rsidR="00F36F23" w:rsidRPr="000625E6" w:rsidRDefault="00F36F23" w:rsidP="00D8135F">
      <w:pPr>
        <w:rPr>
          <w:u w:val="single"/>
          <w:lang w:val="en-US"/>
        </w:rPr>
      </w:pPr>
    </w:p>
    <w:p w14:paraId="154B96DC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0FE73983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14:paraId="2FFD4131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603EC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4A73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2162F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0562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34839826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ABE4F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39772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B37A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3189A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3770B93B" w14:textId="77777777" w:rsidR="00223713" w:rsidRDefault="00223713" w:rsidP="00D8135F">
      <w:pPr>
        <w:rPr>
          <w:lang w:val="en-US"/>
        </w:rPr>
      </w:pPr>
    </w:p>
    <w:p w14:paraId="7A7ED496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761FE82F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E7B9F" w14:textId="77777777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969CA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3AEE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A06A" w14:textId="77777777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3534C231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B3FA5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57E6C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FDB23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6A8C0" w14:textId="77777777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440A8FC4" w14:textId="77777777" w:rsidR="00E2763D" w:rsidRDefault="00E2763D" w:rsidP="00D8135F">
      <w:pPr>
        <w:rPr>
          <w:lang w:val="en-US"/>
        </w:rPr>
      </w:pPr>
    </w:p>
    <w:p w14:paraId="643A345B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7E5FD1F3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855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22A5F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07652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812A3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4A7E8A40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65635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5FDB4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2C30C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8955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738A8334" w14:textId="77777777" w:rsidR="00F36F23" w:rsidRDefault="00F36F23" w:rsidP="00D8135F"/>
    <w:p w14:paraId="23D84672" w14:textId="77777777"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6AE6835A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5443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67CD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1F08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63D9C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20D5ACB9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A134D" w14:textId="77777777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3156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88B35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375D" w14:textId="77777777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4050090E" w14:textId="77777777" w:rsidR="00E2763D" w:rsidRPr="00F36F23" w:rsidRDefault="00E2763D" w:rsidP="00D8135F"/>
    <w:p w14:paraId="597826E1" w14:textId="77777777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7A7481" w14:paraId="3EE55068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85E27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0E4E5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003B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A583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7A7481" w14:paraId="5D06C9B9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A79FF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73223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1DFE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A525F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6875AC6D" w14:textId="77777777" w:rsidR="00F36F23" w:rsidRDefault="00F36F23" w:rsidP="00D8135F">
      <w:pPr>
        <w:rPr>
          <w:lang w:val="en-US"/>
        </w:rPr>
      </w:pPr>
    </w:p>
    <w:p w14:paraId="0564B2DC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429343CD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E4C8F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BCAFD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18DD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1B5AB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0752C974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F1C8" w14:textId="77777777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4451E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C8A55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3B13A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0E071048" w14:textId="77777777" w:rsidR="00E2763D" w:rsidRDefault="00E2763D" w:rsidP="00D8135F">
      <w:pPr>
        <w:rPr>
          <w:lang w:val="en-US"/>
        </w:rPr>
      </w:pPr>
    </w:p>
    <w:p w14:paraId="400842EB" w14:textId="77777777" w:rsidR="00A05C94" w:rsidRDefault="00A05C94" w:rsidP="00D8135F">
      <w:proofErr w:type="spellStart"/>
      <w:r>
        <w:lastRenderedPageBreak/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330B6C5C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C0405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F4B4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282C5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903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023D3068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E6FA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1F1B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EA38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334CA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0076C58D" w14:textId="77777777" w:rsidR="00F36F23" w:rsidRDefault="00F36F23" w:rsidP="00D8135F"/>
    <w:p w14:paraId="67855570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default" r:id="rId7"/>
      <w:footerReference w:type="default" r:id="rId8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10725" w14:textId="77777777" w:rsidR="009D428C" w:rsidRDefault="009D428C" w:rsidP="00B411A7">
      <w:pPr>
        <w:spacing w:after="0" w:line="240" w:lineRule="auto"/>
      </w:pPr>
      <w:r>
        <w:separator/>
      </w:r>
    </w:p>
  </w:endnote>
  <w:endnote w:type="continuationSeparator" w:id="0">
    <w:p w14:paraId="129D559A" w14:textId="77777777" w:rsidR="009D428C" w:rsidRDefault="009D428C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F1E5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0BC18086" wp14:editId="196C5280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43FEE12B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2CCBCA8A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2125DCC9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4493DDE4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77B4499E" w14:textId="77777777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B6A38">
      <w:rPr>
        <w:rStyle w:val="Numrodepage"/>
        <w:noProof/>
        <w:color w:val="808080"/>
        <w:sz w:val="16"/>
        <w:szCs w:val="16"/>
      </w:rPr>
      <w:t>1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4B6A38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5A7931C6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76777109" w14:textId="77777777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5A0D" w14:textId="77777777" w:rsidR="009D428C" w:rsidRDefault="009D428C" w:rsidP="00B411A7">
      <w:pPr>
        <w:spacing w:after="0" w:line="240" w:lineRule="auto"/>
      </w:pPr>
      <w:r>
        <w:separator/>
      </w:r>
    </w:p>
  </w:footnote>
  <w:footnote w:type="continuationSeparator" w:id="0">
    <w:p w14:paraId="7FC0A015" w14:textId="77777777" w:rsidR="009D428C" w:rsidRDefault="009D428C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911B" w14:textId="77777777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94E2D50" wp14:editId="272D311A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14:paraId="47036C82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14:paraId="69669DCD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20C0B4DD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14339B68" w14:textId="41D27302" w:rsidR="00BB303C" w:rsidRPr="00280073" w:rsidRDefault="00BB303C" w:rsidP="007A7481">
    <w:pPr>
      <w:pStyle w:val="En-tte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 xml:space="preserve">: </w:t>
    </w:r>
    <w:r w:rsidR="007A7481" w:rsidRPr="007A7481">
      <w:rPr>
        <w:color w:val="BFBFBF" w:themeColor="background1" w:themeShade="BF"/>
        <w:lang w:val="en-US"/>
      </w:rPr>
      <w:t>LETI-DPFT-SMCP-L2MD-25-04-000765</w:t>
    </w:r>
  </w:p>
  <w:p w14:paraId="1ADD994F" w14:textId="77777777" w:rsidR="00BB303C" w:rsidRPr="00280073" w:rsidRDefault="00BB303C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A38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B6A38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A7481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428C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BD131"/>
  <w15:chartTrackingRefBased/>
  <w15:docId w15:val="{BA0AD3FE-72AC-4ABA-A091-EC4BE195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400-Infos_communes\400.48-Qualite_Plateformes\Formulaires\Achat%20-%20Travaux\APPENDIX%20J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SECS-GEM Compliance Statement.dotx</Template>
  <TotalTime>2</TotalTime>
  <Pages>8</Pages>
  <Words>1022</Words>
  <Characters>5624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FRANCOGLIO Barbara</dc:creator>
  <cp:keywords/>
  <dc:description/>
  <cp:lastModifiedBy>GRISARD Delphine 204336</cp:lastModifiedBy>
  <cp:revision>2</cp:revision>
  <dcterms:created xsi:type="dcterms:W3CDTF">2024-10-09T12:47:00Z</dcterms:created>
  <dcterms:modified xsi:type="dcterms:W3CDTF">2025-04-17T13:22:00Z</dcterms:modified>
</cp:coreProperties>
</file>