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D34D3" w14:textId="77777777" w:rsidR="001239ED" w:rsidRPr="003B51DD" w:rsidRDefault="001239ED" w:rsidP="00BA7413">
      <w:r w:rsidRPr="003B51DD">
        <w:rPr>
          <w:noProof/>
        </w:rPr>
        <w:drawing>
          <wp:inline distT="0" distB="0" distL="0" distR="0" wp14:anchorId="5FA278F5" wp14:editId="77072FF5">
            <wp:extent cx="6120130" cy="950595"/>
            <wp:effectExtent l="0" t="0" r="0" b="190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50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6D910" w14:textId="72C87E21" w:rsidR="001239ED" w:rsidRPr="003B51DD" w:rsidRDefault="001239ED" w:rsidP="001239ED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0B3232" w:rsidRPr="003B51DD" w14:paraId="780E9009" w14:textId="77777777" w:rsidTr="000B3232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1C116BB2" w:rsidR="000B3232" w:rsidRPr="003B51DD" w:rsidRDefault="000B3232" w:rsidP="004D76C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51DD">
              <w:rPr>
                <w:rFonts w:ascii="Arial" w:hAnsi="Arial" w:cs="Arial"/>
                <w:b/>
                <w:sz w:val="18"/>
                <w:szCs w:val="18"/>
              </w:rPr>
              <w:t>Niveau de classification</w:t>
            </w:r>
          </w:p>
        </w:tc>
      </w:tr>
      <w:tr w:rsidR="007A749E" w:rsidRPr="003B51DD" w14:paraId="73A26819" w14:textId="77777777" w:rsidTr="000B3232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NP</w:t>
            </w:r>
          </w:p>
        </w:tc>
      </w:tr>
      <w:tr w:rsidR="007A749E" w:rsidRPr="003B51DD" w14:paraId="44B19AD4" w14:textId="77777777" w:rsidTr="000B3232">
        <w:trPr>
          <w:trHeight w:val="346"/>
          <w:jc w:val="right"/>
        </w:trPr>
        <w:tc>
          <w:tcPr>
            <w:tcW w:w="1248" w:type="dxa"/>
            <w:vAlign w:val="center"/>
          </w:tcPr>
          <w:p w14:paraId="0184AC58" w14:textId="4549F852" w:rsidR="007A749E" w:rsidRPr="0007299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59D46849" w14:textId="77777777" w:rsidR="007A749E" w:rsidRPr="0007299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299D"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</w:tbl>
    <w:p w14:paraId="3BE47D1E" w14:textId="77777777" w:rsidR="00F74509" w:rsidRPr="003B51DD" w:rsidRDefault="00F74509" w:rsidP="005A3EE8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684A9F27" w14:textId="0660D190" w:rsidR="00F74509" w:rsidRPr="003B51DD" w:rsidRDefault="00F74509" w:rsidP="00F74509">
      <w:pPr>
        <w:tabs>
          <w:tab w:val="left" w:pos="1134"/>
          <w:tab w:val="right" w:pos="9072"/>
        </w:tabs>
        <w:rPr>
          <w:rFonts w:ascii="Arial" w:hAnsi="Arial" w:cs="Arial"/>
          <w:i/>
          <w:sz w:val="20"/>
        </w:rPr>
      </w:pPr>
    </w:p>
    <w:p w14:paraId="109BBF89" w14:textId="3E4B713A" w:rsidR="005A3EE8" w:rsidRPr="003B51DD" w:rsidRDefault="005A3EE8" w:rsidP="000B3232">
      <w:pPr>
        <w:tabs>
          <w:tab w:val="left" w:pos="1134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  <w:r w:rsidRPr="003B51DD">
        <w:rPr>
          <w:rFonts w:ascii="Arial" w:hAnsi="Arial" w:cs="Arial"/>
          <w:i/>
          <w:sz w:val="20"/>
        </w:rPr>
        <w:t xml:space="preserve">MARCHE PUBLIC DE </w:t>
      </w:r>
      <w:r w:rsidR="00931751">
        <w:rPr>
          <w:rFonts w:ascii="Arial" w:hAnsi="Arial" w:cs="Arial"/>
          <w:i/>
          <w:sz w:val="20"/>
        </w:rPr>
        <w:t>PRESTATION INTELLECTUELLE</w:t>
      </w:r>
    </w:p>
    <w:p w14:paraId="4D6028AB" w14:textId="3B137EC3" w:rsidR="00AC45D2" w:rsidRPr="003B51DD" w:rsidRDefault="00AC45D2" w:rsidP="005A3EE8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rPr>
          <w:rFonts w:ascii="Arial" w:hAnsi="Arial" w:cs="Arial"/>
          <w:b/>
          <w:sz w:val="28"/>
        </w:rPr>
      </w:pPr>
    </w:p>
    <w:p w14:paraId="6ADEEDA7" w14:textId="77777777" w:rsidR="00332485" w:rsidRPr="003B51DD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ACTE D’ENGAGEMENT</w:t>
      </w:r>
      <w:r w:rsidR="00332485" w:rsidRPr="003B51DD">
        <w:rPr>
          <w:rFonts w:ascii="Arial" w:hAnsi="Arial" w:cs="Arial"/>
          <w:b/>
          <w:sz w:val="28"/>
        </w:rPr>
        <w:t xml:space="preserve"> </w:t>
      </w:r>
    </w:p>
    <w:p w14:paraId="017062B3" w14:textId="305143D6" w:rsidR="001239ED" w:rsidRPr="003B51DD" w:rsidRDefault="00914F26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proofErr w:type="gramStart"/>
      <w:r w:rsidRPr="003B51DD">
        <w:rPr>
          <w:rFonts w:ascii="Arial" w:hAnsi="Arial" w:cs="Arial"/>
          <w:b/>
          <w:sz w:val="28"/>
        </w:rPr>
        <w:t>et</w:t>
      </w:r>
      <w:proofErr w:type="gramEnd"/>
      <w:r w:rsidRPr="003B51DD">
        <w:rPr>
          <w:rFonts w:ascii="Arial" w:hAnsi="Arial" w:cs="Arial"/>
          <w:b/>
          <w:sz w:val="28"/>
        </w:rPr>
        <w:t xml:space="preserve"> </w:t>
      </w:r>
    </w:p>
    <w:p w14:paraId="4F871E2E" w14:textId="7F1FC1DB" w:rsidR="00411AB7" w:rsidRPr="003B51DD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C</w:t>
      </w:r>
      <w:r w:rsidR="00AC45D2" w:rsidRPr="003B51DD">
        <w:rPr>
          <w:rFonts w:ascii="Arial" w:hAnsi="Arial" w:cs="Arial"/>
          <w:b/>
          <w:sz w:val="28"/>
        </w:rPr>
        <w:t>ONDITIONS GENERALES D’ACHATS</w:t>
      </w:r>
    </w:p>
    <w:p w14:paraId="0D9DAA8C" w14:textId="77777777" w:rsidR="001239ED" w:rsidRPr="003B51DD" w:rsidRDefault="001239ED" w:rsidP="001239ED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</w:p>
    <w:p w14:paraId="4190F51B" w14:textId="793CFA5E" w:rsidR="005A3EE8" w:rsidRPr="003B51DD" w:rsidRDefault="005A3EE8" w:rsidP="005A3EE8">
      <w:pPr>
        <w:rPr>
          <w:rFonts w:ascii="Arial" w:hAnsi="Arial" w:cs="Arial"/>
          <w:b/>
          <w:sz w:val="20"/>
        </w:rPr>
      </w:pPr>
    </w:p>
    <w:p w14:paraId="335DD818" w14:textId="7837EEC8" w:rsidR="00132F76" w:rsidRPr="003B51DD" w:rsidRDefault="00132F76" w:rsidP="005A3EE8">
      <w:pPr>
        <w:rPr>
          <w:rFonts w:ascii="Arial" w:hAnsi="Arial" w:cs="Arial"/>
          <w:b/>
          <w:sz w:val="20"/>
        </w:rPr>
      </w:pPr>
    </w:p>
    <w:p w14:paraId="2C73201C" w14:textId="77777777" w:rsidR="00294DE4" w:rsidRPr="003B51DD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57A38DD0" w14:textId="1C9B78F3" w:rsidR="00294DE4" w:rsidRPr="0007299D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sz w:val="28"/>
          <w:szCs w:val="28"/>
        </w:rPr>
      </w:pPr>
      <w:r w:rsidRPr="00B25A6D">
        <w:rPr>
          <w:rFonts w:ascii="Arial" w:hAnsi="Arial" w:cs="Arial"/>
          <w:b/>
          <w:sz w:val="28"/>
          <w:szCs w:val="28"/>
        </w:rPr>
        <w:t xml:space="preserve">Marché </w:t>
      </w:r>
      <w:r w:rsidRPr="0007299D">
        <w:rPr>
          <w:rFonts w:ascii="Arial" w:hAnsi="Arial" w:cs="Arial"/>
          <w:b/>
          <w:sz w:val="28"/>
          <w:szCs w:val="28"/>
        </w:rPr>
        <w:t>n°</w:t>
      </w:r>
      <w:r w:rsidR="0007299D">
        <w:rPr>
          <w:rFonts w:ascii="Arial" w:hAnsi="Arial" w:cs="Arial"/>
          <w:b/>
          <w:sz w:val="28"/>
          <w:szCs w:val="28"/>
        </w:rPr>
        <w:t xml:space="preserve"> </w:t>
      </w:r>
      <w:r w:rsidRPr="00B25A6D">
        <w:rPr>
          <w:rFonts w:ascii="Arial" w:hAnsi="Arial" w:cs="Arial"/>
          <w:b/>
          <w:sz w:val="28"/>
          <w:szCs w:val="28"/>
        </w:rPr>
        <w:t>202</w:t>
      </w:r>
      <w:r w:rsidR="0007299D">
        <w:rPr>
          <w:rFonts w:ascii="Arial" w:hAnsi="Arial" w:cs="Arial"/>
          <w:b/>
          <w:sz w:val="28"/>
          <w:szCs w:val="28"/>
        </w:rPr>
        <w:t xml:space="preserve">5 </w:t>
      </w:r>
      <w:r w:rsidRPr="00B25A6D">
        <w:rPr>
          <w:rFonts w:ascii="Arial" w:hAnsi="Arial" w:cs="Arial"/>
          <w:b/>
          <w:sz w:val="28"/>
          <w:szCs w:val="28"/>
        </w:rPr>
        <w:t>BST</w:t>
      </w:r>
      <w:r w:rsidR="0007299D">
        <w:rPr>
          <w:rFonts w:ascii="Arial" w:hAnsi="Arial" w:cs="Arial"/>
          <w:b/>
          <w:sz w:val="28"/>
          <w:szCs w:val="28"/>
        </w:rPr>
        <w:t>LRT 8760</w:t>
      </w:r>
      <w:r w:rsidRPr="0007299D">
        <w:rPr>
          <w:rFonts w:ascii="Arial" w:hAnsi="Arial" w:cs="Arial"/>
          <w:b/>
          <w:sz w:val="28"/>
          <w:szCs w:val="28"/>
        </w:rPr>
        <w:t xml:space="preserve"> </w:t>
      </w:r>
    </w:p>
    <w:p w14:paraId="388454E1" w14:textId="0C454785" w:rsidR="00294DE4" w:rsidRPr="004F3C0E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57F36E0B" w14:textId="037470CA" w:rsidR="009F3F5F" w:rsidRDefault="0007299D" w:rsidP="009F3F5F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color w:val="FF0000"/>
          <w:sz w:val="28"/>
          <w:szCs w:val="28"/>
        </w:rPr>
      </w:pPr>
      <w:r w:rsidRPr="00B011D9">
        <w:rPr>
          <w:rFonts w:ascii="Arial" w:hAnsi="Arial" w:cs="Arial"/>
          <w:color w:val="FF0000"/>
          <w:sz w:val="28"/>
          <w:szCs w:val="28"/>
        </w:rPr>
        <w:t xml:space="preserve">Lanester </w:t>
      </w:r>
      <w:r w:rsidR="00B011D9" w:rsidRPr="00B011D9">
        <w:rPr>
          <w:rFonts w:ascii="Arial" w:hAnsi="Arial" w:cs="Arial"/>
          <w:color w:val="FF0000"/>
          <w:sz w:val="28"/>
          <w:szCs w:val="28"/>
        </w:rPr>
        <w:t xml:space="preserve">(56) </w:t>
      </w:r>
      <w:r w:rsidRPr="00B011D9">
        <w:rPr>
          <w:rFonts w:ascii="Arial" w:hAnsi="Arial" w:cs="Arial"/>
          <w:color w:val="FF0000"/>
          <w:sz w:val="28"/>
          <w:szCs w:val="28"/>
        </w:rPr>
        <w:t xml:space="preserve">– </w:t>
      </w:r>
      <w:proofErr w:type="spellStart"/>
      <w:r w:rsidRPr="00B011D9">
        <w:rPr>
          <w:rFonts w:ascii="Arial" w:hAnsi="Arial" w:cs="Arial"/>
          <w:color w:val="FF0000"/>
          <w:sz w:val="28"/>
          <w:szCs w:val="28"/>
        </w:rPr>
        <w:t>Basefusco</w:t>
      </w:r>
      <w:proofErr w:type="spellEnd"/>
    </w:p>
    <w:p w14:paraId="5DE1693D" w14:textId="251795E7" w:rsidR="009F3F5F" w:rsidRDefault="0007299D" w:rsidP="009F3F5F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color w:val="FF0000"/>
          <w:sz w:val="28"/>
          <w:szCs w:val="28"/>
        </w:rPr>
      </w:pPr>
      <w:r w:rsidRPr="00B011D9">
        <w:rPr>
          <w:rFonts w:ascii="Arial" w:hAnsi="Arial" w:cs="Arial"/>
          <w:color w:val="FF0000"/>
          <w:sz w:val="28"/>
          <w:szCs w:val="28"/>
        </w:rPr>
        <w:t xml:space="preserve">Raccordement du réseau d’eaux usées de la </w:t>
      </w:r>
      <w:proofErr w:type="spellStart"/>
      <w:r w:rsidRPr="00B011D9">
        <w:rPr>
          <w:rFonts w:ascii="Arial" w:hAnsi="Arial" w:cs="Arial"/>
          <w:color w:val="FF0000"/>
          <w:sz w:val="28"/>
          <w:szCs w:val="28"/>
        </w:rPr>
        <w:t>Basefusco</w:t>
      </w:r>
      <w:proofErr w:type="spellEnd"/>
      <w:r w:rsidRPr="00B011D9">
        <w:rPr>
          <w:rFonts w:ascii="Arial" w:hAnsi="Arial" w:cs="Arial"/>
          <w:color w:val="FF0000"/>
          <w:sz w:val="28"/>
          <w:szCs w:val="28"/>
        </w:rPr>
        <w:t xml:space="preserve"> à la ville de Lanester</w:t>
      </w:r>
    </w:p>
    <w:p w14:paraId="44043F0B" w14:textId="54E971CE" w:rsidR="0007299D" w:rsidRDefault="0007299D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color w:val="FF0000"/>
          <w:sz w:val="28"/>
          <w:szCs w:val="28"/>
        </w:rPr>
      </w:pPr>
      <w:r w:rsidRPr="00B011D9">
        <w:rPr>
          <w:rFonts w:ascii="Arial" w:hAnsi="Arial" w:cs="Arial"/>
          <w:color w:val="FF0000"/>
          <w:sz w:val="28"/>
          <w:szCs w:val="28"/>
        </w:rPr>
        <w:t xml:space="preserve">Mission de coordination SPS de </w:t>
      </w:r>
      <w:r w:rsidR="009F3F5F">
        <w:rPr>
          <w:rFonts w:ascii="Arial" w:hAnsi="Arial" w:cs="Arial"/>
          <w:color w:val="FF0000"/>
          <w:sz w:val="28"/>
          <w:szCs w:val="28"/>
        </w:rPr>
        <w:t>2</w:t>
      </w:r>
      <w:r w:rsidR="009F3F5F" w:rsidRPr="009F3F5F">
        <w:rPr>
          <w:rFonts w:ascii="Arial" w:hAnsi="Arial" w:cs="Arial"/>
          <w:color w:val="FF0000"/>
          <w:sz w:val="28"/>
          <w:szCs w:val="28"/>
          <w:vertAlign w:val="superscript"/>
        </w:rPr>
        <w:t>ème</w:t>
      </w:r>
      <w:r w:rsidR="009F3F5F">
        <w:rPr>
          <w:rFonts w:ascii="Arial" w:hAnsi="Arial" w:cs="Arial"/>
          <w:color w:val="FF0000"/>
          <w:sz w:val="28"/>
          <w:szCs w:val="28"/>
        </w:rPr>
        <w:t xml:space="preserve"> </w:t>
      </w:r>
      <w:r w:rsidRPr="00B011D9">
        <w:rPr>
          <w:rFonts w:ascii="Arial" w:hAnsi="Arial" w:cs="Arial"/>
          <w:color w:val="FF0000"/>
          <w:sz w:val="28"/>
          <w:szCs w:val="28"/>
        </w:rPr>
        <w:t>catégorie</w:t>
      </w:r>
    </w:p>
    <w:p w14:paraId="1ABFDDCE" w14:textId="77777777" w:rsidR="004F3C0E" w:rsidRPr="004F3C0E" w:rsidRDefault="004F3C0E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8"/>
          <w:szCs w:val="8"/>
        </w:rPr>
      </w:pPr>
    </w:p>
    <w:p w14:paraId="660ACB68" w14:textId="7D91EA3E" w:rsidR="00D850FE" w:rsidRPr="003B51DD" w:rsidRDefault="00D850FE" w:rsidP="00F74509">
      <w:pPr>
        <w:pStyle w:val="Normalcentr"/>
        <w:ind w:left="0"/>
        <w:rPr>
          <w:rFonts w:ascii="Arial" w:hAnsi="Arial" w:cs="Arial"/>
          <w:sz w:val="20"/>
        </w:rPr>
      </w:pPr>
    </w:p>
    <w:p w14:paraId="472A4C5E" w14:textId="2B1FBF96" w:rsidR="001239ED" w:rsidRPr="003B51DD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Marché à procédure adaptée (MAPA)</w:t>
      </w:r>
    </w:p>
    <w:p w14:paraId="3CC08817" w14:textId="32FA777B" w:rsidR="001239ED" w:rsidRPr="003B51DD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proofErr w:type="gramStart"/>
      <w:r w:rsidRPr="003B51DD">
        <w:rPr>
          <w:rFonts w:ascii="Arial" w:hAnsi="Arial" w:cs="Arial"/>
          <w:sz w:val="20"/>
        </w:rPr>
        <w:t>en</w:t>
      </w:r>
      <w:proofErr w:type="gramEnd"/>
      <w:r w:rsidRPr="003B51DD">
        <w:rPr>
          <w:rFonts w:ascii="Arial" w:hAnsi="Arial" w:cs="Arial"/>
          <w:sz w:val="20"/>
        </w:rPr>
        <w:t xml:space="preserve"> application de </w:t>
      </w:r>
      <w:r w:rsidRPr="00B011D9">
        <w:rPr>
          <w:rFonts w:ascii="Arial" w:hAnsi="Arial" w:cs="Arial"/>
          <w:sz w:val="20"/>
        </w:rPr>
        <w:t>l’article R.2123-1 à R.2123-6</w:t>
      </w:r>
      <w:r w:rsidR="00F35C84" w:rsidRPr="00B011D9">
        <w:rPr>
          <w:rFonts w:ascii="Arial" w:hAnsi="Arial" w:cs="Arial"/>
          <w:sz w:val="20"/>
        </w:rPr>
        <w:t xml:space="preserve"> </w:t>
      </w:r>
      <w:r w:rsidRPr="003B51DD">
        <w:rPr>
          <w:rFonts w:ascii="Arial" w:hAnsi="Arial" w:cs="Arial"/>
          <w:sz w:val="20"/>
        </w:rPr>
        <w:t>du code de la commande publique</w:t>
      </w:r>
    </w:p>
    <w:p w14:paraId="66E5D923" w14:textId="77777777" w:rsidR="00E96528" w:rsidRPr="003B51DD" w:rsidRDefault="00E96528" w:rsidP="000B3232">
      <w:pPr>
        <w:tabs>
          <w:tab w:val="left" w:pos="5320"/>
        </w:tabs>
        <w:rPr>
          <w:rFonts w:ascii="Arial" w:hAnsi="Arial" w:cs="Arial"/>
          <w:sz w:val="20"/>
          <w:szCs w:val="24"/>
        </w:rPr>
      </w:pPr>
    </w:p>
    <w:p w14:paraId="1AC81292" w14:textId="0BAEE590" w:rsidR="00E96528" w:rsidRPr="003B51DD" w:rsidRDefault="00E84036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Acheteur</w:t>
      </w:r>
      <w:r w:rsidR="00E96528" w:rsidRPr="003B51DD">
        <w:rPr>
          <w:rFonts w:ascii="Arial" w:hAnsi="Arial" w:cs="Arial"/>
          <w:b/>
          <w:sz w:val="20"/>
          <w:szCs w:val="24"/>
        </w:rPr>
        <w:t> :</w:t>
      </w:r>
    </w:p>
    <w:p w14:paraId="087D3260" w14:textId="7777777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>Ministère des Armées</w:t>
      </w:r>
    </w:p>
    <w:p w14:paraId="46023D5B" w14:textId="7777777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</w:p>
    <w:p w14:paraId="5EF8938A" w14:textId="35D8F48B" w:rsidR="00E96528" w:rsidRPr="003B51DD" w:rsidRDefault="00E642EF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Représentant d</w:t>
      </w:r>
      <w:r w:rsidR="00E84036" w:rsidRPr="003B51DD">
        <w:rPr>
          <w:rFonts w:ascii="Arial" w:hAnsi="Arial" w:cs="Arial"/>
          <w:b/>
          <w:sz w:val="20"/>
          <w:szCs w:val="24"/>
        </w:rPr>
        <w:t>e l’acheteur</w:t>
      </w:r>
      <w:r w:rsidRPr="003B51DD">
        <w:rPr>
          <w:rFonts w:ascii="Arial" w:hAnsi="Arial" w:cs="Arial"/>
          <w:b/>
          <w:sz w:val="20"/>
          <w:szCs w:val="24"/>
        </w:rPr>
        <w:t> :</w:t>
      </w:r>
    </w:p>
    <w:p w14:paraId="25587668" w14:textId="77777777" w:rsidR="00987E1D" w:rsidRPr="003B51DD" w:rsidRDefault="00987E1D" w:rsidP="00987E1D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 xml:space="preserve">Service Infrastructure de la Défense </w:t>
      </w:r>
      <w:r>
        <w:rPr>
          <w:rFonts w:ascii="Arial" w:hAnsi="Arial" w:cs="Arial"/>
          <w:sz w:val="20"/>
          <w:szCs w:val="24"/>
        </w:rPr>
        <w:t>Atlantique</w:t>
      </w:r>
    </w:p>
    <w:p w14:paraId="080FE7F6" w14:textId="0D9D9135" w:rsidR="00E96528" w:rsidRPr="003B51DD" w:rsidRDefault="00E96528" w:rsidP="00E96528">
      <w:pPr>
        <w:tabs>
          <w:tab w:val="left" w:pos="5320"/>
        </w:tabs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3B51DD" w14:paraId="45983C7B" w14:textId="77777777" w:rsidTr="000B3232">
        <w:trPr>
          <w:trHeight w:val="348"/>
          <w:jc w:val="center"/>
        </w:trPr>
        <w:tc>
          <w:tcPr>
            <w:tcW w:w="5652" w:type="dxa"/>
            <w:vAlign w:val="center"/>
          </w:tcPr>
          <w:p w14:paraId="65428FEC" w14:textId="77777777" w:rsidR="00E96528" w:rsidRPr="003B51DD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  <w:r w:rsidRPr="003B51DD">
              <w:rPr>
                <w:rFonts w:ascii="Arial" w:hAnsi="Arial" w:cs="Arial"/>
                <w:szCs w:val="24"/>
              </w:rPr>
              <w:t xml:space="preserve">Cadre réservé au nantissement : </w:t>
            </w:r>
          </w:p>
        </w:tc>
      </w:tr>
      <w:tr w:rsidR="00E96528" w:rsidRPr="003B51DD" w14:paraId="68265D28" w14:textId="77777777" w:rsidTr="000B3232">
        <w:trPr>
          <w:trHeight w:val="1359"/>
          <w:jc w:val="center"/>
        </w:trPr>
        <w:tc>
          <w:tcPr>
            <w:tcW w:w="5652" w:type="dxa"/>
          </w:tcPr>
          <w:p w14:paraId="7C551C29" w14:textId="5CCCBD16" w:rsidR="00E96528" w:rsidRPr="003B51DD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22D0C8EF" w14:textId="12F4AB7F" w:rsidR="00E96528" w:rsidRPr="003B51DD" w:rsidRDefault="00E96528" w:rsidP="00E96528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</w:p>
    <w:p w14:paraId="2EDC6AFA" w14:textId="1D56F523" w:rsidR="00B011D9" w:rsidRDefault="00B011D9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2C0701CE" w14:textId="77777777" w:rsidR="004F3C0E" w:rsidRDefault="004F3C0E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3DBC03DE" w14:textId="21DCCC76" w:rsidR="008D1C86" w:rsidRPr="003B51DD" w:rsidRDefault="008D1C86" w:rsidP="008D1C86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t>Date de notification : Horodatage PLACE</w:t>
      </w:r>
    </w:p>
    <w:p w14:paraId="04DD6551" w14:textId="4A804D79" w:rsidR="008D1C86" w:rsidRDefault="008D1C86" w:rsidP="00327E28">
      <w:pPr>
        <w:ind w:left="-284"/>
        <w:rPr>
          <w:rFonts w:ascii="Calibri" w:hAnsi="Calibri"/>
          <w:b/>
          <w:vanish/>
          <w:szCs w:val="22"/>
          <w:u w:val="single"/>
        </w:rPr>
      </w:pPr>
    </w:p>
    <w:p w14:paraId="1E08843B" w14:textId="25E23728" w:rsidR="00327E28" w:rsidRPr="003B51DD" w:rsidRDefault="00327E28" w:rsidP="00327E28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br w:type="page"/>
      </w:r>
    </w:p>
    <w:p w14:paraId="39D3DE18" w14:textId="1C789426" w:rsidR="002A2D77" w:rsidRPr="003B51DD" w:rsidRDefault="000155F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lastRenderedPageBreak/>
        <w:t xml:space="preserve">OBJET </w:t>
      </w:r>
      <w:r w:rsidR="004918C9" w:rsidRPr="003B51DD">
        <w:rPr>
          <w:rFonts w:ascii="Arial" w:hAnsi="Arial" w:cs="Arial"/>
          <w:b/>
          <w:sz w:val="24"/>
          <w:szCs w:val="22"/>
          <w:lang w:eastAsia="zh-CN"/>
        </w:rPr>
        <w:t>DU MARCHE PUBLIC</w:t>
      </w:r>
    </w:p>
    <w:p w14:paraId="33B0DA10" w14:textId="2C0F568A" w:rsidR="000155F4" w:rsidRPr="003B51DD" w:rsidRDefault="000155F4" w:rsidP="00327E28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 w:after="120"/>
        <w:jc w:val="both"/>
        <w:rPr>
          <w:rFonts w:ascii="Arial" w:hAnsi="Arial" w:cs="Arial"/>
          <w:i/>
          <w:sz w:val="20"/>
        </w:rPr>
      </w:pPr>
      <w:r w:rsidRPr="003B51DD">
        <w:rPr>
          <w:rFonts w:ascii="Arial" w:hAnsi="Arial" w:cs="Arial"/>
          <w:sz w:val="20"/>
        </w:rPr>
        <w:t>C</w:t>
      </w:r>
      <w:r w:rsidR="00B011D9">
        <w:rPr>
          <w:rFonts w:ascii="Arial" w:hAnsi="Arial" w:cs="Arial"/>
          <w:sz w:val="20"/>
        </w:rPr>
        <w:t xml:space="preserve">et Acte d’Engagement correspond </w:t>
      </w:r>
      <w:r w:rsidR="004918C9" w:rsidRPr="003B51DD">
        <w:rPr>
          <w:rFonts w:ascii="Arial" w:hAnsi="Arial" w:cs="Arial"/>
          <w:sz w:val="20"/>
        </w:rPr>
        <w:t xml:space="preserve">aux prestations </w:t>
      </w:r>
      <w:r w:rsidR="00B011D9" w:rsidRPr="00B011D9">
        <w:rPr>
          <w:rFonts w:ascii="Arial" w:hAnsi="Arial" w:cs="Arial"/>
          <w:sz w:val="20"/>
        </w:rPr>
        <w:t xml:space="preserve">de </w:t>
      </w:r>
      <w:r w:rsidR="00B011D9" w:rsidRPr="004206A6">
        <w:rPr>
          <w:rFonts w:ascii="Arial" w:hAnsi="Arial" w:cs="Arial"/>
          <w:b/>
          <w:sz w:val="20"/>
        </w:rPr>
        <w:t>mission de coordination SPS de 2</w:t>
      </w:r>
      <w:r w:rsidR="00B011D9" w:rsidRPr="004206A6">
        <w:rPr>
          <w:rFonts w:ascii="Arial" w:hAnsi="Arial" w:cs="Arial"/>
          <w:b/>
          <w:sz w:val="20"/>
          <w:vertAlign w:val="superscript"/>
        </w:rPr>
        <w:t>ème</w:t>
      </w:r>
      <w:r w:rsidR="00B011D9" w:rsidRPr="004206A6">
        <w:rPr>
          <w:rFonts w:ascii="Arial" w:hAnsi="Arial" w:cs="Arial"/>
          <w:b/>
          <w:sz w:val="20"/>
        </w:rPr>
        <w:t xml:space="preserve"> catégorie </w:t>
      </w:r>
      <w:r w:rsidR="009F3F5F" w:rsidRPr="004206A6">
        <w:rPr>
          <w:rFonts w:ascii="Arial" w:hAnsi="Arial" w:cs="Arial"/>
          <w:b/>
          <w:sz w:val="20"/>
        </w:rPr>
        <w:t xml:space="preserve">pour le raccordement du réseau d’eaux usées de la </w:t>
      </w:r>
      <w:proofErr w:type="spellStart"/>
      <w:r w:rsidR="009F3F5F" w:rsidRPr="004206A6">
        <w:rPr>
          <w:rFonts w:ascii="Arial" w:hAnsi="Arial" w:cs="Arial"/>
          <w:b/>
          <w:sz w:val="20"/>
        </w:rPr>
        <w:t>BaseFusco</w:t>
      </w:r>
      <w:proofErr w:type="spellEnd"/>
      <w:r w:rsidR="009F3F5F" w:rsidRPr="004206A6">
        <w:rPr>
          <w:rFonts w:ascii="Arial" w:hAnsi="Arial" w:cs="Arial"/>
          <w:b/>
          <w:sz w:val="20"/>
        </w:rPr>
        <w:t xml:space="preserve"> à la ville de Lanester (56).</w:t>
      </w:r>
    </w:p>
    <w:p w14:paraId="3B7D5C70" w14:textId="0CF54387" w:rsidR="00697C00" w:rsidRPr="003B51DD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ENGAGEMENT DU TITULAIRE</w:t>
      </w:r>
    </w:p>
    <w:p w14:paraId="0C988D89" w14:textId="43C6C4EC" w:rsidR="00F94CBA" w:rsidRPr="003B51DD" w:rsidRDefault="00F94CBA" w:rsidP="00327E2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B1 - Identification et engagement du titulaire ou du groupement titulaire</w:t>
      </w:r>
    </w:p>
    <w:p w14:paraId="43CC666A" w14:textId="7CE58FFC" w:rsidR="00FC1225" w:rsidRPr="003B51DD" w:rsidRDefault="00FC1225" w:rsidP="00FB155D">
      <w:pPr>
        <w:spacing w:before="120" w:after="120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Par dérogation à </w:t>
      </w:r>
      <w:r w:rsidRPr="003B51DD">
        <w:rPr>
          <w:rFonts w:ascii="Arial" w:hAnsi="Arial" w:cs="Arial"/>
          <w:color w:val="0070C0"/>
          <w:sz w:val="20"/>
          <w:lang w:eastAsia="zh-CN"/>
        </w:rPr>
        <w:t>l’article 4</w:t>
      </w:r>
      <w:r w:rsidR="00A361CB">
        <w:rPr>
          <w:rFonts w:ascii="Arial" w:hAnsi="Arial" w:cs="Arial"/>
          <w:color w:val="0070C0"/>
          <w:sz w:val="20"/>
          <w:lang w:eastAsia="zh-CN"/>
        </w:rPr>
        <w:t>.1</w:t>
      </w:r>
      <w:r w:rsidRPr="003B51DD">
        <w:rPr>
          <w:rFonts w:ascii="Arial" w:hAnsi="Arial" w:cs="Arial"/>
          <w:color w:val="0070C0"/>
          <w:sz w:val="20"/>
          <w:lang w:eastAsia="zh-CN"/>
        </w:rPr>
        <w:t xml:space="preserve"> du CCAG-</w:t>
      </w:r>
      <w:r w:rsidR="00931751">
        <w:rPr>
          <w:rFonts w:ascii="Arial" w:hAnsi="Arial" w:cs="Arial"/>
          <w:color w:val="0070C0"/>
          <w:sz w:val="20"/>
          <w:lang w:eastAsia="zh-CN"/>
        </w:rPr>
        <w:t>PI</w:t>
      </w:r>
      <w:r w:rsidRPr="003B51DD">
        <w:rPr>
          <w:rFonts w:ascii="Arial" w:hAnsi="Arial" w:cs="Arial"/>
          <w:sz w:val="20"/>
          <w:lang w:eastAsia="zh-CN"/>
        </w:rPr>
        <w:t>, l'exécution des prestations se fait dans les conditions des documents contractuels suivants qui, en cas de contradictions entre leurs stipulations, prévalent dans l'ordre décroissant ci-après :</w:t>
      </w:r>
    </w:p>
    <w:p w14:paraId="052EEAA9" w14:textId="5DFCBC30" w:rsidR="009B2F53" w:rsidRPr="003B51DD" w:rsidRDefault="009B2F53" w:rsidP="00FB155D">
      <w:pPr>
        <w:spacing w:before="120" w:after="120"/>
        <w:jc w:val="both"/>
        <w:rPr>
          <w:rFonts w:ascii="Arial" w:hAnsi="Arial" w:cs="Arial"/>
          <w:b/>
          <w:sz w:val="20"/>
          <w:lang w:eastAsia="zh-CN"/>
        </w:rPr>
      </w:pPr>
      <w:r w:rsidRPr="003B51DD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6E78782C" w14:textId="0586B98F" w:rsidR="00006FED" w:rsidRPr="003B51DD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particulières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6A8E8EEE" w14:textId="02F78305" w:rsidR="00E07049" w:rsidRDefault="00FC1225" w:rsidP="00B8458B">
      <w:pPr>
        <w:spacing w:after="120"/>
        <w:ind w:left="1134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/>
          <w:iCs/>
          <w:sz w:val="20"/>
        </w:rPr>
        <w:instrText xml:space="preserve"> FORMCHECKBOX </w:instrText>
      </w:r>
      <w:r w:rsidR="00F54E60">
        <w:rPr>
          <w:rFonts w:ascii="Arial" w:hAnsi="Arial" w:cs="Arial"/>
          <w:i/>
          <w:iCs/>
          <w:sz w:val="20"/>
        </w:rPr>
      </w:r>
      <w:r w:rsidR="00F54E60">
        <w:rPr>
          <w:rFonts w:ascii="Arial" w:hAnsi="Arial" w:cs="Arial"/>
          <w:i/>
          <w:iCs/>
          <w:sz w:val="20"/>
        </w:rPr>
        <w:fldChar w:fldCharType="separate"/>
      </w:r>
      <w:r w:rsidRPr="003B51DD">
        <w:rPr>
          <w:rFonts w:ascii="Arial" w:hAnsi="Arial" w:cs="Arial"/>
          <w:i/>
          <w:iCs/>
          <w:sz w:val="20"/>
        </w:rPr>
        <w:fldChar w:fldCharType="end"/>
      </w:r>
      <w:r w:rsidRPr="003B51DD">
        <w:rPr>
          <w:rFonts w:ascii="Arial" w:hAnsi="Arial" w:cs="Arial"/>
          <w:sz w:val="20"/>
        </w:rPr>
        <w:t xml:space="preserve"> L’Acte d’</w:t>
      </w:r>
      <w:r w:rsidR="0056472D">
        <w:rPr>
          <w:rFonts w:ascii="Arial" w:hAnsi="Arial" w:cs="Arial"/>
          <w:sz w:val="20"/>
        </w:rPr>
        <w:t>E</w:t>
      </w:r>
      <w:r w:rsidRPr="003B51DD">
        <w:rPr>
          <w:rFonts w:ascii="Arial" w:hAnsi="Arial" w:cs="Arial"/>
          <w:sz w:val="20"/>
        </w:rPr>
        <w:t xml:space="preserve">ngagement </w:t>
      </w:r>
      <w:r w:rsidR="0056472D">
        <w:rPr>
          <w:rFonts w:ascii="Arial" w:hAnsi="Arial" w:cs="Arial"/>
          <w:sz w:val="20"/>
        </w:rPr>
        <w:t xml:space="preserve">(AE) </w:t>
      </w:r>
      <w:r w:rsidRPr="003B51DD">
        <w:rPr>
          <w:rFonts w:ascii="Arial" w:hAnsi="Arial" w:cs="Arial"/>
          <w:sz w:val="20"/>
        </w:rPr>
        <w:t>et ses annexes</w:t>
      </w:r>
      <w:r w:rsidR="00EE6124">
        <w:rPr>
          <w:rFonts w:ascii="Arial" w:hAnsi="Arial" w:cs="Arial"/>
          <w:sz w:val="20"/>
        </w:rPr>
        <w:t xml:space="preserve"> </w:t>
      </w:r>
      <w:r w:rsidR="003B51DD" w:rsidRPr="003B51DD">
        <w:rPr>
          <w:rFonts w:ascii="Arial" w:hAnsi="Arial" w:cs="Arial"/>
          <w:sz w:val="20"/>
        </w:rPr>
        <w:t>:</w:t>
      </w:r>
      <w:r w:rsidR="00E07049" w:rsidRPr="003B51DD">
        <w:rPr>
          <w:rFonts w:ascii="Arial" w:hAnsi="Arial" w:cs="Arial"/>
          <w:sz w:val="20"/>
        </w:rPr>
        <w:t xml:space="preserve"> </w:t>
      </w:r>
    </w:p>
    <w:p w14:paraId="193D0A93" w14:textId="6DC73672" w:rsidR="00B8458B" w:rsidRPr="004F3C0E" w:rsidRDefault="00B8458B" w:rsidP="00B8458B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  <w:r w:rsidRPr="004F3C0E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F3C0E">
        <w:rPr>
          <w:rFonts w:ascii="Arial" w:hAnsi="Arial" w:cs="Arial"/>
          <w:iCs/>
          <w:sz w:val="20"/>
        </w:rPr>
        <w:instrText xml:space="preserve"> FORMCHECKBOX </w:instrText>
      </w:r>
      <w:r w:rsidR="00F54E60">
        <w:rPr>
          <w:rFonts w:ascii="Arial" w:hAnsi="Arial" w:cs="Arial"/>
          <w:iCs/>
          <w:sz w:val="20"/>
        </w:rPr>
      </w:r>
      <w:r w:rsidR="00F54E60">
        <w:rPr>
          <w:rFonts w:ascii="Arial" w:hAnsi="Arial" w:cs="Arial"/>
          <w:iCs/>
          <w:sz w:val="20"/>
        </w:rPr>
        <w:fldChar w:fldCharType="separate"/>
      </w:r>
      <w:r w:rsidRPr="004F3C0E">
        <w:rPr>
          <w:rFonts w:ascii="Arial" w:hAnsi="Arial" w:cs="Arial"/>
          <w:iCs/>
          <w:sz w:val="20"/>
        </w:rPr>
        <w:fldChar w:fldCharType="end"/>
      </w:r>
      <w:r w:rsidRPr="004F3C0E">
        <w:rPr>
          <w:rFonts w:ascii="Arial" w:hAnsi="Arial" w:cs="Arial"/>
          <w:iCs/>
          <w:sz w:val="20"/>
        </w:rPr>
        <w:t xml:space="preserve"> </w:t>
      </w:r>
      <w:r w:rsidR="000C0B2C">
        <w:rPr>
          <w:rFonts w:ascii="Arial" w:hAnsi="Arial" w:cs="Arial"/>
          <w:iCs/>
          <w:sz w:val="20"/>
        </w:rPr>
        <w:t>1.</w:t>
      </w:r>
      <w:r w:rsidRPr="004F3C0E">
        <w:rPr>
          <w:rFonts w:ascii="Arial" w:hAnsi="Arial" w:cs="Arial"/>
          <w:iCs/>
          <w:sz w:val="20"/>
        </w:rPr>
        <w:t xml:space="preserve"> </w:t>
      </w:r>
      <w:r>
        <w:rPr>
          <w:rFonts w:ascii="Arial" w:hAnsi="Arial" w:cs="Arial"/>
          <w:iCs/>
          <w:sz w:val="20"/>
        </w:rPr>
        <w:t>RIB</w:t>
      </w:r>
    </w:p>
    <w:p w14:paraId="72A482AB" w14:textId="4F88C00B" w:rsidR="00EE6124" w:rsidRPr="004F3C0E" w:rsidRDefault="004F3C0E" w:rsidP="00EE6124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  <w:r w:rsidRPr="004F3C0E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F3C0E">
        <w:rPr>
          <w:rFonts w:ascii="Arial" w:hAnsi="Arial" w:cs="Arial"/>
          <w:iCs/>
          <w:sz w:val="20"/>
        </w:rPr>
        <w:instrText xml:space="preserve"> FORMCHECKBOX </w:instrText>
      </w:r>
      <w:r w:rsidR="00F54E60">
        <w:rPr>
          <w:rFonts w:ascii="Arial" w:hAnsi="Arial" w:cs="Arial"/>
          <w:iCs/>
          <w:sz w:val="20"/>
        </w:rPr>
      </w:r>
      <w:r w:rsidR="00F54E60">
        <w:rPr>
          <w:rFonts w:ascii="Arial" w:hAnsi="Arial" w:cs="Arial"/>
          <w:iCs/>
          <w:sz w:val="20"/>
        </w:rPr>
        <w:fldChar w:fldCharType="separate"/>
      </w:r>
      <w:r w:rsidRPr="004F3C0E">
        <w:rPr>
          <w:rFonts w:ascii="Arial" w:hAnsi="Arial" w:cs="Arial"/>
          <w:iCs/>
          <w:sz w:val="20"/>
        </w:rPr>
        <w:fldChar w:fldCharType="end"/>
      </w:r>
      <w:r w:rsidR="00EE6124" w:rsidRPr="004F3C0E">
        <w:rPr>
          <w:rFonts w:ascii="Arial" w:hAnsi="Arial" w:cs="Arial"/>
          <w:iCs/>
          <w:sz w:val="20"/>
        </w:rPr>
        <w:t xml:space="preserve"> </w:t>
      </w:r>
      <w:r w:rsidR="000C0B2C">
        <w:rPr>
          <w:rFonts w:ascii="Arial" w:hAnsi="Arial" w:cs="Arial"/>
          <w:iCs/>
          <w:sz w:val="20"/>
        </w:rPr>
        <w:t>2.</w:t>
      </w:r>
      <w:r w:rsidR="00B8458B">
        <w:rPr>
          <w:rFonts w:ascii="Arial" w:hAnsi="Arial" w:cs="Arial"/>
          <w:iCs/>
          <w:sz w:val="20"/>
        </w:rPr>
        <w:t xml:space="preserve"> </w:t>
      </w:r>
      <w:r w:rsidR="000C0B2C" w:rsidRPr="000C0B2C">
        <w:rPr>
          <w:rFonts w:ascii="Arial" w:hAnsi="Arial" w:cs="Arial"/>
          <w:iCs/>
          <w:sz w:val="20"/>
        </w:rPr>
        <w:t>Etat des prix forfaitaires</w:t>
      </w:r>
      <w:r w:rsidR="000C0B2C">
        <w:rPr>
          <w:rFonts w:ascii="Arial" w:hAnsi="Arial" w:cs="Arial"/>
          <w:iCs/>
          <w:sz w:val="20"/>
        </w:rPr>
        <w:t xml:space="preserve"> (</w:t>
      </w:r>
      <w:r w:rsidR="00B8458B">
        <w:rPr>
          <w:rFonts w:ascii="Arial" w:hAnsi="Arial" w:cs="Arial"/>
          <w:iCs/>
          <w:sz w:val="20"/>
        </w:rPr>
        <w:t>EPF</w:t>
      </w:r>
      <w:r w:rsidR="000C0B2C">
        <w:rPr>
          <w:rFonts w:ascii="Arial" w:hAnsi="Arial" w:cs="Arial"/>
          <w:iCs/>
          <w:sz w:val="20"/>
        </w:rPr>
        <w:t>)</w:t>
      </w:r>
      <w:r w:rsidR="00EE6124" w:rsidRPr="004F3C0E">
        <w:rPr>
          <w:rFonts w:ascii="Arial" w:hAnsi="Arial" w:cs="Arial"/>
          <w:iCs/>
          <w:sz w:val="20"/>
        </w:rPr>
        <w:t xml:space="preserve"> </w:t>
      </w:r>
    </w:p>
    <w:p w14:paraId="0D325BEE" w14:textId="44EF5792" w:rsidR="00444996" w:rsidRPr="004F3C0E" w:rsidRDefault="004F3C0E" w:rsidP="00FB155D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iCs/>
          <w:sz w:val="20"/>
        </w:rPr>
        <w:instrText xml:space="preserve"> FORMCHECKBOX </w:instrText>
      </w:r>
      <w:r w:rsidR="00F54E60">
        <w:rPr>
          <w:rFonts w:ascii="Arial" w:hAnsi="Arial" w:cs="Arial"/>
          <w:iCs/>
          <w:sz w:val="20"/>
        </w:rPr>
      </w:r>
      <w:r w:rsidR="00F54E60">
        <w:rPr>
          <w:rFonts w:ascii="Arial" w:hAnsi="Arial" w:cs="Arial"/>
          <w:iCs/>
          <w:sz w:val="20"/>
        </w:rPr>
        <w:fldChar w:fldCharType="separate"/>
      </w:r>
      <w:r>
        <w:rPr>
          <w:rFonts w:ascii="Arial" w:hAnsi="Arial" w:cs="Arial"/>
          <w:iCs/>
          <w:sz w:val="20"/>
        </w:rPr>
        <w:fldChar w:fldCharType="end"/>
      </w:r>
      <w:r w:rsidR="00444996" w:rsidRPr="004F3C0E">
        <w:rPr>
          <w:rFonts w:ascii="Arial" w:hAnsi="Arial" w:cs="Arial"/>
          <w:iCs/>
          <w:sz w:val="20"/>
        </w:rPr>
        <w:t xml:space="preserve"> </w:t>
      </w:r>
      <w:r w:rsidR="000C0B2C">
        <w:rPr>
          <w:rFonts w:ascii="Arial" w:hAnsi="Arial" w:cs="Arial"/>
          <w:iCs/>
          <w:sz w:val="20"/>
        </w:rPr>
        <w:t xml:space="preserve">3. </w:t>
      </w:r>
      <w:r w:rsidR="00444996" w:rsidRPr="004F3C0E">
        <w:rPr>
          <w:rFonts w:ascii="Arial" w:hAnsi="Arial" w:cs="Arial"/>
          <w:iCs/>
          <w:sz w:val="20"/>
        </w:rPr>
        <w:t>Responsable</w:t>
      </w:r>
      <w:r w:rsidR="000C0B2C">
        <w:rPr>
          <w:rFonts w:ascii="Arial" w:hAnsi="Arial" w:cs="Arial"/>
          <w:iCs/>
          <w:sz w:val="20"/>
        </w:rPr>
        <w:t>s</w:t>
      </w:r>
      <w:r w:rsidR="00444996" w:rsidRPr="004F3C0E">
        <w:rPr>
          <w:rFonts w:ascii="Arial" w:hAnsi="Arial" w:cs="Arial"/>
          <w:iCs/>
          <w:sz w:val="20"/>
        </w:rPr>
        <w:t xml:space="preserve"> physique</w:t>
      </w:r>
      <w:r w:rsidR="000C0B2C">
        <w:rPr>
          <w:rFonts w:ascii="Arial" w:hAnsi="Arial" w:cs="Arial"/>
          <w:iCs/>
          <w:sz w:val="20"/>
        </w:rPr>
        <w:t>s</w:t>
      </w:r>
      <w:r w:rsidR="00444996" w:rsidRPr="004F3C0E">
        <w:rPr>
          <w:rFonts w:ascii="Arial" w:hAnsi="Arial" w:cs="Arial"/>
          <w:iCs/>
          <w:sz w:val="20"/>
        </w:rPr>
        <w:t xml:space="preserve"> de la mission </w:t>
      </w:r>
    </w:p>
    <w:p w14:paraId="045FF2F9" w14:textId="15DF64A4" w:rsidR="00E07049" w:rsidRPr="004F3C0E" w:rsidRDefault="00E07049" w:rsidP="00FB155D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</w:p>
    <w:p w14:paraId="486A4220" w14:textId="4406B6EB" w:rsidR="008A376F" w:rsidRPr="003B51DD" w:rsidRDefault="008A376F" w:rsidP="008C4DF0">
      <w:pPr>
        <w:tabs>
          <w:tab w:val="left" w:pos="1418"/>
        </w:tabs>
        <w:spacing w:after="60"/>
        <w:ind w:left="1134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/>
          <w:iCs/>
          <w:sz w:val="20"/>
        </w:rPr>
        <w:instrText xml:space="preserve"> FORMCHECKBOX </w:instrText>
      </w:r>
      <w:r w:rsidR="00F54E60">
        <w:rPr>
          <w:rFonts w:ascii="Arial" w:hAnsi="Arial" w:cs="Arial"/>
          <w:i/>
          <w:iCs/>
          <w:sz w:val="20"/>
        </w:rPr>
      </w:r>
      <w:r w:rsidR="00F54E60">
        <w:rPr>
          <w:rFonts w:ascii="Arial" w:hAnsi="Arial" w:cs="Arial"/>
          <w:i/>
          <w:iCs/>
          <w:sz w:val="20"/>
        </w:rPr>
        <w:fldChar w:fldCharType="separate"/>
      </w:r>
      <w:r w:rsidRPr="003B51DD">
        <w:rPr>
          <w:rFonts w:ascii="Arial" w:hAnsi="Arial" w:cs="Arial"/>
          <w:i/>
          <w:iCs/>
          <w:sz w:val="20"/>
        </w:rPr>
        <w:fldChar w:fldCharType="end"/>
      </w:r>
      <w:r w:rsidRPr="003B51DD">
        <w:rPr>
          <w:rFonts w:ascii="Arial" w:hAnsi="Arial" w:cs="Arial"/>
          <w:sz w:val="20"/>
        </w:rPr>
        <w:t xml:space="preserve"> </w:t>
      </w:r>
      <w:r w:rsidR="003B51DD">
        <w:rPr>
          <w:rFonts w:ascii="Arial" w:hAnsi="Arial" w:cs="Arial"/>
          <w:sz w:val="20"/>
        </w:rPr>
        <w:t xml:space="preserve">Les </w:t>
      </w:r>
      <w:r w:rsidRPr="003B51DD">
        <w:rPr>
          <w:rFonts w:ascii="Arial" w:hAnsi="Arial" w:cs="Arial"/>
          <w:sz w:val="20"/>
        </w:rPr>
        <w:t>C</w:t>
      </w:r>
      <w:r w:rsidR="00684EDF" w:rsidRPr="003B51DD">
        <w:rPr>
          <w:rFonts w:ascii="Arial" w:hAnsi="Arial" w:cs="Arial"/>
          <w:sz w:val="20"/>
        </w:rPr>
        <w:t>onditions Générales d’Achat</w:t>
      </w:r>
      <w:r w:rsidR="00E96528" w:rsidRPr="003B51DD">
        <w:rPr>
          <w:rFonts w:ascii="Arial" w:hAnsi="Arial" w:cs="Arial"/>
          <w:sz w:val="20"/>
        </w:rPr>
        <w:t>s</w:t>
      </w:r>
      <w:r w:rsidR="00684EDF" w:rsidRPr="003B51DD">
        <w:rPr>
          <w:rFonts w:ascii="Arial" w:hAnsi="Arial" w:cs="Arial"/>
          <w:sz w:val="20"/>
        </w:rPr>
        <w:t xml:space="preserve"> (</w:t>
      </w:r>
      <w:proofErr w:type="spellStart"/>
      <w:r w:rsidR="00684EDF" w:rsidRPr="003B51DD">
        <w:rPr>
          <w:rFonts w:ascii="Arial" w:hAnsi="Arial" w:cs="Arial"/>
          <w:sz w:val="20"/>
        </w:rPr>
        <w:t>CGA</w:t>
      </w:r>
      <w:r w:rsidR="00C6638F" w:rsidRPr="003B51DD">
        <w:rPr>
          <w:rFonts w:ascii="Arial" w:hAnsi="Arial" w:cs="Arial"/>
          <w:sz w:val="20"/>
        </w:rPr>
        <w:t>chat</w:t>
      </w:r>
      <w:r w:rsidR="001B1C00" w:rsidRPr="003B51DD">
        <w:rPr>
          <w:rFonts w:ascii="Arial" w:hAnsi="Arial" w:cs="Arial"/>
          <w:sz w:val="20"/>
        </w:rPr>
        <w:t>s</w:t>
      </w:r>
      <w:proofErr w:type="spellEnd"/>
      <w:r w:rsidR="00684EDF" w:rsidRPr="003B51DD">
        <w:rPr>
          <w:rFonts w:ascii="Arial" w:hAnsi="Arial" w:cs="Arial"/>
          <w:sz w:val="20"/>
        </w:rPr>
        <w:t>)</w:t>
      </w:r>
      <w:r w:rsidR="003B51DD">
        <w:rPr>
          <w:rFonts w:ascii="Arial" w:hAnsi="Arial" w:cs="Arial"/>
          <w:sz w:val="20"/>
        </w:rPr>
        <w:t xml:space="preserve"> annexées à l’AE</w:t>
      </w:r>
      <w:r w:rsidR="00684EDF" w:rsidRPr="003B51DD">
        <w:rPr>
          <w:rFonts w:ascii="Arial" w:hAnsi="Arial" w:cs="Arial"/>
          <w:sz w:val="20"/>
        </w:rPr>
        <w:t xml:space="preserve"> </w:t>
      </w:r>
      <w:r w:rsidR="0056472D">
        <w:rPr>
          <w:rFonts w:ascii="Arial" w:hAnsi="Arial" w:cs="Arial"/>
          <w:sz w:val="20"/>
        </w:rPr>
        <w:t xml:space="preserve">et </w:t>
      </w:r>
      <w:r w:rsidR="00FC1225" w:rsidRPr="003B51DD">
        <w:rPr>
          <w:rFonts w:ascii="Arial" w:hAnsi="Arial" w:cs="Arial"/>
          <w:sz w:val="20"/>
        </w:rPr>
        <w:t xml:space="preserve">applicables aux marchés de </w:t>
      </w:r>
      <w:r w:rsidR="008F2848">
        <w:rPr>
          <w:rFonts w:ascii="Arial" w:hAnsi="Arial" w:cs="Arial"/>
          <w:sz w:val="20"/>
        </w:rPr>
        <w:t xml:space="preserve">Prestations Intellectuelles (PI). </w:t>
      </w:r>
    </w:p>
    <w:p w14:paraId="3556B92B" w14:textId="26B18176" w:rsidR="00390BD9" w:rsidRPr="00075025" w:rsidRDefault="00075025" w:rsidP="00390BD9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iCs/>
          <w:sz w:val="20"/>
        </w:rPr>
        <w:instrText xml:space="preserve"> FORMCHECKBOX </w:instrText>
      </w:r>
      <w:r w:rsidR="00F54E60">
        <w:rPr>
          <w:rFonts w:ascii="Arial" w:hAnsi="Arial" w:cs="Arial"/>
          <w:iCs/>
          <w:sz w:val="20"/>
        </w:rPr>
      </w:r>
      <w:r w:rsidR="00F54E60">
        <w:rPr>
          <w:rFonts w:ascii="Arial" w:hAnsi="Arial" w:cs="Arial"/>
          <w:iCs/>
          <w:sz w:val="20"/>
        </w:rPr>
        <w:fldChar w:fldCharType="separate"/>
      </w:r>
      <w:r>
        <w:rPr>
          <w:rFonts w:ascii="Arial" w:hAnsi="Arial" w:cs="Arial"/>
          <w:iCs/>
          <w:sz w:val="20"/>
        </w:rPr>
        <w:fldChar w:fldCharType="end"/>
      </w:r>
      <w:r w:rsidR="00390BD9" w:rsidRPr="00075025">
        <w:rPr>
          <w:rFonts w:ascii="Arial" w:hAnsi="Arial" w:cs="Arial"/>
          <w:iCs/>
          <w:sz w:val="20"/>
        </w:rPr>
        <w:t xml:space="preserve"> Le cahier des clauses techniques particulières (CCTP) ou tout autre document qui en tient lieu et ses éventuelles annexes</w:t>
      </w:r>
    </w:p>
    <w:p w14:paraId="5B0A78AB" w14:textId="452600F9" w:rsidR="00390BD9" w:rsidRPr="00075025" w:rsidRDefault="00390BD9" w:rsidP="00390BD9">
      <w:pPr>
        <w:spacing w:after="60"/>
        <w:ind w:left="1134"/>
        <w:jc w:val="both"/>
        <w:rPr>
          <w:rFonts w:ascii="Arial" w:hAnsi="Arial" w:cs="Arial"/>
          <w:sz w:val="20"/>
        </w:rPr>
      </w:pPr>
    </w:p>
    <w:p w14:paraId="5F983494" w14:textId="5E5F9B29" w:rsidR="00006FED" w:rsidRPr="003B51DD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générales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7FB677F4" w14:textId="6C0C3C1A" w:rsidR="002A2D77" w:rsidRPr="00D21A94" w:rsidRDefault="002A2D77" w:rsidP="00FB155D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3B51DD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Cs/>
          <w:sz w:val="20"/>
        </w:rPr>
        <w:instrText xml:space="preserve"> FORMCHECKBOX </w:instrText>
      </w:r>
      <w:r w:rsidR="00F54E60">
        <w:rPr>
          <w:rFonts w:ascii="Arial" w:hAnsi="Arial" w:cs="Arial"/>
          <w:iCs/>
          <w:sz w:val="20"/>
        </w:rPr>
      </w:r>
      <w:r w:rsidR="00F54E60">
        <w:rPr>
          <w:rFonts w:ascii="Arial" w:hAnsi="Arial" w:cs="Arial"/>
          <w:iCs/>
          <w:sz w:val="20"/>
        </w:rPr>
        <w:fldChar w:fldCharType="separate"/>
      </w:r>
      <w:r w:rsidRPr="003B51DD">
        <w:rPr>
          <w:rFonts w:ascii="Arial" w:hAnsi="Arial" w:cs="Arial"/>
          <w:iCs/>
          <w:sz w:val="20"/>
        </w:rPr>
        <w:fldChar w:fldCharType="end"/>
      </w:r>
      <w:r w:rsidRPr="003B51DD">
        <w:rPr>
          <w:rFonts w:ascii="Arial" w:hAnsi="Arial" w:cs="Arial"/>
          <w:iCs/>
          <w:sz w:val="20"/>
        </w:rPr>
        <w:t xml:space="preserve"> CCAG </w:t>
      </w:r>
      <w:r w:rsidR="00931751">
        <w:rPr>
          <w:rFonts w:ascii="Arial" w:hAnsi="Arial" w:cs="Arial"/>
          <w:iCs/>
          <w:sz w:val="20"/>
        </w:rPr>
        <w:t xml:space="preserve">Prestations </w:t>
      </w:r>
      <w:r w:rsidR="00931751" w:rsidRPr="00D21A94">
        <w:rPr>
          <w:rFonts w:ascii="Arial" w:hAnsi="Arial" w:cs="Arial"/>
          <w:iCs/>
          <w:sz w:val="20"/>
        </w:rPr>
        <w:t>intellectuelles</w:t>
      </w:r>
      <w:r w:rsidR="00C35BEB" w:rsidRPr="00D21A94">
        <w:rPr>
          <w:rFonts w:ascii="Arial" w:hAnsi="Arial" w:cs="Arial"/>
          <w:iCs/>
          <w:sz w:val="20"/>
        </w:rPr>
        <w:t xml:space="preserve"> </w:t>
      </w:r>
      <w:r w:rsidR="00F94CBA" w:rsidRPr="00D21A94">
        <w:rPr>
          <w:rFonts w:ascii="Arial" w:hAnsi="Arial" w:cs="Arial"/>
          <w:iCs/>
          <w:sz w:val="20"/>
        </w:rPr>
        <w:t>(approuvé par arrêté du 30 mars 2021)</w:t>
      </w:r>
      <w:r w:rsidR="000F7FA0" w:rsidRPr="00D21A94">
        <w:rPr>
          <w:rFonts w:ascii="Arial" w:hAnsi="Arial" w:cs="Arial"/>
          <w:iCs/>
          <w:sz w:val="20"/>
        </w:rPr>
        <w:t>,</w:t>
      </w:r>
    </w:p>
    <w:p w14:paraId="6F6C7833" w14:textId="4BB2A2AF" w:rsidR="000F7FA0" w:rsidRPr="001C1C68" w:rsidRDefault="00BB7E95" w:rsidP="008C4DF0">
      <w:pPr>
        <w:pStyle w:val="Tiret"/>
        <w:tabs>
          <w:tab w:val="left" w:pos="1418"/>
        </w:tabs>
        <w:spacing w:after="60"/>
        <w:ind w:left="1134" w:firstLine="0"/>
        <w:rPr>
          <w:rFonts w:cs="Arial"/>
          <w:iCs/>
        </w:rPr>
      </w:pPr>
      <w:r w:rsidRPr="00D21A94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D21A94">
        <w:rPr>
          <w:rFonts w:cs="Arial"/>
          <w:iCs/>
        </w:rPr>
        <w:instrText xml:space="preserve"> FORMCHECKBOX </w:instrText>
      </w:r>
      <w:r w:rsidR="00F54E60">
        <w:rPr>
          <w:rFonts w:cs="Arial"/>
          <w:iCs/>
        </w:rPr>
      </w:r>
      <w:r w:rsidR="00F54E60">
        <w:rPr>
          <w:rFonts w:cs="Arial"/>
          <w:iCs/>
        </w:rPr>
        <w:fldChar w:fldCharType="separate"/>
      </w:r>
      <w:r w:rsidRPr="00D21A94">
        <w:rPr>
          <w:rFonts w:cs="Arial"/>
          <w:iCs/>
        </w:rPr>
        <w:fldChar w:fldCharType="end"/>
      </w:r>
      <w:r w:rsidRPr="00D21A94">
        <w:rPr>
          <w:rFonts w:cs="Arial"/>
          <w:iCs/>
        </w:rPr>
        <w:t xml:space="preserve"> </w:t>
      </w:r>
      <w:r w:rsidRPr="001C1C68">
        <w:rPr>
          <w:rFonts w:cs="Arial"/>
          <w:iCs/>
        </w:rPr>
        <w:t xml:space="preserve">Arrêté du 19 mai 2020 relatif aux modalités d’application des règles relatives aux interventions </w:t>
      </w:r>
      <w:r w:rsidR="008C4DF0" w:rsidRPr="001C1C68">
        <w:rPr>
          <w:rFonts w:cs="Arial"/>
          <w:iCs/>
        </w:rPr>
        <w:tab/>
      </w:r>
      <w:r w:rsidRPr="001C1C68">
        <w:rPr>
          <w:rFonts w:cs="Arial"/>
          <w:iCs/>
        </w:rPr>
        <w:t>d’entreprises extérieures et aux opérations de bâtiment et de génie civil</w:t>
      </w:r>
      <w:r w:rsidR="000F7FA0" w:rsidRPr="001C1C68">
        <w:rPr>
          <w:rFonts w:cs="Arial"/>
          <w:iCs/>
        </w:rPr>
        <w:t xml:space="preserve"> dans un organisme du </w:t>
      </w:r>
      <w:r w:rsidR="008C4DF0" w:rsidRPr="001C1C68">
        <w:rPr>
          <w:rFonts w:cs="Arial"/>
          <w:iCs/>
        </w:rPr>
        <w:tab/>
      </w:r>
      <w:r w:rsidR="000F7FA0" w:rsidRPr="001C1C68">
        <w:rPr>
          <w:rFonts w:cs="Arial"/>
          <w:iCs/>
        </w:rPr>
        <w:t xml:space="preserve">ministère, </w:t>
      </w:r>
    </w:p>
    <w:p w14:paraId="1A369A23" w14:textId="0F749E11" w:rsidR="00BB7E95" w:rsidRPr="003B51DD" w:rsidRDefault="00E07049" w:rsidP="00FB155D">
      <w:pPr>
        <w:pStyle w:val="Tiret"/>
        <w:spacing w:after="60"/>
        <w:ind w:left="1134" w:firstLine="0"/>
        <w:rPr>
          <w:rFonts w:cs="Arial"/>
          <w:iCs/>
        </w:rPr>
      </w:pPr>
      <w:r w:rsidRPr="001C1C68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C1C68">
        <w:rPr>
          <w:rFonts w:cs="Arial"/>
          <w:iCs/>
        </w:rPr>
        <w:instrText xml:space="preserve"> FORMCHECKBOX </w:instrText>
      </w:r>
      <w:r w:rsidR="00F54E60">
        <w:rPr>
          <w:rFonts w:cs="Arial"/>
          <w:iCs/>
        </w:rPr>
      </w:r>
      <w:r w:rsidR="00F54E60">
        <w:rPr>
          <w:rFonts w:cs="Arial"/>
          <w:iCs/>
        </w:rPr>
        <w:fldChar w:fldCharType="separate"/>
      </w:r>
      <w:r w:rsidRPr="001C1C68">
        <w:rPr>
          <w:rFonts w:cs="Arial"/>
          <w:iCs/>
        </w:rPr>
        <w:fldChar w:fldCharType="end"/>
      </w:r>
      <w:r w:rsidR="000F7FA0" w:rsidRPr="001C1C68">
        <w:rPr>
          <w:rFonts w:cs="Arial"/>
          <w:iCs/>
        </w:rPr>
        <w:t xml:space="preserve"> Instruction générale interministérielle n° 1300/SGDN/PSE/SSD </w:t>
      </w:r>
      <w:r w:rsidR="00D21A94" w:rsidRPr="001C1C68">
        <w:rPr>
          <w:rFonts w:cs="Arial"/>
          <w:iCs/>
        </w:rPr>
        <w:t>des armées et l’instruction ministérielle n°900 sur la protection du secret et des informations DR et sensibles, approuvée par l’arrêté du 15 mars 2021</w:t>
      </w:r>
    </w:p>
    <w:p w14:paraId="71116F7D" w14:textId="54E203D5" w:rsidR="002A2D77" w:rsidRDefault="002A2D77" w:rsidP="00327E28">
      <w:pPr>
        <w:tabs>
          <w:tab w:val="left" w:pos="851"/>
        </w:tabs>
        <w:spacing w:before="120" w:after="120"/>
        <w:jc w:val="both"/>
        <w:rPr>
          <w:rFonts w:ascii="Arial" w:hAnsi="Arial" w:cs="Arial"/>
          <w:b/>
          <w:sz w:val="20"/>
        </w:rPr>
      </w:pPr>
      <w:proofErr w:type="gramStart"/>
      <w:r w:rsidRPr="003B51DD">
        <w:rPr>
          <w:rFonts w:ascii="Arial" w:hAnsi="Arial" w:cs="Arial"/>
          <w:b/>
          <w:sz w:val="20"/>
        </w:rPr>
        <w:t>et</w:t>
      </w:r>
      <w:proofErr w:type="gramEnd"/>
      <w:r w:rsidRPr="003B51DD">
        <w:rPr>
          <w:rFonts w:ascii="Arial" w:hAnsi="Arial" w:cs="Arial"/>
          <w:b/>
          <w:sz w:val="20"/>
        </w:rPr>
        <w:t xml:space="preserve"> conformément à leurs claus</w:t>
      </w:r>
      <w:r w:rsidR="005D0B2F" w:rsidRPr="003B51DD">
        <w:rPr>
          <w:rFonts w:ascii="Arial" w:hAnsi="Arial" w:cs="Arial"/>
          <w:b/>
          <w:sz w:val="20"/>
        </w:rPr>
        <w:t>es,</w:t>
      </w:r>
    </w:p>
    <w:p w14:paraId="7DB9D373" w14:textId="77777777" w:rsidR="00075025" w:rsidRPr="003B51DD" w:rsidRDefault="00075025" w:rsidP="00327E28">
      <w:pPr>
        <w:tabs>
          <w:tab w:val="left" w:pos="851"/>
        </w:tabs>
        <w:spacing w:before="120" w:after="120"/>
        <w:jc w:val="both"/>
        <w:rPr>
          <w:rFonts w:ascii="Arial" w:hAnsi="Arial" w:cs="Arial"/>
          <w:b/>
          <w:sz w:val="20"/>
        </w:rPr>
      </w:pPr>
    </w:p>
    <w:p w14:paraId="7EBD7581" w14:textId="4A1DCF32" w:rsidR="005D0B2F" w:rsidRPr="003B51DD" w:rsidRDefault="005D0B2F" w:rsidP="00327E28">
      <w:pPr>
        <w:tabs>
          <w:tab w:val="left" w:pos="851"/>
        </w:tabs>
        <w:suppressAutoHyphens/>
        <w:spacing w:before="120" w:after="120"/>
        <w:jc w:val="both"/>
        <w:rPr>
          <w:rFonts w:ascii="Arial" w:hAnsi="Arial" w:cs="Arial"/>
          <w:iCs/>
          <w:color w:val="0070C0"/>
          <w:sz w:val="20"/>
        </w:rPr>
      </w:pPr>
      <w:r w:rsidRPr="003B51DD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F54E60">
        <w:rPr>
          <w:rFonts w:ascii="Arial" w:hAnsi="Arial" w:cs="Arial"/>
          <w:b/>
          <w:sz w:val="20"/>
          <w:lang w:eastAsia="zh-CN"/>
        </w:rPr>
      </w:r>
      <w:r w:rsidR="00F54E60">
        <w:rPr>
          <w:rFonts w:ascii="Arial" w:hAnsi="Arial" w:cs="Arial"/>
          <w:b/>
          <w:sz w:val="20"/>
          <w:lang w:eastAsia="zh-CN"/>
        </w:rPr>
        <w:fldChar w:fldCharType="separate"/>
      </w:r>
      <w:r w:rsidRPr="003B51DD">
        <w:rPr>
          <w:rFonts w:ascii="Arial" w:hAnsi="Arial" w:cs="Arial"/>
          <w:b/>
          <w:sz w:val="20"/>
          <w:lang w:eastAsia="zh-CN"/>
        </w:rPr>
        <w:fldChar w:fldCharType="end"/>
      </w:r>
      <w:r w:rsidRPr="003B51DD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b/>
          <w:sz w:val="20"/>
          <w:u w:val="single"/>
          <w:lang w:eastAsia="zh-CN"/>
        </w:rPr>
        <w:t>le</w:t>
      </w:r>
      <w:proofErr w:type="gramEnd"/>
      <w:r w:rsidRPr="003B51DD">
        <w:rPr>
          <w:rFonts w:ascii="Arial" w:hAnsi="Arial" w:cs="Arial"/>
          <w:b/>
          <w:sz w:val="20"/>
          <w:u w:val="single"/>
          <w:lang w:eastAsia="zh-CN"/>
        </w:rPr>
        <w:t xml:space="preserve"> signataire</w:t>
      </w:r>
      <w:r w:rsidR="000B4CA3" w:rsidRPr="003B51DD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3B51DD">
        <w:rPr>
          <w:rFonts w:ascii="Arial" w:hAnsi="Arial" w:cs="Arial"/>
          <w:iCs/>
          <w:color w:val="0070C0"/>
          <w:sz w:val="20"/>
        </w:rPr>
        <w:t xml:space="preserve">: </w:t>
      </w:r>
    </w:p>
    <w:p w14:paraId="4551E161" w14:textId="77777777" w:rsidR="005D0B2F" w:rsidRPr="003B51DD" w:rsidRDefault="005D0B2F" w:rsidP="00327E28">
      <w:pPr>
        <w:tabs>
          <w:tab w:val="left" w:pos="851"/>
        </w:tabs>
        <w:suppressAutoHyphens/>
        <w:spacing w:before="120" w:after="120"/>
        <w:ind w:left="425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F54E60">
        <w:rPr>
          <w:rFonts w:ascii="Arial" w:hAnsi="Arial" w:cs="Arial"/>
          <w:sz w:val="18"/>
          <w:szCs w:val="18"/>
          <w:lang w:eastAsia="zh-CN"/>
        </w:rPr>
      </w:r>
      <w:r w:rsidR="00F54E60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sz w:val="18"/>
          <w:szCs w:val="18"/>
          <w:lang w:eastAsia="zh-CN"/>
        </w:rPr>
        <w:t>s’engage</w:t>
      </w:r>
      <w:proofErr w:type="gramEnd"/>
      <w:r w:rsidRPr="003B51DD">
        <w:rPr>
          <w:rFonts w:ascii="Arial" w:hAnsi="Arial" w:cs="Arial"/>
          <w:sz w:val="18"/>
          <w:szCs w:val="18"/>
          <w:lang w:eastAsia="zh-CN"/>
        </w:rPr>
        <w:t>, sur la base de son offre et pour son propre compte ;</w:t>
      </w:r>
    </w:p>
    <w:p w14:paraId="1CCF7BDD" w14:textId="2B6933C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ECF9B82" w14:textId="2B7749AF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D8DBC57" w14:textId="708582DB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7F47F3" w14:textId="0E31396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AF7EFCC" w14:textId="77777777" w:rsidR="001C0D19" w:rsidRPr="003B51DD" w:rsidRDefault="001C0D19" w:rsidP="00327E28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04B739A2" w14:textId="10CF8700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42AAB23" w14:textId="66EEE0A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F4026D" w14:textId="3169740D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0E0FF2" w14:textId="4314C6A8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2019823" w14:textId="2F641127" w:rsidR="005D0B2F" w:rsidRPr="003B51DD" w:rsidRDefault="005D0B2F" w:rsidP="00327E28">
      <w:pPr>
        <w:tabs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F54E60">
        <w:rPr>
          <w:rFonts w:ascii="Arial" w:hAnsi="Arial" w:cs="Arial"/>
          <w:sz w:val="18"/>
          <w:szCs w:val="18"/>
          <w:lang w:eastAsia="zh-CN"/>
        </w:rPr>
      </w:r>
      <w:r w:rsidR="00F54E60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engage la société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center" w:leader="dot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sur la base de son offre ;</w:t>
      </w:r>
    </w:p>
    <w:p w14:paraId="75758E7F" w14:textId="5E0A0DE5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9E885C3" w14:textId="357103CD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8606BC6" w14:textId="4AF67B8C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6134DEB" w14:textId="5ADBA53C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DA0F2AE" w14:textId="77777777" w:rsidR="001C0D19" w:rsidRPr="003B51DD" w:rsidRDefault="001C0D19" w:rsidP="004F3564">
      <w:pPr>
        <w:tabs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228AF3E6" w14:textId="6EFB8DD1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7BB8D9B" w14:textId="7C40CB4A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1343EFE" w14:textId="24DEB730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C6134EB" w14:textId="1FD82507" w:rsidR="001C0D19" w:rsidRPr="004206A6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2113058" w14:textId="77777777" w:rsidR="004206A6" w:rsidRPr="003B51DD" w:rsidRDefault="004206A6" w:rsidP="004206A6">
      <w:pPr>
        <w:tabs>
          <w:tab w:val="left" w:pos="426"/>
          <w:tab w:val="left" w:pos="851"/>
          <w:tab w:val="left" w:pos="3686"/>
        </w:tabs>
        <w:suppressAutoHyphens/>
        <w:spacing w:after="12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</w:p>
    <w:p w14:paraId="3E3F84E8" w14:textId="747D1470" w:rsidR="005D0B2F" w:rsidRPr="00EB2997" w:rsidRDefault="005D0B2F" w:rsidP="00EB2997">
      <w:pPr>
        <w:pStyle w:val="Paragraphedeliste"/>
        <w:suppressAutoHyphens/>
        <w:spacing w:before="120" w:after="120" w:line="259" w:lineRule="auto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EB2997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B2997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F54E60">
        <w:rPr>
          <w:rFonts w:ascii="Arial" w:hAnsi="Arial" w:cs="Arial"/>
          <w:b/>
          <w:sz w:val="20"/>
          <w:lang w:eastAsia="zh-CN"/>
        </w:rPr>
      </w:r>
      <w:r w:rsidR="00F54E60">
        <w:rPr>
          <w:rFonts w:ascii="Arial" w:hAnsi="Arial" w:cs="Arial"/>
          <w:b/>
          <w:sz w:val="20"/>
          <w:lang w:eastAsia="zh-CN"/>
        </w:rPr>
        <w:fldChar w:fldCharType="separate"/>
      </w:r>
      <w:r w:rsidRPr="00EB2997">
        <w:rPr>
          <w:rFonts w:ascii="Arial" w:hAnsi="Arial" w:cs="Arial"/>
          <w:b/>
          <w:sz w:val="20"/>
          <w:lang w:eastAsia="zh-CN"/>
        </w:rPr>
        <w:fldChar w:fldCharType="end"/>
      </w:r>
      <w:r w:rsidRPr="00EB2997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EB2997">
        <w:rPr>
          <w:rFonts w:ascii="Arial" w:hAnsi="Arial" w:cs="Arial"/>
          <w:b/>
          <w:sz w:val="20"/>
          <w:u w:val="single"/>
          <w:lang w:eastAsia="zh-CN"/>
        </w:rPr>
        <w:t>l’ensemble</w:t>
      </w:r>
      <w:proofErr w:type="gramEnd"/>
      <w:r w:rsidRPr="00EB2997">
        <w:rPr>
          <w:rFonts w:ascii="Arial" w:hAnsi="Arial" w:cs="Arial"/>
          <w:b/>
          <w:sz w:val="20"/>
          <w:u w:val="single"/>
          <w:lang w:eastAsia="zh-CN"/>
        </w:rPr>
        <w:t xml:space="preserve"> des membres du groupement</w:t>
      </w:r>
      <w:r w:rsidRPr="00EB2997">
        <w:rPr>
          <w:rFonts w:ascii="Arial" w:hAnsi="Arial" w:cs="Arial"/>
          <w:sz w:val="20"/>
          <w:lang w:eastAsia="zh-CN"/>
        </w:rPr>
        <w:t xml:space="preserve"> s’engagent, sur la base de l’offre du groupement ;</w:t>
      </w:r>
    </w:p>
    <w:p w14:paraId="6588DD0C" w14:textId="77777777" w:rsidR="00497F83" w:rsidRPr="00497F83" w:rsidRDefault="00497F83" w:rsidP="00497F83">
      <w:pPr>
        <w:tabs>
          <w:tab w:val="left" w:pos="426"/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  <w:r w:rsidRPr="00497F83">
        <w:rPr>
          <w:rFonts w:ascii="Arial" w:hAnsi="Arial" w:cs="Arial"/>
          <w:sz w:val="18"/>
          <w:szCs w:val="18"/>
          <w:u w:val="single"/>
          <w:lang w:eastAsia="zh-CN"/>
        </w:rPr>
        <w:t>1</w:t>
      </w:r>
      <w:r w:rsidRPr="00497F83">
        <w:rPr>
          <w:rFonts w:ascii="Arial" w:hAnsi="Arial" w:cs="Arial"/>
          <w:sz w:val="18"/>
          <w:szCs w:val="18"/>
          <w:u w:val="single"/>
          <w:vertAlign w:val="superscript"/>
          <w:lang w:eastAsia="zh-CN"/>
        </w:rPr>
        <w:t>ère</w:t>
      </w:r>
      <w:r w:rsidRPr="00497F83">
        <w:rPr>
          <w:rFonts w:ascii="Arial" w:hAnsi="Arial" w:cs="Arial"/>
          <w:sz w:val="18"/>
          <w:szCs w:val="18"/>
          <w:u w:val="single"/>
          <w:lang w:eastAsia="zh-CN"/>
        </w:rPr>
        <w:t xml:space="preserve"> entreprise cotraitante </w:t>
      </w:r>
      <w:r w:rsidRPr="00497F83">
        <w:rPr>
          <w:rFonts w:ascii="Arial" w:hAnsi="Arial" w:cs="Arial"/>
          <w:b/>
          <w:sz w:val="18"/>
          <w:szCs w:val="18"/>
          <w:u w:val="single"/>
          <w:lang w:eastAsia="zh-CN"/>
        </w:rPr>
        <w:t>mandataire solidaire</w:t>
      </w:r>
      <w:r w:rsidRPr="00497F83">
        <w:rPr>
          <w:rFonts w:ascii="Arial" w:hAnsi="Arial" w:cs="Arial"/>
          <w:sz w:val="18"/>
          <w:szCs w:val="18"/>
          <w:u w:val="single"/>
          <w:lang w:eastAsia="zh-CN"/>
        </w:rPr>
        <w:t xml:space="preserve"> du groupement</w:t>
      </w:r>
      <w:r w:rsidRPr="00497F83">
        <w:rPr>
          <w:rFonts w:ascii="Arial" w:hAnsi="Arial" w:cs="Arial"/>
          <w:sz w:val="18"/>
          <w:szCs w:val="18"/>
          <w:lang w:eastAsia="zh-CN"/>
        </w:rPr>
        <w:t> :</w:t>
      </w:r>
    </w:p>
    <w:p w14:paraId="4E9511E4" w14:textId="77777777" w:rsidR="00497F83" w:rsidRPr="00497F83" w:rsidRDefault="00497F83" w:rsidP="00497F8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97F83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497F83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497F83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7DC2D52" w14:textId="77777777" w:rsidR="00497F83" w:rsidRPr="00497F83" w:rsidRDefault="00497F83" w:rsidP="00497F8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97F83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497F83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497F83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64C3864B" w14:textId="77777777" w:rsidR="00497F83" w:rsidRPr="00497F83" w:rsidRDefault="00497F83" w:rsidP="00497F8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97F83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497F83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497F83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C03CD7A" w14:textId="77777777" w:rsidR="00497F83" w:rsidRPr="00497F83" w:rsidRDefault="00497F83" w:rsidP="00497F8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97F83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497F83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497F83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8EEA02D" w14:textId="77777777" w:rsidR="00497F83" w:rsidRPr="004206A6" w:rsidRDefault="00497F83" w:rsidP="00497F83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206A6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7583DCE6" w14:textId="77777777" w:rsidR="00497F83" w:rsidRPr="00497F83" w:rsidRDefault="00497F83" w:rsidP="00497F8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97F83">
        <w:rPr>
          <w:rFonts w:ascii="Arial" w:hAnsi="Arial" w:cs="Arial"/>
          <w:sz w:val="18"/>
          <w:szCs w:val="18"/>
          <w:lang w:eastAsia="zh-CN"/>
        </w:rPr>
        <w:t xml:space="preserve">Adresse électronique pouvant être utilisée pour la notification des décisions ou informations du Pouvoir Adjudicateur </w:t>
      </w:r>
      <w:r w:rsidRPr="00497F83">
        <w:rPr>
          <w:rFonts w:ascii="Arial" w:hAnsi="Arial" w:cs="Arial"/>
          <w:i/>
          <w:sz w:val="18"/>
          <w:szCs w:val="18"/>
          <w:lang w:eastAsia="zh-CN"/>
        </w:rPr>
        <w:t>(</w:t>
      </w:r>
      <w:r w:rsidRPr="00497F83">
        <w:rPr>
          <w:rFonts w:ascii="Arial" w:hAnsi="Arial" w:cs="Arial"/>
          <w:i/>
          <w:color w:val="4472C4" w:themeColor="accent5"/>
          <w:sz w:val="18"/>
          <w:szCs w:val="18"/>
          <w:lang w:eastAsia="zh-CN"/>
        </w:rPr>
        <w:t>Article 3.1 du CCAG</w:t>
      </w:r>
      <w:r w:rsidRPr="00497F83">
        <w:rPr>
          <w:rFonts w:ascii="Arial" w:hAnsi="Arial" w:cs="Arial"/>
          <w:i/>
          <w:sz w:val="18"/>
          <w:szCs w:val="18"/>
          <w:lang w:eastAsia="zh-CN"/>
        </w:rPr>
        <w:t>)</w:t>
      </w:r>
      <w:r w:rsidRPr="00497F83">
        <w:rPr>
          <w:rFonts w:ascii="Arial" w:hAnsi="Arial" w:cs="Arial"/>
          <w:sz w:val="18"/>
          <w:szCs w:val="18"/>
          <w:lang w:eastAsia="zh-CN"/>
        </w:rPr>
        <w:t xml:space="preserve"> : </w:t>
      </w:r>
      <w:r w:rsidRPr="00497F83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EBE5BD0" w14:textId="77777777" w:rsidR="00497F83" w:rsidRPr="00497F83" w:rsidRDefault="00497F83" w:rsidP="00497F8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97F83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497F83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497F83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7D528EF" w14:textId="77777777" w:rsidR="00497F83" w:rsidRPr="00497F83" w:rsidRDefault="00497F83" w:rsidP="00497F8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97F83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497F83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497F83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79021A7" w14:textId="77777777" w:rsidR="00497F83" w:rsidRPr="00497F83" w:rsidRDefault="00497F83" w:rsidP="00497F8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97F83">
        <w:rPr>
          <w:rFonts w:ascii="Arial" w:hAnsi="Arial" w:cs="Arial"/>
          <w:sz w:val="18"/>
          <w:szCs w:val="18"/>
          <w:lang w:eastAsia="zh-CN"/>
        </w:rPr>
        <w:t>Numéro SIRET </w:t>
      </w:r>
      <w:r w:rsidRPr="00497F83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497F83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F67F2C9" w14:textId="77777777" w:rsidR="00497F83" w:rsidRPr="00497F83" w:rsidRDefault="00497F83" w:rsidP="00497F83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</w:p>
    <w:p w14:paraId="61D9F12B" w14:textId="77777777" w:rsidR="00497F83" w:rsidRPr="00497F83" w:rsidRDefault="00497F83" w:rsidP="00497F83">
      <w:pPr>
        <w:tabs>
          <w:tab w:val="left" w:pos="426"/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sz w:val="18"/>
          <w:szCs w:val="18"/>
          <w:u w:val="single"/>
          <w:lang w:eastAsia="zh-CN"/>
        </w:rPr>
      </w:pPr>
      <w:r w:rsidRPr="00497F83">
        <w:rPr>
          <w:rFonts w:ascii="Arial" w:hAnsi="Arial" w:cs="Arial"/>
          <w:sz w:val="18"/>
          <w:szCs w:val="18"/>
          <w:u w:val="single"/>
          <w:lang w:eastAsia="zh-CN"/>
        </w:rPr>
        <w:t xml:space="preserve">2ème entreprise cotraitante : </w:t>
      </w:r>
    </w:p>
    <w:p w14:paraId="0105EAE6" w14:textId="77777777" w:rsidR="00497F83" w:rsidRPr="00497F83" w:rsidRDefault="00497F83" w:rsidP="00497F8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97F83">
        <w:rPr>
          <w:rFonts w:ascii="Arial" w:hAnsi="Arial" w:cs="Arial"/>
          <w:sz w:val="18"/>
          <w:szCs w:val="18"/>
          <w:lang w:eastAsia="zh-CN"/>
        </w:rPr>
        <w:t xml:space="preserve">Nom commercial du candidat : </w:t>
      </w:r>
      <w:r w:rsidRPr="00497F83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B1118B9" w14:textId="77777777" w:rsidR="00497F83" w:rsidRPr="00497F83" w:rsidRDefault="00497F83" w:rsidP="00497F8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97F83">
        <w:rPr>
          <w:rFonts w:ascii="Arial" w:hAnsi="Arial" w:cs="Arial"/>
          <w:sz w:val="18"/>
          <w:szCs w:val="18"/>
          <w:lang w:eastAsia="zh-CN"/>
        </w:rPr>
        <w:t xml:space="preserve">Dénomination sociale : </w:t>
      </w:r>
      <w:r w:rsidRPr="00497F83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9EE60A1" w14:textId="77777777" w:rsidR="00497F83" w:rsidRPr="00497F83" w:rsidRDefault="00497F83" w:rsidP="00497F8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97F83">
        <w:rPr>
          <w:rFonts w:ascii="Arial" w:hAnsi="Arial" w:cs="Arial"/>
          <w:sz w:val="18"/>
          <w:szCs w:val="18"/>
          <w:lang w:eastAsia="zh-CN"/>
        </w:rPr>
        <w:t xml:space="preserve">Adresse de l’établissement : </w:t>
      </w:r>
      <w:r w:rsidRPr="00497F83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8FDC341" w14:textId="77777777" w:rsidR="00497F83" w:rsidRPr="00497F83" w:rsidRDefault="00497F83" w:rsidP="00497F8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97F83">
        <w:rPr>
          <w:rFonts w:ascii="Arial" w:hAnsi="Arial" w:cs="Arial"/>
          <w:sz w:val="18"/>
          <w:szCs w:val="18"/>
          <w:lang w:eastAsia="zh-CN"/>
        </w:rPr>
        <w:t xml:space="preserve">Adresse du siège social : </w:t>
      </w:r>
      <w:r w:rsidRPr="00497F83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A384206" w14:textId="77777777" w:rsidR="00497F83" w:rsidRPr="004206A6" w:rsidRDefault="00497F83" w:rsidP="00497F8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206A6">
        <w:rPr>
          <w:rFonts w:ascii="Arial" w:hAnsi="Arial" w:cs="Arial"/>
          <w:i/>
          <w:sz w:val="18"/>
          <w:szCs w:val="18"/>
          <w:lang w:eastAsia="zh-CN"/>
        </w:rPr>
        <w:t xml:space="preserve"> (Si différente de l’adresse de l’établissement) </w:t>
      </w:r>
    </w:p>
    <w:p w14:paraId="2B499681" w14:textId="77777777" w:rsidR="00497F83" w:rsidRPr="00497F83" w:rsidRDefault="00497F83" w:rsidP="00497F8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97F83">
        <w:rPr>
          <w:rFonts w:ascii="Arial" w:hAnsi="Arial" w:cs="Arial"/>
          <w:sz w:val="18"/>
          <w:szCs w:val="18"/>
          <w:lang w:eastAsia="zh-CN"/>
        </w:rPr>
        <w:t xml:space="preserve">Adresse électronique : </w:t>
      </w:r>
      <w:r w:rsidRPr="00497F83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11FA0CA" w14:textId="77777777" w:rsidR="00497F83" w:rsidRPr="00497F83" w:rsidRDefault="00497F83" w:rsidP="00497F8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97F83">
        <w:rPr>
          <w:rFonts w:ascii="Arial" w:hAnsi="Arial" w:cs="Arial"/>
          <w:sz w:val="18"/>
          <w:szCs w:val="18"/>
          <w:lang w:eastAsia="zh-CN"/>
        </w:rPr>
        <w:t xml:space="preserve">Numéro de téléphone : </w:t>
      </w:r>
      <w:r w:rsidRPr="00497F83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5683B9F" w14:textId="77777777" w:rsidR="00497F83" w:rsidRPr="00497F83" w:rsidRDefault="00497F83" w:rsidP="00497F8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97F83">
        <w:rPr>
          <w:rFonts w:ascii="Arial" w:hAnsi="Arial" w:cs="Arial"/>
          <w:sz w:val="18"/>
          <w:szCs w:val="18"/>
          <w:lang w:eastAsia="zh-CN"/>
        </w:rPr>
        <w:t xml:space="preserve">Numéro de télécopie : </w:t>
      </w:r>
      <w:r w:rsidRPr="00497F83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AC44596" w14:textId="77777777" w:rsidR="00497F83" w:rsidRPr="00497F83" w:rsidRDefault="00497F83" w:rsidP="00497F83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97F83">
        <w:rPr>
          <w:rFonts w:ascii="Arial" w:hAnsi="Arial" w:cs="Arial"/>
          <w:sz w:val="18"/>
          <w:szCs w:val="18"/>
          <w:lang w:eastAsia="zh-CN"/>
        </w:rPr>
        <w:t xml:space="preserve">Numéro SIRET : </w:t>
      </w:r>
      <w:r w:rsidRPr="00497F83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6AE6B07" w14:textId="77777777" w:rsidR="00497F83" w:rsidRPr="00497F83" w:rsidRDefault="00497F83" w:rsidP="00497F83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</w:p>
    <w:p w14:paraId="3A9B0137" w14:textId="4463D696" w:rsidR="00075025" w:rsidRDefault="00075025" w:rsidP="00B9117B">
      <w:pPr>
        <w:pStyle w:val="fcase1ertab"/>
        <w:ind w:left="0" w:firstLine="0"/>
        <w:rPr>
          <w:rFonts w:ascii="Arial" w:hAnsi="Arial" w:cs="Arial"/>
        </w:rPr>
      </w:pPr>
    </w:p>
    <w:p w14:paraId="452C125E" w14:textId="77777777" w:rsidR="00075025" w:rsidRPr="003B51DD" w:rsidRDefault="00075025" w:rsidP="00B9117B">
      <w:pPr>
        <w:pStyle w:val="fcase1ertab"/>
        <w:ind w:left="0" w:firstLine="0"/>
        <w:rPr>
          <w:rFonts w:ascii="Arial" w:hAnsi="Arial" w:cs="Arial"/>
        </w:rPr>
      </w:pPr>
    </w:p>
    <w:p w14:paraId="2A33C351" w14:textId="098EEB87" w:rsidR="00B9117B" w:rsidRPr="00651067" w:rsidRDefault="00B9117B" w:rsidP="00A7798B">
      <w:pPr>
        <w:pStyle w:val="fcase1ertab"/>
        <w:spacing w:after="120"/>
        <w:ind w:left="0" w:firstLine="0"/>
        <w:rPr>
          <w:rFonts w:ascii="Arial" w:hAnsi="Arial" w:cs="Arial"/>
          <w:i/>
        </w:rPr>
      </w:pPr>
      <w:r w:rsidRPr="003B51DD">
        <w:rPr>
          <w:rFonts w:ascii="Arial" w:hAnsi="Arial" w:cs="Arial"/>
          <w:b/>
        </w:rPr>
        <w:t>A exé</w:t>
      </w:r>
      <w:r w:rsidR="00976E06">
        <w:rPr>
          <w:rFonts w:ascii="Arial" w:hAnsi="Arial" w:cs="Arial"/>
          <w:b/>
        </w:rPr>
        <w:t>cuter les prestations demandées a</w:t>
      </w:r>
      <w:r w:rsidR="00976E06" w:rsidRPr="00976E06">
        <w:rPr>
          <w:rFonts w:ascii="Arial" w:hAnsi="Arial" w:cs="Arial"/>
          <w:b/>
        </w:rPr>
        <w:t xml:space="preserve">u prix global et forfaitaire indiqué ci-dessous correspondant à l’annexe </w:t>
      </w:r>
      <w:r w:rsidR="000C0B2C">
        <w:rPr>
          <w:rFonts w:ascii="Arial" w:hAnsi="Arial" w:cs="Arial"/>
          <w:b/>
        </w:rPr>
        <w:t>2</w:t>
      </w:r>
      <w:r w:rsidR="00976E06" w:rsidRPr="00976E06">
        <w:rPr>
          <w:rFonts w:ascii="Arial" w:hAnsi="Arial" w:cs="Arial"/>
          <w:b/>
        </w:rPr>
        <w:t xml:space="preserve"> jointe </w:t>
      </w:r>
      <w:r w:rsidR="00976E06">
        <w:rPr>
          <w:rFonts w:ascii="Arial" w:hAnsi="Arial" w:cs="Arial"/>
          <w:b/>
        </w:rPr>
        <w:t xml:space="preserve">au présent </w:t>
      </w:r>
      <w:r w:rsidR="00976E06" w:rsidRPr="00976E06">
        <w:rPr>
          <w:rFonts w:ascii="Arial" w:hAnsi="Arial" w:cs="Arial"/>
          <w:b/>
        </w:rPr>
        <w:t>document</w:t>
      </w:r>
      <w:r w:rsidR="00976E06">
        <w:rPr>
          <w:rFonts w:ascii="Arial" w:hAnsi="Arial" w:cs="Arial"/>
          <w:b/>
        </w:rPr>
        <w:t>.</w:t>
      </w:r>
      <w:r w:rsidR="003D3613" w:rsidRPr="003B51DD">
        <w:rPr>
          <w:rFonts w:ascii="Arial" w:hAnsi="Arial" w:cs="Arial"/>
          <w:b/>
        </w:rPr>
        <w:t xml:space="preserve"> </w:t>
      </w:r>
    </w:p>
    <w:p w14:paraId="57C9122A" w14:textId="6CF593F2" w:rsidR="00B9117B" w:rsidRPr="003B51DD" w:rsidRDefault="00B9117B" w:rsidP="00C16796">
      <w:pPr>
        <w:spacing w:before="120" w:after="120"/>
        <w:ind w:left="720" w:hanging="720"/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954"/>
        <w:gridCol w:w="3543"/>
      </w:tblGrid>
      <w:tr w:rsidR="00B9117B" w:rsidRPr="003B51DD" w14:paraId="4043756D" w14:textId="77777777" w:rsidTr="0075574D">
        <w:trPr>
          <w:trHeight w:val="552"/>
          <w:jc w:val="center"/>
        </w:trPr>
        <w:tc>
          <w:tcPr>
            <w:tcW w:w="4954" w:type="dxa"/>
            <w:vAlign w:val="center"/>
          </w:tcPr>
          <w:p w14:paraId="57CACC9E" w14:textId="2C0FAFB8" w:rsidR="00B9117B" w:rsidRPr="001C1C68" w:rsidRDefault="00822E86" w:rsidP="004D625A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C1C68">
              <w:rPr>
                <w:rFonts w:ascii="Arial" w:hAnsi="Arial" w:cs="Arial"/>
                <w:b/>
                <w:sz w:val="24"/>
                <w:szCs w:val="24"/>
              </w:rPr>
              <w:t>Montant en € HT arrêté en chiffres à</w:t>
            </w:r>
          </w:p>
        </w:tc>
        <w:tc>
          <w:tcPr>
            <w:tcW w:w="3543" w:type="dxa"/>
          </w:tcPr>
          <w:p w14:paraId="1A18B0CD" w14:textId="77777777" w:rsidR="00B9117B" w:rsidRPr="001C1C68" w:rsidRDefault="00B9117B" w:rsidP="00C012C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B2997" w:rsidRPr="003B51DD" w14:paraId="054F0D5F" w14:textId="77777777" w:rsidTr="0075574D">
        <w:trPr>
          <w:trHeight w:val="552"/>
          <w:jc w:val="center"/>
        </w:trPr>
        <w:tc>
          <w:tcPr>
            <w:tcW w:w="4954" w:type="dxa"/>
            <w:vAlign w:val="center"/>
          </w:tcPr>
          <w:p w14:paraId="6D18E322" w14:textId="7D03D42C" w:rsidR="00EB2997" w:rsidRPr="001C1C68" w:rsidRDefault="0075574D" w:rsidP="00516033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Montant</w:t>
            </w:r>
            <w:r w:rsidR="0051603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B2997" w:rsidRPr="001C1C68">
              <w:rPr>
                <w:rFonts w:ascii="Arial" w:hAnsi="Arial" w:cs="Arial"/>
                <w:b/>
                <w:sz w:val="24"/>
                <w:szCs w:val="24"/>
              </w:rPr>
              <w:t xml:space="preserve">TVA </w:t>
            </w:r>
            <w:r w:rsidRPr="0075574D">
              <w:rPr>
                <w:rFonts w:ascii="Arial" w:hAnsi="Arial" w:cs="Arial"/>
                <w:b/>
                <w:sz w:val="24"/>
                <w:szCs w:val="24"/>
              </w:rPr>
              <w:t>(taux : 20 %)</w:t>
            </w:r>
          </w:p>
        </w:tc>
        <w:tc>
          <w:tcPr>
            <w:tcW w:w="3543" w:type="dxa"/>
          </w:tcPr>
          <w:p w14:paraId="6ECE8EF4" w14:textId="58005FA9" w:rsidR="00EB2997" w:rsidRPr="001C1C68" w:rsidRDefault="00EB2997" w:rsidP="00C012C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9117B" w:rsidRPr="003B51DD" w14:paraId="2D4BD420" w14:textId="77777777" w:rsidTr="0075574D">
        <w:trPr>
          <w:trHeight w:val="552"/>
          <w:jc w:val="center"/>
        </w:trPr>
        <w:tc>
          <w:tcPr>
            <w:tcW w:w="4954" w:type="dxa"/>
            <w:vAlign w:val="center"/>
          </w:tcPr>
          <w:p w14:paraId="04C93691" w14:textId="3A2E1DE8" w:rsidR="00B9117B" w:rsidRPr="003B51DD" w:rsidRDefault="00822E86" w:rsidP="004D625A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1DD">
              <w:rPr>
                <w:rFonts w:ascii="Arial" w:hAnsi="Arial" w:cs="Arial"/>
                <w:b/>
                <w:sz w:val="24"/>
                <w:szCs w:val="24"/>
              </w:rPr>
              <w:t xml:space="preserve">Montant en € TTC arrêté en chiffres à </w:t>
            </w:r>
          </w:p>
        </w:tc>
        <w:tc>
          <w:tcPr>
            <w:tcW w:w="3543" w:type="dxa"/>
          </w:tcPr>
          <w:p w14:paraId="363F166B" w14:textId="77777777" w:rsidR="00B9117B" w:rsidRPr="003B51DD" w:rsidRDefault="00B9117B" w:rsidP="00C012C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4D5DE698" w14:textId="77777777" w:rsidR="00D015AC" w:rsidRDefault="00D015AC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34C6137B" w14:textId="65216649" w:rsidR="00572A24" w:rsidRPr="003B51DD" w:rsidRDefault="00572A24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 </w:t>
      </w:r>
      <w:r w:rsidR="00884105" w:rsidRPr="003B51DD">
        <w:rPr>
          <w:rFonts w:ascii="Arial" w:hAnsi="Arial" w:cs="Arial"/>
          <w:b/>
          <w:szCs w:val="22"/>
          <w:lang w:eastAsia="zh-CN"/>
        </w:rPr>
        <w:t>–</w:t>
      </w:r>
      <w:r w:rsidRPr="003B51DD">
        <w:rPr>
          <w:rFonts w:ascii="Arial" w:hAnsi="Arial" w:cs="Arial"/>
          <w:b/>
          <w:szCs w:val="22"/>
          <w:lang w:eastAsia="zh-CN"/>
        </w:rPr>
        <w:t xml:space="preserve"> 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Prix </w:t>
      </w:r>
    </w:p>
    <w:p w14:paraId="466CEF47" w14:textId="67861557" w:rsidR="00A7798B" w:rsidRPr="003B51DD" w:rsidRDefault="00DC0B9A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B2.1 </w:t>
      </w:r>
      <w:r w:rsidR="005366F5" w:rsidRPr="003B51DD">
        <w:rPr>
          <w:rFonts w:ascii="Arial" w:hAnsi="Arial" w:cs="Arial"/>
          <w:b/>
          <w:szCs w:val="22"/>
          <w:lang w:eastAsia="zh-CN"/>
        </w:rPr>
        <w:t>Forme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 du prix : </w:t>
      </w:r>
    </w:p>
    <w:p w14:paraId="1229F070" w14:textId="0C4EF633" w:rsidR="00B90DBD" w:rsidRPr="00D015AC" w:rsidRDefault="00D015AC" w:rsidP="004D625A">
      <w:pPr>
        <w:tabs>
          <w:tab w:val="left" w:pos="426"/>
          <w:tab w:val="left" w:pos="851"/>
        </w:tabs>
        <w:spacing w:before="60" w:after="60"/>
        <w:ind w:left="1843" w:hanging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F54E60">
        <w:rPr>
          <w:rFonts w:ascii="Arial" w:hAnsi="Arial" w:cs="Arial"/>
          <w:sz w:val="20"/>
        </w:rPr>
      </w:r>
      <w:r w:rsidR="00F54E60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B90DBD" w:rsidRPr="00D015AC">
        <w:rPr>
          <w:rFonts w:ascii="Arial" w:hAnsi="Arial" w:cs="Arial"/>
          <w:sz w:val="20"/>
        </w:rPr>
        <w:t xml:space="preserve"> Prix forfaitaires </w:t>
      </w:r>
    </w:p>
    <w:p w14:paraId="6DF9AFC2" w14:textId="46D4E9AD" w:rsidR="00B90DBD" w:rsidRPr="00D015AC" w:rsidRDefault="00B90DBD" w:rsidP="004D625A">
      <w:pPr>
        <w:spacing w:before="60" w:after="120"/>
        <w:ind w:left="1843" w:hanging="720"/>
        <w:rPr>
          <w:rFonts w:ascii="Arial" w:hAnsi="Arial" w:cs="Arial"/>
          <w:sz w:val="20"/>
        </w:rPr>
      </w:pPr>
    </w:p>
    <w:p w14:paraId="77FE4696" w14:textId="13022A32" w:rsidR="004B22AC" w:rsidRPr="001C1C68" w:rsidRDefault="004B22AC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1C1C68">
        <w:rPr>
          <w:rFonts w:ascii="Arial" w:hAnsi="Arial" w:cs="Arial"/>
          <w:b/>
          <w:szCs w:val="22"/>
          <w:lang w:eastAsia="zh-CN"/>
        </w:rPr>
        <w:t>B2.</w:t>
      </w:r>
      <w:r w:rsidR="004F21E9" w:rsidRPr="001C1C68">
        <w:rPr>
          <w:rFonts w:ascii="Arial" w:hAnsi="Arial" w:cs="Arial"/>
          <w:b/>
          <w:szCs w:val="22"/>
          <w:lang w:eastAsia="zh-CN"/>
        </w:rPr>
        <w:t>2</w:t>
      </w:r>
      <w:r w:rsidRPr="001C1C68">
        <w:rPr>
          <w:rFonts w:ascii="Arial" w:hAnsi="Arial" w:cs="Arial"/>
          <w:b/>
          <w:szCs w:val="22"/>
          <w:lang w:eastAsia="zh-CN"/>
        </w:rPr>
        <w:t xml:space="preserve"> Variation des prix :</w:t>
      </w:r>
    </w:p>
    <w:p w14:paraId="1CE4F3B4" w14:textId="3603EDD5" w:rsidR="002B04C3" w:rsidRPr="001C1C68" w:rsidRDefault="00F54A5A" w:rsidP="00F67C2B">
      <w:pPr>
        <w:jc w:val="both"/>
        <w:rPr>
          <w:rFonts w:ascii="Arial" w:hAnsi="Arial" w:cs="Arial"/>
          <w:sz w:val="20"/>
        </w:rPr>
      </w:pPr>
      <w:r w:rsidRPr="001C1C68">
        <w:rPr>
          <w:rFonts w:ascii="Arial" w:hAnsi="Arial" w:cs="Arial"/>
          <w:b/>
          <w:sz w:val="18"/>
        </w:rPr>
        <w:t>L’Index/indice de référence I choisi</w:t>
      </w:r>
      <w:r w:rsidRPr="001C1C68">
        <w:rPr>
          <w:rFonts w:ascii="Arial" w:hAnsi="Arial" w:cs="Arial"/>
          <w:sz w:val="20"/>
        </w:rPr>
        <w:t xml:space="preserve"> en raison de sa structure pour l</w:t>
      </w:r>
      <w:r w:rsidR="00EB2997" w:rsidRPr="001C1C68">
        <w:rPr>
          <w:rFonts w:ascii="Arial" w:hAnsi="Arial" w:cs="Arial"/>
          <w:sz w:val="20"/>
        </w:rPr>
        <w:t>a variation</w:t>
      </w:r>
      <w:r w:rsidRPr="001C1C68">
        <w:rPr>
          <w:rFonts w:ascii="Arial" w:hAnsi="Arial" w:cs="Arial"/>
          <w:sz w:val="20"/>
        </w:rPr>
        <w:t xml:space="preserve"> des prix est le suivant :</w:t>
      </w:r>
    </w:p>
    <w:p w14:paraId="7A7BC141" w14:textId="5701790D" w:rsidR="00F54A5A" w:rsidRPr="001C1C68" w:rsidRDefault="00F54A5A" w:rsidP="00B90DBD">
      <w:pPr>
        <w:jc w:val="center"/>
        <w:rPr>
          <w:rFonts w:ascii="Arial" w:hAnsi="Arial" w:cs="Arial"/>
        </w:rPr>
      </w:pPr>
      <w:r w:rsidRPr="001C1C68">
        <w:rPr>
          <w:rFonts w:ascii="Arial" w:hAnsi="Arial" w:cs="Arial"/>
          <w:b/>
        </w:rPr>
        <w:t>Index/Indice</w:t>
      </w:r>
      <w:r w:rsidRPr="001C1C68">
        <w:rPr>
          <w:rFonts w:ascii="Arial" w:hAnsi="Arial" w:cs="Arial"/>
        </w:rPr>
        <w:t> :</w:t>
      </w:r>
      <w:r w:rsidRPr="001C1C68">
        <w:rPr>
          <w:rFonts w:ascii="Arial" w:hAnsi="Arial" w:cs="Arial"/>
          <w:b/>
          <w:color w:val="00B050"/>
        </w:rPr>
        <w:t xml:space="preserve"> </w:t>
      </w:r>
      <w:r w:rsidR="00025D39" w:rsidRPr="00D015AC">
        <w:rPr>
          <w:rFonts w:ascii="Arial" w:hAnsi="Arial" w:cs="Arial"/>
          <w:b/>
        </w:rPr>
        <w:t xml:space="preserve">ING-2010 </w:t>
      </w:r>
    </w:p>
    <w:p w14:paraId="3BCF53AE" w14:textId="245C91A7" w:rsidR="0070001C" w:rsidRPr="00D015AC" w:rsidRDefault="0070001C" w:rsidP="004D625A">
      <w:pPr>
        <w:tabs>
          <w:tab w:val="left" w:pos="426"/>
          <w:tab w:val="left" w:pos="851"/>
        </w:tabs>
        <w:spacing w:before="60" w:after="60"/>
        <w:ind w:left="1843" w:hanging="709"/>
        <w:jc w:val="both"/>
        <w:rPr>
          <w:rFonts w:ascii="Arial" w:hAnsi="Arial" w:cs="Arial"/>
          <w:sz w:val="20"/>
        </w:rPr>
      </w:pPr>
    </w:p>
    <w:p w14:paraId="51A460A9" w14:textId="5D433BB9" w:rsidR="00400E77" w:rsidRPr="00D015AC" w:rsidRDefault="00D015AC" w:rsidP="000D1B3A">
      <w:pPr>
        <w:spacing w:before="60" w:after="60"/>
        <w:ind w:left="1843" w:hanging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F54E60">
        <w:rPr>
          <w:rFonts w:ascii="Arial" w:hAnsi="Arial" w:cs="Arial"/>
          <w:sz w:val="20"/>
        </w:rPr>
      </w:r>
      <w:r w:rsidR="00F54E60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9B3C58" w:rsidRPr="00D015AC">
        <w:rPr>
          <w:rFonts w:ascii="Arial" w:hAnsi="Arial" w:cs="Arial"/>
          <w:sz w:val="20"/>
        </w:rPr>
        <w:t xml:space="preserve"> </w:t>
      </w:r>
      <w:r w:rsidR="004F2BC6" w:rsidRPr="00D015AC">
        <w:rPr>
          <w:rFonts w:ascii="Arial" w:hAnsi="Arial" w:cs="Arial"/>
          <w:sz w:val="20"/>
        </w:rPr>
        <w:t>Par dérogatio</w:t>
      </w:r>
      <w:r w:rsidR="00753259" w:rsidRPr="00D015AC">
        <w:rPr>
          <w:rFonts w:ascii="Arial" w:hAnsi="Arial" w:cs="Arial"/>
          <w:sz w:val="20"/>
        </w:rPr>
        <w:t xml:space="preserve">n à l’article 10.1.1. </w:t>
      </w:r>
      <w:proofErr w:type="gramStart"/>
      <w:r w:rsidR="00753259" w:rsidRPr="00D015AC">
        <w:rPr>
          <w:rFonts w:ascii="Arial" w:hAnsi="Arial" w:cs="Arial"/>
          <w:sz w:val="20"/>
        </w:rPr>
        <w:t>du</w:t>
      </w:r>
      <w:proofErr w:type="gramEnd"/>
      <w:r w:rsidR="00753259" w:rsidRPr="00D015AC">
        <w:rPr>
          <w:rFonts w:ascii="Arial" w:hAnsi="Arial" w:cs="Arial"/>
          <w:sz w:val="20"/>
        </w:rPr>
        <w:t xml:space="preserve"> CCAG-PI</w:t>
      </w:r>
      <w:r w:rsidR="004F2BC6" w:rsidRPr="00D015AC">
        <w:rPr>
          <w:rFonts w:ascii="Arial" w:hAnsi="Arial" w:cs="Arial"/>
          <w:sz w:val="20"/>
        </w:rPr>
        <w:t>, l</w:t>
      </w:r>
      <w:r w:rsidR="009B3C58" w:rsidRPr="00D015AC">
        <w:rPr>
          <w:rFonts w:ascii="Arial" w:hAnsi="Arial" w:cs="Arial"/>
          <w:sz w:val="20"/>
        </w:rPr>
        <w:t>es prix sont révisables</w:t>
      </w:r>
      <w:r w:rsidR="00C6638F" w:rsidRPr="00D015AC">
        <w:rPr>
          <w:rFonts w:ascii="Arial" w:hAnsi="Arial" w:cs="Arial"/>
          <w:sz w:val="20"/>
        </w:rPr>
        <w:t xml:space="preserve"> </w:t>
      </w:r>
    </w:p>
    <w:p w14:paraId="6E289CCD" w14:textId="3CBB31AD" w:rsidR="00D015AC" w:rsidRDefault="00D015AC" w:rsidP="000D1B3A">
      <w:pPr>
        <w:spacing w:before="60" w:after="60"/>
        <w:ind w:left="1843" w:hanging="720"/>
        <w:rPr>
          <w:rFonts w:ascii="Arial" w:hAnsi="Arial" w:cs="Arial"/>
          <w:sz w:val="20"/>
        </w:rPr>
      </w:pPr>
    </w:p>
    <w:p w14:paraId="5B06641D" w14:textId="77777777" w:rsidR="00D015AC" w:rsidRPr="00D015AC" w:rsidRDefault="00D015AC" w:rsidP="004206A6">
      <w:pPr>
        <w:keepNext/>
        <w:tabs>
          <w:tab w:val="num" w:pos="0"/>
          <w:tab w:val="left" w:pos="851"/>
          <w:tab w:val="left" w:pos="2268"/>
        </w:tabs>
        <w:suppressAutoHyphens/>
        <w:spacing w:after="120"/>
        <w:ind w:left="1287" w:hanging="578"/>
        <w:outlineLvl w:val="1"/>
        <w:rPr>
          <w:rFonts w:ascii="Arial" w:hAnsi="Arial" w:cs="Arial"/>
          <w:b/>
          <w:lang w:eastAsia="zh-CN"/>
        </w:rPr>
      </w:pPr>
      <w:r w:rsidRPr="00D015AC">
        <w:rPr>
          <w:rFonts w:ascii="Arial" w:hAnsi="Arial" w:cs="Arial"/>
          <w:b/>
          <w:lang w:eastAsia="zh-CN"/>
        </w:rPr>
        <w:t>B2.3 Mois Zéro :</w:t>
      </w:r>
    </w:p>
    <w:p w14:paraId="1F3BA1CD" w14:textId="0A8DC281" w:rsidR="00D015AC" w:rsidRPr="00037D5D" w:rsidRDefault="00D015AC" w:rsidP="00037D5D">
      <w:pPr>
        <w:jc w:val="both"/>
        <w:rPr>
          <w:rFonts w:ascii="Arial" w:hAnsi="Arial" w:cs="Arial"/>
          <w:b/>
          <w:sz w:val="20"/>
        </w:rPr>
      </w:pPr>
      <w:r w:rsidRPr="00037D5D">
        <w:rPr>
          <w:rFonts w:ascii="Arial" w:hAnsi="Arial" w:cs="Arial"/>
          <w:sz w:val="20"/>
        </w:rPr>
        <w:t>Le mois Zéro (M0) est le suivant :</w:t>
      </w:r>
      <w:r w:rsidRPr="00037D5D">
        <w:rPr>
          <w:rFonts w:ascii="Arial" w:hAnsi="Arial" w:cs="Arial"/>
          <w:b/>
          <w:sz w:val="20"/>
        </w:rPr>
        <w:t xml:space="preserve"> </w:t>
      </w:r>
      <w:r w:rsidR="00037D5D" w:rsidRPr="00037D5D">
        <w:rPr>
          <w:rFonts w:ascii="Arial" w:hAnsi="Arial" w:cs="Arial"/>
          <w:b/>
          <w:sz w:val="20"/>
        </w:rPr>
        <w:t>Mai</w:t>
      </w:r>
      <w:r w:rsidRPr="00037D5D">
        <w:rPr>
          <w:rFonts w:ascii="Arial" w:hAnsi="Arial" w:cs="Arial"/>
          <w:b/>
          <w:sz w:val="20"/>
        </w:rPr>
        <w:t xml:space="preserve"> 2025</w:t>
      </w:r>
    </w:p>
    <w:p w14:paraId="6B4F3827" w14:textId="77777777" w:rsidR="00D015AC" w:rsidRPr="00D015AC" w:rsidRDefault="00D015AC" w:rsidP="000D1B3A">
      <w:pPr>
        <w:spacing w:before="60" w:after="60"/>
        <w:ind w:left="1843" w:hanging="720"/>
        <w:rPr>
          <w:rFonts w:ascii="Arial" w:hAnsi="Arial" w:cs="Arial"/>
          <w:sz w:val="20"/>
        </w:rPr>
      </w:pPr>
    </w:p>
    <w:p w14:paraId="1ED61F21" w14:textId="57904437" w:rsidR="00130F31" w:rsidRPr="003B51DD" w:rsidRDefault="00130F31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B3 – Répartition des prix en cas de groupement </w:t>
      </w:r>
    </w:p>
    <w:p w14:paraId="5D65C27C" w14:textId="34C1EA82" w:rsidR="00130F31" w:rsidRPr="003B51DD" w:rsidRDefault="00130F31" w:rsidP="00130F31">
      <w:pPr>
        <w:tabs>
          <w:tab w:val="left" w:pos="426"/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55BEFF19" w14:textId="77777777" w:rsidR="00130F31" w:rsidRPr="00037D5D" w:rsidRDefault="00130F31" w:rsidP="004D625A">
      <w:pPr>
        <w:spacing w:before="60" w:after="60"/>
        <w:ind w:left="1134"/>
        <w:rPr>
          <w:rFonts w:ascii="Arial" w:hAnsi="Arial" w:cs="Arial"/>
          <w:iCs/>
          <w:sz w:val="20"/>
          <w:szCs w:val="22"/>
        </w:rPr>
      </w:pPr>
      <w:r w:rsidRPr="00037D5D">
        <w:rPr>
          <w:rFonts w:ascii="Arial" w:hAnsi="Arial" w:cs="Arial"/>
          <w:iCs/>
          <w:sz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37D5D">
        <w:rPr>
          <w:rFonts w:ascii="Arial" w:hAnsi="Arial" w:cs="Arial"/>
          <w:iCs/>
          <w:sz w:val="24"/>
        </w:rPr>
        <w:instrText xml:space="preserve"> FORMCHECKBOX </w:instrText>
      </w:r>
      <w:r w:rsidR="00F54E60">
        <w:rPr>
          <w:rFonts w:ascii="Arial" w:hAnsi="Arial" w:cs="Arial"/>
          <w:iCs/>
          <w:sz w:val="24"/>
        </w:rPr>
      </w:r>
      <w:r w:rsidR="00F54E60">
        <w:rPr>
          <w:rFonts w:ascii="Arial" w:hAnsi="Arial" w:cs="Arial"/>
          <w:iCs/>
          <w:sz w:val="24"/>
        </w:rPr>
        <w:fldChar w:fldCharType="separate"/>
      </w:r>
      <w:r w:rsidRPr="00037D5D">
        <w:rPr>
          <w:rFonts w:ascii="Arial" w:hAnsi="Arial" w:cs="Arial"/>
          <w:iCs/>
          <w:sz w:val="24"/>
        </w:rPr>
        <w:fldChar w:fldCharType="end"/>
      </w:r>
      <w:r w:rsidRPr="00037D5D">
        <w:rPr>
          <w:rFonts w:ascii="Arial" w:hAnsi="Arial" w:cs="Arial"/>
          <w:iCs/>
          <w:sz w:val="24"/>
        </w:rPr>
        <w:t xml:space="preserve"> </w:t>
      </w:r>
      <w:r w:rsidRPr="00037D5D">
        <w:rPr>
          <w:rFonts w:ascii="Arial" w:hAnsi="Arial" w:cs="Arial"/>
          <w:iCs/>
          <w:sz w:val="20"/>
          <w:szCs w:val="22"/>
        </w:rPr>
        <w:t>Groupement conjoint (mandataire solidaire).</w:t>
      </w:r>
      <w:r w:rsidRPr="00037D5D">
        <w:rPr>
          <w:rFonts w:ascii="Arial" w:hAnsi="Arial" w:cs="Arial"/>
          <w:iCs/>
          <w:sz w:val="20"/>
          <w:szCs w:val="22"/>
        </w:rPr>
        <w:tab/>
      </w:r>
      <w:r w:rsidRPr="00037D5D">
        <w:rPr>
          <w:rFonts w:ascii="Arial" w:hAnsi="Arial" w:cs="Arial"/>
          <w:iCs/>
          <w:sz w:val="20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37D5D">
        <w:rPr>
          <w:rFonts w:ascii="Arial" w:hAnsi="Arial" w:cs="Arial"/>
          <w:iCs/>
          <w:sz w:val="20"/>
          <w:szCs w:val="22"/>
        </w:rPr>
        <w:instrText xml:space="preserve"> FORMCHECKBOX </w:instrText>
      </w:r>
      <w:r w:rsidR="00F54E60">
        <w:rPr>
          <w:rFonts w:ascii="Arial" w:hAnsi="Arial" w:cs="Arial"/>
          <w:iCs/>
          <w:sz w:val="20"/>
          <w:szCs w:val="22"/>
        </w:rPr>
      </w:r>
      <w:r w:rsidR="00F54E60">
        <w:rPr>
          <w:rFonts w:ascii="Arial" w:hAnsi="Arial" w:cs="Arial"/>
          <w:iCs/>
          <w:sz w:val="20"/>
          <w:szCs w:val="22"/>
        </w:rPr>
        <w:fldChar w:fldCharType="separate"/>
      </w:r>
      <w:r w:rsidRPr="00037D5D">
        <w:rPr>
          <w:rFonts w:ascii="Arial" w:hAnsi="Arial" w:cs="Arial"/>
          <w:iCs/>
          <w:sz w:val="20"/>
          <w:szCs w:val="22"/>
        </w:rPr>
        <w:fldChar w:fldCharType="end"/>
      </w:r>
      <w:r w:rsidRPr="00037D5D">
        <w:rPr>
          <w:rFonts w:ascii="Arial" w:hAnsi="Arial" w:cs="Arial"/>
          <w:iCs/>
          <w:sz w:val="20"/>
          <w:szCs w:val="22"/>
        </w:rPr>
        <w:t xml:space="preserve"> Groupement solidaire.</w:t>
      </w:r>
    </w:p>
    <w:p w14:paraId="75DDF613" w14:textId="77777777" w:rsidR="00130F31" w:rsidRPr="003B51DD" w:rsidRDefault="00130F31" w:rsidP="00130F31">
      <w:pPr>
        <w:jc w:val="both"/>
        <w:rPr>
          <w:rFonts w:ascii="Arial" w:hAnsi="Arial" w:cs="Arial"/>
          <w:b/>
          <w:sz w:val="20"/>
          <w:szCs w:val="22"/>
          <w:lang w:eastAsia="zh-CN"/>
        </w:rPr>
      </w:pPr>
    </w:p>
    <w:tbl>
      <w:tblPr>
        <w:tblW w:w="7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588"/>
        <w:gridCol w:w="2589"/>
      </w:tblGrid>
      <w:tr w:rsidR="004D625A" w:rsidRPr="003B51DD" w14:paraId="696EFF27" w14:textId="77777777" w:rsidTr="00D0672A">
        <w:trPr>
          <w:trHeight w:val="594"/>
          <w:jc w:val="center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Désignation des membres</w:t>
            </w:r>
          </w:p>
          <w:p w14:paraId="77A3B37F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  <w:tc>
          <w:tcPr>
            <w:tcW w:w="5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A0B11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Prestations exécutées par les membres</w:t>
            </w:r>
          </w:p>
          <w:p w14:paraId="0DF775CD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</w:tr>
      <w:tr w:rsidR="004D625A" w:rsidRPr="003B51DD" w14:paraId="2B1F0196" w14:textId="77777777" w:rsidTr="00D0672A">
        <w:trPr>
          <w:trHeight w:val="594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3A42C0B3" w:rsidR="004D625A" w:rsidRPr="003B51DD" w:rsidRDefault="004D625A" w:rsidP="004D625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Nature de la prestation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Montant HT de la prestation</w:t>
            </w:r>
          </w:p>
        </w:tc>
      </w:tr>
      <w:tr w:rsidR="00130F31" w:rsidRPr="003B51DD" w14:paraId="07B3775F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0F31" w:rsidRPr="003B51DD" w14:paraId="4A5568AE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B7F5AA" w14:textId="4B8D8021" w:rsidR="00130F31" w:rsidRPr="003B51DD" w:rsidRDefault="00130F31" w:rsidP="00B9117B">
      <w:pPr>
        <w:jc w:val="both"/>
        <w:rPr>
          <w:rFonts w:ascii="Arial" w:hAnsi="Arial" w:cs="Arial"/>
          <w:sz w:val="20"/>
        </w:rPr>
      </w:pPr>
    </w:p>
    <w:p w14:paraId="0E794084" w14:textId="00FC0612" w:rsidR="00130F31" w:rsidRPr="003B51DD" w:rsidRDefault="006550F5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</w:t>
      </w:r>
      <w:r w:rsidR="00A84973" w:rsidRPr="003B51DD">
        <w:rPr>
          <w:rFonts w:ascii="Arial" w:hAnsi="Arial" w:cs="Arial"/>
          <w:b/>
          <w:szCs w:val="22"/>
          <w:lang w:eastAsia="zh-CN"/>
        </w:rPr>
        <w:t>4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>Compte (s) à créditer</w:t>
      </w:r>
    </w:p>
    <w:p w14:paraId="6D063AC6" w14:textId="0A5541CD" w:rsidR="006550F5" w:rsidRPr="003B51DD" w:rsidRDefault="006550F5" w:rsidP="004D625A">
      <w:pPr>
        <w:spacing w:before="120" w:after="12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 w:val="20"/>
        </w:rPr>
        <w:t xml:space="preserve">RIB </w:t>
      </w:r>
      <w:r w:rsidRPr="003B51DD">
        <w:rPr>
          <w:rFonts w:ascii="Arial" w:hAnsi="Arial" w:cs="Arial"/>
          <w:sz w:val="20"/>
        </w:rPr>
        <w:t>à intégrer</w:t>
      </w:r>
      <w:r w:rsidR="0084023C" w:rsidRPr="003B51DD">
        <w:rPr>
          <w:rFonts w:ascii="Arial" w:hAnsi="Arial" w:cs="Arial"/>
          <w:sz w:val="20"/>
        </w:rPr>
        <w:t>/joindre</w:t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i/>
          <w:sz w:val="20"/>
        </w:rPr>
        <w:t>(</w:t>
      </w:r>
      <w:r w:rsidRPr="003B51DD">
        <w:rPr>
          <w:rFonts w:ascii="Arial" w:hAnsi="Arial" w:cs="Arial"/>
          <w:b/>
          <w:i/>
          <w:sz w:val="20"/>
        </w:rPr>
        <w:t>dans le cas d’un groupement avec des comptes</w:t>
      </w:r>
      <w:r w:rsidR="00C96AFE" w:rsidRPr="003B51DD">
        <w:rPr>
          <w:rFonts w:ascii="Arial" w:hAnsi="Arial" w:cs="Arial"/>
          <w:b/>
          <w:i/>
          <w:sz w:val="20"/>
        </w:rPr>
        <w:t xml:space="preserve"> séparés, l’ensemble</w:t>
      </w:r>
      <w:r w:rsidRPr="003B51DD">
        <w:rPr>
          <w:rFonts w:ascii="Arial" w:hAnsi="Arial" w:cs="Arial"/>
          <w:b/>
          <w:i/>
          <w:sz w:val="20"/>
        </w:rPr>
        <w:t xml:space="preserve"> des RIB sont à joindre</w:t>
      </w:r>
      <w:r w:rsidRPr="003B51DD">
        <w:rPr>
          <w:rFonts w:ascii="Arial" w:hAnsi="Arial" w:cs="Arial"/>
          <w:i/>
          <w:sz w:val="20"/>
        </w:rPr>
        <w:t>)</w:t>
      </w:r>
      <w:r w:rsidRPr="003B51DD">
        <w:rPr>
          <w:rFonts w:ascii="Arial" w:hAnsi="Arial" w:cs="Arial"/>
          <w:sz w:val="20"/>
        </w:rPr>
        <w:t xml:space="preserve"> </w:t>
      </w:r>
    </w:p>
    <w:p w14:paraId="03CA0A4D" w14:textId="77777777" w:rsidR="00DE5240" w:rsidRPr="003B51DD" w:rsidRDefault="00DE5240" w:rsidP="00B9117B">
      <w:pPr>
        <w:jc w:val="both"/>
        <w:rPr>
          <w:rFonts w:ascii="Arial" w:hAnsi="Arial" w:cs="Arial"/>
          <w:sz w:val="20"/>
        </w:rPr>
      </w:pPr>
    </w:p>
    <w:p w14:paraId="2AA79BAA" w14:textId="0DD357C9" w:rsidR="008062B4" w:rsidRPr="003B51DD" w:rsidRDefault="002A25EB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Cs w:val="22"/>
          <w:lang w:eastAsia="zh-CN"/>
        </w:rPr>
        <w:t>B</w:t>
      </w:r>
      <w:r w:rsidR="00A84973" w:rsidRPr="003B51DD">
        <w:rPr>
          <w:rFonts w:ascii="Arial" w:hAnsi="Arial" w:cs="Arial"/>
          <w:b/>
          <w:szCs w:val="22"/>
          <w:lang w:eastAsia="zh-CN"/>
        </w:rPr>
        <w:t>5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 xml:space="preserve">Avance </w:t>
      </w:r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2" w:history="1">
        <w:r w:rsidR="00973FD7"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2191-3</w:t>
        </w:r>
      </w:hyperlink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3" w:history="1">
        <w:r w:rsidR="00973FD7"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2391-1</w:t>
        </w:r>
      </w:hyperlink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</w:t>
      </w:r>
    </w:p>
    <w:p w14:paraId="1C126092" w14:textId="337E740F" w:rsidR="00025D39" w:rsidRPr="00025D39" w:rsidRDefault="00025D39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 xml:space="preserve">Titulaire / </w:t>
      </w:r>
      <w:r w:rsidRPr="00025D39">
        <w:rPr>
          <w:rFonts w:ascii="Arial" w:hAnsi="Arial" w:cs="Arial"/>
          <w:sz w:val="20"/>
          <w:u w:val="single"/>
        </w:rPr>
        <w:t>Mandataire :</w:t>
      </w:r>
    </w:p>
    <w:p w14:paraId="7B0B8D77" w14:textId="4A8F6A3D" w:rsidR="008062B4" w:rsidRPr="004206A6" w:rsidRDefault="008062B4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 xml:space="preserve">Je </w:t>
      </w:r>
      <w:r w:rsidR="00AB3176" w:rsidRPr="003B51DD">
        <w:rPr>
          <w:rFonts w:ascii="Arial" w:hAnsi="Arial" w:cs="Arial"/>
          <w:sz w:val="20"/>
        </w:rPr>
        <w:t>souhaite bénéficier de l’avance</w:t>
      </w:r>
      <w:r w:rsidR="0084023C" w:rsidRPr="003B51DD">
        <w:rPr>
          <w:rStyle w:val="Appelnotedebasdep"/>
          <w:rFonts w:ascii="Arial" w:hAnsi="Arial" w:cs="Arial"/>
          <w:sz w:val="20"/>
        </w:rPr>
        <w:footnoteReference w:id="1"/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sz w:val="20"/>
        </w:rPr>
        <w:tab/>
      </w:r>
      <w:r w:rsidR="001154AF" w:rsidRPr="004206A6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11"/>
      <w:r w:rsidR="001154AF" w:rsidRPr="004206A6">
        <w:rPr>
          <w:rFonts w:ascii="Arial" w:hAnsi="Arial" w:cs="Arial"/>
          <w:sz w:val="20"/>
        </w:rPr>
        <w:instrText xml:space="preserve"> FORMCHECKBOX </w:instrText>
      </w:r>
      <w:r w:rsidR="00F54E60" w:rsidRPr="004206A6">
        <w:rPr>
          <w:rFonts w:ascii="Arial" w:hAnsi="Arial" w:cs="Arial"/>
          <w:sz w:val="20"/>
        </w:rPr>
      </w:r>
      <w:r w:rsidR="00F54E60" w:rsidRPr="004206A6">
        <w:rPr>
          <w:rFonts w:ascii="Arial" w:hAnsi="Arial" w:cs="Arial"/>
          <w:sz w:val="20"/>
        </w:rPr>
        <w:fldChar w:fldCharType="separate"/>
      </w:r>
      <w:r w:rsidR="001154AF" w:rsidRPr="004206A6">
        <w:rPr>
          <w:rFonts w:ascii="Arial" w:hAnsi="Arial" w:cs="Arial"/>
          <w:sz w:val="20"/>
        </w:rPr>
        <w:fldChar w:fldCharType="end"/>
      </w:r>
      <w:bookmarkEnd w:id="0"/>
      <w:r w:rsidRPr="004206A6">
        <w:rPr>
          <w:rFonts w:ascii="Arial" w:hAnsi="Arial" w:cs="Arial"/>
          <w:sz w:val="20"/>
        </w:rPr>
        <w:t xml:space="preserve"> Non</w:t>
      </w:r>
      <w:r w:rsidRPr="004206A6">
        <w:rPr>
          <w:rFonts w:ascii="Arial" w:hAnsi="Arial" w:cs="Arial"/>
          <w:sz w:val="20"/>
        </w:rPr>
        <w:tab/>
      </w:r>
      <w:r w:rsidRPr="004206A6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4206A6">
        <w:rPr>
          <w:rFonts w:ascii="Arial" w:hAnsi="Arial" w:cs="Arial"/>
          <w:sz w:val="20"/>
        </w:rPr>
        <w:instrText xml:space="preserve"> FORMCHECKBOX </w:instrText>
      </w:r>
      <w:r w:rsidR="00F54E60" w:rsidRPr="004206A6">
        <w:rPr>
          <w:rFonts w:ascii="Arial" w:hAnsi="Arial" w:cs="Arial"/>
          <w:sz w:val="20"/>
        </w:rPr>
      </w:r>
      <w:r w:rsidR="00F54E60" w:rsidRPr="004206A6">
        <w:rPr>
          <w:rFonts w:ascii="Arial" w:hAnsi="Arial" w:cs="Arial"/>
          <w:sz w:val="20"/>
        </w:rPr>
        <w:fldChar w:fldCharType="separate"/>
      </w:r>
      <w:r w:rsidRPr="004206A6">
        <w:rPr>
          <w:rFonts w:ascii="Arial" w:hAnsi="Arial" w:cs="Arial"/>
          <w:sz w:val="20"/>
        </w:rPr>
        <w:fldChar w:fldCharType="end"/>
      </w:r>
      <w:r w:rsidRPr="004206A6">
        <w:rPr>
          <w:rFonts w:ascii="Arial" w:hAnsi="Arial" w:cs="Arial"/>
          <w:sz w:val="20"/>
        </w:rPr>
        <w:t xml:space="preserve"> Oui</w:t>
      </w:r>
      <w:r w:rsidRPr="004206A6">
        <w:rPr>
          <w:rFonts w:ascii="Arial" w:hAnsi="Arial" w:cs="Arial"/>
          <w:sz w:val="20"/>
        </w:rPr>
        <w:tab/>
      </w:r>
    </w:p>
    <w:p w14:paraId="03E1C450" w14:textId="095FA6F6" w:rsidR="00025D39" w:rsidRPr="004206A6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 w:rsidRPr="004206A6">
        <w:rPr>
          <w:rFonts w:ascii="Arial" w:hAnsi="Arial" w:cs="Arial"/>
          <w:i/>
          <w:sz w:val="20"/>
          <w:u w:val="single"/>
        </w:rPr>
        <w:t>Cotraitant </w:t>
      </w:r>
      <w:r w:rsidR="004A57BA" w:rsidRPr="004206A6">
        <w:rPr>
          <w:rFonts w:ascii="Arial" w:hAnsi="Arial" w:cs="Arial"/>
          <w:i/>
          <w:sz w:val="20"/>
          <w:u w:val="single"/>
        </w:rPr>
        <w:t>(le cas échéant)</w:t>
      </w:r>
      <w:r w:rsidR="004A57BA" w:rsidRPr="004206A6">
        <w:rPr>
          <w:rFonts w:ascii="Arial" w:hAnsi="Arial" w:cs="Arial"/>
          <w:sz w:val="20"/>
          <w:u w:val="single"/>
        </w:rPr>
        <w:t xml:space="preserve"> </w:t>
      </w:r>
      <w:r w:rsidRPr="004206A6">
        <w:rPr>
          <w:rFonts w:ascii="Arial" w:hAnsi="Arial" w:cs="Arial"/>
          <w:sz w:val="20"/>
          <w:u w:val="single"/>
        </w:rPr>
        <w:t>:</w:t>
      </w:r>
    </w:p>
    <w:p w14:paraId="25FAE204" w14:textId="6905F2BC" w:rsidR="00025D39" w:rsidRPr="004206A6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  <w:r w:rsidRPr="004206A6">
        <w:rPr>
          <w:rFonts w:ascii="Arial" w:hAnsi="Arial" w:cs="Arial"/>
          <w:sz w:val="20"/>
        </w:rPr>
        <w:t>Je souhaite bénéficier de l’avance</w:t>
      </w:r>
      <w:r w:rsidRPr="004206A6">
        <w:rPr>
          <w:rFonts w:ascii="Arial" w:hAnsi="Arial" w:cs="Arial"/>
          <w:sz w:val="20"/>
          <w:vertAlign w:val="superscript"/>
        </w:rPr>
        <w:t>1</w:t>
      </w:r>
      <w:r w:rsidRPr="004206A6">
        <w:rPr>
          <w:rFonts w:ascii="Arial" w:hAnsi="Arial" w:cs="Arial"/>
          <w:sz w:val="20"/>
        </w:rPr>
        <w:tab/>
      </w:r>
      <w:r w:rsidR="001154AF" w:rsidRPr="004206A6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154AF" w:rsidRPr="004206A6">
        <w:rPr>
          <w:rFonts w:ascii="Arial" w:hAnsi="Arial" w:cs="Arial"/>
          <w:sz w:val="20"/>
        </w:rPr>
        <w:instrText xml:space="preserve"> FORMCHECKBOX </w:instrText>
      </w:r>
      <w:r w:rsidR="00F54E60" w:rsidRPr="004206A6">
        <w:rPr>
          <w:rFonts w:ascii="Arial" w:hAnsi="Arial" w:cs="Arial"/>
          <w:sz w:val="20"/>
        </w:rPr>
      </w:r>
      <w:r w:rsidR="00F54E60" w:rsidRPr="004206A6">
        <w:rPr>
          <w:rFonts w:ascii="Arial" w:hAnsi="Arial" w:cs="Arial"/>
          <w:sz w:val="20"/>
        </w:rPr>
        <w:fldChar w:fldCharType="separate"/>
      </w:r>
      <w:r w:rsidR="001154AF" w:rsidRPr="004206A6">
        <w:rPr>
          <w:rFonts w:ascii="Arial" w:hAnsi="Arial" w:cs="Arial"/>
          <w:sz w:val="20"/>
        </w:rPr>
        <w:fldChar w:fldCharType="end"/>
      </w:r>
      <w:r w:rsidRPr="004206A6">
        <w:rPr>
          <w:rFonts w:ascii="Arial" w:hAnsi="Arial" w:cs="Arial"/>
          <w:sz w:val="20"/>
        </w:rPr>
        <w:t xml:space="preserve"> Non</w:t>
      </w:r>
      <w:r w:rsidRPr="004206A6">
        <w:rPr>
          <w:rFonts w:ascii="Arial" w:hAnsi="Arial" w:cs="Arial"/>
          <w:sz w:val="20"/>
        </w:rPr>
        <w:tab/>
      </w:r>
      <w:r w:rsidRPr="004206A6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4206A6">
        <w:rPr>
          <w:rFonts w:ascii="Arial" w:hAnsi="Arial" w:cs="Arial"/>
          <w:sz w:val="20"/>
        </w:rPr>
        <w:instrText xml:space="preserve"> FORMCHECKBOX </w:instrText>
      </w:r>
      <w:r w:rsidR="00F54E60" w:rsidRPr="004206A6">
        <w:rPr>
          <w:rFonts w:ascii="Arial" w:hAnsi="Arial" w:cs="Arial"/>
          <w:sz w:val="20"/>
        </w:rPr>
      </w:r>
      <w:r w:rsidR="00F54E60" w:rsidRPr="004206A6">
        <w:rPr>
          <w:rFonts w:ascii="Arial" w:hAnsi="Arial" w:cs="Arial"/>
          <w:sz w:val="20"/>
        </w:rPr>
        <w:fldChar w:fldCharType="separate"/>
      </w:r>
      <w:r w:rsidRPr="004206A6">
        <w:rPr>
          <w:rFonts w:ascii="Arial" w:hAnsi="Arial" w:cs="Arial"/>
          <w:sz w:val="20"/>
        </w:rPr>
        <w:fldChar w:fldCharType="end"/>
      </w:r>
      <w:r w:rsidRPr="004206A6">
        <w:rPr>
          <w:rFonts w:ascii="Arial" w:hAnsi="Arial" w:cs="Arial"/>
          <w:sz w:val="20"/>
        </w:rPr>
        <w:t xml:space="preserve"> Oui</w:t>
      </w:r>
      <w:r w:rsidRPr="004206A6">
        <w:rPr>
          <w:rFonts w:ascii="Arial" w:hAnsi="Arial" w:cs="Arial"/>
          <w:sz w:val="20"/>
        </w:rPr>
        <w:tab/>
      </w:r>
    </w:p>
    <w:p w14:paraId="7BE1EF10" w14:textId="2E1D082A" w:rsidR="005066CC" w:rsidRDefault="005066CC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4DA35E71" w14:textId="452690AA" w:rsidR="005066CC" w:rsidRPr="003E059A" w:rsidRDefault="005066CC" w:rsidP="005066CC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E059A">
        <w:rPr>
          <w:rFonts w:ascii="Arial" w:hAnsi="Arial" w:cs="Arial"/>
          <w:b/>
          <w:szCs w:val="22"/>
          <w:lang w:eastAsia="zh-CN"/>
        </w:rPr>
        <w:t xml:space="preserve">B6 – Modalités de règlement </w:t>
      </w:r>
    </w:p>
    <w:p w14:paraId="7863F95F" w14:textId="00CAD7C5" w:rsidR="005066CC" w:rsidRPr="00037D5D" w:rsidRDefault="00037D5D" w:rsidP="005066CC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b/>
          <w:sz w:val="20"/>
        </w:rPr>
      </w:pPr>
      <w:r w:rsidRPr="00037D5D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37D5D">
        <w:rPr>
          <w:rFonts w:ascii="Arial" w:hAnsi="Arial" w:cs="Arial"/>
          <w:sz w:val="20"/>
        </w:rPr>
        <w:instrText xml:space="preserve"> FORMCHECKBOX </w:instrText>
      </w:r>
      <w:r w:rsidR="00F54E60">
        <w:rPr>
          <w:rFonts w:ascii="Arial" w:hAnsi="Arial" w:cs="Arial"/>
          <w:sz w:val="20"/>
        </w:rPr>
      </w:r>
      <w:r w:rsidR="00F54E60">
        <w:rPr>
          <w:rFonts w:ascii="Arial" w:hAnsi="Arial" w:cs="Arial"/>
          <w:sz w:val="20"/>
        </w:rPr>
        <w:fldChar w:fldCharType="separate"/>
      </w:r>
      <w:r w:rsidRPr="00037D5D">
        <w:rPr>
          <w:rFonts w:ascii="Arial" w:hAnsi="Arial" w:cs="Arial"/>
          <w:sz w:val="20"/>
        </w:rPr>
        <w:fldChar w:fldCharType="end"/>
      </w:r>
      <w:r w:rsidR="005066CC" w:rsidRPr="00037D5D">
        <w:rPr>
          <w:rFonts w:ascii="Arial" w:hAnsi="Arial" w:cs="Arial"/>
          <w:sz w:val="20"/>
        </w:rPr>
        <w:tab/>
        <w:t>Pr</w:t>
      </w:r>
      <w:r w:rsidR="00844712" w:rsidRPr="00037D5D">
        <w:rPr>
          <w:rFonts w:ascii="Arial" w:hAnsi="Arial" w:cs="Arial"/>
          <w:sz w:val="20"/>
        </w:rPr>
        <w:t xml:space="preserve">ojet de décompte </w:t>
      </w:r>
      <w:bookmarkStart w:id="1" w:name="_GoBack"/>
      <w:bookmarkEnd w:id="1"/>
    </w:p>
    <w:p w14:paraId="2ACEF472" w14:textId="77777777" w:rsidR="005066CC" w:rsidRDefault="005066CC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10CAC300" w14:textId="289BBB67" w:rsidR="000155F4" w:rsidRPr="003B51DD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D</w:t>
      </w:r>
      <w:r w:rsidR="001345A5" w:rsidRPr="003B51DD">
        <w:rPr>
          <w:rFonts w:ascii="Arial" w:hAnsi="Arial" w:cs="Arial"/>
          <w:b/>
          <w:sz w:val="24"/>
          <w:szCs w:val="22"/>
          <w:lang w:eastAsia="zh-CN"/>
        </w:rPr>
        <w:t xml:space="preserve">ELAI D’EXECUTION DES PRESTATIONS </w:t>
      </w:r>
    </w:p>
    <w:p w14:paraId="208ABA73" w14:textId="73BDE0D0" w:rsidR="00C72A39" w:rsidRDefault="00C72A39" w:rsidP="00C72A39">
      <w:pPr>
        <w:tabs>
          <w:tab w:val="left" w:pos="576"/>
        </w:tabs>
        <w:spacing w:before="120" w:after="120"/>
        <w:jc w:val="both"/>
        <w:rPr>
          <w:rFonts w:ascii="Arial" w:hAnsi="Arial" w:cs="Arial"/>
          <w:sz w:val="20"/>
        </w:rPr>
      </w:pPr>
      <w:r w:rsidRPr="00463041">
        <w:rPr>
          <w:rFonts w:ascii="Arial" w:hAnsi="Arial" w:cs="Arial"/>
          <w:b/>
          <w:sz w:val="20"/>
        </w:rPr>
        <w:t>Le délai d’exécution des prestations</w:t>
      </w:r>
      <w:r w:rsidRPr="00463041">
        <w:rPr>
          <w:rFonts w:ascii="Arial" w:hAnsi="Arial" w:cs="Arial"/>
          <w:sz w:val="20"/>
        </w:rPr>
        <w:t xml:space="preserve"> est de </w:t>
      </w:r>
      <w:r w:rsidRPr="00835B0A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b/>
          <w:sz w:val="20"/>
        </w:rPr>
        <w:t>1</w:t>
      </w:r>
      <w:r w:rsidR="006E56C7">
        <w:rPr>
          <w:rFonts w:ascii="Arial" w:hAnsi="Arial" w:cs="Arial"/>
          <w:b/>
          <w:sz w:val="20"/>
        </w:rPr>
        <w:t>4</w:t>
      </w:r>
      <w:r w:rsidRPr="00835B0A">
        <w:rPr>
          <w:rFonts w:ascii="Arial" w:hAnsi="Arial" w:cs="Arial"/>
          <w:b/>
          <w:sz w:val="20"/>
        </w:rPr>
        <w:t xml:space="preserve"> </w:t>
      </w:r>
      <w:r w:rsidRPr="002F2CF6">
        <w:rPr>
          <w:rFonts w:ascii="Arial" w:hAnsi="Arial" w:cs="Arial"/>
          <w:b/>
          <w:sz w:val="20"/>
        </w:rPr>
        <w:t>mois</w:t>
      </w:r>
      <w:r w:rsidRPr="00835B0A">
        <w:rPr>
          <w:rFonts w:ascii="Arial" w:hAnsi="Arial" w:cs="Arial"/>
          <w:sz w:val="20"/>
        </w:rPr>
        <w:t xml:space="preserve"> </w:t>
      </w:r>
      <w:r w:rsidRPr="006E56C7">
        <w:rPr>
          <w:rFonts w:ascii="Arial" w:hAnsi="Arial" w:cs="Arial"/>
          <w:sz w:val="20"/>
        </w:rPr>
        <w:t>(</w:t>
      </w:r>
      <w:r w:rsidR="006E56C7" w:rsidRPr="006E56C7">
        <w:rPr>
          <w:rFonts w:ascii="Arial" w:hAnsi="Arial" w:cs="Arial"/>
          <w:sz w:val="20"/>
        </w:rPr>
        <w:t>2</w:t>
      </w:r>
      <w:r w:rsidRPr="006E56C7">
        <w:rPr>
          <w:rFonts w:ascii="Arial" w:hAnsi="Arial" w:cs="Arial"/>
          <w:sz w:val="20"/>
        </w:rPr>
        <w:t xml:space="preserve"> mois pour la phase de conception et de </w:t>
      </w:r>
      <w:r w:rsidR="006E56C7" w:rsidRPr="006E56C7">
        <w:rPr>
          <w:rFonts w:ascii="Arial" w:hAnsi="Arial" w:cs="Arial"/>
          <w:sz w:val="20"/>
        </w:rPr>
        <w:t>12</w:t>
      </w:r>
      <w:r w:rsidRPr="006E56C7">
        <w:rPr>
          <w:rFonts w:ascii="Arial" w:hAnsi="Arial" w:cs="Arial"/>
          <w:sz w:val="20"/>
        </w:rPr>
        <w:t xml:space="preserve"> mois pour la phase de réalisation</w:t>
      </w:r>
      <w:r w:rsidR="00B76CDA" w:rsidRPr="006E56C7">
        <w:rPr>
          <w:rFonts w:ascii="Arial" w:hAnsi="Arial" w:cs="Arial"/>
          <w:sz w:val="20"/>
        </w:rPr>
        <w:t>)</w:t>
      </w:r>
      <w:r w:rsidR="00674BDE" w:rsidRPr="006E56C7">
        <w:rPr>
          <w:rFonts w:ascii="Arial" w:hAnsi="Arial" w:cs="Arial"/>
          <w:sz w:val="20"/>
        </w:rPr>
        <w:t>.</w:t>
      </w:r>
    </w:p>
    <w:p w14:paraId="051F969D" w14:textId="77777777" w:rsidR="00C72A39" w:rsidRDefault="00C72A39" w:rsidP="00C72A39">
      <w:pPr>
        <w:tabs>
          <w:tab w:val="left" w:pos="576"/>
        </w:tabs>
        <w:spacing w:before="120" w:after="120"/>
        <w:jc w:val="both"/>
        <w:rPr>
          <w:rFonts w:ascii="Arial" w:hAnsi="Arial" w:cs="Arial"/>
          <w:sz w:val="20"/>
        </w:rPr>
      </w:pPr>
      <w:r w:rsidRPr="00463041">
        <w:rPr>
          <w:rFonts w:ascii="Arial" w:hAnsi="Arial" w:cs="Arial"/>
          <w:sz w:val="20"/>
        </w:rPr>
        <w:t>Par dérogation à l’article 13-1 du CCAG-PI, il court à compter de la date fixée par l’Ordre de Service qui prescrit</w:t>
      </w:r>
      <w:r w:rsidRPr="00972895">
        <w:rPr>
          <w:rFonts w:ascii="Arial" w:hAnsi="Arial" w:cs="Arial"/>
          <w:sz w:val="20"/>
        </w:rPr>
        <w:t xml:space="preserve"> de commencer</w:t>
      </w:r>
      <w:r>
        <w:rPr>
          <w:rFonts w:ascii="Arial" w:hAnsi="Arial" w:cs="Arial"/>
          <w:sz w:val="20"/>
        </w:rPr>
        <w:t>.</w:t>
      </w:r>
    </w:p>
    <w:p w14:paraId="5A649CE6" w14:textId="67BF642F" w:rsidR="003B1BE2" w:rsidRDefault="00C72A39" w:rsidP="00C72A3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</w:t>
      </w:r>
      <w:r w:rsidR="003B1BE2">
        <w:rPr>
          <w:rFonts w:ascii="Arial" w:hAnsi="Arial" w:cs="Arial"/>
          <w:sz w:val="20"/>
        </w:rPr>
        <w:t xml:space="preserve">e délai </w:t>
      </w:r>
      <w:r>
        <w:rPr>
          <w:rFonts w:ascii="Arial" w:hAnsi="Arial" w:cs="Arial"/>
          <w:sz w:val="20"/>
        </w:rPr>
        <w:t xml:space="preserve">ci-dessus est </w:t>
      </w:r>
      <w:r w:rsidR="003B1BE2">
        <w:rPr>
          <w:rFonts w:ascii="Arial" w:hAnsi="Arial" w:cs="Arial"/>
          <w:sz w:val="20"/>
        </w:rPr>
        <w:t xml:space="preserve">donné à titre </w:t>
      </w:r>
      <w:r>
        <w:rPr>
          <w:rFonts w:ascii="Arial" w:hAnsi="Arial" w:cs="Arial"/>
          <w:sz w:val="20"/>
        </w:rPr>
        <w:t>indicati</w:t>
      </w:r>
      <w:r w:rsidR="003B1BE2">
        <w:rPr>
          <w:rFonts w:ascii="Arial" w:hAnsi="Arial" w:cs="Arial"/>
          <w:sz w:val="20"/>
        </w:rPr>
        <w:t>f.</w:t>
      </w:r>
    </w:p>
    <w:p w14:paraId="34734ECB" w14:textId="0B85128E" w:rsidR="0091305C" w:rsidRDefault="0091305C" w:rsidP="0091305C">
      <w:pPr>
        <w:spacing w:before="120"/>
        <w:jc w:val="both"/>
        <w:rPr>
          <w:rFonts w:ascii="Arial" w:hAnsi="Arial" w:cs="Arial"/>
          <w:sz w:val="20"/>
        </w:rPr>
      </w:pPr>
      <w:r w:rsidRPr="0091305C">
        <w:rPr>
          <w:rFonts w:ascii="Arial" w:hAnsi="Arial" w:cs="Arial"/>
          <w:sz w:val="20"/>
        </w:rPr>
        <w:t>Une période de préparation d’une durée de 2 mois n’est pas comprise dans le délai d’exécution.</w:t>
      </w:r>
    </w:p>
    <w:p w14:paraId="27E1A76E" w14:textId="220E113F" w:rsidR="00C72A39" w:rsidRDefault="00C72A39" w:rsidP="003B1BE2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La durée effective du marché sera liée à celle de la durée de l’opération.</w:t>
      </w:r>
    </w:p>
    <w:p w14:paraId="5A4CD35E" w14:textId="77777777" w:rsidR="00F1496D" w:rsidRPr="00B1540A" w:rsidRDefault="00F1496D" w:rsidP="00C72A39">
      <w:pPr>
        <w:jc w:val="both"/>
        <w:rPr>
          <w:rFonts w:ascii="Arial" w:hAnsi="Arial" w:cs="Arial"/>
          <w:sz w:val="20"/>
        </w:rPr>
      </w:pPr>
    </w:p>
    <w:p w14:paraId="59D2BC61" w14:textId="7C8A6E74" w:rsidR="00E61334" w:rsidRPr="003B51DD" w:rsidRDefault="00F54BBD" w:rsidP="00507D48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right="-143" w:hanging="425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 xml:space="preserve">PROTECTION ET TRANSMISSION DES DOCUMENTS « DIFFUSION </w:t>
      </w:r>
      <w:r w:rsidR="00486C35" w:rsidRPr="003B51DD">
        <w:rPr>
          <w:rFonts w:ascii="Arial" w:hAnsi="Arial" w:cs="Arial"/>
          <w:b/>
          <w:sz w:val="24"/>
          <w:szCs w:val="22"/>
          <w:lang w:eastAsia="zh-CN"/>
        </w:rPr>
        <w:t>RESTREINTE »</w:t>
      </w:r>
    </w:p>
    <w:p w14:paraId="23C98F09" w14:textId="4D4E13C1" w:rsidR="00241AC9" w:rsidRPr="003B51DD" w:rsidRDefault="0091305C" w:rsidP="009F5830">
      <w:pPr>
        <w:tabs>
          <w:tab w:val="left" w:pos="1134"/>
        </w:tabs>
        <w:spacing w:after="120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F54E60">
        <w:rPr>
          <w:rFonts w:ascii="Arial" w:hAnsi="Arial" w:cs="Arial"/>
          <w:sz w:val="20"/>
        </w:rPr>
      </w:r>
      <w:r w:rsidR="00F54E60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9F5830" w:rsidRPr="003B51DD">
        <w:rPr>
          <w:rFonts w:ascii="Arial" w:hAnsi="Arial" w:cs="Arial"/>
          <w:sz w:val="20"/>
        </w:rPr>
        <w:tab/>
      </w:r>
      <w:r w:rsidR="00241AC9" w:rsidRPr="003B51DD">
        <w:rPr>
          <w:rFonts w:ascii="Arial" w:hAnsi="Arial" w:cs="Arial"/>
          <w:sz w:val="20"/>
        </w:rPr>
        <w:t>Sans objet</w:t>
      </w:r>
    </w:p>
    <w:p w14:paraId="28D8C74C" w14:textId="6B6A3264" w:rsidR="00AD36F8" w:rsidRPr="003B51DD" w:rsidRDefault="0036569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SIGNATURE DU MARCHE PUBLIC PAR LE TITULAIRE INDIVIDUEL OU, EN CAS GROUPEMENT, LE MANDATAIRE DUMENT HABILITE OU CHAQUE MEMBRE DU GROUPEMENT</w:t>
      </w:r>
    </w:p>
    <w:p w14:paraId="3BE525BD" w14:textId="32E83B9C" w:rsidR="00AD36F8" w:rsidRPr="003B51DD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D36F8" w:rsidRPr="003B51DD">
        <w:rPr>
          <w:rFonts w:ascii="Arial" w:hAnsi="Arial" w:cs="Arial"/>
          <w:b/>
          <w:szCs w:val="22"/>
          <w:lang w:eastAsia="zh-CN"/>
        </w:rPr>
        <w:t>1 – Signature du marché public par le titulaire individuel 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AD36F8" w:rsidRPr="003B51DD" w14:paraId="6D5105B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D36F8" w:rsidRPr="003B51DD" w14:paraId="5C7DD99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77777777" w:rsidR="00AD36F8" w:rsidRPr="003B51DD" w:rsidRDefault="00AD36F8" w:rsidP="00AD36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(*)</w:t>
      </w:r>
      <w:r w:rsidRPr="006F1993">
        <w:rPr>
          <w:rFonts w:ascii="Arial" w:hAnsi="Arial" w:cs="Arial"/>
          <w:i/>
          <w:color w:val="4472C4" w:themeColor="accent5"/>
          <w:sz w:val="18"/>
          <w:szCs w:val="18"/>
          <w:lang w:eastAsia="zh-CN"/>
        </w:rPr>
        <w:t xml:space="preserve"> Le signataire doit avoir le pouvoir d’engager la personne qu’il représente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.</w:t>
      </w:r>
    </w:p>
    <w:p w14:paraId="3097B4E7" w14:textId="51E5AF2E" w:rsidR="00AD36F8" w:rsidRPr="003B51DD" w:rsidRDefault="00AD36F8" w:rsidP="00AD36F8">
      <w:pPr>
        <w:rPr>
          <w:rFonts w:ascii="Arial" w:hAnsi="Arial" w:cs="Arial"/>
          <w:sz w:val="20"/>
          <w:szCs w:val="24"/>
        </w:rPr>
      </w:pPr>
    </w:p>
    <w:p w14:paraId="68E7067D" w14:textId="1243A11F" w:rsidR="00A830C3" w:rsidRPr="003B51DD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830C3" w:rsidRPr="003B51DD">
        <w:rPr>
          <w:rFonts w:ascii="Arial" w:hAnsi="Arial" w:cs="Arial"/>
          <w:b/>
          <w:szCs w:val="22"/>
          <w:lang w:eastAsia="zh-CN"/>
        </w:rPr>
        <w:t>2 – Signature du marché public en cas de groupement :</w:t>
      </w:r>
    </w:p>
    <w:p w14:paraId="0DE0D005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4" w:history="1">
        <w:r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2142-23</w:t>
        </w:r>
      </w:hyperlink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5" w:history="1">
        <w:r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2342-12</w:t>
        </w:r>
      </w:hyperlink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 </w:t>
      </w:r>
      <w:r w:rsidRPr="003B51DD">
        <w:rPr>
          <w:rFonts w:ascii="Arial" w:hAnsi="Arial" w:cs="Arial"/>
          <w:sz w:val="18"/>
          <w:szCs w:val="18"/>
          <w:lang w:eastAsia="zh-CN"/>
        </w:rPr>
        <w:t>:</w:t>
      </w:r>
    </w:p>
    <w:p w14:paraId="0498FAAF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[Indiquer le nom commercial et la dénomination sociale du mandataire]</w:t>
      </w:r>
    </w:p>
    <w:p w14:paraId="4F2C68A1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3B51DD" w:rsidRDefault="00A830C3" w:rsidP="00A830C3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77777777" w:rsidR="002471DA" w:rsidRPr="003B51DD" w:rsidRDefault="002471DA" w:rsidP="002471DA">
      <w:pPr>
        <w:tabs>
          <w:tab w:val="left" w:pos="851"/>
        </w:tabs>
        <w:suppressAutoHyphens/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3B51DD">
        <w:rPr>
          <w:rFonts w:ascii="Arial" w:hAnsi="Arial" w:cs="Arial"/>
          <w:i/>
          <w:iCs/>
          <w:sz w:val="18"/>
          <w:szCs w:val="18"/>
        </w:rPr>
        <w:t>(</w:t>
      </w:r>
      <w:r w:rsidRPr="006F1993">
        <w:rPr>
          <w:rFonts w:ascii="Arial" w:hAnsi="Arial" w:cs="Arial"/>
          <w:i/>
          <w:iCs/>
          <w:color w:val="4472C4" w:themeColor="accent5"/>
          <w:sz w:val="18"/>
          <w:szCs w:val="18"/>
        </w:rPr>
        <w:t>Cocher la case correspondante</w:t>
      </w:r>
      <w:r w:rsidRPr="003B51DD">
        <w:rPr>
          <w:rFonts w:ascii="Arial" w:hAnsi="Arial" w:cs="Arial"/>
          <w:i/>
          <w:iCs/>
          <w:sz w:val="18"/>
          <w:szCs w:val="18"/>
        </w:rPr>
        <w:t>.)</w:t>
      </w:r>
    </w:p>
    <w:p w14:paraId="20A1B75F" w14:textId="183BEF79" w:rsidR="00A830C3" w:rsidRPr="003B51DD" w:rsidRDefault="00A830C3" w:rsidP="00A830C3">
      <w:pPr>
        <w:tabs>
          <w:tab w:val="left" w:pos="851"/>
        </w:tabs>
        <w:suppressAutoHyphens/>
        <w:spacing w:before="120"/>
        <w:ind w:firstLine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F54E60">
        <w:rPr>
          <w:rFonts w:ascii="Arial" w:hAnsi="Arial" w:cs="Arial"/>
          <w:sz w:val="20"/>
          <w:lang w:eastAsia="zh-CN"/>
        </w:rPr>
      </w:r>
      <w:r w:rsidR="00F54E60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conjoint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  <w:t>OU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F54E60">
        <w:rPr>
          <w:rFonts w:ascii="Arial" w:hAnsi="Arial" w:cs="Arial"/>
          <w:sz w:val="20"/>
          <w:lang w:eastAsia="zh-CN"/>
        </w:rPr>
      </w:r>
      <w:r w:rsidR="00F54E60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solidaire</w:t>
      </w:r>
    </w:p>
    <w:p w14:paraId="037A4732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509FE71" w14:textId="77777777" w:rsidR="00A830C3" w:rsidRPr="003B51DD" w:rsidRDefault="00A830C3" w:rsidP="00292EF8">
      <w:pPr>
        <w:tabs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F54E60">
        <w:rPr>
          <w:rFonts w:ascii="Arial" w:hAnsi="Arial" w:cs="Arial"/>
          <w:sz w:val="20"/>
          <w:lang w:eastAsia="zh-CN"/>
        </w:rPr>
      </w:r>
      <w:r w:rsidR="00F54E60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</w:p>
    <w:p w14:paraId="3326EB04" w14:textId="7DB3C83F" w:rsidR="00A830C3" w:rsidRPr="003B51DD" w:rsidRDefault="00292EF8" w:rsidP="00292EF8">
      <w:pPr>
        <w:tabs>
          <w:tab w:val="left" w:pos="284"/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iCs/>
          <w:sz w:val="18"/>
          <w:szCs w:val="18"/>
        </w:rPr>
        <w:tab/>
      </w:r>
      <w:r w:rsidR="002471DA" w:rsidRPr="003B51DD">
        <w:rPr>
          <w:rFonts w:ascii="Arial" w:hAnsi="Arial" w:cs="Arial"/>
          <w:i/>
          <w:iCs/>
          <w:sz w:val="18"/>
          <w:szCs w:val="18"/>
        </w:rPr>
        <w:t>(</w:t>
      </w:r>
      <w:r w:rsidR="002471DA" w:rsidRPr="006F1993">
        <w:rPr>
          <w:rFonts w:ascii="Arial" w:hAnsi="Arial" w:cs="Arial"/>
          <w:i/>
          <w:iCs/>
          <w:color w:val="4472C4" w:themeColor="accent5"/>
          <w:sz w:val="18"/>
          <w:szCs w:val="18"/>
        </w:rPr>
        <w:t>Cocher la case correspondante</w:t>
      </w:r>
      <w:r w:rsidR="002471DA" w:rsidRPr="003B51DD">
        <w:rPr>
          <w:rFonts w:ascii="Arial" w:hAnsi="Arial" w:cs="Arial"/>
          <w:i/>
          <w:iCs/>
          <w:sz w:val="18"/>
          <w:szCs w:val="18"/>
        </w:rPr>
        <w:t>.)</w:t>
      </w:r>
    </w:p>
    <w:p w14:paraId="7712CFBE" w14:textId="77777777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695" w:hanging="1695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F54E60">
        <w:rPr>
          <w:rFonts w:ascii="Arial" w:hAnsi="Arial" w:cs="Arial"/>
          <w:sz w:val="20"/>
          <w:lang w:eastAsia="zh-CN"/>
        </w:rPr>
      </w:r>
      <w:r w:rsidR="00F54E60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pour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27B89D51" w14:textId="77777777" w:rsidR="00A830C3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4584482C" w14:textId="77777777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702" w:hanging="851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F54E60">
        <w:rPr>
          <w:rFonts w:ascii="Arial" w:hAnsi="Arial" w:cs="Arial"/>
          <w:sz w:val="20"/>
          <w:lang w:eastAsia="zh-CN"/>
        </w:rPr>
      </w:r>
      <w:r w:rsidR="00F54E60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pour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signer, en leur nom et pour leur compte, les modifications ultérieures du marché public ;</w:t>
      </w:r>
    </w:p>
    <w:p w14:paraId="7ED19087" w14:textId="77777777" w:rsidR="00A830C3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2048D040" w14:textId="7400DC94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F54E60">
        <w:rPr>
          <w:rFonts w:ascii="Arial" w:hAnsi="Arial" w:cs="Arial"/>
          <w:sz w:val="20"/>
          <w:lang w:eastAsia="zh-CN"/>
        </w:rPr>
      </w:r>
      <w:r w:rsidR="00F54E60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</w:t>
      </w:r>
      <w:r w:rsidR="00492E84"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ont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donné mandat au mandataire dans les conditions définies par les pouvoirs joints en annexe.</w:t>
      </w:r>
    </w:p>
    <w:p w14:paraId="10DB4AFD" w14:textId="2EB7EFBF" w:rsidR="00292EF8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hors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cas des marchés de défense ou de sécurité dans lequel ces documents ont déjà été fournis).</w:t>
      </w:r>
    </w:p>
    <w:p w14:paraId="591A196F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F54E60">
        <w:rPr>
          <w:rFonts w:ascii="Arial" w:hAnsi="Arial" w:cs="Arial"/>
          <w:sz w:val="20"/>
          <w:lang w:eastAsia="zh-CN"/>
        </w:rPr>
      </w:r>
      <w:r w:rsidR="00F54E60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r w:rsidRPr="006F1993">
        <w:rPr>
          <w:rFonts w:ascii="Arial" w:hAnsi="Arial" w:cs="Arial"/>
          <w:i/>
          <w:color w:val="4472C4" w:themeColor="accent5"/>
          <w:sz w:val="18"/>
          <w:szCs w:val="18"/>
          <w:lang w:eastAsia="zh-CN"/>
        </w:rPr>
        <w:t>Cocher la case correspondante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.)</w:t>
      </w:r>
    </w:p>
    <w:p w14:paraId="3A2BBB81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AC50799" w14:textId="77777777" w:rsidR="00A830C3" w:rsidRPr="003B51DD" w:rsidRDefault="00A830C3" w:rsidP="00280A83">
      <w:pPr>
        <w:tabs>
          <w:tab w:val="left" w:pos="851"/>
        </w:tabs>
        <w:suppressAutoHyphens/>
        <w:spacing w:after="60"/>
        <w:ind w:left="1701" w:hanging="850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F54E60">
        <w:rPr>
          <w:rFonts w:ascii="Arial" w:hAnsi="Arial" w:cs="Arial"/>
          <w:sz w:val="20"/>
          <w:lang w:eastAsia="zh-CN"/>
        </w:rPr>
      </w:r>
      <w:r w:rsidR="00F54E60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1BAEBD75" w14:textId="77777777" w:rsidR="00A830C3" w:rsidRPr="003B51DD" w:rsidRDefault="00A830C3" w:rsidP="00280A83">
      <w:pPr>
        <w:tabs>
          <w:tab w:val="left" w:pos="851"/>
        </w:tabs>
        <w:suppressAutoHyphens/>
        <w:spacing w:after="60"/>
        <w:ind w:left="1701" w:hanging="850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F54E60">
        <w:rPr>
          <w:rFonts w:ascii="Arial" w:hAnsi="Arial" w:cs="Arial"/>
          <w:sz w:val="20"/>
          <w:lang w:eastAsia="zh-CN"/>
        </w:rPr>
      </w:r>
      <w:r w:rsidR="00F54E60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mandataire, qui l’accepte, pour signer, en leur nom et pour leur compte, les modifications ultérieures du marché public ;</w:t>
      </w:r>
    </w:p>
    <w:p w14:paraId="375CCCCC" w14:textId="78457EC0" w:rsidR="00A830C3" w:rsidRPr="003B51DD" w:rsidRDefault="00A830C3" w:rsidP="00280A83">
      <w:pPr>
        <w:tabs>
          <w:tab w:val="left" w:pos="1701"/>
        </w:tabs>
        <w:suppressAutoHyphens/>
        <w:spacing w:after="60"/>
        <w:ind w:left="851" w:hanging="284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F54E60">
        <w:rPr>
          <w:rFonts w:ascii="Arial" w:hAnsi="Arial" w:cs="Arial"/>
          <w:sz w:val="20"/>
          <w:lang w:eastAsia="zh-CN"/>
        </w:rPr>
      </w:r>
      <w:r w:rsidR="00F54E60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 dans les conditions définies ci-dessous :</w:t>
      </w:r>
    </w:p>
    <w:p w14:paraId="7E298B3E" w14:textId="1E042668" w:rsidR="00A830C3" w:rsidRPr="003B51DD" w:rsidRDefault="00A830C3" w:rsidP="00280A83">
      <w:pPr>
        <w:tabs>
          <w:tab w:val="left" w:pos="851"/>
        </w:tabs>
        <w:suppressAutoHyphens/>
        <w:spacing w:after="60"/>
        <w:ind w:left="1624" w:hanging="850"/>
        <w:rPr>
          <w:rFonts w:ascii="Arial" w:hAnsi="Arial" w:cs="Arial"/>
          <w:sz w:val="16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16"/>
          <w:lang w:eastAsia="zh-CN"/>
        </w:rPr>
        <w:t>(Donner des précisions sur l’étendue du mandat.)</w:t>
      </w:r>
    </w:p>
    <w:p w14:paraId="68E8FEEC" w14:textId="77777777" w:rsidR="00492E84" w:rsidRPr="003B51DD" w:rsidRDefault="00492E84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272"/>
        <w:gridCol w:w="3272"/>
        <w:gridCol w:w="3272"/>
      </w:tblGrid>
      <w:tr w:rsidR="00A830C3" w:rsidRPr="003B51DD" w14:paraId="36687483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419F440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830C3" w:rsidRPr="003B51DD" w14:paraId="628CCE5E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A8FC4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77A4BAA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9B57D18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A830C3" w:rsidRPr="003B51DD" w14:paraId="54760680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56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B664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19B5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25779AB5" w14:textId="5342EC8A" w:rsidR="00A830C3" w:rsidRPr="003B51DD" w:rsidRDefault="00A830C3" w:rsidP="00A830C3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b/>
          <w:sz w:val="18"/>
          <w:szCs w:val="18"/>
          <w:lang w:eastAsia="zh-CN"/>
        </w:rPr>
        <w:t>(*)</w:t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r w:rsidRPr="006F1993">
        <w:rPr>
          <w:rFonts w:ascii="Arial" w:hAnsi="Arial" w:cs="Arial"/>
          <w:color w:val="4472C4" w:themeColor="accent5"/>
          <w:sz w:val="18"/>
          <w:szCs w:val="18"/>
          <w:lang w:eastAsia="zh-CN"/>
        </w:rPr>
        <w:t>Le signataire doit avoir le pouvoir d’engager la personne qu’il représente</w:t>
      </w:r>
      <w:r w:rsidRPr="003B51DD">
        <w:rPr>
          <w:rFonts w:ascii="Arial" w:hAnsi="Arial" w:cs="Arial"/>
          <w:sz w:val="18"/>
          <w:szCs w:val="18"/>
          <w:lang w:eastAsia="zh-CN"/>
        </w:rPr>
        <w:t>.</w:t>
      </w:r>
    </w:p>
    <w:p w14:paraId="47A03332" w14:textId="2DCBE0B9" w:rsidR="002471DA" w:rsidRDefault="002471DA" w:rsidP="00AD36F8">
      <w:pPr>
        <w:tabs>
          <w:tab w:val="left" w:pos="1770"/>
        </w:tabs>
        <w:rPr>
          <w:rFonts w:ascii="Arial" w:hAnsi="Arial" w:cs="Arial"/>
          <w:sz w:val="20"/>
          <w:szCs w:val="24"/>
        </w:rPr>
      </w:pPr>
    </w:p>
    <w:p w14:paraId="0178F36D" w14:textId="7F59BFDC" w:rsidR="001C1C68" w:rsidRDefault="001C1C68" w:rsidP="00AD36F8">
      <w:pPr>
        <w:tabs>
          <w:tab w:val="left" w:pos="1770"/>
        </w:tabs>
        <w:rPr>
          <w:rFonts w:ascii="Arial" w:hAnsi="Arial" w:cs="Arial"/>
          <w:sz w:val="20"/>
          <w:szCs w:val="24"/>
        </w:rPr>
      </w:pPr>
    </w:p>
    <w:p w14:paraId="31225249" w14:textId="4C8D49EA" w:rsidR="001C1C68" w:rsidRDefault="001C1C68" w:rsidP="00AD36F8">
      <w:pPr>
        <w:tabs>
          <w:tab w:val="left" w:pos="1770"/>
        </w:tabs>
        <w:rPr>
          <w:rFonts w:ascii="Arial" w:hAnsi="Arial" w:cs="Arial"/>
          <w:sz w:val="20"/>
          <w:szCs w:val="24"/>
        </w:rPr>
      </w:pPr>
    </w:p>
    <w:p w14:paraId="58506D99" w14:textId="23FF8C7B" w:rsidR="00C6638F" w:rsidRPr="003B51DD" w:rsidRDefault="00E8403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120" w:after="120"/>
        <w:ind w:left="426" w:hanging="426"/>
        <w:jc w:val="both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IDENTIFICATION ET SIGNATURE DE L’ACHETEUR</w:t>
      </w:r>
    </w:p>
    <w:p w14:paraId="29BB7748" w14:textId="77777777" w:rsidR="00987E1D" w:rsidRPr="003B51DD" w:rsidRDefault="00987E1D" w:rsidP="00987E1D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F1 – Désignation de l’acheteur :</w:t>
      </w:r>
    </w:p>
    <w:p w14:paraId="17DBC526" w14:textId="77777777" w:rsidR="00987E1D" w:rsidRPr="000A4B60" w:rsidRDefault="00987E1D" w:rsidP="00987E1D">
      <w:pPr>
        <w:spacing w:before="120"/>
        <w:jc w:val="both"/>
        <w:rPr>
          <w:rFonts w:ascii="Arial" w:hAnsi="Arial" w:cs="Arial"/>
        </w:rPr>
      </w:pPr>
      <w:r w:rsidRPr="000A4B60">
        <w:rPr>
          <w:rFonts w:ascii="Arial" w:hAnsi="Arial" w:cs="Arial"/>
        </w:rPr>
        <w:t>MINARM/SGA/SID/</w:t>
      </w:r>
      <w:r>
        <w:rPr>
          <w:rFonts w:ascii="Arial" w:hAnsi="Arial" w:cs="Arial"/>
        </w:rPr>
        <w:t xml:space="preserve">ATL </w:t>
      </w:r>
      <w:r w:rsidRPr="000A4B60">
        <w:rPr>
          <w:rFonts w:ascii="Arial" w:hAnsi="Arial" w:cs="Arial"/>
        </w:rPr>
        <w:t>(Ministère des Armées / Secrétariat Général pour l'Administration /</w:t>
      </w:r>
      <w:r w:rsidRPr="000A4B60">
        <w:rPr>
          <w:rFonts w:ascii="Arial" w:hAnsi="Arial" w:cs="Arial"/>
          <w:color w:val="000000"/>
        </w:rPr>
        <w:t xml:space="preserve"> Direction Centrale du Service d'Infrastructure de la Défense </w:t>
      </w:r>
      <w:r w:rsidRPr="000A4B60">
        <w:rPr>
          <w:rFonts w:ascii="Arial" w:hAnsi="Arial" w:cs="Arial"/>
        </w:rPr>
        <w:t>/</w:t>
      </w:r>
      <w:r w:rsidRPr="000A4B6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</w:t>
      </w:r>
      <w:r w:rsidRPr="00E70C8D">
        <w:rPr>
          <w:rFonts w:ascii="Arial" w:hAnsi="Arial" w:cs="Arial"/>
          <w:color w:val="000000"/>
        </w:rPr>
        <w:t>ervice d'</w:t>
      </w:r>
      <w:r>
        <w:rPr>
          <w:rFonts w:ascii="Arial" w:hAnsi="Arial" w:cs="Arial"/>
          <w:color w:val="000000"/>
        </w:rPr>
        <w:t>Infrastructure de la D</w:t>
      </w:r>
      <w:r w:rsidRPr="00E70C8D">
        <w:rPr>
          <w:rFonts w:ascii="Arial" w:hAnsi="Arial" w:cs="Arial"/>
          <w:color w:val="000000"/>
        </w:rPr>
        <w:t>éfense Atlantique</w:t>
      </w:r>
      <w:r w:rsidRPr="000A4B60">
        <w:rPr>
          <w:rFonts w:ascii="Arial" w:hAnsi="Arial" w:cs="Arial"/>
        </w:rPr>
        <w:t>)</w:t>
      </w:r>
    </w:p>
    <w:p w14:paraId="6526FAED" w14:textId="77777777" w:rsidR="00987E1D" w:rsidRPr="003B51DD" w:rsidRDefault="00987E1D" w:rsidP="00987E1D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F2 – Nom, prénom, qualité du Représentant de l’acheteur :</w:t>
      </w:r>
    </w:p>
    <w:p w14:paraId="237531D0" w14:textId="77777777" w:rsidR="00987E1D" w:rsidRPr="003B51DD" w:rsidRDefault="00987E1D" w:rsidP="00987E1D">
      <w:pPr>
        <w:tabs>
          <w:tab w:val="left" w:pos="2268"/>
          <w:tab w:val="left" w:pos="2835"/>
        </w:tabs>
        <w:spacing w:before="120"/>
        <w:jc w:val="both"/>
        <w:rPr>
          <w:rFonts w:ascii="Arial" w:hAnsi="Arial" w:cs="Arial"/>
          <w:bCs/>
          <w:sz w:val="20"/>
        </w:rPr>
      </w:pPr>
      <w:r w:rsidRPr="003B51DD">
        <w:rPr>
          <w:rFonts w:ascii="Arial" w:hAnsi="Arial" w:cs="Arial"/>
          <w:bCs/>
          <w:sz w:val="20"/>
        </w:rPr>
        <w:t xml:space="preserve">L’Ingénieur Général des Travaux Maritimes Roland BOUTIN, Directeur du SID </w:t>
      </w:r>
      <w:r>
        <w:rPr>
          <w:rFonts w:ascii="Arial" w:hAnsi="Arial" w:cs="Arial"/>
          <w:bCs/>
          <w:sz w:val="20"/>
        </w:rPr>
        <w:t>Atlantique.</w:t>
      </w:r>
    </w:p>
    <w:p w14:paraId="5898E74C" w14:textId="77777777" w:rsidR="00385B7F" w:rsidRPr="003B51DD" w:rsidRDefault="00385B7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E3E06" w14:textId="0951BEE1" w:rsidR="00385B7F" w:rsidRDefault="00FF096E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3B51DD">
        <w:rPr>
          <w:rFonts w:ascii="Arial" w:hAnsi="Arial" w:cs="Arial"/>
          <w:sz w:val="20"/>
          <w:lang w:eastAsia="zh-CN"/>
        </w:rPr>
        <w:t>marché</w:t>
      </w:r>
      <w:r w:rsidRPr="003B51DD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201461A2" w14:textId="77777777" w:rsidR="0003318B" w:rsidRPr="003B51DD" w:rsidRDefault="0003318B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FCF0BF2" w14:textId="3052A62D" w:rsidR="007859D5" w:rsidRDefault="007859D5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 Gras" w:eastAsiaTheme="minorHAnsi" w:hAnsi="Arial Gras" w:cs="Arial"/>
          <w:vanish/>
          <w:sz w:val="18"/>
          <w:lang w:eastAsia="en-US"/>
        </w:rPr>
      </w:pPr>
    </w:p>
    <w:p w14:paraId="6DBDDC12" w14:textId="26D4AF5D" w:rsidR="006F1993" w:rsidRDefault="006F1993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 Gras" w:eastAsiaTheme="minorHAnsi" w:hAnsi="Arial Gras" w:cs="Arial"/>
          <w:vanish/>
          <w:sz w:val="18"/>
          <w:lang w:eastAsia="en-US"/>
        </w:rPr>
      </w:pPr>
    </w:p>
    <w:p w14:paraId="48585787" w14:textId="77797E12" w:rsidR="006F1993" w:rsidRDefault="006F1993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 Gras" w:eastAsiaTheme="minorHAnsi" w:hAnsi="Arial Gras" w:cs="Arial"/>
          <w:vanish/>
          <w:sz w:val="18"/>
          <w:lang w:eastAsia="en-US"/>
        </w:rPr>
      </w:pPr>
    </w:p>
    <w:p w14:paraId="0AE670F4" w14:textId="1DC755B1" w:rsidR="006F1993" w:rsidRDefault="006F1993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 Gras" w:eastAsiaTheme="minorHAnsi" w:hAnsi="Arial Gras" w:cs="Arial"/>
          <w:vanish/>
          <w:sz w:val="18"/>
          <w:lang w:eastAsia="en-US"/>
        </w:rPr>
      </w:pPr>
    </w:p>
    <w:p w14:paraId="032F330F" w14:textId="51D4F703" w:rsidR="006F1993" w:rsidRDefault="006F1993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 Gras" w:eastAsiaTheme="minorHAnsi" w:hAnsi="Arial Gras" w:cs="Arial"/>
          <w:vanish/>
          <w:sz w:val="18"/>
          <w:lang w:eastAsia="en-US"/>
        </w:rPr>
      </w:pPr>
    </w:p>
    <w:p w14:paraId="72151544" w14:textId="36D530FF" w:rsidR="006F1993" w:rsidRDefault="006F1993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 Gras" w:eastAsiaTheme="minorHAnsi" w:hAnsi="Arial Gras" w:cs="Arial"/>
          <w:vanish/>
          <w:sz w:val="18"/>
          <w:lang w:eastAsia="en-US"/>
        </w:rPr>
      </w:pPr>
    </w:p>
    <w:p w14:paraId="2BC583C6" w14:textId="77777777" w:rsidR="006F1993" w:rsidRPr="006F1993" w:rsidRDefault="006F1993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 Gras" w:eastAsiaTheme="minorHAnsi" w:hAnsi="Arial Gras" w:cs="Arial"/>
          <w:vanish/>
          <w:sz w:val="18"/>
          <w:lang w:eastAsia="en-US"/>
        </w:rPr>
      </w:pPr>
    </w:p>
    <w:p w14:paraId="532936EF" w14:textId="60E13C80" w:rsidR="00280A83" w:rsidRPr="003B51DD" w:rsidRDefault="0003318B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Univers" w:hAnsi="Univers" w:cs="Univers"/>
          <w:sz w:val="20"/>
          <w:lang w:eastAsia="zh-CN"/>
        </w:rPr>
      </w:pPr>
      <w:r>
        <w:rPr>
          <w:rFonts w:ascii="Arial" w:hAnsi="Arial" w:cs="Arial"/>
          <w:sz w:val="20"/>
          <w:lang w:eastAsia="zh-CN"/>
        </w:rPr>
        <w:t>A Lorient</w:t>
      </w:r>
      <w:r w:rsidR="00280A83" w:rsidRPr="003B51DD">
        <w:rPr>
          <w:rFonts w:ascii="Arial" w:hAnsi="Arial" w:cs="Arial"/>
          <w:sz w:val="20"/>
          <w:lang w:eastAsia="zh-CN"/>
        </w:rPr>
        <w:t>,</w:t>
      </w:r>
    </w:p>
    <w:p w14:paraId="6F2D53D3" w14:textId="77777777" w:rsidR="00280A83" w:rsidRPr="003B51DD" w:rsidRDefault="00280A83" w:rsidP="00280A83">
      <w:pPr>
        <w:tabs>
          <w:tab w:val="left" w:pos="851"/>
        </w:tabs>
        <w:suppressAutoHyphens/>
        <w:jc w:val="center"/>
        <w:rPr>
          <w:rFonts w:ascii="Univers" w:hAnsi="Univers" w:cs="Univers"/>
          <w:sz w:val="8"/>
          <w:lang w:eastAsia="zh-CN"/>
        </w:rPr>
      </w:pPr>
    </w:p>
    <w:p w14:paraId="0FC3B540" w14:textId="45864309" w:rsidR="00D82C77" w:rsidRPr="003B51DD" w:rsidRDefault="00280A83" w:rsidP="0046717F">
      <w:pPr>
        <w:tabs>
          <w:tab w:val="left" w:pos="851"/>
        </w:tabs>
        <w:suppressAutoHyphens/>
        <w:jc w:val="center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Signature :</w:t>
      </w:r>
    </w:p>
    <w:p w14:paraId="5ADD4036" w14:textId="2E6991E9" w:rsidR="0046717F" w:rsidRDefault="0046717F" w:rsidP="0046717F">
      <w:pPr>
        <w:jc w:val="center"/>
        <w:rPr>
          <w:rFonts w:ascii="Arial" w:hAnsi="Arial" w:cs="Arial"/>
          <w:bCs/>
          <w:i/>
          <w:strike/>
          <w:sz w:val="20"/>
        </w:rPr>
      </w:pPr>
    </w:p>
    <w:p w14:paraId="230F766E" w14:textId="77777777" w:rsidR="001C1C68" w:rsidRPr="003B51DD" w:rsidRDefault="001C1C68" w:rsidP="0046717F">
      <w:pPr>
        <w:jc w:val="center"/>
        <w:rPr>
          <w:bCs/>
          <w:szCs w:val="22"/>
        </w:rPr>
      </w:pPr>
    </w:p>
    <w:p w14:paraId="74F542D6" w14:textId="5EBF2E24" w:rsidR="0046717F" w:rsidRPr="003B51DD" w:rsidRDefault="0046717F" w:rsidP="0046717F">
      <w:pPr>
        <w:jc w:val="center"/>
        <w:rPr>
          <w:rFonts w:ascii="Arial" w:hAnsi="Arial" w:cs="Arial"/>
          <w:bCs/>
          <w:sz w:val="20"/>
        </w:rPr>
      </w:pPr>
      <w:r w:rsidRPr="003B51DD">
        <w:rPr>
          <w:rFonts w:ascii="Arial" w:hAnsi="Arial" w:cs="Arial"/>
          <w:bCs/>
          <w:sz w:val="20"/>
        </w:rPr>
        <w:t xml:space="preserve">Pour le directeur </w:t>
      </w:r>
      <w:r w:rsidR="007B5DD3">
        <w:rPr>
          <w:rFonts w:ascii="Arial" w:hAnsi="Arial" w:cs="Arial"/>
          <w:bCs/>
          <w:sz w:val="20"/>
        </w:rPr>
        <w:t xml:space="preserve">du SID Atlantique </w:t>
      </w:r>
    </w:p>
    <w:p w14:paraId="0012092D" w14:textId="77777777" w:rsidR="0046717F" w:rsidRPr="003B51DD" w:rsidRDefault="0046717F" w:rsidP="006F1993">
      <w:pPr>
        <w:spacing w:after="60"/>
        <w:jc w:val="center"/>
        <w:rPr>
          <w:rFonts w:ascii="Arial" w:hAnsi="Arial" w:cs="Arial"/>
          <w:bCs/>
          <w:sz w:val="20"/>
        </w:rPr>
      </w:pPr>
      <w:r w:rsidRPr="003B51DD">
        <w:rPr>
          <w:rFonts w:ascii="Arial" w:hAnsi="Arial" w:cs="Arial"/>
          <w:bCs/>
          <w:sz w:val="20"/>
        </w:rPr>
        <w:t xml:space="preserve">Et par délégation </w:t>
      </w:r>
    </w:p>
    <w:p w14:paraId="6D47538F" w14:textId="104809B8" w:rsidR="006F1993" w:rsidRPr="006F1993" w:rsidRDefault="006F1993" w:rsidP="006F1993">
      <w:pPr>
        <w:spacing w:after="60"/>
        <w:jc w:val="center"/>
        <w:rPr>
          <w:rFonts w:ascii="Arial" w:hAnsi="Arial" w:cs="Arial"/>
          <w:sz w:val="20"/>
        </w:rPr>
      </w:pPr>
      <w:r w:rsidRPr="006F1993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’</w:t>
      </w:r>
      <w:r w:rsidRPr="006F1993">
        <w:rPr>
          <w:rFonts w:ascii="Arial" w:hAnsi="Arial" w:cs="Arial"/>
          <w:sz w:val="20"/>
        </w:rPr>
        <w:t>ICD Stéphane LE BLOA</w:t>
      </w:r>
    </w:p>
    <w:p w14:paraId="645D7694" w14:textId="77777777" w:rsidR="006F1993" w:rsidRPr="006F1993" w:rsidRDefault="006F1993" w:rsidP="006F1993">
      <w:pPr>
        <w:spacing w:after="60"/>
        <w:jc w:val="center"/>
        <w:rPr>
          <w:rFonts w:ascii="Arial" w:hAnsi="Arial" w:cs="Arial"/>
          <w:sz w:val="20"/>
        </w:rPr>
      </w:pPr>
      <w:r w:rsidRPr="006F1993">
        <w:rPr>
          <w:rFonts w:ascii="Arial" w:hAnsi="Arial" w:cs="Arial"/>
          <w:sz w:val="20"/>
        </w:rPr>
        <w:t>Chef de l’USID de Lorient</w:t>
      </w:r>
    </w:p>
    <w:p w14:paraId="709AFFAD" w14:textId="431AA9E6" w:rsidR="006F1993" w:rsidRPr="006F1993" w:rsidRDefault="0003318B" w:rsidP="006F1993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Par intérim</w:t>
      </w:r>
    </w:p>
    <w:p w14:paraId="054F8FFB" w14:textId="77777777" w:rsidR="006F1993" w:rsidRPr="006F1993" w:rsidRDefault="006F1993" w:rsidP="006F1993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p w14:paraId="4B037C0A" w14:textId="5A7750BC" w:rsidR="00074744" w:rsidRDefault="00074744" w:rsidP="006F1993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p w14:paraId="2E611E74" w14:textId="04603916" w:rsidR="00B8458B" w:rsidRDefault="00B8458B" w:rsidP="006F1993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p w14:paraId="7A7AB690" w14:textId="2D01A87C" w:rsidR="00B8458B" w:rsidRDefault="00B8458B" w:rsidP="006F1993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p w14:paraId="33A95E9C" w14:textId="75E73F5C" w:rsidR="00B8458B" w:rsidRDefault="00B8458B" w:rsidP="006F1993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p w14:paraId="4376A98E" w14:textId="3182D900" w:rsidR="00B8458B" w:rsidRDefault="00B8458B" w:rsidP="006F1993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p w14:paraId="03CBB164" w14:textId="70324181" w:rsidR="00B8458B" w:rsidRDefault="00B8458B" w:rsidP="006F1993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p w14:paraId="5307EDA5" w14:textId="7E66278D" w:rsidR="00B8458B" w:rsidRDefault="00B8458B" w:rsidP="006F1993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p w14:paraId="30083799" w14:textId="7FB5D870" w:rsidR="00B8458B" w:rsidRDefault="00B8458B" w:rsidP="006F1993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p w14:paraId="7E3D4F7F" w14:textId="104CA3C8" w:rsidR="00B8458B" w:rsidRDefault="00B8458B" w:rsidP="006F1993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p w14:paraId="6733DB1D" w14:textId="746D8D55" w:rsidR="00B8458B" w:rsidRDefault="00B8458B" w:rsidP="006F1993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p w14:paraId="29D3DAA9" w14:textId="7A81EA30" w:rsidR="00B8458B" w:rsidRDefault="00B8458B" w:rsidP="006F1993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p w14:paraId="6502251A" w14:textId="3B8639B9" w:rsidR="00B8458B" w:rsidRDefault="00B8458B" w:rsidP="006F1993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p w14:paraId="27613F48" w14:textId="38CB44F2" w:rsidR="00B8458B" w:rsidRDefault="00B8458B" w:rsidP="006F1993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p w14:paraId="6920C53D" w14:textId="77777777" w:rsidR="00B8458B" w:rsidRDefault="00B8458B" w:rsidP="006F1993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p w14:paraId="4E05CACD" w14:textId="43DC4FDD" w:rsidR="00B8458B" w:rsidRDefault="00B8458B" w:rsidP="006F1993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p w14:paraId="75F0A0EE" w14:textId="0AB374B4" w:rsidR="00B8458B" w:rsidRDefault="00B8458B" w:rsidP="006F1993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p w14:paraId="2190D0A5" w14:textId="537DCC48" w:rsidR="00B8458B" w:rsidRDefault="00B8458B" w:rsidP="006F1993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p w14:paraId="1C12BDD3" w14:textId="78A1DA55" w:rsidR="00B8458B" w:rsidRDefault="00B8458B" w:rsidP="006F1993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p w14:paraId="7441F5D2" w14:textId="0A913145" w:rsidR="00B8458B" w:rsidRDefault="00B8458B" w:rsidP="006F1993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p w14:paraId="7F1BCC99" w14:textId="3C3A2AE4" w:rsidR="00B8458B" w:rsidRDefault="00B8458B" w:rsidP="006F1993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p w14:paraId="1E8C3C3F" w14:textId="66610B11" w:rsidR="00B8458B" w:rsidRDefault="00B8458B" w:rsidP="006F1993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p w14:paraId="33F288AF" w14:textId="661EABF5" w:rsidR="00B8458B" w:rsidRDefault="00B8458B" w:rsidP="006F1993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p w14:paraId="57FEE1B3" w14:textId="77777777" w:rsidR="00B8458B" w:rsidRPr="00B8458B" w:rsidRDefault="00B8458B" w:rsidP="00B8458B">
      <w:pPr>
        <w:outlineLvl w:val="0"/>
        <w:rPr>
          <w:rFonts w:ascii="Arial" w:hAnsi="Arial" w:cs="Arial"/>
          <w:b/>
          <w:sz w:val="20"/>
          <w:szCs w:val="22"/>
        </w:rPr>
      </w:pPr>
      <w:r w:rsidRPr="00B8458B">
        <w:rPr>
          <w:rFonts w:ascii="Arial" w:hAnsi="Arial" w:cs="Arial"/>
          <w:b/>
          <w:szCs w:val="22"/>
          <w:lang w:eastAsia="zh-CN"/>
        </w:rPr>
        <w:t>Date de notification du marché public</w:t>
      </w:r>
      <w:r w:rsidRPr="00B8458B">
        <w:rPr>
          <w:rFonts w:ascii="Arial" w:hAnsi="Arial" w:cs="Arial"/>
          <w:b/>
          <w:sz w:val="20"/>
          <w:szCs w:val="22"/>
          <w:lang w:eastAsia="zh-CN"/>
        </w:rPr>
        <w:t>:</w:t>
      </w:r>
      <w:r w:rsidRPr="00B8458B">
        <w:rPr>
          <w:rFonts w:ascii="Arial" w:hAnsi="Arial" w:cs="Arial"/>
          <w:b/>
          <w:bCs/>
          <w:caps/>
          <w:szCs w:val="22"/>
        </w:rPr>
        <w:t xml:space="preserve"> </w:t>
      </w:r>
      <w:r w:rsidRPr="00B8458B">
        <w:rPr>
          <w:rFonts w:ascii="Arial" w:hAnsi="Arial" w:cs="Arial"/>
          <w:sz w:val="20"/>
          <w:szCs w:val="22"/>
        </w:rPr>
        <w:t>[Horodatage PLACE de l’accusé de réception du courrier de notification envoyé au titulaire]</w:t>
      </w:r>
    </w:p>
    <w:p w14:paraId="41B7B05E" w14:textId="455AA2B9" w:rsidR="00B8458B" w:rsidRDefault="00B8458B" w:rsidP="00B8458B">
      <w:pPr>
        <w:rPr>
          <w:rFonts w:ascii="Arial" w:eastAsia="Arial" w:hAnsi="Arial" w:cs="Arial"/>
          <w:color w:val="000000"/>
          <w:sz w:val="18"/>
          <w:szCs w:val="22"/>
        </w:rPr>
      </w:pPr>
      <w:r>
        <w:rPr>
          <w:rFonts w:ascii="Arial" w:eastAsia="Arial" w:hAnsi="Arial" w:cs="Arial"/>
          <w:color w:val="000000"/>
          <w:sz w:val="18"/>
          <w:szCs w:val="22"/>
        </w:rPr>
        <w:br w:type="page"/>
      </w:r>
    </w:p>
    <w:p w14:paraId="0E952AF8" w14:textId="77777777" w:rsidR="00B8458B" w:rsidRPr="00B8458B" w:rsidRDefault="00B8458B" w:rsidP="00B845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472C4" w:themeFill="accent5"/>
        <w:spacing w:before="240" w:after="60"/>
        <w:jc w:val="center"/>
        <w:outlineLvl w:val="0"/>
        <w:rPr>
          <w:rFonts w:ascii="Arial" w:hAnsi="Arial" w:cs="Arial"/>
          <w:b/>
          <w:bCs/>
          <w:kern w:val="28"/>
          <w:szCs w:val="22"/>
          <w:lang w:eastAsia="en-US"/>
        </w:rPr>
      </w:pPr>
      <w:r w:rsidRPr="00B8458B">
        <w:rPr>
          <w:rFonts w:ascii="Arial" w:hAnsi="Arial" w:cs="Arial"/>
          <w:b/>
          <w:kern w:val="28"/>
          <w:szCs w:val="22"/>
          <w:lang w:eastAsia="en-US"/>
        </w:rPr>
        <w:tab/>
      </w:r>
      <w:r w:rsidRPr="00B8458B">
        <w:rPr>
          <w:rFonts w:ascii="Arial" w:hAnsi="Arial" w:cs="Arial"/>
          <w:b/>
          <w:bCs/>
          <w:color w:val="FFFFFF" w:themeColor="background1"/>
          <w:kern w:val="28"/>
          <w:szCs w:val="22"/>
          <w:lang w:eastAsia="en-US"/>
        </w:rPr>
        <w:t>Annexe n°1 - RIB</w:t>
      </w:r>
    </w:p>
    <w:p w14:paraId="0B9E347A" w14:textId="77777777" w:rsidR="00B8458B" w:rsidRPr="00B8458B" w:rsidRDefault="00B8458B" w:rsidP="00B8458B">
      <w:pPr>
        <w:tabs>
          <w:tab w:val="left" w:pos="4536"/>
          <w:tab w:val="left" w:pos="5103"/>
        </w:tabs>
        <w:spacing w:before="60" w:after="60"/>
        <w:jc w:val="center"/>
        <w:rPr>
          <w:rFonts w:ascii="Arial" w:hAnsi="Arial" w:cs="Arial"/>
          <w:iCs/>
          <w:szCs w:val="22"/>
        </w:rPr>
      </w:pPr>
    </w:p>
    <w:p w14:paraId="4F4FF1A1" w14:textId="77777777" w:rsidR="00B8458B" w:rsidRPr="00B8458B" w:rsidRDefault="00B8458B" w:rsidP="00B8458B">
      <w:pPr>
        <w:spacing w:before="60" w:after="60"/>
        <w:outlineLvl w:val="0"/>
        <w:rPr>
          <w:rFonts w:ascii="Arial" w:hAnsi="Arial" w:cs="Arial"/>
          <w:i/>
          <w:caps/>
          <w:szCs w:val="22"/>
        </w:rPr>
      </w:pPr>
      <w:r w:rsidRPr="00B8458B">
        <w:rPr>
          <w:rFonts w:ascii="Arial" w:hAnsi="Arial" w:cs="Arial"/>
          <w:b/>
          <w:caps/>
          <w:szCs w:val="22"/>
        </w:rPr>
        <w:t xml:space="preserve">Compte(s) À crÉditer </w:t>
      </w:r>
    </w:p>
    <w:p w14:paraId="48F58800" w14:textId="77777777" w:rsidR="00B8458B" w:rsidRPr="00B8458B" w:rsidRDefault="00B8458B" w:rsidP="00B8458B">
      <w:pPr>
        <w:spacing w:before="60" w:after="60"/>
        <w:jc w:val="center"/>
        <w:outlineLvl w:val="0"/>
        <w:rPr>
          <w:rFonts w:ascii="Arial" w:hAnsi="Arial" w:cs="Arial"/>
          <w:b/>
          <w:caps/>
          <w:color w:val="FF0000"/>
          <w:szCs w:val="22"/>
        </w:rPr>
      </w:pPr>
      <w:r w:rsidRPr="00B8458B">
        <w:rPr>
          <w:rFonts w:ascii="Arial" w:hAnsi="Arial" w:cs="Arial"/>
          <w:b/>
          <w:caps/>
          <w:color w:val="FF0000"/>
          <w:szCs w:val="22"/>
        </w:rPr>
        <w:t>CHOISIR UNE DES deux REDACTIONS CI-DESSOUS Et Effacer l’autre</w:t>
      </w:r>
    </w:p>
    <w:p w14:paraId="0E6F5207" w14:textId="77777777" w:rsidR="00B8458B" w:rsidRPr="00B8458B" w:rsidRDefault="00B8458B" w:rsidP="00B8458B">
      <w:pPr>
        <w:rPr>
          <w:rFonts w:ascii="Arial" w:hAnsi="Arial" w:cs="Arial"/>
          <w:b/>
          <w:szCs w:val="22"/>
        </w:rPr>
      </w:pPr>
      <w:r w:rsidRPr="00B8458B">
        <w:rPr>
          <w:rFonts w:ascii="Arial" w:hAnsi="Arial" w:cs="Arial"/>
          <w:b/>
          <w:szCs w:val="22"/>
        </w:rPr>
        <w:t>Dans le cas d’un titulaire unique ou d’un groupement avec un compte unique</w:t>
      </w:r>
    </w:p>
    <w:p w14:paraId="5FAA8AD7" w14:textId="77777777" w:rsidR="00B8458B" w:rsidRPr="00B8458B" w:rsidRDefault="00B8458B" w:rsidP="00B8458B">
      <w:pPr>
        <w:rPr>
          <w:rFonts w:ascii="Arial" w:hAnsi="Arial"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8458B" w:rsidRPr="00B8458B" w14:paraId="12BC47EE" w14:textId="77777777" w:rsidTr="000560D4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  <w:vAlign w:val="center"/>
          </w:tcPr>
          <w:p w14:paraId="2C9D5211" w14:textId="77777777" w:rsidR="00B8458B" w:rsidRPr="00B8458B" w:rsidRDefault="00B8458B" w:rsidP="00B8458B">
            <w:pPr>
              <w:jc w:val="center"/>
              <w:rPr>
                <w:rFonts w:ascii="Arial" w:hAnsi="Arial" w:cs="Arial"/>
                <w:i/>
                <w:szCs w:val="22"/>
              </w:rPr>
            </w:pPr>
            <w:r w:rsidRPr="00B8458B">
              <w:rPr>
                <w:rFonts w:ascii="Arial" w:hAnsi="Arial" w:cs="Arial"/>
                <w:i/>
                <w:szCs w:val="22"/>
              </w:rPr>
              <w:t>Coller ici le Relevé d’Identité Bancaire.</w:t>
            </w:r>
          </w:p>
          <w:p w14:paraId="2A622899" w14:textId="77777777" w:rsidR="00B8458B" w:rsidRPr="00B8458B" w:rsidRDefault="00B8458B" w:rsidP="00B8458B">
            <w:pPr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5C2040D6" w14:textId="77777777" w:rsidR="00B8458B" w:rsidRPr="00B8458B" w:rsidRDefault="00B8458B" w:rsidP="00B8458B">
      <w:pPr>
        <w:rPr>
          <w:rFonts w:ascii="Arial" w:hAnsi="Arial" w:cs="Arial"/>
          <w:b/>
          <w:szCs w:val="22"/>
        </w:rPr>
      </w:pPr>
    </w:p>
    <w:p w14:paraId="5C64479A" w14:textId="77777777" w:rsidR="00B8458B" w:rsidRPr="00B8458B" w:rsidRDefault="00B8458B" w:rsidP="00B8458B">
      <w:pPr>
        <w:rPr>
          <w:rFonts w:ascii="Arial" w:hAnsi="Arial" w:cs="Arial"/>
          <w:b/>
          <w:szCs w:val="22"/>
        </w:rPr>
      </w:pPr>
      <w:r w:rsidRPr="00B8458B">
        <w:rPr>
          <w:rFonts w:ascii="Arial" w:hAnsi="Arial" w:cs="Arial"/>
          <w:b/>
          <w:szCs w:val="22"/>
        </w:rPr>
        <w:t>Dans le cas d’un groupement avec des comptes séparés</w:t>
      </w:r>
    </w:p>
    <w:p w14:paraId="0E1BD470" w14:textId="77777777" w:rsidR="00B8458B" w:rsidRPr="00B8458B" w:rsidRDefault="00B8458B" w:rsidP="00B8458B">
      <w:pPr>
        <w:rPr>
          <w:rFonts w:ascii="Arial" w:hAnsi="Arial" w:cs="Arial"/>
          <w:szCs w:val="22"/>
        </w:rPr>
      </w:pPr>
      <w:r w:rsidRPr="00B8458B">
        <w:rPr>
          <w:rFonts w:ascii="Arial" w:hAnsi="Arial" w:cs="Arial"/>
          <w:szCs w:val="22"/>
        </w:rPr>
        <w:t>Le mandataire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8458B" w:rsidRPr="00B8458B" w14:paraId="3FBF7A59" w14:textId="77777777" w:rsidTr="000560D4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  <w:vAlign w:val="center"/>
          </w:tcPr>
          <w:p w14:paraId="5CB178F8" w14:textId="77777777" w:rsidR="00B8458B" w:rsidRPr="00B8458B" w:rsidRDefault="00B8458B" w:rsidP="00B8458B">
            <w:pPr>
              <w:jc w:val="center"/>
              <w:rPr>
                <w:rFonts w:ascii="Arial" w:hAnsi="Arial" w:cs="Arial"/>
                <w:i/>
                <w:szCs w:val="22"/>
              </w:rPr>
            </w:pPr>
            <w:r w:rsidRPr="00B8458B">
              <w:rPr>
                <w:rFonts w:ascii="Arial" w:hAnsi="Arial" w:cs="Arial"/>
                <w:i/>
                <w:szCs w:val="22"/>
              </w:rPr>
              <w:t>Coller ici le Relevé d’Identité Bancaire du mandataire.</w:t>
            </w:r>
          </w:p>
          <w:p w14:paraId="1F7AA959" w14:textId="77777777" w:rsidR="00B8458B" w:rsidRPr="00B8458B" w:rsidRDefault="00B8458B" w:rsidP="00B8458B">
            <w:pPr>
              <w:rPr>
                <w:rFonts w:ascii="Arial" w:hAnsi="Arial" w:cs="Arial"/>
                <w:i/>
                <w:szCs w:val="22"/>
              </w:rPr>
            </w:pPr>
          </w:p>
        </w:tc>
      </w:tr>
    </w:tbl>
    <w:p w14:paraId="2FC578F5" w14:textId="77777777" w:rsidR="00B8458B" w:rsidRPr="00B8458B" w:rsidRDefault="00B8458B" w:rsidP="00B8458B">
      <w:pPr>
        <w:rPr>
          <w:rFonts w:ascii="Arial" w:hAnsi="Arial" w:cs="Arial"/>
          <w:szCs w:val="22"/>
        </w:rPr>
      </w:pPr>
    </w:p>
    <w:p w14:paraId="45BE1390" w14:textId="77777777" w:rsidR="00B8458B" w:rsidRPr="00B8458B" w:rsidRDefault="00B8458B" w:rsidP="00B8458B">
      <w:pPr>
        <w:rPr>
          <w:rFonts w:ascii="Arial" w:hAnsi="Arial" w:cs="Arial"/>
          <w:szCs w:val="22"/>
        </w:rPr>
      </w:pPr>
      <w:r w:rsidRPr="00B8458B">
        <w:rPr>
          <w:rFonts w:ascii="Arial" w:hAnsi="Arial" w:cs="Arial"/>
          <w:szCs w:val="22"/>
        </w:rPr>
        <w:t xml:space="preserve">Le cotraitant n  </w:t>
      </w:r>
    </w:p>
    <w:p w14:paraId="28015CDF" w14:textId="77777777" w:rsidR="00B8458B" w:rsidRPr="00B8458B" w:rsidRDefault="00B8458B" w:rsidP="00B8458B">
      <w:pPr>
        <w:rPr>
          <w:rFonts w:ascii="Arial" w:hAnsi="Arial"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8458B" w:rsidRPr="00B8458B" w14:paraId="7F93A23E" w14:textId="77777777" w:rsidTr="000560D4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  <w:vAlign w:val="center"/>
          </w:tcPr>
          <w:p w14:paraId="57549D85" w14:textId="77777777" w:rsidR="00B8458B" w:rsidRPr="00B8458B" w:rsidRDefault="00B8458B" w:rsidP="00B8458B">
            <w:pPr>
              <w:jc w:val="center"/>
              <w:rPr>
                <w:rFonts w:ascii="Arial" w:hAnsi="Arial" w:cs="Arial"/>
                <w:i/>
                <w:szCs w:val="22"/>
              </w:rPr>
            </w:pPr>
            <w:r w:rsidRPr="00B8458B">
              <w:rPr>
                <w:rFonts w:ascii="Arial" w:hAnsi="Arial" w:cs="Arial"/>
                <w:i/>
                <w:szCs w:val="22"/>
              </w:rPr>
              <w:t>Coller ici le Relevé d’Identité Bancaire du cotraitant n°</w:t>
            </w:r>
          </w:p>
          <w:p w14:paraId="642BCE3B" w14:textId="77777777" w:rsidR="00B8458B" w:rsidRPr="00B8458B" w:rsidRDefault="00B8458B" w:rsidP="00B8458B">
            <w:pPr>
              <w:rPr>
                <w:rFonts w:ascii="Arial" w:hAnsi="Arial" w:cs="Arial"/>
                <w:i/>
                <w:szCs w:val="22"/>
              </w:rPr>
            </w:pPr>
          </w:p>
        </w:tc>
      </w:tr>
    </w:tbl>
    <w:p w14:paraId="5DC42B8B" w14:textId="77777777" w:rsidR="00B8458B" w:rsidRPr="00B8458B" w:rsidRDefault="00B8458B" w:rsidP="00B8458B">
      <w:pPr>
        <w:rPr>
          <w:rFonts w:ascii="Arial" w:hAnsi="Arial" w:cs="Arial"/>
          <w:szCs w:val="22"/>
          <w:lang w:eastAsia="en-US"/>
        </w:rPr>
      </w:pPr>
    </w:p>
    <w:p w14:paraId="49C759A0" w14:textId="77777777" w:rsidR="00B8458B" w:rsidRPr="00B8458B" w:rsidRDefault="00B8458B" w:rsidP="00B8458B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  <w:r w:rsidRPr="00B8458B">
        <w:rPr>
          <w:rFonts w:ascii="Arial" w:eastAsia="Arial" w:hAnsi="Arial" w:cs="Arial"/>
          <w:color w:val="000000"/>
          <w:sz w:val="18"/>
          <w:szCs w:val="22"/>
        </w:rPr>
        <w:br w:type="page"/>
      </w:r>
    </w:p>
    <w:p w14:paraId="7FC618B3" w14:textId="77777777" w:rsidR="00B8458B" w:rsidRPr="00B8458B" w:rsidRDefault="00B8458B" w:rsidP="00B845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472C4" w:themeFill="accent5"/>
        <w:spacing w:before="240" w:after="60"/>
        <w:jc w:val="center"/>
        <w:outlineLvl w:val="0"/>
        <w:rPr>
          <w:rFonts w:ascii="Cambria" w:hAnsi="Cambria" w:cs="Arial"/>
          <w:bCs/>
          <w:color w:val="FFFFFF" w:themeColor="background1"/>
          <w:kern w:val="28"/>
          <w:szCs w:val="22"/>
          <w:lang w:eastAsia="en-US"/>
        </w:rPr>
      </w:pPr>
      <w:r w:rsidRPr="00B8458B">
        <w:rPr>
          <w:rFonts w:ascii="Arial" w:hAnsi="Arial" w:cs="Arial"/>
          <w:b/>
          <w:color w:val="FFFFFF" w:themeColor="background1"/>
          <w:kern w:val="28"/>
          <w:szCs w:val="22"/>
          <w:lang w:eastAsia="en-US"/>
        </w:rPr>
        <w:t>Annexe 2</w:t>
      </w:r>
    </w:p>
    <w:p w14:paraId="6DAE9977" w14:textId="77777777" w:rsidR="00B8458B" w:rsidRPr="00B8458B" w:rsidRDefault="00B8458B" w:rsidP="00B845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472C4" w:themeFill="accent5"/>
        <w:jc w:val="center"/>
        <w:outlineLvl w:val="0"/>
        <w:rPr>
          <w:rFonts w:ascii="Cambria" w:hAnsi="Cambria" w:cs="Arial"/>
          <w:bCs/>
          <w:color w:val="FFFFFF" w:themeColor="background1"/>
          <w:kern w:val="28"/>
          <w:szCs w:val="22"/>
          <w:lang w:eastAsia="en-US"/>
        </w:rPr>
      </w:pPr>
      <w:r w:rsidRPr="00B8458B">
        <w:rPr>
          <w:rFonts w:ascii="Arial" w:hAnsi="Arial" w:cs="Arial"/>
          <w:b/>
          <w:color w:val="FFFFFF" w:themeColor="background1"/>
          <w:kern w:val="28"/>
          <w:szCs w:val="22"/>
          <w:lang w:eastAsia="en-US"/>
        </w:rPr>
        <w:t xml:space="preserve">Etat des prix forfaitaires (EPF) </w:t>
      </w:r>
    </w:p>
    <w:p w14:paraId="5E424F9B" w14:textId="77777777" w:rsidR="00B8458B" w:rsidRPr="00B8458B" w:rsidRDefault="00B8458B" w:rsidP="00B8458B">
      <w:pPr>
        <w:jc w:val="both"/>
        <w:rPr>
          <w:rFonts w:ascii="Arial" w:hAnsi="Arial" w:cs="Arial"/>
          <w:sz w:val="20"/>
        </w:rPr>
      </w:pPr>
    </w:p>
    <w:p w14:paraId="30F4E45F" w14:textId="77777777" w:rsidR="00B8458B" w:rsidRPr="00B8458B" w:rsidRDefault="00B8458B" w:rsidP="00B8458B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tbl>
      <w:tblPr>
        <w:tblW w:w="98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6804"/>
        <w:gridCol w:w="2128"/>
      </w:tblGrid>
      <w:tr w:rsidR="00B8458B" w:rsidRPr="00B8458B" w14:paraId="351348A1" w14:textId="77777777" w:rsidTr="00874FD9">
        <w:trPr>
          <w:trHeight w:val="285"/>
        </w:trPr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DE9DC0A" w14:textId="285D1FF7" w:rsidR="00B8458B" w:rsidRPr="00B8458B" w:rsidRDefault="00B8458B" w:rsidP="00B8458B">
            <w:pPr>
              <w:spacing w:after="120"/>
              <w:jc w:val="center"/>
              <w:rPr>
                <w:rFonts w:ascii="Arial" w:hAnsi="Arial" w:cs="Arial"/>
                <w:b/>
                <w:szCs w:val="22"/>
              </w:rPr>
            </w:pPr>
            <w:r w:rsidRPr="00B8458B">
              <w:rPr>
                <w:rFonts w:ascii="Arial" w:hAnsi="Arial" w:cs="Arial"/>
                <w:b/>
                <w:szCs w:val="22"/>
              </w:rPr>
              <w:t>N°</w:t>
            </w:r>
            <w:r w:rsidR="00422794">
              <w:rPr>
                <w:rFonts w:ascii="Arial" w:hAnsi="Arial" w:cs="Arial"/>
                <w:b/>
                <w:szCs w:val="22"/>
              </w:rPr>
              <w:t xml:space="preserve"> des prix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FAB4911" w14:textId="77777777" w:rsidR="00B8458B" w:rsidRPr="00B8458B" w:rsidRDefault="00B8458B" w:rsidP="00B8458B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B8458B">
              <w:rPr>
                <w:rFonts w:ascii="Arial" w:hAnsi="Arial" w:cs="Arial"/>
                <w:b/>
                <w:szCs w:val="22"/>
              </w:rPr>
              <w:t>Phases Techniques</w:t>
            </w:r>
          </w:p>
        </w:tc>
        <w:tc>
          <w:tcPr>
            <w:tcW w:w="21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91EFE6B" w14:textId="77777777" w:rsidR="00B8458B" w:rsidRPr="00B8458B" w:rsidRDefault="00B8458B" w:rsidP="00B8458B">
            <w:pPr>
              <w:spacing w:after="120"/>
              <w:jc w:val="center"/>
              <w:rPr>
                <w:rFonts w:ascii="Arial" w:hAnsi="Arial" w:cs="Arial"/>
                <w:b/>
                <w:szCs w:val="22"/>
              </w:rPr>
            </w:pPr>
            <w:r w:rsidRPr="00B8458B">
              <w:rPr>
                <w:rFonts w:ascii="Arial" w:hAnsi="Arial" w:cs="Arial"/>
                <w:b/>
                <w:szCs w:val="22"/>
              </w:rPr>
              <w:t xml:space="preserve">Montant forfaitaire </w:t>
            </w:r>
          </w:p>
        </w:tc>
      </w:tr>
      <w:tr w:rsidR="00B8458B" w:rsidRPr="00B8458B" w14:paraId="370C78AE" w14:textId="77777777" w:rsidTr="00874FD9">
        <w:trPr>
          <w:trHeight w:val="525"/>
        </w:trPr>
        <w:tc>
          <w:tcPr>
            <w:tcW w:w="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628C5" w14:textId="77777777" w:rsidR="00B8458B" w:rsidRPr="00B8458B" w:rsidRDefault="00B8458B" w:rsidP="00B8458B">
            <w:pPr>
              <w:spacing w:after="120"/>
              <w:jc w:val="center"/>
              <w:rPr>
                <w:rFonts w:ascii="Arial" w:hAnsi="Arial" w:cs="Arial"/>
                <w:szCs w:val="22"/>
              </w:rPr>
            </w:pPr>
            <w:r w:rsidRPr="00B8458B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E6F711" w14:textId="08DA577A" w:rsidR="00B8458B" w:rsidRPr="00B8458B" w:rsidRDefault="00B8458B" w:rsidP="00B8458B">
            <w:pPr>
              <w:spacing w:after="120"/>
              <w:rPr>
                <w:rFonts w:ascii="Arial" w:hAnsi="Arial" w:cs="Arial"/>
                <w:szCs w:val="22"/>
              </w:rPr>
            </w:pPr>
            <w:r w:rsidRPr="00B8458B">
              <w:rPr>
                <w:rFonts w:ascii="Arial" w:hAnsi="Arial" w:cs="Arial"/>
                <w:szCs w:val="22"/>
              </w:rPr>
              <w:t>Phase projet et DCE</w:t>
            </w:r>
            <w:r w:rsidR="00C948D6">
              <w:rPr>
                <w:rFonts w:ascii="Arial" w:hAnsi="Arial" w:cs="Arial"/>
                <w:szCs w:val="22"/>
              </w:rPr>
              <w:t xml:space="preserve"> (art. 2.2.3 du CCTP)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A1176C" w14:textId="77777777" w:rsidR="00B8458B" w:rsidRPr="00B8458B" w:rsidRDefault="00B8458B" w:rsidP="00B8458B">
            <w:pPr>
              <w:spacing w:after="120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360C95" w:rsidRPr="00B8458B" w14:paraId="503A34A9" w14:textId="77777777" w:rsidTr="00874FD9">
        <w:trPr>
          <w:trHeight w:val="470"/>
        </w:trPr>
        <w:tc>
          <w:tcPr>
            <w:tcW w:w="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ACD4" w14:textId="6F2F6FE8" w:rsidR="00360C95" w:rsidRPr="00B8458B" w:rsidRDefault="00874FD9" w:rsidP="00B8458B">
            <w:pPr>
              <w:spacing w:after="12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143036" w14:textId="62E3C8B9" w:rsidR="00360C95" w:rsidRPr="00B8458B" w:rsidRDefault="00360C95" w:rsidP="00C948D6">
            <w:pPr>
              <w:spacing w:after="120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Prestations à exécuter durant la période de préparation du chantier</w:t>
            </w:r>
            <w:r w:rsidR="00C948D6">
              <w:rPr>
                <w:rFonts w:ascii="Arial" w:hAnsi="Arial" w:cs="Arial"/>
                <w:szCs w:val="22"/>
              </w:rPr>
              <w:t xml:space="preserve"> (art. 2.2.4 du CCTP)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8A5060" w14:textId="77777777" w:rsidR="00360C95" w:rsidRPr="00B8458B" w:rsidRDefault="00360C95" w:rsidP="00B8458B">
            <w:pPr>
              <w:spacing w:after="120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B8458B" w:rsidRPr="00B8458B" w14:paraId="7AED6D92" w14:textId="77777777" w:rsidTr="00874FD9">
        <w:trPr>
          <w:trHeight w:val="470"/>
        </w:trPr>
        <w:tc>
          <w:tcPr>
            <w:tcW w:w="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66DDF" w14:textId="77777777" w:rsidR="00B8458B" w:rsidRPr="00B8458B" w:rsidRDefault="00B8458B" w:rsidP="00B8458B">
            <w:pPr>
              <w:spacing w:after="120"/>
              <w:jc w:val="center"/>
              <w:rPr>
                <w:rFonts w:ascii="Arial" w:hAnsi="Arial" w:cs="Arial"/>
                <w:szCs w:val="22"/>
              </w:rPr>
            </w:pPr>
            <w:r w:rsidRPr="00B8458B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81BF92" w14:textId="3A110DE6" w:rsidR="00B8458B" w:rsidRPr="00B8458B" w:rsidRDefault="00360C95" w:rsidP="00B8458B">
            <w:pPr>
              <w:spacing w:after="120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Prestations à exécuter pendant les travaux, jusqu’à leur réception et la levée des dernières réserves</w:t>
            </w:r>
            <w:r w:rsidR="00C948D6">
              <w:rPr>
                <w:rFonts w:ascii="Arial" w:hAnsi="Arial" w:cs="Arial"/>
                <w:szCs w:val="22"/>
              </w:rPr>
              <w:t xml:space="preserve"> (art. 2.2.5 et art. 2.2.6 du CCTP)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9F4380" w14:textId="77777777" w:rsidR="00B8458B" w:rsidRPr="00B8458B" w:rsidRDefault="00B8458B" w:rsidP="00B8458B">
            <w:pPr>
              <w:spacing w:after="120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B8458B" w:rsidRPr="00B8458B" w14:paraId="273B094D" w14:textId="77777777" w:rsidTr="00874FD9">
        <w:trPr>
          <w:trHeight w:val="470"/>
        </w:trPr>
        <w:tc>
          <w:tcPr>
            <w:tcW w:w="8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19185B6" w14:textId="77777777" w:rsidR="00B8458B" w:rsidRPr="00B8458B" w:rsidRDefault="00B8458B" w:rsidP="00B8458B">
            <w:pPr>
              <w:spacing w:after="120"/>
              <w:jc w:val="center"/>
              <w:rPr>
                <w:rFonts w:ascii="Arial" w:hAnsi="Arial" w:cs="Arial"/>
                <w:szCs w:val="22"/>
              </w:rPr>
            </w:pPr>
            <w:r w:rsidRPr="00B8458B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C33A69" w14:textId="71057D95" w:rsidR="00B8458B" w:rsidRPr="00B8458B" w:rsidRDefault="000C0B2C" w:rsidP="00C948D6">
            <w:pPr>
              <w:spacing w:after="120"/>
              <w:rPr>
                <w:rFonts w:ascii="Arial" w:hAnsi="Arial" w:cs="Arial"/>
                <w:szCs w:val="22"/>
              </w:rPr>
            </w:pPr>
            <w:r w:rsidRPr="000C0B2C">
              <w:rPr>
                <w:rFonts w:ascii="Arial" w:hAnsi="Arial" w:cs="Arial"/>
                <w:szCs w:val="22"/>
              </w:rPr>
              <w:t>Prestation à exécuter pendant la GPA</w:t>
            </w:r>
            <w:r w:rsidR="00C948D6">
              <w:rPr>
                <w:rFonts w:ascii="Arial" w:hAnsi="Arial" w:cs="Arial"/>
                <w:szCs w:val="22"/>
              </w:rPr>
              <w:t xml:space="preserve"> (art. 2.2.7 du CCTP)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A496D3" w14:textId="77777777" w:rsidR="00B8458B" w:rsidRPr="00B8458B" w:rsidRDefault="00B8458B" w:rsidP="00B8458B">
            <w:pPr>
              <w:spacing w:after="120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B8458B" w:rsidRPr="00B8458B" w14:paraId="3F17672F" w14:textId="77777777" w:rsidTr="00874FD9">
        <w:trPr>
          <w:trHeight w:val="470"/>
        </w:trPr>
        <w:tc>
          <w:tcPr>
            <w:tcW w:w="875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EE090FD" w14:textId="77777777" w:rsidR="00B8458B" w:rsidRPr="00B8458B" w:rsidRDefault="00B8458B" w:rsidP="00B8458B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26EE5D" w14:textId="77777777" w:rsidR="00B8458B" w:rsidRPr="00B8458B" w:rsidRDefault="00B8458B" w:rsidP="00B8458B">
            <w:pPr>
              <w:spacing w:after="120"/>
              <w:jc w:val="right"/>
              <w:rPr>
                <w:rFonts w:ascii="Arial" w:hAnsi="Arial" w:cs="Arial"/>
                <w:szCs w:val="22"/>
              </w:rPr>
            </w:pPr>
            <w:r w:rsidRPr="00B8458B">
              <w:rPr>
                <w:rFonts w:ascii="Arial" w:hAnsi="Arial" w:cs="Arial"/>
                <w:b/>
                <w:szCs w:val="22"/>
              </w:rPr>
              <w:t xml:space="preserve">Montant total en € HT </w:t>
            </w:r>
          </w:p>
        </w:tc>
        <w:tc>
          <w:tcPr>
            <w:tcW w:w="2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931EF4" w14:textId="77777777" w:rsidR="00B8458B" w:rsidRPr="00B8458B" w:rsidRDefault="00B8458B" w:rsidP="00B8458B">
            <w:pPr>
              <w:spacing w:after="120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B8458B" w:rsidRPr="00B8458B" w14:paraId="379BC912" w14:textId="77777777" w:rsidTr="00874FD9">
        <w:trPr>
          <w:trHeight w:val="470"/>
        </w:trPr>
        <w:tc>
          <w:tcPr>
            <w:tcW w:w="875" w:type="dxa"/>
            <w:vMerge/>
            <w:tcBorders>
              <w:top w:val="single" w:sz="6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FDE4951" w14:textId="77777777" w:rsidR="00B8458B" w:rsidRPr="00B8458B" w:rsidRDefault="00B8458B" w:rsidP="00B8458B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AFA110" w14:textId="77777777" w:rsidR="00B8458B" w:rsidRPr="00B8458B" w:rsidRDefault="00B8458B" w:rsidP="00B8458B">
            <w:pPr>
              <w:spacing w:after="120"/>
              <w:jc w:val="right"/>
              <w:rPr>
                <w:rFonts w:ascii="Arial" w:hAnsi="Arial" w:cs="Arial"/>
                <w:szCs w:val="22"/>
              </w:rPr>
            </w:pPr>
            <w:r w:rsidRPr="00B8458B">
              <w:rPr>
                <w:rFonts w:ascii="Arial" w:hAnsi="Arial" w:cs="Arial"/>
                <w:b/>
                <w:szCs w:val="22"/>
              </w:rPr>
              <w:t>Montant TVA</w:t>
            </w:r>
          </w:p>
        </w:tc>
        <w:tc>
          <w:tcPr>
            <w:tcW w:w="2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C2A760" w14:textId="77777777" w:rsidR="00B8458B" w:rsidRPr="00B8458B" w:rsidRDefault="00B8458B" w:rsidP="00B8458B">
            <w:pPr>
              <w:spacing w:after="120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B8458B" w:rsidRPr="00B8458B" w14:paraId="243F062F" w14:textId="77777777" w:rsidTr="00874FD9">
        <w:trPr>
          <w:trHeight w:val="470"/>
        </w:trPr>
        <w:tc>
          <w:tcPr>
            <w:tcW w:w="875" w:type="dxa"/>
            <w:vMerge/>
            <w:tcBorders>
              <w:top w:val="single" w:sz="6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E7D7E0B" w14:textId="77777777" w:rsidR="00B8458B" w:rsidRPr="00B8458B" w:rsidRDefault="00B8458B" w:rsidP="00B8458B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596946" w14:textId="77777777" w:rsidR="00B8458B" w:rsidRPr="00B8458B" w:rsidRDefault="00B8458B" w:rsidP="00B8458B">
            <w:pPr>
              <w:spacing w:after="120"/>
              <w:jc w:val="right"/>
              <w:rPr>
                <w:rFonts w:ascii="Arial" w:hAnsi="Arial" w:cs="Arial"/>
                <w:b/>
                <w:szCs w:val="22"/>
              </w:rPr>
            </w:pPr>
            <w:r w:rsidRPr="00B8458B">
              <w:rPr>
                <w:rFonts w:ascii="Arial" w:hAnsi="Arial" w:cs="Arial"/>
                <w:b/>
                <w:szCs w:val="22"/>
              </w:rPr>
              <w:t xml:space="preserve">Montant total en € TTC </w:t>
            </w:r>
          </w:p>
        </w:tc>
        <w:tc>
          <w:tcPr>
            <w:tcW w:w="2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28973F" w14:textId="77777777" w:rsidR="00B8458B" w:rsidRPr="00B8458B" w:rsidRDefault="00B8458B" w:rsidP="00B8458B">
            <w:pPr>
              <w:spacing w:after="120"/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20DCF8B1" w14:textId="77777777" w:rsidR="00B8458B" w:rsidRPr="00B8458B" w:rsidRDefault="00B8458B" w:rsidP="00B8458B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p w14:paraId="583D59F1" w14:textId="45FD7D41" w:rsidR="006E0C68" w:rsidRDefault="006E0C68" w:rsidP="00B8458B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p w14:paraId="44B062DE" w14:textId="77326E25" w:rsidR="00B8458B" w:rsidRDefault="00B8458B" w:rsidP="00B8458B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p w14:paraId="64B8858A" w14:textId="187F8F8C" w:rsidR="006E0C68" w:rsidRDefault="006E0C68" w:rsidP="00B8458B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p w14:paraId="70B2A60E" w14:textId="3EFBFFBE" w:rsidR="006E0C68" w:rsidRDefault="006E0C68" w:rsidP="00B8458B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p w14:paraId="648EE8E6" w14:textId="224C71B4" w:rsidR="006E0C68" w:rsidRDefault="006E0C68" w:rsidP="00B8458B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p w14:paraId="69B2D703" w14:textId="77777777" w:rsidR="006E0C68" w:rsidRPr="00B8458B" w:rsidRDefault="006E0C68" w:rsidP="00B8458B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p w14:paraId="3DCDC334" w14:textId="77777777" w:rsidR="00B8458B" w:rsidRPr="00B8458B" w:rsidRDefault="00B8458B" w:rsidP="00B8458B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p w14:paraId="19C67297" w14:textId="77777777" w:rsidR="00B8458B" w:rsidRPr="00B8458B" w:rsidRDefault="00B8458B" w:rsidP="00B845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472C4" w:themeFill="accent5"/>
        <w:spacing w:before="240" w:after="60"/>
        <w:jc w:val="center"/>
        <w:outlineLvl w:val="0"/>
        <w:rPr>
          <w:rFonts w:ascii="Cambria" w:hAnsi="Cambria" w:cs="Arial"/>
          <w:bCs/>
          <w:color w:val="FFFFFF" w:themeColor="background1"/>
          <w:kern w:val="28"/>
          <w:szCs w:val="22"/>
          <w:lang w:eastAsia="en-US"/>
        </w:rPr>
      </w:pPr>
      <w:r w:rsidRPr="00B8458B">
        <w:rPr>
          <w:rFonts w:ascii="Arial" w:hAnsi="Arial" w:cs="Arial"/>
          <w:b/>
          <w:color w:val="FFFFFF" w:themeColor="background1"/>
          <w:kern w:val="28"/>
          <w:szCs w:val="22"/>
          <w:lang w:eastAsia="en-US"/>
        </w:rPr>
        <w:t>Annexe 3</w:t>
      </w:r>
    </w:p>
    <w:p w14:paraId="6D26D661" w14:textId="77777777" w:rsidR="00B8458B" w:rsidRPr="00B8458B" w:rsidRDefault="00B8458B" w:rsidP="00B845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472C4" w:themeFill="accent5"/>
        <w:jc w:val="center"/>
        <w:outlineLvl w:val="0"/>
        <w:rPr>
          <w:rFonts w:ascii="Cambria" w:hAnsi="Cambria" w:cs="Arial"/>
          <w:bCs/>
          <w:color w:val="FFFFFF" w:themeColor="background1"/>
          <w:kern w:val="28"/>
          <w:szCs w:val="22"/>
          <w:lang w:eastAsia="en-US"/>
        </w:rPr>
      </w:pPr>
      <w:r w:rsidRPr="00B8458B">
        <w:rPr>
          <w:rFonts w:ascii="Arial" w:hAnsi="Arial" w:cs="Arial"/>
          <w:b/>
          <w:color w:val="FFFFFF" w:themeColor="background1"/>
          <w:kern w:val="28"/>
          <w:szCs w:val="22"/>
          <w:lang w:eastAsia="en-US"/>
        </w:rPr>
        <w:t>Responsables physiques de la mission</w:t>
      </w:r>
    </w:p>
    <w:p w14:paraId="05FB4B0B" w14:textId="77777777" w:rsidR="00B8458B" w:rsidRPr="00B8458B" w:rsidRDefault="00B8458B" w:rsidP="00B8458B">
      <w:pPr>
        <w:jc w:val="both"/>
        <w:rPr>
          <w:rFonts w:ascii="Arial" w:hAnsi="Arial" w:cs="Arial"/>
          <w:sz w:val="20"/>
        </w:rPr>
      </w:pPr>
    </w:p>
    <w:p w14:paraId="3B63CC38" w14:textId="77777777" w:rsidR="00B8458B" w:rsidRPr="00B8458B" w:rsidRDefault="00B8458B" w:rsidP="00B8458B">
      <w:pPr>
        <w:jc w:val="both"/>
        <w:rPr>
          <w:rFonts w:ascii="Arial" w:hAnsi="Arial" w:cs="Arial"/>
          <w:sz w:val="20"/>
        </w:rPr>
      </w:pPr>
      <w:r w:rsidRPr="00B8458B">
        <w:rPr>
          <w:rFonts w:ascii="Arial" w:hAnsi="Arial" w:cs="Arial"/>
          <w:sz w:val="20"/>
        </w:rPr>
        <w:t>Le(s) responsable(s) physique(s) de la mission, seule(s) personne(s) qualifiée(s) agréée(s) pour participer aux réunions de conception, pénétrer sur le lieu d’exécution des prestations, signer les avis et rapports, est (sont) définis ci-après.</w:t>
      </w:r>
    </w:p>
    <w:p w14:paraId="7E9E5C6D" w14:textId="77777777" w:rsidR="00B8458B" w:rsidRPr="00B8458B" w:rsidRDefault="00B8458B" w:rsidP="00B8458B">
      <w:pPr>
        <w:jc w:val="both"/>
        <w:rPr>
          <w:rFonts w:ascii="Arial" w:hAnsi="Arial" w:cs="Arial"/>
          <w:sz w:val="20"/>
        </w:rPr>
      </w:pPr>
    </w:p>
    <w:p w14:paraId="1C4CCADE" w14:textId="77777777" w:rsidR="00B8458B" w:rsidRPr="00B8458B" w:rsidRDefault="00B8458B" w:rsidP="00B8458B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3"/>
        <w:gridCol w:w="2265"/>
        <w:gridCol w:w="1924"/>
        <w:gridCol w:w="2858"/>
      </w:tblGrid>
      <w:tr w:rsidR="00B8458B" w:rsidRPr="00B8458B" w14:paraId="735EC1D8" w14:textId="77777777" w:rsidTr="000560D4">
        <w:tc>
          <w:tcPr>
            <w:tcW w:w="2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90F777F" w14:textId="77777777" w:rsidR="00B8458B" w:rsidRPr="00B8458B" w:rsidRDefault="00B8458B" w:rsidP="00B8458B">
            <w:pPr>
              <w:jc w:val="center"/>
              <w:rPr>
                <w:rFonts w:ascii="Arial" w:hAnsi="Arial" w:cs="Arial"/>
                <w:sz w:val="20"/>
              </w:rPr>
            </w:pPr>
            <w:r w:rsidRPr="00B8458B">
              <w:rPr>
                <w:rFonts w:ascii="Arial" w:hAnsi="Arial" w:cs="Arial"/>
                <w:sz w:val="20"/>
              </w:rPr>
              <w:t>Nom</w:t>
            </w:r>
          </w:p>
        </w:tc>
        <w:tc>
          <w:tcPr>
            <w:tcW w:w="22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1681C99" w14:textId="77777777" w:rsidR="00B8458B" w:rsidRPr="00B8458B" w:rsidRDefault="00B8458B" w:rsidP="00B8458B">
            <w:pPr>
              <w:jc w:val="center"/>
              <w:rPr>
                <w:rFonts w:ascii="Arial" w:hAnsi="Arial" w:cs="Arial"/>
                <w:sz w:val="20"/>
              </w:rPr>
            </w:pPr>
            <w:r w:rsidRPr="00B8458B">
              <w:rPr>
                <w:rFonts w:ascii="Arial" w:hAnsi="Arial" w:cs="Arial"/>
                <w:sz w:val="20"/>
              </w:rPr>
              <w:t>Niveau de qualification</w:t>
            </w:r>
          </w:p>
          <w:p w14:paraId="421E1524" w14:textId="77777777" w:rsidR="00B8458B" w:rsidRPr="00B8458B" w:rsidRDefault="00B8458B" w:rsidP="00B8458B">
            <w:pPr>
              <w:jc w:val="center"/>
              <w:rPr>
                <w:rFonts w:ascii="Arial" w:hAnsi="Arial" w:cs="Arial"/>
                <w:sz w:val="20"/>
              </w:rPr>
            </w:pPr>
            <w:r w:rsidRPr="00B8458B">
              <w:rPr>
                <w:rFonts w:ascii="Arial" w:hAnsi="Arial" w:cs="Arial"/>
                <w:sz w:val="20"/>
              </w:rPr>
              <w:t>Diplôme</w:t>
            </w:r>
          </w:p>
        </w:tc>
        <w:tc>
          <w:tcPr>
            <w:tcW w:w="19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71DCDCA" w14:textId="77777777" w:rsidR="00B8458B" w:rsidRPr="00B8458B" w:rsidRDefault="00B8458B" w:rsidP="00B8458B">
            <w:pPr>
              <w:jc w:val="center"/>
              <w:rPr>
                <w:rFonts w:ascii="Arial" w:hAnsi="Arial" w:cs="Arial"/>
                <w:sz w:val="20"/>
              </w:rPr>
            </w:pPr>
            <w:r w:rsidRPr="00B8458B">
              <w:rPr>
                <w:rFonts w:ascii="Arial" w:hAnsi="Arial" w:cs="Arial"/>
                <w:sz w:val="20"/>
              </w:rPr>
              <w:t>Titulaire / Suppléant</w:t>
            </w:r>
          </w:p>
        </w:tc>
        <w:tc>
          <w:tcPr>
            <w:tcW w:w="28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6C6B56" w14:textId="0F455708" w:rsidR="00B8458B" w:rsidRPr="00B8458B" w:rsidRDefault="00B8458B" w:rsidP="006E0C68">
            <w:pPr>
              <w:jc w:val="center"/>
              <w:rPr>
                <w:rFonts w:ascii="Arial" w:hAnsi="Arial" w:cs="Arial"/>
                <w:sz w:val="20"/>
              </w:rPr>
            </w:pPr>
            <w:r w:rsidRPr="00B8458B">
              <w:rPr>
                <w:rFonts w:ascii="Arial" w:hAnsi="Arial" w:cs="Arial"/>
                <w:sz w:val="20"/>
              </w:rPr>
              <w:t>Mission / P</w:t>
            </w:r>
            <w:r w:rsidR="006E0C68">
              <w:rPr>
                <w:rFonts w:ascii="Arial" w:hAnsi="Arial" w:cs="Arial"/>
                <w:sz w:val="20"/>
              </w:rPr>
              <w:t>hase</w:t>
            </w:r>
            <w:r w:rsidRPr="00B8458B">
              <w:rPr>
                <w:rFonts w:ascii="Arial" w:hAnsi="Arial" w:cs="Arial"/>
                <w:sz w:val="20"/>
              </w:rPr>
              <w:t xml:space="preserve"> technique</w:t>
            </w:r>
          </w:p>
        </w:tc>
      </w:tr>
      <w:tr w:rsidR="00B8458B" w:rsidRPr="00B8458B" w14:paraId="41ABBE6B" w14:textId="77777777" w:rsidTr="000560D4">
        <w:tc>
          <w:tcPr>
            <w:tcW w:w="24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3F6233" w14:textId="77777777" w:rsidR="00B8458B" w:rsidRPr="00B8458B" w:rsidRDefault="00B8458B" w:rsidP="00B8458B">
            <w:pPr>
              <w:jc w:val="both"/>
              <w:rPr>
                <w:rFonts w:ascii="Arial" w:hAnsi="Arial" w:cs="Arial"/>
                <w:sz w:val="20"/>
              </w:rPr>
            </w:pPr>
          </w:p>
          <w:p w14:paraId="3BA6F334" w14:textId="77777777" w:rsidR="00B8458B" w:rsidRPr="00B8458B" w:rsidRDefault="00B8458B" w:rsidP="00B8458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DFF8" w14:textId="77777777" w:rsidR="00B8458B" w:rsidRPr="00B8458B" w:rsidRDefault="00B8458B" w:rsidP="00B8458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EAE8" w14:textId="77777777" w:rsidR="00B8458B" w:rsidRPr="00B8458B" w:rsidRDefault="00B8458B" w:rsidP="00B8458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8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18C0DE" w14:textId="77777777" w:rsidR="00B8458B" w:rsidRPr="00B8458B" w:rsidRDefault="00B8458B" w:rsidP="00B8458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8458B" w:rsidRPr="00B8458B" w14:paraId="29ED608D" w14:textId="77777777" w:rsidTr="000560D4">
        <w:tc>
          <w:tcPr>
            <w:tcW w:w="24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B4EA6E" w14:textId="77777777" w:rsidR="00B8458B" w:rsidRPr="00B8458B" w:rsidRDefault="00B8458B" w:rsidP="00B8458B">
            <w:pPr>
              <w:jc w:val="both"/>
              <w:rPr>
                <w:rFonts w:ascii="Arial" w:hAnsi="Arial" w:cs="Arial"/>
                <w:sz w:val="20"/>
              </w:rPr>
            </w:pPr>
          </w:p>
          <w:p w14:paraId="5B927CD0" w14:textId="77777777" w:rsidR="00B8458B" w:rsidRPr="00B8458B" w:rsidRDefault="00B8458B" w:rsidP="00B8458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2556" w14:textId="77777777" w:rsidR="00B8458B" w:rsidRPr="00B8458B" w:rsidRDefault="00B8458B" w:rsidP="00B8458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0BB1" w14:textId="77777777" w:rsidR="00B8458B" w:rsidRPr="00B8458B" w:rsidRDefault="00B8458B" w:rsidP="00B8458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2148A9" w14:textId="77777777" w:rsidR="00B8458B" w:rsidRPr="00B8458B" w:rsidRDefault="00B8458B" w:rsidP="00B8458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8458B" w:rsidRPr="00B8458B" w14:paraId="4AAA726D" w14:textId="77777777" w:rsidTr="000560D4">
        <w:tc>
          <w:tcPr>
            <w:tcW w:w="24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9DBCF2" w14:textId="77777777" w:rsidR="00B8458B" w:rsidRPr="00B8458B" w:rsidRDefault="00B8458B" w:rsidP="00B8458B">
            <w:pPr>
              <w:jc w:val="both"/>
              <w:rPr>
                <w:rFonts w:ascii="Arial" w:hAnsi="Arial" w:cs="Arial"/>
                <w:sz w:val="20"/>
              </w:rPr>
            </w:pPr>
          </w:p>
          <w:p w14:paraId="48663A79" w14:textId="77777777" w:rsidR="00B8458B" w:rsidRPr="00B8458B" w:rsidRDefault="00B8458B" w:rsidP="00B8458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1465" w14:textId="77777777" w:rsidR="00B8458B" w:rsidRPr="00B8458B" w:rsidRDefault="00B8458B" w:rsidP="00B8458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1167" w14:textId="77777777" w:rsidR="00B8458B" w:rsidRPr="00B8458B" w:rsidRDefault="00B8458B" w:rsidP="00B8458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C5646C" w14:textId="77777777" w:rsidR="00B8458B" w:rsidRPr="00B8458B" w:rsidRDefault="00B8458B" w:rsidP="00B8458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8458B" w:rsidRPr="00B8458B" w14:paraId="670E7B32" w14:textId="77777777" w:rsidTr="000560D4">
        <w:tc>
          <w:tcPr>
            <w:tcW w:w="24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7F4AEB8" w14:textId="77777777" w:rsidR="00B8458B" w:rsidRPr="00B8458B" w:rsidRDefault="00B8458B" w:rsidP="00B8458B">
            <w:pPr>
              <w:jc w:val="both"/>
              <w:rPr>
                <w:rFonts w:ascii="Arial" w:hAnsi="Arial" w:cs="Arial"/>
                <w:sz w:val="20"/>
              </w:rPr>
            </w:pPr>
          </w:p>
          <w:p w14:paraId="50DF8AA1" w14:textId="77777777" w:rsidR="00B8458B" w:rsidRPr="00B8458B" w:rsidRDefault="00B8458B" w:rsidP="00B8458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2EC3" w14:textId="77777777" w:rsidR="00B8458B" w:rsidRPr="00B8458B" w:rsidRDefault="00B8458B" w:rsidP="00B8458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B45F" w14:textId="77777777" w:rsidR="00B8458B" w:rsidRPr="00B8458B" w:rsidRDefault="00B8458B" w:rsidP="00B8458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308FEE" w14:textId="77777777" w:rsidR="00B8458B" w:rsidRPr="00B8458B" w:rsidRDefault="00B8458B" w:rsidP="00B8458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1990FEC" w14:textId="77777777" w:rsidR="00B8458B" w:rsidRPr="00B8458B" w:rsidRDefault="00B8458B" w:rsidP="00B8458B">
      <w:pPr>
        <w:jc w:val="both"/>
        <w:rPr>
          <w:rFonts w:ascii="Arial" w:hAnsi="Arial" w:cs="Arial"/>
          <w:sz w:val="20"/>
        </w:rPr>
      </w:pPr>
    </w:p>
    <w:p w14:paraId="580493A5" w14:textId="77777777" w:rsidR="00B8458B" w:rsidRPr="00B8458B" w:rsidRDefault="00B8458B" w:rsidP="00B8458B">
      <w:pPr>
        <w:jc w:val="both"/>
        <w:rPr>
          <w:rFonts w:ascii="Arial" w:hAnsi="Arial" w:cs="Arial"/>
          <w:sz w:val="20"/>
        </w:rPr>
      </w:pPr>
    </w:p>
    <w:p w14:paraId="42A102A6" w14:textId="77777777" w:rsidR="00B8458B" w:rsidRPr="00B8458B" w:rsidRDefault="00B8458B" w:rsidP="00B8458B">
      <w:pPr>
        <w:jc w:val="both"/>
        <w:rPr>
          <w:rFonts w:ascii="Arial" w:hAnsi="Arial" w:cs="Arial"/>
          <w:sz w:val="20"/>
        </w:rPr>
      </w:pPr>
      <w:r w:rsidRPr="00B8458B">
        <w:rPr>
          <w:rFonts w:ascii="Arial" w:hAnsi="Arial" w:cs="Arial"/>
          <w:sz w:val="20"/>
        </w:rPr>
        <w:t>La bonne exécution des prestations dépendant essentiellement de la (des) personne(s) nommément désignée(s) pour en assurer la conduite, le changement de responsable physique en cours d’exécution du contrat est soumis à l’agrément préalable du représentant du pouvoir adjudicateur dans les conditions prévues à l’article 5 du CCAG-PI.</w:t>
      </w:r>
    </w:p>
    <w:p w14:paraId="35EF6EC0" w14:textId="77777777" w:rsidR="00B8458B" w:rsidRPr="00B8458B" w:rsidRDefault="00B8458B" w:rsidP="00B8458B">
      <w:pPr>
        <w:jc w:val="both"/>
        <w:rPr>
          <w:rFonts w:ascii="Arial" w:hAnsi="Arial" w:cs="Arial"/>
          <w:sz w:val="20"/>
        </w:rPr>
      </w:pPr>
    </w:p>
    <w:p w14:paraId="3D788A6D" w14:textId="77777777" w:rsidR="00B8458B" w:rsidRPr="00B8458B" w:rsidRDefault="00B8458B" w:rsidP="00B8458B">
      <w:pPr>
        <w:jc w:val="both"/>
        <w:rPr>
          <w:rFonts w:ascii="Arial" w:hAnsi="Arial" w:cs="Arial"/>
          <w:sz w:val="20"/>
        </w:rPr>
      </w:pPr>
      <w:r w:rsidRPr="00B8458B">
        <w:rPr>
          <w:rFonts w:ascii="Arial" w:hAnsi="Arial" w:cs="Arial"/>
          <w:sz w:val="20"/>
        </w:rPr>
        <w:t>A ce titre, obligation est faite de désigner au moins un suppléant et de faire figurer son nom dans le tableau ci-dessus.</w:t>
      </w:r>
    </w:p>
    <w:p w14:paraId="546346CC" w14:textId="77777777" w:rsidR="00B8458B" w:rsidRPr="00B8458B" w:rsidRDefault="00B8458B" w:rsidP="00B8458B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p w14:paraId="4121718B" w14:textId="77777777" w:rsidR="00B8458B" w:rsidRPr="003B51DD" w:rsidRDefault="00B8458B" w:rsidP="00B8458B">
      <w:pPr>
        <w:rPr>
          <w:rFonts w:ascii="Arial" w:eastAsia="Arial" w:hAnsi="Arial" w:cs="Arial"/>
          <w:color w:val="000000"/>
          <w:sz w:val="18"/>
          <w:szCs w:val="22"/>
        </w:rPr>
      </w:pPr>
    </w:p>
    <w:sectPr w:rsidR="00B8458B" w:rsidRPr="003B51DD" w:rsidSect="008A6176">
      <w:footerReference w:type="default" r:id="rId16"/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5A3337" w14:textId="77777777" w:rsidR="001401CE" w:rsidRDefault="001401CE">
      <w:r>
        <w:separator/>
      </w:r>
    </w:p>
  </w:endnote>
  <w:endnote w:type="continuationSeparator" w:id="0">
    <w:p w14:paraId="72E704E9" w14:textId="77777777" w:rsidR="001401CE" w:rsidRDefault="00140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D5D60" w14:textId="3EDD16FF" w:rsidR="00444996" w:rsidRPr="00BD41C6" w:rsidRDefault="00444996">
    <w:pPr>
      <w:pStyle w:val="Pieddepage"/>
      <w:jc w:val="right"/>
      <w:rPr>
        <w:sz w:val="22"/>
      </w:rPr>
    </w:pPr>
    <w:r w:rsidRPr="00BD41C6">
      <w:rPr>
        <w:sz w:val="22"/>
      </w:rPr>
      <w:fldChar w:fldCharType="begin"/>
    </w:r>
    <w:r w:rsidRPr="00BD41C6">
      <w:rPr>
        <w:sz w:val="22"/>
      </w:rPr>
      <w:instrText>PAGE   \* MERGEFORMAT</w:instrText>
    </w:r>
    <w:r w:rsidRPr="00BD41C6">
      <w:rPr>
        <w:sz w:val="22"/>
      </w:rPr>
      <w:fldChar w:fldCharType="separate"/>
    </w:r>
    <w:r w:rsidR="00F54E60">
      <w:rPr>
        <w:noProof/>
        <w:sz w:val="22"/>
      </w:rPr>
      <w:t>8</w:t>
    </w:r>
    <w:r w:rsidRPr="00BD41C6">
      <w:rPr>
        <w:sz w:val="22"/>
      </w:rPr>
      <w:fldChar w:fldCharType="end"/>
    </w:r>
    <w:r w:rsidRPr="00BD41C6">
      <w:rPr>
        <w:sz w:val="22"/>
      </w:rPr>
      <w:t>/</w:t>
    </w:r>
    <w:r w:rsidRPr="00BD41C6">
      <w:rPr>
        <w:sz w:val="22"/>
      </w:rPr>
      <w:fldChar w:fldCharType="begin"/>
    </w:r>
    <w:r w:rsidRPr="00BD41C6">
      <w:rPr>
        <w:sz w:val="22"/>
      </w:rPr>
      <w:instrText xml:space="preserve"> NUMPAGES  \* Arabic  \* MERGEFORMAT </w:instrText>
    </w:r>
    <w:r w:rsidRPr="00BD41C6">
      <w:rPr>
        <w:sz w:val="22"/>
      </w:rPr>
      <w:fldChar w:fldCharType="separate"/>
    </w:r>
    <w:r w:rsidR="00F54E60">
      <w:rPr>
        <w:noProof/>
        <w:sz w:val="22"/>
      </w:rPr>
      <w:t>8</w:t>
    </w:r>
    <w:r w:rsidRPr="00BD41C6">
      <w:rPr>
        <w:noProof/>
        <w:sz w:val="22"/>
      </w:rPr>
      <w:fldChar w:fldCharType="end"/>
    </w:r>
  </w:p>
  <w:p w14:paraId="77940DCE" w14:textId="1D11E410" w:rsidR="00444996" w:rsidRPr="00BD41C6" w:rsidRDefault="00444996">
    <w:pPr>
      <w:pStyle w:val="Pieddepage"/>
      <w:rPr>
        <w:sz w:val="16"/>
      </w:rPr>
    </w:pPr>
    <w:r>
      <w:rPr>
        <w:sz w:val="16"/>
      </w:rPr>
      <w:t xml:space="preserve">AE - </w:t>
    </w:r>
    <w:r w:rsidR="00B011D9">
      <w:rPr>
        <w:sz w:val="16"/>
      </w:rPr>
      <w:t>8760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A38D3" w14:textId="77777777" w:rsidR="001401CE" w:rsidRDefault="001401CE">
      <w:r>
        <w:separator/>
      </w:r>
    </w:p>
  </w:footnote>
  <w:footnote w:type="continuationSeparator" w:id="0">
    <w:p w14:paraId="3FA0F4E3" w14:textId="77777777" w:rsidR="001401CE" w:rsidRDefault="001401CE">
      <w:r>
        <w:continuationSeparator/>
      </w:r>
    </w:p>
  </w:footnote>
  <w:footnote w:id="1">
    <w:p w14:paraId="370F4AF3" w14:textId="77777777" w:rsidR="00444996" w:rsidRDefault="00444996" w:rsidP="008C4DF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4E327AE1" w14:textId="60BB2D9C" w:rsidR="00444996" w:rsidRDefault="00444996" w:rsidP="008C4DF0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10D03E09"/>
    <w:multiLevelType w:val="multilevel"/>
    <w:tmpl w:val="14C8BE08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6867D24"/>
    <w:multiLevelType w:val="hybridMultilevel"/>
    <w:tmpl w:val="43FA58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5F52"/>
    <w:rsid w:val="0000610D"/>
    <w:rsid w:val="00006FED"/>
    <w:rsid w:val="00007B0F"/>
    <w:rsid w:val="00010FC1"/>
    <w:rsid w:val="00013E78"/>
    <w:rsid w:val="00014167"/>
    <w:rsid w:val="00015496"/>
    <w:rsid w:val="000155F4"/>
    <w:rsid w:val="00024D2F"/>
    <w:rsid w:val="00025D39"/>
    <w:rsid w:val="00025EE8"/>
    <w:rsid w:val="0003318B"/>
    <w:rsid w:val="000338CF"/>
    <w:rsid w:val="00034ACE"/>
    <w:rsid w:val="00037D5D"/>
    <w:rsid w:val="00046F4D"/>
    <w:rsid w:val="00053911"/>
    <w:rsid w:val="00054B1E"/>
    <w:rsid w:val="00054C0E"/>
    <w:rsid w:val="00060340"/>
    <w:rsid w:val="0006072C"/>
    <w:rsid w:val="000608D6"/>
    <w:rsid w:val="00062A2A"/>
    <w:rsid w:val="00065F56"/>
    <w:rsid w:val="000718A9"/>
    <w:rsid w:val="000720D2"/>
    <w:rsid w:val="0007263D"/>
    <w:rsid w:val="0007299D"/>
    <w:rsid w:val="00074744"/>
    <w:rsid w:val="00075025"/>
    <w:rsid w:val="0008263B"/>
    <w:rsid w:val="00082670"/>
    <w:rsid w:val="00091052"/>
    <w:rsid w:val="000937E5"/>
    <w:rsid w:val="00094D2B"/>
    <w:rsid w:val="00095853"/>
    <w:rsid w:val="000A2BFF"/>
    <w:rsid w:val="000A4E43"/>
    <w:rsid w:val="000A5167"/>
    <w:rsid w:val="000A6A3F"/>
    <w:rsid w:val="000B1E08"/>
    <w:rsid w:val="000B3232"/>
    <w:rsid w:val="000B4CA3"/>
    <w:rsid w:val="000B4F07"/>
    <w:rsid w:val="000C09C2"/>
    <w:rsid w:val="000C0B2C"/>
    <w:rsid w:val="000C0E12"/>
    <w:rsid w:val="000D1B3A"/>
    <w:rsid w:val="000D2A02"/>
    <w:rsid w:val="000D64EA"/>
    <w:rsid w:val="000D7743"/>
    <w:rsid w:val="000E09F6"/>
    <w:rsid w:val="000E6F4B"/>
    <w:rsid w:val="000E7D3D"/>
    <w:rsid w:val="000F7F95"/>
    <w:rsid w:val="000F7FA0"/>
    <w:rsid w:val="00103774"/>
    <w:rsid w:val="00111637"/>
    <w:rsid w:val="00111D78"/>
    <w:rsid w:val="001140F1"/>
    <w:rsid w:val="001147BB"/>
    <w:rsid w:val="001154AF"/>
    <w:rsid w:val="00120B4C"/>
    <w:rsid w:val="00122E39"/>
    <w:rsid w:val="001239ED"/>
    <w:rsid w:val="00124AD1"/>
    <w:rsid w:val="00127D81"/>
    <w:rsid w:val="00130F31"/>
    <w:rsid w:val="00132F76"/>
    <w:rsid w:val="001345A5"/>
    <w:rsid w:val="001345ED"/>
    <w:rsid w:val="00134928"/>
    <w:rsid w:val="001401CE"/>
    <w:rsid w:val="00143082"/>
    <w:rsid w:val="001453D7"/>
    <w:rsid w:val="001550EB"/>
    <w:rsid w:val="00164E38"/>
    <w:rsid w:val="00187118"/>
    <w:rsid w:val="00190289"/>
    <w:rsid w:val="001935A5"/>
    <w:rsid w:val="001956CA"/>
    <w:rsid w:val="001A786A"/>
    <w:rsid w:val="001B15E2"/>
    <w:rsid w:val="001B1C00"/>
    <w:rsid w:val="001B7A6A"/>
    <w:rsid w:val="001C0D19"/>
    <w:rsid w:val="001C1C68"/>
    <w:rsid w:val="001D7957"/>
    <w:rsid w:val="001D7C9A"/>
    <w:rsid w:val="001E6F37"/>
    <w:rsid w:val="001F0553"/>
    <w:rsid w:val="001F4491"/>
    <w:rsid w:val="001F4989"/>
    <w:rsid w:val="00203B40"/>
    <w:rsid w:val="002175FF"/>
    <w:rsid w:val="0022648E"/>
    <w:rsid w:val="00227F04"/>
    <w:rsid w:val="00234085"/>
    <w:rsid w:val="00240572"/>
    <w:rsid w:val="00241AC9"/>
    <w:rsid w:val="00243BDD"/>
    <w:rsid w:val="002471DA"/>
    <w:rsid w:val="00247C6F"/>
    <w:rsid w:val="002524DF"/>
    <w:rsid w:val="002544A6"/>
    <w:rsid w:val="00260039"/>
    <w:rsid w:val="00266819"/>
    <w:rsid w:val="002677CC"/>
    <w:rsid w:val="00271588"/>
    <w:rsid w:val="00271598"/>
    <w:rsid w:val="002718D6"/>
    <w:rsid w:val="00271D7A"/>
    <w:rsid w:val="00272B52"/>
    <w:rsid w:val="00275253"/>
    <w:rsid w:val="00277361"/>
    <w:rsid w:val="00277C26"/>
    <w:rsid w:val="00280A83"/>
    <w:rsid w:val="00285985"/>
    <w:rsid w:val="00286AB9"/>
    <w:rsid w:val="0028705E"/>
    <w:rsid w:val="002900A4"/>
    <w:rsid w:val="002915E3"/>
    <w:rsid w:val="002926B8"/>
    <w:rsid w:val="00292EF8"/>
    <w:rsid w:val="00294DE4"/>
    <w:rsid w:val="00295DC0"/>
    <w:rsid w:val="002970B5"/>
    <w:rsid w:val="002A25EB"/>
    <w:rsid w:val="002A2D77"/>
    <w:rsid w:val="002A3999"/>
    <w:rsid w:val="002B04C3"/>
    <w:rsid w:val="002B24A3"/>
    <w:rsid w:val="002B3C57"/>
    <w:rsid w:val="002B7796"/>
    <w:rsid w:val="002C1147"/>
    <w:rsid w:val="002C54AE"/>
    <w:rsid w:val="002D18C4"/>
    <w:rsid w:val="002D4F5D"/>
    <w:rsid w:val="002D6437"/>
    <w:rsid w:val="002D678F"/>
    <w:rsid w:val="002E503A"/>
    <w:rsid w:val="002E6739"/>
    <w:rsid w:val="002F2CF6"/>
    <w:rsid w:val="002F43E6"/>
    <w:rsid w:val="002F6D21"/>
    <w:rsid w:val="00311326"/>
    <w:rsid w:val="00320350"/>
    <w:rsid w:val="003205B3"/>
    <w:rsid w:val="00322C78"/>
    <w:rsid w:val="003232B3"/>
    <w:rsid w:val="00325098"/>
    <w:rsid w:val="003267F1"/>
    <w:rsid w:val="00327E28"/>
    <w:rsid w:val="00332485"/>
    <w:rsid w:val="00332778"/>
    <w:rsid w:val="00332CBC"/>
    <w:rsid w:val="00335BD7"/>
    <w:rsid w:val="00337584"/>
    <w:rsid w:val="00337DCF"/>
    <w:rsid w:val="00343B7D"/>
    <w:rsid w:val="0034763E"/>
    <w:rsid w:val="003547BE"/>
    <w:rsid w:val="00354815"/>
    <w:rsid w:val="00355926"/>
    <w:rsid w:val="003565A1"/>
    <w:rsid w:val="003605BD"/>
    <w:rsid w:val="00360C95"/>
    <w:rsid w:val="00361977"/>
    <w:rsid w:val="00363CF6"/>
    <w:rsid w:val="00365696"/>
    <w:rsid w:val="003731F0"/>
    <w:rsid w:val="0038117D"/>
    <w:rsid w:val="00382497"/>
    <w:rsid w:val="0038561E"/>
    <w:rsid w:val="00385B7F"/>
    <w:rsid w:val="00386E6F"/>
    <w:rsid w:val="00386F3C"/>
    <w:rsid w:val="003870EC"/>
    <w:rsid w:val="00390BD9"/>
    <w:rsid w:val="00391060"/>
    <w:rsid w:val="0039386C"/>
    <w:rsid w:val="00397F8C"/>
    <w:rsid w:val="003A01B3"/>
    <w:rsid w:val="003A4588"/>
    <w:rsid w:val="003B1BE2"/>
    <w:rsid w:val="003B48E7"/>
    <w:rsid w:val="003B51DD"/>
    <w:rsid w:val="003C0C77"/>
    <w:rsid w:val="003C2DDF"/>
    <w:rsid w:val="003C6C05"/>
    <w:rsid w:val="003D09DB"/>
    <w:rsid w:val="003D2F2C"/>
    <w:rsid w:val="003D3167"/>
    <w:rsid w:val="003D3613"/>
    <w:rsid w:val="003D3C29"/>
    <w:rsid w:val="003E059A"/>
    <w:rsid w:val="003E4D60"/>
    <w:rsid w:val="003E5B20"/>
    <w:rsid w:val="003F6D37"/>
    <w:rsid w:val="00400E77"/>
    <w:rsid w:val="004012E5"/>
    <w:rsid w:val="00403BEC"/>
    <w:rsid w:val="00403FF4"/>
    <w:rsid w:val="004053D2"/>
    <w:rsid w:val="00411AB7"/>
    <w:rsid w:val="00412F83"/>
    <w:rsid w:val="00413645"/>
    <w:rsid w:val="004143DE"/>
    <w:rsid w:val="00414A89"/>
    <w:rsid w:val="004206A6"/>
    <w:rsid w:val="00422794"/>
    <w:rsid w:val="00425733"/>
    <w:rsid w:val="00426AF3"/>
    <w:rsid w:val="00431714"/>
    <w:rsid w:val="00431FFC"/>
    <w:rsid w:val="00434BBA"/>
    <w:rsid w:val="00441DE3"/>
    <w:rsid w:val="00444996"/>
    <w:rsid w:val="00447675"/>
    <w:rsid w:val="00453635"/>
    <w:rsid w:val="004604D3"/>
    <w:rsid w:val="00460952"/>
    <w:rsid w:val="004628B5"/>
    <w:rsid w:val="0046717F"/>
    <w:rsid w:val="00467897"/>
    <w:rsid w:val="004720EB"/>
    <w:rsid w:val="00472ACB"/>
    <w:rsid w:val="00474423"/>
    <w:rsid w:val="00477190"/>
    <w:rsid w:val="00477C37"/>
    <w:rsid w:val="00481B5B"/>
    <w:rsid w:val="004840C9"/>
    <w:rsid w:val="00486630"/>
    <w:rsid w:val="00486BBD"/>
    <w:rsid w:val="00486C35"/>
    <w:rsid w:val="00490E98"/>
    <w:rsid w:val="004918C9"/>
    <w:rsid w:val="00492E84"/>
    <w:rsid w:val="00497F83"/>
    <w:rsid w:val="004A47BB"/>
    <w:rsid w:val="004A57BA"/>
    <w:rsid w:val="004B22AC"/>
    <w:rsid w:val="004B587E"/>
    <w:rsid w:val="004C5A87"/>
    <w:rsid w:val="004C6DCC"/>
    <w:rsid w:val="004D6224"/>
    <w:rsid w:val="004D625A"/>
    <w:rsid w:val="004D76CE"/>
    <w:rsid w:val="004E1D91"/>
    <w:rsid w:val="004E20FF"/>
    <w:rsid w:val="004F21E9"/>
    <w:rsid w:val="004F2BC6"/>
    <w:rsid w:val="004F32E3"/>
    <w:rsid w:val="004F3564"/>
    <w:rsid w:val="004F3C0E"/>
    <w:rsid w:val="004F7BE2"/>
    <w:rsid w:val="00502AD3"/>
    <w:rsid w:val="005066CC"/>
    <w:rsid w:val="00507D48"/>
    <w:rsid w:val="0051258D"/>
    <w:rsid w:val="00516033"/>
    <w:rsid w:val="00516BA8"/>
    <w:rsid w:val="00523F97"/>
    <w:rsid w:val="00525C1D"/>
    <w:rsid w:val="00530069"/>
    <w:rsid w:val="00533AC1"/>
    <w:rsid w:val="00533CA4"/>
    <w:rsid w:val="005366F5"/>
    <w:rsid w:val="00537CDE"/>
    <w:rsid w:val="0054344B"/>
    <w:rsid w:val="00543CBB"/>
    <w:rsid w:val="0054448F"/>
    <w:rsid w:val="005510A8"/>
    <w:rsid w:val="005541C0"/>
    <w:rsid w:val="00555EC1"/>
    <w:rsid w:val="0056472D"/>
    <w:rsid w:val="005662F4"/>
    <w:rsid w:val="00570681"/>
    <w:rsid w:val="00572A24"/>
    <w:rsid w:val="00585F13"/>
    <w:rsid w:val="00587496"/>
    <w:rsid w:val="0059025D"/>
    <w:rsid w:val="00594FAD"/>
    <w:rsid w:val="0059510F"/>
    <w:rsid w:val="005957E9"/>
    <w:rsid w:val="005A3EE8"/>
    <w:rsid w:val="005A5910"/>
    <w:rsid w:val="005B19A2"/>
    <w:rsid w:val="005B3B97"/>
    <w:rsid w:val="005C1170"/>
    <w:rsid w:val="005C2008"/>
    <w:rsid w:val="005C7AA7"/>
    <w:rsid w:val="005D0B2F"/>
    <w:rsid w:val="005D42B0"/>
    <w:rsid w:val="005D5107"/>
    <w:rsid w:val="005E2F48"/>
    <w:rsid w:val="005E7FFE"/>
    <w:rsid w:val="00600AAE"/>
    <w:rsid w:val="006126D7"/>
    <w:rsid w:val="00612E27"/>
    <w:rsid w:val="0061479A"/>
    <w:rsid w:val="00615D07"/>
    <w:rsid w:val="00621BEB"/>
    <w:rsid w:val="00623170"/>
    <w:rsid w:val="00624F6E"/>
    <w:rsid w:val="00626121"/>
    <w:rsid w:val="00637365"/>
    <w:rsid w:val="00650172"/>
    <w:rsid w:val="00651067"/>
    <w:rsid w:val="00651384"/>
    <w:rsid w:val="006550F5"/>
    <w:rsid w:val="00665267"/>
    <w:rsid w:val="00665664"/>
    <w:rsid w:val="006664CB"/>
    <w:rsid w:val="0066768C"/>
    <w:rsid w:val="00673E94"/>
    <w:rsid w:val="00674BDE"/>
    <w:rsid w:val="00680236"/>
    <w:rsid w:val="00682149"/>
    <w:rsid w:val="00684EDF"/>
    <w:rsid w:val="00694818"/>
    <w:rsid w:val="00697C00"/>
    <w:rsid w:val="006A4973"/>
    <w:rsid w:val="006A52B0"/>
    <w:rsid w:val="006A7247"/>
    <w:rsid w:val="006B2AD9"/>
    <w:rsid w:val="006B6A46"/>
    <w:rsid w:val="006C4B59"/>
    <w:rsid w:val="006D596A"/>
    <w:rsid w:val="006D793F"/>
    <w:rsid w:val="006E0BC0"/>
    <w:rsid w:val="006E0C68"/>
    <w:rsid w:val="006E3820"/>
    <w:rsid w:val="006E56C7"/>
    <w:rsid w:val="006E5EC8"/>
    <w:rsid w:val="006F11F9"/>
    <w:rsid w:val="006F1993"/>
    <w:rsid w:val="0070001C"/>
    <w:rsid w:val="00700951"/>
    <w:rsid w:val="00704744"/>
    <w:rsid w:val="007149FA"/>
    <w:rsid w:val="00714A26"/>
    <w:rsid w:val="00715325"/>
    <w:rsid w:val="0071551C"/>
    <w:rsid w:val="007156C1"/>
    <w:rsid w:val="00715E10"/>
    <w:rsid w:val="00723ECB"/>
    <w:rsid w:val="007240FA"/>
    <w:rsid w:val="007254DA"/>
    <w:rsid w:val="007268D4"/>
    <w:rsid w:val="00732B06"/>
    <w:rsid w:val="00734208"/>
    <w:rsid w:val="00735917"/>
    <w:rsid w:val="007448EE"/>
    <w:rsid w:val="007504E0"/>
    <w:rsid w:val="00753259"/>
    <w:rsid w:val="0075574D"/>
    <w:rsid w:val="007603FA"/>
    <w:rsid w:val="00772D75"/>
    <w:rsid w:val="00773604"/>
    <w:rsid w:val="00773E10"/>
    <w:rsid w:val="007823F5"/>
    <w:rsid w:val="007859D5"/>
    <w:rsid w:val="00785B4B"/>
    <w:rsid w:val="00792B2A"/>
    <w:rsid w:val="00793871"/>
    <w:rsid w:val="00797E92"/>
    <w:rsid w:val="007A04AB"/>
    <w:rsid w:val="007A4480"/>
    <w:rsid w:val="007A749E"/>
    <w:rsid w:val="007A74AE"/>
    <w:rsid w:val="007A783D"/>
    <w:rsid w:val="007B41FA"/>
    <w:rsid w:val="007B5DD3"/>
    <w:rsid w:val="007B724B"/>
    <w:rsid w:val="007C1534"/>
    <w:rsid w:val="007C3021"/>
    <w:rsid w:val="007C620A"/>
    <w:rsid w:val="007D518B"/>
    <w:rsid w:val="007E1CB6"/>
    <w:rsid w:val="007E5B68"/>
    <w:rsid w:val="007F011A"/>
    <w:rsid w:val="008008E8"/>
    <w:rsid w:val="00802CD1"/>
    <w:rsid w:val="00805D94"/>
    <w:rsid w:val="00806233"/>
    <w:rsid w:val="00806235"/>
    <w:rsid w:val="008062B4"/>
    <w:rsid w:val="0081230D"/>
    <w:rsid w:val="00822E86"/>
    <w:rsid w:val="00825868"/>
    <w:rsid w:val="00825C65"/>
    <w:rsid w:val="0082689F"/>
    <w:rsid w:val="0083605F"/>
    <w:rsid w:val="0084023C"/>
    <w:rsid w:val="0084293C"/>
    <w:rsid w:val="00844712"/>
    <w:rsid w:val="00846EAE"/>
    <w:rsid w:val="008544F4"/>
    <w:rsid w:val="008556D8"/>
    <w:rsid w:val="00860F2E"/>
    <w:rsid w:val="00867E2F"/>
    <w:rsid w:val="0087262D"/>
    <w:rsid w:val="00874FD9"/>
    <w:rsid w:val="0087617E"/>
    <w:rsid w:val="00877314"/>
    <w:rsid w:val="00884105"/>
    <w:rsid w:val="00885360"/>
    <w:rsid w:val="00885B25"/>
    <w:rsid w:val="0088627E"/>
    <w:rsid w:val="00891CD3"/>
    <w:rsid w:val="00892F90"/>
    <w:rsid w:val="008A031C"/>
    <w:rsid w:val="008A376F"/>
    <w:rsid w:val="008A6176"/>
    <w:rsid w:val="008A6521"/>
    <w:rsid w:val="008B01D0"/>
    <w:rsid w:val="008B0D20"/>
    <w:rsid w:val="008B12C0"/>
    <w:rsid w:val="008B1334"/>
    <w:rsid w:val="008B5024"/>
    <w:rsid w:val="008B6A90"/>
    <w:rsid w:val="008C0122"/>
    <w:rsid w:val="008C4DF0"/>
    <w:rsid w:val="008C6AD8"/>
    <w:rsid w:val="008D1C86"/>
    <w:rsid w:val="008D3673"/>
    <w:rsid w:val="008E3BAD"/>
    <w:rsid w:val="008E5224"/>
    <w:rsid w:val="008E5F56"/>
    <w:rsid w:val="008F1305"/>
    <w:rsid w:val="008F270F"/>
    <w:rsid w:val="008F2848"/>
    <w:rsid w:val="008F60F4"/>
    <w:rsid w:val="008F78EF"/>
    <w:rsid w:val="0090185F"/>
    <w:rsid w:val="00905022"/>
    <w:rsid w:val="0091305C"/>
    <w:rsid w:val="009147AB"/>
    <w:rsid w:val="00914F26"/>
    <w:rsid w:val="00916803"/>
    <w:rsid w:val="00917FEA"/>
    <w:rsid w:val="009230BA"/>
    <w:rsid w:val="00924357"/>
    <w:rsid w:val="0093012B"/>
    <w:rsid w:val="0093115A"/>
    <w:rsid w:val="00931751"/>
    <w:rsid w:val="00932241"/>
    <w:rsid w:val="0093490D"/>
    <w:rsid w:val="009366B6"/>
    <w:rsid w:val="00940016"/>
    <w:rsid w:val="00941AE8"/>
    <w:rsid w:val="00945D5C"/>
    <w:rsid w:val="00950B04"/>
    <w:rsid w:val="0095798E"/>
    <w:rsid w:val="009604AD"/>
    <w:rsid w:val="00961325"/>
    <w:rsid w:val="0096532A"/>
    <w:rsid w:val="00971434"/>
    <w:rsid w:val="00972582"/>
    <w:rsid w:val="00973965"/>
    <w:rsid w:val="00973FD7"/>
    <w:rsid w:val="00976E06"/>
    <w:rsid w:val="00987E1D"/>
    <w:rsid w:val="00991379"/>
    <w:rsid w:val="009A284D"/>
    <w:rsid w:val="009A2C57"/>
    <w:rsid w:val="009A4586"/>
    <w:rsid w:val="009A7D63"/>
    <w:rsid w:val="009B1383"/>
    <w:rsid w:val="009B1DE2"/>
    <w:rsid w:val="009B2260"/>
    <w:rsid w:val="009B2F53"/>
    <w:rsid w:val="009B3C58"/>
    <w:rsid w:val="009C0B4B"/>
    <w:rsid w:val="009C2771"/>
    <w:rsid w:val="009C63BE"/>
    <w:rsid w:val="009D21F1"/>
    <w:rsid w:val="009D2E1A"/>
    <w:rsid w:val="009D3EB0"/>
    <w:rsid w:val="009D3ECA"/>
    <w:rsid w:val="009D4141"/>
    <w:rsid w:val="009D725A"/>
    <w:rsid w:val="009E1E74"/>
    <w:rsid w:val="009E3C34"/>
    <w:rsid w:val="009E5345"/>
    <w:rsid w:val="009E7CE6"/>
    <w:rsid w:val="009F2801"/>
    <w:rsid w:val="009F3F5F"/>
    <w:rsid w:val="009F41B7"/>
    <w:rsid w:val="009F5830"/>
    <w:rsid w:val="00A03705"/>
    <w:rsid w:val="00A06877"/>
    <w:rsid w:val="00A12893"/>
    <w:rsid w:val="00A140AB"/>
    <w:rsid w:val="00A15D78"/>
    <w:rsid w:val="00A21DE8"/>
    <w:rsid w:val="00A237EF"/>
    <w:rsid w:val="00A24B31"/>
    <w:rsid w:val="00A30B14"/>
    <w:rsid w:val="00A33FF8"/>
    <w:rsid w:val="00A357FE"/>
    <w:rsid w:val="00A361CB"/>
    <w:rsid w:val="00A3685D"/>
    <w:rsid w:val="00A37BC2"/>
    <w:rsid w:val="00A37D43"/>
    <w:rsid w:val="00A42AFB"/>
    <w:rsid w:val="00A42F2E"/>
    <w:rsid w:val="00A453F3"/>
    <w:rsid w:val="00A46ACD"/>
    <w:rsid w:val="00A54D68"/>
    <w:rsid w:val="00A558C0"/>
    <w:rsid w:val="00A61851"/>
    <w:rsid w:val="00A648FC"/>
    <w:rsid w:val="00A6780C"/>
    <w:rsid w:val="00A67B39"/>
    <w:rsid w:val="00A71E25"/>
    <w:rsid w:val="00A76D5A"/>
    <w:rsid w:val="00A77909"/>
    <w:rsid w:val="00A7798B"/>
    <w:rsid w:val="00A80DAC"/>
    <w:rsid w:val="00A828E5"/>
    <w:rsid w:val="00A830C3"/>
    <w:rsid w:val="00A84973"/>
    <w:rsid w:val="00A924A8"/>
    <w:rsid w:val="00A93C6C"/>
    <w:rsid w:val="00AA76C8"/>
    <w:rsid w:val="00AB1851"/>
    <w:rsid w:val="00AB3176"/>
    <w:rsid w:val="00AB6402"/>
    <w:rsid w:val="00AC2C1E"/>
    <w:rsid w:val="00AC31AA"/>
    <w:rsid w:val="00AC45D2"/>
    <w:rsid w:val="00AD36F8"/>
    <w:rsid w:val="00AE3222"/>
    <w:rsid w:val="00AE3A42"/>
    <w:rsid w:val="00AE52E3"/>
    <w:rsid w:val="00AF31A8"/>
    <w:rsid w:val="00AF6150"/>
    <w:rsid w:val="00B00C10"/>
    <w:rsid w:val="00B011D9"/>
    <w:rsid w:val="00B01345"/>
    <w:rsid w:val="00B03469"/>
    <w:rsid w:val="00B03C8A"/>
    <w:rsid w:val="00B125C8"/>
    <w:rsid w:val="00B1260B"/>
    <w:rsid w:val="00B140DE"/>
    <w:rsid w:val="00B1562C"/>
    <w:rsid w:val="00B207CC"/>
    <w:rsid w:val="00B2317C"/>
    <w:rsid w:val="00B24460"/>
    <w:rsid w:val="00B34720"/>
    <w:rsid w:val="00B37CBC"/>
    <w:rsid w:val="00B40C07"/>
    <w:rsid w:val="00B57B3B"/>
    <w:rsid w:val="00B62398"/>
    <w:rsid w:val="00B70701"/>
    <w:rsid w:val="00B70CF1"/>
    <w:rsid w:val="00B71BF3"/>
    <w:rsid w:val="00B7254F"/>
    <w:rsid w:val="00B733DB"/>
    <w:rsid w:val="00B7651F"/>
    <w:rsid w:val="00B76CDA"/>
    <w:rsid w:val="00B83CBB"/>
    <w:rsid w:val="00B8458B"/>
    <w:rsid w:val="00B84E43"/>
    <w:rsid w:val="00B8601D"/>
    <w:rsid w:val="00B8752E"/>
    <w:rsid w:val="00B90DBD"/>
    <w:rsid w:val="00B9117B"/>
    <w:rsid w:val="00B91B45"/>
    <w:rsid w:val="00B91D7D"/>
    <w:rsid w:val="00B92DB4"/>
    <w:rsid w:val="00B9367D"/>
    <w:rsid w:val="00B97E36"/>
    <w:rsid w:val="00BA1796"/>
    <w:rsid w:val="00BA7413"/>
    <w:rsid w:val="00BA7664"/>
    <w:rsid w:val="00BB19A5"/>
    <w:rsid w:val="00BB3164"/>
    <w:rsid w:val="00BB5B12"/>
    <w:rsid w:val="00BB7E95"/>
    <w:rsid w:val="00BC56E5"/>
    <w:rsid w:val="00BD016F"/>
    <w:rsid w:val="00BD0DC0"/>
    <w:rsid w:val="00BD41C6"/>
    <w:rsid w:val="00BE08C0"/>
    <w:rsid w:val="00BE3788"/>
    <w:rsid w:val="00BE4425"/>
    <w:rsid w:val="00C012CF"/>
    <w:rsid w:val="00C06597"/>
    <w:rsid w:val="00C06CCA"/>
    <w:rsid w:val="00C14B49"/>
    <w:rsid w:val="00C16075"/>
    <w:rsid w:val="00C16796"/>
    <w:rsid w:val="00C23534"/>
    <w:rsid w:val="00C3561D"/>
    <w:rsid w:val="00C35BEB"/>
    <w:rsid w:val="00C35FAB"/>
    <w:rsid w:val="00C366A4"/>
    <w:rsid w:val="00C40101"/>
    <w:rsid w:val="00C421C3"/>
    <w:rsid w:val="00C461DF"/>
    <w:rsid w:val="00C5754C"/>
    <w:rsid w:val="00C5770C"/>
    <w:rsid w:val="00C6142A"/>
    <w:rsid w:val="00C6638F"/>
    <w:rsid w:val="00C714A7"/>
    <w:rsid w:val="00C72A39"/>
    <w:rsid w:val="00C76991"/>
    <w:rsid w:val="00C81E38"/>
    <w:rsid w:val="00C86594"/>
    <w:rsid w:val="00C909B4"/>
    <w:rsid w:val="00C921BC"/>
    <w:rsid w:val="00C93A74"/>
    <w:rsid w:val="00C948D6"/>
    <w:rsid w:val="00C96AFE"/>
    <w:rsid w:val="00CA7942"/>
    <w:rsid w:val="00CB077B"/>
    <w:rsid w:val="00CC5F23"/>
    <w:rsid w:val="00CD6332"/>
    <w:rsid w:val="00CD77D7"/>
    <w:rsid w:val="00CE025D"/>
    <w:rsid w:val="00CE148D"/>
    <w:rsid w:val="00CE1AAB"/>
    <w:rsid w:val="00CE3F59"/>
    <w:rsid w:val="00CF0892"/>
    <w:rsid w:val="00CF53D9"/>
    <w:rsid w:val="00D015AC"/>
    <w:rsid w:val="00D0672A"/>
    <w:rsid w:val="00D1057B"/>
    <w:rsid w:val="00D20773"/>
    <w:rsid w:val="00D21A94"/>
    <w:rsid w:val="00D221AF"/>
    <w:rsid w:val="00D253F1"/>
    <w:rsid w:val="00D258B3"/>
    <w:rsid w:val="00D27921"/>
    <w:rsid w:val="00D27F00"/>
    <w:rsid w:val="00D30071"/>
    <w:rsid w:val="00D30A38"/>
    <w:rsid w:val="00D31473"/>
    <w:rsid w:val="00D369C4"/>
    <w:rsid w:val="00D448F6"/>
    <w:rsid w:val="00D46384"/>
    <w:rsid w:val="00D51DC0"/>
    <w:rsid w:val="00D5286F"/>
    <w:rsid w:val="00D53E87"/>
    <w:rsid w:val="00D55293"/>
    <w:rsid w:val="00D619AD"/>
    <w:rsid w:val="00D63CCB"/>
    <w:rsid w:val="00D65AB7"/>
    <w:rsid w:val="00D7652C"/>
    <w:rsid w:val="00D76B66"/>
    <w:rsid w:val="00D81218"/>
    <w:rsid w:val="00D8229D"/>
    <w:rsid w:val="00D82C77"/>
    <w:rsid w:val="00D8331E"/>
    <w:rsid w:val="00D850FE"/>
    <w:rsid w:val="00D85FD6"/>
    <w:rsid w:val="00D87314"/>
    <w:rsid w:val="00D917E2"/>
    <w:rsid w:val="00D94E9F"/>
    <w:rsid w:val="00D9633C"/>
    <w:rsid w:val="00D97044"/>
    <w:rsid w:val="00DA1D21"/>
    <w:rsid w:val="00DA2F8B"/>
    <w:rsid w:val="00DA6314"/>
    <w:rsid w:val="00DB0670"/>
    <w:rsid w:val="00DB5D7E"/>
    <w:rsid w:val="00DC0645"/>
    <w:rsid w:val="00DC0989"/>
    <w:rsid w:val="00DC0B9A"/>
    <w:rsid w:val="00DC14EC"/>
    <w:rsid w:val="00DC3DED"/>
    <w:rsid w:val="00DC4256"/>
    <w:rsid w:val="00DC531C"/>
    <w:rsid w:val="00DC7279"/>
    <w:rsid w:val="00DD07F4"/>
    <w:rsid w:val="00DD2322"/>
    <w:rsid w:val="00DD49F1"/>
    <w:rsid w:val="00DD7D8C"/>
    <w:rsid w:val="00DE5240"/>
    <w:rsid w:val="00DF16ED"/>
    <w:rsid w:val="00DF3AA4"/>
    <w:rsid w:val="00DF3F26"/>
    <w:rsid w:val="00DF584B"/>
    <w:rsid w:val="00DF5BA8"/>
    <w:rsid w:val="00DF78A1"/>
    <w:rsid w:val="00E03A9B"/>
    <w:rsid w:val="00E05E2F"/>
    <w:rsid w:val="00E07049"/>
    <w:rsid w:val="00E11284"/>
    <w:rsid w:val="00E1166B"/>
    <w:rsid w:val="00E11CFB"/>
    <w:rsid w:val="00E24921"/>
    <w:rsid w:val="00E27487"/>
    <w:rsid w:val="00E3000D"/>
    <w:rsid w:val="00E4384D"/>
    <w:rsid w:val="00E461D5"/>
    <w:rsid w:val="00E47C7C"/>
    <w:rsid w:val="00E545BD"/>
    <w:rsid w:val="00E57128"/>
    <w:rsid w:val="00E60AF0"/>
    <w:rsid w:val="00E61334"/>
    <w:rsid w:val="00E62525"/>
    <w:rsid w:val="00E62E47"/>
    <w:rsid w:val="00E642EF"/>
    <w:rsid w:val="00E66FEA"/>
    <w:rsid w:val="00E76D43"/>
    <w:rsid w:val="00E816DA"/>
    <w:rsid w:val="00E84036"/>
    <w:rsid w:val="00E90C71"/>
    <w:rsid w:val="00E91680"/>
    <w:rsid w:val="00E93A7E"/>
    <w:rsid w:val="00E94FE0"/>
    <w:rsid w:val="00E961C0"/>
    <w:rsid w:val="00E96528"/>
    <w:rsid w:val="00EA01C9"/>
    <w:rsid w:val="00EA1779"/>
    <w:rsid w:val="00EA4A7F"/>
    <w:rsid w:val="00EB0DD3"/>
    <w:rsid w:val="00EB1FAA"/>
    <w:rsid w:val="00EB2997"/>
    <w:rsid w:val="00EB486D"/>
    <w:rsid w:val="00EB4E3C"/>
    <w:rsid w:val="00EB5196"/>
    <w:rsid w:val="00EB5C2A"/>
    <w:rsid w:val="00EB6BFA"/>
    <w:rsid w:val="00ED1A0D"/>
    <w:rsid w:val="00ED3041"/>
    <w:rsid w:val="00ED56B8"/>
    <w:rsid w:val="00ED65DA"/>
    <w:rsid w:val="00EE32EB"/>
    <w:rsid w:val="00EE46C9"/>
    <w:rsid w:val="00EE6124"/>
    <w:rsid w:val="00EF0146"/>
    <w:rsid w:val="00EF10A9"/>
    <w:rsid w:val="00EF4738"/>
    <w:rsid w:val="00EF50B4"/>
    <w:rsid w:val="00EF6C4E"/>
    <w:rsid w:val="00F1496D"/>
    <w:rsid w:val="00F20318"/>
    <w:rsid w:val="00F27D63"/>
    <w:rsid w:val="00F35C84"/>
    <w:rsid w:val="00F4361D"/>
    <w:rsid w:val="00F454C9"/>
    <w:rsid w:val="00F45BD0"/>
    <w:rsid w:val="00F54A5A"/>
    <w:rsid w:val="00F54BBD"/>
    <w:rsid w:val="00F54D96"/>
    <w:rsid w:val="00F54E60"/>
    <w:rsid w:val="00F62D62"/>
    <w:rsid w:val="00F63AE9"/>
    <w:rsid w:val="00F67C2B"/>
    <w:rsid w:val="00F727AC"/>
    <w:rsid w:val="00F74509"/>
    <w:rsid w:val="00F8077C"/>
    <w:rsid w:val="00F814FB"/>
    <w:rsid w:val="00F85D7C"/>
    <w:rsid w:val="00F87097"/>
    <w:rsid w:val="00F90F53"/>
    <w:rsid w:val="00F91930"/>
    <w:rsid w:val="00F92025"/>
    <w:rsid w:val="00F93C95"/>
    <w:rsid w:val="00F94CBA"/>
    <w:rsid w:val="00F960B1"/>
    <w:rsid w:val="00FA0FEF"/>
    <w:rsid w:val="00FA18CA"/>
    <w:rsid w:val="00FA7323"/>
    <w:rsid w:val="00FB155D"/>
    <w:rsid w:val="00FC1225"/>
    <w:rsid w:val="00FD43BC"/>
    <w:rsid w:val="00FD4D01"/>
    <w:rsid w:val="00FE4231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3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3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3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customStyle="1" w:styleId="Style1">
    <w:name w:val="Style1"/>
    <w:basedOn w:val="TITRE1"/>
    <w:link w:val="Style1Car"/>
    <w:qFormat/>
    <w:rsid w:val="001B7A6A"/>
    <w:rPr>
      <w:sz w:val="18"/>
    </w:rPr>
  </w:style>
  <w:style w:type="character" w:customStyle="1" w:styleId="Style1Car">
    <w:name w:val="Style1 Car"/>
    <w:basedOn w:val="TITRE1Car0"/>
    <w:link w:val="Style1"/>
    <w:rsid w:val="001B7A6A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B3232"/>
    <w:rPr>
      <w:color w:val="808080"/>
    </w:rPr>
  </w:style>
  <w:style w:type="paragraph" w:customStyle="1" w:styleId="paragraphe3">
    <w:name w:val="paragraphe3"/>
    <w:basedOn w:val="Normal"/>
    <w:rsid w:val="007A4480"/>
    <w:pPr>
      <w:spacing w:after="240"/>
      <w:ind w:left="936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AE_PI</Titre_Doc>
    <Item_x0020_projet_x0020_-_x0020_thème xmlns="83f7aba1-81e5-4e6c-b889-942d6aad99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136818-0CD1-480C-9B13-AA65399D0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6C8493-85A4-4A86-B433-D246D20B3F7E}">
  <ds:schemaRefs>
    <ds:schemaRef ds:uri="http://schemas.microsoft.com/sharepoint/v4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10a5c8b5-8712-448a-a3a9-dee401eb1bb9"/>
    <ds:schemaRef ds:uri="http://purl.org/dc/elements/1.1/"/>
    <ds:schemaRef ds:uri="http://schemas.microsoft.com/office/2006/metadata/properties"/>
    <ds:schemaRef ds:uri="83f7aba1-81e5-4e6c-b889-942d6aad9907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0DD013A-0FDD-4B0A-A913-BA3345ACF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AE-CCAP_TVX_Inf90k€ht.dotx</Template>
  <TotalTime>124</TotalTime>
  <Pages>8</Pages>
  <Words>1852</Words>
  <Characters>10187</Characters>
  <Application>Microsoft Office Word</Application>
  <DocSecurity>0</DocSecurity>
  <Lines>84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12015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BEAUTOUR Aurelia TSEF 2E CLASSE DEF</cp:lastModifiedBy>
  <cp:revision>9</cp:revision>
  <cp:lastPrinted>2023-09-13T15:13:00Z</cp:lastPrinted>
  <dcterms:created xsi:type="dcterms:W3CDTF">2024-08-07T12:12:00Z</dcterms:created>
  <dcterms:modified xsi:type="dcterms:W3CDTF">2025-04-29T13:19:00Z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