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006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35"/>
        <w:gridCol w:w="1701"/>
        <w:gridCol w:w="1926"/>
        <w:gridCol w:w="1901"/>
        <w:gridCol w:w="1276"/>
      </w:tblGrid>
      <w:tr w:rsidR="00F758B5" w:rsidRPr="0002146E" w:rsidTr="00730DEC">
        <w:trPr>
          <w:trHeight w:val="1980"/>
        </w:trPr>
        <w:tc>
          <w:tcPr>
            <w:tcW w:w="1526" w:type="dxa"/>
          </w:tcPr>
          <w:p w:rsidR="00F758B5" w:rsidRPr="0002146E" w:rsidRDefault="00F758B5" w:rsidP="00730DEC">
            <w:pPr>
              <w:rPr>
                <w:rFonts w:ascii="Arial" w:hAnsi="Arial" w:cs="Arial"/>
                <w:sz w:val="12"/>
                <w:szCs w:val="12"/>
              </w:rPr>
            </w:pPr>
            <w:r w:rsidRPr="0002146E">
              <w:rPr>
                <w:rFonts w:ascii="Arial" w:hAnsi="Arial" w:cs="Arial"/>
                <w:noProof/>
                <w:sz w:val="12"/>
                <w:szCs w:val="12"/>
              </w:rPr>
              <w:drawing>
                <wp:anchor distT="0" distB="0" distL="114300" distR="114300" simplePos="0" relativeHeight="251657216" behindDoc="1" locked="0" layoutInCell="1" allowOverlap="1" wp14:anchorId="3273BA12" wp14:editId="1CB615B0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128905</wp:posOffset>
                  </wp:positionV>
                  <wp:extent cx="838200" cy="752475"/>
                  <wp:effectExtent l="0" t="0" r="0" b="9525"/>
                  <wp:wrapThrough wrapText="bothSides">
                    <wp:wrapPolygon edited="0">
                      <wp:start x="0" y="0"/>
                      <wp:lineTo x="0" y="21327"/>
                      <wp:lineTo x="21109" y="21327"/>
                      <wp:lineTo x="21109" y="0"/>
                      <wp:lineTo x="0" y="0"/>
                    </wp:wrapPolygon>
                  </wp:wrapThrough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35" w:type="dxa"/>
          </w:tcPr>
          <w:p w:rsidR="00F758B5" w:rsidRPr="0002146E" w:rsidRDefault="00F758B5" w:rsidP="00730DEC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>
                  <wp:extent cx="964565" cy="49847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ogo CHBD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565" cy="498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F758B5" w:rsidRPr="0002146E" w:rsidRDefault="00F758B5" w:rsidP="00730DEC">
            <w:pPr>
              <w:rPr>
                <w:rFonts w:ascii="Arial" w:hAnsi="Arial" w:cs="Arial"/>
                <w:sz w:val="12"/>
                <w:szCs w:val="12"/>
              </w:rPr>
            </w:pPr>
          </w:p>
          <w:p w:rsidR="00F758B5" w:rsidRPr="0002146E" w:rsidRDefault="00F758B5" w:rsidP="00730DEC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Comic Sans MS" w:hAnsi="Comic Sans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12501A5" wp14:editId="73BCF0ED">
                      <wp:simplePos x="0" y="0"/>
                      <wp:positionH relativeFrom="column">
                        <wp:posOffset>-2126615</wp:posOffset>
                      </wp:positionH>
                      <wp:positionV relativeFrom="paragraph">
                        <wp:posOffset>678815</wp:posOffset>
                      </wp:positionV>
                      <wp:extent cx="6257925" cy="1362075"/>
                      <wp:effectExtent l="0" t="0" r="28575" b="28575"/>
                      <wp:wrapNone/>
                      <wp:docPr id="2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57925" cy="13620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Grilledutableau"/>
                                    <w:tblW w:w="9606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928"/>
                                    <w:gridCol w:w="4678"/>
                                  </w:tblGrid>
                                  <w:tr w:rsidR="00F758B5" w:rsidTr="00C31FED">
                                    <w:tc>
                                      <w:tcPr>
                                        <w:tcW w:w="4928" w:type="dxa"/>
                                      </w:tcPr>
                                      <w:p w:rsidR="00F758B5" w:rsidRPr="00B2023F" w:rsidRDefault="00F758B5" w:rsidP="00891510">
                                        <w:pPr>
                                          <w:pStyle w:val="Titre5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B2023F">
                                          <w:rPr>
                                            <w:sz w:val="28"/>
                                            <w:szCs w:val="28"/>
                                          </w:rPr>
                                          <w:t xml:space="preserve">Groupement de commandes </w:t>
                                        </w:r>
                                      </w:p>
                                      <w:p w:rsidR="00F758B5" w:rsidRPr="00BE74CE" w:rsidRDefault="00F758B5" w:rsidP="00891510">
                                        <w:pPr>
                                          <w:pStyle w:val="Titre5"/>
                                          <w:jc w:val="center"/>
                                          <w:rPr>
                                            <w:b w:val="0"/>
                                            <w:sz w:val="28"/>
                                            <w:szCs w:val="28"/>
                                          </w:rPr>
                                        </w:pPr>
                                        <w:proofErr w:type="gramStart"/>
                                        <w:r w:rsidRPr="00B2023F">
                                          <w:rPr>
                                            <w:sz w:val="28"/>
                                            <w:szCs w:val="28"/>
                                          </w:rPr>
                                          <w:t>du</w:t>
                                        </w:r>
                                        <w:proofErr w:type="gramEnd"/>
                                        <w:r w:rsidRPr="00B2023F">
                                          <w:rPr>
                                            <w:sz w:val="28"/>
                                            <w:szCs w:val="28"/>
                                          </w:rPr>
                                          <w:t xml:space="preserve"> GHT des Alpes du Sud</w:t>
                                        </w:r>
                                      </w:p>
                                      <w:p w:rsidR="00F758B5" w:rsidRPr="00D26D69" w:rsidRDefault="00F758B5" w:rsidP="00891510">
                                        <w:pPr>
                                          <w:rPr>
                                            <w:rFonts w:ascii="Comic Sans MS" w:hAnsi="Comic Sans MS"/>
                                            <w:b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  <w:p w:rsidR="00F758B5" w:rsidRPr="00277807" w:rsidRDefault="00F758B5" w:rsidP="00891510">
                                        <w:pPr>
                                          <w:jc w:val="center"/>
                                          <w:rPr>
                                            <w:rFonts w:ascii="Comic Sans MS" w:hAnsi="Comic Sans MS"/>
                                            <w:b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277807">
                                          <w:rPr>
                                            <w:rFonts w:ascii="Comic Sans MS" w:hAnsi="Comic Sans MS"/>
                                            <w:b/>
                                            <w:sz w:val="18"/>
                                            <w:szCs w:val="18"/>
                                          </w:rPr>
                                          <w:t>CHICAS - Cellule des Marchés</w:t>
                                        </w:r>
                                      </w:p>
                                      <w:p w:rsidR="00F758B5" w:rsidRPr="00277807" w:rsidRDefault="00F758B5" w:rsidP="00891510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277807">
                                          <w:rPr>
                                            <w:rFonts w:ascii="Arial" w:hAnsi="Arial" w:cs="Arial"/>
                                            <w:sz w:val="16"/>
                                            <w:szCs w:val="16"/>
                                          </w:rPr>
                                          <w:t>Tél. : 04.92.40.28.04</w:t>
                                        </w:r>
                                      </w:p>
                                      <w:p w:rsidR="00F758B5" w:rsidRPr="00277807" w:rsidRDefault="00F758B5" w:rsidP="00891510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277807">
                                          <w:rPr>
                                            <w:rFonts w:ascii="Arial" w:hAnsi="Arial" w:cs="Arial"/>
                                            <w:sz w:val="16"/>
                                            <w:szCs w:val="16"/>
                                          </w:rPr>
                                          <w:t>Fax : 04.92.40.61.68</w:t>
                                        </w:r>
                                      </w:p>
                                      <w:p w:rsidR="00F758B5" w:rsidRPr="00BE74CE" w:rsidRDefault="00F758B5" w:rsidP="00891510">
                                        <w:pPr>
                                          <w:jc w:val="center"/>
                                          <w:rPr>
                                            <w:rFonts w:ascii="Comic Sans MS" w:hAnsi="Comic Sans MS"/>
                                            <w:sz w:val="18"/>
                                          </w:rPr>
                                        </w:pPr>
                                        <w:r w:rsidRPr="00277807">
                                          <w:rPr>
                                            <w:rFonts w:ascii="Arial" w:hAnsi="Arial" w:cs="Arial"/>
                                            <w:sz w:val="16"/>
                                            <w:szCs w:val="16"/>
                                          </w:rPr>
                                          <w:t xml:space="preserve">E-mail : </w:t>
                                        </w:r>
                                        <w:hyperlink r:id="rId10" w:history="1">
                                          <w:r w:rsidRPr="00277807">
                                            <w:rPr>
                                              <w:rStyle w:val="Lienhypertexte"/>
                                              <w:rFonts w:ascii="Arial" w:hAnsi="Arial" w:cs="Arial"/>
                                              <w:sz w:val="16"/>
                                              <w:szCs w:val="16"/>
                                            </w:rPr>
                                            <w:t>cellulemarches@chicas-gap.fr</w:t>
                                          </w:r>
                                        </w:hyperlink>
                                        <w:r>
                                          <w:rPr>
                                            <w:rFonts w:ascii="Arial" w:hAnsi="Arial" w:cs="Arial"/>
                                            <w:color w:val="0000FF"/>
                                            <w:sz w:val="18"/>
                                            <w:szCs w:val="18"/>
                                          </w:rPr>
                                          <w:t xml:space="preserve"> </w:t>
                                        </w:r>
                                      </w:p>
                                      <w:p w:rsidR="00F758B5" w:rsidRDefault="00F758B5" w:rsidP="00891510">
                                        <w:pPr>
                                          <w:pStyle w:val="Titre5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678" w:type="dxa"/>
                                      </w:tcPr>
                                      <w:p w:rsidR="00F758B5" w:rsidRPr="00277807" w:rsidRDefault="00F758B5" w:rsidP="00C31FED">
                                        <w:pPr>
                                          <w:pStyle w:val="Titre5"/>
                                          <w:jc w:val="right"/>
                                          <w:rPr>
                                            <w:rFonts w:ascii="Arial" w:hAnsi="Arial" w:cs="Arial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  <w:p w:rsidR="00F758B5" w:rsidRDefault="00F758B5" w:rsidP="00C31FED">
                                        <w:pPr>
                                          <w:pStyle w:val="Titre5"/>
                                          <w:jc w:val="right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noProof/>
                                          </w:rPr>
                                          <w:drawing>
                                            <wp:inline distT="0" distB="0" distL="0" distR="0" wp14:anchorId="401EEF0E" wp14:editId="7DC5C52C">
                                              <wp:extent cx="2640188" cy="934466"/>
                                              <wp:effectExtent l="0" t="0" r="8255" b="0"/>
                                              <wp:docPr id="2" name="Image 2" descr="C:\Users\mebrochi\AppData\Local\Microsoft\Windows\Temporary Internet Files\Content.Outlook\R379N9RU\logo_GHT_V2_mail.jpg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2" descr="C:\Users\mebrochi\AppData\Local\Microsoft\Windows\Temporary Internet Files\Content.Outlook\R379N9RU\logo_GHT_V2_mail.jpg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11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2653072" cy="939026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c>
                                  </w:tr>
                                  <w:tr w:rsidR="00F758B5" w:rsidTr="002809BC">
                                    <w:tc>
                                      <w:tcPr>
                                        <w:tcW w:w="4928" w:type="dxa"/>
                                      </w:tcPr>
                                      <w:p w:rsidR="00F758B5" w:rsidRDefault="00F758B5" w:rsidP="00891510">
                                        <w:pPr>
                                          <w:pStyle w:val="Titre5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  <w:p w:rsidR="00F758B5" w:rsidRPr="002809BC" w:rsidRDefault="00F758B5" w:rsidP="002809BC"/>
                                    </w:tc>
                                    <w:tc>
                                      <w:tcPr>
                                        <w:tcW w:w="4678" w:type="dxa"/>
                                      </w:tcPr>
                                      <w:p w:rsidR="00F758B5" w:rsidRDefault="00F758B5" w:rsidP="00891510">
                                        <w:pPr>
                                          <w:pStyle w:val="Titre5"/>
                                          <w:jc w:val="right"/>
                                          <w:rPr>
                                            <w:noProof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F758B5" w:rsidRDefault="00F758B5" w:rsidP="00F758B5">
                                  <w:pPr>
                                    <w:pStyle w:val="Titre5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F758B5" w:rsidRPr="00BE74CE" w:rsidRDefault="00F758B5" w:rsidP="00F758B5">
                                  <w:pPr>
                                    <w:pStyle w:val="Titre5"/>
                                    <w:rPr>
                                      <w:b w:val="0"/>
                                      <w:sz w:val="28"/>
                                      <w:szCs w:val="28"/>
                                    </w:rPr>
                                  </w:pPr>
                                  <w:r w:rsidRPr="00BE74CE">
                                    <w:rPr>
                                      <w:sz w:val="28"/>
                                      <w:szCs w:val="28"/>
                                    </w:rPr>
                                    <w:t>GHT des Alpes du Sud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</w:t>
                                  </w:r>
                                </w:p>
                                <w:p w:rsidR="00F758B5" w:rsidRPr="00D26D69" w:rsidRDefault="00F758B5" w:rsidP="00F758B5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F758B5" w:rsidRPr="00464A6B" w:rsidRDefault="00F758B5" w:rsidP="00F758B5">
                                  <w:pPr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</w:rPr>
                                    <w:t xml:space="preserve">CHICAS - Cellule des </w:t>
                                  </w:r>
                                  <w:r w:rsidRPr="00464A6B">
                                    <w:rPr>
                                      <w:rFonts w:ascii="Comic Sans MS" w:hAnsi="Comic Sans MS"/>
                                      <w:b/>
                                    </w:rPr>
                                    <w:t>Marchés</w:t>
                                  </w:r>
                                </w:p>
                                <w:p w:rsidR="00F758B5" w:rsidRPr="00B77EF9" w:rsidRDefault="00F758B5" w:rsidP="00F758B5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Tél. : 04.92.40.28.04</w:t>
                                  </w:r>
                                </w:p>
                                <w:p w:rsidR="00F758B5" w:rsidRPr="00B77EF9" w:rsidRDefault="00F758B5" w:rsidP="00F758B5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Fax : 04.92.40.61.68</w:t>
                                  </w:r>
                                </w:p>
                                <w:p w:rsidR="00F758B5" w:rsidRPr="00BE74CE" w:rsidRDefault="00F758B5" w:rsidP="00F758B5">
                                  <w:pPr>
                                    <w:rPr>
                                      <w:rFonts w:ascii="Comic Sans MS" w:hAnsi="Comic Sans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E-</w:t>
                                  </w: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mail : </w:t>
                                  </w:r>
                                  <w:r w:rsidRPr="00B77EF9">
                                    <w:rPr>
                                      <w:rFonts w:ascii="Arial" w:hAnsi="Arial" w:cs="Arial"/>
                                      <w:color w:val="0000FF"/>
                                      <w:sz w:val="18"/>
                                      <w:szCs w:val="18"/>
                                    </w:rPr>
                                    <w:t>cellulemarches@chicas-gap.fr</w:t>
                                  </w:r>
                                </w:p>
                              </w:txbxContent>
                            </wps:txbx>
                            <wps:bodyPr rot="0" vert="horz" wrap="square" lIns="79200" tIns="36000" rIns="792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12501A5" id="AutoShape 8" o:spid="_x0000_s1026" style="position:absolute;margin-left:-167.45pt;margin-top:53.45pt;width:492.75pt;height:10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">
                      <v:textbox inset="2.2mm,1mm,2.2mm,1mm">
                        <w:txbxContent>
                          <w:tbl>
                            <w:tblPr>
                              <w:tblStyle w:val="Grilledutableau"/>
                              <w:tblW w:w="9606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28"/>
                              <w:gridCol w:w="4678"/>
                            </w:tblGrid>
                            <w:tr w:rsidR="00F758B5" w:rsidTr="00C31FED">
                              <w:tc>
                                <w:tcPr>
                                  <w:tcW w:w="4928" w:type="dxa"/>
                                </w:tcPr>
                                <w:p w:rsidR="00F758B5" w:rsidRPr="00B2023F" w:rsidRDefault="00F758B5" w:rsidP="00891510">
                                  <w:pPr>
                                    <w:pStyle w:val="Titre5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B2023F">
                                    <w:rPr>
                                      <w:sz w:val="28"/>
                                      <w:szCs w:val="28"/>
                                    </w:rPr>
                                    <w:t xml:space="preserve">Groupement de commandes </w:t>
                                  </w:r>
                                </w:p>
                                <w:p w:rsidR="00F758B5" w:rsidRPr="00BE74CE" w:rsidRDefault="00F758B5" w:rsidP="00891510">
                                  <w:pPr>
                                    <w:pStyle w:val="Titre5"/>
                                    <w:jc w:val="center"/>
                                    <w:rPr>
                                      <w:b w:val="0"/>
                                      <w:sz w:val="28"/>
                                      <w:szCs w:val="28"/>
                                    </w:rPr>
                                  </w:pPr>
                                  <w:proofErr w:type="gramStart"/>
                                  <w:r w:rsidRPr="00B2023F">
                                    <w:rPr>
                                      <w:sz w:val="28"/>
                                      <w:szCs w:val="28"/>
                                    </w:rPr>
                                    <w:t>du</w:t>
                                  </w:r>
                                  <w:proofErr w:type="gramEnd"/>
                                  <w:r w:rsidRPr="00B2023F">
                                    <w:rPr>
                                      <w:sz w:val="28"/>
                                      <w:szCs w:val="28"/>
                                    </w:rPr>
                                    <w:t xml:space="preserve"> GHT des Alpes du Sud</w:t>
                                  </w:r>
                                </w:p>
                                <w:p w:rsidR="00F758B5" w:rsidRPr="00D26D69" w:rsidRDefault="00F758B5" w:rsidP="00891510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F758B5" w:rsidRPr="00277807" w:rsidRDefault="00F758B5" w:rsidP="0089151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77807">
                                    <w:rPr>
                                      <w:rFonts w:ascii="Comic Sans MS" w:hAnsi="Comic Sans MS"/>
                                      <w:b/>
                                      <w:sz w:val="18"/>
                                      <w:szCs w:val="18"/>
                                    </w:rPr>
                                    <w:t>CHICAS - Cellule des Marchés</w:t>
                                  </w:r>
                                </w:p>
                                <w:p w:rsidR="00F758B5" w:rsidRPr="00277807" w:rsidRDefault="00F758B5" w:rsidP="0089151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277807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Tél. : 04.92.40.28.04</w:t>
                                  </w:r>
                                </w:p>
                                <w:p w:rsidR="00F758B5" w:rsidRPr="00277807" w:rsidRDefault="00F758B5" w:rsidP="0089151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277807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Fax : 04.92.40.61.68</w:t>
                                  </w:r>
                                </w:p>
                                <w:p w:rsidR="00F758B5" w:rsidRPr="00BE74CE" w:rsidRDefault="00F758B5" w:rsidP="0089151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18"/>
                                    </w:rPr>
                                  </w:pPr>
                                  <w:r w:rsidRPr="00277807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E-mail : </w:t>
                                  </w:r>
                                  <w:hyperlink r:id="rId12" w:history="1">
                                    <w:r w:rsidRPr="00277807">
                                      <w:rPr>
                                        <w:rStyle w:val="Lienhypertexte"/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cellulemarches@chicas-gap.fr</w:t>
                                    </w:r>
                                  </w:hyperlink>
                                  <w:r>
                                    <w:rPr>
                                      <w:rFonts w:ascii="Arial" w:hAnsi="Arial" w:cs="Arial"/>
                                      <w:color w:val="0000FF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F758B5" w:rsidRDefault="00F758B5" w:rsidP="00891510">
                                  <w:pPr>
                                    <w:pStyle w:val="Titre5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:rsidR="00F758B5" w:rsidRPr="00277807" w:rsidRDefault="00F758B5" w:rsidP="00C31FED">
                                  <w:pPr>
                                    <w:pStyle w:val="Titre5"/>
                                    <w:jc w:val="right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F758B5" w:rsidRDefault="00F758B5" w:rsidP="00C31FED">
                                  <w:pPr>
                                    <w:pStyle w:val="Titre5"/>
                                    <w:jc w:val="righ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01EEF0E" wp14:editId="7DC5C52C">
                                        <wp:extent cx="2640188" cy="934466"/>
                                        <wp:effectExtent l="0" t="0" r="8255" b="0"/>
                                        <wp:docPr id="2" name="Image 2" descr="C:\Users\mebrochi\AppData\Local\Microsoft\Windows\Temporary Internet Files\Content.Outlook\R379N9RU\logo_GHT_V2_mail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Users\mebrochi\AppData\Local\Microsoft\Windows\Temporary Internet Files\Content.Outlook\R379N9RU\logo_GHT_V2_mail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53072" cy="9390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F758B5" w:rsidTr="002809BC">
                              <w:tc>
                                <w:tcPr>
                                  <w:tcW w:w="4928" w:type="dxa"/>
                                </w:tcPr>
                                <w:p w:rsidR="00F758B5" w:rsidRDefault="00F758B5" w:rsidP="00891510">
                                  <w:pPr>
                                    <w:pStyle w:val="Titre5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F758B5" w:rsidRPr="002809BC" w:rsidRDefault="00F758B5" w:rsidP="002809BC"/>
                              </w:tc>
                              <w:tc>
                                <w:tcPr>
                                  <w:tcW w:w="4678" w:type="dxa"/>
                                </w:tcPr>
                                <w:p w:rsidR="00F758B5" w:rsidRDefault="00F758B5" w:rsidP="00891510">
                                  <w:pPr>
                                    <w:pStyle w:val="Titre5"/>
                                    <w:jc w:val="right"/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758B5" w:rsidRDefault="00F758B5" w:rsidP="00F758B5">
                            <w:pPr>
                              <w:pStyle w:val="Titre5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758B5" w:rsidRPr="00BE74CE" w:rsidRDefault="00F758B5" w:rsidP="00F758B5">
                            <w:pPr>
                              <w:pStyle w:val="Titre5"/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  <w:r w:rsidRPr="00BE74CE">
                              <w:rPr>
                                <w:sz w:val="28"/>
                                <w:szCs w:val="28"/>
                              </w:rPr>
                              <w:t>GHT des Alpes du Sud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  <w:p w:rsidR="00F758B5" w:rsidRPr="00D26D69" w:rsidRDefault="00F758B5" w:rsidP="00F758B5">
                            <w:pPr>
                              <w:rPr>
                                <w:rFonts w:ascii="Comic Sans MS" w:hAnsi="Comic Sans MS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F758B5" w:rsidRPr="00464A6B" w:rsidRDefault="00F758B5" w:rsidP="00F758B5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CHICAS - Cellule des </w:t>
                            </w:r>
                            <w:r w:rsidRPr="00464A6B">
                              <w:rPr>
                                <w:rFonts w:ascii="Comic Sans MS" w:hAnsi="Comic Sans MS"/>
                                <w:b/>
                              </w:rPr>
                              <w:t>Marchés</w:t>
                            </w:r>
                          </w:p>
                          <w:p w:rsidR="00F758B5" w:rsidRPr="00B77EF9" w:rsidRDefault="00F758B5" w:rsidP="00F758B5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Tél. : 04.92.40.28.04</w:t>
                            </w:r>
                          </w:p>
                          <w:p w:rsidR="00F758B5" w:rsidRPr="00B77EF9" w:rsidRDefault="00F758B5" w:rsidP="00F758B5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77EF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Fax : 04.92.40.61.68</w:t>
                            </w:r>
                          </w:p>
                          <w:p w:rsidR="00F758B5" w:rsidRPr="00BE74CE" w:rsidRDefault="00F758B5" w:rsidP="00F758B5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E-</w:t>
                            </w:r>
                            <w:r w:rsidRPr="00B77EF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mail : </w:t>
                            </w:r>
                            <w:r w:rsidRPr="00B77EF9">
                              <w:rPr>
                                <w:rFonts w:ascii="Arial" w:hAnsi="Arial" w:cs="Arial"/>
                                <w:color w:val="0000FF"/>
                                <w:sz w:val="18"/>
                                <w:szCs w:val="18"/>
                              </w:rPr>
                              <w:t>cellulemarches@chicas-gap.fr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02146E"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 wp14:anchorId="44D643F9" wp14:editId="6AFA8C15">
                  <wp:extent cx="923925" cy="600214"/>
                  <wp:effectExtent l="0" t="0" r="0" b="9525"/>
                  <wp:docPr id="10" name="Image 10" descr="logo_CHICAS_conden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ogo_CHICAS_conden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909" cy="604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6" w:type="dxa"/>
          </w:tcPr>
          <w:p w:rsidR="00F758B5" w:rsidRPr="0002146E" w:rsidRDefault="00F758B5" w:rsidP="00730DEC">
            <w:pPr>
              <w:rPr>
                <w:rFonts w:ascii="Arial" w:hAnsi="Arial" w:cs="Arial"/>
                <w:sz w:val="12"/>
                <w:szCs w:val="12"/>
              </w:rPr>
            </w:pPr>
          </w:p>
          <w:p w:rsidR="00F758B5" w:rsidRDefault="00F758B5" w:rsidP="00730DEC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>
                  <wp:extent cx="1085850" cy="361315"/>
                  <wp:effectExtent l="0" t="0" r="0" b="63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 CHEB nouveau.jpg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361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758B5" w:rsidRPr="0002146E" w:rsidRDefault="00F758B5" w:rsidP="00730DEC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01" w:type="dxa"/>
          </w:tcPr>
          <w:p w:rsidR="00F758B5" w:rsidRDefault="00F758B5" w:rsidP="00730DEC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</w:p>
          <w:p w:rsidR="00F758B5" w:rsidRDefault="00F758B5" w:rsidP="00730DEC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</w:p>
          <w:p w:rsidR="00F758B5" w:rsidRPr="0002146E" w:rsidRDefault="00F758B5" w:rsidP="00730DEC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  <w:r>
              <w:rPr>
                <w:noProof/>
              </w:rPr>
              <w:drawing>
                <wp:inline distT="0" distB="0" distL="0" distR="0" wp14:anchorId="1EABFF07" wp14:editId="47636AA9">
                  <wp:extent cx="1148978" cy="485775"/>
                  <wp:effectExtent l="0" t="0" r="0" b="0"/>
                  <wp:docPr id="1" name="Image 1" descr="C:\Users\mebrochi\AppData\Local\Microsoft\Windows\Temporary Internet Files\Content.Word\Logo Hopital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ebrochi\AppData\Local\Microsoft\Windows\Temporary Internet Files\Content.Word\Logo Hopital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472" cy="487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:rsidR="00F758B5" w:rsidRPr="0002146E" w:rsidRDefault="00F758B5" w:rsidP="00730DEC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02146E">
              <w:rPr>
                <w:rFonts w:ascii="Arial" w:hAnsi="Arial" w:cs="Arial"/>
                <w:noProof/>
                <w:sz w:val="12"/>
                <w:szCs w:val="12"/>
              </w:rPr>
              <w:drawing>
                <wp:anchor distT="0" distB="0" distL="114300" distR="114300" simplePos="0" relativeHeight="251661312" behindDoc="1" locked="0" layoutInCell="1" allowOverlap="1" wp14:anchorId="4BFFBB4C" wp14:editId="2CC12DA6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52705</wp:posOffset>
                  </wp:positionV>
                  <wp:extent cx="596265" cy="742950"/>
                  <wp:effectExtent l="0" t="0" r="0" b="0"/>
                  <wp:wrapThrough wrapText="bothSides">
                    <wp:wrapPolygon edited="0">
                      <wp:start x="0" y="0"/>
                      <wp:lineTo x="0" y="21046"/>
                      <wp:lineTo x="20703" y="21046"/>
                      <wp:lineTo x="20703" y="0"/>
                      <wp:lineTo x="0" y="0"/>
                    </wp:wrapPolygon>
                  </wp:wrapThrough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26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F758B5" w:rsidRDefault="00F758B5" w:rsidP="00F758B5">
      <w:pPr>
        <w:rPr>
          <w:rFonts w:ascii="Comic Sans MS" w:hAnsi="Comic Sans MS"/>
        </w:rPr>
      </w:pPr>
    </w:p>
    <w:p w:rsidR="00F758B5" w:rsidRDefault="00F758B5" w:rsidP="00F758B5">
      <w:pPr>
        <w:rPr>
          <w:rFonts w:ascii="Comic Sans MS" w:hAnsi="Comic Sans MS"/>
        </w:rPr>
      </w:pPr>
    </w:p>
    <w:p w:rsidR="00F758B5" w:rsidRDefault="00F758B5" w:rsidP="00F758B5">
      <w:r>
        <w:t xml:space="preserve">  </w:t>
      </w:r>
    </w:p>
    <w:p w:rsidR="00F758B5" w:rsidRDefault="00F758B5" w:rsidP="00F758B5">
      <w:pPr>
        <w:jc w:val="right"/>
        <w:rPr>
          <w:rFonts w:ascii="Comic Sans MS" w:hAnsi="Comic Sans MS" w:cs="Tahoma"/>
        </w:rPr>
      </w:pPr>
    </w:p>
    <w:p w:rsidR="00F758B5" w:rsidRDefault="00F758B5" w:rsidP="00F758B5">
      <w:pPr>
        <w:rPr>
          <w:rFonts w:ascii="Comic Sans MS" w:hAnsi="Comic Sans MS" w:cs="Tahoma"/>
        </w:rPr>
      </w:pPr>
    </w:p>
    <w:p w:rsidR="00F758B5" w:rsidRDefault="00F758B5" w:rsidP="00F758B5">
      <w:pPr>
        <w:tabs>
          <w:tab w:val="left" w:pos="6804"/>
        </w:tabs>
        <w:ind w:right="-2"/>
        <w:jc w:val="both"/>
        <w:rPr>
          <w:rFonts w:ascii="Arial" w:hAnsi="Arial" w:cs="Arial"/>
          <w:bCs/>
          <w:sz w:val="16"/>
          <w:szCs w:val="16"/>
        </w:rPr>
      </w:pPr>
      <w:r w:rsidRPr="006078CF">
        <w:rPr>
          <w:rFonts w:ascii="Wingdings" w:eastAsia="Wingdings" w:hAnsi="Wingdings" w:cs="Wingdings"/>
          <w:bCs/>
          <w:sz w:val="16"/>
          <w:szCs w:val="16"/>
        </w:rPr>
        <w:t></w:t>
      </w:r>
      <w:r>
        <w:rPr>
          <w:rFonts w:ascii="Arial" w:hAnsi="Arial" w:cs="Arial"/>
          <w:bCs/>
          <w:sz w:val="16"/>
          <w:szCs w:val="16"/>
        </w:rPr>
        <w:t> : SE9 N123</w:t>
      </w:r>
    </w:p>
    <w:p w:rsidR="00F758B5" w:rsidRDefault="00F758B5" w:rsidP="00F758B5">
      <w:pPr>
        <w:tabs>
          <w:tab w:val="left" w:pos="6804"/>
        </w:tabs>
        <w:ind w:right="-2"/>
        <w:jc w:val="both"/>
        <w:rPr>
          <w:rFonts w:ascii="Arial" w:hAnsi="Arial" w:cs="Arial"/>
          <w:bCs/>
          <w:sz w:val="16"/>
          <w:szCs w:val="16"/>
          <w:highlight w:val="yellow"/>
        </w:rPr>
      </w:pPr>
    </w:p>
    <w:p w:rsidR="00996056" w:rsidRDefault="00996056" w:rsidP="00996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FICHE </w:t>
      </w:r>
      <w:r w:rsidR="009B2D2E">
        <w:rPr>
          <w:rFonts w:ascii="Arial" w:hAnsi="Arial" w:cs="Arial"/>
          <w:b/>
          <w:sz w:val="30"/>
          <w:szCs w:val="30"/>
        </w:rPr>
        <w:t>D’</w:t>
      </w:r>
      <w:r>
        <w:rPr>
          <w:rFonts w:ascii="Arial" w:hAnsi="Arial" w:cs="Arial"/>
          <w:b/>
          <w:sz w:val="30"/>
          <w:szCs w:val="30"/>
        </w:rPr>
        <w:t>INCIDENT à transmettre à :</w:t>
      </w:r>
    </w:p>
    <w:p w:rsidR="00996056" w:rsidRPr="004D4F9D" w:rsidRDefault="00F758B5" w:rsidP="00996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30"/>
          <w:szCs w:val="30"/>
        </w:rPr>
      </w:pPr>
      <w:hyperlink r:id="rId17" w:history="1">
        <w:r w:rsidR="00996056" w:rsidRPr="00AE4844">
          <w:rPr>
            <w:rStyle w:val="Lienhypertexte"/>
            <w:rFonts w:ascii="Arial" w:hAnsi="Arial" w:cs="Arial"/>
            <w:b/>
            <w:sz w:val="30"/>
            <w:szCs w:val="30"/>
          </w:rPr>
          <w:t>cellulemarches@chicas-gap.fr</w:t>
        </w:r>
      </w:hyperlink>
      <w:r w:rsidR="00996056">
        <w:rPr>
          <w:rFonts w:ascii="Arial" w:hAnsi="Arial" w:cs="Arial"/>
          <w:b/>
          <w:sz w:val="30"/>
          <w:szCs w:val="30"/>
        </w:rPr>
        <w:t xml:space="preserve"> </w:t>
      </w:r>
    </w:p>
    <w:p w:rsidR="00996056" w:rsidRPr="008B194C" w:rsidRDefault="00996056" w:rsidP="00996056">
      <w:pPr>
        <w:rPr>
          <w:rFonts w:ascii="Arial" w:hAnsi="Arial" w:cs="Arial"/>
        </w:rPr>
      </w:pPr>
      <w:bookmarkStart w:id="0" w:name="_GoBack"/>
      <w:bookmarkEnd w:id="0"/>
    </w:p>
    <w:p w:rsidR="00996056" w:rsidRPr="004D4F9D" w:rsidRDefault="00996056" w:rsidP="0099605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Marché / Consultation </w:t>
      </w:r>
      <w:r w:rsidR="00F758B5">
        <w:rPr>
          <w:rFonts w:ascii="Arial" w:hAnsi="Arial" w:cs="Arial"/>
          <w:b/>
          <w:sz w:val="22"/>
          <w:szCs w:val="22"/>
          <w:u w:val="single"/>
        </w:rPr>
        <w:t>001-2025</w:t>
      </w:r>
      <w:r w:rsidRPr="004D4F9D">
        <w:rPr>
          <w:rFonts w:ascii="Arial" w:hAnsi="Arial" w:cs="Arial"/>
          <w:b/>
          <w:sz w:val="22"/>
          <w:szCs w:val="22"/>
        </w:rPr>
        <w:t xml:space="preserve"> :</w:t>
      </w:r>
      <w:r w:rsidRPr="004D4F9D">
        <w:rPr>
          <w:rFonts w:ascii="Arial" w:hAnsi="Arial" w:cs="Arial"/>
          <w:sz w:val="22"/>
          <w:szCs w:val="22"/>
        </w:rPr>
        <w:t xml:space="preserve"> </w:t>
      </w:r>
      <w:r w:rsidRPr="00996056">
        <w:rPr>
          <w:rFonts w:ascii="Arial" w:hAnsi="Arial" w:cs="Arial"/>
          <w:sz w:val="22"/>
          <w:szCs w:val="22"/>
        </w:rPr>
        <w:t xml:space="preserve">Le marché a pour objet </w:t>
      </w:r>
      <w:r w:rsidR="00AA387D">
        <w:rPr>
          <w:rFonts w:ascii="Arial" w:hAnsi="Arial" w:cs="Arial"/>
          <w:sz w:val="22"/>
          <w:szCs w:val="22"/>
        </w:rPr>
        <w:t xml:space="preserve">la </w:t>
      </w:r>
      <w:r w:rsidR="00F758B5">
        <w:rPr>
          <w:rFonts w:ascii="Arial" w:hAnsi="Arial" w:cs="Arial"/>
          <w:sz w:val="22"/>
          <w:szCs w:val="22"/>
        </w:rPr>
        <w:t>fourniture et livraison de boissons dans le cadre du Groupement de commandes du GHT des Alpes du Sud – FBOISS25</w:t>
      </w:r>
    </w:p>
    <w:p w:rsidR="00996056" w:rsidRPr="008B194C" w:rsidRDefault="00996056" w:rsidP="00996056">
      <w:pPr>
        <w:rPr>
          <w:rFonts w:ascii="Arial" w:hAnsi="Arial" w:cs="Arial"/>
        </w:rPr>
      </w:pPr>
    </w:p>
    <w:p w:rsidR="00996056" w:rsidRPr="008B194C" w:rsidRDefault="00996056" w:rsidP="00996056">
      <w:pPr>
        <w:rPr>
          <w:rFonts w:ascii="Trebuchet MS" w:hAnsi="Trebuchet MS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35"/>
        <w:gridCol w:w="7543"/>
      </w:tblGrid>
      <w:tr w:rsidR="009B2D2E" w:rsidRPr="00CE24D4" w:rsidTr="009B2D2E">
        <w:tc>
          <w:tcPr>
            <w:tcW w:w="2235" w:type="dxa"/>
            <w:vAlign w:val="center"/>
          </w:tcPr>
          <w:p w:rsidR="009B2D2E" w:rsidRPr="00CE24D4" w:rsidRDefault="009B2D2E" w:rsidP="009B2D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24D4">
              <w:rPr>
                <w:rFonts w:ascii="Arial" w:hAnsi="Arial" w:cs="Arial"/>
                <w:sz w:val="22"/>
                <w:szCs w:val="22"/>
              </w:rPr>
              <w:t xml:space="preserve">Nom </w:t>
            </w:r>
            <w:r>
              <w:rPr>
                <w:rFonts w:ascii="Arial" w:hAnsi="Arial" w:cs="Arial"/>
                <w:sz w:val="22"/>
                <w:szCs w:val="22"/>
              </w:rPr>
              <w:t>du fournisseur</w:t>
            </w:r>
          </w:p>
        </w:tc>
        <w:tc>
          <w:tcPr>
            <w:tcW w:w="7543" w:type="dxa"/>
            <w:vAlign w:val="center"/>
          </w:tcPr>
          <w:p w:rsidR="009B2D2E" w:rsidRPr="00A851E3" w:rsidRDefault="009B2D2E" w:rsidP="009B2D2E">
            <w:pPr>
              <w:jc w:val="center"/>
              <w:rPr>
                <w:rFonts w:ascii="Arial" w:hAnsi="Arial" w:cs="Arial"/>
                <w:b/>
                <w:color w:val="0000FF"/>
                <w:sz w:val="24"/>
                <w:szCs w:val="24"/>
              </w:rPr>
            </w:pPr>
          </w:p>
        </w:tc>
      </w:tr>
      <w:tr w:rsidR="009B2D2E" w:rsidRPr="00CE24D4" w:rsidTr="009B2D2E">
        <w:tc>
          <w:tcPr>
            <w:tcW w:w="2235" w:type="dxa"/>
            <w:vAlign w:val="center"/>
          </w:tcPr>
          <w:p w:rsidR="009B2D2E" w:rsidRPr="00CE24D4" w:rsidRDefault="009B2D2E" w:rsidP="009B2D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Libellé du produit</w:t>
            </w:r>
          </w:p>
        </w:tc>
        <w:tc>
          <w:tcPr>
            <w:tcW w:w="7543" w:type="dxa"/>
            <w:vAlign w:val="center"/>
          </w:tcPr>
          <w:p w:rsidR="009B2D2E" w:rsidRPr="00A851E3" w:rsidRDefault="009B2D2E" w:rsidP="009B2D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96056" w:rsidRPr="00FC4C23" w:rsidRDefault="00996056" w:rsidP="00996056">
      <w:pPr>
        <w:rPr>
          <w:rFonts w:ascii="Arial" w:hAnsi="Arial" w:cs="Arial"/>
          <w:sz w:val="24"/>
          <w:szCs w:val="24"/>
        </w:rPr>
      </w:pPr>
      <w:r w:rsidRPr="00FC4C23">
        <w:rPr>
          <w:rFonts w:ascii="Arial" w:hAnsi="Arial" w:cs="Arial"/>
          <w:sz w:val="24"/>
          <w:szCs w:val="24"/>
        </w:rPr>
        <w:t xml:space="preserve">  </w:t>
      </w:r>
    </w:p>
    <w:p w:rsidR="00996056" w:rsidRPr="008B194C" w:rsidRDefault="009B2D2E" w:rsidP="00996056">
      <w:pPr>
        <w:rPr>
          <w:rFonts w:ascii="Arial" w:hAnsi="Arial" w:cs="Arial"/>
          <w:b/>
          <w:bCs/>
          <w:sz w:val="24"/>
          <w:szCs w:val="24"/>
        </w:rPr>
      </w:pPr>
      <w:r w:rsidRPr="008B194C">
        <w:rPr>
          <w:rFonts w:ascii="Arial" w:hAnsi="Arial" w:cs="Arial"/>
          <w:b/>
          <w:bCs/>
          <w:sz w:val="24"/>
          <w:szCs w:val="24"/>
        </w:rPr>
        <w:t>Incident constaté :</w:t>
      </w:r>
      <w:r w:rsidR="00996056" w:rsidRPr="008B194C">
        <w:rPr>
          <w:rFonts w:ascii="Arial" w:hAnsi="Arial" w:cs="Arial"/>
          <w:b/>
          <w:bCs/>
          <w:sz w:val="24"/>
          <w:szCs w:val="24"/>
        </w:rPr>
        <w:t xml:space="preserve">  </w:t>
      </w:r>
    </w:p>
    <w:p w:rsidR="00996056" w:rsidRPr="00864D12" w:rsidRDefault="00996056" w:rsidP="00996056">
      <w:pPr>
        <w:rPr>
          <w:rFonts w:ascii="Arial" w:hAnsi="Arial" w:cs="Arial"/>
          <w:sz w:val="16"/>
          <w:szCs w:val="16"/>
        </w:rPr>
      </w:pPr>
      <w:r w:rsidRPr="00864D12">
        <w:rPr>
          <w:rFonts w:ascii="Arial" w:hAnsi="Arial" w:cs="Arial"/>
          <w:sz w:val="16"/>
          <w:szCs w:val="16"/>
        </w:rPr>
        <w:t xml:space="preserve"> </w:t>
      </w:r>
    </w:p>
    <w:p w:rsidR="00996056" w:rsidRPr="000A0DD4" w:rsidRDefault="00996056" w:rsidP="00996056">
      <w:pPr>
        <w:rPr>
          <w:rFonts w:ascii="Arial" w:hAnsi="Arial" w:cs="Arial"/>
          <w:sz w:val="22"/>
          <w:szCs w:val="22"/>
        </w:rPr>
      </w:pPr>
      <w:r w:rsidRPr="000A0DD4">
        <w:rPr>
          <w:rFonts w:ascii="Arial" w:hAnsi="Arial" w:cs="Arial"/>
          <w:sz w:val="22"/>
          <w:szCs w:val="22"/>
        </w:rPr>
        <w:t xml:space="preserve">     </w:t>
      </w:r>
      <w:r w:rsidR="006A02A7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A02A7">
        <w:instrText xml:space="preserve"> FORMCHECKBOX </w:instrText>
      </w:r>
      <w:r w:rsidR="00F758B5">
        <w:fldChar w:fldCharType="separate"/>
      </w:r>
      <w:r w:rsidR="006A02A7">
        <w:fldChar w:fldCharType="end"/>
      </w:r>
      <w:r w:rsidRPr="000A0DD4">
        <w:rPr>
          <w:rFonts w:ascii="Arial" w:hAnsi="Arial" w:cs="Arial"/>
          <w:sz w:val="22"/>
          <w:szCs w:val="22"/>
        </w:rPr>
        <w:t xml:space="preserve">  </w:t>
      </w:r>
      <w:r w:rsidR="009B2D2E">
        <w:rPr>
          <w:rFonts w:ascii="Arial" w:hAnsi="Arial" w:cs="Arial"/>
          <w:sz w:val="22"/>
          <w:szCs w:val="22"/>
        </w:rPr>
        <w:t>Rupture de stock</w:t>
      </w:r>
      <w:r w:rsidR="008B194C">
        <w:rPr>
          <w:rFonts w:ascii="Arial" w:hAnsi="Arial" w:cs="Arial"/>
          <w:sz w:val="22"/>
          <w:szCs w:val="22"/>
        </w:rPr>
        <w:t xml:space="preserve"> pour la livraison du :          /           /</w:t>
      </w:r>
      <w:r w:rsidRPr="000A0DD4">
        <w:rPr>
          <w:rFonts w:ascii="Arial" w:hAnsi="Arial" w:cs="Arial"/>
          <w:sz w:val="22"/>
          <w:szCs w:val="22"/>
        </w:rPr>
        <w:t xml:space="preserve"> </w:t>
      </w:r>
    </w:p>
    <w:p w:rsidR="00996056" w:rsidRPr="00864D12" w:rsidRDefault="00996056" w:rsidP="00996056">
      <w:pPr>
        <w:rPr>
          <w:rFonts w:ascii="Arial" w:hAnsi="Arial" w:cs="Arial"/>
          <w:sz w:val="12"/>
          <w:szCs w:val="12"/>
        </w:rPr>
      </w:pPr>
    </w:p>
    <w:p w:rsidR="00996056" w:rsidRPr="000A0DD4" w:rsidRDefault="00996056" w:rsidP="00996056">
      <w:pPr>
        <w:rPr>
          <w:rFonts w:ascii="Arial" w:hAnsi="Arial" w:cs="Arial"/>
          <w:sz w:val="22"/>
          <w:szCs w:val="22"/>
        </w:rPr>
      </w:pPr>
      <w:r w:rsidRPr="000A0DD4">
        <w:rPr>
          <w:rFonts w:ascii="Arial" w:hAnsi="Arial" w:cs="Arial"/>
          <w:sz w:val="22"/>
          <w:szCs w:val="22"/>
        </w:rPr>
        <w:t xml:space="preserve">     </w:t>
      </w:r>
      <w:r w:rsidR="006A02A7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A02A7">
        <w:instrText xml:space="preserve"> FORMCHECKBOX </w:instrText>
      </w:r>
      <w:r w:rsidR="00F758B5">
        <w:fldChar w:fldCharType="separate"/>
      </w:r>
      <w:r w:rsidR="006A02A7">
        <w:fldChar w:fldCharType="end"/>
      </w:r>
      <w:r w:rsidRPr="000A0DD4">
        <w:rPr>
          <w:rFonts w:ascii="Arial" w:hAnsi="Arial" w:cs="Arial"/>
          <w:sz w:val="22"/>
          <w:szCs w:val="22"/>
        </w:rPr>
        <w:t xml:space="preserve">  </w:t>
      </w:r>
      <w:r w:rsidR="008B194C">
        <w:rPr>
          <w:rFonts w:ascii="Arial" w:hAnsi="Arial" w:cs="Arial"/>
          <w:sz w:val="22"/>
          <w:szCs w:val="22"/>
        </w:rPr>
        <w:t>Manque à la livraison, sans explication :  …………………………………………………………</w:t>
      </w:r>
      <w:r w:rsidRPr="000A0DD4">
        <w:rPr>
          <w:rFonts w:ascii="Arial" w:hAnsi="Arial" w:cs="Arial"/>
          <w:sz w:val="22"/>
          <w:szCs w:val="22"/>
        </w:rPr>
        <w:t xml:space="preserve"> </w:t>
      </w:r>
    </w:p>
    <w:p w:rsidR="00996056" w:rsidRPr="00864D12" w:rsidRDefault="00996056" w:rsidP="00996056">
      <w:pPr>
        <w:rPr>
          <w:rFonts w:ascii="Arial" w:hAnsi="Arial" w:cs="Arial"/>
          <w:sz w:val="12"/>
          <w:szCs w:val="12"/>
        </w:rPr>
      </w:pPr>
    </w:p>
    <w:p w:rsidR="00996056" w:rsidRPr="000A0DD4" w:rsidRDefault="00996056" w:rsidP="00996056">
      <w:pPr>
        <w:rPr>
          <w:rFonts w:ascii="Arial" w:hAnsi="Arial" w:cs="Arial"/>
          <w:sz w:val="22"/>
          <w:szCs w:val="22"/>
        </w:rPr>
      </w:pPr>
      <w:r w:rsidRPr="000A0DD4">
        <w:rPr>
          <w:rFonts w:ascii="Arial" w:hAnsi="Arial" w:cs="Arial"/>
          <w:sz w:val="22"/>
          <w:szCs w:val="22"/>
        </w:rPr>
        <w:t xml:space="preserve">     </w:t>
      </w:r>
      <w:r w:rsidR="006A02A7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A02A7">
        <w:instrText xml:space="preserve"> FORMCHECKBOX </w:instrText>
      </w:r>
      <w:r w:rsidR="00F758B5">
        <w:fldChar w:fldCharType="separate"/>
      </w:r>
      <w:r w:rsidR="006A02A7">
        <w:fldChar w:fldCharType="end"/>
      </w:r>
      <w:r w:rsidRPr="000A0DD4">
        <w:rPr>
          <w:rFonts w:ascii="Arial" w:hAnsi="Arial" w:cs="Arial"/>
          <w:sz w:val="22"/>
          <w:szCs w:val="22"/>
        </w:rPr>
        <w:t xml:space="preserve">  </w:t>
      </w:r>
      <w:r w:rsidR="008B194C">
        <w:rPr>
          <w:rFonts w:ascii="Arial" w:hAnsi="Arial" w:cs="Arial"/>
          <w:sz w:val="22"/>
          <w:szCs w:val="22"/>
        </w:rPr>
        <w:t>Livraison incomplète, commande du :        /            /              livrée le :           /             /</w:t>
      </w:r>
      <w:r w:rsidRPr="000A0DD4">
        <w:rPr>
          <w:rFonts w:ascii="Arial" w:hAnsi="Arial" w:cs="Arial"/>
          <w:sz w:val="22"/>
          <w:szCs w:val="22"/>
        </w:rPr>
        <w:t xml:space="preserve"> </w:t>
      </w:r>
    </w:p>
    <w:p w:rsidR="00996056" w:rsidRPr="00864D12" w:rsidRDefault="00996056" w:rsidP="00996056">
      <w:pPr>
        <w:rPr>
          <w:rFonts w:ascii="Arial" w:hAnsi="Arial" w:cs="Arial"/>
          <w:sz w:val="12"/>
          <w:szCs w:val="12"/>
        </w:rPr>
      </w:pPr>
    </w:p>
    <w:p w:rsidR="00996056" w:rsidRPr="000A0DD4" w:rsidRDefault="00996056" w:rsidP="00996056">
      <w:pPr>
        <w:rPr>
          <w:rFonts w:ascii="Arial" w:hAnsi="Arial" w:cs="Arial"/>
          <w:sz w:val="28"/>
          <w:szCs w:val="28"/>
        </w:rPr>
      </w:pPr>
      <w:r w:rsidRPr="000A0DD4">
        <w:rPr>
          <w:rFonts w:ascii="Arial" w:hAnsi="Arial" w:cs="Arial"/>
          <w:sz w:val="22"/>
          <w:szCs w:val="22"/>
        </w:rPr>
        <w:t xml:space="preserve">     </w:t>
      </w:r>
      <w:r w:rsidR="006A02A7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A02A7">
        <w:instrText xml:space="preserve"> FORMCHECKBOX </w:instrText>
      </w:r>
      <w:r w:rsidR="00F758B5">
        <w:fldChar w:fldCharType="separate"/>
      </w:r>
      <w:r w:rsidR="006A02A7">
        <w:fldChar w:fldCharType="end"/>
      </w:r>
      <w:r w:rsidRPr="000A0DD4">
        <w:rPr>
          <w:rFonts w:ascii="Arial" w:hAnsi="Arial" w:cs="Arial"/>
          <w:sz w:val="22"/>
          <w:szCs w:val="22"/>
        </w:rPr>
        <w:t xml:space="preserve">  </w:t>
      </w:r>
      <w:r w:rsidR="008B194C">
        <w:rPr>
          <w:rFonts w:ascii="Arial" w:hAnsi="Arial" w:cs="Arial"/>
          <w:sz w:val="22"/>
          <w:szCs w:val="22"/>
        </w:rPr>
        <w:t>Produit non-conforme à la commande</w:t>
      </w:r>
    </w:p>
    <w:p w:rsidR="008B194C" w:rsidRPr="00864D12" w:rsidRDefault="008B194C" w:rsidP="008B194C">
      <w:pPr>
        <w:rPr>
          <w:rFonts w:ascii="Arial" w:hAnsi="Arial" w:cs="Arial"/>
          <w:sz w:val="12"/>
          <w:szCs w:val="12"/>
        </w:rPr>
      </w:pPr>
    </w:p>
    <w:p w:rsidR="008B194C" w:rsidRPr="000A0DD4" w:rsidRDefault="008B194C" w:rsidP="008B194C">
      <w:pPr>
        <w:rPr>
          <w:rFonts w:ascii="Arial" w:hAnsi="Arial" w:cs="Arial"/>
          <w:sz w:val="28"/>
          <w:szCs w:val="28"/>
        </w:rPr>
      </w:pPr>
      <w:r w:rsidRPr="000A0DD4">
        <w:rPr>
          <w:rFonts w:ascii="Arial" w:hAnsi="Arial" w:cs="Arial"/>
          <w:sz w:val="22"/>
          <w:szCs w:val="22"/>
        </w:rPr>
        <w:t xml:space="preserve">     </w:t>
      </w:r>
      <w:r w:rsidR="006A02A7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A02A7">
        <w:instrText xml:space="preserve"> FORMCHECKBOX </w:instrText>
      </w:r>
      <w:r w:rsidR="00F758B5">
        <w:fldChar w:fldCharType="separate"/>
      </w:r>
      <w:r w:rsidR="006A02A7">
        <w:fldChar w:fldCharType="end"/>
      </w:r>
      <w:r w:rsidRPr="000A0DD4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Produit non-conforme à la commande</w:t>
      </w:r>
    </w:p>
    <w:p w:rsidR="008B194C" w:rsidRPr="00864D12" w:rsidRDefault="008B194C" w:rsidP="008B194C">
      <w:pPr>
        <w:rPr>
          <w:rFonts w:ascii="Arial" w:hAnsi="Arial" w:cs="Arial"/>
          <w:sz w:val="12"/>
          <w:szCs w:val="12"/>
        </w:rPr>
      </w:pPr>
    </w:p>
    <w:p w:rsidR="008B194C" w:rsidRPr="000A0DD4" w:rsidRDefault="008B194C" w:rsidP="008B194C">
      <w:pPr>
        <w:rPr>
          <w:rFonts w:ascii="Arial" w:hAnsi="Arial" w:cs="Arial"/>
          <w:sz w:val="28"/>
          <w:szCs w:val="28"/>
        </w:rPr>
      </w:pPr>
      <w:r w:rsidRPr="000A0DD4">
        <w:rPr>
          <w:rFonts w:ascii="Arial" w:hAnsi="Arial" w:cs="Arial"/>
          <w:sz w:val="22"/>
          <w:szCs w:val="22"/>
        </w:rPr>
        <w:t xml:space="preserve">     </w:t>
      </w:r>
      <w:r w:rsidR="006A02A7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A02A7">
        <w:instrText xml:space="preserve"> FORMCHECKBOX </w:instrText>
      </w:r>
      <w:r w:rsidR="00F758B5">
        <w:fldChar w:fldCharType="separate"/>
      </w:r>
      <w:r w:rsidR="006A02A7">
        <w:fldChar w:fldCharType="end"/>
      </w:r>
      <w:r w:rsidRPr="000A0DD4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Emballage détérioré</w:t>
      </w:r>
    </w:p>
    <w:p w:rsidR="00864D12" w:rsidRPr="00864D12" w:rsidRDefault="00864D12" w:rsidP="00864D12">
      <w:pPr>
        <w:rPr>
          <w:rFonts w:ascii="Arial" w:hAnsi="Arial" w:cs="Arial"/>
          <w:sz w:val="12"/>
          <w:szCs w:val="12"/>
        </w:rPr>
      </w:pPr>
    </w:p>
    <w:p w:rsidR="00864D12" w:rsidRPr="000A0DD4" w:rsidRDefault="00864D12" w:rsidP="00864D12">
      <w:pPr>
        <w:rPr>
          <w:rFonts w:ascii="Arial" w:hAnsi="Arial" w:cs="Arial"/>
          <w:sz w:val="28"/>
          <w:szCs w:val="28"/>
        </w:rPr>
      </w:pPr>
      <w:r w:rsidRPr="000A0DD4">
        <w:rPr>
          <w:rFonts w:ascii="Arial" w:hAnsi="Arial" w:cs="Arial"/>
          <w:sz w:val="22"/>
          <w:szCs w:val="22"/>
        </w:rPr>
        <w:t xml:space="preserve">     </w:t>
      </w:r>
      <w:r w:rsidR="006A02A7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A02A7">
        <w:instrText xml:space="preserve"> FORMCHECKBOX </w:instrText>
      </w:r>
      <w:r w:rsidR="00F758B5">
        <w:fldChar w:fldCharType="separate"/>
      </w:r>
      <w:r w:rsidR="006A02A7">
        <w:fldChar w:fldCharType="end"/>
      </w:r>
      <w:r w:rsidRPr="000A0DD4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Etiquetage non conforme</w:t>
      </w:r>
    </w:p>
    <w:p w:rsidR="008B194C" w:rsidRPr="00864D12" w:rsidRDefault="008B194C" w:rsidP="008B194C">
      <w:pPr>
        <w:rPr>
          <w:rFonts w:ascii="Arial" w:hAnsi="Arial" w:cs="Arial"/>
          <w:sz w:val="12"/>
          <w:szCs w:val="12"/>
        </w:rPr>
      </w:pPr>
    </w:p>
    <w:p w:rsidR="008B194C" w:rsidRPr="000A0DD4" w:rsidRDefault="008B194C" w:rsidP="008B194C">
      <w:pPr>
        <w:rPr>
          <w:rFonts w:ascii="Arial" w:hAnsi="Arial" w:cs="Arial"/>
          <w:sz w:val="28"/>
          <w:szCs w:val="28"/>
        </w:rPr>
      </w:pPr>
      <w:r w:rsidRPr="000A0DD4">
        <w:rPr>
          <w:rFonts w:ascii="Arial" w:hAnsi="Arial" w:cs="Arial"/>
          <w:sz w:val="22"/>
          <w:szCs w:val="22"/>
        </w:rPr>
        <w:t xml:space="preserve">     </w:t>
      </w:r>
      <w:r w:rsidR="006A02A7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A02A7">
        <w:instrText xml:space="preserve"> FORMCHECKBOX </w:instrText>
      </w:r>
      <w:r w:rsidR="00F758B5">
        <w:fldChar w:fldCharType="separate"/>
      </w:r>
      <w:r w:rsidR="006A02A7">
        <w:fldChar w:fldCharType="end"/>
      </w:r>
      <w:r w:rsidRPr="000A0DD4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Produit de mauvaise qualité </w:t>
      </w:r>
      <w:r w:rsidRPr="008B194C">
        <w:rPr>
          <w:rFonts w:ascii="Arial" w:hAnsi="Arial" w:cs="Arial"/>
          <w:i/>
          <w:iCs/>
        </w:rPr>
        <w:t>(à préciser dans commentaires)</w:t>
      </w:r>
    </w:p>
    <w:p w:rsidR="008B194C" w:rsidRPr="00864D12" w:rsidRDefault="008B194C" w:rsidP="008B194C">
      <w:pPr>
        <w:rPr>
          <w:rFonts w:ascii="Arial" w:hAnsi="Arial" w:cs="Arial"/>
          <w:sz w:val="12"/>
          <w:szCs w:val="12"/>
        </w:rPr>
      </w:pPr>
    </w:p>
    <w:p w:rsidR="008B194C" w:rsidRPr="000A0DD4" w:rsidRDefault="008B194C" w:rsidP="008B194C">
      <w:pPr>
        <w:rPr>
          <w:rFonts w:ascii="Arial" w:hAnsi="Arial" w:cs="Arial"/>
          <w:sz w:val="28"/>
          <w:szCs w:val="28"/>
        </w:rPr>
      </w:pPr>
      <w:r w:rsidRPr="000A0DD4">
        <w:rPr>
          <w:rFonts w:ascii="Arial" w:hAnsi="Arial" w:cs="Arial"/>
          <w:sz w:val="22"/>
          <w:szCs w:val="22"/>
        </w:rPr>
        <w:t xml:space="preserve">     </w:t>
      </w:r>
      <w:r w:rsidR="006A02A7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A02A7">
        <w:instrText xml:space="preserve"> FORMCHECKBOX </w:instrText>
      </w:r>
      <w:r w:rsidR="00F758B5">
        <w:fldChar w:fldCharType="separate"/>
      </w:r>
      <w:r w:rsidR="006A02A7">
        <w:fldChar w:fldCharType="end"/>
      </w:r>
      <w:r w:rsidRPr="000A0DD4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Problème de facturation</w:t>
      </w:r>
      <w:r w:rsidR="00864D12">
        <w:rPr>
          <w:rFonts w:ascii="Arial" w:hAnsi="Arial" w:cs="Arial"/>
          <w:sz w:val="22"/>
          <w:szCs w:val="22"/>
        </w:rPr>
        <w:t xml:space="preserve"> </w:t>
      </w:r>
      <w:r w:rsidR="00864D12" w:rsidRPr="008B194C">
        <w:rPr>
          <w:rFonts w:ascii="Arial" w:hAnsi="Arial" w:cs="Arial"/>
          <w:i/>
          <w:iCs/>
        </w:rPr>
        <w:t>(à préciser dans commentaires)</w:t>
      </w:r>
    </w:p>
    <w:p w:rsidR="008B194C" w:rsidRPr="00FC4C23" w:rsidRDefault="008B194C" w:rsidP="00996056">
      <w:pPr>
        <w:rPr>
          <w:rFonts w:ascii="Arial" w:hAnsi="Arial" w:cs="Arial"/>
        </w:rPr>
      </w:pPr>
    </w:p>
    <w:p w:rsidR="008B194C" w:rsidRPr="000A0DD4" w:rsidRDefault="008B194C" w:rsidP="008B194C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A0DD4">
        <w:rPr>
          <w:rFonts w:ascii="Arial" w:hAnsi="Arial" w:cs="Arial"/>
          <w:b/>
          <w:sz w:val="22"/>
          <w:szCs w:val="22"/>
          <w:u w:val="single"/>
        </w:rPr>
        <w:t>Commentaires</w:t>
      </w:r>
    </w:p>
    <w:p w:rsidR="008B194C" w:rsidRPr="008B194C" w:rsidRDefault="008B194C" w:rsidP="008B194C">
      <w:pPr>
        <w:rPr>
          <w:rFonts w:ascii="Arial" w:hAnsi="Arial" w:cs="Arial"/>
          <w:sz w:val="16"/>
          <w:szCs w:val="16"/>
        </w:rPr>
      </w:pPr>
    </w:p>
    <w:p w:rsidR="008B194C" w:rsidRDefault="008B194C" w:rsidP="00864D12">
      <w:pPr>
        <w:spacing w:after="120"/>
        <w:rPr>
          <w:rFonts w:ascii="Arial" w:hAnsi="Arial" w:cs="Arial"/>
          <w:sz w:val="22"/>
          <w:szCs w:val="22"/>
        </w:rPr>
      </w:pPr>
      <w:r w:rsidRPr="000A0DD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8B194C" w:rsidRPr="000A0DD4" w:rsidRDefault="008B194C" w:rsidP="00864D12">
      <w:pPr>
        <w:spacing w:after="120"/>
        <w:rPr>
          <w:rFonts w:ascii="Arial" w:hAnsi="Arial" w:cs="Arial"/>
          <w:sz w:val="22"/>
          <w:szCs w:val="22"/>
        </w:rPr>
      </w:pPr>
      <w:r w:rsidRPr="000A0DD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8B194C" w:rsidRPr="000A0DD4" w:rsidRDefault="008B194C" w:rsidP="00864D12">
      <w:pPr>
        <w:spacing w:after="120"/>
        <w:rPr>
          <w:rFonts w:ascii="Arial" w:hAnsi="Arial" w:cs="Arial"/>
          <w:sz w:val="22"/>
          <w:szCs w:val="22"/>
        </w:rPr>
      </w:pPr>
      <w:r w:rsidRPr="000A0DD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8B194C" w:rsidRPr="00FC4C23" w:rsidRDefault="008B194C" w:rsidP="00996056">
      <w:pPr>
        <w:rPr>
          <w:rFonts w:ascii="Arial" w:hAnsi="Arial" w:cs="Arial"/>
        </w:rPr>
      </w:pPr>
    </w:p>
    <w:p w:rsidR="00996056" w:rsidRPr="008B194C" w:rsidRDefault="008B194C" w:rsidP="00996056">
      <w:pPr>
        <w:rPr>
          <w:rFonts w:ascii="Arial" w:hAnsi="Arial" w:cs="Arial"/>
          <w:b/>
          <w:bCs/>
          <w:sz w:val="24"/>
          <w:szCs w:val="24"/>
        </w:rPr>
      </w:pPr>
      <w:r w:rsidRPr="008B194C">
        <w:rPr>
          <w:rFonts w:ascii="Arial" w:hAnsi="Arial" w:cs="Arial"/>
          <w:b/>
          <w:bCs/>
          <w:sz w:val="24"/>
          <w:szCs w:val="24"/>
        </w:rPr>
        <w:t>Suite donnée à l’incident :</w:t>
      </w:r>
    </w:p>
    <w:p w:rsidR="00996056" w:rsidRPr="00864D12" w:rsidRDefault="00996056" w:rsidP="00996056">
      <w:pPr>
        <w:rPr>
          <w:rFonts w:ascii="Arial" w:hAnsi="Arial" w:cs="Arial"/>
          <w:sz w:val="16"/>
          <w:szCs w:val="16"/>
        </w:rPr>
      </w:pPr>
    </w:p>
    <w:p w:rsidR="00996056" w:rsidRPr="000A0DD4" w:rsidRDefault="006A02A7" w:rsidP="006A02A7">
      <w:pPr>
        <w:ind w:left="284"/>
        <w:rPr>
          <w:rFonts w:ascii="Arial" w:hAnsi="Arial" w:cs="Arial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F758B5">
        <w:fldChar w:fldCharType="separate"/>
      </w:r>
      <w:r>
        <w:fldChar w:fldCharType="end"/>
      </w:r>
      <w:r>
        <w:tab/>
      </w:r>
      <w:r w:rsidR="00864D12">
        <w:rPr>
          <w:rFonts w:ascii="Arial" w:hAnsi="Arial" w:cs="Arial"/>
          <w:sz w:val="22"/>
          <w:szCs w:val="22"/>
        </w:rPr>
        <w:t>Marchandise refusée</w:t>
      </w:r>
    </w:p>
    <w:p w:rsidR="00996056" w:rsidRPr="00FC4C23" w:rsidRDefault="00996056" w:rsidP="00996056">
      <w:pPr>
        <w:rPr>
          <w:rFonts w:ascii="Arial" w:hAnsi="Arial" w:cs="Arial"/>
          <w:sz w:val="12"/>
          <w:szCs w:val="12"/>
        </w:rPr>
      </w:pPr>
    </w:p>
    <w:p w:rsidR="00996056" w:rsidRPr="000A0DD4" w:rsidRDefault="006A02A7" w:rsidP="006A02A7">
      <w:pPr>
        <w:ind w:left="284"/>
        <w:rPr>
          <w:rFonts w:ascii="Arial" w:hAnsi="Arial" w:cs="Arial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F758B5">
        <w:fldChar w:fldCharType="separate"/>
      </w:r>
      <w:r>
        <w:fldChar w:fldCharType="end"/>
      </w:r>
      <w:r>
        <w:tab/>
      </w:r>
      <w:r w:rsidR="00864D12">
        <w:rPr>
          <w:rFonts w:ascii="Arial" w:hAnsi="Arial" w:cs="Arial"/>
          <w:sz w:val="22"/>
          <w:szCs w:val="22"/>
        </w:rPr>
        <w:t>Signalé au livreur</w:t>
      </w:r>
      <w:r w:rsidR="00996056" w:rsidRPr="000A0DD4">
        <w:rPr>
          <w:rFonts w:ascii="Arial" w:hAnsi="Arial" w:cs="Arial"/>
          <w:b/>
          <w:sz w:val="22"/>
          <w:szCs w:val="22"/>
        </w:rPr>
        <w:t xml:space="preserve">     </w:t>
      </w:r>
      <w:r w:rsidR="00996056" w:rsidRPr="000A0DD4">
        <w:rPr>
          <w:rFonts w:ascii="Arial" w:hAnsi="Arial" w:cs="Arial"/>
          <w:sz w:val="22"/>
          <w:szCs w:val="22"/>
        </w:rPr>
        <w:t xml:space="preserve"> </w:t>
      </w:r>
    </w:p>
    <w:p w:rsidR="00996056" w:rsidRPr="00FC4C23" w:rsidRDefault="00996056" w:rsidP="00996056">
      <w:pPr>
        <w:pStyle w:val="Paragraphedeliste"/>
        <w:rPr>
          <w:rFonts w:ascii="Arial" w:hAnsi="Arial" w:cs="Arial"/>
          <w:sz w:val="12"/>
          <w:szCs w:val="12"/>
        </w:rPr>
      </w:pPr>
    </w:p>
    <w:p w:rsidR="00996056" w:rsidRPr="000A0DD4" w:rsidRDefault="006A02A7" w:rsidP="006A02A7">
      <w:pPr>
        <w:ind w:left="284"/>
        <w:rPr>
          <w:rFonts w:ascii="Arial" w:hAnsi="Arial" w:cs="Arial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F758B5">
        <w:fldChar w:fldCharType="separate"/>
      </w:r>
      <w:r>
        <w:fldChar w:fldCharType="end"/>
      </w:r>
      <w:r>
        <w:tab/>
      </w:r>
      <w:r w:rsidR="00864D12">
        <w:rPr>
          <w:rFonts w:ascii="Arial" w:hAnsi="Arial" w:cs="Arial"/>
          <w:sz w:val="22"/>
          <w:szCs w:val="22"/>
        </w:rPr>
        <w:t xml:space="preserve">Téléphoné au fournisseur     ou / et       </w:t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F758B5">
        <w:fldChar w:fldCharType="separate"/>
      </w:r>
      <w:r>
        <w:fldChar w:fldCharType="end"/>
      </w:r>
      <w:r w:rsidR="00864D12">
        <w:rPr>
          <w:rFonts w:ascii="Arial" w:hAnsi="Arial" w:cs="Arial"/>
          <w:sz w:val="22"/>
          <w:szCs w:val="22"/>
        </w:rPr>
        <w:t xml:space="preserve">   Fax adressé au fournisseur                         </w:t>
      </w:r>
    </w:p>
    <w:p w:rsidR="00996056" w:rsidRPr="00525565" w:rsidRDefault="00996056" w:rsidP="00996056">
      <w:pPr>
        <w:rPr>
          <w:rFonts w:ascii="Arial" w:hAnsi="Arial" w:cs="Arial"/>
          <w:sz w:val="28"/>
          <w:szCs w:val="28"/>
        </w:rPr>
      </w:pPr>
    </w:p>
    <w:p w:rsidR="00996056" w:rsidRDefault="00996056" w:rsidP="00996056">
      <w:pPr>
        <w:rPr>
          <w:rFonts w:ascii="Arial" w:hAnsi="Arial" w:cs="Arial"/>
          <w:sz w:val="22"/>
          <w:szCs w:val="22"/>
        </w:rPr>
      </w:pPr>
      <w:r w:rsidRPr="000A0DD4">
        <w:rPr>
          <w:rFonts w:ascii="Arial" w:hAnsi="Arial" w:cs="Arial"/>
          <w:sz w:val="22"/>
          <w:szCs w:val="22"/>
        </w:rPr>
        <w:t xml:space="preserve">Date de rédaction de la fiche incident : </w:t>
      </w:r>
      <w:r w:rsidR="008B194C">
        <w:rPr>
          <w:rFonts w:ascii="Arial" w:hAnsi="Arial" w:cs="Arial"/>
          <w:b/>
          <w:sz w:val="22"/>
          <w:szCs w:val="22"/>
        </w:rPr>
        <w:t xml:space="preserve">            </w:t>
      </w:r>
      <w:r w:rsidRPr="000A0DD4">
        <w:rPr>
          <w:rFonts w:ascii="Arial" w:hAnsi="Arial" w:cs="Arial"/>
          <w:b/>
          <w:sz w:val="22"/>
          <w:szCs w:val="22"/>
        </w:rPr>
        <w:t>/</w:t>
      </w:r>
      <w:r w:rsidR="008B194C">
        <w:rPr>
          <w:rFonts w:ascii="Arial" w:hAnsi="Arial" w:cs="Arial"/>
          <w:b/>
          <w:sz w:val="22"/>
          <w:szCs w:val="22"/>
        </w:rPr>
        <w:t xml:space="preserve">            </w:t>
      </w:r>
      <w:r w:rsidRPr="000A0DD4">
        <w:rPr>
          <w:rFonts w:ascii="Arial" w:hAnsi="Arial" w:cs="Arial"/>
          <w:b/>
          <w:sz w:val="22"/>
          <w:szCs w:val="22"/>
        </w:rPr>
        <w:t xml:space="preserve">/   </w:t>
      </w:r>
      <w:r w:rsidRPr="000A0DD4">
        <w:rPr>
          <w:rFonts w:ascii="Arial" w:hAnsi="Arial" w:cs="Arial"/>
          <w:sz w:val="22"/>
          <w:szCs w:val="22"/>
        </w:rPr>
        <w:t xml:space="preserve">   </w:t>
      </w:r>
    </w:p>
    <w:p w:rsidR="00996056" w:rsidRPr="00FC4C23" w:rsidRDefault="00996056" w:rsidP="00996056">
      <w:pPr>
        <w:rPr>
          <w:rFonts w:ascii="Arial" w:hAnsi="Arial" w:cs="Arial"/>
          <w:b/>
        </w:rPr>
      </w:pPr>
    </w:p>
    <w:p w:rsidR="008B194C" w:rsidRDefault="008B194C" w:rsidP="0099605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Etablissement :  ……………………………………………………………….</w:t>
      </w:r>
    </w:p>
    <w:p w:rsidR="008B194C" w:rsidRPr="00FC4C23" w:rsidRDefault="008B194C" w:rsidP="00996056">
      <w:pPr>
        <w:rPr>
          <w:rFonts w:ascii="Arial" w:hAnsi="Arial" w:cs="Arial"/>
          <w:b/>
        </w:rPr>
      </w:pPr>
    </w:p>
    <w:p w:rsidR="00996056" w:rsidRPr="000A0DD4" w:rsidRDefault="00996056" w:rsidP="00996056">
      <w:pPr>
        <w:rPr>
          <w:rFonts w:ascii="Arial" w:hAnsi="Arial" w:cs="Arial"/>
          <w:b/>
          <w:sz w:val="22"/>
          <w:szCs w:val="22"/>
        </w:rPr>
      </w:pPr>
      <w:r w:rsidRPr="000A0DD4">
        <w:rPr>
          <w:rFonts w:ascii="Arial" w:hAnsi="Arial" w:cs="Arial"/>
          <w:b/>
          <w:sz w:val="22"/>
          <w:szCs w:val="22"/>
        </w:rPr>
        <w:t>Nom/Prénom – Fonction et signature :</w:t>
      </w:r>
      <w:r w:rsidR="008B194C">
        <w:rPr>
          <w:rFonts w:ascii="Arial" w:hAnsi="Arial" w:cs="Arial"/>
          <w:b/>
          <w:sz w:val="22"/>
          <w:szCs w:val="22"/>
        </w:rPr>
        <w:t xml:space="preserve">    ……………………………………………………………….</w:t>
      </w:r>
    </w:p>
    <w:sectPr w:rsidR="00996056" w:rsidRPr="000A0DD4" w:rsidSect="0088714E">
      <w:footerReference w:type="first" r:id="rId18"/>
      <w:pgSz w:w="11906" w:h="16838" w:code="9"/>
      <w:pgMar w:top="340" w:right="1134" w:bottom="1021" w:left="1134" w:header="113" w:footer="3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4D12" w:rsidRDefault="00864D12">
      <w:r>
        <w:separator/>
      </w:r>
    </w:p>
  </w:endnote>
  <w:endnote w:type="continuationSeparator" w:id="0">
    <w:p w:rsidR="00864D12" w:rsidRDefault="00864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4D12" w:rsidRDefault="00864D12" w:rsidP="00F63DDF">
    <w:pPr>
      <w:pStyle w:val="Pieddepage"/>
      <w:pBdr>
        <w:top w:val="single" w:sz="4" w:space="1" w:color="auto"/>
      </w:pBdr>
      <w:jc w:val="center"/>
      <w:rPr>
        <w:rFonts w:ascii="Arial" w:hAnsi="Arial"/>
        <w:b/>
        <w:bCs/>
        <w:i/>
        <w:color w:val="808080" w:themeColor="background1" w:themeShade="80"/>
        <w:sz w:val="18"/>
      </w:rPr>
    </w:pPr>
    <w:r>
      <w:rPr>
        <w:rFonts w:ascii="Arial" w:hAnsi="Arial"/>
        <w:i/>
        <w:color w:val="808080"/>
        <w:sz w:val="18"/>
      </w:rPr>
      <w:t>Toute correspondance doit être adressée de manière impersonnelle à Monsieur le Directeur</w:t>
    </w:r>
  </w:p>
  <w:p w:rsidR="00864D12" w:rsidRPr="00F63DDF" w:rsidRDefault="00864D12" w:rsidP="00F63DDF">
    <w:pPr>
      <w:pStyle w:val="Pieddepage"/>
      <w:pBdr>
        <w:top w:val="single" w:sz="4" w:space="1" w:color="auto"/>
      </w:pBdr>
      <w:jc w:val="center"/>
      <w:rPr>
        <w:rFonts w:ascii="Arial" w:hAnsi="Arial"/>
        <w:b/>
        <w:i/>
        <w:color w:val="808080" w:themeColor="background1" w:themeShade="80"/>
        <w:sz w:val="18"/>
      </w:rPr>
    </w:pPr>
    <w:r w:rsidRPr="00FC2D36">
      <w:rPr>
        <w:rFonts w:ascii="Arial" w:hAnsi="Arial"/>
        <w:b/>
        <w:bCs/>
        <w:i/>
        <w:color w:val="808080" w:themeColor="background1" w:themeShade="80"/>
        <w:sz w:val="18"/>
      </w:rPr>
      <w:t>1, place Auguste Muret – B.P. 101 – 05007 GAP CEDEX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4D12" w:rsidRDefault="00864D12">
      <w:r>
        <w:separator/>
      </w:r>
    </w:p>
  </w:footnote>
  <w:footnote w:type="continuationSeparator" w:id="0">
    <w:p w:rsidR="00864D12" w:rsidRDefault="00864D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D185"/>
      </v:shape>
    </w:pict>
  </w:numPicBullet>
  <w:numPicBullet w:numPicBulletId="1">
    <w:pict>
      <v:shape id="_x0000_i1032" type="#_x0000_t75" style="width:11.25pt;height:11.25pt" o:bullet="t">
        <v:imagedata r:id="rId2" o:title="mso5331"/>
      </v:shape>
    </w:pict>
  </w:numPicBullet>
  <w:abstractNum w:abstractNumId="0" w15:restartNumberingAfterBreak="0">
    <w:nsid w:val="026A47AE"/>
    <w:multiLevelType w:val="hybridMultilevel"/>
    <w:tmpl w:val="F7BA319A"/>
    <w:lvl w:ilvl="0" w:tplc="21FE76F6">
      <w:start w:val="1"/>
      <w:numFmt w:val="decimal"/>
      <w:lvlText w:val="7-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37453"/>
    <w:multiLevelType w:val="hybridMultilevel"/>
    <w:tmpl w:val="6BF893C8"/>
    <w:lvl w:ilvl="0" w:tplc="87B4AA66">
      <w:start w:val="1"/>
      <w:numFmt w:val="decimal"/>
      <w:lvlText w:val="2-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04A71"/>
    <w:multiLevelType w:val="hybridMultilevel"/>
    <w:tmpl w:val="45A673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53039"/>
    <w:multiLevelType w:val="hybridMultilevel"/>
    <w:tmpl w:val="62DE5EA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F6149"/>
    <w:multiLevelType w:val="hybridMultilevel"/>
    <w:tmpl w:val="DA2A3AF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80FF7"/>
    <w:multiLevelType w:val="hybridMultilevel"/>
    <w:tmpl w:val="34389B88"/>
    <w:lvl w:ilvl="0" w:tplc="040C000D">
      <w:start w:val="1"/>
      <w:numFmt w:val="bullet"/>
      <w:lvlText w:val=""/>
      <w:lvlJc w:val="left"/>
      <w:pPr>
        <w:ind w:left="319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6" w15:restartNumberingAfterBreak="0">
    <w:nsid w:val="119A78AA"/>
    <w:multiLevelType w:val="hybridMultilevel"/>
    <w:tmpl w:val="E7149198"/>
    <w:lvl w:ilvl="0" w:tplc="DC3C713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B5C1B"/>
    <w:multiLevelType w:val="hybridMultilevel"/>
    <w:tmpl w:val="916C3DFE"/>
    <w:lvl w:ilvl="0" w:tplc="DC3C713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D655C"/>
    <w:multiLevelType w:val="hybridMultilevel"/>
    <w:tmpl w:val="071E7852"/>
    <w:lvl w:ilvl="0" w:tplc="A34C1326">
      <w:start w:val="1"/>
      <w:numFmt w:val="decimal"/>
      <w:pStyle w:val="Style2"/>
      <w:lvlText w:val="6.%1"/>
      <w:lvlJc w:val="left"/>
      <w:pPr>
        <w:ind w:left="5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98" w:hanging="360"/>
      </w:pPr>
    </w:lvl>
    <w:lvl w:ilvl="2" w:tplc="040C001B" w:tentative="1">
      <w:start w:val="1"/>
      <w:numFmt w:val="lowerRoman"/>
      <w:lvlText w:val="%3."/>
      <w:lvlJc w:val="right"/>
      <w:pPr>
        <w:ind w:left="2018" w:hanging="180"/>
      </w:pPr>
    </w:lvl>
    <w:lvl w:ilvl="3" w:tplc="040C000F" w:tentative="1">
      <w:start w:val="1"/>
      <w:numFmt w:val="decimal"/>
      <w:lvlText w:val="%4."/>
      <w:lvlJc w:val="left"/>
      <w:pPr>
        <w:ind w:left="2738" w:hanging="360"/>
      </w:pPr>
    </w:lvl>
    <w:lvl w:ilvl="4" w:tplc="040C0019" w:tentative="1">
      <w:start w:val="1"/>
      <w:numFmt w:val="lowerLetter"/>
      <w:lvlText w:val="%5."/>
      <w:lvlJc w:val="left"/>
      <w:pPr>
        <w:ind w:left="3458" w:hanging="360"/>
      </w:pPr>
    </w:lvl>
    <w:lvl w:ilvl="5" w:tplc="040C001B" w:tentative="1">
      <w:start w:val="1"/>
      <w:numFmt w:val="lowerRoman"/>
      <w:lvlText w:val="%6."/>
      <w:lvlJc w:val="right"/>
      <w:pPr>
        <w:ind w:left="4178" w:hanging="180"/>
      </w:pPr>
    </w:lvl>
    <w:lvl w:ilvl="6" w:tplc="040C000F" w:tentative="1">
      <w:start w:val="1"/>
      <w:numFmt w:val="decimal"/>
      <w:lvlText w:val="%7."/>
      <w:lvlJc w:val="left"/>
      <w:pPr>
        <w:ind w:left="4898" w:hanging="360"/>
      </w:pPr>
    </w:lvl>
    <w:lvl w:ilvl="7" w:tplc="040C0019" w:tentative="1">
      <w:start w:val="1"/>
      <w:numFmt w:val="lowerLetter"/>
      <w:lvlText w:val="%8."/>
      <w:lvlJc w:val="left"/>
      <w:pPr>
        <w:ind w:left="5618" w:hanging="360"/>
      </w:pPr>
    </w:lvl>
    <w:lvl w:ilvl="8" w:tplc="040C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4520790"/>
    <w:multiLevelType w:val="hybridMultilevel"/>
    <w:tmpl w:val="8D20A716"/>
    <w:lvl w:ilvl="0" w:tplc="040C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AC1370"/>
    <w:multiLevelType w:val="hybridMultilevel"/>
    <w:tmpl w:val="F6AE0AB0"/>
    <w:lvl w:ilvl="0" w:tplc="C532C95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6BC3992"/>
    <w:multiLevelType w:val="hybridMultilevel"/>
    <w:tmpl w:val="86FE4B12"/>
    <w:lvl w:ilvl="0" w:tplc="DC3C713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A37B32"/>
    <w:multiLevelType w:val="hybridMultilevel"/>
    <w:tmpl w:val="E4E6E668"/>
    <w:lvl w:ilvl="0" w:tplc="040C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2CE0479D"/>
    <w:multiLevelType w:val="hybridMultilevel"/>
    <w:tmpl w:val="2604C88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9E5254"/>
    <w:multiLevelType w:val="hybridMultilevel"/>
    <w:tmpl w:val="47F61B16"/>
    <w:lvl w:ilvl="0" w:tplc="040C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D930D3"/>
    <w:multiLevelType w:val="hybridMultilevel"/>
    <w:tmpl w:val="8CE2294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EE6390"/>
    <w:multiLevelType w:val="singleLevel"/>
    <w:tmpl w:val="89EC9E7E"/>
    <w:lvl w:ilvl="0">
      <w:start w:val="5000"/>
      <w:numFmt w:val="bullet"/>
      <w:lvlText w:val=""/>
      <w:lvlJc w:val="left"/>
      <w:pPr>
        <w:tabs>
          <w:tab w:val="num" w:pos="674"/>
        </w:tabs>
        <w:ind w:left="674" w:hanging="390"/>
      </w:pPr>
      <w:rPr>
        <w:rFonts w:ascii="Wingdings" w:hAnsi="Wingdings" w:hint="default"/>
      </w:rPr>
    </w:lvl>
  </w:abstractNum>
  <w:abstractNum w:abstractNumId="17" w15:restartNumberingAfterBreak="0">
    <w:nsid w:val="431F5088"/>
    <w:multiLevelType w:val="hybridMultilevel"/>
    <w:tmpl w:val="820698F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B154EA"/>
    <w:multiLevelType w:val="hybridMultilevel"/>
    <w:tmpl w:val="5DCCCF0A"/>
    <w:lvl w:ilvl="0" w:tplc="4C362AC0">
      <w:start w:val="1"/>
      <w:numFmt w:val="decimal"/>
      <w:lvlText w:val="1-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4B70E9"/>
    <w:multiLevelType w:val="hybridMultilevel"/>
    <w:tmpl w:val="DE3AF0D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64D2F"/>
    <w:multiLevelType w:val="hybridMultilevel"/>
    <w:tmpl w:val="589AA0B4"/>
    <w:lvl w:ilvl="0" w:tplc="23F83BB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E0520C"/>
    <w:multiLevelType w:val="hybridMultilevel"/>
    <w:tmpl w:val="9EB4DFFE"/>
    <w:lvl w:ilvl="0" w:tplc="DC3C713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AB069B"/>
    <w:multiLevelType w:val="hybridMultilevel"/>
    <w:tmpl w:val="272AD404"/>
    <w:lvl w:ilvl="0" w:tplc="040C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6B22D5"/>
    <w:multiLevelType w:val="hybridMultilevel"/>
    <w:tmpl w:val="1982D2F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E320A7"/>
    <w:multiLevelType w:val="hybridMultilevel"/>
    <w:tmpl w:val="D4CC2CFC"/>
    <w:lvl w:ilvl="0" w:tplc="DC3C713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E412CE"/>
    <w:multiLevelType w:val="hybridMultilevel"/>
    <w:tmpl w:val="4EB84A24"/>
    <w:lvl w:ilvl="0" w:tplc="040C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2B7435"/>
    <w:multiLevelType w:val="hybridMultilevel"/>
    <w:tmpl w:val="CA90AF48"/>
    <w:lvl w:ilvl="0" w:tplc="DC3C713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837DDD"/>
    <w:multiLevelType w:val="hybridMultilevel"/>
    <w:tmpl w:val="DA1CE6BC"/>
    <w:lvl w:ilvl="0" w:tplc="040C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EE41C6"/>
    <w:multiLevelType w:val="hybridMultilevel"/>
    <w:tmpl w:val="87CC078E"/>
    <w:lvl w:ilvl="0" w:tplc="34143D48">
      <w:start w:val="1"/>
      <w:numFmt w:val="decimal"/>
      <w:pStyle w:val="Style4"/>
      <w:suff w:val="space"/>
      <w:lvlText w:val="3-1.2.%1"/>
      <w:lvlJc w:val="left"/>
      <w:pPr>
        <w:ind w:left="786" w:hanging="360"/>
      </w:pPr>
      <w:rPr>
        <w:rFonts w:ascii="Arial" w:hAnsi="Arial" w:cs="Times New Roman" w:hint="default"/>
        <w:b w:val="0"/>
        <w:bCs w:val="0"/>
        <w:i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517" w:hanging="360"/>
      </w:pPr>
    </w:lvl>
    <w:lvl w:ilvl="2" w:tplc="040C001B" w:tentative="1">
      <w:start w:val="1"/>
      <w:numFmt w:val="lowerRoman"/>
      <w:lvlText w:val="%3."/>
      <w:lvlJc w:val="right"/>
      <w:pPr>
        <w:ind w:left="2237" w:hanging="180"/>
      </w:pPr>
    </w:lvl>
    <w:lvl w:ilvl="3" w:tplc="040C000F" w:tentative="1">
      <w:start w:val="1"/>
      <w:numFmt w:val="decimal"/>
      <w:lvlText w:val="%4."/>
      <w:lvlJc w:val="left"/>
      <w:pPr>
        <w:ind w:left="2957" w:hanging="360"/>
      </w:pPr>
    </w:lvl>
    <w:lvl w:ilvl="4" w:tplc="040C0019" w:tentative="1">
      <w:start w:val="1"/>
      <w:numFmt w:val="lowerLetter"/>
      <w:lvlText w:val="%5."/>
      <w:lvlJc w:val="left"/>
      <w:pPr>
        <w:ind w:left="3677" w:hanging="360"/>
      </w:pPr>
    </w:lvl>
    <w:lvl w:ilvl="5" w:tplc="040C001B" w:tentative="1">
      <w:start w:val="1"/>
      <w:numFmt w:val="lowerRoman"/>
      <w:lvlText w:val="%6."/>
      <w:lvlJc w:val="right"/>
      <w:pPr>
        <w:ind w:left="4397" w:hanging="180"/>
      </w:pPr>
    </w:lvl>
    <w:lvl w:ilvl="6" w:tplc="040C000F" w:tentative="1">
      <w:start w:val="1"/>
      <w:numFmt w:val="decimal"/>
      <w:lvlText w:val="%7."/>
      <w:lvlJc w:val="left"/>
      <w:pPr>
        <w:ind w:left="5117" w:hanging="360"/>
      </w:pPr>
    </w:lvl>
    <w:lvl w:ilvl="7" w:tplc="040C0019" w:tentative="1">
      <w:start w:val="1"/>
      <w:numFmt w:val="lowerLetter"/>
      <w:lvlText w:val="%8."/>
      <w:lvlJc w:val="left"/>
      <w:pPr>
        <w:ind w:left="5837" w:hanging="360"/>
      </w:pPr>
    </w:lvl>
    <w:lvl w:ilvl="8" w:tplc="040C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9" w15:restartNumberingAfterBreak="0">
    <w:nsid w:val="631A33CF"/>
    <w:multiLevelType w:val="hybridMultilevel"/>
    <w:tmpl w:val="9116686A"/>
    <w:lvl w:ilvl="0" w:tplc="040C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0E677A"/>
    <w:multiLevelType w:val="hybridMultilevel"/>
    <w:tmpl w:val="FA7C2A4A"/>
    <w:lvl w:ilvl="0" w:tplc="DC3C713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4240B3"/>
    <w:multiLevelType w:val="hybridMultilevel"/>
    <w:tmpl w:val="9EB40C9E"/>
    <w:lvl w:ilvl="0" w:tplc="040C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3001FB"/>
    <w:multiLevelType w:val="hybridMultilevel"/>
    <w:tmpl w:val="4830C874"/>
    <w:lvl w:ilvl="0" w:tplc="DC3C713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9601A5"/>
    <w:multiLevelType w:val="hybridMultilevel"/>
    <w:tmpl w:val="833ACD5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3715CF"/>
    <w:multiLevelType w:val="hybridMultilevel"/>
    <w:tmpl w:val="B9581D02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384A76"/>
    <w:multiLevelType w:val="hybridMultilevel"/>
    <w:tmpl w:val="B16E5F14"/>
    <w:lvl w:ilvl="0" w:tplc="AD760920">
      <w:start w:val="1"/>
      <w:numFmt w:val="decimal"/>
      <w:lvlText w:val="3-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D24251"/>
    <w:multiLevelType w:val="hybridMultilevel"/>
    <w:tmpl w:val="097A0D74"/>
    <w:lvl w:ilvl="0" w:tplc="8618C144">
      <w:start w:val="1"/>
      <w:numFmt w:val="decimal"/>
      <w:pStyle w:val="Titre4"/>
      <w:suff w:val="space"/>
      <w:lvlText w:val="3-1.2.%1"/>
      <w:lvlJc w:val="left"/>
      <w:pPr>
        <w:ind w:left="709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>
      <w:start w:val="1"/>
      <w:numFmt w:val="lowerLetter"/>
      <w:lvlText w:val="%2."/>
      <w:lvlJc w:val="left"/>
      <w:pPr>
        <w:ind w:left="1429" w:hanging="360"/>
      </w:pPr>
    </w:lvl>
    <w:lvl w:ilvl="2" w:tplc="040C001B" w:tentative="1">
      <w:start w:val="1"/>
      <w:numFmt w:val="lowerRoman"/>
      <w:lvlText w:val="%3."/>
      <w:lvlJc w:val="right"/>
      <w:pPr>
        <w:ind w:left="2149" w:hanging="180"/>
      </w:pPr>
    </w:lvl>
    <w:lvl w:ilvl="3" w:tplc="040C000F" w:tentative="1">
      <w:start w:val="1"/>
      <w:numFmt w:val="decimal"/>
      <w:lvlText w:val="%4."/>
      <w:lvlJc w:val="left"/>
      <w:pPr>
        <w:ind w:left="2869" w:hanging="360"/>
      </w:pPr>
    </w:lvl>
    <w:lvl w:ilvl="4" w:tplc="040C0019" w:tentative="1">
      <w:start w:val="1"/>
      <w:numFmt w:val="lowerLetter"/>
      <w:lvlText w:val="%5."/>
      <w:lvlJc w:val="left"/>
      <w:pPr>
        <w:ind w:left="3589" w:hanging="360"/>
      </w:pPr>
    </w:lvl>
    <w:lvl w:ilvl="5" w:tplc="040C001B" w:tentative="1">
      <w:start w:val="1"/>
      <w:numFmt w:val="lowerRoman"/>
      <w:lvlText w:val="%6."/>
      <w:lvlJc w:val="right"/>
      <w:pPr>
        <w:ind w:left="4309" w:hanging="180"/>
      </w:pPr>
    </w:lvl>
    <w:lvl w:ilvl="6" w:tplc="040C000F" w:tentative="1">
      <w:start w:val="1"/>
      <w:numFmt w:val="decimal"/>
      <w:lvlText w:val="%7."/>
      <w:lvlJc w:val="left"/>
      <w:pPr>
        <w:ind w:left="5029" w:hanging="360"/>
      </w:pPr>
    </w:lvl>
    <w:lvl w:ilvl="7" w:tplc="040C0019" w:tentative="1">
      <w:start w:val="1"/>
      <w:numFmt w:val="lowerLetter"/>
      <w:lvlText w:val="%8."/>
      <w:lvlJc w:val="left"/>
      <w:pPr>
        <w:ind w:left="5749" w:hanging="360"/>
      </w:pPr>
    </w:lvl>
    <w:lvl w:ilvl="8" w:tplc="040C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7" w15:restartNumberingAfterBreak="0">
    <w:nsid w:val="7B1E7E9E"/>
    <w:multiLevelType w:val="hybridMultilevel"/>
    <w:tmpl w:val="83386060"/>
    <w:lvl w:ilvl="0" w:tplc="DC3C713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9"/>
  </w:num>
  <w:num w:numId="5">
    <w:abstractNumId w:val="34"/>
  </w:num>
  <w:num w:numId="6">
    <w:abstractNumId w:val="36"/>
  </w:num>
  <w:num w:numId="7">
    <w:abstractNumId w:val="8"/>
  </w:num>
  <w:num w:numId="8">
    <w:abstractNumId w:val="28"/>
  </w:num>
  <w:num w:numId="9">
    <w:abstractNumId w:val="18"/>
  </w:num>
  <w:num w:numId="10">
    <w:abstractNumId w:val="1"/>
  </w:num>
  <w:num w:numId="11">
    <w:abstractNumId w:val="35"/>
  </w:num>
  <w:num w:numId="12">
    <w:abstractNumId w:val="0"/>
  </w:num>
  <w:num w:numId="13">
    <w:abstractNumId w:val="9"/>
  </w:num>
  <w:num w:numId="14">
    <w:abstractNumId w:val="27"/>
  </w:num>
  <w:num w:numId="15">
    <w:abstractNumId w:val="2"/>
  </w:num>
  <w:num w:numId="16">
    <w:abstractNumId w:val="33"/>
  </w:num>
  <w:num w:numId="17">
    <w:abstractNumId w:val="15"/>
  </w:num>
  <w:num w:numId="18">
    <w:abstractNumId w:val="12"/>
  </w:num>
  <w:num w:numId="19">
    <w:abstractNumId w:val="20"/>
  </w:num>
  <w:num w:numId="20">
    <w:abstractNumId w:val="29"/>
  </w:num>
  <w:num w:numId="21">
    <w:abstractNumId w:val="32"/>
  </w:num>
  <w:num w:numId="22">
    <w:abstractNumId w:val="22"/>
  </w:num>
  <w:num w:numId="23">
    <w:abstractNumId w:val="24"/>
  </w:num>
  <w:num w:numId="24">
    <w:abstractNumId w:val="5"/>
  </w:num>
  <w:num w:numId="25">
    <w:abstractNumId w:val="4"/>
  </w:num>
  <w:num w:numId="26">
    <w:abstractNumId w:val="21"/>
  </w:num>
  <w:num w:numId="27">
    <w:abstractNumId w:val="11"/>
  </w:num>
  <w:num w:numId="28">
    <w:abstractNumId w:val="17"/>
  </w:num>
  <w:num w:numId="29">
    <w:abstractNumId w:val="14"/>
  </w:num>
  <w:num w:numId="30">
    <w:abstractNumId w:val="26"/>
  </w:num>
  <w:num w:numId="31">
    <w:abstractNumId w:val="31"/>
  </w:num>
  <w:num w:numId="32">
    <w:abstractNumId w:val="30"/>
  </w:num>
  <w:num w:numId="33">
    <w:abstractNumId w:val="25"/>
  </w:num>
  <w:num w:numId="34">
    <w:abstractNumId w:val="7"/>
  </w:num>
  <w:num w:numId="35">
    <w:abstractNumId w:val="6"/>
  </w:num>
  <w:num w:numId="36">
    <w:abstractNumId w:val="37"/>
  </w:num>
  <w:num w:numId="37">
    <w:abstractNumId w:val="23"/>
  </w:num>
  <w:num w:numId="38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9" w:dllVersion="512" w:checkStyle="1"/>
  <w:activeWritingStyle w:appName="MSWord" w:lang="nl-NL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77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72D7"/>
    <w:rsid w:val="00000DF7"/>
    <w:rsid w:val="00000FC1"/>
    <w:rsid w:val="00002ECD"/>
    <w:rsid w:val="00003BE9"/>
    <w:rsid w:val="00005055"/>
    <w:rsid w:val="00007BF7"/>
    <w:rsid w:val="000100F9"/>
    <w:rsid w:val="0001520C"/>
    <w:rsid w:val="00016EE4"/>
    <w:rsid w:val="00024FB6"/>
    <w:rsid w:val="00025EC3"/>
    <w:rsid w:val="00026FC5"/>
    <w:rsid w:val="00031D54"/>
    <w:rsid w:val="0004305F"/>
    <w:rsid w:val="00044CA9"/>
    <w:rsid w:val="0004502E"/>
    <w:rsid w:val="00045222"/>
    <w:rsid w:val="0005027E"/>
    <w:rsid w:val="0005109A"/>
    <w:rsid w:val="00051451"/>
    <w:rsid w:val="00051C88"/>
    <w:rsid w:val="0005354E"/>
    <w:rsid w:val="000602BB"/>
    <w:rsid w:val="00062622"/>
    <w:rsid w:val="00062CF8"/>
    <w:rsid w:val="00064239"/>
    <w:rsid w:val="000677D1"/>
    <w:rsid w:val="00074BCA"/>
    <w:rsid w:val="00075EE2"/>
    <w:rsid w:val="00076D35"/>
    <w:rsid w:val="00076E4C"/>
    <w:rsid w:val="00082470"/>
    <w:rsid w:val="0008762B"/>
    <w:rsid w:val="00090BBC"/>
    <w:rsid w:val="000930C3"/>
    <w:rsid w:val="00095B67"/>
    <w:rsid w:val="000A003E"/>
    <w:rsid w:val="000A7410"/>
    <w:rsid w:val="000A7C6D"/>
    <w:rsid w:val="000A7CDC"/>
    <w:rsid w:val="000B3044"/>
    <w:rsid w:val="000B516B"/>
    <w:rsid w:val="000B75E5"/>
    <w:rsid w:val="000C181F"/>
    <w:rsid w:val="000C3CAA"/>
    <w:rsid w:val="000C5729"/>
    <w:rsid w:val="000D0199"/>
    <w:rsid w:val="000D0D71"/>
    <w:rsid w:val="000D148F"/>
    <w:rsid w:val="000D4504"/>
    <w:rsid w:val="000D6AA5"/>
    <w:rsid w:val="000E309D"/>
    <w:rsid w:val="000E496A"/>
    <w:rsid w:val="000F35A1"/>
    <w:rsid w:val="000F3C8E"/>
    <w:rsid w:val="000F4216"/>
    <w:rsid w:val="00102E54"/>
    <w:rsid w:val="001043D5"/>
    <w:rsid w:val="00104A18"/>
    <w:rsid w:val="00105C68"/>
    <w:rsid w:val="00107226"/>
    <w:rsid w:val="00110550"/>
    <w:rsid w:val="0011240F"/>
    <w:rsid w:val="0011562F"/>
    <w:rsid w:val="001212F0"/>
    <w:rsid w:val="001222A8"/>
    <w:rsid w:val="00125CF4"/>
    <w:rsid w:val="00130069"/>
    <w:rsid w:val="00130E30"/>
    <w:rsid w:val="00132C70"/>
    <w:rsid w:val="00134617"/>
    <w:rsid w:val="001346BD"/>
    <w:rsid w:val="00137344"/>
    <w:rsid w:val="001377C5"/>
    <w:rsid w:val="00140E89"/>
    <w:rsid w:val="00144FB4"/>
    <w:rsid w:val="0014510E"/>
    <w:rsid w:val="00145245"/>
    <w:rsid w:val="00145933"/>
    <w:rsid w:val="001459B1"/>
    <w:rsid w:val="00145F6F"/>
    <w:rsid w:val="00146236"/>
    <w:rsid w:val="00146E39"/>
    <w:rsid w:val="001479AF"/>
    <w:rsid w:val="0015242E"/>
    <w:rsid w:val="001568A3"/>
    <w:rsid w:val="00157B71"/>
    <w:rsid w:val="00160AD5"/>
    <w:rsid w:val="00161A54"/>
    <w:rsid w:val="00161CA1"/>
    <w:rsid w:val="00163917"/>
    <w:rsid w:val="001641B9"/>
    <w:rsid w:val="00164F6B"/>
    <w:rsid w:val="0016796B"/>
    <w:rsid w:val="00171FD5"/>
    <w:rsid w:val="00176BF5"/>
    <w:rsid w:val="00185A11"/>
    <w:rsid w:val="00192F35"/>
    <w:rsid w:val="0019396B"/>
    <w:rsid w:val="001951DD"/>
    <w:rsid w:val="00197301"/>
    <w:rsid w:val="00197631"/>
    <w:rsid w:val="001A0A8A"/>
    <w:rsid w:val="001A17E7"/>
    <w:rsid w:val="001A1B23"/>
    <w:rsid w:val="001A27ED"/>
    <w:rsid w:val="001A5270"/>
    <w:rsid w:val="001B054C"/>
    <w:rsid w:val="001B30EC"/>
    <w:rsid w:val="001B464F"/>
    <w:rsid w:val="001B53DA"/>
    <w:rsid w:val="001B5693"/>
    <w:rsid w:val="001B571B"/>
    <w:rsid w:val="001C07FB"/>
    <w:rsid w:val="001C1D8A"/>
    <w:rsid w:val="001C3DE6"/>
    <w:rsid w:val="001C4912"/>
    <w:rsid w:val="001C78EC"/>
    <w:rsid w:val="001D0828"/>
    <w:rsid w:val="001D1C36"/>
    <w:rsid w:val="001D2047"/>
    <w:rsid w:val="001D30B6"/>
    <w:rsid w:val="001D3981"/>
    <w:rsid w:val="001D3D58"/>
    <w:rsid w:val="001D44BD"/>
    <w:rsid w:val="001D53C5"/>
    <w:rsid w:val="001D68F9"/>
    <w:rsid w:val="001E159D"/>
    <w:rsid w:val="001F14C8"/>
    <w:rsid w:val="001F2558"/>
    <w:rsid w:val="001F53EF"/>
    <w:rsid w:val="002031D8"/>
    <w:rsid w:val="00203C00"/>
    <w:rsid w:val="0020429A"/>
    <w:rsid w:val="00204FFA"/>
    <w:rsid w:val="00210047"/>
    <w:rsid w:val="00211346"/>
    <w:rsid w:val="00211EA3"/>
    <w:rsid w:val="00215C3B"/>
    <w:rsid w:val="00216E0F"/>
    <w:rsid w:val="002173C6"/>
    <w:rsid w:val="00217BB8"/>
    <w:rsid w:val="00217F9F"/>
    <w:rsid w:val="0022331B"/>
    <w:rsid w:val="0022441E"/>
    <w:rsid w:val="00225CDA"/>
    <w:rsid w:val="00231567"/>
    <w:rsid w:val="00234E57"/>
    <w:rsid w:val="002405E8"/>
    <w:rsid w:val="00241C1F"/>
    <w:rsid w:val="00243AB9"/>
    <w:rsid w:val="00245B0D"/>
    <w:rsid w:val="00246CF5"/>
    <w:rsid w:val="00250868"/>
    <w:rsid w:val="00252640"/>
    <w:rsid w:val="00253BD8"/>
    <w:rsid w:val="00253F75"/>
    <w:rsid w:val="00253FDE"/>
    <w:rsid w:val="00254D22"/>
    <w:rsid w:val="002604E4"/>
    <w:rsid w:val="00261BCE"/>
    <w:rsid w:val="00263FE6"/>
    <w:rsid w:val="00272618"/>
    <w:rsid w:val="00274C51"/>
    <w:rsid w:val="00274C52"/>
    <w:rsid w:val="00275F4B"/>
    <w:rsid w:val="0027652C"/>
    <w:rsid w:val="00276531"/>
    <w:rsid w:val="00280396"/>
    <w:rsid w:val="002809BC"/>
    <w:rsid w:val="0028447D"/>
    <w:rsid w:val="002945A6"/>
    <w:rsid w:val="00295687"/>
    <w:rsid w:val="002A18D0"/>
    <w:rsid w:val="002A26AC"/>
    <w:rsid w:val="002A59D2"/>
    <w:rsid w:val="002A6642"/>
    <w:rsid w:val="002A7485"/>
    <w:rsid w:val="002B0BE6"/>
    <w:rsid w:val="002B2F20"/>
    <w:rsid w:val="002B3170"/>
    <w:rsid w:val="002B46C5"/>
    <w:rsid w:val="002B4B6C"/>
    <w:rsid w:val="002C2790"/>
    <w:rsid w:val="002C4DF6"/>
    <w:rsid w:val="002C58EE"/>
    <w:rsid w:val="002C7C04"/>
    <w:rsid w:val="002D0A22"/>
    <w:rsid w:val="002D2E1C"/>
    <w:rsid w:val="002D30D7"/>
    <w:rsid w:val="002D5CA7"/>
    <w:rsid w:val="002D5EA1"/>
    <w:rsid w:val="002D6791"/>
    <w:rsid w:val="002E2A26"/>
    <w:rsid w:val="002F0E31"/>
    <w:rsid w:val="002F1566"/>
    <w:rsid w:val="002F5A83"/>
    <w:rsid w:val="002F7184"/>
    <w:rsid w:val="00301B30"/>
    <w:rsid w:val="00302DD4"/>
    <w:rsid w:val="00304162"/>
    <w:rsid w:val="00304D40"/>
    <w:rsid w:val="003065B9"/>
    <w:rsid w:val="00311C07"/>
    <w:rsid w:val="00312764"/>
    <w:rsid w:val="00315AC5"/>
    <w:rsid w:val="0031691D"/>
    <w:rsid w:val="00316D24"/>
    <w:rsid w:val="00317BAA"/>
    <w:rsid w:val="00317EBA"/>
    <w:rsid w:val="00323E76"/>
    <w:rsid w:val="0032590F"/>
    <w:rsid w:val="00326477"/>
    <w:rsid w:val="00330D9D"/>
    <w:rsid w:val="00332EDF"/>
    <w:rsid w:val="0033307F"/>
    <w:rsid w:val="00334022"/>
    <w:rsid w:val="00335282"/>
    <w:rsid w:val="00335471"/>
    <w:rsid w:val="00336F2F"/>
    <w:rsid w:val="003408FB"/>
    <w:rsid w:val="00341E15"/>
    <w:rsid w:val="00345506"/>
    <w:rsid w:val="0034650B"/>
    <w:rsid w:val="00347B8F"/>
    <w:rsid w:val="00351674"/>
    <w:rsid w:val="00353DF6"/>
    <w:rsid w:val="00355123"/>
    <w:rsid w:val="00355442"/>
    <w:rsid w:val="00356B63"/>
    <w:rsid w:val="003639F9"/>
    <w:rsid w:val="00367B7F"/>
    <w:rsid w:val="00371319"/>
    <w:rsid w:val="00371807"/>
    <w:rsid w:val="003724D1"/>
    <w:rsid w:val="00374E54"/>
    <w:rsid w:val="0038169E"/>
    <w:rsid w:val="003819A2"/>
    <w:rsid w:val="00382C7F"/>
    <w:rsid w:val="0038318D"/>
    <w:rsid w:val="003924D5"/>
    <w:rsid w:val="00393EB0"/>
    <w:rsid w:val="0039746D"/>
    <w:rsid w:val="003A05B4"/>
    <w:rsid w:val="003A229D"/>
    <w:rsid w:val="003A22AA"/>
    <w:rsid w:val="003A6182"/>
    <w:rsid w:val="003B0193"/>
    <w:rsid w:val="003B31A3"/>
    <w:rsid w:val="003B489E"/>
    <w:rsid w:val="003B6CC2"/>
    <w:rsid w:val="003B6FFB"/>
    <w:rsid w:val="003C3542"/>
    <w:rsid w:val="003C448C"/>
    <w:rsid w:val="003C480A"/>
    <w:rsid w:val="003C5152"/>
    <w:rsid w:val="003C7035"/>
    <w:rsid w:val="003C7493"/>
    <w:rsid w:val="003D6AD3"/>
    <w:rsid w:val="003E0667"/>
    <w:rsid w:val="003E08E0"/>
    <w:rsid w:val="003E36FC"/>
    <w:rsid w:val="003E439B"/>
    <w:rsid w:val="003E6DB6"/>
    <w:rsid w:val="003E71BD"/>
    <w:rsid w:val="003F150C"/>
    <w:rsid w:val="003F5D41"/>
    <w:rsid w:val="00401928"/>
    <w:rsid w:val="00402279"/>
    <w:rsid w:val="004025B5"/>
    <w:rsid w:val="00404670"/>
    <w:rsid w:val="0040745C"/>
    <w:rsid w:val="00407C59"/>
    <w:rsid w:val="00411E61"/>
    <w:rsid w:val="00414F80"/>
    <w:rsid w:val="00415646"/>
    <w:rsid w:val="004173D4"/>
    <w:rsid w:val="00417470"/>
    <w:rsid w:val="00421DF4"/>
    <w:rsid w:val="004260F6"/>
    <w:rsid w:val="00427D3F"/>
    <w:rsid w:val="00433CF1"/>
    <w:rsid w:val="00437A5A"/>
    <w:rsid w:val="004418D4"/>
    <w:rsid w:val="00446A09"/>
    <w:rsid w:val="004477E9"/>
    <w:rsid w:val="00450503"/>
    <w:rsid w:val="00454D93"/>
    <w:rsid w:val="00456496"/>
    <w:rsid w:val="004579A8"/>
    <w:rsid w:val="00457ADA"/>
    <w:rsid w:val="00460E5A"/>
    <w:rsid w:val="004650C5"/>
    <w:rsid w:val="00466DBE"/>
    <w:rsid w:val="0047160E"/>
    <w:rsid w:val="004716E4"/>
    <w:rsid w:val="004717D8"/>
    <w:rsid w:val="00471C6B"/>
    <w:rsid w:val="0047211C"/>
    <w:rsid w:val="00474305"/>
    <w:rsid w:val="00476441"/>
    <w:rsid w:val="0047794F"/>
    <w:rsid w:val="004808BB"/>
    <w:rsid w:val="00484665"/>
    <w:rsid w:val="004860C3"/>
    <w:rsid w:val="00486F7F"/>
    <w:rsid w:val="00490D5B"/>
    <w:rsid w:val="00490DE1"/>
    <w:rsid w:val="00491240"/>
    <w:rsid w:val="004918CF"/>
    <w:rsid w:val="0049476F"/>
    <w:rsid w:val="004A723F"/>
    <w:rsid w:val="004B1384"/>
    <w:rsid w:val="004B1622"/>
    <w:rsid w:val="004B1C3B"/>
    <w:rsid w:val="004B2779"/>
    <w:rsid w:val="004B47C5"/>
    <w:rsid w:val="004B49B9"/>
    <w:rsid w:val="004B5860"/>
    <w:rsid w:val="004B6D58"/>
    <w:rsid w:val="004B716F"/>
    <w:rsid w:val="004B789D"/>
    <w:rsid w:val="004C1CB8"/>
    <w:rsid w:val="004C3EE9"/>
    <w:rsid w:val="004C6003"/>
    <w:rsid w:val="004C6575"/>
    <w:rsid w:val="004C7708"/>
    <w:rsid w:val="004D405E"/>
    <w:rsid w:val="004D44CE"/>
    <w:rsid w:val="004E34C3"/>
    <w:rsid w:val="004E51BE"/>
    <w:rsid w:val="004E7087"/>
    <w:rsid w:val="004F1280"/>
    <w:rsid w:val="004F298F"/>
    <w:rsid w:val="004F381E"/>
    <w:rsid w:val="004F3891"/>
    <w:rsid w:val="004F428A"/>
    <w:rsid w:val="004F5543"/>
    <w:rsid w:val="004F5744"/>
    <w:rsid w:val="004F6E11"/>
    <w:rsid w:val="00502C20"/>
    <w:rsid w:val="00502C54"/>
    <w:rsid w:val="005030BF"/>
    <w:rsid w:val="00512089"/>
    <w:rsid w:val="005223E2"/>
    <w:rsid w:val="0052359B"/>
    <w:rsid w:val="0052398C"/>
    <w:rsid w:val="00523C8E"/>
    <w:rsid w:val="00524805"/>
    <w:rsid w:val="00525565"/>
    <w:rsid w:val="00527E9A"/>
    <w:rsid w:val="00532811"/>
    <w:rsid w:val="00533AA4"/>
    <w:rsid w:val="00533D26"/>
    <w:rsid w:val="00533F9B"/>
    <w:rsid w:val="00534305"/>
    <w:rsid w:val="005370EC"/>
    <w:rsid w:val="0054031E"/>
    <w:rsid w:val="0054215D"/>
    <w:rsid w:val="00542C0B"/>
    <w:rsid w:val="00542C22"/>
    <w:rsid w:val="005435F5"/>
    <w:rsid w:val="00544728"/>
    <w:rsid w:val="005506FD"/>
    <w:rsid w:val="005512DA"/>
    <w:rsid w:val="00551AE7"/>
    <w:rsid w:val="00551D20"/>
    <w:rsid w:val="0055373A"/>
    <w:rsid w:val="005543BD"/>
    <w:rsid w:val="00554DE3"/>
    <w:rsid w:val="00557992"/>
    <w:rsid w:val="005658FA"/>
    <w:rsid w:val="005665FE"/>
    <w:rsid w:val="005721E0"/>
    <w:rsid w:val="00572E2D"/>
    <w:rsid w:val="0057424D"/>
    <w:rsid w:val="00580836"/>
    <w:rsid w:val="00593677"/>
    <w:rsid w:val="00594FD7"/>
    <w:rsid w:val="00595CB2"/>
    <w:rsid w:val="005A5920"/>
    <w:rsid w:val="005A5D41"/>
    <w:rsid w:val="005A77AA"/>
    <w:rsid w:val="005B0FAD"/>
    <w:rsid w:val="005B3A2A"/>
    <w:rsid w:val="005B3F69"/>
    <w:rsid w:val="005B577C"/>
    <w:rsid w:val="005B581B"/>
    <w:rsid w:val="005B61F3"/>
    <w:rsid w:val="005B7F5C"/>
    <w:rsid w:val="005C1427"/>
    <w:rsid w:val="005C1929"/>
    <w:rsid w:val="005C3FB3"/>
    <w:rsid w:val="005C6AD0"/>
    <w:rsid w:val="005D156E"/>
    <w:rsid w:val="005D2026"/>
    <w:rsid w:val="005D26AA"/>
    <w:rsid w:val="005D2788"/>
    <w:rsid w:val="005D7CA8"/>
    <w:rsid w:val="005D7E22"/>
    <w:rsid w:val="005E1442"/>
    <w:rsid w:val="005E209B"/>
    <w:rsid w:val="005E29F8"/>
    <w:rsid w:val="005E2CCD"/>
    <w:rsid w:val="005E3318"/>
    <w:rsid w:val="005E6B55"/>
    <w:rsid w:val="005E771B"/>
    <w:rsid w:val="005F1711"/>
    <w:rsid w:val="005F34F3"/>
    <w:rsid w:val="005F3C03"/>
    <w:rsid w:val="005F3D8A"/>
    <w:rsid w:val="005F7007"/>
    <w:rsid w:val="005F781A"/>
    <w:rsid w:val="005F799C"/>
    <w:rsid w:val="00603336"/>
    <w:rsid w:val="00605139"/>
    <w:rsid w:val="0061085B"/>
    <w:rsid w:val="006120CB"/>
    <w:rsid w:val="00614EE3"/>
    <w:rsid w:val="0062547C"/>
    <w:rsid w:val="00625DB5"/>
    <w:rsid w:val="00626CA7"/>
    <w:rsid w:val="0062769F"/>
    <w:rsid w:val="00630E2C"/>
    <w:rsid w:val="00635211"/>
    <w:rsid w:val="006359F1"/>
    <w:rsid w:val="00635DBD"/>
    <w:rsid w:val="006405B2"/>
    <w:rsid w:val="0064103E"/>
    <w:rsid w:val="00643BC9"/>
    <w:rsid w:val="00643D40"/>
    <w:rsid w:val="00647610"/>
    <w:rsid w:val="0064775C"/>
    <w:rsid w:val="006523B1"/>
    <w:rsid w:val="00654CAC"/>
    <w:rsid w:val="006552DB"/>
    <w:rsid w:val="00662099"/>
    <w:rsid w:val="00662DEB"/>
    <w:rsid w:val="00663BF9"/>
    <w:rsid w:val="00663CF0"/>
    <w:rsid w:val="00665AB6"/>
    <w:rsid w:val="006724F1"/>
    <w:rsid w:val="00673CDC"/>
    <w:rsid w:val="006825BB"/>
    <w:rsid w:val="00686987"/>
    <w:rsid w:val="006877BE"/>
    <w:rsid w:val="0069591F"/>
    <w:rsid w:val="006A02A7"/>
    <w:rsid w:val="006A0511"/>
    <w:rsid w:val="006A4D05"/>
    <w:rsid w:val="006A7435"/>
    <w:rsid w:val="006A7F10"/>
    <w:rsid w:val="006B241C"/>
    <w:rsid w:val="006B4ED4"/>
    <w:rsid w:val="006B5A7F"/>
    <w:rsid w:val="006B5D98"/>
    <w:rsid w:val="006C0F8B"/>
    <w:rsid w:val="006C3ECE"/>
    <w:rsid w:val="006C6907"/>
    <w:rsid w:val="006C6D42"/>
    <w:rsid w:val="006C78DF"/>
    <w:rsid w:val="006D11C5"/>
    <w:rsid w:val="006D141E"/>
    <w:rsid w:val="006D1D4D"/>
    <w:rsid w:val="006D22BF"/>
    <w:rsid w:val="006D24F6"/>
    <w:rsid w:val="006D4A95"/>
    <w:rsid w:val="006D7949"/>
    <w:rsid w:val="006E0812"/>
    <w:rsid w:val="006E189F"/>
    <w:rsid w:val="006E2FFB"/>
    <w:rsid w:val="006E7B15"/>
    <w:rsid w:val="006F2C95"/>
    <w:rsid w:val="006F6392"/>
    <w:rsid w:val="00700BB1"/>
    <w:rsid w:val="007054EA"/>
    <w:rsid w:val="0070593C"/>
    <w:rsid w:val="00705C2B"/>
    <w:rsid w:val="00706F1A"/>
    <w:rsid w:val="00711126"/>
    <w:rsid w:val="0071195B"/>
    <w:rsid w:val="007131E9"/>
    <w:rsid w:val="0071389A"/>
    <w:rsid w:val="00715A77"/>
    <w:rsid w:val="00717DD3"/>
    <w:rsid w:val="00722441"/>
    <w:rsid w:val="0072361A"/>
    <w:rsid w:val="007274BB"/>
    <w:rsid w:val="00730886"/>
    <w:rsid w:val="00730C93"/>
    <w:rsid w:val="00730F3F"/>
    <w:rsid w:val="0073257C"/>
    <w:rsid w:val="007332C9"/>
    <w:rsid w:val="007342C7"/>
    <w:rsid w:val="00741A12"/>
    <w:rsid w:val="0074463D"/>
    <w:rsid w:val="00745544"/>
    <w:rsid w:val="00746AC8"/>
    <w:rsid w:val="0075078C"/>
    <w:rsid w:val="007510AC"/>
    <w:rsid w:val="00751CB0"/>
    <w:rsid w:val="00753884"/>
    <w:rsid w:val="00755295"/>
    <w:rsid w:val="00757D08"/>
    <w:rsid w:val="00760352"/>
    <w:rsid w:val="0076269A"/>
    <w:rsid w:val="00764E19"/>
    <w:rsid w:val="007658C7"/>
    <w:rsid w:val="00765E9C"/>
    <w:rsid w:val="00766E19"/>
    <w:rsid w:val="00770042"/>
    <w:rsid w:val="00770FEE"/>
    <w:rsid w:val="00772192"/>
    <w:rsid w:val="00773B08"/>
    <w:rsid w:val="00773C8C"/>
    <w:rsid w:val="007802ED"/>
    <w:rsid w:val="00780CE4"/>
    <w:rsid w:val="00781219"/>
    <w:rsid w:val="007834D4"/>
    <w:rsid w:val="00785406"/>
    <w:rsid w:val="00786DAC"/>
    <w:rsid w:val="0079024F"/>
    <w:rsid w:val="007929A0"/>
    <w:rsid w:val="00792CF4"/>
    <w:rsid w:val="0079348D"/>
    <w:rsid w:val="00793CAB"/>
    <w:rsid w:val="00794354"/>
    <w:rsid w:val="007966CF"/>
    <w:rsid w:val="007A0345"/>
    <w:rsid w:val="007A0C01"/>
    <w:rsid w:val="007A126A"/>
    <w:rsid w:val="007A4939"/>
    <w:rsid w:val="007B1506"/>
    <w:rsid w:val="007B442E"/>
    <w:rsid w:val="007B5A94"/>
    <w:rsid w:val="007B6AB5"/>
    <w:rsid w:val="007C0D36"/>
    <w:rsid w:val="007C1B44"/>
    <w:rsid w:val="007C3BBA"/>
    <w:rsid w:val="007C580A"/>
    <w:rsid w:val="007C6D78"/>
    <w:rsid w:val="007D0032"/>
    <w:rsid w:val="007D1213"/>
    <w:rsid w:val="007D22ED"/>
    <w:rsid w:val="007D36E5"/>
    <w:rsid w:val="007E48CF"/>
    <w:rsid w:val="007E71FB"/>
    <w:rsid w:val="007E7521"/>
    <w:rsid w:val="007F4F05"/>
    <w:rsid w:val="007F512C"/>
    <w:rsid w:val="007F7E82"/>
    <w:rsid w:val="00807359"/>
    <w:rsid w:val="008109CE"/>
    <w:rsid w:val="0081502B"/>
    <w:rsid w:val="00816101"/>
    <w:rsid w:val="00816AC4"/>
    <w:rsid w:val="00817052"/>
    <w:rsid w:val="008228E6"/>
    <w:rsid w:val="00823C38"/>
    <w:rsid w:val="00825DB1"/>
    <w:rsid w:val="00827302"/>
    <w:rsid w:val="00830B43"/>
    <w:rsid w:val="008328EB"/>
    <w:rsid w:val="00833E16"/>
    <w:rsid w:val="00835740"/>
    <w:rsid w:val="00836429"/>
    <w:rsid w:val="00837B7A"/>
    <w:rsid w:val="008442C8"/>
    <w:rsid w:val="008452E0"/>
    <w:rsid w:val="00847FA9"/>
    <w:rsid w:val="00851B0E"/>
    <w:rsid w:val="008550C5"/>
    <w:rsid w:val="00856143"/>
    <w:rsid w:val="00857CB0"/>
    <w:rsid w:val="00860458"/>
    <w:rsid w:val="008609EE"/>
    <w:rsid w:val="00860F8F"/>
    <w:rsid w:val="00864D12"/>
    <w:rsid w:val="00865731"/>
    <w:rsid w:val="00866083"/>
    <w:rsid w:val="008675E6"/>
    <w:rsid w:val="00867D54"/>
    <w:rsid w:val="0087107F"/>
    <w:rsid w:val="00875D73"/>
    <w:rsid w:val="00876BB2"/>
    <w:rsid w:val="00877E88"/>
    <w:rsid w:val="00880B91"/>
    <w:rsid w:val="00880DAD"/>
    <w:rsid w:val="00882DD9"/>
    <w:rsid w:val="0088714E"/>
    <w:rsid w:val="00891510"/>
    <w:rsid w:val="00895F07"/>
    <w:rsid w:val="00897E36"/>
    <w:rsid w:val="008A42C3"/>
    <w:rsid w:val="008A533D"/>
    <w:rsid w:val="008A7B2D"/>
    <w:rsid w:val="008B0144"/>
    <w:rsid w:val="008B0354"/>
    <w:rsid w:val="008B060B"/>
    <w:rsid w:val="008B0E01"/>
    <w:rsid w:val="008B194C"/>
    <w:rsid w:val="008B4A5E"/>
    <w:rsid w:val="008B595D"/>
    <w:rsid w:val="008B6196"/>
    <w:rsid w:val="008C09A0"/>
    <w:rsid w:val="008C3934"/>
    <w:rsid w:val="008C4676"/>
    <w:rsid w:val="008C5842"/>
    <w:rsid w:val="008C6718"/>
    <w:rsid w:val="008D28FD"/>
    <w:rsid w:val="008D674F"/>
    <w:rsid w:val="008D76C0"/>
    <w:rsid w:val="008E353E"/>
    <w:rsid w:val="008E45FB"/>
    <w:rsid w:val="008E5B91"/>
    <w:rsid w:val="008E5CC3"/>
    <w:rsid w:val="008F1B25"/>
    <w:rsid w:val="008F1D11"/>
    <w:rsid w:val="0090531D"/>
    <w:rsid w:val="00905C1E"/>
    <w:rsid w:val="00905C93"/>
    <w:rsid w:val="009113F3"/>
    <w:rsid w:val="009118D8"/>
    <w:rsid w:val="009176C4"/>
    <w:rsid w:val="0092091D"/>
    <w:rsid w:val="0092314E"/>
    <w:rsid w:val="00923B6D"/>
    <w:rsid w:val="0092596A"/>
    <w:rsid w:val="0092760B"/>
    <w:rsid w:val="00931CE7"/>
    <w:rsid w:val="009320E7"/>
    <w:rsid w:val="009362C7"/>
    <w:rsid w:val="00936717"/>
    <w:rsid w:val="00940A11"/>
    <w:rsid w:val="00946AEE"/>
    <w:rsid w:val="009473CF"/>
    <w:rsid w:val="0095002A"/>
    <w:rsid w:val="00950CC8"/>
    <w:rsid w:val="00954F97"/>
    <w:rsid w:val="009552F7"/>
    <w:rsid w:val="00957154"/>
    <w:rsid w:val="009600B1"/>
    <w:rsid w:val="009605B0"/>
    <w:rsid w:val="009611D5"/>
    <w:rsid w:val="00967F2E"/>
    <w:rsid w:val="009734AC"/>
    <w:rsid w:val="0098347D"/>
    <w:rsid w:val="00983845"/>
    <w:rsid w:val="0098479E"/>
    <w:rsid w:val="009930EC"/>
    <w:rsid w:val="00996056"/>
    <w:rsid w:val="00996A3D"/>
    <w:rsid w:val="009973FC"/>
    <w:rsid w:val="00997D0D"/>
    <w:rsid w:val="009A01A6"/>
    <w:rsid w:val="009A3C15"/>
    <w:rsid w:val="009B2D2E"/>
    <w:rsid w:val="009B5141"/>
    <w:rsid w:val="009B5B56"/>
    <w:rsid w:val="009B757D"/>
    <w:rsid w:val="009C0414"/>
    <w:rsid w:val="009C1076"/>
    <w:rsid w:val="009C148D"/>
    <w:rsid w:val="009C17C6"/>
    <w:rsid w:val="009C39F7"/>
    <w:rsid w:val="009D023D"/>
    <w:rsid w:val="009D1B3B"/>
    <w:rsid w:val="009D1CDB"/>
    <w:rsid w:val="009D3D5A"/>
    <w:rsid w:val="009D4100"/>
    <w:rsid w:val="009D6144"/>
    <w:rsid w:val="009D6982"/>
    <w:rsid w:val="009D7326"/>
    <w:rsid w:val="009E049E"/>
    <w:rsid w:val="009E0CFA"/>
    <w:rsid w:val="009E10F0"/>
    <w:rsid w:val="009E3B23"/>
    <w:rsid w:val="009E6ECD"/>
    <w:rsid w:val="009E7F66"/>
    <w:rsid w:val="009F0CAD"/>
    <w:rsid w:val="009F1199"/>
    <w:rsid w:val="009F18A2"/>
    <w:rsid w:val="009F287A"/>
    <w:rsid w:val="009F73F2"/>
    <w:rsid w:val="009F7C7F"/>
    <w:rsid w:val="00A00647"/>
    <w:rsid w:val="00A00A2A"/>
    <w:rsid w:val="00A00F7E"/>
    <w:rsid w:val="00A01BA5"/>
    <w:rsid w:val="00A03858"/>
    <w:rsid w:val="00A07798"/>
    <w:rsid w:val="00A11896"/>
    <w:rsid w:val="00A11C69"/>
    <w:rsid w:val="00A1561C"/>
    <w:rsid w:val="00A23E38"/>
    <w:rsid w:val="00A2710E"/>
    <w:rsid w:val="00A32138"/>
    <w:rsid w:val="00A33B78"/>
    <w:rsid w:val="00A36FF5"/>
    <w:rsid w:val="00A429B3"/>
    <w:rsid w:val="00A45CE8"/>
    <w:rsid w:val="00A46AA4"/>
    <w:rsid w:val="00A46FC9"/>
    <w:rsid w:val="00A50EDE"/>
    <w:rsid w:val="00A51F44"/>
    <w:rsid w:val="00A5214E"/>
    <w:rsid w:val="00A53409"/>
    <w:rsid w:val="00A5366A"/>
    <w:rsid w:val="00A55B2E"/>
    <w:rsid w:val="00A562FC"/>
    <w:rsid w:val="00A5703C"/>
    <w:rsid w:val="00A61E03"/>
    <w:rsid w:val="00A64B77"/>
    <w:rsid w:val="00A667C9"/>
    <w:rsid w:val="00A70440"/>
    <w:rsid w:val="00A710D1"/>
    <w:rsid w:val="00A71453"/>
    <w:rsid w:val="00A73E86"/>
    <w:rsid w:val="00A80820"/>
    <w:rsid w:val="00A82B59"/>
    <w:rsid w:val="00A83682"/>
    <w:rsid w:val="00A83FDD"/>
    <w:rsid w:val="00A878F0"/>
    <w:rsid w:val="00A90E38"/>
    <w:rsid w:val="00A914AB"/>
    <w:rsid w:val="00A91FEA"/>
    <w:rsid w:val="00A920F6"/>
    <w:rsid w:val="00AA2D8C"/>
    <w:rsid w:val="00AA387D"/>
    <w:rsid w:val="00AA3F6D"/>
    <w:rsid w:val="00AA4B36"/>
    <w:rsid w:val="00AA5165"/>
    <w:rsid w:val="00AA5942"/>
    <w:rsid w:val="00AB09F8"/>
    <w:rsid w:val="00AB4B70"/>
    <w:rsid w:val="00AB69A1"/>
    <w:rsid w:val="00AB72B5"/>
    <w:rsid w:val="00AC1465"/>
    <w:rsid w:val="00AC42BC"/>
    <w:rsid w:val="00AD1583"/>
    <w:rsid w:val="00AD24D3"/>
    <w:rsid w:val="00AD5D4A"/>
    <w:rsid w:val="00AD7FBD"/>
    <w:rsid w:val="00AE0248"/>
    <w:rsid w:val="00AE03A8"/>
    <w:rsid w:val="00AE2E59"/>
    <w:rsid w:val="00AE4B91"/>
    <w:rsid w:val="00AF0D88"/>
    <w:rsid w:val="00AF3C95"/>
    <w:rsid w:val="00AF4DCD"/>
    <w:rsid w:val="00AF60A0"/>
    <w:rsid w:val="00B0000F"/>
    <w:rsid w:val="00B00D7F"/>
    <w:rsid w:val="00B05D9F"/>
    <w:rsid w:val="00B11DE7"/>
    <w:rsid w:val="00B12B98"/>
    <w:rsid w:val="00B135AE"/>
    <w:rsid w:val="00B15181"/>
    <w:rsid w:val="00B15847"/>
    <w:rsid w:val="00B161EA"/>
    <w:rsid w:val="00B17A32"/>
    <w:rsid w:val="00B2101B"/>
    <w:rsid w:val="00B22631"/>
    <w:rsid w:val="00B243DA"/>
    <w:rsid w:val="00B365AE"/>
    <w:rsid w:val="00B37DC2"/>
    <w:rsid w:val="00B40304"/>
    <w:rsid w:val="00B42568"/>
    <w:rsid w:val="00B44D0B"/>
    <w:rsid w:val="00B46AA8"/>
    <w:rsid w:val="00B5184A"/>
    <w:rsid w:val="00B54A95"/>
    <w:rsid w:val="00B552BB"/>
    <w:rsid w:val="00B560BB"/>
    <w:rsid w:val="00B56C7B"/>
    <w:rsid w:val="00B576E5"/>
    <w:rsid w:val="00B602B1"/>
    <w:rsid w:val="00B6528B"/>
    <w:rsid w:val="00B66344"/>
    <w:rsid w:val="00B66823"/>
    <w:rsid w:val="00B67E5D"/>
    <w:rsid w:val="00B71305"/>
    <w:rsid w:val="00B7251B"/>
    <w:rsid w:val="00B75369"/>
    <w:rsid w:val="00B76630"/>
    <w:rsid w:val="00B81265"/>
    <w:rsid w:val="00B87D2C"/>
    <w:rsid w:val="00B9022B"/>
    <w:rsid w:val="00BA3803"/>
    <w:rsid w:val="00BA4C39"/>
    <w:rsid w:val="00BA7A30"/>
    <w:rsid w:val="00BB0C46"/>
    <w:rsid w:val="00BB5D65"/>
    <w:rsid w:val="00BB61BF"/>
    <w:rsid w:val="00BB64CE"/>
    <w:rsid w:val="00BB6649"/>
    <w:rsid w:val="00BC10C1"/>
    <w:rsid w:val="00BC5D2D"/>
    <w:rsid w:val="00BC63E1"/>
    <w:rsid w:val="00BD112F"/>
    <w:rsid w:val="00BD21FC"/>
    <w:rsid w:val="00BD3A67"/>
    <w:rsid w:val="00BD3C3F"/>
    <w:rsid w:val="00BD5740"/>
    <w:rsid w:val="00BD606A"/>
    <w:rsid w:val="00BE0B5F"/>
    <w:rsid w:val="00BE2486"/>
    <w:rsid w:val="00BE2F0C"/>
    <w:rsid w:val="00BE5778"/>
    <w:rsid w:val="00BE5801"/>
    <w:rsid w:val="00BE7D66"/>
    <w:rsid w:val="00BF0D2F"/>
    <w:rsid w:val="00BF1480"/>
    <w:rsid w:val="00BF2508"/>
    <w:rsid w:val="00BF3321"/>
    <w:rsid w:val="00BF381F"/>
    <w:rsid w:val="00C00464"/>
    <w:rsid w:val="00C0140A"/>
    <w:rsid w:val="00C02352"/>
    <w:rsid w:val="00C03AF9"/>
    <w:rsid w:val="00C07297"/>
    <w:rsid w:val="00C07709"/>
    <w:rsid w:val="00C10CE3"/>
    <w:rsid w:val="00C11AE7"/>
    <w:rsid w:val="00C169BB"/>
    <w:rsid w:val="00C205FB"/>
    <w:rsid w:val="00C21E84"/>
    <w:rsid w:val="00C238A4"/>
    <w:rsid w:val="00C23C29"/>
    <w:rsid w:val="00C2615C"/>
    <w:rsid w:val="00C2718A"/>
    <w:rsid w:val="00C272D7"/>
    <w:rsid w:val="00C27A90"/>
    <w:rsid w:val="00C31A49"/>
    <w:rsid w:val="00C33323"/>
    <w:rsid w:val="00C33451"/>
    <w:rsid w:val="00C35A02"/>
    <w:rsid w:val="00C35F94"/>
    <w:rsid w:val="00C374BF"/>
    <w:rsid w:val="00C403BB"/>
    <w:rsid w:val="00C41020"/>
    <w:rsid w:val="00C41258"/>
    <w:rsid w:val="00C43797"/>
    <w:rsid w:val="00C45642"/>
    <w:rsid w:val="00C46DBF"/>
    <w:rsid w:val="00C500D9"/>
    <w:rsid w:val="00C500E9"/>
    <w:rsid w:val="00C5060C"/>
    <w:rsid w:val="00C53C22"/>
    <w:rsid w:val="00C564F8"/>
    <w:rsid w:val="00C63ED3"/>
    <w:rsid w:val="00C648BB"/>
    <w:rsid w:val="00C64AAE"/>
    <w:rsid w:val="00C650A3"/>
    <w:rsid w:val="00C73D9F"/>
    <w:rsid w:val="00C756B8"/>
    <w:rsid w:val="00C80857"/>
    <w:rsid w:val="00C81653"/>
    <w:rsid w:val="00C83323"/>
    <w:rsid w:val="00C84911"/>
    <w:rsid w:val="00C84F18"/>
    <w:rsid w:val="00C85072"/>
    <w:rsid w:val="00C859E3"/>
    <w:rsid w:val="00C90F28"/>
    <w:rsid w:val="00CA0701"/>
    <w:rsid w:val="00CA3494"/>
    <w:rsid w:val="00CB05BC"/>
    <w:rsid w:val="00CB0C5D"/>
    <w:rsid w:val="00CB2EF8"/>
    <w:rsid w:val="00CB62F6"/>
    <w:rsid w:val="00CB6934"/>
    <w:rsid w:val="00CB7DE1"/>
    <w:rsid w:val="00CC0FD0"/>
    <w:rsid w:val="00CC1B43"/>
    <w:rsid w:val="00CC2FA4"/>
    <w:rsid w:val="00CC3232"/>
    <w:rsid w:val="00CC4525"/>
    <w:rsid w:val="00CC571F"/>
    <w:rsid w:val="00CC625A"/>
    <w:rsid w:val="00CD02CF"/>
    <w:rsid w:val="00CD072E"/>
    <w:rsid w:val="00CD090F"/>
    <w:rsid w:val="00CE1652"/>
    <w:rsid w:val="00CE24BF"/>
    <w:rsid w:val="00CE2EB0"/>
    <w:rsid w:val="00CE3457"/>
    <w:rsid w:val="00CE471E"/>
    <w:rsid w:val="00CE4DEB"/>
    <w:rsid w:val="00CE5483"/>
    <w:rsid w:val="00CE6BA3"/>
    <w:rsid w:val="00CF1748"/>
    <w:rsid w:val="00CF38EF"/>
    <w:rsid w:val="00D00B75"/>
    <w:rsid w:val="00D02393"/>
    <w:rsid w:val="00D04EF0"/>
    <w:rsid w:val="00D06D54"/>
    <w:rsid w:val="00D0764A"/>
    <w:rsid w:val="00D0782D"/>
    <w:rsid w:val="00D101B5"/>
    <w:rsid w:val="00D11109"/>
    <w:rsid w:val="00D11BAA"/>
    <w:rsid w:val="00D11D5A"/>
    <w:rsid w:val="00D12A9F"/>
    <w:rsid w:val="00D1453D"/>
    <w:rsid w:val="00D15984"/>
    <w:rsid w:val="00D1611C"/>
    <w:rsid w:val="00D17E27"/>
    <w:rsid w:val="00D20556"/>
    <w:rsid w:val="00D21987"/>
    <w:rsid w:val="00D22AA6"/>
    <w:rsid w:val="00D253DA"/>
    <w:rsid w:val="00D26D69"/>
    <w:rsid w:val="00D32F71"/>
    <w:rsid w:val="00D34DCE"/>
    <w:rsid w:val="00D37336"/>
    <w:rsid w:val="00D37680"/>
    <w:rsid w:val="00D4048A"/>
    <w:rsid w:val="00D4102E"/>
    <w:rsid w:val="00D41EB2"/>
    <w:rsid w:val="00D438FB"/>
    <w:rsid w:val="00D4453B"/>
    <w:rsid w:val="00D47E6F"/>
    <w:rsid w:val="00D53467"/>
    <w:rsid w:val="00D538FA"/>
    <w:rsid w:val="00D569F6"/>
    <w:rsid w:val="00D57A5C"/>
    <w:rsid w:val="00D600EB"/>
    <w:rsid w:val="00D6121C"/>
    <w:rsid w:val="00D6200F"/>
    <w:rsid w:val="00D62F59"/>
    <w:rsid w:val="00D668C2"/>
    <w:rsid w:val="00D66DB1"/>
    <w:rsid w:val="00D67AD8"/>
    <w:rsid w:val="00D70C47"/>
    <w:rsid w:val="00D71A74"/>
    <w:rsid w:val="00D72486"/>
    <w:rsid w:val="00D72849"/>
    <w:rsid w:val="00D7686A"/>
    <w:rsid w:val="00D7757F"/>
    <w:rsid w:val="00D77C89"/>
    <w:rsid w:val="00D77F58"/>
    <w:rsid w:val="00D808E2"/>
    <w:rsid w:val="00D815B5"/>
    <w:rsid w:val="00D81BF1"/>
    <w:rsid w:val="00D83ABC"/>
    <w:rsid w:val="00D94A9E"/>
    <w:rsid w:val="00D96695"/>
    <w:rsid w:val="00DA4482"/>
    <w:rsid w:val="00DA5B15"/>
    <w:rsid w:val="00DA738F"/>
    <w:rsid w:val="00DA79D2"/>
    <w:rsid w:val="00DA7E42"/>
    <w:rsid w:val="00DB06BE"/>
    <w:rsid w:val="00DB1E4C"/>
    <w:rsid w:val="00DB26E5"/>
    <w:rsid w:val="00DB5CF0"/>
    <w:rsid w:val="00DB6B74"/>
    <w:rsid w:val="00DB71EE"/>
    <w:rsid w:val="00DC07B5"/>
    <w:rsid w:val="00DC37AC"/>
    <w:rsid w:val="00DC3B74"/>
    <w:rsid w:val="00DD03AE"/>
    <w:rsid w:val="00DD19D8"/>
    <w:rsid w:val="00DD19FD"/>
    <w:rsid w:val="00DD38D4"/>
    <w:rsid w:val="00DD53B5"/>
    <w:rsid w:val="00DD58F3"/>
    <w:rsid w:val="00DD5978"/>
    <w:rsid w:val="00DD60FA"/>
    <w:rsid w:val="00DE038C"/>
    <w:rsid w:val="00DE1207"/>
    <w:rsid w:val="00DE2FC0"/>
    <w:rsid w:val="00DF15EC"/>
    <w:rsid w:val="00DF4EF7"/>
    <w:rsid w:val="00DF5F83"/>
    <w:rsid w:val="00DF66AA"/>
    <w:rsid w:val="00E00233"/>
    <w:rsid w:val="00E02AF7"/>
    <w:rsid w:val="00E067A9"/>
    <w:rsid w:val="00E06FB8"/>
    <w:rsid w:val="00E10624"/>
    <w:rsid w:val="00E13E27"/>
    <w:rsid w:val="00E13EA6"/>
    <w:rsid w:val="00E14EA9"/>
    <w:rsid w:val="00E15AA3"/>
    <w:rsid w:val="00E15E5E"/>
    <w:rsid w:val="00E16ECE"/>
    <w:rsid w:val="00E20C4E"/>
    <w:rsid w:val="00E20DE1"/>
    <w:rsid w:val="00E211B0"/>
    <w:rsid w:val="00E22ACB"/>
    <w:rsid w:val="00E25D5D"/>
    <w:rsid w:val="00E27804"/>
    <w:rsid w:val="00E27C8A"/>
    <w:rsid w:val="00E30499"/>
    <w:rsid w:val="00E3115C"/>
    <w:rsid w:val="00E32765"/>
    <w:rsid w:val="00E40C0F"/>
    <w:rsid w:val="00E42E29"/>
    <w:rsid w:val="00E46BFE"/>
    <w:rsid w:val="00E532D8"/>
    <w:rsid w:val="00E63182"/>
    <w:rsid w:val="00E65F7C"/>
    <w:rsid w:val="00E6686B"/>
    <w:rsid w:val="00E67742"/>
    <w:rsid w:val="00E714AB"/>
    <w:rsid w:val="00E75496"/>
    <w:rsid w:val="00E76AFC"/>
    <w:rsid w:val="00E77CFF"/>
    <w:rsid w:val="00E800D0"/>
    <w:rsid w:val="00E84F39"/>
    <w:rsid w:val="00E94195"/>
    <w:rsid w:val="00E95825"/>
    <w:rsid w:val="00E95C6C"/>
    <w:rsid w:val="00E9675A"/>
    <w:rsid w:val="00EA4063"/>
    <w:rsid w:val="00EA460C"/>
    <w:rsid w:val="00EA69F3"/>
    <w:rsid w:val="00EA7A79"/>
    <w:rsid w:val="00EB116E"/>
    <w:rsid w:val="00EB49E8"/>
    <w:rsid w:val="00EB4D95"/>
    <w:rsid w:val="00EB51AD"/>
    <w:rsid w:val="00EC00FC"/>
    <w:rsid w:val="00EC27CF"/>
    <w:rsid w:val="00EC3550"/>
    <w:rsid w:val="00EC54F7"/>
    <w:rsid w:val="00EC6462"/>
    <w:rsid w:val="00ED41A5"/>
    <w:rsid w:val="00ED4340"/>
    <w:rsid w:val="00ED6253"/>
    <w:rsid w:val="00EE0D9D"/>
    <w:rsid w:val="00EE346D"/>
    <w:rsid w:val="00EE429C"/>
    <w:rsid w:val="00EE65CC"/>
    <w:rsid w:val="00EE7D8E"/>
    <w:rsid w:val="00EF139E"/>
    <w:rsid w:val="00EF30B8"/>
    <w:rsid w:val="00EF3F34"/>
    <w:rsid w:val="00EF63B4"/>
    <w:rsid w:val="00EF68B9"/>
    <w:rsid w:val="00F0190B"/>
    <w:rsid w:val="00F021E4"/>
    <w:rsid w:val="00F051C3"/>
    <w:rsid w:val="00F05C45"/>
    <w:rsid w:val="00F0624E"/>
    <w:rsid w:val="00F067B7"/>
    <w:rsid w:val="00F06F30"/>
    <w:rsid w:val="00F07269"/>
    <w:rsid w:val="00F12976"/>
    <w:rsid w:val="00F13518"/>
    <w:rsid w:val="00F167C4"/>
    <w:rsid w:val="00F17BBC"/>
    <w:rsid w:val="00F207E6"/>
    <w:rsid w:val="00F238BC"/>
    <w:rsid w:val="00F25012"/>
    <w:rsid w:val="00F301E6"/>
    <w:rsid w:val="00F31128"/>
    <w:rsid w:val="00F330EF"/>
    <w:rsid w:val="00F344EA"/>
    <w:rsid w:val="00F34F21"/>
    <w:rsid w:val="00F362EE"/>
    <w:rsid w:val="00F365E7"/>
    <w:rsid w:val="00F37A83"/>
    <w:rsid w:val="00F4080F"/>
    <w:rsid w:val="00F41428"/>
    <w:rsid w:val="00F4177C"/>
    <w:rsid w:val="00F431A5"/>
    <w:rsid w:val="00F477AB"/>
    <w:rsid w:val="00F47F27"/>
    <w:rsid w:val="00F50802"/>
    <w:rsid w:val="00F51AA8"/>
    <w:rsid w:val="00F51C44"/>
    <w:rsid w:val="00F52980"/>
    <w:rsid w:val="00F53065"/>
    <w:rsid w:val="00F55D85"/>
    <w:rsid w:val="00F563A6"/>
    <w:rsid w:val="00F6161A"/>
    <w:rsid w:val="00F629F9"/>
    <w:rsid w:val="00F63DDF"/>
    <w:rsid w:val="00F64667"/>
    <w:rsid w:val="00F64CE5"/>
    <w:rsid w:val="00F656E8"/>
    <w:rsid w:val="00F67DAF"/>
    <w:rsid w:val="00F74AA7"/>
    <w:rsid w:val="00F758B5"/>
    <w:rsid w:val="00F75C88"/>
    <w:rsid w:val="00F773AD"/>
    <w:rsid w:val="00F77E75"/>
    <w:rsid w:val="00F801F9"/>
    <w:rsid w:val="00F8236F"/>
    <w:rsid w:val="00F845A1"/>
    <w:rsid w:val="00F84759"/>
    <w:rsid w:val="00F904AF"/>
    <w:rsid w:val="00F94E11"/>
    <w:rsid w:val="00F95DD2"/>
    <w:rsid w:val="00FA1311"/>
    <w:rsid w:val="00FA3430"/>
    <w:rsid w:val="00FA4448"/>
    <w:rsid w:val="00FA66F4"/>
    <w:rsid w:val="00FB2090"/>
    <w:rsid w:val="00FB2755"/>
    <w:rsid w:val="00FB29C2"/>
    <w:rsid w:val="00FB4A43"/>
    <w:rsid w:val="00FB6ADC"/>
    <w:rsid w:val="00FB7CBB"/>
    <w:rsid w:val="00FC00EA"/>
    <w:rsid w:val="00FC011D"/>
    <w:rsid w:val="00FC094A"/>
    <w:rsid w:val="00FC0DAC"/>
    <w:rsid w:val="00FC1C73"/>
    <w:rsid w:val="00FC317A"/>
    <w:rsid w:val="00FC365C"/>
    <w:rsid w:val="00FC4C23"/>
    <w:rsid w:val="00FC4C44"/>
    <w:rsid w:val="00FC6408"/>
    <w:rsid w:val="00FD37CD"/>
    <w:rsid w:val="00FD4045"/>
    <w:rsid w:val="00FD530A"/>
    <w:rsid w:val="00FE1353"/>
    <w:rsid w:val="00FE1A74"/>
    <w:rsid w:val="00FE6CC0"/>
    <w:rsid w:val="00FE7436"/>
    <w:rsid w:val="00FF2BF0"/>
    <w:rsid w:val="00FF3519"/>
    <w:rsid w:val="00FF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777"/>
    </o:shapedefaults>
    <o:shapelayout v:ext="edit">
      <o:idmap v:ext="edit" data="1"/>
    </o:shapelayout>
  </w:shapeDefaults>
  <w:decimalSymbol w:val=","/>
  <w:listSeparator w:val=";"/>
  <w14:docId w14:val="4BBD51AD"/>
  <w15:docId w15:val="{2D6AD11F-F56C-4B9F-8897-BF90D4DA8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B716F"/>
  </w:style>
  <w:style w:type="paragraph" w:styleId="Titre1">
    <w:name w:val="heading 1"/>
    <w:basedOn w:val="Normal"/>
    <w:next w:val="Normal"/>
    <w:link w:val="Titre1Car"/>
    <w:qFormat/>
    <w:pPr>
      <w:keepNext/>
      <w:tabs>
        <w:tab w:val="left" w:pos="6804"/>
      </w:tabs>
      <w:spacing w:line="480" w:lineRule="auto"/>
      <w:ind w:right="-2"/>
      <w:jc w:val="both"/>
      <w:outlineLvl w:val="0"/>
    </w:pPr>
    <w:rPr>
      <w:rFonts w:ascii="Comic Sans MS" w:hAnsi="Comic Sans MS"/>
      <w:b/>
      <w:sz w:val="24"/>
      <w:u w:val="single"/>
    </w:rPr>
  </w:style>
  <w:style w:type="paragraph" w:styleId="Titre2">
    <w:name w:val="heading 2"/>
    <w:basedOn w:val="Normal"/>
    <w:next w:val="Normal"/>
    <w:qFormat/>
    <w:pPr>
      <w:keepNext/>
      <w:tabs>
        <w:tab w:val="left" w:pos="6804"/>
      </w:tabs>
      <w:ind w:left="-142" w:right="-2"/>
      <w:jc w:val="both"/>
      <w:outlineLvl w:val="1"/>
    </w:pPr>
    <w:rPr>
      <w:rFonts w:ascii="Comic Sans MS" w:hAnsi="Comic Sans MS"/>
      <w:b/>
      <w:sz w:val="24"/>
      <w:u w:val="single"/>
    </w:rPr>
  </w:style>
  <w:style w:type="paragraph" w:styleId="Titre3">
    <w:name w:val="heading 3"/>
    <w:basedOn w:val="Normal"/>
    <w:next w:val="Normal"/>
    <w:qFormat/>
    <w:pPr>
      <w:keepNext/>
      <w:tabs>
        <w:tab w:val="left" w:pos="567"/>
      </w:tabs>
      <w:ind w:left="-851" w:right="-2"/>
      <w:jc w:val="both"/>
      <w:outlineLvl w:val="2"/>
    </w:pPr>
    <w:rPr>
      <w:rFonts w:ascii="Comic Sans MS" w:hAnsi="Comic Sans MS"/>
      <w:b/>
      <w:sz w:val="24"/>
      <w:u w:val="single"/>
    </w:rPr>
  </w:style>
  <w:style w:type="paragraph" w:styleId="Titre4">
    <w:name w:val="heading 4"/>
    <w:basedOn w:val="Normal"/>
    <w:next w:val="Normal"/>
    <w:qFormat/>
    <w:rsid w:val="006E2FFB"/>
    <w:pPr>
      <w:keepNext/>
      <w:numPr>
        <w:numId w:val="6"/>
      </w:numPr>
      <w:tabs>
        <w:tab w:val="left" w:pos="567"/>
      </w:tabs>
      <w:jc w:val="both"/>
      <w:outlineLvl w:val="3"/>
    </w:pPr>
    <w:rPr>
      <w:rFonts w:ascii="Arial" w:hAnsi="Arial"/>
      <w:b/>
      <w:i/>
      <w:sz w:val="24"/>
      <w:u w:val="single"/>
    </w:rPr>
  </w:style>
  <w:style w:type="paragraph" w:styleId="Titre5">
    <w:name w:val="heading 5"/>
    <w:basedOn w:val="Normal"/>
    <w:next w:val="Normal"/>
    <w:link w:val="Titre5Car"/>
    <w:qFormat/>
    <w:pPr>
      <w:keepNext/>
      <w:outlineLvl w:val="4"/>
    </w:pPr>
    <w:rPr>
      <w:rFonts w:ascii="Comic Sans MS" w:hAnsi="Comic Sans MS"/>
      <w:b/>
      <w:sz w:val="22"/>
    </w:rPr>
  </w:style>
  <w:style w:type="paragraph" w:styleId="Titre6">
    <w:name w:val="heading 6"/>
    <w:basedOn w:val="Normal"/>
    <w:next w:val="Normal"/>
    <w:qFormat/>
    <w:pPr>
      <w:keepNext/>
      <w:tabs>
        <w:tab w:val="left" w:pos="851"/>
        <w:tab w:val="left" w:pos="1276"/>
      </w:tabs>
      <w:ind w:left="851" w:hanging="851"/>
      <w:jc w:val="both"/>
      <w:outlineLvl w:val="5"/>
    </w:pPr>
    <w:rPr>
      <w:rFonts w:ascii="Comic Sans MS" w:hAnsi="Comic Sans MS"/>
      <w:sz w:val="24"/>
    </w:rPr>
  </w:style>
  <w:style w:type="paragraph" w:styleId="Titre7">
    <w:name w:val="heading 7"/>
    <w:basedOn w:val="Normal"/>
    <w:next w:val="Normal"/>
    <w:qFormat/>
    <w:pPr>
      <w:keepNext/>
      <w:tabs>
        <w:tab w:val="left" w:pos="-1701"/>
        <w:tab w:val="left" w:pos="1134"/>
        <w:tab w:val="left" w:pos="3402"/>
        <w:tab w:val="left" w:pos="4536"/>
        <w:tab w:val="left" w:pos="6804"/>
      </w:tabs>
      <w:jc w:val="center"/>
      <w:outlineLvl w:val="6"/>
    </w:pPr>
    <w:rPr>
      <w:rFonts w:ascii="Comic Sans MS" w:hAnsi="Comic Sans MS"/>
      <w:sz w:val="24"/>
    </w:rPr>
  </w:style>
  <w:style w:type="paragraph" w:styleId="Titre8">
    <w:name w:val="heading 8"/>
    <w:basedOn w:val="Normal"/>
    <w:next w:val="Normal"/>
    <w:qFormat/>
    <w:pPr>
      <w:keepNext/>
      <w:tabs>
        <w:tab w:val="left" w:pos="-1701"/>
        <w:tab w:val="left" w:pos="1134"/>
        <w:tab w:val="left" w:pos="3402"/>
        <w:tab w:val="left" w:pos="4536"/>
        <w:tab w:val="left" w:pos="6804"/>
      </w:tabs>
      <w:jc w:val="both"/>
      <w:outlineLvl w:val="7"/>
    </w:pPr>
    <w:rPr>
      <w:rFonts w:ascii="Comic Sans MS" w:hAnsi="Comic Sans MS"/>
      <w:sz w:val="24"/>
    </w:rPr>
  </w:style>
  <w:style w:type="paragraph" w:styleId="Titre9">
    <w:name w:val="heading 9"/>
    <w:basedOn w:val="Normal"/>
    <w:next w:val="Normal"/>
    <w:qFormat/>
    <w:pPr>
      <w:keepNext/>
      <w:ind w:right="-2"/>
      <w:jc w:val="center"/>
      <w:outlineLvl w:val="8"/>
    </w:pPr>
    <w:rPr>
      <w:rFonts w:ascii="Comic Sans MS" w:hAnsi="Comic Sans MS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rsid w:val="002E2A26"/>
    <w:pPr>
      <w:tabs>
        <w:tab w:val="right" w:leader="dot" w:pos="9639"/>
      </w:tabs>
      <w:spacing w:before="240" w:after="240"/>
      <w:jc w:val="center"/>
      <w:outlineLvl w:val="2"/>
    </w:pPr>
    <w:rPr>
      <w:rFonts w:ascii="Arial" w:hAnsi="Arial" w:cs="Arial"/>
      <w:b/>
      <w:caps/>
      <w:noProof/>
      <w:sz w:val="24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Lienhypertextesuivivisit">
    <w:name w:val="FollowedHyperlink"/>
    <w:rPr>
      <w:color w:val="800080"/>
      <w:u w:val="single"/>
    </w:rPr>
  </w:style>
  <w:style w:type="paragraph" w:styleId="TM2">
    <w:name w:val="toc 2"/>
    <w:basedOn w:val="Normal"/>
    <w:next w:val="Normal"/>
    <w:autoRedefine/>
    <w:uiPriority w:val="39"/>
    <w:rsid w:val="007C6D78"/>
    <w:pPr>
      <w:ind w:left="198"/>
    </w:pPr>
    <w:rPr>
      <w:rFonts w:ascii="Arial" w:hAnsi="Arial"/>
      <w:smallCaps/>
    </w:rPr>
  </w:style>
  <w:style w:type="paragraph" w:styleId="TM3">
    <w:name w:val="toc 3"/>
    <w:basedOn w:val="Normal"/>
    <w:next w:val="Normal"/>
    <w:autoRedefine/>
    <w:uiPriority w:val="39"/>
    <w:rsid w:val="003724D1"/>
    <w:pPr>
      <w:tabs>
        <w:tab w:val="left" w:pos="1200"/>
        <w:tab w:val="right" w:leader="dot" w:pos="9628"/>
      </w:tabs>
      <w:ind w:left="400"/>
    </w:pPr>
  </w:style>
  <w:style w:type="paragraph" w:styleId="TM4">
    <w:name w:val="toc 4"/>
    <w:basedOn w:val="Normal"/>
    <w:next w:val="Normal"/>
    <w:autoRedefine/>
    <w:semiHidden/>
    <w:pPr>
      <w:ind w:left="600"/>
    </w:pPr>
  </w:style>
  <w:style w:type="paragraph" w:styleId="TM5">
    <w:name w:val="toc 5"/>
    <w:basedOn w:val="Normal"/>
    <w:next w:val="Normal"/>
    <w:autoRedefine/>
    <w:semiHidden/>
    <w:pPr>
      <w:ind w:left="800"/>
    </w:pPr>
  </w:style>
  <w:style w:type="paragraph" w:styleId="TM6">
    <w:name w:val="toc 6"/>
    <w:basedOn w:val="Normal"/>
    <w:next w:val="Normal"/>
    <w:autoRedefine/>
    <w:semiHidden/>
    <w:pPr>
      <w:ind w:left="1000"/>
    </w:pPr>
  </w:style>
  <w:style w:type="paragraph" w:styleId="TM7">
    <w:name w:val="toc 7"/>
    <w:basedOn w:val="Normal"/>
    <w:next w:val="Normal"/>
    <w:autoRedefine/>
    <w:semiHidden/>
    <w:pPr>
      <w:ind w:left="1200"/>
    </w:pPr>
  </w:style>
  <w:style w:type="paragraph" w:styleId="TM8">
    <w:name w:val="toc 8"/>
    <w:basedOn w:val="Normal"/>
    <w:next w:val="Normal"/>
    <w:autoRedefine/>
    <w:semiHidden/>
    <w:pPr>
      <w:ind w:left="1400"/>
    </w:pPr>
  </w:style>
  <w:style w:type="paragraph" w:styleId="TM9">
    <w:name w:val="toc 9"/>
    <w:basedOn w:val="Normal"/>
    <w:next w:val="Normal"/>
    <w:autoRedefine/>
    <w:semiHidden/>
    <w:pPr>
      <w:ind w:left="1600"/>
    </w:pPr>
  </w:style>
  <w:style w:type="paragraph" w:styleId="Normalcentr">
    <w:name w:val="Block Text"/>
    <w:basedOn w:val="Normal"/>
    <w:pPr>
      <w:tabs>
        <w:tab w:val="left" w:pos="1276"/>
      </w:tabs>
      <w:ind w:left="1276" w:right="-2" w:hanging="142"/>
      <w:jc w:val="both"/>
    </w:pPr>
    <w:rPr>
      <w:rFonts w:ascii="Comic Sans MS" w:hAnsi="Comic Sans MS"/>
      <w:sz w:val="24"/>
    </w:rPr>
  </w:style>
  <w:style w:type="paragraph" w:styleId="Corpsdetexte">
    <w:name w:val="Body Text"/>
    <w:basedOn w:val="Normal"/>
    <w:pPr>
      <w:tabs>
        <w:tab w:val="left" w:pos="567"/>
      </w:tabs>
      <w:ind w:right="-2"/>
      <w:jc w:val="both"/>
    </w:pPr>
    <w:rPr>
      <w:rFonts w:ascii="Comic Sans MS" w:hAnsi="Comic Sans MS"/>
      <w:b/>
      <w:i/>
      <w:sz w:val="24"/>
    </w:rPr>
  </w:style>
  <w:style w:type="paragraph" w:styleId="Retraitcorpsdetexte">
    <w:name w:val="Body Text Indent"/>
    <w:basedOn w:val="Normal"/>
    <w:pPr>
      <w:tabs>
        <w:tab w:val="left" w:pos="851"/>
        <w:tab w:val="left" w:pos="1418"/>
      </w:tabs>
      <w:ind w:left="851" w:hanging="851"/>
      <w:jc w:val="both"/>
    </w:pPr>
    <w:rPr>
      <w:rFonts w:ascii="Comic Sans MS" w:hAnsi="Comic Sans MS"/>
      <w:sz w:val="24"/>
    </w:rPr>
  </w:style>
  <w:style w:type="paragraph" w:styleId="Corpsdetexte2">
    <w:name w:val="Body Text 2"/>
    <w:basedOn w:val="Normal"/>
    <w:pPr>
      <w:tabs>
        <w:tab w:val="left" w:pos="6804"/>
      </w:tabs>
      <w:ind w:right="-2"/>
      <w:jc w:val="both"/>
    </w:pPr>
    <w:rPr>
      <w:rFonts w:ascii="Comic Sans MS" w:hAnsi="Comic Sans MS" w:cs="Tahoma"/>
      <w:sz w:val="24"/>
    </w:rPr>
  </w:style>
  <w:style w:type="paragraph" w:styleId="Corpsdetexte3">
    <w:name w:val="Body Text 3"/>
    <w:basedOn w:val="Normal"/>
    <w:pPr>
      <w:tabs>
        <w:tab w:val="left" w:pos="-1701"/>
        <w:tab w:val="left" w:pos="1134"/>
        <w:tab w:val="left" w:pos="3402"/>
        <w:tab w:val="left" w:pos="4536"/>
        <w:tab w:val="left" w:pos="6804"/>
      </w:tabs>
      <w:jc w:val="both"/>
    </w:pPr>
    <w:rPr>
      <w:rFonts w:ascii="Comic Sans MS" w:hAnsi="Comic Sans MS"/>
      <w:sz w:val="24"/>
    </w:rPr>
  </w:style>
  <w:style w:type="paragraph" w:styleId="Paragraphedeliste">
    <w:name w:val="List Paragraph"/>
    <w:basedOn w:val="Normal"/>
    <w:uiPriority w:val="34"/>
    <w:qFormat/>
    <w:rsid w:val="00FD530A"/>
    <w:pPr>
      <w:ind w:left="708"/>
    </w:pPr>
  </w:style>
  <w:style w:type="character" w:customStyle="1" w:styleId="Titre1Car">
    <w:name w:val="Titre 1 Car"/>
    <w:link w:val="Titre1"/>
    <w:rsid w:val="00280396"/>
    <w:rPr>
      <w:rFonts w:ascii="Comic Sans MS" w:hAnsi="Comic Sans MS"/>
      <w:b/>
      <w:sz w:val="24"/>
      <w:u w:val="single"/>
    </w:rPr>
  </w:style>
  <w:style w:type="paragraph" w:styleId="Textedebulles">
    <w:name w:val="Balloon Text"/>
    <w:basedOn w:val="Normal"/>
    <w:link w:val="TextedebullesCar"/>
    <w:rsid w:val="005D156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5D156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113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rsid w:val="002A59D2"/>
  </w:style>
  <w:style w:type="character" w:customStyle="1" w:styleId="CommentaireCar">
    <w:name w:val="Commentaire Car"/>
    <w:basedOn w:val="Policepardfaut"/>
    <w:link w:val="Commentaire"/>
    <w:rsid w:val="002A59D2"/>
  </w:style>
  <w:style w:type="character" w:customStyle="1" w:styleId="PieddepageCar">
    <w:name w:val="Pied de page Car"/>
    <w:basedOn w:val="Policepardfaut"/>
    <w:link w:val="Pieddepage"/>
    <w:rsid w:val="004B1384"/>
  </w:style>
  <w:style w:type="paragraph" w:customStyle="1" w:styleId="I">
    <w:name w:val="I"/>
    <w:basedOn w:val="Normal"/>
    <w:rsid w:val="007834D4"/>
    <w:pPr>
      <w:spacing w:line="240" w:lineRule="exact"/>
      <w:ind w:left="454"/>
      <w:jc w:val="both"/>
    </w:pPr>
    <w:rPr>
      <w:rFonts w:ascii="Arial" w:hAnsi="Arial"/>
      <w:b/>
      <w:sz w:val="22"/>
    </w:rPr>
  </w:style>
  <w:style w:type="paragraph" w:customStyle="1" w:styleId="111">
    <w:name w:val="111"/>
    <w:basedOn w:val="Normal"/>
    <w:rsid w:val="007834D4"/>
    <w:pPr>
      <w:spacing w:line="288" w:lineRule="exact"/>
      <w:ind w:left="2155" w:hanging="737"/>
      <w:jc w:val="both"/>
    </w:pPr>
    <w:rPr>
      <w:rFonts w:ascii="Arial" w:hAnsi="Arial"/>
      <w:b/>
    </w:rPr>
  </w:style>
  <w:style w:type="character" w:customStyle="1" w:styleId="Titre5Car">
    <w:name w:val="Titre 5 Car"/>
    <w:basedOn w:val="Policepardfaut"/>
    <w:link w:val="Titre5"/>
    <w:rsid w:val="00DC07B5"/>
    <w:rPr>
      <w:rFonts w:ascii="Comic Sans MS" w:hAnsi="Comic Sans MS"/>
      <w:b/>
      <w:sz w:val="22"/>
    </w:rPr>
  </w:style>
  <w:style w:type="paragraph" w:customStyle="1" w:styleId="Style1">
    <w:name w:val="Style1"/>
    <w:basedOn w:val="Titre1"/>
    <w:autoRedefine/>
    <w:qFormat/>
    <w:rsid w:val="00880B91"/>
    <w:pPr>
      <w:tabs>
        <w:tab w:val="clear" w:pos="6804"/>
      </w:tabs>
      <w:spacing w:line="240" w:lineRule="auto"/>
      <w:ind w:right="0"/>
    </w:pPr>
    <w:rPr>
      <w:rFonts w:ascii="Arial" w:hAnsi="Arial"/>
      <w:caps/>
    </w:rPr>
  </w:style>
  <w:style w:type="paragraph" w:customStyle="1" w:styleId="Style2">
    <w:name w:val="Style2"/>
    <w:basedOn w:val="Titre2"/>
    <w:qFormat/>
    <w:rsid w:val="004173D4"/>
    <w:pPr>
      <w:numPr>
        <w:numId w:val="7"/>
      </w:numPr>
    </w:pPr>
    <w:rPr>
      <w:rFonts w:ascii="Arial" w:hAnsi="Arial"/>
      <w:i/>
      <w:smallCaps/>
    </w:rPr>
  </w:style>
  <w:style w:type="paragraph" w:customStyle="1" w:styleId="Style3">
    <w:name w:val="Style3"/>
    <w:basedOn w:val="Titre3"/>
    <w:qFormat/>
    <w:rsid w:val="00005055"/>
    <w:pPr>
      <w:ind w:left="0" w:right="0"/>
    </w:pPr>
    <w:rPr>
      <w:rFonts w:ascii="Arial" w:hAnsi="Arial"/>
      <w:i/>
    </w:rPr>
  </w:style>
  <w:style w:type="character" w:customStyle="1" w:styleId="st1">
    <w:name w:val="st1"/>
    <w:basedOn w:val="Policepardfaut"/>
    <w:rsid w:val="007332C9"/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332C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332C9"/>
    <w:rPr>
      <w:b/>
      <w:bCs/>
      <w:i/>
      <w:iCs/>
      <w:color w:val="4F81BD" w:themeColor="accent1"/>
    </w:rPr>
  </w:style>
  <w:style w:type="character" w:styleId="Marquedecommentaire">
    <w:name w:val="annotation reference"/>
    <w:basedOn w:val="Policepardfaut"/>
    <w:semiHidden/>
    <w:unhideWhenUsed/>
    <w:rsid w:val="00334022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33402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334022"/>
    <w:rPr>
      <w:b/>
      <w:bCs/>
    </w:rPr>
  </w:style>
  <w:style w:type="paragraph" w:customStyle="1" w:styleId="Normal2">
    <w:name w:val="Normal2"/>
    <w:basedOn w:val="Normal"/>
    <w:rsid w:val="000A7CDC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</w:rPr>
  </w:style>
  <w:style w:type="paragraph" w:styleId="Sous-titre">
    <w:name w:val="Subtitle"/>
    <w:basedOn w:val="Normal"/>
    <w:next w:val="Normal"/>
    <w:link w:val="Sous-titreCar"/>
    <w:qFormat/>
    <w:rsid w:val="00CC323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CC323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6552D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Titre">
    <w:name w:val="Title"/>
    <w:basedOn w:val="Normal"/>
    <w:link w:val="TitreCar"/>
    <w:qFormat/>
    <w:rsid w:val="00D02393"/>
    <w:pPr>
      <w:jc w:val="center"/>
    </w:pPr>
    <w:rPr>
      <w:rFonts w:ascii="Times New (W1)" w:hAnsi="Times New (W1)"/>
      <w:i/>
      <w:iCs/>
      <w:sz w:val="40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itreCar">
    <w:name w:val="Titre Car"/>
    <w:basedOn w:val="Policepardfaut"/>
    <w:link w:val="Titre"/>
    <w:rsid w:val="00D02393"/>
    <w:rPr>
      <w:rFonts w:ascii="Times New (W1)" w:hAnsi="Times New (W1)"/>
      <w:i/>
      <w:iCs/>
      <w:sz w:val="40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En-tteCar">
    <w:name w:val="En-tête Car"/>
    <w:link w:val="En-tte"/>
    <w:rsid w:val="00D72849"/>
  </w:style>
  <w:style w:type="paragraph" w:customStyle="1" w:styleId="Style4">
    <w:name w:val="Style 4"/>
    <w:basedOn w:val="Paragraphedeliste"/>
    <w:rsid w:val="00876BB2"/>
    <w:pPr>
      <w:numPr>
        <w:numId w:val="8"/>
      </w:numPr>
      <w:ind w:left="1701" w:hanging="1134"/>
      <w:jc w:val="both"/>
    </w:pPr>
    <w:rPr>
      <w:rFonts w:ascii="Arial" w:hAnsi="Arial" w:cs="Arial"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hyperlink" Target="mailto:cellulemarches@chicas-gap.fr" TargetMode="External"/><Relationship Id="rId17" Type="http://schemas.openxmlformats.org/officeDocument/2006/relationships/hyperlink" Target="mailto:cellulemarches@chicas-gap.fr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customXml" Target="../customXml/item4.xml"/><Relationship Id="rId10" Type="http://schemas.openxmlformats.org/officeDocument/2006/relationships/hyperlink" Target="mailto:cellulemarches@chicas-gap.fr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7.png"/><Relationship Id="rId22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contrat%20entretien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48AE418A44234EA63497E2360ACDB7" ma:contentTypeVersion="4" ma:contentTypeDescription="Crée un document." ma:contentTypeScope="" ma:versionID="1deca32e75be8ca4fc5e8553429bbf66">
  <xsd:schema xmlns:xsd="http://www.w3.org/2001/XMLSchema" xmlns:xs="http://www.w3.org/2001/XMLSchema" xmlns:p="http://schemas.microsoft.com/office/2006/metadata/properties" xmlns:ns2="a355e10f-27f5-4e37-9cad-d8be73cfb0b9" targetNamespace="http://schemas.microsoft.com/office/2006/metadata/properties" ma:root="true" ma:fieldsID="c304281eefebccc85f9f9674f3012c8d" ns2:_="">
    <xsd:import namespace="a355e10f-27f5-4e37-9cad-d8be73cfb0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55e10f-27f5-4e37-9cad-d8be73cfb0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481599-7F14-4BC7-8966-ED1D1FB6A1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7B2A9D-B495-4F09-B928-808FF54E5B9A}"/>
</file>

<file path=customXml/itemProps3.xml><?xml version="1.0" encoding="utf-8"?>
<ds:datastoreItem xmlns:ds="http://schemas.openxmlformats.org/officeDocument/2006/customXml" ds:itemID="{3F3C3585-A14D-42E8-86EE-17E29FB9F9B9}"/>
</file>

<file path=customXml/itemProps4.xml><?xml version="1.0" encoding="utf-8"?>
<ds:datastoreItem xmlns:ds="http://schemas.openxmlformats.org/officeDocument/2006/customXml" ds:itemID="{79ECD222-C4EB-4866-A260-F4A7244E5C4E}"/>
</file>

<file path=docProps/app.xml><?xml version="1.0" encoding="utf-8"?>
<Properties xmlns="http://schemas.openxmlformats.org/officeDocument/2006/extended-properties" xmlns:vt="http://schemas.openxmlformats.org/officeDocument/2006/docPropsVTypes">
  <Template>contrat entretien</Template>
  <TotalTime>9</TotalTime>
  <Pages>1</Pages>
  <Words>259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SERVICES TECHIQUES</vt:lpstr>
    </vt:vector>
  </TitlesOfParts>
  <Company>Informatique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SERVICES TECHIQUES</dc:title>
  <dc:creator>generique_gap</dc:creator>
  <cp:lastModifiedBy>RAVOIRE, Virginie</cp:lastModifiedBy>
  <cp:revision>8</cp:revision>
  <cp:lastPrinted>2021-11-23T10:04:00Z</cp:lastPrinted>
  <dcterms:created xsi:type="dcterms:W3CDTF">2020-05-27T11:53:00Z</dcterms:created>
  <dcterms:modified xsi:type="dcterms:W3CDTF">2025-03-12T14:29:00Z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0x010100E948AE418A44234EA63497E2360ACDB7</vt:lpwstr>
  </property>
</Properties>
</file>