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03D7BC9B"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A15A83">
        <w:rPr>
          <w:rFonts w:ascii="Arial" w:hAnsi="Arial" w:cs="Arial"/>
          <w:b/>
          <w:bCs/>
          <w:szCs w:val="22"/>
        </w:rPr>
        <w:t>N°S25B00255</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09A16CC6" w:rsidR="00443372" w:rsidRPr="005A2D84" w:rsidRDefault="00A15A83">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Fourniture de matériels informatiques au profit de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31BED222" w14:textId="7F90D122"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307FC8">
        <w:rPr>
          <w:rFonts w:ascii="Arial" w:hAnsi="Arial" w:cs="Arial"/>
          <w:b/>
          <w:szCs w:val="22"/>
        </w:rPr>
        <w:t>12</w:t>
      </w:r>
      <w:bookmarkStart w:id="0" w:name="_GoBack"/>
      <w:bookmarkEnd w:id="0"/>
      <w:r w:rsidR="00F10B89">
        <w:rPr>
          <w:rFonts w:ascii="Arial" w:hAnsi="Arial" w:cs="Arial"/>
          <w:b/>
          <w:szCs w:val="22"/>
        </w:rPr>
        <w:t>/05</w:t>
      </w:r>
      <w:r w:rsidR="00D84025">
        <w:rPr>
          <w:rFonts w:ascii="Arial" w:hAnsi="Arial" w:cs="Arial"/>
          <w:b/>
          <w:szCs w:val="22"/>
        </w:rPr>
        <w:t>/2025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0D3439A5"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6558F">
          <w:rPr>
            <w:noProof/>
            <w:webHidden/>
          </w:rPr>
          <w:t>3</w:t>
        </w:r>
        <w:r w:rsidR="006E0A18">
          <w:rPr>
            <w:noProof/>
            <w:webHidden/>
          </w:rPr>
          <w:fldChar w:fldCharType="end"/>
        </w:r>
      </w:hyperlink>
    </w:p>
    <w:p w14:paraId="4E2B1B59" w14:textId="723BCF40" w:rsidR="006E0A18" w:rsidRDefault="004D661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6558F">
          <w:rPr>
            <w:noProof/>
            <w:webHidden/>
          </w:rPr>
          <w:t>3</w:t>
        </w:r>
        <w:r w:rsidR="006E0A18">
          <w:rPr>
            <w:noProof/>
            <w:webHidden/>
          </w:rPr>
          <w:fldChar w:fldCharType="end"/>
        </w:r>
      </w:hyperlink>
    </w:p>
    <w:p w14:paraId="66C51712" w14:textId="17041033" w:rsidR="006E0A18" w:rsidRDefault="004D661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6558F">
          <w:rPr>
            <w:noProof/>
            <w:webHidden/>
          </w:rPr>
          <w:t>4</w:t>
        </w:r>
        <w:r w:rsidR="006E0A18">
          <w:rPr>
            <w:noProof/>
            <w:webHidden/>
          </w:rPr>
          <w:fldChar w:fldCharType="end"/>
        </w:r>
      </w:hyperlink>
    </w:p>
    <w:p w14:paraId="32130367" w14:textId="7B10E28C" w:rsidR="006E0A18" w:rsidRDefault="004D6616">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6558F">
          <w:rPr>
            <w:noProof/>
            <w:webHidden/>
          </w:rPr>
          <w:t>4</w:t>
        </w:r>
        <w:r w:rsidR="006E0A18">
          <w:rPr>
            <w:noProof/>
            <w:webHidden/>
          </w:rPr>
          <w:fldChar w:fldCharType="end"/>
        </w:r>
      </w:hyperlink>
    </w:p>
    <w:p w14:paraId="1E76558B" w14:textId="33DF39ED" w:rsidR="006E0A18" w:rsidRDefault="004D6616">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6558F">
          <w:rPr>
            <w:noProof/>
            <w:webHidden/>
          </w:rPr>
          <w:t>5</w:t>
        </w:r>
        <w:r w:rsidR="006E0A18">
          <w:rPr>
            <w:noProof/>
            <w:webHidden/>
          </w:rPr>
          <w:fldChar w:fldCharType="end"/>
        </w:r>
      </w:hyperlink>
    </w:p>
    <w:p w14:paraId="3CBC8824" w14:textId="373FBA7E" w:rsidR="006E0A18" w:rsidRDefault="004D6616">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27BFB455" w14:textId="5AE89E53" w:rsidR="006E0A18" w:rsidRDefault="004D661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0075DFE6" w14:textId="33CA51B7" w:rsidR="006E0A18" w:rsidRDefault="004D6616">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451B24D0" w14:textId="65C2F0A1" w:rsidR="006E0A18" w:rsidRDefault="004D6616">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3D602A7D" w14:textId="57D6D3AF" w:rsidR="006E0A18" w:rsidRDefault="004D661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6558F">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234C8789"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A15A83">
        <w:rPr>
          <w:rFonts w:ascii="Arial" w:hAnsi="Arial" w:cs="Arial"/>
          <w:szCs w:val="22"/>
          <w:lang w:val="fr-FR"/>
        </w:rPr>
        <w:t xml:space="preserve"> la fourniture de matériels informatiques au profit de la Marine Nationale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7777777"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SOPRANO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77777777" w:rsidR="00461474" w:rsidRPr="005A2D84" w:rsidRDefault="00461474" w:rsidP="0092138C">
      <w:pPr>
        <w:pStyle w:val="MAPAnormal"/>
        <w:rPr>
          <w:rFonts w:ascii="Arial" w:hAnsi="Arial" w:cs="Arial"/>
          <w:szCs w:val="22"/>
        </w:rPr>
      </w:pPr>
      <w:r w:rsidRPr="005A2D84">
        <w:rPr>
          <w:rFonts w:ascii="Arial" w:hAnsi="Arial" w:cs="Arial"/>
          <w:szCs w:val="22"/>
        </w:rPr>
        <w:t>En cas d’indisponibilité des services SOPRANO/NMCRL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1D99C824"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15A83">
        <w:rPr>
          <w:rFonts w:ascii="Arial" w:hAnsi="Arial" w:cs="Arial"/>
          <w:szCs w:val="22"/>
        </w:rPr>
        <w:t>5 j</w:t>
      </w:r>
      <w:r w:rsidRPr="005A2D84">
        <w:rPr>
          <w:rFonts w:ascii="Arial" w:hAnsi="Arial" w:cs="Arial"/>
          <w:szCs w:val="22"/>
        </w:rPr>
        <w:t>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3CDB195" w:rsidR="002D57EC" w:rsidRPr="00D62785" w:rsidRDefault="00A15A83" w:rsidP="00750E52">
            <w:pPr>
              <w:pStyle w:val="Listepuces1"/>
              <w:tabs>
                <w:tab w:val="clear" w:pos="567"/>
              </w:tabs>
              <w:ind w:left="356" w:hanging="285"/>
              <w:rPr>
                <w:rFonts w:ascii="Arial" w:hAnsi="Arial" w:cs="Arial"/>
                <w:szCs w:val="22"/>
              </w:rPr>
            </w:pPr>
            <w:r>
              <w:rPr>
                <w:rFonts w:ascii="Arial" w:hAnsi="Arial" w:cs="Arial"/>
                <w:szCs w:val="22"/>
              </w:rPr>
              <w:t>la</w:t>
            </w:r>
            <w:r w:rsidR="002D57EC">
              <w:rPr>
                <w:rFonts w:ascii="Arial" w:hAnsi="Arial" w:cs="Arial"/>
                <w:szCs w:val="22"/>
              </w:rPr>
              <w:t xml:space="preserve"> SGA</w:t>
            </w:r>
            <w:r>
              <w:rPr>
                <w:rFonts w:ascii="Arial" w:hAnsi="Arial" w:cs="Arial"/>
                <w:szCs w:val="22"/>
              </w:rPr>
              <w:t xml:space="preserve"> valant CCTP</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6677CBBE" w:rsidR="00A21D42" w:rsidRPr="005A2D84" w:rsidRDefault="00A21D42" w:rsidP="00F34EC2">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w:t>
      </w:r>
      <w:r>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4D6616"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0" w:name="_Toc234058941"/>
      <w:bookmarkStart w:id="41" w:name="_Toc92880858"/>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lastRenderedPageBreak/>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09646880" w14:textId="2B3F3CE2" w:rsidR="00DC314B" w:rsidRPr="005A2D84" w:rsidRDefault="00DC314B" w:rsidP="00F34EC2">
      <w:pPr>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BEED7BD" w:rsidR="003E25FB" w:rsidRPr="005A2D84" w:rsidRDefault="00DC314B" w:rsidP="00A15A83">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177463D6" w:rsidR="00624D23" w:rsidRPr="005A2D84"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lastRenderedPageBreak/>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23BCC504" w:rsidR="00BF27B0" w:rsidRDefault="00BF27B0">
      <w:pPr>
        <w:ind w:left="357"/>
        <w:rPr>
          <w:rFonts w:ascii="Arial" w:hAnsi="Arial" w:cs="Arial"/>
          <w:b/>
          <w:bCs/>
          <w:szCs w:val="22"/>
        </w:rPr>
      </w:pPr>
    </w:p>
    <w:p w14:paraId="1BDEF4C9" w14:textId="77777777" w:rsidR="00F34EC2" w:rsidRPr="005A2D84" w:rsidRDefault="00F34EC2">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lastRenderedPageBreak/>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216ED7AE" w:rsidR="003E25FB" w:rsidRPr="00F34EC2" w:rsidRDefault="00FF13F7" w:rsidP="00F34EC2">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6A6183EB" w:rsidR="00FF13F7" w:rsidRPr="005A2D84" w:rsidRDefault="008C45C2"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 la SGA</w:t>
      </w:r>
      <w:r w:rsidR="00A15A83">
        <w:rPr>
          <w:rFonts w:ascii="Arial" w:hAnsi="Arial" w:cs="Arial"/>
          <w:szCs w:val="22"/>
        </w:rPr>
        <w:t xml:space="preserve"> valant CCTP.</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426A1" w14:textId="77777777" w:rsidR="004D6616" w:rsidRDefault="004D6616">
      <w:r>
        <w:separator/>
      </w:r>
    </w:p>
  </w:endnote>
  <w:endnote w:type="continuationSeparator" w:id="0">
    <w:p w14:paraId="0A358B7B" w14:textId="77777777" w:rsidR="004D6616" w:rsidRDefault="004D6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277BB89E" w:rsidR="006E0A18" w:rsidRPr="004A512C" w:rsidRDefault="006E0A18">
    <w:pPr>
      <w:pStyle w:val="Pieddepage"/>
      <w:rPr>
        <w:rFonts w:ascii="Marianne" w:hAnsi="Marianne"/>
        <w:sz w:val="12"/>
        <w:szCs w:val="12"/>
      </w:rPr>
    </w:pPr>
    <w:bookmarkStart w:id="1" w:name="Dossier"/>
    <w:bookmarkEnd w:id="1"/>
    <w:r w:rsidRPr="004A512C">
      <w:rPr>
        <w:rStyle w:val="Numrodepage"/>
        <w:rFonts w:ascii="Marianne" w:hAnsi="Marianne"/>
        <w:sz w:val="12"/>
        <w:szCs w:val="12"/>
      </w:rPr>
      <w:t>N° du marché</w:t>
    </w:r>
    <w:r w:rsidR="0006558F">
      <w:rPr>
        <w:rStyle w:val="Numrodepage"/>
        <w:rFonts w:ascii="Marianne" w:hAnsi="Marianne"/>
        <w:sz w:val="12"/>
        <w:szCs w:val="12"/>
      </w:rPr>
      <w:t xml:space="preserve"> S</w:t>
    </w:r>
    <w:r w:rsidR="00A15A83">
      <w:rPr>
        <w:rStyle w:val="Numrodepage"/>
        <w:rFonts w:ascii="Marianne" w:hAnsi="Marianne"/>
        <w:sz w:val="12"/>
        <w:szCs w:val="12"/>
      </w:rPr>
      <w:t>25B00255</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307FC8">
      <w:rPr>
        <w:rStyle w:val="Numrodepage"/>
        <w:rFonts w:ascii="Marianne" w:hAnsi="Marianne"/>
        <w:noProof/>
        <w:sz w:val="12"/>
        <w:szCs w:val="12"/>
      </w:rPr>
      <w:t>2</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307FC8">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7776F" w14:textId="77777777" w:rsidR="004D6616" w:rsidRDefault="004D6616">
      <w:pPr>
        <w:pStyle w:val="Pieddepage"/>
      </w:pPr>
    </w:p>
  </w:footnote>
  <w:footnote w:type="continuationSeparator" w:id="0">
    <w:p w14:paraId="69B0A65B" w14:textId="77777777" w:rsidR="004D6616" w:rsidRDefault="004D6616">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58F"/>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271CF"/>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A4383"/>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07FC8"/>
    <w:rsid w:val="003120D5"/>
    <w:rsid w:val="003167DA"/>
    <w:rsid w:val="00321829"/>
    <w:rsid w:val="00326817"/>
    <w:rsid w:val="00332C2E"/>
    <w:rsid w:val="00333571"/>
    <w:rsid w:val="00334683"/>
    <w:rsid w:val="00334BCC"/>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D6616"/>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356DD"/>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03AEB"/>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15A8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025"/>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10B89"/>
    <w:rsid w:val="00F22FBE"/>
    <w:rsid w:val="00F34EC2"/>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2E96"/>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3A3DD-C9C9-4585-ABB8-625D4C2E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15</TotalTime>
  <Pages>9</Pages>
  <Words>2958</Words>
  <Characters>16275</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19195</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OKOUNDOU Celestin ATTACHE MINDEF</cp:lastModifiedBy>
  <cp:revision>10</cp:revision>
  <cp:lastPrinted>2015-11-13T09:08:00Z</cp:lastPrinted>
  <dcterms:created xsi:type="dcterms:W3CDTF">2025-04-08T07:11:00Z</dcterms:created>
  <dcterms:modified xsi:type="dcterms:W3CDTF">2025-04-17T06:50:00Z</dcterms:modified>
</cp:coreProperties>
</file>