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C80551" w14:textId="77777777" w:rsidR="008C5E41" w:rsidRDefault="008C5E41" w:rsidP="008C5E41"/>
    <w:p w14:paraId="4980B816" w14:textId="77777777" w:rsidR="008C5E41" w:rsidRDefault="008C5E41" w:rsidP="008C5E41">
      <w:pPr>
        <w:pStyle w:val="Titre00"/>
      </w:pPr>
    </w:p>
    <w:p w14:paraId="6A22FEA7" w14:textId="77777777" w:rsidR="008C5E41" w:rsidRDefault="008C5E41" w:rsidP="008C5E41">
      <w:pPr>
        <w:pStyle w:val="Titre00"/>
      </w:pPr>
    </w:p>
    <w:p w14:paraId="5B9044A0" w14:textId="77777777" w:rsidR="008C5E41" w:rsidRDefault="008C5E41" w:rsidP="008C5E41">
      <w:pPr>
        <w:pStyle w:val="Titre00"/>
      </w:pPr>
    </w:p>
    <w:p w14:paraId="48A5A6E9" w14:textId="77777777" w:rsidR="008C5E41" w:rsidRDefault="008C5E41" w:rsidP="008C5E41">
      <w:pPr>
        <w:pStyle w:val="Titre00"/>
      </w:pPr>
    </w:p>
    <w:p w14:paraId="16010AFE" w14:textId="635D9969" w:rsidR="008C5E41" w:rsidRDefault="00D62AE2" w:rsidP="008C5E41">
      <w:pPr>
        <w:pStyle w:val="Titre00"/>
      </w:pPr>
      <w:r>
        <w:t>Réfection des toitures terrasses</w:t>
      </w:r>
    </w:p>
    <w:p w14:paraId="410F7DA7" w14:textId="4BD0FDCE" w:rsidR="008C5E41" w:rsidRDefault="00D62AE2" w:rsidP="008C5E41">
      <w:pPr>
        <w:pStyle w:val="Titre00"/>
      </w:pPr>
      <w:r>
        <w:t>De la CPAM de R</w:t>
      </w:r>
      <w:r w:rsidR="0000202B">
        <w:t>OANNE</w:t>
      </w:r>
    </w:p>
    <w:p w14:paraId="0A543F2C" w14:textId="553D54EB" w:rsidR="008C5E41" w:rsidRDefault="00D62AE2" w:rsidP="008C5E41">
      <w:r>
        <w:t xml:space="preserve">26 Place des Promenades </w:t>
      </w:r>
      <w:proofErr w:type="spellStart"/>
      <w:r>
        <w:t>Populles</w:t>
      </w:r>
      <w:proofErr w:type="spellEnd"/>
    </w:p>
    <w:p w14:paraId="5D0823BE" w14:textId="36663A17" w:rsidR="008C5E41" w:rsidRDefault="00D62AE2" w:rsidP="008C5E41">
      <w:r>
        <w:t>42300 ROANNE</w:t>
      </w:r>
    </w:p>
    <w:p w14:paraId="50661572" w14:textId="77777777" w:rsidR="00D62AE2" w:rsidRDefault="00D62AE2" w:rsidP="008C5E41"/>
    <w:p w14:paraId="1C502909" w14:textId="6C022EEA" w:rsidR="008C5E41" w:rsidRDefault="00276FF0" w:rsidP="008C5E41">
      <w:fldSimple w:instr=" DATE   \* MERGEFORMAT ">
        <w:r w:rsidR="001E16CF">
          <w:rPr>
            <w:noProof/>
          </w:rPr>
          <w:t>29/11/2024</w:t>
        </w:r>
      </w:fldSimple>
    </w:p>
    <w:p w14:paraId="4A42FF28" w14:textId="17B13C08" w:rsidR="008C5E41" w:rsidRDefault="008C5E41" w:rsidP="008C5E41">
      <w:r>
        <w:t xml:space="preserve">Indice </w:t>
      </w:r>
      <w:r w:rsidR="009907E8">
        <w:t>4</w:t>
      </w:r>
    </w:p>
    <w:p w14:paraId="074386EA" w14:textId="77777777" w:rsidR="008C5E41" w:rsidRDefault="008C5E41" w:rsidP="008C5E41">
      <w:pPr>
        <w:pStyle w:val="Titre00"/>
        <w:rPr>
          <w:lang w:eastAsia="fr-FR"/>
        </w:rPr>
      </w:pPr>
    </w:p>
    <w:p w14:paraId="449B6944" w14:textId="77777777" w:rsidR="008C5E41" w:rsidRDefault="008C5E41" w:rsidP="008C5E41">
      <w:pPr>
        <w:pStyle w:val="Titre00"/>
        <w:rPr>
          <w:lang w:eastAsia="fr-FR"/>
        </w:rPr>
      </w:pPr>
    </w:p>
    <w:p w14:paraId="192240A1" w14:textId="77777777" w:rsidR="008C5E41" w:rsidRDefault="008C5E41" w:rsidP="008C5E41">
      <w:pPr>
        <w:pStyle w:val="Titre00"/>
        <w:rPr>
          <w:lang w:eastAsia="fr-FR"/>
        </w:rPr>
      </w:pPr>
    </w:p>
    <w:p w14:paraId="52161BAE" w14:textId="77777777" w:rsidR="008C5E41" w:rsidRDefault="008C5E41" w:rsidP="008C5E41">
      <w:pPr>
        <w:pStyle w:val="Titre00"/>
        <w:rPr>
          <w:lang w:eastAsia="fr-FR"/>
        </w:rPr>
      </w:pPr>
    </w:p>
    <w:p w14:paraId="3530CF15" w14:textId="77777777" w:rsidR="008C5E41" w:rsidRDefault="008C5E41" w:rsidP="008C5E41">
      <w:pPr>
        <w:pStyle w:val="Titre00"/>
        <w:rPr>
          <w:lang w:eastAsia="fr-FR"/>
        </w:rPr>
      </w:pPr>
    </w:p>
    <w:p w14:paraId="2C852F8C" w14:textId="77777777" w:rsidR="008C5E41" w:rsidRDefault="008C5E41" w:rsidP="008C5E41">
      <w:pPr>
        <w:pStyle w:val="Titre00"/>
        <w:rPr>
          <w:lang w:eastAsia="fr-FR"/>
        </w:rPr>
      </w:pPr>
    </w:p>
    <w:p w14:paraId="0C7DDC50" w14:textId="7C45484C" w:rsidR="008C5E41" w:rsidRDefault="008C5E41" w:rsidP="008C5E41">
      <w:pPr>
        <w:pStyle w:val="Titre00"/>
        <w:rPr>
          <w:lang w:eastAsia="fr-FR"/>
        </w:rPr>
      </w:pPr>
      <w:r>
        <w:rPr>
          <w:lang w:eastAsia="fr-FR"/>
        </w:rPr>
        <w:t xml:space="preserve">Phase </w:t>
      </w:r>
      <w:r w:rsidR="004851DE">
        <w:rPr>
          <w:lang w:eastAsia="fr-FR"/>
        </w:rPr>
        <w:t>DCE</w:t>
      </w:r>
    </w:p>
    <w:p w14:paraId="5379A35B" w14:textId="6A4719DB" w:rsidR="008C5E41" w:rsidRDefault="004B366F" w:rsidP="008C5E41">
      <w:pPr>
        <w:pStyle w:val="Titre00"/>
        <w:rPr>
          <w:lang w:eastAsia="fr-FR"/>
        </w:rPr>
      </w:pPr>
      <w:r>
        <w:rPr>
          <w:lang w:eastAsia="fr-FR"/>
        </w:rPr>
        <w:t>Choix des Matériaux</w:t>
      </w:r>
    </w:p>
    <w:p w14:paraId="7C7CC008" w14:textId="77777777" w:rsidR="008C5E41" w:rsidRDefault="008C5E41" w:rsidP="008C5E41">
      <w:pPr>
        <w:pStyle w:val="Titre00"/>
        <w:rPr>
          <w:lang w:eastAsia="fr-FR"/>
        </w:rPr>
      </w:pPr>
      <w:r>
        <w:rPr>
          <w:lang w:eastAsia="fr-FR"/>
        </w:rPr>
        <w:t>Lot n°01 - Etanchéité</w:t>
      </w:r>
    </w:p>
    <w:p w14:paraId="58DFFB46" w14:textId="77777777" w:rsidR="008C5E41" w:rsidRDefault="008C5E41" w:rsidP="008C5E41">
      <w:pPr>
        <w:rPr>
          <w:lang w:eastAsia="fr-FR"/>
        </w:rPr>
      </w:pPr>
    </w:p>
    <w:p w14:paraId="23B79CC0" w14:textId="77777777" w:rsidR="008C5E41" w:rsidRDefault="008C5E41" w:rsidP="008C5E41">
      <w:pPr>
        <w:rPr>
          <w:lang w:eastAsia="fr-FR"/>
        </w:rPr>
      </w:pPr>
    </w:p>
    <w:p w14:paraId="56052FF1" w14:textId="77777777" w:rsidR="008C5E41" w:rsidRDefault="008C5E41" w:rsidP="008C5E41">
      <w:pPr>
        <w:rPr>
          <w:lang w:eastAsia="fr-FR"/>
        </w:rPr>
      </w:pPr>
    </w:p>
    <w:p w14:paraId="200D0140" w14:textId="77777777" w:rsidR="008C5E41" w:rsidRDefault="008C5E41" w:rsidP="008C5E41">
      <w:pPr>
        <w:pStyle w:val="01Adresses"/>
        <w:rPr>
          <w:color w:val="7F7F7F" w:themeColor="text1" w:themeTint="80"/>
          <w:sz w:val="18"/>
          <w:szCs w:val="18"/>
        </w:rPr>
      </w:pPr>
      <w:bookmarkStart w:id="0" w:name="_Hlk534704634"/>
    </w:p>
    <w:p w14:paraId="2DF5BFC7" w14:textId="77777777" w:rsidR="008C5E41" w:rsidRDefault="008C5E41" w:rsidP="008C5E41">
      <w:pPr>
        <w:pStyle w:val="01Adresses"/>
      </w:pPr>
      <w:r w:rsidRPr="002B15A8">
        <w:rPr>
          <w:color w:val="7F7F7F" w:themeColor="text1" w:themeTint="80"/>
          <w:sz w:val="18"/>
          <w:szCs w:val="18"/>
        </w:rPr>
        <w:t xml:space="preserve">                            </w:t>
      </w:r>
    </w:p>
    <w:p w14:paraId="47CB12BA" w14:textId="77777777" w:rsidR="008C5E41" w:rsidRDefault="008C5E41" w:rsidP="008C5E41"/>
    <w:p w14:paraId="549A56D1" w14:textId="77777777" w:rsidR="008C5E41" w:rsidRDefault="008C5E41" w:rsidP="008C5E41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8AFEDA7" wp14:editId="603CCBE0">
                <wp:simplePos x="0" y="0"/>
                <wp:positionH relativeFrom="margin">
                  <wp:align>left</wp:align>
                </wp:positionH>
                <wp:positionV relativeFrom="paragraph">
                  <wp:posOffset>212725</wp:posOffset>
                </wp:positionV>
                <wp:extent cx="6179185" cy="1984375"/>
                <wp:effectExtent l="0" t="0" r="0" b="0"/>
                <wp:wrapTight wrapText="bothSides">
                  <wp:wrapPolygon edited="0">
                    <wp:start x="0" y="0"/>
                    <wp:lineTo x="0" y="21358"/>
                    <wp:lineTo x="12852" y="21358"/>
                    <wp:lineTo x="21509" y="21358"/>
                    <wp:lineTo x="21509" y="0"/>
                    <wp:lineTo x="0" y="0"/>
                  </wp:wrapPolygon>
                </wp:wrapTight>
                <wp:docPr id="1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9185" cy="1984375"/>
                          <a:chOff x="0" y="0"/>
                          <a:chExt cx="6179185" cy="1984375"/>
                        </a:xfrm>
                      </wpg:grpSpPr>
                      <wps:wsp>
                        <wps:cNvPr id="21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705225" y="0"/>
                            <a:ext cx="2473960" cy="19843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44BED7" w14:textId="77777777" w:rsidR="008C5E41" w:rsidRPr="00DD6489" w:rsidRDefault="008C5E41" w:rsidP="008C5E41">
                              <w:pPr>
                                <w:jc w:val="left"/>
                                <w:rPr>
                                  <w:rStyle w:val="Textedelespacerserv"/>
                                  <w:color w:val="7F7F7F" w:themeColor="text1" w:themeTint="80"/>
                                </w:rPr>
                              </w:pPr>
                              <w:r w:rsidRPr="00DD6489">
                                <w:rPr>
                                  <w:rStyle w:val="Textedelespacerserv"/>
                                  <w:color w:val="7F7F7F" w:themeColor="text1" w:themeTint="80"/>
                                </w:rPr>
                                <w:t>Maîtrise d’œuvre</w:t>
                              </w:r>
                            </w:p>
                            <w:p w14:paraId="195A2EE0" w14:textId="77777777" w:rsidR="008C5E41" w:rsidRPr="00DD6489" w:rsidRDefault="008C5E41" w:rsidP="008C5E41">
                              <w:pPr>
                                <w:jc w:val="left"/>
                                <w:rPr>
                                  <w:rStyle w:val="Textedelespacerserv"/>
                                  <w:b/>
                                  <w:bCs/>
                                  <w:color w:val="auto"/>
                                </w:rPr>
                              </w:pPr>
                              <w:r w:rsidRPr="00DD6489">
                                <w:rPr>
                                  <w:rStyle w:val="Textedelespacerserv"/>
                                  <w:b/>
                                  <w:bCs/>
                                  <w:color w:val="auto"/>
                                </w:rPr>
                                <w:t>E-LEVEN</w:t>
                              </w:r>
                            </w:p>
                            <w:p w14:paraId="33C50903" w14:textId="53710093" w:rsidR="008C5E41" w:rsidRDefault="00D62AE2" w:rsidP="008C5E41">
                              <w:pPr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57 Quai Claude Bernard</w:t>
                              </w:r>
                            </w:p>
                            <w:p w14:paraId="13908854" w14:textId="6B6F9EAF" w:rsidR="00D62AE2" w:rsidRDefault="00D62AE2" w:rsidP="008C5E41">
                              <w:pPr>
                                <w:jc w:val="left"/>
                                <w:rPr>
                                  <w:rStyle w:val="Textedelespacerserv"/>
                                  <w:color w:val="auto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38200 VIENNE</w:t>
                              </w:r>
                            </w:p>
                            <w:p w14:paraId="28F7966D" w14:textId="77777777" w:rsidR="008C5E41" w:rsidRDefault="008C5E41" w:rsidP="008C5E41">
                              <w:pPr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DD6489">
                                <w:rPr>
                                  <w:sz w:val="16"/>
                                  <w:szCs w:val="16"/>
                                </w:rPr>
                                <w:t>T : 04 84 25 53 15</w:t>
                              </w:r>
                            </w:p>
                            <w:p w14:paraId="3D52A160" w14:textId="479D4EAE" w:rsidR="008C5E41" w:rsidRPr="0065586A" w:rsidRDefault="00D62AE2" w:rsidP="008C5E41">
                              <w:pPr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65586A">
                                <w:rPr>
                                  <w:sz w:val="16"/>
                                  <w:szCs w:val="16"/>
                                </w:rPr>
                                <w:t>P</w:t>
                              </w:r>
                              <w:r w:rsidR="008C5E41" w:rsidRPr="0065586A">
                                <w:rPr>
                                  <w:sz w:val="16"/>
                                  <w:szCs w:val="16"/>
                                </w:rPr>
                                <w:t> : </w:t>
                              </w:r>
                              <w:r w:rsidRPr="0065586A">
                                <w:rPr>
                                  <w:sz w:val="16"/>
                                  <w:szCs w:val="16"/>
                                </w:rPr>
                                <w:t>06 43 38 54 19</w:t>
                              </w:r>
                            </w:p>
                            <w:p w14:paraId="2605A82F" w14:textId="4CC2B7F3" w:rsidR="008C5E41" w:rsidRPr="0065586A" w:rsidRDefault="008C5E41" w:rsidP="008C5E41">
                              <w:pPr>
                                <w:jc w:val="lef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65586A">
                                <w:rPr>
                                  <w:sz w:val="16"/>
                                  <w:szCs w:val="16"/>
                                </w:rPr>
                                <w:t xml:space="preserve">E : </w:t>
                              </w:r>
                              <w:hyperlink r:id="rId8" w:history="1">
                                <w:r w:rsidR="00D62AE2" w:rsidRPr="0065586A">
                                  <w:rPr>
                                    <w:rStyle w:val="Lienhypertexte"/>
                                    <w:sz w:val="16"/>
                                    <w:szCs w:val="16"/>
                                  </w:rPr>
                                  <w:t>ts@e-leven.fr</w:t>
                                </w:r>
                              </w:hyperlink>
                            </w:p>
                            <w:p w14:paraId="4211D16A" w14:textId="77777777" w:rsidR="008C5E41" w:rsidRPr="0065586A" w:rsidRDefault="008C5E41" w:rsidP="008C5E41">
                              <w:pPr>
                                <w:jc w:val="left"/>
                              </w:pPr>
                            </w:p>
                            <w:p w14:paraId="409BAE24" w14:textId="77777777" w:rsidR="008C5E41" w:rsidRPr="00DD6489" w:rsidRDefault="008C5E41" w:rsidP="008C5E41">
                              <w:pPr>
                                <w:jc w:val="left"/>
                              </w:pPr>
                              <w:r w:rsidRPr="00DD6489">
                                <w:rPr>
                                  <w:noProof/>
                                </w:rPr>
                                <w:drawing>
                                  <wp:inline distT="0" distB="0" distL="0" distR="0" wp14:anchorId="163CAC86" wp14:editId="30B34043">
                                    <wp:extent cx="2129051" cy="699153"/>
                                    <wp:effectExtent l="0" t="0" r="5080" b="5715"/>
                                    <wp:docPr id="20" name="Image 2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" name="Image 1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 rotWithShape="1">
                                            <a:blip r:embed="rId9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 t="3222" r="398" b="7277"/>
                                            <a:stretch/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141882" cy="70336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ln>
                                              <a:noFill/>
                                            </a:ln>
                                            <a:extLst>
                                              <a:ext uri="{53640926-AAD7-44D8-BBD7-CCE9431645EC}">
                                                <a14:shadowObscured xmlns:a14="http://schemas.microsoft.com/office/drawing/2010/main"/>
                                              </a:ext>
                                            </a:extLst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DD6489"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473960" cy="19665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14B1C2" w14:textId="77777777" w:rsidR="008C5E41" w:rsidRPr="002B15A8" w:rsidRDefault="008C5E41" w:rsidP="008C5E41">
                              <w:pPr>
                                <w:rPr>
                                  <w:rStyle w:val="Textedelespacerserv"/>
                                  <w:color w:val="7F7F7F" w:themeColor="text1" w:themeTint="80"/>
                                </w:rPr>
                              </w:pPr>
                              <w:r w:rsidRPr="002B15A8">
                                <w:rPr>
                                  <w:rStyle w:val="Textedelespacerserv"/>
                                  <w:color w:val="7F7F7F" w:themeColor="text1" w:themeTint="80"/>
                                </w:rPr>
                                <w:t>Maîtrise d’ouvrage</w:t>
                              </w:r>
                            </w:p>
                            <w:p w14:paraId="48F41F51" w14:textId="32066090" w:rsidR="008C5E41" w:rsidRPr="00841B1D" w:rsidRDefault="00D62AE2" w:rsidP="008C5E41">
                              <w:pPr>
                                <w:rPr>
                                  <w:rStyle w:val="Textedelespacerserv"/>
                                  <w:b/>
                                  <w:bCs/>
                                  <w:color w:val="auto"/>
                                </w:rPr>
                              </w:pPr>
                              <w:r>
                                <w:rPr>
                                  <w:rStyle w:val="Textedelespacerserv"/>
                                  <w:b/>
                                  <w:bCs/>
                                  <w:color w:val="auto"/>
                                </w:rPr>
                                <w:t>CPAM DE LA LOIRE</w:t>
                              </w:r>
                            </w:p>
                            <w:p w14:paraId="586236F9" w14:textId="5EF68D7D" w:rsidR="008C5E41" w:rsidRDefault="00D62AE2" w:rsidP="008C5E41">
                              <w:pPr>
                                <w:rPr>
                                  <w:rStyle w:val="Textedelespacerserv"/>
                                  <w:color w:val="auto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Textedelespacerserv"/>
                                  <w:color w:val="auto"/>
                                  <w:sz w:val="16"/>
                                  <w:szCs w:val="16"/>
                                </w:rPr>
                                <w:t>3 Parvis Pierre Laroque</w:t>
                              </w:r>
                            </w:p>
                            <w:p w14:paraId="6F91B0F4" w14:textId="2B827104" w:rsidR="00D62AE2" w:rsidRPr="00DD6489" w:rsidRDefault="00D62AE2" w:rsidP="008C5E41">
                              <w:pPr>
                                <w:rPr>
                                  <w:rStyle w:val="Textedelespacerserv"/>
                                  <w:color w:val="auto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Textedelespacerserv"/>
                                  <w:color w:val="auto"/>
                                  <w:sz w:val="16"/>
                                  <w:szCs w:val="16"/>
                                </w:rPr>
                                <w:t>42000 Saint Etienne</w:t>
                              </w:r>
                            </w:p>
                            <w:p w14:paraId="6162C3C9" w14:textId="678425CD" w:rsidR="008C5E41" w:rsidRDefault="00D62AE2" w:rsidP="008C5E41">
                              <w:pPr>
                                <w:rPr>
                                  <w:rStyle w:val="Textedelespacerserv"/>
                                  <w:color w:val="auto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Style w:val="Textedelespacerserv"/>
                                  <w:color w:val="auto"/>
                                  <w:sz w:val="16"/>
                                  <w:szCs w:val="16"/>
                                </w:rPr>
                                <w:t>T : 04 77 42 26 64</w:t>
                              </w:r>
                            </w:p>
                            <w:p w14:paraId="68734321" w14:textId="2632CBBA" w:rsidR="00D62AE2" w:rsidRDefault="00D62AE2" w:rsidP="008C5E4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14:paraId="4F7658DA" w14:textId="77777777" w:rsidR="00D62AE2" w:rsidRPr="00D62AE2" w:rsidRDefault="00D62AE2" w:rsidP="008C5E41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  <w:p w14:paraId="3BF4FE70" w14:textId="77777777" w:rsidR="00D62AE2" w:rsidRDefault="008C5E41" w:rsidP="008C5E41">
                              <w:r w:rsidRPr="00DD6489">
                                <w:t xml:space="preserve"> </w:t>
                              </w:r>
                            </w:p>
                            <w:p w14:paraId="24FDD076" w14:textId="3ED9934E" w:rsidR="008C5E41" w:rsidRPr="00DD6489" w:rsidRDefault="00D62AE2" w:rsidP="008C5E41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47D533BC" wp14:editId="14E78BB9">
                                    <wp:extent cx="2282190" cy="621665"/>
                                    <wp:effectExtent l="19050" t="19050" r="22860" b="26035"/>
                                    <wp:docPr id="1660409788" name="Image 1" descr="Une image contenant texte, Police, Graphique, Danse&#10;&#10;Description générée automatiquement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660409788" name="Image 1" descr="Une image contenant texte, Police, Graphique, Danse&#10;&#10;Description générée automatiquement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r:embed="rId10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282190" cy="62166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ln w="12700">
                                              <a:solidFill>
                                                <a:schemeClr val="accent5">
                                                  <a:lumMod val="50000"/>
                                                </a:schemeClr>
                                              </a:solidFill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AFEDA7" id="Groupe 1" o:spid="_x0000_s1026" style="position:absolute;left:0;text-align:left;margin-left:0;margin-top:16.75pt;width:486.55pt;height:156.25pt;z-index:251659264;mso-position-horizontal:left;mso-position-horizontal-relative:margin" coordsize="61791,19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" o:spid="_x0000_s1027" type="#_x0000_t202" style="position:absolute;left:37052;width:24739;height:198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<v:textbox>
                    <w:txbxContent>
                      <w:p w14:paraId="6544BED7" w14:textId="77777777" w:rsidR="008C5E41" w:rsidRPr="00DD6489" w:rsidRDefault="008C5E41" w:rsidP="008C5E41">
                        <w:pPr>
                          <w:jc w:val="left"/>
                          <w:rPr>
                            <w:rStyle w:val="Textedelespacerserv"/>
                            <w:color w:val="7F7F7F" w:themeColor="text1" w:themeTint="80"/>
                          </w:rPr>
                        </w:pPr>
                        <w:r w:rsidRPr="00DD6489">
                          <w:rPr>
                            <w:rStyle w:val="Textedelespacerserv"/>
                            <w:color w:val="7F7F7F" w:themeColor="text1" w:themeTint="80"/>
                          </w:rPr>
                          <w:t>Maîtrise d’œuvre</w:t>
                        </w:r>
                      </w:p>
                      <w:p w14:paraId="195A2EE0" w14:textId="77777777" w:rsidR="008C5E41" w:rsidRPr="00DD6489" w:rsidRDefault="008C5E41" w:rsidP="008C5E41">
                        <w:pPr>
                          <w:jc w:val="left"/>
                          <w:rPr>
                            <w:rStyle w:val="Textedelespacerserv"/>
                            <w:b/>
                            <w:bCs/>
                            <w:color w:val="auto"/>
                          </w:rPr>
                        </w:pPr>
                        <w:r w:rsidRPr="00DD6489">
                          <w:rPr>
                            <w:rStyle w:val="Textedelespacerserv"/>
                            <w:b/>
                            <w:bCs/>
                            <w:color w:val="auto"/>
                          </w:rPr>
                          <w:t>E-LEVEN</w:t>
                        </w:r>
                      </w:p>
                      <w:p w14:paraId="33C50903" w14:textId="53710093" w:rsidR="008C5E41" w:rsidRDefault="00D62AE2" w:rsidP="008C5E41">
                        <w:pPr>
                          <w:jc w:val="left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57 Quai Claude Bernard</w:t>
                        </w:r>
                      </w:p>
                      <w:p w14:paraId="13908854" w14:textId="6B6F9EAF" w:rsidR="00D62AE2" w:rsidRDefault="00D62AE2" w:rsidP="008C5E41">
                        <w:pPr>
                          <w:jc w:val="left"/>
                          <w:rPr>
                            <w:rStyle w:val="Textedelespacerserv"/>
                            <w:color w:val="auto"/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38200 VIENNE</w:t>
                        </w:r>
                      </w:p>
                      <w:p w14:paraId="28F7966D" w14:textId="77777777" w:rsidR="008C5E41" w:rsidRDefault="008C5E41" w:rsidP="008C5E41">
                        <w:pPr>
                          <w:jc w:val="left"/>
                          <w:rPr>
                            <w:sz w:val="16"/>
                            <w:szCs w:val="16"/>
                          </w:rPr>
                        </w:pPr>
                        <w:r w:rsidRPr="00DD6489">
                          <w:rPr>
                            <w:sz w:val="16"/>
                            <w:szCs w:val="16"/>
                          </w:rPr>
                          <w:t>T : 04 84 25 53 15</w:t>
                        </w:r>
                      </w:p>
                      <w:p w14:paraId="3D52A160" w14:textId="479D4EAE" w:rsidR="008C5E41" w:rsidRPr="0065586A" w:rsidRDefault="00D62AE2" w:rsidP="008C5E41">
                        <w:pPr>
                          <w:jc w:val="left"/>
                          <w:rPr>
                            <w:sz w:val="16"/>
                            <w:szCs w:val="16"/>
                          </w:rPr>
                        </w:pPr>
                        <w:r w:rsidRPr="0065586A">
                          <w:rPr>
                            <w:sz w:val="16"/>
                            <w:szCs w:val="16"/>
                          </w:rPr>
                          <w:t>P</w:t>
                        </w:r>
                        <w:r w:rsidR="008C5E41" w:rsidRPr="0065586A">
                          <w:rPr>
                            <w:sz w:val="16"/>
                            <w:szCs w:val="16"/>
                          </w:rPr>
                          <w:t> : </w:t>
                        </w:r>
                        <w:r w:rsidRPr="0065586A">
                          <w:rPr>
                            <w:sz w:val="16"/>
                            <w:szCs w:val="16"/>
                          </w:rPr>
                          <w:t>06 43 38 54 19</w:t>
                        </w:r>
                      </w:p>
                      <w:p w14:paraId="2605A82F" w14:textId="4CC2B7F3" w:rsidR="008C5E41" w:rsidRPr="0065586A" w:rsidRDefault="008C5E41" w:rsidP="008C5E41">
                        <w:pPr>
                          <w:jc w:val="left"/>
                          <w:rPr>
                            <w:sz w:val="16"/>
                            <w:szCs w:val="16"/>
                          </w:rPr>
                        </w:pPr>
                        <w:r w:rsidRPr="0065586A">
                          <w:rPr>
                            <w:sz w:val="16"/>
                            <w:szCs w:val="16"/>
                          </w:rPr>
                          <w:t xml:space="preserve">E : </w:t>
                        </w:r>
                        <w:hyperlink r:id="rId11" w:history="1">
                          <w:r w:rsidR="00D62AE2" w:rsidRPr="0065586A">
                            <w:rPr>
                              <w:rStyle w:val="Lienhypertexte"/>
                              <w:sz w:val="16"/>
                              <w:szCs w:val="16"/>
                            </w:rPr>
                            <w:t>ts@e-leven.fr</w:t>
                          </w:r>
                        </w:hyperlink>
                      </w:p>
                      <w:p w14:paraId="4211D16A" w14:textId="77777777" w:rsidR="008C5E41" w:rsidRPr="0065586A" w:rsidRDefault="008C5E41" w:rsidP="008C5E41">
                        <w:pPr>
                          <w:jc w:val="left"/>
                        </w:pPr>
                      </w:p>
                      <w:p w14:paraId="409BAE24" w14:textId="77777777" w:rsidR="008C5E41" w:rsidRPr="00DD6489" w:rsidRDefault="008C5E41" w:rsidP="008C5E41">
                        <w:pPr>
                          <w:jc w:val="left"/>
                        </w:pPr>
                        <w:r w:rsidRPr="00DD6489">
                          <w:rPr>
                            <w:noProof/>
                          </w:rPr>
                          <w:drawing>
                            <wp:inline distT="0" distB="0" distL="0" distR="0" wp14:anchorId="163CAC86" wp14:editId="30B34043">
                              <wp:extent cx="2129051" cy="699153"/>
                              <wp:effectExtent l="0" t="0" r="5080" b="5715"/>
                              <wp:docPr id="20" name="Image 2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Image 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 rotWithShape="1">
                                      <a:blip r:embed="rId9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t="3222" r="398" b="7277"/>
                                      <a:stretch/>
                                    </pic:blipFill>
                                    <pic:spPr bwMode="auto">
                                      <a:xfrm>
                                        <a:off x="0" y="0"/>
                                        <a:ext cx="2141882" cy="703367"/>
                                      </a:xfrm>
                                      <a:prstGeom prst="rect">
                                        <a:avLst/>
                                      </a:prstGeom>
                                      <a:ln>
                                        <a:noFill/>
                                      </a:ln>
                                      <a:extLst>
                                        <a:ext uri="{53640926-AAD7-44D8-BBD7-CCE9431645EC}">
                                          <a14:shadowObscured xmlns:a14="http://schemas.microsoft.com/office/drawing/2010/main"/>
                                        </a:ext>
                                      </a:extLst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DD6489">
                          <w:t xml:space="preserve"> </w:t>
                        </w:r>
                      </w:p>
                    </w:txbxContent>
                  </v:textbox>
                </v:shape>
                <v:shape id="Zone de texte 2" o:spid="_x0000_s1028" type="#_x0000_t202" style="position:absolute;width:24739;height:196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" stroked="f">
                  <v:textbox>
                    <w:txbxContent>
                      <w:p w14:paraId="2414B1C2" w14:textId="77777777" w:rsidR="008C5E41" w:rsidRPr="002B15A8" w:rsidRDefault="008C5E41" w:rsidP="008C5E41">
                        <w:pPr>
                          <w:rPr>
                            <w:rStyle w:val="Textedelespacerserv"/>
                            <w:color w:val="7F7F7F" w:themeColor="text1" w:themeTint="80"/>
                          </w:rPr>
                        </w:pPr>
                        <w:r w:rsidRPr="002B15A8">
                          <w:rPr>
                            <w:rStyle w:val="Textedelespacerserv"/>
                            <w:color w:val="7F7F7F" w:themeColor="text1" w:themeTint="80"/>
                          </w:rPr>
                          <w:t>Maîtrise d’ouvrage</w:t>
                        </w:r>
                      </w:p>
                      <w:p w14:paraId="48F41F51" w14:textId="32066090" w:rsidR="008C5E41" w:rsidRPr="00841B1D" w:rsidRDefault="00D62AE2" w:rsidP="008C5E41">
                        <w:pPr>
                          <w:rPr>
                            <w:rStyle w:val="Textedelespacerserv"/>
                            <w:b/>
                            <w:bCs/>
                            <w:color w:val="auto"/>
                          </w:rPr>
                        </w:pPr>
                        <w:r>
                          <w:rPr>
                            <w:rStyle w:val="Textedelespacerserv"/>
                            <w:b/>
                            <w:bCs/>
                            <w:color w:val="auto"/>
                          </w:rPr>
                          <w:t>CPAM DE LA LOIRE</w:t>
                        </w:r>
                      </w:p>
                      <w:p w14:paraId="586236F9" w14:textId="5EF68D7D" w:rsidR="008C5E41" w:rsidRDefault="00D62AE2" w:rsidP="008C5E41">
                        <w:pPr>
                          <w:rPr>
                            <w:rStyle w:val="Textedelespacerserv"/>
                            <w:color w:val="auto"/>
                            <w:sz w:val="16"/>
                            <w:szCs w:val="16"/>
                          </w:rPr>
                        </w:pPr>
                        <w:r>
                          <w:rPr>
                            <w:rStyle w:val="Textedelespacerserv"/>
                            <w:color w:val="auto"/>
                            <w:sz w:val="16"/>
                            <w:szCs w:val="16"/>
                          </w:rPr>
                          <w:t>3 Parvis Pierre Laroque</w:t>
                        </w:r>
                      </w:p>
                      <w:p w14:paraId="6F91B0F4" w14:textId="2B827104" w:rsidR="00D62AE2" w:rsidRPr="00DD6489" w:rsidRDefault="00D62AE2" w:rsidP="008C5E41">
                        <w:pPr>
                          <w:rPr>
                            <w:rStyle w:val="Textedelespacerserv"/>
                            <w:color w:val="auto"/>
                            <w:sz w:val="16"/>
                            <w:szCs w:val="16"/>
                          </w:rPr>
                        </w:pPr>
                        <w:r>
                          <w:rPr>
                            <w:rStyle w:val="Textedelespacerserv"/>
                            <w:color w:val="auto"/>
                            <w:sz w:val="16"/>
                            <w:szCs w:val="16"/>
                          </w:rPr>
                          <w:t>42000 Saint Etienne</w:t>
                        </w:r>
                      </w:p>
                      <w:p w14:paraId="6162C3C9" w14:textId="678425CD" w:rsidR="008C5E41" w:rsidRDefault="00D62AE2" w:rsidP="008C5E41">
                        <w:pPr>
                          <w:rPr>
                            <w:rStyle w:val="Textedelespacerserv"/>
                            <w:color w:val="auto"/>
                            <w:sz w:val="16"/>
                            <w:szCs w:val="16"/>
                          </w:rPr>
                        </w:pPr>
                        <w:r>
                          <w:rPr>
                            <w:rStyle w:val="Textedelespacerserv"/>
                            <w:color w:val="auto"/>
                            <w:sz w:val="16"/>
                            <w:szCs w:val="16"/>
                          </w:rPr>
                          <w:t>T : 04 77 42 26 64</w:t>
                        </w:r>
                      </w:p>
                      <w:p w14:paraId="68734321" w14:textId="2632CBBA" w:rsidR="00D62AE2" w:rsidRDefault="00D62AE2" w:rsidP="008C5E4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14:paraId="4F7658DA" w14:textId="77777777" w:rsidR="00D62AE2" w:rsidRPr="00D62AE2" w:rsidRDefault="00D62AE2" w:rsidP="008C5E41">
                        <w:pPr>
                          <w:rPr>
                            <w:sz w:val="16"/>
                            <w:szCs w:val="16"/>
                          </w:rPr>
                        </w:pPr>
                      </w:p>
                      <w:p w14:paraId="3BF4FE70" w14:textId="77777777" w:rsidR="00D62AE2" w:rsidRDefault="008C5E41" w:rsidP="008C5E41">
                        <w:r w:rsidRPr="00DD6489">
                          <w:t xml:space="preserve"> </w:t>
                        </w:r>
                      </w:p>
                      <w:p w14:paraId="24FDD076" w14:textId="3ED9934E" w:rsidR="008C5E41" w:rsidRPr="00DD6489" w:rsidRDefault="00D62AE2" w:rsidP="008C5E41">
                        <w:r>
                          <w:rPr>
                            <w:noProof/>
                          </w:rPr>
                          <w:drawing>
                            <wp:inline distT="0" distB="0" distL="0" distR="0" wp14:anchorId="47D533BC" wp14:editId="14E78BB9">
                              <wp:extent cx="2282190" cy="621665"/>
                              <wp:effectExtent l="19050" t="19050" r="22860" b="26035"/>
                              <wp:docPr id="1660409788" name="Image 1" descr="Une image contenant texte, Police, Graphique, Danse&#10;&#10;Description générée automatiquement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660409788" name="Image 1" descr="Une image contenant texte, Police, Graphique, Danse&#10;&#10;Description générée automatiquement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0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282190" cy="621665"/>
                                      </a:xfrm>
                                      <a:prstGeom prst="rect">
                                        <a:avLst/>
                                      </a:prstGeom>
                                      <a:ln w="12700">
                                        <a:solidFill>
                                          <a:schemeClr val="accent5">
                                            <a:lumMod val="50000"/>
                                          </a:schemeClr>
                                        </a:solidFill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w10:wrap type="tight" anchorx="margin"/>
              </v:group>
            </w:pict>
          </mc:Fallback>
        </mc:AlternateContent>
      </w:r>
    </w:p>
    <w:p w14:paraId="40016352" w14:textId="77777777" w:rsidR="008C5E41" w:rsidRDefault="008C5E41" w:rsidP="008C5E41"/>
    <w:bookmarkEnd w:id="0"/>
    <w:p w14:paraId="7D0A63DB" w14:textId="77777777" w:rsidR="004420D1" w:rsidRDefault="004420D1" w:rsidP="004420D1">
      <w:pPr>
        <w:pStyle w:val="TexteN"/>
        <w:rPr>
          <w:rStyle w:val="lev"/>
        </w:rPr>
      </w:pPr>
    </w:p>
    <w:p w14:paraId="2AE70796" w14:textId="77777777" w:rsidR="004B366F" w:rsidRPr="00FD68D8" w:rsidRDefault="004B366F" w:rsidP="004B366F">
      <w:pPr>
        <w:ind w:left="-284"/>
        <w:jc w:val="center"/>
        <w:rPr>
          <w:rFonts w:ascii="Arial Narrow" w:hAnsi="Arial Narrow" w:cs="Arial"/>
          <w:b/>
          <w:bCs/>
          <w:w w:val="120"/>
          <w:sz w:val="40"/>
          <w:szCs w:val="40"/>
        </w:rPr>
      </w:pPr>
      <w:bookmarkStart w:id="1" w:name="_Toc183786413"/>
      <w:r w:rsidRPr="00FD68D8">
        <w:rPr>
          <w:rFonts w:ascii="Arial Narrow" w:hAnsi="Arial Narrow" w:cs="Arial"/>
          <w:b/>
          <w:bCs/>
          <w:w w:val="120"/>
          <w:sz w:val="40"/>
          <w:szCs w:val="40"/>
        </w:rPr>
        <w:lastRenderedPageBreak/>
        <w:t>Choix des Matériaux</w:t>
      </w:r>
    </w:p>
    <w:p w14:paraId="7C1AD536" w14:textId="77777777" w:rsidR="004B366F" w:rsidRPr="007F18FB" w:rsidRDefault="004B366F" w:rsidP="004B366F">
      <w:pPr>
        <w:ind w:left="-284"/>
        <w:jc w:val="center"/>
        <w:rPr>
          <w:rFonts w:ascii="Arial Narrow" w:hAnsi="Arial Narrow"/>
          <w:bCs/>
          <w:i/>
          <w:w w:val="120"/>
        </w:rPr>
      </w:pPr>
      <w:r w:rsidRPr="007F18FB">
        <w:rPr>
          <w:rFonts w:ascii="Arial Narrow" w:hAnsi="Arial Narrow"/>
          <w:bCs/>
          <w:i/>
          <w:w w:val="120"/>
        </w:rPr>
        <w:t>(</w:t>
      </w:r>
      <w:proofErr w:type="gramStart"/>
      <w:r w:rsidRPr="007F18FB">
        <w:rPr>
          <w:rFonts w:ascii="Arial Narrow" w:hAnsi="Arial Narrow"/>
          <w:bCs/>
          <w:i/>
          <w:w w:val="120"/>
        </w:rPr>
        <w:t>à</w:t>
      </w:r>
      <w:proofErr w:type="gramEnd"/>
      <w:r w:rsidRPr="007F18FB">
        <w:rPr>
          <w:rFonts w:ascii="Arial Narrow" w:hAnsi="Arial Narrow"/>
          <w:bCs/>
          <w:i/>
          <w:w w:val="120"/>
        </w:rPr>
        <w:t xml:space="preserve"> remplir par l’entreprise)</w:t>
      </w:r>
    </w:p>
    <w:p w14:paraId="2C728303" w14:textId="77777777" w:rsidR="004B366F" w:rsidRPr="00F32B74" w:rsidRDefault="004B366F" w:rsidP="004B366F">
      <w:pPr>
        <w:ind w:left="-284"/>
        <w:jc w:val="center"/>
        <w:rPr>
          <w:rFonts w:ascii="Arial Narrow" w:hAnsi="Arial Narrow"/>
          <w:w w:val="120"/>
          <w:sz w:val="8"/>
          <w:szCs w:val="8"/>
        </w:rPr>
      </w:pPr>
    </w:p>
    <w:p w14:paraId="4018D073" w14:textId="77777777" w:rsidR="004B366F" w:rsidRPr="004B366F" w:rsidRDefault="004B366F" w:rsidP="004B366F">
      <w:pPr>
        <w:ind w:left="-284"/>
        <w:jc w:val="center"/>
        <w:rPr>
          <w:b/>
          <w:bCs/>
          <w:spacing w:val="-2"/>
          <w:w w:val="105"/>
          <w:u w:val="single"/>
        </w:rPr>
      </w:pPr>
      <w:r w:rsidRPr="004B366F">
        <w:rPr>
          <w:b/>
          <w:bCs/>
          <w:spacing w:val="-2"/>
          <w:w w:val="105"/>
          <w:u w:val="single"/>
        </w:rPr>
        <w:t>RAPPEL DES SPECIFICATIONS TECHNIQUES</w:t>
      </w:r>
    </w:p>
    <w:p w14:paraId="130194C3" w14:textId="77777777" w:rsidR="004B366F" w:rsidRPr="004B366F" w:rsidRDefault="004B366F" w:rsidP="004B366F">
      <w:pPr>
        <w:jc w:val="center"/>
        <w:rPr>
          <w:b/>
          <w:bCs/>
          <w:spacing w:val="-2"/>
          <w:w w:val="105"/>
        </w:rPr>
      </w:pPr>
    </w:p>
    <w:p w14:paraId="3EB4AD2B" w14:textId="77777777" w:rsidR="004B366F" w:rsidRPr="004B366F" w:rsidRDefault="004B366F" w:rsidP="004B366F">
      <w:pPr>
        <w:ind w:right="-2"/>
        <w:rPr>
          <w:b/>
          <w:bCs/>
          <w:spacing w:val="-2"/>
          <w:w w:val="105"/>
        </w:rPr>
      </w:pPr>
      <w:r w:rsidRPr="004B366F">
        <w:rPr>
          <w:b/>
          <w:bCs/>
          <w:spacing w:val="-2"/>
          <w:w w:val="105"/>
        </w:rPr>
        <w:t xml:space="preserve">L’entreprise devra obligatoirement indiquer les produits proposés (CCTP à COMPLETER ET </w:t>
      </w:r>
      <w:proofErr w:type="gramStart"/>
      <w:r w:rsidRPr="004B366F">
        <w:rPr>
          <w:b/>
          <w:bCs/>
          <w:spacing w:val="-2"/>
          <w:w w:val="105"/>
        </w:rPr>
        <w:t>a</w:t>
      </w:r>
      <w:proofErr w:type="gramEnd"/>
      <w:r w:rsidRPr="004B366F">
        <w:rPr>
          <w:b/>
          <w:bCs/>
          <w:spacing w:val="-2"/>
          <w:w w:val="105"/>
        </w:rPr>
        <w:t xml:space="preserve"> retourner paraphé et SIGNE) ET devra fournir avec son offre les avis techniques ou CAHIERS DES charges, LES FICHES TECHNIQUES DES PRODUITS CHOISIS.</w:t>
      </w:r>
    </w:p>
    <w:p w14:paraId="31EFBB05" w14:textId="77777777" w:rsidR="004B366F" w:rsidRDefault="004B366F" w:rsidP="004B366F"/>
    <w:p w14:paraId="78747EBF" w14:textId="675302E7" w:rsidR="0069121E" w:rsidRPr="0065586A" w:rsidRDefault="0069121E" w:rsidP="004B366F">
      <w:pPr>
        <w:pStyle w:val="Titre3"/>
        <w:numPr>
          <w:ilvl w:val="2"/>
          <w:numId w:val="16"/>
        </w:numPr>
      </w:pPr>
      <w:r w:rsidRPr="0065586A">
        <w:t xml:space="preserve">Garde-corps alu </w:t>
      </w:r>
      <w:r w:rsidR="0065586A">
        <w:t>incliné</w:t>
      </w:r>
      <w:r w:rsidRPr="0065586A">
        <w:t xml:space="preserve"> – fixation sur dalle</w:t>
      </w:r>
      <w:bookmarkEnd w:id="1"/>
    </w:p>
    <w:p w14:paraId="6533941A" w14:textId="4ECEFBE3" w:rsidR="0069121E" w:rsidRPr="004B366F" w:rsidRDefault="004B366F" w:rsidP="004B366F">
      <w:pPr>
        <w:pStyle w:val="TexteN"/>
      </w:pPr>
      <w:r w:rsidRPr="004B366F">
        <w:t>Fabricant : …………</w:t>
      </w:r>
      <w:r>
        <w:t>………………………………………………………………………….</w:t>
      </w:r>
    </w:p>
    <w:p w14:paraId="708BA8B1" w14:textId="5132163D" w:rsidR="004B366F" w:rsidRPr="004B366F" w:rsidRDefault="004B366F" w:rsidP="004B366F">
      <w:pPr>
        <w:pStyle w:val="TexteN"/>
      </w:pPr>
      <w:r w:rsidRPr="004B366F">
        <w:t>Caractéristiques : ………</w:t>
      </w:r>
      <w:r>
        <w:t>…………………………………………………………………….</w:t>
      </w:r>
    </w:p>
    <w:p w14:paraId="21FCDDE6" w14:textId="453C81D8" w:rsidR="004B366F" w:rsidRDefault="004B366F" w:rsidP="004B366F">
      <w:pPr>
        <w:pStyle w:val="TexteN"/>
        <w:rPr>
          <w:highlight w:val="cyan"/>
        </w:rPr>
      </w:pPr>
      <w:r w:rsidRPr="004B366F">
        <w:t>Système prévue : …………</w:t>
      </w:r>
      <w:r>
        <w:t>………………………………………………………………….</w:t>
      </w:r>
    </w:p>
    <w:p w14:paraId="0C189979" w14:textId="032FC186" w:rsidR="00DD5488" w:rsidRDefault="00DD5488" w:rsidP="00DD5488">
      <w:pPr>
        <w:pStyle w:val="TexteN"/>
        <w:jc w:val="center"/>
        <w:rPr>
          <w:highlight w:val="cyan"/>
        </w:rPr>
      </w:pPr>
    </w:p>
    <w:p w14:paraId="62A75602" w14:textId="77777777" w:rsidR="0065586A" w:rsidRPr="0065586A" w:rsidRDefault="0065586A" w:rsidP="0069121E">
      <w:pPr>
        <w:pStyle w:val="TexteN"/>
      </w:pPr>
    </w:p>
    <w:p w14:paraId="707B2413" w14:textId="4CF7171E" w:rsidR="0069121E" w:rsidRPr="0065586A" w:rsidRDefault="0069121E" w:rsidP="004B366F">
      <w:pPr>
        <w:pStyle w:val="Titre3"/>
        <w:numPr>
          <w:ilvl w:val="2"/>
          <w:numId w:val="16"/>
        </w:numPr>
      </w:pPr>
      <w:bookmarkStart w:id="2" w:name="_Toc183786415"/>
      <w:r w:rsidRPr="0065586A">
        <w:t>Points d'ancrage permanents</w:t>
      </w:r>
      <w:bookmarkEnd w:id="2"/>
    </w:p>
    <w:p w14:paraId="0E9AA047" w14:textId="77777777" w:rsidR="0069121E" w:rsidRPr="0065586A" w:rsidRDefault="0069121E" w:rsidP="0069121E"/>
    <w:p w14:paraId="1E65FA8D" w14:textId="77777777" w:rsidR="004B366F" w:rsidRPr="004B366F" w:rsidRDefault="004B366F" w:rsidP="004B366F">
      <w:pPr>
        <w:pStyle w:val="TexteN"/>
      </w:pPr>
      <w:r w:rsidRPr="004B366F">
        <w:t>Fabricant : …………</w:t>
      </w:r>
      <w:r>
        <w:t>………………………………………………………………………….</w:t>
      </w:r>
    </w:p>
    <w:p w14:paraId="4949B9E1" w14:textId="77777777" w:rsidR="004B366F" w:rsidRPr="004B366F" w:rsidRDefault="004B366F" w:rsidP="004B366F">
      <w:pPr>
        <w:pStyle w:val="TexteN"/>
      </w:pPr>
      <w:r w:rsidRPr="004B366F">
        <w:t>Caractéristiques : ………</w:t>
      </w:r>
      <w:r>
        <w:t>…………………………………………………………………….</w:t>
      </w:r>
    </w:p>
    <w:p w14:paraId="2C6CD198" w14:textId="77777777" w:rsidR="004B366F" w:rsidRDefault="004B366F" w:rsidP="004B366F">
      <w:pPr>
        <w:pStyle w:val="TexteN"/>
        <w:rPr>
          <w:highlight w:val="cyan"/>
        </w:rPr>
      </w:pPr>
      <w:r w:rsidRPr="004B366F">
        <w:t>Système prévue : …………</w:t>
      </w:r>
      <w:r>
        <w:t>………………………………………………………………….</w:t>
      </w:r>
    </w:p>
    <w:p w14:paraId="4D22F669" w14:textId="77777777" w:rsidR="00B2674F" w:rsidRDefault="00B2674F" w:rsidP="0069121E">
      <w:pPr>
        <w:pStyle w:val="TexteN"/>
        <w:rPr>
          <w:highlight w:val="cyan"/>
        </w:rPr>
      </w:pPr>
    </w:p>
    <w:p w14:paraId="6B582D5B" w14:textId="36256978" w:rsidR="0069121E" w:rsidRPr="001F6E55" w:rsidRDefault="0069121E" w:rsidP="004B366F">
      <w:pPr>
        <w:pStyle w:val="Titre3"/>
        <w:numPr>
          <w:ilvl w:val="2"/>
          <w:numId w:val="17"/>
        </w:numPr>
      </w:pPr>
      <w:bookmarkStart w:id="3" w:name="_Toc183786416"/>
      <w:r w:rsidRPr="001F6E55">
        <w:t>Echelle simple</w:t>
      </w:r>
      <w:bookmarkEnd w:id="3"/>
    </w:p>
    <w:p w14:paraId="49CEFB52" w14:textId="77777777" w:rsidR="0069121E" w:rsidRDefault="0069121E" w:rsidP="0069121E">
      <w:pPr>
        <w:rPr>
          <w:highlight w:val="cyan"/>
        </w:rPr>
      </w:pPr>
    </w:p>
    <w:p w14:paraId="73E3A4C4" w14:textId="77777777" w:rsidR="004B366F" w:rsidRPr="004B366F" w:rsidRDefault="004B366F" w:rsidP="004B366F">
      <w:pPr>
        <w:pStyle w:val="TexteN"/>
      </w:pPr>
      <w:bookmarkStart w:id="4" w:name="_Hlk63844247"/>
      <w:r w:rsidRPr="004B366F">
        <w:t>Fabricant : …………</w:t>
      </w:r>
      <w:r>
        <w:t>………………………………………………………………………….</w:t>
      </w:r>
    </w:p>
    <w:p w14:paraId="7F34E743" w14:textId="77777777" w:rsidR="004B366F" w:rsidRPr="004B366F" w:rsidRDefault="004B366F" w:rsidP="004B366F">
      <w:pPr>
        <w:pStyle w:val="TexteN"/>
      </w:pPr>
      <w:r w:rsidRPr="004B366F">
        <w:t>Caractéristiques : ………</w:t>
      </w:r>
      <w:r>
        <w:t>…………………………………………………………………….</w:t>
      </w:r>
    </w:p>
    <w:p w14:paraId="2B99037B" w14:textId="77777777" w:rsidR="004B366F" w:rsidRDefault="004B366F" w:rsidP="004B366F">
      <w:pPr>
        <w:pStyle w:val="TexteN"/>
        <w:rPr>
          <w:highlight w:val="cyan"/>
        </w:rPr>
      </w:pPr>
      <w:r w:rsidRPr="004B366F">
        <w:t>Système prévue : …………</w:t>
      </w:r>
      <w:r>
        <w:t>………………………………………………………………….</w:t>
      </w:r>
    </w:p>
    <w:p w14:paraId="70406781" w14:textId="77777777" w:rsidR="0069121E" w:rsidRPr="00982F9C" w:rsidRDefault="0069121E" w:rsidP="000F2F1F">
      <w:pPr>
        <w:pStyle w:val="TexteN"/>
      </w:pPr>
    </w:p>
    <w:bookmarkEnd w:id="4"/>
    <w:p w14:paraId="350A6AAA" w14:textId="77777777" w:rsidR="0069121E" w:rsidRDefault="0069121E" w:rsidP="0069121E">
      <w:pPr>
        <w:pStyle w:val="TexteN"/>
        <w:rPr>
          <w:highlight w:val="cyan"/>
        </w:rPr>
      </w:pPr>
    </w:p>
    <w:p w14:paraId="12920E9D" w14:textId="22D397BF" w:rsidR="0069121E" w:rsidRPr="00F65894" w:rsidRDefault="0069121E" w:rsidP="004B366F">
      <w:pPr>
        <w:pStyle w:val="Titre3"/>
        <w:numPr>
          <w:ilvl w:val="2"/>
          <w:numId w:val="17"/>
        </w:numPr>
      </w:pPr>
      <w:bookmarkStart w:id="5" w:name="_Toc183786417"/>
      <w:r w:rsidRPr="00F65894">
        <w:t>Passerelle de franchissement</w:t>
      </w:r>
      <w:bookmarkEnd w:id="5"/>
    </w:p>
    <w:p w14:paraId="28E6478B" w14:textId="77777777" w:rsidR="0069121E" w:rsidRDefault="0069121E" w:rsidP="0069121E">
      <w:pPr>
        <w:rPr>
          <w:highlight w:val="cyan"/>
        </w:rPr>
      </w:pPr>
    </w:p>
    <w:p w14:paraId="28274F31" w14:textId="77777777" w:rsidR="004B366F" w:rsidRPr="004B366F" w:rsidRDefault="004B366F" w:rsidP="004B366F">
      <w:pPr>
        <w:pStyle w:val="TexteN"/>
      </w:pPr>
      <w:r w:rsidRPr="004B366F">
        <w:t>Fabricant : …………</w:t>
      </w:r>
      <w:r>
        <w:t>………………………………………………………………………….</w:t>
      </w:r>
    </w:p>
    <w:p w14:paraId="0715C58C" w14:textId="77777777" w:rsidR="004B366F" w:rsidRPr="004B366F" w:rsidRDefault="004B366F" w:rsidP="004B366F">
      <w:pPr>
        <w:pStyle w:val="TexteN"/>
      </w:pPr>
      <w:r w:rsidRPr="004B366F">
        <w:t>Caractéristiques : ………</w:t>
      </w:r>
      <w:r>
        <w:t>…………………………………………………………………….</w:t>
      </w:r>
    </w:p>
    <w:p w14:paraId="69484EEB" w14:textId="77777777" w:rsidR="004B366F" w:rsidRDefault="004B366F" w:rsidP="004B366F">
      <w:pPr>
        <w:pStyle w:val="TexteN"/>
        <w:rPr>
          <w:highlight w:val="cyan"/>
        </w:rPr>
      </w:pPr>
      <w:r w:rsidRPr="004B366F">
        <w:t>Système prévue : …………</w:t>
      </w:r>
      <w:r>
        <w:t>………………………………………………………………….</w:t>
      </w:r>
    </w:p>
    <w:p w14:paraId="43CDD31E" w14:textId="77777777" w:rsidR="0069121E" w:rsidRDefault="0069121E" w:rsidP="0069121E">
      <w:pPr>
        <w:pStyle w:val="TexteN"/>
        <w:rPr>
          <w:highlight w:val="cyan"/>
        </w:rPr>
      </w:pPr>
    </w:p>
    <w:p w14:paraId="4D924399" w14:textId="77777777" w:rsidR="004B366F" w:rsidRDefault="004B366F" w:rsidP="0069121E">
      <w:pPr>
        <w:pStyle w:val="TexteN"/>
        <w:rPr>
          <w:highlight w:val="cyan"/>
        </w:rPr>
      </w:pPr>
    </w:p>
    <w:p w14:paraId="2E80F838" w14:textId="1CE984D3" w:rsidR="0069121E" w:rsidRPr="006166F2" w:rsidRDefault="0069121E" w:rsidP="004B366F">
      <w:pPr>
        <w:pStyle w:val="Titre3"/>
        <w:numPr>
          <w:ilvl w:val="2"/>
          <w:numId w:val="18"/>
        </w:numPr>
      </w:pPr>
      <w:bookmarkStart w:id="6" w:name="_Toc183786443"/>
      <w:r w:rsidRPr="006166F2">
        <w:t>Support de gaines VMC</w:t>
      </w:r>
      <w:bookmarkEnd w:id="6"/>
    </w:p>
    <w:p w14:paraId="11C91BBC" w14:textId="77777777" w:rsidR="0069121E" w:rsidRDefault="0069121E" w:rsidP="0069121E">
      <w:pPr>
        <w:rPr>
          <w:highlight w:val="cyan"/>
        </w:rPr>
      </w:pPr>
    </w:p>
    <w:p w14:paraId="79EF2634" w14:textId="77777777" w:rsidR="004B366F" w:rsidRPr="004B366F" w:rsidRDefault="004B366F" w:rsidP="004B366F">
      <w:pPr>
        <w:pStyle w:val="TexteN"/>
      </w:pPr>
      <w:r w:rsidRPr="004B366F">
        <w:t>Fabricant : …………</w:t>
      </w:r>
      <w:r>
        <w:t>………………………………………………………………………….</w:t>
      </w:r>
    </w:p>
    <w:p w14:paraId="66999A5D" w14:textId="77777777" w:rsidR="004B366F" w:rsidRPr="004B366F" w:rsidRDefault="004B366F" w:rsidP="004B366F">
      <w:pPr>
        <w:pStyle w:val="TexteN"/>
      </w:pPr>
      <w:r w:rsidRPr="004B366F">
        <w:t>Caractéristiques : ………</w:t>
      </w:r>
      <w:r>
        <w:t>…………………………………………………………………….</w:t>
      </w:r>
    </w:p>
    <w:p w14:paraId="2DC3DD32" w14:textId="77777777" w:rsidR="004B366F" w:rsidRDefault="004B366F" w:rsidP="004B366F">
      <w:pPr>
        <w:pStyle w:val="TexteN"/>
        <w:rPr>
          <w:highlight w:val="cyan"/>
        </w:rPr>
      </w:pPr>
      <w:r w:rsidRPr="004B366F">
        <w:t>Système prévue : …………</w:t>
      </w:r>
      <w:r>
        <w:t>………………………………………………………………….</w:t>
      </w:r>
    </w:p>
    <w:p w14:paraId="64D54967" w14:textId="2ECADB34" w:rsidR="0069121E" w:rsidRDefault="0069121E" w:rsidP="00351E26">
      <w:pPr>
        <w:pStyle w:val="TexteN"/>
        <w:ind w:left="0"/>
        <w:jc w:val="center"/>
      </w:pPr>
    </w:p>
    <w:p w14:paraId="1290F07D" w14:textId="77777777" w:rsidR="0069121E" w:rsidRDefault="0069121E" w:rsidP="0069121E">
      <w:pPr>
        <w:pStyle w:val="TexteN"/>
        <w:rPr>
          <w:highlight w:val="cyan"/>
        </w:rPr>
      </w:pPr>
    </w:p>
    <w:p w14:paraId="4748C0D9" w14:textId="145FA340" w:rsidR="0069121E" w:rsidRPr="00152771" w:rsidRDefault="0069121E" w:rsidP="004B366F">
      <w:pPr>
        <w:pStyle w:val="Titre3"/>
        <w:numPr>
          <w:ilvl w:val="2"/>
          <w:numId w:val="18"/>
        </w:numPr>
      </w:pPr>
      <w:bookmarkStart w:id="7" w:name="_Toc183786444"/>
      <w:r w:rsidRPr="00152771">
        <w:t>Support d’équipement technique fixé</w:t>
      </w:r>
      <w:bookmarkEnd w:id="7"/>
    </w:p>
    <w:p w14:paraId="377ADDE2" w14:textId="77777777" w:rsidR="0069121E" w:rsidRDefault="0069121E" w:rsidP="0069121E">
      <w:pPr>
        <w:rPr>
          <w:highlight w:val="cyan"/>
        </w:rPr>
      </w:pPr>
    </w:p>
    <w:p w14:paraId="6CAAB558" w14:textId="77777777" w:rsidR="004B366F" w:rsidRPr="004B366F" w:rsidRDefault="004B366F" w:rsidP="004B366F">
      <w:pPr>
        <w:pStyle w:val="TexteN"/>
      </w:pPr>
      <w:r w:rsidRPr="004B366F">
        <w:t>Fabricant : …………</w:t>
      </w:r>
      <w:r>
        <w:t>………………………………………………………………………….</w:t>
      </w:r>
    </w:p>
    <w:p w14:paraId="6BFBDC0A" w14:textId="77777777" w:rsidR="004B366F" w:rsidRPr="004B366F" w:rsidRDefault="004B366F" w:rsidP="004B366F">
      <w:pPr>
        <w:pStyle w:val="TexteN"/>
      </w:pPr>
      <w:r w:rsidRPr="004B366F">
        <w:t>Caractéristiques : ………</w:t>
      </w:r>
      <w:r>
        <w:t>…………………………………………………………………….</w:t>
      </w:r>
    </w:p>
    <w:p w14:paraId="38355B34" w14:textId="77777777" w:rsidR="004B366F" w:rsidRDefault="004B366F" w:rsidP="004B366F">
      <w:pPr>
        <w:pStyle w:val="TexteN"/>
        <w:rPr>
          <w:highlight w:val="cyan"/>
        </w:rPr>
      </w:pPr>
      <w:r w:rsidRPr="004B366F">
        <w:t>Système prévue : …………</w:t>
      </w:r>
      <w:r>
        <w:t>………………………………………………………………….</w:t>
      </w:r>
    </w:p>
    <w:p w14:paraId="41E2CE8F" w14:textId="77777777" w:rsidR="0069121E" w:rsidRDefault="0069121E" w:rsidP="0069121E">
      <w:pPr>
        <w:pStyle w:val="TexteN"/>
        <w:rPr>
          <w:highlight w:val="cyan"/>
        </w:rPr>
      </w:pPr>
    </w:p>
    <w:p w14:paraId="1BB17903" w14:textId="7B80D070" w:rsidR="00FD1FFA" w:rsidRDefault="00FD1FFA">
      <w:pPr>
        <w:spacing w:after="160" w:line="259" w:lineRule="auto"/>
        <w:jc w:val="left"/>
        <w:rPr>
          <w:spacing w:val="-2"/>
          <w:w w:val="105"/>
        </w:rPr>
      </w:pPr>
      <w:r>
        <w:br w:type="page"/>
      </w:r>
    </w:p>
    <w:p w14:paraId="6F906BF5" w14:textId="71F89F32" w:rsidR="0069121E" w:rsidRPr="00152771" w:rsidRDefault="0069121E" w:rsidP="004B366F">
      <w:pPr>
        <w:pStyle w:val="Titre2"/>
        <w:numPr>
          <w:ilvl w:val="0"/>
          <w:numId w:val="0"/>
        </w:numPr>
        <w:ind w:left="992"/>
      </w:pPr>
    </w:p>
    <w:p w14:paraId="01979C29" w14:textId="141A343B" w:rsidR="0069121E" w:rsidRPr="00152771" w:rsidRDefault="0069121E" w:rsidP="004B366F">
      <w:pPr>
        <w:pStyle w:val="Titre3"/>
        <w:numPr>
          <w:ilvl w:val="2"/>
          <w:numId w:val="19"/>
        </w:numPr>
      </w:pPr>
      <w:bookmarkStart w:id="8" w:name="_Toc183786446"/>
      <w:r w:rsidRPr="00152771">
        <w:t>Pare vapeur</w:t>
      </w:r>
      <w:bookmarkEnd w:id="8"/>
    </w:p>
    <w:p w14:paraId="39ECBA4D" w14:textId="77777777" w:rsidR="0069121E" w:rsidRDefault="0069121E" w:rsidP="0069121E">
      <w:pPr>
        <w:rPr>
          <w:highlight w:val="cyan"/>
        </w:rPr>
      </w:pPr>
    </w:p>
    <w:p w14:paraId="6A00420A" w14:textId="77777777" w:rsidR="004B366F" w:rsidRPr="004B366F" w:rsidRDefault="004B366F" w:rsidP="004B366F">
      <w:pPr>
        <w:pStyle w:val="TexteN"/>
      </w:pPr>
      <w:r w:rsidRPr="004B366F">
        <w:t>Fabricant : …………</w:t>
      </w:r>
      <w:r>
        <w:t>………………………………………………………………………….</w:t>
      </w:r>
    </w:p>
    <w:p w14:paraId="26F263A8" w14:textId="77777777" w:rsidR="004B366F" w:rsidRPr="004B366F" w:rsidRDefault="004B366F" w:rsidP="004B366F">
      <w:pPr>
        <w:pStyle w:val="TexteN"/>
      </w:pPr>
      <w:r w:rsidRPr="004B366F">
        <w:t>Caractéristiques : ………</w:t>
      </w:r>
      <w:r>
        <w:t>…………………………………………………………………….</w:t>
      </w:r>
    </w:p>
    <w:p w14:paraId="3BE5FEB2" w14:textId="77777777" w:rsidR="004B366F" w:rsidRDefault="004B366F" w:rsidP="004B366F">
      <w:pPr>
        <w:pStyle w:val="TexteN"/>
        <w:rPr>
          <w:highlight w:val="cyan"/>
        </w:rPr>
      </w:pPr>
      <w:r w:rsidRPr="004B366F">
        <w:t>Système prévue : …………</w:t>
      </w:r>
      <w:r>
        <w:t>………………………………………………………………….</w:t>
      </w:r>
    </w:p>
    <w:p w14:paraId="196E0CC7" w14:textId="77777777" w:rsidR="0069121E" w:rsidRDefault="0069121E" w:rsidP="0069121E">
      <w:pPr>
        <w:rPr>
          <w:highlight w:val="cyan"/>
        </w:rPr>
      </w:pPr>
    </w:p>
    <w:p w14:paraId="7D7EDF21" w14:textId="77777777" w:rsidR="0069121E" w:rsidRDefault="0069121E" w:rsidP="0069121E">
      <w:pPr>
        <w:pStyle w:val="TexteN"/>
        <w:rPr>
          <w:highlight w:val="cyan"/>
        </w:rPr>
      </w:pPr>
    </w:p>
    <w:p w14:paraId="304EF8C2" w14:textId="540DA94D" w:rsidR="0069121E" w:rsidRPr="00152771" w:rsidRDefault="0069121E" w:rsidP="004B366F">
      <w:pPr>
        <w:pStyle w:val="Titre3"/>
        <w:numPr>
          <w:ilvl w:val="2"/>
          <w:numId w:val="19"/>
        </w:numPr>
      </w:pPr>
      <w:r w:rsidRPr="00152771">
        <w:t xml:space="preserve">Isolation thermique </w:t>
      </w:r>
      <w:r w:rsidR="002642D2" w:rsidRPr="00152771">
        <w:t>polyuréthane</w:t>
      </w:r>
    </w:p>
    <w:p w14:paraId="61587441" w14:textId="77777777" w:rsidR="0069121E" w:rsidRDefault="0069121E" w:rsidP="0069121E">
      <w:pPr>
        <w:rPr>
          <w:highlight w:val="cyan"/>
        </w:rPr>
      </w:pPr>
    </w:p>
    <w:p w14:paraId="0168C444" w14:textId="77777777" w:rsidR="004B366F" w:rsidRPr="004B366F" w:rsidRDefault="004B366F" w:rsidP="004B366F">
      <w:pPr>
        <w:pStyle w:val="TexteN"/>
      </w:pPr>
      <w:r w:rsidRPr="004B366F">
        <w:t>Fabricant : …………</w:t>
      </w:r>
      <w:r>
        <w:t>………………………………………………………………………….</w:t>
      </w:r>
    </w:p>
    <w:p w14:paraId="2B3E10C3" w14:textId="77777777" w:rsidR="004B366F" w:rsidRPr="004B366F" w:rsidRDefault="004B366F" w:rsidP="004B366F">
      <w:pPr>
        <w:pStyle w:val="TexteN"/>
      </w:pPr>
      <w:r w:rsidRPr="004B366F">
        <w:t>Caractéristiques : ………</w:t>
      </w:r>
      <w:r>
        <w:t>…………………………………………………………………….</w:t>
      </w:r>
    </w:p>
    <w:p w14:paraId="0715DB31" w14:textId="77777777" w:rsidR="004B366F" w:rsidRDefault="004B366F" w:rsidP="004B366F">
      <w:pPr>
        <w:pStyle w:val="TexteN"/>
        <w:rPr>
          <w:highlight w:val="cyan"/>
        </w:rPr>
      </w:pPr>
      <w:r w:rsidRPr="004B366F">
        <w:t>Système prévue : …………</w:t>
      </w:r>
      <w:r>
        <w:t>………………………………………………………………….</w:t>
      </w:r>
    </w:p>
    <w:p w14:paraId="49C8F4B2" w14:textId="77777777" w:rsidR="0069121E" w:rsidRDefault="0069121E" w:rsidP="0069121E">
      <w:pPr>
        <w:pStyle w:val="TexteN"/>
        <w:rPr>
          <w:highlight w:val="cyan"/>
        </w:rPr>
      </w:pPr>
    </w:p>
    <w:p w14:paraId="2D7F2635" w14:textId="77777777" w:rsidR="0069121E" w:rsidRPr="000420C2" w:rsidRDefault="0069121E" w:rsidP="0069121E">
      <w:pPr>
        <w:pStyle w:val="TexteN"/>
      </w:pPr>
    </w:p>
    <w:p w14:paraId="79F37BC4" w14:textId="0498A73F" w:rsidR="0069121E" w:rsidRPr="000420C2" w:rsidRDefault="0069121E" w:rsidP="004B366F">
      <w:pPr>
        <w:pStyle w:val="Titre3"/>
        <w:numPr>
          <w:ilvl w:val="2"/>
          <w:numId w:val="19"/>
        </w:numPr>
      </w:pPr>
      <w:bookmarkStart w:id="9" w:name="_Toc183786448"/>
      <w:r w:rsidRPr="000420C2">
        <w:t>Revêtement d'étanchéité monocouche en bitume autoprotégé APP</w:t>
      </w:r>
      <w:bookmarkEnd w:id="9"/>
    </w:p>
    <w:p w14:paraId="58ACF9EB" w14:textId="77777777" w:rsidR="0069121E" w:rsidRDefault="0069121E" w:rsidP="0069121E">
      <w:pPr>
        <w:rPr>
          <w:highlight w:val="cyan"/>
        </w:rPr>
      </w:pPr>
    </w:p>
    <w:p w14:paraId="6C869751" w14:textId="77777777" w:rsidR="004B366F" w:rsidRPr="004B366F" w:rsidRDefault="004B366F" w:rsidP="004B366F">
      <w:pPr>
        <w:pStyle w:val="TexteN"/>
      </w:pPr>
      <w:r w:rsidRPr="004B366F">
        <w:t>Fabricant : …………</w:t>
      </w:r>
      <w:r>
        <w:t>………………………………………………………………………….</w:t>
      </w:r>
    </w:p>
    <w:p w14:paraId="0267DC94" w14:textId="77777777" w:rsidR="004B366F" w:rsidRPr="004B366F" w:rsidRDefault="004B366F" w:rsidP="004B366F">
      <w:pPr>
        <w:pStyle w:val="TexteN"/>
      </w:pPr>
      <w:r w:rsidRPr="004B366F">
        <w:t>Caractéristiques : ………</w:t>
      </w:r>
      <w:r>
        <w:t>…………………………………………………………………….</w:t>
      </w:r>
    </w:p>
    <w:p w14:paraId="6585C30D" w14:textId="77777777" w:rsidR="004B366F" w:rsidRDefault="004B366F" w:rsidP="004B366F">
      <w:pPr>
        <w:pStyle w:val="TexteN"/>
        <w:rPr>
          <w:highlight w:val="cyan"/>
        </w:rPr>
      </w:pPr>
      <w:r w:rsidRPr="004B366F">
        <w:t>Système prévue : …………</w:t>
      </w:r>
      <w:r>
        <w:t>………………………………………………………………….</w:t>
      </w:r>
    </w:p>
    <w:p w14:paraId="40A79A2C" w14:textId="77777777" w:rsidR="0069121E" w:rsidRDefault="0069121E" w:rsidP="0069121E">
      <w:pPr>
        <w:pStyle w:val="TexteN"/>
        <w:rPr>
          <w:highlight w:val="cyan"/>
        </w:rPr>
      </w:pPr>
    </w:p>
    <w:p w14:paraId="04B7ADC2" w14:textId="77777777" w:rsidR="00351E26" w:rsidRDefault="00351E26" w:rsidP="0069121E">
      <w:pPr>
        <w:rPr>
          <w:highlight w:val="cyan"/>
        </w:rPr>
      </w:pPr>
    </w:p>
    <w:p w14:paraId="63D5C04B" w14:textId="36701280" w:rsidR="0069121E" w:rsidRPr="004C46D8" w:rsidRDefault="0069121E" w:rsidP="004B366F">
      <w:pPr>
        <w:pStyle w:val="Titre3"/>
        <w:numPr>
          <w:ilvl w:val="2"/>
          <w:numId w:val="20"/>
        </w:numPr>
      </w:pPr>
      <w:bookmarkStart w:id="10" w:name="_Toc183786453"/>
      <w:r w:rsidRPr="004C46D8">
        <w:t>Bandeaux réglables en aluminium</w:t>
      </w:r>
      <w:bookmarkEnd w:id="10"/>
    </w:p>
    <w:p w14:paraId="0D6C2096" w14:textId="77777777" w:rsidR="0069121E" w:rsidRPr="004C46D8" w:rsidRDefault="0069121E" w:rsidP="0069121E"/>
    <w:p w14:paraId="7ACDCAF6" w14:textId="77777777" w:rsidR="004B366F" w:rsidRPr="004B366F" w:rsidRDefault="004B366F" w:rsidP="004B366F">
      <w:pPr>
        <w:pStyle w:val="TexteN"/>
      </w:pPr>
      <w:r w:rsidRPr="004B366F">
        <w:t>Fabricant : …………</w:t>
      </w:r>
      <w:r>
        <w:t>………………………………………………………………………….</w:t>
      </w:r>
    </w:p>
    <w:p w14:paraId="43F03F1F" w14:textId="77777777" w:rsidR="004B366F" w:rsidRPr="004B366F" w:rsidRDefault="004B366F" w:rsidP="004B366F">
      <w:pPr>
        <w:pStyle w:val="TexteN"/>
      </w:pPr>
      <w:r w:rsidRPr="004B366F">
        <w:t>Caractéristiques : ………</w:t>
      </w:r>
      <w:r>
        <w:t>…………………………………………………………………….</w:t>
      </w:r>
    </w:p>
    <w:p w14:paraId="72B2568F" w14:textId="77777777" w:rsidR="004B366F" w:rsidRDefault="004B366F" w:rsidP="004B366F">
      <w:pPr>
        <w:pStyle w:val="TexteN"/>
        <w:rPr>
          <w:highlight w:val="cyan"/>
        </w:rPr>
      </w:pPr>
      <w:r w:rsidRPr="004B366F">
        <w:t>Système prévue : …………</w:t>
      </w:r>
      <w:r>
        <w:t>………………………………………………………………….</w:t>
      </w:r>
    </w:p>
    <w:p w14:paraId="73A4F0E9" w14:textId="77777777" w:rsidR="00090499" w:rsidRDefault="00090499" w:rsidP="0069121E">
      <w:pPr>
        <w:pStyle w:val="TexteN"/>
        <w:rPr>
          <w:highlight w:val="cyan"/>
        </w:rPr>
      </w:pPr>
    </w:p>
    <w:p w14:paraId="29C2B50C" w14:textId="77777777" w:rsidR="004B366F" w:rsidRDefault="004B366F" w:rsidP="0069121E">
      <w:pPr>
        <w:pStyle w:val="TexteN"/>
        <w:rPr>
          <w:highlight w:val="cyan"/>
        </w:rPr>
      </w:pPr>
    </w:p>
    <w:p w14:paraId="38659FD5" w14:textId="5E989F54" w:rsidR="0069121E" w:rsidRPr="00090499" w:rsidRDefault="0069121E" w:rsidP="004B366F">
      <w:pPr>
        <w:pStyle w:val="Titre3"/>
        <w:numPr>
          <w:ilvl w:val="2"/>
          <w:numId w:val="20"/>
        </w:numPr>
      </w:pPr>
      <w:bookmarkStart w:id="11" w:name="_Toc183786454"/>
      <w:r w:rsidRPr="00090499">
        <w:t>Solin aluminium sous avis technique</w:t>
      </w:r>
      <w:bookmarkEnd w:id="11"/>
    </w:p>
    <w:p w14:paraId="6DF15EAB" w14:textId="77777777" w:rsidR="0069121E" w:rsidRDefault="0069121E" w:rsidP="0069121E">
      <w:pPr>
        <w:rPr>
          <w:highlight w:val="cyan"/>
        </w:rPr>
      </w:pPr>
    </w:p>
    <w:p w14:paraId="2DA85584" w14:textId="77777777" w:rsidR="004B366F" w:rsidRPr="004B366F" w:rsidRDefault="004B366F" w:rsidP="004B366F">
      <w:pPr>
        <w:pStyle w:val="TexteN"/>
      </w:pPr>
      <w:r w:rsidRPr="004B366F">
        <w:t>Fabricant : …………</w:t>
      </w:r>
      <w:r>
        <w:t>………………………………………………………………………….</w:t>
      </w:r>
    </w:p>
    <w:p w14:paraId="2DE57FB9" w14:textId="77777777" w:rsidR="004B366F" w:rsidRPr="004B366F" w:rsidRDefault="004B366F" w:rsidP="004B366F">
      <w:pPr>
        <w:pStyle w:val="TexteN"/>
      </w:pPr>
      <w:r w:rsidRPr="004B366F">
        <w:t>Caractéristiques : ………</w:t>
      </w:r>
      <w:r>
        <w:t>…………………………………………………………………….</w:t>
      </w:r>
    </w:p>
    <w:p w14:paraId="58619CB8" w14:textId="77777777" w:rsidR="004B366F" w:rsidRDefault="004B366F" w:rsidP="004B366F">
      <w:pPr>
        <w:pStyle w:val="TexteN"/>
        <w:rPr>
          <w:highlight w:val="cyan"/>
        </w:rPr>
      </w:pPr>
      <w:r w:rsidRPr="004B366F">
        <w:t>Système prévue : …………</w:t>
      </w:r>
      <w:r>
        <w:t>………………………………………………………………….</w:t>
      </w:r>
    </w:p>
    <w:p w14:paraId="57159A93" w14:textId="77777777" w:rsidR="0069121E" w:rsidRDefault="0069121E" w:rsidP="0069121E">
      <w:pPr>
        <w:rPr>
          <w:highlight w:val="cyan"/>
        </w:rPr>
      </w:pPr>
    </w:p>
    <w:p w14:paraId="634ECE4A" w14:textId="77777777" w:rsidR="00EF6E43" w:rsidRPr="00090499" w:rsidRDefault="00EF6E43" w:rsidP="00090499"/>
    <w:p w14:paraId="7451B614" w14:textId="504CE0B7" w:rsidR="0069121E" w:rsidRPr="00AA6E9F" w:rsidRDefault="0069121E" w:rsidP="004B366F">
      <w:pPr>
        <w:pStyle w:val="Titre3"/>
        <w:numPr>
          <w:ilvl w:val="2"/>
          <w:numId w:val="21"/>
        </w:numPr>
      </w:pPr>
      <w:bookmarkStart w:id="12" w:name="_Toc183786457"/>
      <w:r w:rsidRPr="00AA6E9F">
        <w:t>Lanterneaux fixes</w:t>
      </w:r>
      <w:bookmarkEnd w:id="12"/>
    </w:p>
    <w:p w14:paraId="65C19013" w14:textId="77777777" w:rsidR="0069121E" w:rsidRPr="00AA6E9F" w:rsidRDefault="0069121E" w:rsidP="0069121E"/>
    <w:p w14:paraId="57E1B6FD" w14:textId="77777777" w:rsidR="004B366F" w:rsidRPr="004B366F" w:rsidRDefault="004B366F" w:rsidP="004B366F">
      <w:pPr>
        <w:pStyle w:val="TexteN"/>
      </w:pPr>
      <w:r w:rsidRPr="004B366F">
        <w:t>Fabricant : …………</w:t>
      </w:r>
      <w:r>
        <w:t>………………………………………………………………………….</w:t>
      </w:r>
    </w:p>
    <w:p w14:paraId="0935F370" w14:textId="77777777" w:rsidR="004B366F" w:rsidRPr="004B366F" w:rsidRDefault="004B366F" w:rsidP="004B366F">
      <w:pPr>
        <w:pStyle w:val="TexteN"/>
      </w:pPr>
      <w:r w:rsidRPr="004B366F">
        <w:t>Caractéristiques : ………</w:t>
      </w:r>
      <w:r>
        <w:t>…………………………………………………………………….</w:t>
      </w:r>
    </w:p>
    <w:p w14:paraId="75C8B5E6" w14:textId="77777777" w:rsidR="004B366F" w:rsidRDefault="004B366F" w:rsidP="004B366F">
      <w:pPr>
        <w:pStyle w:val="TexteN"/>
        <w:rPr>
          <w:highlight w:val="cyan"/>
        </w:rPr>
      </w:pPr>
      <w:r w:rsidRPr="004B366F">
        <w:t>Système prévue : …………</w:t>
      </w:r>
      <w:r>
        <w:t>………………………………………………………………….</w:t>
      </w:r>
    </w:p>
    <w:p w14:paraId="7CEFDF49" w14:textId="77777777" w:rsidR="00EF6E43" w:rsidRDefault="00EF6E43" w:rsidP="0069121E">
      <w:pPr>
        <w:rPr>
          <w:highlight w:val="cyan"/>
        </w:rPr>
      </w:pPr>
    </w:p>
    <w:p w14:paraId="6E5A4CAF" w14:textId="77777777" w:rsidR="0069121E" w:rsidRPr="00090499" w:rsidRDefault="0069121E" w:rsidP="0069121E">
      <w:pPr>
        <w:pStyle w:val="TexteN"/>
      </w:pPr>
    </w:p>
    <w:p w14:paraId="490DFCA6" w14:textId="7D4D04BE" w:rsidR="0069121E" w:rsidRPr="00090499" w:rsidRDefault="0069121E" w:rsidP="004B366F">
      <w:pPr>
        <w:pStyle w:val="Titre3"/>
        <w:numPr>
          <w:ilvl w:val="2"/>
          <w:numId w:val="22"/>
        </w:numPr>
      </w:pPr>
      <w:bookmarkStart w:id="13" w:name="_Toc183786458"/>
      <w:r w:rsidRPr="00090499">
        <w:t>Lanterneau de désenfumage</w:t>
      </w:r>
      <w:bookmarkEnd w:id="13"/>
    </w:p>
    <w:p w14:paraId="5A8476B2" w14:textId="77777777" w:rsidR="0069121E" w:rsidRDefault="0069121E" w:rsidP="0069121E">
      <w:pPr>
        <w:rPr>
          <w:highlight w:val="cyan"/>
        </w:rPr>
      </w:pPr>
    </w:p>
    <w:p w14:paraId="302F1C98" w14:textId="77777777" w:rsidR="004B366F" w:rsidRPr="004B366F" w:rsidRDefault="004B366F" w:rsidP="004B366F">
      <w:pPr>
        <w:pStyle w:val="TexteN"/>
      </w:pPr>
      <w:r w:rsidRPr="004B366F">
        <w:t>Fabricant : …………</w:t>
      </w:r>
      <w:r>
        <w:t>………………………………………………………………………….</w:t>
      </w:r>
    </w:p>
    <w:p w14:paraId="1A68D06F" w14:textId="77777777" w:rsidR="004B366F" w:rsidRPr="004B366F" w:rsidRDefault="004B366F" w:rsidP="004B366F">
      <w:pPr>
        <w:pStyle w:val="TexteN"/>
      </w:pPr>
      <w:r w:rsidRPr="004B366F">
        <w:t>Caractéristiques : ………</w:t>
      </w:r>
      <w:r>
        <w:t>…………………………………………………………………….</w:t>
      </w:r>
    </w:p>
    <w:p w14:paraId="4210E44D" w14:textId="77777777" w:rsidR="004B366F" w:rsidRDefault="004B366F" w:rsidP="004B366F">
      <w:pPr>
        <w:pStyle w:val="TexteN"/>
        <w:rPr>
          <w:highlight w:val="cyan"/>
        </w:rPr>
      </w:pPr>
      <w:r w:rsidRPr="004B366F">
        <w:t>Système prévue : …………</w:t>
      </w:r>
      <w:r>
        <w:t>………………………………………………………………….</w:t>
      </w:r>
    </w:p>
    <w:p w14:paraId="4EB37D5C" w14:textId="77777777" w:rsidR="0069121E" w:rsidRDefault="0069121E" w:rsidP="0069121E">
      <w:pPr>
        <w:pStyle w:val="TexteN"/>
      </w:pPr>
    </w:p>
    <w:p w14:paraId="12F7E093" w14:textId="77777777" w:rsidR="00EF6E43" w:rsidRPr="00090499" w:rsidRDefault="00EF6E43" w:rsidP="0069121E">
      <w:pPr>
        <w:pStyle w:val="TexteN"/>
      </w:pPr>
    </w:p>
    <w:p w14:paraId="0EE45415" w14:textId="77777777" w:rsidR="0069121E" w:rsidRDefault="0069121E" w:rsidP="0069121E">
      <w:pPr>
        <w:pStyle w:val="TexteN"/>
        <w:rPr>
          <w:highlight w:val="cyan"/>
        </w:rPr>
      </w:pPr>
    </w:p>
    <w:p w14:paraId="66816C29" w14:textId="77777777" w:rsidR="00AA6E9F" w:rsidRDefault="00AA6E9F" w:rsidP="00AA6E9F">
      <w:pPr>
        <w:pStyle w:val="TexteN"/>
        <w:ind w:left="0"/>
        <w:rPr>
          <w:highlight w:val="cyan"/>
        </w:rPr>
      </w:pPr>
    </w:p>
    <w:p w14:paraId="785283A7" w14:textId="77777777" w:rsidR="00327881" w:rsidRDefault="00327881" w:rsidP="00327881">
      <w:pPr>
        <w:pStyle w:val="TexteN"/>
        <w:rPr>
          <w:highlight w:val="cyan"/>
        </w:rPr>
      </w:pPr>
    </w:p>
    <w:p w14:paraId="4EDECF91" w14:textId="2E12F868" w:rsidR="0069121E" w:rsidRPr="00BC4B13" w:rsidRDefault="00A61426" w:rsidP="004B366F">
      <w:pPr>
        <w:pStyle w:val="Titre3"/>
        <w:numPr>
          <w:ilvl w:val="2"/>
          <w:numId w:val="23"/>
        </w:numPr>
      </w:pPr>
      <w:bookmarkStart w:id="14" w:name="_Toc183786463"/>
      <w:r>
        <w:t>Travaux de peinture</w:t>
      </w:r>
      <w:bookmarkEnd w:id="14"/>
    </w:p>
    <w:p w14:paraId="3330D606" w14:textId="77777777" w:rsidR="0069121E" w:rsidRPr="00BC4B13" w:rsidRDefault="0069121E" w:rsidP="00BC4B13">
      <w:pPr>
        <w:pStyle w:val="ListeCCTP"/>
        <w:numPr>
          <w:ilvl w:val="0"/>
          <w:numId w:val="0"/>
        </w:numPr>
        <w:ind w:left="1418"/>
      </w:pPr>
    </w:p>
    <w:p w14:paraId="34DD1AC3" w14:textId="77777777" w:rsidR="004B366F" w:rsidRPr="004B366F" w:rsidRDefault="004B366F" w:rsidP="004B366F">
      <w:pPr>
        <w:pStyle w:val="TexteN"/>
      </w:pPr>
      <w:r w:rsidRPr="004B366F">
        <w:t>Fabricant : …………</w:t>
      </w:r>
      <w:r>
        <w:t>………………………………………………………………………….</w:t>
      </w:r>
    </w:p>
    <w:p w14:paraId="21588668" w14:textId="77777777" w:rsidR="004B366F" w:rsidRPr="004B366F" w:rsidRDefault="004B366F" w:rsidP="004B366F">
      <w:pPr>
        <w:pStyle w:val="TexteN"/>
      </w:pPr>
      <w:r w:rsidRPr="004B366F">
        <w:t>Caractéristiques : ………</w:t>
      </w:r>
      <w:r>
        <w:t>…………………………………………………………………….</w:t>
      </w:r>
    </w:p>
    <w:p w14:paraId="5C28F5E8" w14:textId="77777777" w:rsidR="004B366F" w:rsidRDefault="004B366F" w:rsidP="004B366F">
      <w:pPr>
        <w:pStyle w:val="TexteN"/>
        <w:rPr>
          <w:highlight w:val="cyan"/>
        </w:rPr>
      </w:pPr>
      <w:r w:rsidRPr="004B366F">
        <w:t>Système prévue : …………</w:t>
      </w:r>
      <w:r>
        <w:t>………………………………………………………………….</w:t>
      </w:r>
    </w:p>
    <w:p w14:paraId="0AADD573" w14:textId="77777777" w:rsidR="00EE69E1" w:rsidRDefault="00EE69E1" w:rsidP="00EE69E1">
      <w:pPr>
        <w:pStyle w:val="TexteN"/>
      </w:pPr>
    </w:p>
    <w:p w14:paraId="34057F1C" w14:textId="77777777" w:rsidR="00EF6E43" w:rsidRDefault="00EF6E43" w:rsidP="00EE69E1">
      <w:pPr>
        <w:pStyle w:val="TexteN"/>
      </w:pPr>
    </w:p>
    <w:p w14:paraId="2EDDEEA9" w14:textId="1E99EDBD" w:rsidR="00EE69E1" w:rsidRDefault="00EE69E1" w:rsidP="004B366F">
      <w:pPr>
        <w:pStyle w:val="Titre3"/>
        <w:numPr>
          <w:ilvl w:val="2"/>
          <w:numId w:val="24"/>
        </w:numPr>
      </w:pPr>
      <w:bookmarkStart w:id="15" w:name="_Toc183786467"/>
      <w:r>
        <w:t>Mise en place d’un bardage métallique</w:t>
      </w:r>
      <w:bookmarkEnd w:id="15"/>
    </w:p>
    <w:p w14:paraId="131991A1" w14:textId="77777777" w:rsidR="00EE69E1" w:rsidRDefault="00EE69E1" w:rsidP="00EE69E1"/>
    <w:p w14:paraId="13F36AFD" w14:textId="77777777" w:rsidR="004B366F" w:rsidRPr="004B366F" w:rsidRDefault="004B366F" w:rsidP="004B366F">
      <w:pPr>
        <w:pStyle w:val="TexteN"/>
      </w:pPr>
      <w:r w:rsidRPr="004B366F">
        <w:t>Fabricant : …………</w:t>
      </w:r>
      <w:r>
        <w:t>………………………………………………………………………….</w:t>
      </w:r>
    </w:p>
    <w:p w14:paraId="7C5C3350" w14:textId="77777777" w:rsidR="004B366F" w:rsidRPr="004B366F" w:rsidRDefault="004B366F" w:rsidP="004B366F">
      <w:pPr>
        <w:pStyle w:val="TexteN"/>
      </w:pPr>
      <w:r w:rsidRPr="004B366F">
        <w:t>Caractéristiques : ………</w:t>
      </w:r>
      <w:r>
        <w:t>…………………………………………………………………….</w:t>
      </w:r>
    </w:p>
    <w:p w14:paraId="7829883C" w14:textId="77777777" w:rsidR="004B366F" w:rsidRDefault="004B366F" w:rsidP="004B366F">
      <w:pPr>
        <w:pStyle w:val="TexteN"/>
        <w:rPr>
          <w:highlight w:val="cyan"/>
        </w:rPr>
      </w:pPr>
      <w:r w:rsidRPr="004B366F">
        <w:t>Système prévue : …………</w:t>
      </w:r>
      <w:r>
        <w:t>………………………………………………………………….</w:t>
      </w:r>
    </w:p>
    <w:p w14:paraId="6F179709" w14:textId="77777777" w:rsidR="00A430BB" w:rsidRPr="00F5710D" w:rsidRDefault="00A430BB" w:rsidP="00EE69E1">
      <w:pPr>
        <w:pStyle w:val="TexteN"/>
        <w:rPr>
          <w:b/>
          <w:bCs/>
          <w:color w:val="FF0000"/>
        </w:rPr>
      </w:pPr>
    </w:p>
    <w:p w14:paraId="3A0ECB4E" w14:textId="0E914E0A" w:rsidR="00F5710D" w:rsidRDefault="00F5710D" w:rsidP="00EE69E1">
      <w:pPr>
        <w:pStyle w:val="TexteN"/>
      </w:pPr>
    </w:p>
    <w:p w14:paraId="7A507C96" w14:textId="25A779F3" w:rsidR="00F5710D" w:rsidRDefault="00F5710D" w:rsidP="004B366F">
      <w:pPr>
        <w:pStyle w:val="Titre3"/>
        <w:numPr>
          <w:ilvl w:val="2"/>
          <w:numId w:val="24"/>
        </w:numPr>
      </w:pPr>
      <w:bookmarkStart w:id="16" w:name="_Toc183786468"/>
      <w:r>
        <w:t>Mise en place de couvertines</w:t>
      </w:r>
      <w:bookmarkEnd w:id="16"/>
      <w:r>
        <w:t xml:space="preserve"> </w:t>
      </w:r>
    </w:p>
    <w:p w14:paraId="7CC87396" w14:textId="77777777" w:rsidR="00F5710D" w:rsidRDefault="00F5710D" w:rsidP="00F5710D"/>
    <w:p w14:paraId="70BECC3E" w14:textId="77777777" w:rsidR="004B366F" w:rsidRPr="004B366F" w:rsidRDefault="004B366F" w:rsidP="004B366F">
      <w:pPr>
        <w:pStyle w:val="TexteN"/>
      </w:pPr>
      <w:r w:rsidRPr="004B366F">
        <w:t>Fabricant : …………</w:t>
      </w:r>
      <w:r>
        <w:t>………………………………………………………………………….</w:t>
      </w:r>
    </w:p>
    <w:p w14:paraId="62AE611B" w14:textId="77777777" w:rsidR="004B366F" w:rsidRPr="004B366F" w:rsidRDefault="004B366F" w:rsidP="004B366F">
      <w:pPr>
        <w:pStyle w:val="TexteN"/>
      </w:pPr>
      <w:r w:rsidRPr="004B366F">
        <w:t>Caractéristiques : ………</w:t>
      </w:r>
      <w:r>
        <w:t>…………………………………………………………………….</w:t>
      </w:r>
    </w:p>
    <w:p w14:paraId="56D028F1" w14:textId="77777777" w:rsidR="004B366F" w:rsidRDefault="004B366F" w:rsidP="004B366F">
      <w:pPr>
        <w:pStyle w:val="TexteN"/>
        <w:rPr>
          <w:highlight w:val="cyan"/>
        </w:rPr>
      </w:pPr>
      <w:r w:rsidRPr="004B366F">
        <w:t>Système prévue : …………</w:t>
      </w:r>
      <w:r>
        <w:t>………………………………………………………………….</w:t>
      </w:r>
    </w:p>
    <w:p w14:paraId="383131FC" w14:textId="77777777" w:rsidR="00EE69E1" w:rsidRDefault="00EE69E1" w:rsidP="00EE69E1">
      <w:pPr>
        <w:pStyle w:val="TexteN"/>
      </w:pPr>
    </w:p>
    <w:p w14:paraId="09FFA15C" w14:textId="77777777" w:rsidR="00EE69E1" w:rsidRDefault="00EE69E1" w:rsidP="00EE69E1">
      <w:pPr>
        <w:pStyle w:val="TexteN"/>
      </w:pPr>
    </w:p>
    <w:p w14:paraId="3C869E7D" w14:textId="77777777" w:rsidR="00EE69E1" w:rsidRPr="00EE69E1" w:rsidRDefault="00EE69E1" w:rsidP="00EE69E1">
      <w:pPr>
        <w:pStyle w:val="TexteN"/>
      </w:pPr>
    </w:p>
    <w:sectPr w:rsidR="00EE69E1" w:rsidRPr="00EE69E1" w:rsidSect="007B027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40" w:right="1080" w:bottom="1134" w:left="1080" w:header="708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A9AF74" w14:textId="77777777" w:rsidR="004F6F5F" w:rsidRDefault="004F6F5F" w:rsidP="002610C3">
      <w:pPr>
        <w:spacing w:line="240" w:lineRule="auto"/>
      </w:pPr>
      <w:r>
        <w:separator/>
      </w:r>
    </w:p>
  </w:endnote>
  <w:endnote w:type="continuationSeparator" w:id="0">
    <w:p w14:paraId="382CE996" w14:textId="77777777" w:rsidR="004F6F5F" w:rsidRDefault="004F6F5F" w:rsidP="002610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8308E" w14:textId="77777777" w:rsidR="008C5E41" w:rsidRDefault="008C5E41" w:rsidP="008C5E41">
    <w:pPr>
      <w:pStyle w:val="Pieddepage"/>
      <w:tabs>
        <w:tab w:val="clear" w:pos="4536"/>
        <w:tab w:val="clear" w:pos="9072"/>
        <w:tab w:val="right" w:pos="9746"/>
      </w:tabs>
      <w:rPr>
        <w:sz w:val="14"/>
        <w:szCs w:val="14"/>
      </w:rPr>
    </w:pPr>
    <w:r>
      <w:rPr>
        <w:rFonts w:eastAsia="Calibri"/>
        <w:sz w:val="14"/>
        <w:szCs w:val="14"/>
      </w:rPr>
      <w:t>Siège Social</w:t>
    </w:r>
    <w:r w:rsidRPr="0030220B">
      <w:rPr>
        <w:rFonts w:eastAsia="Calibri"/>
        <w:sz w:val="14"/>
        <w:szCs w:val="14"/>
      </w:rPr>
      <w:t xml:space="preserve"> </w:t>
    </w:r>
    <w:r>
      <w:rPr>
        <w:rFonts w:eastAsia="Calibri"/>
        <w:sz w:val="14"/>
        <w:szCs w:val="14"/>
      </w:rPr>
      <w:t>–</w:t>
    </w:r>
    <w:r w:rsidRPr="0030220B">
      <w:rPr>
        <w:rFonts w:eastAsia="Calibri"/>
        <w:sz w:val="14"/>
        <w:szCs w:val="14"/>
      </w:rPr>
      <w:t xml:space="preserve"> </w:t>
    </w:r>
    <w:r>
      <w:rPr>
        <w:rFonts w:eastAsia="Calibri"/>
        <w:sz w:val="14"/>
        <w:szCs w:val="14"/>
      </w:rPr>
      <w:t>320 rue Saint-Honoré</w:t>
    </w:r>
    <w:r w:rsidRPr="0030220B">
      <w:rPr>
        <w:rFonts w:eastAsia="Calibri"/>
        <w:sz w:val="14"/>
        <w:szCs w:val="14"/>
      </w:rPr>
      <w:t xml:space="preserve"> </w:t>
    </w:r>
    <w:r>
      <w:rPr>
        <w:rFonts w:eastAsia="Calibri"/>
        <w:sz w:val="14"/>
        <w:szCs w:val="14"/>
      </w:rPr>
      <w:t>–</w:t>
    </w:r>
    <w:r w:rsidRPr="0030220B">
      <w:rPr>
        <w:rFonts w:eastAsia="Calibri"/>
        <w:sz w:val="14"/>
        <w:szCs w:val="14"/>
      </w:rPr>
      <w:t xml:space="preserve"> </w:t>
    </w:r>
    <w:r>
      <w:rPr>
        <w:rFonts w:eastAsia="Calibri"/>
        <w:sz w:val="14"/>
        <w:szCs w:val="14"/>
      </w:rPr>
      <w:t>75001 PARIS</w:t>
    </w:r>
  </w:p>
  <w:p w14:paraId="155BAFA0" w14:textId="77777777" w:rsidR="008C5E41" w:rsidRDefault="008C5E41" w:rsidP="008C5E41">
    <w:pPr>
      <w:pStyle w:val="Pieddepage"/>
      <w:pBdr>
        <w:top w:val="single" w:sz="4" w:space="1" w:color="auto"/>
      </w:pBdr>
      <w:tabs>
        <w:tab w:val="clear" w:pos="4536"/>
        <w:tab w:val="clear" w:pos="9072"/>
        <w:tab w:val="right" w:pos="8505"/>
      </w:tabs>
      <w:ind w:right="107"/>
      <w:rPr>
        <w:rStyle w:val="Numrodepage"/>
        <w:sz w:val="14"/>
        <w:szCs w:val="14"/>
      </w:rPr>
    </w:pPr>
    <w:r>
      <w:rPr>
        <w:rStyle w:val="Numrodepage"/>
        <w:rFonts w:eastAsia="Calibri"/>
        <w:snapToGrid w:val="0"/>
        <w:sz w:val="14"/>
        <w:szCs w:val="14"/>
      </w:rPr>
      <w:t xml:space="preserve">SAS au capital de 50 000 euros - </w:t>
    </w:r>
    <w:r w:rsidRPr="0030220B">
      <w:rPr>
        <w:rStyle w:val="Numrodepage"/>
        <w:rFonts w:eastAsia="Calibri"/>
        <w:snapToGrid w:val="0"/>
        <w:sz w:val="14"/>
        <w:szCs w:val="14"/>
      </w:rPr>
      <w:t xml:space="preserve">RCS </w:t>
    </w:r>
    <w:r>
      <w:rPr>
        <w:rStyle w:val="Numrodepage"/>
        <w:rFonts w:eastAsia="Calibri"/>
        <w:snapToGrid w:val="0"/>
        <w:sz w:val="14"/>
        <w:szCs w:val="14"/>
      </w:rPr>
      <w:t xml:space="preserve">Paris </w:t>
    </w:r>
    <w:r w:rsidRPr="0030220B">
      <w:rPr>
        <w:rStyle w:val="Numrodepage"/>
        <w:rFonts w:eastAsia="Calibri"/>
        <w:snapToGrid w:val="0"/>
        <w:sz w:val="14"/>
        <w:szCs w:val="14"/>
      </w:rPr>
      <w:t xml:space="preserve">799 715 248 </w:t>
    </w:r>
    <w:r>
      <w:rPr>
        <w:rStyle w:val="Numrodepage"/>
        <w:rFonts w:eastAsia="Calibri"/>
        <w:snapToGrid w:val="0"/>
        <w:sz w:val="14"/>
        <w:szCs w:val="14"/>
      </w:rPr>
      <w:t>–</w:t>
    </w:r>
    <w:r w:rsidRPr="0030220B">
      <w:rPr>
        <w:rStyle w:val="Numrodepage"/>
        <w:rFonts w:eastAsia="Calibri"/>
        <w:snapToGrid w:val="0"/>
        <w:sz w:val="14"/>
        <w:szCs w:val="14"/>
      </w:rPr>
      <w:t xml:space="preserve"> </w:t>
    </w:r>
    <w:r>
      <w:rPr>
        <w:rStyle w:val="Numrodepage"/>
        <w:rFonts w:eastAsia="Calibri"/>
        <w:snapToGrid w:val="0"/>
        <w:sz w:val="14"/>
        <w:szCs w:val="14"/>
      </w:rPr>
      <w:t>APE 7112 B</w:t>
    </w:r>
  </w:p>
  <w:p w14:paraId="796D404C" w14:textId="72A0E902" w:rsidR="008C5E41" w:rsidRPr="008A0568" w:rsidRDefault="008C5E41" w:rsidP="008C5E41">
    <w:pPr>
      <w:pStyle w:val="Pieddepage"/>
      <w:tabs>
        <w:tab w:val="clear" w:pos="4536"/>
        <w:tab w:val="clear" w:pos="9072"/>
        <w:tab w:val="right" w:pos="9356"/>
      </w:tabs>
      <w:rPr>
        <w:sz w:val="14"/>
        <w:szCs w:val="14"/>
      </w:rPr>
    </w:pPr>
    <w:r w:rsidRPr="0030220B">
      <w:rPr>
        <w:rFonts w:eastAsia="Calibri"/>
        <w:sz w:val="14"/>
        <w:szCs w:val="14"/>
      </w:rPr>
      <w:t>Tél. </w:t>
    </w:r>
    <w:r>
      <w:rPr>
        <w:rFonts w:eastAsia="Calibri"/>
        <w:sz w:val="14"/>
        <w:szCs w:val="14"/>
      </w:rPr>
      <w:t>01.84.17.73.00</w:t>
    </w:r>
    <w:r w:rsidRPr="0030220B">
      <w:rPr>
        <w:rFonts w:eastAsia="Calibri"/>
        <w:sz w:val="14"/>
        <w:szCs w:val="14"/>
      </w:rPr>
      <w:t xml:space="preserve"> - Fax. </w:t>
    </w:r>
    <w:r>
      <w:rPr>
        <w:rFonts w:eastAsia="Calibri"/>
        <w:sz w:val="14"/>
        <w:szCs w:val="14"/>
      </w:rPr>
      <w:t>09.72.45.38.35</w:t>
    </w:r>
    <w:r w:rsidRPr="0030220B">
      <w:rPr>
        <w:rFonts w:eastAsia="Calibri"/>
        <w:sz w:val="14"/>
        <w:szCs w:val="14"/>
      </w:rPr>
      <w:t xml:space="preserve"> - </w:t>
    </w:r>
    <w:hyperlink r:id="rId1" w:history="1">
      <w:r w:rsidRPr="001900DF">
        <w:rPr>
          <w:rStyle w:val="Lienhypertexte"/>
          <w:rFonts w:eastAsia="Calibri"/>
          <w:sz w:val="14"/>
          <w:szCs w:val="14"/>
        </w:rPr>
        <w:t>contact@e-leven.fr</w:t>
      </w:r>
    </w:hyperlink>
    <w:r>
      <w:rPr>
        <w:rFonts w:eastAsia="Calibri"/>
        <w:sz w:val="14"/>
        <w:szCs w:val="14"/>
      </w:rPr>
      <w:t xml:space="preserve">                                                                                                                                      Page </w:t>
    </w:r>
    <w:r w:rsidRPr="002B190A">
      <w:rPr>
        <w:rFonts w:eastAsia="Calibri"/>
        <w:sz w:val="14"/>
        <w:szCs w:val="14"/>
      </w:rPr>
      <w:fldChar w:fldCharType="begin"/>
    </w:r>
    <w:r w:rsidRPr="002B190A">
      <w:rPr>
        <w:rFonts w:eastAsia="Calibri"/>
        <w:sz w:val="14"/>
        <w:szCs w:val="14"/>
      </w:rPr>
      <w:instrText>PAGE   \* MERGEFORMAT</w:instrText>
    </w:r>
    <w:r w:rsidRPr="002B190A">
      <w:rPr>
        <w:rFonts w:eastAsia="Calibri"/>
        <w:sz w:val="14"/>
        <w:szCs w:val="14"/>
      </w:rPr>
      <w:fldChar w:fldCharType="separate"/>
    </w:r>
    <w:r>
      <w:rPr>
        <w:rFonts w:eastAsia="Calibri"/>
        <w:sz w:val="14"/>
        <w:szCs w:val="14"/>
      </w:rPr>
      <w:t>2</w:t>
    </w:r>
    <w:r w:rsidRPr="002B190A">
      <w:rPr>
        <w:rFonts w:eastAsia="Calibri"/>
        <w:sz w:val="14"/>
        <w:szCs w:val="14"/>
      </w:rPr>
      <w:fldChar w:fldCharType="end"/>
    </w:r>
    <w:r>
      <w:rPr>
        <w:rFonts w:eastAsia="Calibri"/>
        <w:sz w:val="14"/>
        <w:szCs w:val="14"/>
      </w:rPr>
      <w:t>/</w:t>
    </w:r>
    <w:r>
      <w:rPr>
        <w:rFonts w:eastAsia="Calibri"/>
        <w:sz w:val="14"/>
        <w:szCs w:val="14"/>
      </w:rPr>
      <w:fldChar w:fldCharType="begin"/>
    </w:r>
    <w:r>
      <w:rPr>
        <w:rFonts w:eastAsia="Calibri"/>
        <w:sz w:val="14"/>
        <w:szCs w:val="14"/>
      </w:rPr>
      <w:instrText xml:space="preserve"> NUMPAGES   \* MERGEFORMAT </w:instrText>
    </w:r>
    <w:r>
      <w:rPr>
        <w:rFonts w:eastAsia="Calibri"/>
        <w:sz w:val="14"/>
        <w:szCs w:val="14"/>
      </w:rPr>
      <w:fldChar w:fldCharType="separate"/>
    </w:r>
    <w:r>
      <w:rPr>
        <w:rFonts w:eastAsia="Calibri"/>
        <w:sz w:val="14"/>
        <w:szCs w:val="14"/>
      </w:rPr>
      <w:t>26</w:t>
    </w:r>
    <w:r>
      <w:rPr>
        <w:rFonts w:eastAsia="Calibri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121B4" w14:textId="77777777" w:rsidR="008C5E41" w:rsidRDefault="008C5E41" w:rsidP="008C5E41">
    <w:pPr>
      <w:pStyle w:val="Pieddepage"/>
      <w:tabs>
        <w:tab w:val="clear" w:pos="4536"/>
        <w:tab w:val="clear" w:pos="9072"/>
        <w:tab w:val="right" w:pos="9746"/>
      </w:tabs>
      <w:rPr>
        <w:sz w:val="14"/>
        <w:szCs w:val="14"/>
      </w:rPr>
    </w:pPr>
    <w:r>
      <w:rPr>
        <w:rFonts w:eastAsia="Calibri"/>
        <w:sz w:val="14"/>
        <w:szCs w:val="14"/>
      </w:rPr>
      <w:t>Siège Social</w:t>
    </w:r>
    <w:r w:rsidRPr="0030220B">
      <w:rPr>
        <w:rFonts w:eastAsia="Calibri"/>
        <w:sz w:val="14"/>
        <w:szCs w:val="14"/>
      </w:rPr>
      <w:t xml:space="preserve"> </w:t>
    </w:r>
    <w:r>
      <w:rPr>
        <w:rFonts w:eastAsia="Calibri"/>
        <w:sz w:val="14"/>
        <w:szCs w:val="14"/>
      </w:rPr>
      <w:t>–</w:t>
    </w:r>
    <w:r w:rsidRPr="0030220B">
      <w:rPr>
        <w:rFonts w:eastAsia="Calibri"/>
        <w:sz w:val="14"/>
        <w:szCs w:val="14"/>
      </w:rPr>
      <w:t xml:space="preserve"> </w:t>
    </w:r>
    <w:r>
      <w:rPr>
        <w:rFonts w:eastAsia="Calibri"/>
        <w:sz w:val="14"/>
        <w:szCs w:val="14"/>
      </w:rPr>
      <w:t>320 rue Saint-Honoré</w:t>
    </w:r>
    <w:r w:rsidRPr="0030220B">
      <w:rPr>
        <w:rFonts w:eastAsia="Calibri"/>
        <w:sz w:val="14"/>
        <w:szCs w:val="14"/>
      </w:rPr>
      <w:t xml:space="preserve"> </w:t>
    </w:r>
    <w:r>
      <w:rPr>
        <w:rFonts w:eastAsia="Calibri"/>
        <w:sz w:val="14"/>
        <w:szCs w:val="14"/>
      </w:rPr>
      <w:t>–</w:t>
    </w:r>
    <w:r w:rsidRPr="0030220B">
      <w:rPr>
        <w:rFonts w:eastAsia="Calibri"/>
        <w:sz w:val="14"/>
        <w:szCs w:val="14"/>
      </w:rPr>
      <w:t xml:space="preserve"> </w:t>
    </w:r>
    <w:r>
      <w:rPr>
        <w:rFonts w:eastAsia="Calibri"/>
        <w:sz w:val="14"/>
        <w:szCs w:val="14"/>
      </w:rPr>
      <w:t>75001 PARIS</w:t>
    </w:r>
  </w:p>
  <w:p w14:paraId="69F6E6B5" w14:textId="77777777" w:rsidR="008C5E41" w:rsidRDefault="008C5E41" w:rsidP="008C5E41">
    <w:pPr>
      <w:pStyle w:val="Pieddepage"/>
      <w:pBdr>
        <w:top w:val="single" w:sz="4" w:space="1" w:color="auto"/>
      </w:pBdr>
      <w:tabs>
        <w:tab w:val="clear" w:pos="4536"/>
        <w:tab w:val="clear" w:pos="9072"/>
        <w:tab w:val="right" w:pos="8505"/>
      </w:tabs>
      <w:ind w:right="107"/>
      <w:rPr>
        <w:rStyle w:val="Numrodepage"/>
        <w:sz w:val="14"/>
        <w:szCs w:val="14"/>
      </w:rPr>
    </w:pPr>
    <w:r>
      <w:rPr>
        <w:rStyle w:val="Numrodepage"/>
        <w:rFonts w:eastAsia="Calibri"/>
        <w:snapToGrid w:val="0"/>
        <w:sz w:val="14"/>
        <w:szCs w:val="14"/>
      </w:rPr>
      <w:t xml:space="preserve">SAS au capital de 50 000 euros - </w:t>
    </w:r>
    <w:r w:rsidRPr="0030220B">
      <w:rPr>
        <w:rStyle w:val="Numrodepage"/>
        <w:rFonts w:eastAsia="Calibri"/>
        <w:snapToGrid w:val="0"/>
        <w:sz w:val="14"/>
        <w:szCs w:val="14"/>
      </w:rPr>
      <w:t xml:space="preserve">RCS </w:t>
    </w:r>
    <w:r>
      <w:rPr>
        <w:rStyle w:val="Numrodepage"/>
        <w:rFonts w:eastAsia="Calibri"/>
        <w:snapToGrid w:val="0"/>
        <w:sz w:val="14"/>
        <w:szCs w:val="14"/>
      </w:rPr>
      <w:t xml:space="preserve">Paris </w:t>
    </w:r>
    <w:r w:rsidRPr="0030220B">
      <w:rPr>
        <w:rStyle w:val="Numrodepage"/>
        <w:rFonts w:eastAsia="Calibri"/>
        <w:snapToGrid w:val="0"/>
        <w:sz w:val="14"/>
        <w:szCs w:val="14"/>
      </w:rPr>
      <w:t xml:space="preserve">799 715 248 </w:t>
    </w:r>
    <w:r>
      <w:rPr>
        <w:rStyle w:val="Numrodepage"/>
        <w:rFonts w:eastAsia="Calibri"/>
        <w:snapToGrid w:val="0"/>
        <w:sz w:val="14"/>
        <w:szCs w:val="14"/>
      </w:rPr>
      <w:t>–</w:t>
    </w:r>
    <w:r w:rsidRPr="0030220B">
      <w:rPr>
        <w:rStyle w:val="Numrodepage"/>
        <w:rFonts w:eastAsia="Calibri"/>
        <w:snapToGrid w:val="0"/>
        <w:sz w:val="14"/>
        <w:szCs w:val="14"/>
      </w:rPr>
      <w:t xml:space="preserve"> </w:t>
    </w:r>
    <w:r>
      <w:rPr>
        <w:rStyle w:val="Numrodepage"/>
        <w:rFonts w:eastAsia="Calibri"/>
        <w:snapToGrid w:val="0"/>
        <w:sz w:val="14"/>
        <w:szCs w:val="14"/>
      </w:rPr>
      <w:t>APE 7112 B</w:t>
    </w:r>
  </w:p>
  <w:p w14:paraId="3FFD9262" w14:textId="0AD732BA" w:rsidR="008C5E41" w:rsidRPr="008A0568" w:rsidRDefault="008C5E41" w:rsidP="008C5E41">
    <w:pPr>
      <w:pStyle w:val="Pieddepage"/>
      <w:tabs>
        <w:tab w:val="clear" w:pos="4536"/>
        <w:tab w:val="clear" w:pos="9072"/>
        <w:tab w:val="right" w:pos="9356"/>
      </w:tabs>
      <w:rPr>
        <w:sz w:val="14"/>
        <w:szCs w:val="14"/>
      </w:rPr>
    </w:pPr>
    <w:r w:rsidRPr="0030220B">
      <w:rPr>
        <w:rFonts w:eastAsia="Calibri"/>
        <w:sz w:val="14"/>
        <w:szCs w:val="14"/>
      </w:rPr>
      <w:t>Tél. </w:t>
    </w:r>
    <w:r>
      <w:rPr>
        <w:rFonts w:eastAsia="Calibri"/>
        <w:sz w:val="14"/>
        <w:szCs w:val="14"/>
      </w:rPr>
      <w:t>01.84.17.73.00</w:t>
    </w:r>
    <w:r w:rsidRPr="0030220B">
      <w:rPr>
        <w:rFonts w:eastAsia="Calibri"/>
        <w:sz w:val="14"/>
        <w:szCs w:val="14"/>
      </w:rPr>
      <w:t xml:space="preserve"> - Fax. </w:t>
    </w:r>
    <w:r>
      <w:rPr>
        <w:rFonts w:eastAsia="Calibri"/>
        <w:sz w:val="14"/>
        <w:szCs w:val="14"/>
      </w:rPr>
      <w:t>09.72.45.38.35</w:t>
    </w:r>
    <w:r w:rsidRPr="0030220B">
      <w:rPr>
        <w:rFonts w:eastAsia="Calibri"/>
        <w:sz w:val="14"/>
        <w:szCs w:val="14"/>
      </w:rPr>
      <w:t xml:space="preserve"> - </w:t>
    </w:r>
    <w:hyperlink r:id="rId1" w:history="1">
      <w:r w:rsidRPr="001900DF">
        <w:rPr>
          <w:rStyle w:val="Lienhypertexte"/>
          <w:rFonts w:eastAsia="Calibri"/>
          <w:sz w:val="14"/>
          <w:szCs w:val="14"/>
        </w:rPr>
        <w:t>contact@e-leven.fr</w:t>
      </w:r>
    </w:hyperlink>
    <w:r>
      <w:rPr>
        <w:rFonts w:eastAsia="Calibri"/>
        <w:sz w:val="14"/>
        <w:szCs w:val="14"/>
      </w:rPr>
      <w:t xml:space="preserve">                                                                                                                                      Page </w:t>
    </w:r>
    <w:r w:rsidRPr="002B190A">
      <w:rPr>
        <w:rFonts w:eastAsia="Calibri"/>
        <w:sz w:val="14"/>
        <w:szCs w:val="14"/>
      </w:rPr>
      <w:fldChar w:fldCharType="begin"/>
    </w:r>
    <w:r w:rsidRPr="002B190A">
      <w:rPr>
        <w:rFonts w:eastAsia="Calibri"/>
        <w:sz w:val="14"/>
        <w:szCs w:val="14"/>
      </w:rPr>
      <w:instrText>PAGE   \* MERGEFORMAT</w:instrText>
    </w:r>
    <w:r w:rsidRPr="002B190A">
      <w:rPr>
        <w:rFonts w:eastAsia="Calibri"/>
        <w:sz w:val="14"/>
        <w:szCs w:val="14"/>
      </w:rPr>
      <w:fldChar w:fldCharType="separate"/>
    </w:r>
    <w:r>
      <w:rPr>
        <w:rFonts w:eastAsia="Calibri"/>
        <w:sz w:val="14"/>
        <w:szCs w:val="14"/>
      </w:rPr>
      <w:t>2</w:t>
    </w:r>
    <w:r w:rsidRPr="002B190A">
      <w:rPr>
        <w:rFonts w:eastAsia="Calibri"/>
        <w:sz w:val="14"/>
        <w:szCs w:val="14"/>
      </w:rPr>
      <w:fldChar w:fldCharType="end"/>
    </w:r>
    <w:r>
      <w:rPr>
        <w:rFonts w:eastAsia="Calibri"/>
        <w:sz w:val="14"/>
        <w:szCs w:val="14"/>
      </w:rPr>
      <w:t>/</w:t>
    </w:r>
    <w:r>
      <w:rPr>
        <w:rFonts w:eastAsia="Calibri"/>
        <w:sz w:val="14"/>
        <w:szCs w:val="14"/>
      </w:rPr>
      <w:fldChar w:fldCharType="begin"/>
    </w:r>
    <w:r>
      <w:rPr>
        <w:rFonts w:eastAsia="Calibri"/>
        <w:sz w:val="14"/>
        <w:szCs w:val="14"/>
      </w:rPr>
      <w:instrText xml:space="preserve"> NUMPAGES   \* MERGEFORMAT </w:instrText>
    </w:r>
    <w:r>
      <w:rPr>
        <w:rFonts w:eastAsia="Calibri"/>
        <w:sz w:val="14"/>
        <w:szCs w:val="14"/>
      </w:rPr>
      <w:fldChar w:fldCharType="separate"/>
    </w:r>
    <w:r>
      <w:rPr>
        <w:rFonts w:eastAsia="Calibri"/>
        <w:sz w:val="14"/>
        <w:szCs w:val="14"/>
      </w:rPr>
      <w:t>26</w:t>
    </w:r>
    <w:r>
      <w:rPr>
        <w:rFonts w:eastAsia="Calibri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8571BE" w14:textId="77777777" w:rsidR="004F6F5F" w:rsidRDefault="004F6F5F" w:rsidP="002610C3">
      <w:pPr>
        <w:spacing w:line="240" w:lineRule="auto"/>
      </w:pPr>
      <w:r>
        <w:separator/>
      </w:r>
    </w:p>
  </w:footnote>
  <w:footnote w:type="continuationSeparator" w:id="0">
    <w:p w14:paraId="5C7B7F5F" w14:textId="77777777" w:rsidR="004F6F5F" w:rsidRDefault="004F6F5F" w:rsidP="002610C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CAB47" w14:textId="773ADEB5" w:rsidR="00D62AE2" w:rsidRDefault="00D62AE2" w:rsidP="00D62AE2">
    <w:pPr>
      <w:pStyle w:val="En-tte01"/>
    </w:pPr>
    <w:r>
      <w:t xml:space="preserve">CPAM DE LA LOIRE                                                                                                                                                                                                            Indice </w:t>
    </w:r>
    <w:r w:rsidR="007A56FE">
      <w:t>4</w:t>
    </w:r>
  </w:p>
  <w:p w14:paraId="0193B896" w14:textId="400F3B2E" w:rsidR="00D62AE2" w:rsidRDefault="00D62AE2" w:rsidP="00D62AE2">
    <w:pPr>
      <w:pStyle w:val="En-tte01"/>
    </w:pPr>
    <w:r>
      <w:t xml:space="preserve">3 Parvis Pierre Laroque 42000 Saint Etienne                                                                                                                                                                                                                      </w:t>
    </w:r>
    <w:r w:rsidR="007A56FE">
      <w:t>21/11/2024</w:t>
    </w:r>
  </w:p>
  <w:p w14:paraId="1B1CF44A" w14:textId="77777777" w:rsidR="00D62AE2" w:rsidRDefault="00D62AE2" w:rsidP="00D62AE2">
    <w:pPr>
      <w:pStyle w:val="En-tte01"/>
    </w:pPr>
  </w:p>
  <w:p w14:paraId="40D46B4A" w14:textId="77777777" w:rsidR="00D62AE2" w:rsidRPr="00973461" w:rsidRDefault="00D62AE2" w:rsidP="00D62AE2">
    <w:pPr>
      <w:pStyle w:val="En-tte01"/>
    </w:pPr>
    <w:r>
      <w:t>Réfection des toitures terrasses de la CPAM de Roanne</w:t>
    </w:r>
    <w:r w:rsidRPr="00973461">
      <w:ptab w:relativeTo="margin" w:alignment="center" w:leader="none"/>
    </w:r>
    <w:r w:rsidRPr="00973461">
      <w:ptab w:relativeTo="margin" w:alignment="right" w:leader="none"/>
    </w:r>
    <w:r>
      <w:rPr>
        <w:rStyle w:val="NlotintitulCar"/>
      </w:rPr>
      <w:t>Lot Unique Etanchéité</w:t>
    </w:r>
  </w:p>
  <w:p w14:paraId="71971CF5" w14:textId="77777777" w:rsidR="008C5E41" w:rsidRDefault="008C5E41" w:rsidP="008C5E4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1A5060" w14:textId="096097F4" w:rsidR="008C5E41" w:rsidRDefault="00D62AE2" w:rsidP="008C5E41">
    <w:pPr>
      <w:pStyle w:val="En-tte01"/>
    </w:pPr>
    <w:r>
      <w:t>CPAM DE LA LOIRE</w:t>
    </w:r>
    <w:r w:rsidR="008C5E41">
      <w:t xml:space="preserve">                                                                                                                                                                                                            Indice </w:t>
    </w:r>
    <w:r w:rsidR="009907E8">
      <w:t>4</w:t>
    </w:r>
  </w:p>
  <w:p w14:paraId="798A4D9C" w14:textId="5C03A86F" w:rsidR="008C5E41" w:rsidRDefault="00D62AE2" w:rsidP="008C5E41">
    <w:pPr>
      <w:pStyle w:val="En-tte01"/>
    </w:pPr>
    <w:r>
      <w:t xml:space="preserve">3 Parvis Pierre Laroque 42000 </w:t>
    </w:r>
    <w:r w:rsidR="0000202B">
      <w:t>SAINT ETIENNE</w:t>
    </w:r>
    <w:r w:rsidR="008C5E41">
      <w:t xml:space="preserve">                                                                                                                                                                                                              </w:t>
    </w:r>
    <w:r w:rsidR="009907E8">
      <w:t>21/11</w:t>
    </w:r>
    <w:r w:rsidR="00B75167">
      <w:t>/2024</w:t>
    </w:r>
  </w:p>
  <w:p w14:paraId="49D0589A" w14:textId="77777777" w:rsidR="008C5E41" w:rsidRDefault="008C5E41" w:rsidP="008C5E41">
    <w:pPr>
      <w:pStyle w:val="En-tte01"/>
    </w:pPr>
  </w:p>
  <w:p w14:paraId="58E3DA65" w14:textId="48538D86" w:rsidR="008C5E41" w:rsidRPr="00973461" w:rsidRDefault="00D62AE2" w:rsidP="008C5E41">
    <w:pPr>
      <w:pStyle w:val="En-tte01"/>
    </w:pPr>
    <w:r>
      <w:t xml:space="preserve">Réfection des toitures terrasses de la CPAM de </w:t>
    </w:r>
    <w:r w:rsidR="0000202B">
      <w:t>ROANNE</w:t>
    </w:r>
    <w:r w:rsidR="008C5E41" w:rsidRPr="00973461">
      <w:ptab w:relativeTo="margin" w:alignment="center" w:leader="none"/>
    </w:r>
    <w:r w:rsidR="008C5E41" w:rsidRPr="00973461">
      <w:ptab w:relativeTo="margin" w:alignment="right" w:leader="none"/>
    </w:r>
    <w:r>
      <w:rPr>
        <w:rStyle w:val="NlotintitulCar"/>
      </w:rPr>
      <w:t>Lot Unique Etanchéité</w:t>
    </w:r>
  </w:p>
  <w:p w14:paraId="383E355A" w14:textId="77777777" w:rsidR="00652A4F" w:rsidRPr="008C5E41" w:rsidRDefault="00652A4F" w:rsidP="008C5E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A4F8A"/>
    <w:multiLevelType w:val="hybridMultilevel"/>
    <w:tmpl w:val="50FA0BA0"/>
    <w:lvl w:ilvl="0" w:tplc="B798C8F8">
      <w:numFmt w:val="bullet"/>
      <w:lvlText w:val=""/>
      <w:lvlJc w:val="left"/>
      <w:pPr>
        <w:ind w:left="1494" w:hanging="360"/>
      </w:pPr>
      <w:rPr>
        <w:rFonts w:ascii="Wingdings" w:eastAsiaTheme="minorHAnsi" w:hAnsi="Wingdings" w:cs="Arial" w:hint="default"/>
      </w:rPr>
    </w:lvl>
    <w:lvl w:ilvl="1" w:tplc="040C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0EE81CFF"/>
    <w:multiLevelType w:val="multilevel"/>
    <w:tmpl w:val="52C49A06"/>
    <w:lvl w:ilvl="0">
      <w:start w:val="6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0" w:hanging="444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2" w15:restartNumberingAfterBreak="0">
    <w:nsid w:val="0EEB77E0"/>
    <w:multiLevelType w:val="multilevel"/>
    <w:tmpl w:val="3E00FB62"/>
    <w:lvl w:ilvl="0">
      <w:start w:val="6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40" w:hanging="444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3" w15:restartNumberingAfterBreak="0">
    <w:nsid w:val="125C0DCA"/>
    <w:multiLevelType w:val="multilevel"/>
    <w:tmpl w:val="4420D72C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6AF7F76"/>
    <w:multiLevelType w:val="multilevel"/>
    <w:tmpl w:val="2E00FEEA"/>
    <w:lvl w:ilvl="0">
      <w:start w:val="6"/>
      <w:numFmt w:val="decimal"/>
      <w:lvlText w:val="%1"/>
      <w:lvlJc w:val="left"/>
      <w:pPr>
        <w:ind w:left="552" w:hanging="552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48" w:hanging="552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5" w15:restartNumberingAfterBreak="0">
    <w:nsid w:val="180A7C6E"/>
    <w:multiLevelType w:val="multilevel"/>
    <w:tmpl w:val="C1E859AC"/>
    <w:lvl w:ilvl="0">
      <w:start w:val="6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40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6" w15:restartNumberingAfterBreak="0">
    <w:nsid w:val="1D7973E0"/>
    <w:multiLevelType w:val="hybridMultilevel"/>
    <w:tmpl w:val="AF501B02"/>
    <w:lvl w:ilvl="0" w:tplc="61B01242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8" w:hanging="360"/>
      </w:pPr>
    </w:lvl>
    <w:lvl w:ilvl="2" w:tplc="040C001B" w:tentative="1">
      <w:start w:val="1"/>
      <w:numFmt w:val="lowerRoman"/>
      <w:lvlText w:val="%3."/>
      <w:lvlJc w:val="right"/>
      <w:pPr>
        <w:ind w:left="3218" w:hanging="180"/>
      </w:pPr>
    </w:lvl>
    <w:lvl w:ilvl="3" w:tplc="040C000F" w:tentative="1">
      <w:start w:val="1"/>
      <w:numFmt w:val="decimal"/>
      <w:lvlText w:val="%4."/>
      <w:lvlJc w:val="left"/>
      <w:pPr>
        <w:ind w:left="3938" w:hanging="360"/>
      </w:pPr>
    </w:lvl>
    <w:lvl w:ilvl="4" w:tplc="040C0019" w:tentative="1">
      <w:start w:val="1"/>
      <w:numFmt w:val="lowerLetter"/>
      <w:lvlText w:val="%5."/>
      <w:lvlJc w:val="left"/>
      <w:pPr>
        <w:ind w:left="4658" w:hanging="360"/>
      </w:pPr>
    </w:lvl>
    <w:lvl w:ilvl="5" w:tplc="040C001B" w:tentative="1">
      <w:start w:val="1"/>
      <w:numFmt w:val="lowerRoman"/>
      <w:lvlText w:val="%6."/>
      <w:lvlJc w:val="right"/>
      <w:pPr>
        <w:ind w:left="5378" w:hanging="180"/>
      </w:pPr>
    </w:lvl>
    <w:lvl w:ilvl="6" w:tplc="040C000F" w:tentative="1">
      <w:start w:val="1"/>
      <w:numFmt w:val="decimal"/>
      <w:lvlText w:val="%7."/>
      <w:lvlJc w:val="left"/>
      <w:pPr>
        <w:ind w:left="6098" w:hanging="360"/>
      </w:pPr>
    </w:lvl>
    <w:lvl w:ilvl="7" w:tplc="040C0019" w:tentative="1">
      <w:start w:val="1"/>
      <w:numFmt w:val="lowerLetter"/>
      <w:lvlText w:val="%8."/>
      <w:lvlJc w:val="left"/>
      <w:pPr>
        <w:ind w:left="6818" w:hanging="360"/>
      </w:pPr>
    </w:lvl>
    <w:lvl w:ilvl="8" w:tplc="040C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 w15:restartNumberingAfterBreak="0">
    <w:nsid w:val="22A373CC"/>
    <w:multiLevelType w:val="multilevel"/>
    <w:tmpl w:val="6750F3A0"/>
    <w:lvl w:ilvl="0">
      <w:start w:val="6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40" w:hanging="444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E6B6D69"/>
    <w:multiLevelType w:val="hybridMultilevel"/>
    <w:tmpl w:val="607E2718"/>
    <w:lvl w:ilvl="0" w:tplc="5B88C3BC">
      <w:start w:val="4"/>
      <w:numFmt w:val="bullet"/>
      <w:lvlText w:val="-"/>
      <w:lvlJc w:val="left"/>
      <w:pPr>
        <w:ind w:left="2073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9" w15:restartNumberingAfterBreak="0">
    <w:nsid w:val="30311420"/>
    <w:multiLevelType w:val="hybridMultilevel"/>
    <w:tmpl w:val="BD0C1AEA"/>
    <w:lvl w:ilvl="0" w:tplc="5B88C3BC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815779"/>
    <w:multiLevelType w:val="hybridMultilevel"/>
    <w:tmpl w:val="C686AE52"/>
    <w:lvl w:ilvl="0" w:tplc="63F66E8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73" w:hanging="360"/>
      </w:pPr>
    </w:lvl>
    <w:lvl w:ilvl="2" w:tplc="040C001B" w:tentative="1">
      <w:start w:val="1"/>
      <w:numFmt w:val="lowerRoman"/>
      <w:lvlText w:val="%3."/>
      <w:lvlJc w:val="right"/>
      <w:pPr>
        <w:ind w:left="2793" w:hanging="180"/>
      </w:pPr>
    </w:lvl>
    <w:lvl w:ilvl="3" w:tplc="040C000F" w:tentative="1">
      <w:start w:val="1"/>
      <w:numFmt w:val="decimal"/>
      <w:lvlText w:val="%4."/>
      <w:lvlJc w:val="left"/>
      <w:pPr>
        <w:ind w:left="3513" w:hanging="360"/>
      </w:pPr>
    </w:lvl>
    <w:lvl w:ilvl="4" w:tplc="040C0019" w:tentative="1">
      <w:start w:val="1"/>
      <w:numFmt w:val="lowerLetter"/>
      <w:lvlText w:val="%5."/>
      <w:lvlJc w:val="left"/>
      <w:pPr>
        <w:ind w:left="4233" w:hanging="360"/>
      </w:pPr>
    </w:lvl>
    <w:lvl w:ilvl="5" w:tplc="040C001B" w:tentative="1">
      <w:start w:val="1"/>
      <w:numFmt w:val="lowerRoman"/>
      <w:lvlText w:val="%6."/>
      <w:lvlJc w:val="right"/>
      <w:pPr>
        <w:ind w:left="4953" w:hanging="180"/>
      </w:pPr>
    </w:lvl>
    <w:lvl w:ilvl="6" w:tplc="040C000F" w:tentative="1">
      <w:start w:val="1"/>
      <w:numFmt w:val="decimal"/>
      <w:lvlText w:val="%7."/>
      <w:lvlJc w:val="left"/>
      <w:pPr>
        <w:ind w:left="5673" w:hanging="360"/>
      </w:pPr>
    </w:lvl>
    <w:lvl w:ilvl="7" w:tplc="040C0019" w:tentative="1">
      <w:start w:val="1"/>
      <w:numFmt w:val="lowerLetter"/>
      <w:lvlText w:val="%8."/>
      <w:lvlJc w:val="left"/>
      <w:pPr>
        <w:ind w:left="6393" w:hanging="360"/>
      </w:pPr>
    </w:lvl>
    <w:lvl w:ilvl="8" w:tplc="040C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335A3ADD"/>
    <w:multiLevelType w:val="hybridMultilevel"/>
    <w:tmpl w:val="FAD67ADE"/>
    <w:lvl w:ilvl="0" w:tplc="5B88C3BC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4137E9"/>
    <w:multiLevelType w:val="multilevel"/>
    <w:tmpl w:val="57023DA8"/>
    <w:lvl w:ilvl="0">
      <w:start w:val="6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40" w:hanging="444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13" w15:restartNumberingAfterBreak="0">
    <w:nsid w:val="585C0E38"/>
    <w:multiLevelType w:val="hybridMultilevel"/>
    <w:tmpl w:val="5E7C2C92"/>
    <w:lvl w:ilvl="0" w:tplc="040C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4" w15:restartNumberingAfterBreak="0">
    <w:nsid w:val="5BB04AAE"/>
    <w:multiLevelType w:val="multilevel"/>
    <w:tmpl w:val="84AE95A2"/>
    <w:lvl w:ilvl="0">
      <w:start w:val="6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40" w:hanging="444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15" w15:restartNumberingAfterBreak="0">
    <w:nsid w:val="5F440665"/>
    <w:multiLevelType w:val="hybridMultilevel"/>
    <w:tmpl w:val="11509886"/>
    <w:lvl w:ilvl="0" w:tplc="040C000F">
      <w:start w:val="1"/>
      <w:numFmt w:val="decimal"/>
      <w:lvlText w:val="%1."/>
      <w:lvlJc w:val="left"/>
      <w:pPr>
        <w:ind w:left="1713" w:hanging="360"/>
      </w:pPr>
    </w:lvl>
    <w:lvl w:ilvl="1" w:tplc="040C0019" w:tentative="1">
      <w:start w:val="1"/>
      <w:numFmt w:val="lowerLetter"/>
      <w:lvlText w:val="%2."/>
      <w:lvlJc w:val="left"/>
      <w:pPr>
        <w:ind w:left="2433" w:hanging="360"/>
      </w:pPr>
    </w:lvl>
    <w:lvl w:ilvl="2" w:tplc="040C001B" w:tentative="1">
      <w:start w:val="1"/>
      <w:numFmt w:val="lowerRoman"/>
      <w:lvlText w:val="%3."/>
      <w:lvlJc w:val="right"/>
      <w:pPr>
        <w:ind w:left="3153" w:hanging="180"/>
      </w:pPr>
    </w:lvl>
    <w:lvl w:ilvl="3" w:tplc="040C000F" w:tentative="1">
      <w:start w:val="1"/>
      <w:numFmt w:val="decimal"/>
      <w:lvlText w:val="%4."/>
      <w:lvlJc w:val="left"/>
      <w:pPr>
        <w:ind w:left="3873" w:hanging="360"/>
      </w:pPr>
    </w:lvl>
    <w:lvl w:ilvl="4" w:tplc="040C0019" w:tentative="1">
      <w:start w:val="1"/>
      <w:numFmt w:val="lowerLetter"/>
      <w:lvlText w:val="%5."/>
      <w:lvlJc w:val="left"/>
      <w:pPr>
        <w:ind w:left="4593" w:hanging="360"/>
      </w:pPr>
    </w:lvl>
    <w:lvl w:ilvl="5" w:tplc="040C001B" w:tentative="1">
      <w:start w:val="1"/>
      <w:numFmt w:val="lowerRoman"/>
      <w:lvlText w:val="%6."/>
      <w:lvlJc w:val="right"/>
      <w:pPr>
        <w:ind w:left="5313" w:hanging="180"/>
      </w:pPr>
    </w:lvl>
    <w:lvl w:ilvl="6" w:tplc="040C000F" w:tentative="1">
      <w:start w:val="1"/>
      <w:numFmt w:val="decimal"/>
      <w:lvlText w:val="%7."/>
      <w:lvlJc w:val="left"/>
      <w:pPr>
        <w:ind w:left="6033" w:hanging="360"/>
      </w:pPr>
    </w:lvl>
    <w:lvl w:ilvl="7" w:tplc="040C0019" w:tentative="1">
      <w:start w:val="1"/>
      <w:numFmt w:val="lowerLetter"/>
      <w:lvlText w:val="%8."/>
      <w:lvlJc w:val="left"/>
      <w:pPr>
        <w:ind w:left="6753" w:hanging="360"/>
      </w:pPr>
    </w:lvl>
    <w:lvl w:ilvl="8" w:tplc="040C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63DC3A25"/>
    <w:multiLevelType w:val="hybridMultilevel"/>
    <w:tmpl w:val="BF46599A"/>
    <w:lvl w:ilvl="0" w:tplc="040C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64165DD7"/>
    <w:multiLevelType w:val="multilevel"/>
    <w:tmpl w:val="73620274"/>
    <w:lvl w:ilvl="0">
      <w:start w:val="6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0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18" w15:restartNumberingAfterBreak="0">
    <w:nsid w:val="69A6610E"/>
    <w:multiLevelType w:val="hybridMultilevel"/>
    <w:tmpl w:val="33F81FF0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 w15:restartNumberingAfterBreak="0">
    <w:nsid w:val="7C286793"/>
    <w:multiLevelType w:val="hybridMultilevel"/>
    <w:tmpl w:val="636CAD7E"/>
    <w:lvl w:ilvl="0" w:tplc="3E42FEA4">
      <w:start w:val="1"/>
      <w:numFmt w:val="bullet"/>
      <w:pStyle w:val="ListeCCTP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1E2A6F"/>
    <w:multiLevelType w:val="multilevel"/>
    <w:tmpl w:val="2F6A645A"/>
    <w:lvl w:ilvl="0">
      <w:start w:val="6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0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num w:numId="1" w16cid:durableId="525680107">
    <w:abstractNumId w:val="19"/>
  </w:num>
  <w:num w:numId="2" w16cid:durableId="1342203079">
    <w:abstractNumId w:val="3"/>
  </w:num>
  <w:num w:numId="3" w16cid:durableId="154538228">
    <w:abstractNumId w:val="13"/>
  </w:num>
  <w:num w:numId="4" w16cid:durableId="1872457473">
    <w:abstractNumId w:val="16"/>
  </w:num>
  <w:num w:numId="5" w16cid:durableId="387537928">
    <w:abstractNumId w:val="19"/>
  </w:num>
  <w:num w:numId="6" w16cid:durableId="1944217836">
    <w:abstractNumId w:val="18"/>
  </w:num>
  <w:num w:numId="7" w16cid:durableId="1550845577">
    <w:abstractNumId w:val="15"/>
  </w:num>
  <w:num w:numId="8" w16cid:durableId="376055047">
    <w:abstractNumId w:val="10"/>
  </w:num>
  <w:num w:numId="9" w16cid:durableId="1066295687">
    <w:abstractNumId w:val="0"/>
  </w:num>
  <w:num w:numId="10" w16cid:durableId="1379822263">
    <w:abstractNumId w:val="9"/>
  </w:num>
  <w:num w:numId="11" w16cid:durableId="1223366261">
    <w:abstractNumId w:val="9"/>
  </w:num>
  <w:num w:numId="12" w16cid:durableId="1028408638">
    <w:abstractNumId w:val="0"/>
  </w:num>
  <w:num w:numId="13" w16cid:durableId="1334451806">
    <w:abstractNumId w:val="8"/>
  </w:num>
  <w:num w:numId="14" w16cid:durableId="502476803">
    <w:abstractNumId w:val="6"/>
  </w:num>
  <w:num w:numId="15" w16cid:durableId="19625768">
    <w:abstractNumId w:val="11"/>
  </w:num>
  <w:num w:numId="16" w16cid:durableId="772356674">
    <w:abstractNumId w:val="20"/>
  </w:num>
  <w:num w:numId="17" w16cid:durableId="961695620">
    <w:abstractNumId w:val="1"/>
  </w:num>
  <w:num w:numId="18" w16cid:durableId="1935090023">
    <w:abstractNumId w:val="4"/>
  </w:num>
  <w:num w:numId="19" w16cid:durableId="727415143">
    <w:abstractNumId w:val="17"/>
  </w:num>
  <w:num w:numId="20" w16cid:durableId="1474179979">
    <w:abstractNumId w:val="12"/>
  </w:num>
  <w:num w:numId="21" w16cid:durableId="934636137">
    <w:abstractNumId w:val="5"/>
  </w:num>
  <w:num w:numId="22" w16cid:durableId="1962760675">
    <w:abstractNumId w:val="14"/>
  </w:num>
  <w:num w:numId="23" w16cid:durableId="1892501718">
    <w:abstractNumId w:val="7"/>
  </w:num>
  <w:num w:numId="24" w16cid:durableId="1350569740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21E"/>
    <w:rsid w:val="0000202B"/>
    <w:rsid w:val="00005E48"/>
    <w:rsid w:val="0001424B"/>
    <w:rsid w:val="00015982"/>
    <w:rsid w:val="000200F1"/>
    <w:rsid w:val="000217A3"/>
    <w:rsid w:val="00024006"/>
    <w:rsid w:val="0002649F"/>
    <w:rsid w:val="00026A02"/>
    <w:rsid w:val="00034354"/>
    <w:rsid w:val="00034E69"/>
    <w:rsid w:val="00035309"/>
    <w:rsid w:val="00036B66"/>
    <w:rsid w:val="00037B32"/>
    <w:rsid w:val="00037DA5"/>
    <w:rsid w:val="000420C2"/>
    <w:rsid w:val="000423F3"/>
    <w:rsid w:val="00046731"/>
    <w:rsid w:val="0005442C"/>
    <w:rsid w:val="00060EB7"/>
    <w:rsid w:val="000649FF"/>
    <w:rsid w:val="00065F10"/>
    <w:rsid w:val="0006657F"/>
    <w:rsid w:val="0007247D"/>
    <w:rsid w:val="00073743"/>
    <w:rsid w:val="000763BF"/>
    <w:rsid w:val="00077656"/>
    <w:rsid w:val="0008658B"/>
    <w:rsid w:val="00086745"/>
    <w:rsid w:val="0008794C"/>
    <w:rsid w:val="00090499"/>
    <w:rsid w:val="00091DB0"/>
    <w:rsid w:val="00093E9D"/>
    <w:rsid w:val="00095161"/>
    <w:rsid w:val="00097277"/>
    <w:rsid w:val="000A1E7A"/>
    <w:rsid w:val="000A22A0"/>
    <w:rsid w:val="000A55C2"/>
    <w:rsid w:val="000B4D95"/>
    <w:rsid w:val="000B51D1"/>
    <w:rsid w:val="000B6FA6"/>
    <w:rsid w:val="000C0EF0"/>
    <w:rsid w:val="000C115F"/>
    <w:rsid w:val="000C16E4"/>
    <w:rsid w:val="000C2AA3"/>
    <w:rsid w:val="000C6251"/>
    <w:rsid w:val="000C7A12"/>
    <w:rsid w:val="000C7E47"/>
    <w:rsid w:val="000D13BF"/>
    <w:rsid w:val="000D1439"/>
    <w:rsid w:val="000D40BB"/>
    <w:rsid w:val="000E2C5A"/>
    <w:rsid w:val="000E354A"/>
    <w:rsid w:val="000E3C83"/>
    <w:rsid w:val="000E5628"/>
    <w:rsid w:val="000E75F3"/>
    <w:rsid w:val="000F1C3D"/>
    <w:rsid w:val="000F2F1F"/>
    <w:rsid w:val="000F35CF"/>
    <w:rsid w:val="000F47C7"/>
    <w:rsid w:val="000F6BF0"/>
    <w:rsid w:val="001146E9"/>
    <w:rsid w:val="0011633F"/>
    <w:rsid w:val="001176F0"/>
    <w:rsid w:val="0012135E"/>
    <w:rsid w:val="0012150C"/>
    <w:rsid w:val="00122A4C"/>
    <w:rsid w:val="00125456"/>
    <w:rsid w:val="00125459"/>
    <w:rsid w:val="00136215"/>
    <w:rsid w:val="0013692C"/>
    <w:rsid w:val="00137138"/>
    <w:rsid w:val="00141FDB"/>
    <w:rsid w:val="00145B71"/>
    <w:rsid w:val="00147621"/>
    <w:rsid w:val="00151139"/>
    <w:rsid w:val="00152771"/>
    <w:rsid w:val="00153391"/>
    <w:rsid w:val="00154ADF"/>
    <w:rsid w:val="00157AC4"/>
    <w:rsid w:val="0016132B"/>
    <w:rsid w:val="00163EBD"/>
    <w:rsid w:val="001747B1"/>
    <w:rsid w:val="00177E60"/>
    <w:rsid w:val="00177EEE"/>
    <w:rsid w:val="00186137"/>
    <w:rsid w:val="00193217"/>
    <w:rsid w:val="0019407E"/>
    <w:rsid w:val="001A0671"/>
    <w:rsid w:val="001A357D"/>
    <w:rsid w:val="001A49E5"/>
    <w:rsid w:val="001B0E06"/>
    <w:rsid w:val="001B67DD"/>
    <w:rsid w:val="001B7C9D"/>
    <w:rsid w:val="001C0CEF"/>
    <w:rsid w:val="001C12D1"/>
    <w:rsid w:val="001C36B9"/>
    <w:rsid w:val="001C5FE8"/>
    <w:rsid w:val="001C6766"/>
    <w:rsid w:val="001D0D19"/>
    <w:rsid w:val="001E164C"/>
    <w:rsid w:val="001E16CF"/>
    <w:rsid w:val="001E5651"/>
    <w:rsid w:val="001E63A8"/>
    <w:rsid w:val="001E7226"/>
    <w:rsid w:val="001F160F"/>
    <w:rsid w:val="001F57FC"/>
    <w:rsid w:val="001F6359"/>
    <w:rsid w:val="001F6CF2"/>
    <w:rsid w:val="001F6E55"/>
    <w:rsid w:val="002027AF"/>
    <w:rsid w:val="002038F9"/>
    <w:rsid w:val="002063AE"/>
    <w:rsid w:val="0021096B"/>
    <w:rsid w:val="00211143"/>
    <w:rsid w:val="00214A72"/>
    <w:rsid w:val="00217274"/>
    <w:rsid w:val="00217307"/>
    <w:rsid w:val="0021798A"/>
    <w:rsid w:val="002232B0"/>
    <w:rsid w:val="00236AB7"/>
    <w:rsid w:val="002371D0"/>
    <w:rsid w:val="00237568"/>
    <w:rsid w:val="00244ECA"/>
    <w:rsid w:val="00245AE2"/>
    <w:rsid w:val="00257B0E"/>
    <w:rsid w:val="002610C3"/>
    <w:rsid w:val="00262CE5"/>
    <w:rsid w:val="00263754"/>
    <w:rsid w:val="002642D2"/>
    <w:rsid w:val="00264D20"/>
    <w:rsid w:val="0026528F"/>
    <w:rsid w:val="002748F7"/>
    <w:rsid w:val="00276E80"/>
    <w:rsid w:val="00276FF0"/>
    <w:rsid w:val="00280357"/>
    <w:rsid w:val="00282637"/>
    <w:rsid w:val="00286DD5"/>
    <w:rsid w:val="002874FC"/>
    <w:rsid w:val="002939D8"/>
    <w:rsid w:val="0029441E"/>
    <w:rsid w:val="0029628E"/>
    <w:rsid w:val="00296A90"/>
    <w:rsid w:val="00296C16"/>
    <w:rsid w:val="00297444"/>
    <w:rsid w:val="002A2CCD"/>
    <w:rsid w:val="002A4C9B"/>
    <w:rsid w:val="002A53C5"/>
    <w:rsid w:val="002B0D75"/>
    <w:rsid w:val="002B6CEB"/>
    <w:rsid w:val="002B6CFE"/>
    <w:rsid w:val="002C1482"/>
    <w:rsid w:val="002C470D"/>
    <w:rsid w:val="002D1C7B"/>
    <w:rsid w:val="002D3842"/>
    <w:rsid w:val="002D43D2"/>
    <w:rsid w:val="002D453C"/>
    <w:rsid w:val="002E1C45"/>
    <w:rsid w:val="002E271D"/>
    <w:rsid w:val="002E42E2"/>
    <w:rsid w:val="002E795B"/>
    <w:rsid w:val="002F0A29"/>
    <w:rsid w:val="0030028C"/>
    <w:rsid w:val="00311197"/>
    <w:rsid w:val="00312FC7"/>
    <w:rsid w:val="00313E7E"/>
    <w:rsid w:val="00316F76"/>
    <w:rsid w:val="00320F92"/>
    <w:rsid w:val="003269D7"/>
    <w:rsid w:val="00327881"/>
    <w:rsid w:val="00330898"/>
    <w:rsid w:val="0033378A"/>
    <w:rsid w:val="00351E26"/>
    <w:rsid w:val="00352B3D"/>
    <w:rsid w:val="00352C83"/>
    <w:rsid w:val="00357C3D"/>
    <w:rsid w:val="00363588"/>
    <w:rsid w:val="003662B5"/>
    <w:rsid w:val="003721E1"/>
    <w:rsid w:val="00372DC0"/>
    <w:rsid w:val="00375458"/>
    <w:rsid w:val="0037728E"/>
    <w:rsid w:val="00384E6A"/>
    <w:rsid w:val="0039561C"/>
    <w:rsid w:val="003A3CAD"/>
    <w:rsid w:val="003A6B88"/>
    <w:rsid w:val="003B2C6D"/>
    <w:rsid w:val="003B4435"/>
    <w:rsid w:val="003B68B8"/>
    <w:rsid w:val="003C595F"/>
    <w:rsid w:val="003C613B"/>
    <w:rsid w:val="003D1F31"/>
    <w:rsid w:val="003D3A84"/>
    <w:rsid w:val="003D48C0"/>
    <w:rsid w:val="003D5176"/>
    <w:rsid w:val="003E3773"/>
    <w:rsid w:val="003F30F7"/>
    <w:rsid w:val="003F5BA2"/>
    <w:rsid w:val="0040332D"/>
    <w:rsid w:val="00403F35"/>
    <w:rsid w:val="0040649D"/>
    <w:rsid w:val="00406D2E"/>
    <w:rsid w:val="00407BEF"/>
    <w:rsid w:val="00413529"/>
    <w:rsid w:val="004142E5"/>
    <w:rsid w:val="00416957"/>
    <w:rsid w:val="00417B75"/>
    <w:rsid w:val="0042039D"/>
    <w:rsid w:val="00420BF5"/>
    <w:rsid w:val="00427665"/>
    <w:rsid w:val="00430BD2"/>
    <w:rsid w:val="0043504C"/>
    <w:rsid w:val="004354DF"/>
    <w:rsid w:val="004358C7"/>
    <w:rsid w:val="004404F3"/>
    <w:rsid w:val="00441566"/>
    <w:rsid w:val="004420D1"/>
    <w:rsid w:val="004454AE"/>
    <w:rsid w:val="00446AD8"/>
    <w:rsid w:val="0045702E"/>
    <w:rsid w:val="004650BB"/>
    <w:rsid w:val="0046571F"/>
    <w:rsid w:val="00466095"/>
    <w:rsid w:val="0047315D"/>
    <w:rsid w:val="00473C5C"/>
    <w:rsid w:val="00474E7E"/>
    <w:rsid w:val="00475566"/>
    <w:rsid w:val="00480C83"/>
    <w:rsid w:val="00481AC8"/>
    <w:rsid w:val="00483406"/>
    <w:rsid w:val="00483C68"/>
    <w:rsid w:val="00484C5B"/>
    <w:rsid w:val="004851DE"/>
    <w:rsid w:val="00487F88"/>
    <w:rsid w:val="00490B44"/>
    <w:rsid w:val="0049372A"/>
    <w:rsid w:val="00495647"/>
    <w:rsid w:val="004968EC"/>
    <w:rsid w:val="004970AE"/>
    <w:rsid w:val="004A22B8"/>
    <w:rsid w:val="004A7753"/>
    <w:rsid w:val="004B366F"/>
    <w:rsid w:val="004B4A47"/>
    <w:rsid w:val="004B4B28"/>
    <w:rsid w:val="004C3F92"/>
    <w:rsid w:val="004C46D8"/>
    <w:rsid w:val="004C6375"/>
    <w:rsid w:val="004C655E"/>
    <w:rsid w:val="004D11B0"/>
    <w:rsid w:val="004D18CD"/>
    <w:rsid w:val="004D4DEF"/>
    <w:rsid w:val="004D76E3"/>
    <w:rsid w:val="004E71D2"/>
    <w:rsid w:val="004F49E9"/>
    <w:rsid w:val="004F6F5F"/>
    <w:rsid w:val="0051439E"/>
    <w:rsid w:val="005148A4"/>
    <w:rsid w:val="00516CF2"/>
    <w:rsid w:val="00521BDB"/>
    <w:rsid w:val="00522401"/>
    <w:rsid w:val="00523366"/>
    <w:rsid w:val="005245E4"/>
    <w:rsid w:val="00525F73"/>
    <w:rsid w:val="00526A5A"/>
    <w:rsid w:val="005321ED"/>
    <w:rsid w:val="005323DD"/>
    <w:rsid w:val="00533238"/>
    <w:rsid w:val="0054228B"/>
    <w:rsid w:val="00544990"/>
    <w:rsid w:val="0054731D"/>
    <w:rsid w:val="00551643"/>
    <w:rsid w:val="005519EB"/>
    <w:rsid w:val="005523C0"/>
    <w:rsid w:val="00567B8B"/>
    <w:rsid w:val="005704D5"/>
    <w:rsid w:val="0058329B"/>
    <w:rsid w:val="00586218"/>
    <w:rsid w:val="005870A4"/>
    <w:rsid w:val="00587D0B"/>
    <w:rsid w:val="005919E1"/>
    <w:rsid w:val="00594319"/>
    <w:rsid w:val="00597DCF"/>
    <w:rsid w:val="005A01FB"/>
    <w:rsid w:val="005A333F"/>
    <w:rsid w:val="005A5459"/>
    <w:rsid w:val="005B2CBF"/>
    <w:rsid w:val="005C1AA7"/>
    <w:rsid w:val="005C2059"/>
    <w:rsid w:val="005C5B04"/>
    <w:rsid w:val="005D0B27"/>
    <w:rsid w:val="005D227C"/>
    <w:rsid w:val="005D7392"/>
    <w:rsid w:val="005E14DD"/>
    <w:rsid w:val="005E2470"/>
    <w:rsid w:val="005E6851"/>
    <w:rsid w:val="005E6A30"/>
    <w:rsid w:val="005F0FB8"/>
    <w:rsid w:val="005F108D"/>
    <w:rsid w:val="005F10F1"/>
    <w:rsid w:val="005F1706"/>
    <w:rsid w:val="005F73D2"/>
    <w:rsid w:val="006022BD"/>
    <w:rsid w:val="00604D54"/>
    <w:rsid w:val="00606809"/>
    <w:rsid w:val="00606CAF"/>
    <w:rsid w:val="00611DB8"/>
    <w:rsid w:val="00613E5E"/>
    <w:rsid w:val="006166F2"/>
    <w:rsid w:val="0061740E"/>
    <w:rsid w:val="00626013"/>
    <w:rsid w:val="00641960"/>
    <w:rsid w:val="00650010"/>
    <w:rsid w:val="00652A4F"/>
    <w:rsid w:val="0065586A"/>
    <w:rsid w:val="00656144"/>
    <w:rsid w:val="00656E85"/>
    <w:rsid w:val="00657D80"/>
    <w:rsid w:val="00665908"/>
    <w:rsid w:val="0066603E"/>
    <w:rsid w:val="00667F52"/>
    <w:rsid w:val="00670B86"/>
    <w:rsid w:val="00670CA1"/>
    <w:rsid w:val="00671A16"/>
    <w:rsid w:val="00672163"/>
    <w:rsid w:val="00674B2C"/>
    <w:rsid w:val="00676691"/>
    <w:rsid w:val="006814FF"/>
    <w:rsid w:val="0068602A"/>
    <w:rsid w:val="0068765A"/>
    <w:rsid w:val="0069121E"/>
    <w:rsid w:val="006915CF"/>
    <w:rsid w:val="00694404"/>
    <w:rsid w:val="00697325"/>
    <w:rsid w:val="00697689"/>
    <w:rsid w:val="006A28F2"/>
    <w:rsid w:val="006A331E"/>
    <w:rsid w:val="006A74E3"/>
    <w:rsid w:val="006B2A87"/>
    <w:rsid w:val="006C61DC"/>
    <w:rsid w:val="006D2442"/>
    <w:rsid w:val="006D4700"/>
    <w:rsid w:val="006D7734"/>
    <w:rsid w:val="006E144F"/>
    <w:rsid w:val="006E3883"/>
    <w:rsid w:val="006E3E9F"/>
    <w:rsid w:val="006E4AB5"/>
    <w:rsid w:val="006F0E16"/>
    <w:rsid w:val="006F3CA0"/>
    <w:rsid w:val="006F75DC"/>
    <w:rsid w:val="00702875"/>
    <w:rsid w:val="00704FFC"/>
    <w:rsid w:val="00706BE3"/>
    <w:rsid w:val="00706E5A"/>
    <w:rsid w:val="00711592"/>
    <w:rsid w:val="0071671F"/>
    <w:rsid w:val="007178F3"/>
    <w:rsid w:val="0072679A"/>
    <w:rsid w:val="00726AEC"/>
    <w:rsid w:val="00734CA5"/>
    <w:rsid w:val="00743D20"/>
    <w:rsid w:val="00743E9C"/>
    <w:rsid w:val="00757058"/>
    <w:rsid w:val="0075707B"/>
    <w:rsid w:val="00762DF2"/>
    <w:rsid w:val="007630AD"/>
    <w:rsid w:val="007643AD"/>
    <w:rsid w:val="00766212"/>
    <w:rsid w:val="0076761A"/>
    <w:rsid w:val="0077286E"/>
    <w:rsid w:val="00772BB9"/>
    <w:rsid w:val="00775332"/>
    <w:rsid w:val="00776571"/>
    <w:rsid w:val="00777BFE"/>
    <w:rsid w:val="007805D7"/>
    <w:rsid w:val="00784BE9"/>
    <w:rsid w:val="00784F05"/>
    <w:rsid w:val="007869E6"/>
    <w:rsid w:val="00790399"/>
    <w:rsid w:val="00792E64"/>
    <w:rsid w:val="007943B9"/>
    <w:rsid w:val="0079440C"/>
    <w:rsid w:val="00795B3D"/>
    <w:rsid w:val="007A56FE"/>
    <w:rsid w:val="007A6E36"/>
    <w:rsid w:val="007B00E9"/>
    <w:rsid w:val="007B0275"/>
    <w:rsid w:val="007B2390"/>
    <w:rsid w:val="007B3349"/>
    <w:rsid w:val="007B6733"/>
    <w:rsid w:val="007B7FB7"/>
    <w:rsid w:val="007C42FE"/>
    <w:rsid w:val="007C7A59"/>
    <w:rsid w:val="007D08E3"/>
    <w:rsid w:val="007D22AF"/>
    <w:rsid w:val="007D6808"/>
    <w:rsid w:val="007E189D"/>
    <w:rsid w:val="007E4295"/>
    <w:rsid w:val="007F0170"/>
    <w:rsid w:val="008009D3"/>
    <w:rsid w:val="00801C3F"/>
    <w:rsid w:val="00804238"/>
    <w:rsid w:val="0081364F"/>
    <w:rsid w:val="00814B96"/>
    <w:rsid w:val="008170C6"/>
    <w:rsid w:val="008204EE"/>
    <w:rsid w:val="0083261B"/>
    <w:rsid w:val="008326EA"/>
    <w:rsid w:val="0083270F"/>
    <w:rsid w:val="008328B1"/>
    <w:rsid w:val="00833DA1"/>
    <w:rsid w:val="00836C64"/>
    <w:rsid w:val="008400CB"/>
    <w:rsid w:val="0084588E"/>
    <w:rsid w:val="00851242"/>
    <w:rsid w:val="00853EB4"/>
    <w:rsid w:val="008545AE"/>
    <w:rsid w:val="008560DE"/>
    <w:rsid w:val="00861715"/>
    <w:rsid w:val="00864A96"/>
    <w:rsid w:val="00873843"/>
    <w:rsid w:val="00874EEF"/>
    <w:rsid w:val="00876BE5"/>
    <w:rsid w:val="00881972"/>
    <w:rsid w:val="00883CD2"/>
    <w:rsid w:val="00883E7E"/>
    <w:rsid w:val="00884691"/>
    <w:rsid w:val="0088746F"/>
    <w:rsid w:val="00893143"/>
    <w:rsid w:val="0089404F"/>
    <w:rsid w:val="008A0635"/>
    <w:rsid w:val="008A1646"/>
    <w:rsid w:val="008A1E4D"/>
    <w:rsid w:val="008A31A0"/>
    <w:rsid w:val="008A453A"/>
    <w:rsid w:val="008A6664"/>
    <w:rsid w:val="008B1977"/>
    <w:rsid w:val="008B78CB"/>
    <w:rsid w:val="008C0B80"/>
    <w:rsid w:val="008C3BA8"/>
    <w:rsid w:val="008C3D9D"/>
    <w:rsid w:val="008C5D02"/>
    <w:rsid w:val="008C5E41"/>
    <w:rsid w:val="008D4C3B"/>
    <w:rsid w:val="008D6C74"/>
    <w:rsid w:val="008F01DD"/>
    <w:rsid w:val="008F25A0"/>
    <w:rsid w:val="008F3053"/>
    <w:rsid w:val="008F3296"/>
    <w:rsid w:val="008F4DB1"/>
    <w:rsid w:val="008F4E3F"/>
    <w:rsid w:val="009008A3"/>
    <w:rsid w:val="0090590F"/>
    <w:rsid w:val="009073A8"/>
    <w:rsid w:val="0091079F"/>
    <w:rsid w:val="00911B1B"/>
    <w:rsid w:val="0091293C"/>
    <w:rsid w:val="00917395"/>
    <w:rsid w:val="009207D4"/>
    <w:rsid w:val="00920B48"/>
    <w:rsid w:val="0092107F"/>
    <w:rsid w:val="00921FEC"/>
    <w:rsid w:val="00922A5F"/>
    <w:rsid w:val="009231D6"/>
    <w:rsid w:val="00923AEC"/>
    <w:rsid w:val="00924168"/>
    <w:rsid w:val="00924B47"/>
    <w:rsid w:val="0092599E"/>
    <w:rsid w:val="00925B46"/>
    <w:rsid w:val="00926432"/>
    <w:rsid w:val="00927B84"/>
    <w:rsid w:val="00934BB3"/>
    <w:rsid w:val="00936714"/>
    <w:rsid w:val="009372E6"/>
    <w:rsid w:val="009376EB"/>
    <w:rsid w:val="00942D3C"/>
    <w:rsid w:val="0094782A"/>
    <w:rsid w:val="00951752"/>
    <w:rsid w:val="009519ED"/>
    <w:rsid w:val="009606D8"/>
    <w:rsid w:val="00963672"/>
    <w:rsid w:val="009654B2"/>
    <w:rsid w:val="009705B6"/>
    <w:rsid w:val="00972CEE"/>
    <w:rsid w:val="009776A7"/>
    <w:rsid w:val="009800FD"/>
    <w:rsid w:val="00985662"/>
    <w:rsid w:val="00986692"/>
    <w:rsid w:val="0098747B"/>
    <w:rsid w:val="009904E2"/>
    <w:rsid w:val="009907E8"/>
    <w:rsid w:val="009A26AE"/>
    <w:rsid w:val="009A3FB4"/>
    <w:rsid w:val="009A60C5"/>
    <w:rsid w:val="009A6309"/>
    <w:rsid w:val="009B105A"/>
    <w:rsid w:val="009B25DB"/>
    <w:rsid w:val="009C02D4"/>
    <w:rsid w:val="009C7790"/>
    <w:rsid w:val="009C7BE5"/>
    <w:rsid w:val="009D2164"/>
    <w:rsid w:val="009D3773"/>
    <w:rsid w:val="009E3812"/>
    <w:rsid w:val="009E4DDA"/>
    <w:rsid w:val="009E7586"/>
    <w:rsid w:val="009F43D8"/>
    <w:rsid w:val="009F7FAA"/>
    <w:rsid w:val="00A00BA2"/>
    <w:rsid w:val="00A02F89"/>
    <w:rsid w:val="00A07360"/>
    <w:rsid w:val="00A127C0"/>
    <w:rsid w:val="00A15889"/>
    <w:rsid w:val="00A20002"/>
    <w:rsid w:val="00A20553"/>
    <w:rsid w:val="00A20C13"/>
    <w:rsid w:val="00A34F5F"/>
    <w:rsid w:val="00A3556B"/>
    <w:rsid w:val="00A35BF9"/>
    <w:rsid w:val="00A41254"/>
    <w:rsid w:val="00A41305"/>
    <w:rsid w:val="00A41317"/>
    <w:rsid w:val="00A430BB"/>
    <w:rsid w:val="00A44BB5"/>
    <w:rsid w:val="00A51B19"/>
    <w:rsid w:val="00A575E6"/>
    <w:rsid w:val="00A6067F"/>
    <w:rsid w:val="00A60C93"/>
    <w:rsid w:val="00A61426"/>
    <w:rsid w:val="00A61CD2"/>
    <w:rsid w:val="00A71A17"/>
    <w:rsid w:val="00A71F3E"/>
    <w:rsid w:val="00A7485C"/>
    <w:rsid w:val="00A81A5C"/>
    <w:rsid w:val="00A85A68"/>
    <w:rsid w:val="00A8682D"/>
    <w:rsid w:val="00A874E6"/>
    <w:rsid w:val="00A9335F"/>
    <w:rsid w:val="00A9437E"/>
    <w:rsid w:val="00A96458"/>
    <w:rsid w:val="00A97306"/>
    <w:rsid w:val="00A97676"/>
    <w:rsid w:val="00AA3E8C"/>
    <w:rsid w:val="00AA541E"/>
    <w:rsid w:val="00AA62F1"/>
    <w:rsid w:val="00AA6E9F"/>
    <w:rsid w:val="00AA757D"/>
    <w:rsid w:val="00AA7DE8"/>
    <w:rsid w:val="00AB645B"/>
    <w:rsid w:val="00AB6BE0"/>
    <w:rsid w:val="00AC00D4"/>
    <w:rsid w:val="00AC4B63"/>
    <w:rsid w:val="00AC5331"/>
    <w:rsid w:val="00AC5910"/>
    <w:rsid w:val="00AC68FE"/>
    <w:rsid w:val="00AC6DD8"/>
    <w:rsid w:val="00AC6EAE"/>
    <w:rsid w:val="00AC7C98"/>
    <w:rsid w:val="00AD2795"/>
    <w:rsid w:val="00AD4475"/>
    <w:rsid w:val="00AD4CAA"/>
    <w:rsid w:val="00AD6775"/>
    <w:rsid w:val="00AD685A"/>
    <w:rsid w:val="00AE1901"/>
    <w:rsid w:val="00AE778F"/>
    <w:rsid w:val="00AF2C9F"/>
    <w:rsid w:val="00AF2EE4"/>
    <w:rsid w:val="00AF4CC6"/>
    <w:rsid w:val="00AF7A07"/>
    <w:rsid w:val="00B01D12"/>
    <w:rsid w:val="00B13AE8"/>
    <w:rsid w:val="00B152AD"/>
    <w:rsid w:val="00B166EA"/>
    <w:rsid w:val="00B20E31"/>
    <w:rsid w:val="00B23DF1"/>
    <w:rsid w:val="00B243F8"/>
    <w:rsid w:val="00B2674F"/>
    <w:rsid w:val="00B27BD2"/>
    <w:rsid w:val="00B310F1"/>
    <w:rsid w:val="00B32510"/>
    <w:rsid w:val="00B334FA"/>
    <w:rsid w:val="00B35199"/>
    <w:rsid w:val="00B36786"/>
    <w:rsid w:val="00B40211"/>
    <w:rsid w:val="00B4748B"/>
    <w:rsid w:val="00B50D71"/>
    <w:rsid w:val="00B60072"/>
    <w:rsid w:val="00B61E98"/>
    <w:rsid w:val="00B62913"/>
    <w:rsid w:val="00B640BF"/>
    <w:rsid w:val="00B65C94"/>
    <w:rsid w:val="00B663DB"/>
    <w:rsid w:val="00B71C63"/>
    <w:rsid w:val="00B72D3F"/>
    <w:rsid w:val="00B74659"/>
    <w:rsid w:val="00B74889"/>
    <w:rsid w:val="00B75093"/>
    <w:rsid w:val="00B75167"/>
    <w:rsid w:val="00B766A3"/>
    <w:rsid w:val="00B83AC5"/>
    <w:rsid w:val="00B84466"/>
    <w:rsid w:val="00B90CEA"/>
    <w:rsid w:val="00B935F9"/>
    <w:rsid w:val="00B97908"/>
    <w:rsid w:val="00BA0570"/>
    <w:rsid w:val="00BA7A2B"/>
    <w:rsid w:val="00BB1657"/>
    <w:rsid w:val="00BB20C8"/>
    <w:rsid w:val="00BB31E8"/>
    <w:rsid w:val="00BB7CE8"/>
    <w:rsid w:val="00BC114D"/>
    <w:rsid w:val="00BC2A1E"/>
    <w:rsid w:val="00BC4B13"/>
    <w:rsid w:val="00BC4D6F"/>
    <w:rsid w:val="00BC6985"/>
    <w:rsid w:val="00BD0537"/>
    <w:rsid w:val="00BD1FC4"/>
    <w:rsid w:val="00BD4635"/>
    <w:rsid w:val="00BD6163"/>
    <w:rsid w:val="00BD644F"/>
    <w:rsid w:val="00BD647F"/>
    <w:rsid w:val="00BE4989"/>
    <w:rsid w:val="00BE63FD"/>
    <w:rsid w:val="00BE75AA"/>
    <w:rsid w:val="00BF562F"/>
    <w:rsid w:val="00C01198"/>
    <w:rsid w:val="00C03BC6"/>
    <w:rsid w:val="00C04E70"/>
    <w:rsid w:val="00C05A55"/>
    <w:rsid w:val="00C05CC2"/>
    <w:rsid w:val="00C1015F"/>
    <w:rsid w:val="00C111A9"/>
    <w:rsid w:val="00C12219"/>
    <w:rsid w:val="00C16223"/>
    <w:rsid w:val="00C16515"/>
    <w:rsid w:val="00C2119D"/>
    <w:rsid w:val="00C2146E"/>
    <w:rsid w:val="00C21BC8"/>
    <w:rsid w:val="00C231C7"/>
    <w:rsid w:val="00C2464E"/>
    <w:rsid w:val="00C258E3"/>
    <w:rsid w:val="00C35892"/>
    <w:rsid w:val="00C42B6C"/>
    <w:rsid w:val="00C50B86"/>
    <w:rsid w:val="00C530C1"/>
    <w:rsid w:val="00C564BD"/>
    <w:rsid w:val="00C57F34"/>
    <w:rsid w:val="00C60CAC"/>
    <w:rsid w:val="00C62F99"/>
    <w:rsid w:val="00C632C8"/>
    <w:rsid w:val="00C652BF"/>
    <w:rsid w:val="00C77DB5"/>
    <w:rsid w:val="00C83958"/>
    <w:rsid w:val="00C90CA4"/>
    <w:rsid w:val="00C950E3"/>
    <w:rsid w:val="00CA16A5"/>
    <w:rsid w:val="00CA62E4"/>
    <w:rsid w:val="00CB0030"/>
    <w:rsid w:val="00CB0530"/>
    <w:rsid w:val="00CB324F"/>
    <w:rsid w:val="00CB5DE9"/>
    <w:rsid w:val="00CB6F98"/>
    <w:rsid w:val="00CB7776"/>
    <w:rsid w:val="00CC22B8"/>
    <w:rsid w:val="00CC2A39"/>
    <w:rsid w:val="00CC4EAE"/>
    <w:rsid w:val="00CC76AA"/>
    <w:rsid w:val="00CD0FD2"/>
    <w:rsid w:val="00CE3306"/>
    <w:rsid w:val="00CE567A"/>
    <w:rsid w:val="00CE76E6"/>
    <w:rsid w:val="00CF02E3"/>
    <w:rsid w:val="00CF4379"/>
    <w:rsid w:val="00CF7046"/>
    <w:rsid w:val="00D005C6"/>
    <w:rsid w:val="00D01BCB"/>
    <w:rsid w:val="00D03817"/>
    <w:rsid w:val="00D05F23"/>
    <w:rsid w:val="00D131E9"/>
    <w:rsid w:val="00D13B53"/>
    <w:rsid w:val="00D21146"/>
    <w:rsid w:val="00D21204"/>
    <w:rsid w:val="00D26942"/>
    <w:rsid w:val="00D315BA"/>
    <w:rsid w:val="00D31FA2"/>
    <w:rsid w:val="00D323D8"/>
    <w:rsid w:val="00D352F3"/>
    <w:rsid w:val="00D35656"/>
    <w:rsid w:val="00D3633E"/>
    <w:rsid w:val="00D407EC"/>
    <w:rsid w:val="00D44FC6"/>
    <w:rsid w:val="00D4770F"/>
    <w:rsid w:val="00D50AC6"/>
    <w:rsid w:val="00D53FBF"/>
    <w:rsid w:val="00D5535C"/>
    <w:rsid w:val="00D62AE2"/>
    <w:rsid w:val="00D63188"/>
    <w:rsid w:val="00D63229"/>
    <w:rsid w:val="00D64558"/>
    <w:rsid w:val="00D65F57"/>
    <w:rsid w:val="00D67589"/>
    <w:rsid w:val="00D76541"/>
    <w:rsid w:val="00D81172"/>
    <w:rsid w:val="00D8291B"/>
    <w:rsid w:val="00D831B7"/>
    <w:rsid w:val="00D838E5"/>
    <w:rsid w:val="00D83DEB"/>
    <w:rsid w:val="00D95B0F"/>
    <w:rsid w:val="00D97488"/>
    <w:rsid w:val="00DA1D63"/>
    <w:rsid w:val="00DA1DBF"/>
    <w:rsid w:val="00DA6FC1"/>
    <w:rsid w:val="00DA70C6"/>
    <w:rsid w:val="00DA7CBE"/>
    <w:rsid w:val="00DB0646"/>
    <w:rsid w:val="00DB0C9A"/>
    <w:rsid w:val="00DB2FFD"/>
    <w:rsid w:val="00DB3FAA"/>
    <w:rsid w:val="00DC0BFE"/>
    <w:rsid w:val="00DC0DAB"/>
    <w:rsid w:val="00DC13E6"/>
    <w:rsid w:val="00DC2306"/>
    <w:rsid w:val="00DC63AC"/>
    <w:rsid w:val="00DD0ED0"/>
    <w:rsid w:val="00DD3CAD"/>
    <w:rsid w:val="00DD5488"/>
    <w:rsid w:val="00DD62BC"/>
    <w:rsid w:val="00DE3A6C"/>
    <w:rsid w:val="00DE773E"/>
    <w:rsid w:val="00DF46DD"/>
    <w:rsid w:val="00E00244"/>
    <w:rsid w:val="00E00472"/>
    <w:rsid w:val="00E03539"/>
    <w:rsid w:val="00E05C79"/>
    <w:rsid w:val="00E10FA8"/>
    <w:rsid w:val="00E127C4"/>
    <w:rsid w:val="00E15EAE"/>
    <w:rsid w:val="00E17FE2"/>
    <w:rsid w:val="00E21D8A"/>
    <w:rsid w:val="00E239CA"/>
    <w:rsid w:val="00E2573E"/>
    <w:rsid w:val="00E2625A"/>
    <w:rsid w:val="00E3320C"/>
    <w:rsid w:val="00E34F80"/>
    <w:rsid w:val="00E356EC"/>
    <w:rsid w:val="00E370A8"/>
    <w:rsid w:val="00E403A4"/>
    <w:rsid w:val="00E413D7"/>
    <w:rsid w:val="00E51092"/>
    <w:rsid w:val="00E51B9E"/>
    <w:rsid w:val="00E55CEF"/>
    <w:rsid w:val="00E56FD9"/>
    <w:rsid w:val="00E64626"/>
    <w:rsid w:val="00E70DBC"/>
    <w:rsid w:val="00E72490"/>
    <w:rsid w:val="00E73A64"/>
    <w:rsid w:val="00E76425"/>
    <w:rsid w:val="00E874B6"/>
    <w:rsid w:val="00E90579"/>
    <w:rsid w:val="00EB3328"/>
    <w:rsid w:val="00EB6CA6"/>
    <w:rsid w:val="00EC4621"/>
    <w:rsid w:val="00ED51C4"/>
    <w:rsid w:val="00ED5496"/>
    <w:rsid w:val="00ED5FE3"/>
    <w:rsid w:val="00ED6F07"/>
    <w:rsid w:val="00EE0230"/>
    <w:rsid w:val="00EE69E1"/>
    <w:rsid w:val="00EE7EAC"/>
    <w:rsid w:val="00EF00C3"/>
    <w:rsid w:val="00EF1F20"/>
    <w:rsid w:val="00EF4296"/>
    <w:rsid w:val="00EF6E43"/>
    <w:rsid w:val="00F00755"/>
    <w:rsid w:val="00F02788"/>
    <w:rsid w:val="00F041E8"/>
    <w:rsid w:val="00F04D42"/>
    <w:rsid w:val="00F05B4A"/>
    <w:rsid w:val="00F06FBA"/>
    <w:rsid w:val="00F070A2"/>
    <w:rsid w:val="00F117EB"/>
    <w:rsid w:val="00F13309"/>
    <w:rsid w:val="00F13A8C"/>
    <w:rsid w:val="00F16D80"/>
    <w:rsid w:val="00F3129B"/>
    <w:rsid w:val="00F33188"/>
    <w:rsid w:val="00F409A5"/>
    <w:rsid w:val="00F45A15"/>
    <w:rsid w:val="00F46359"/>
    <w:rsid w:val="00F47AC2"/>
    <w:rsid w:val="00F52E0B"/>
    <w:rsid w:val="00F53742"/>
    <w:rsid w:val="00F5710D"/>
    <w:rsid w:val="00F65894"/>
    <w:rsid w:val="00F679F6"/>
    <w:rsid w:val="00F703B2"/>
    <w:rsid w:val="00F70749"/>
    <w:rsid w:val="00F71615"/>
    <w:rsid w:val="00F74A33"/>
    <w:rsid w:val="00F76948"/>
    <w:rsid w:val="00F84509"/>
    <w:rsid w:val="00F8498E"/>
    <w:rsid w:val="00F87438"/>
    <w:rsid w:val="00F87513"/>
    <w:rsid w:val="00FA003E"/>
    <w:rsid w:val="00FA1DCE"/>
    <w:rsid w:val="00FA24AC"/>
    <w:rsid w:val="00FA26F7"/>
    <w:rsid w:val="00FA33CB"/>
    <w:rsid w:val="00FA4148"/>
    <w:rsid w:val="00FA79CF"/>
    <w:rsid w:val="00FB0B10"/>
    <w:rsid w:val="00FB1217"/>
    <w:rsid w:val="00FB560B"/>
    <w:rsid w:val="00FB6823"/>
    <w:rsid w:val="00FC435D"/>
    <w:rsid w:val="00FD10E6"/>
    <w:rsid w:val="00FD1FFA"/>
    <w:rsid w:val="00FD74D7"/>
    <w:rsid w:val="00FD7831"/>
    <w:rsid w:val="00FD7DDF"/>
    <w:rsid w:val="00FE040C"/>
    <w:rsid w:val="00FE0C07"/>
    <w:rsid w:val="00FE129D"/>
    <w:rsid w:val="00FE30E0"/>
    <w:rsid w:val="00FF0942"/>
    <w:rsid w:val="00FF2A39"/>
    <w:rsid w:val="00FF2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7115F8"/>
  <w15:chartTrackingRefBased/>
  <w15:docId w15:val="{7E9EAEB8-CA93-4F82-9BAB-DB6718ACF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6BF0"/>
    <w:pPr>
      <w:spacing w:after="0" w:line="276" w:lineRule="auto"/>
      <w:jc w:val="both"/>
    </w:pPr>
    <w:rPr>
      <w:rFonts w:ascii="Arial" w:hAnsi="Arial"/>
      <w:sz w:val="20"/>
    </w:rPr>
  </w:style>
  <w:style w:type="paragraph" w:styleId="Titre1">
    <w:name w:val="heading 1"/>
    <w:aliases w:val="Titre 01"/>
    <w:basedOn w:val="Normal"/>
    <w:next w:val="Normal"/>
    <w:link w:val="Titre1Car"/>
    <w:uiPriority w:val="9"/>
    <w:qFormat/>
    <w:rsid w:val="00264D20"/>
    <w:pPr>
      <w:keepNext/>
      <w:keepLines/>
      <w:numPr>
        <w:numId w:val="2"/>
      </w:numPr>
      <w:ind w:left="992" w:hanging="992"/>
      <w:outlineLvl w:val="0"/>
    </w:pPr>
    <w:rPr>
      <w:rFonts w:eastAsiaTheme="majorEastAsia" w:cstheme="majorBidi"/>
      <w:b/>
      <w:caps/>
      <w:sz w:val="24"/>
      <w:szCs w:val="32"/>
    </w:rPr>
  </w:style>
  <w:style w:type="paragraph" w:styleId="Titre2">
    <w:name w:val="heading 2"/>
    <w:aliases w:val="Titre 02"/>
    <w:basedOn w:val="Normal"/>
    <w:next w:val="Normal"/>
    <w:link w:val="Titre2Car"/>
    <w:uiPriority w:val="9"/>
    <w:unhideWhenUsed/>
    <w:qFormat/>
    <w:rsid w:val="00264D20"/>
    <w:pPr>
      <w:keepNext/>
      <w:keepLines/>
      <w:numPr>
        <w:ilvl w:val="1"/>
        <w:numId w:val="2"/>
      </w:numPr>
      <w:ind w:left="992" w:hanging="992"/>
      <w:outlineLvl w:val="1"/>
    </w:pPr>
    <w:rPr>
      <w:rFonts w:eastAsiaTheme="majorEastAsia" w:cstheme="majorBidi"/>
      <w:b/>
      <w:caps/>
      <w:szCs w:val="26"/>
    </w:rPr>
  </w:style>
  <w:style w:type="paragraph" w:styleId="Titre3">
    <w:name w:val="heading 3"/>
    <w:aliases w:val="Titre 03"/>
    <w:basedOn w:val="Normal"/>
    <w:next w:val="Normal"/>
    <w:link w:val="Titre3Car"/>
    <w:uiPriority w:val="9"/>
    <w:unhideWhenUsed/>
    <w:qFormat/>
    <w:rsid w:val="00264D20"/>
    <w:pPr>
      <w:keepNext/>
      <w:keepLines/>
      <w:numPr>
        <w:ilvl w:val="2"/>
        <w:numId w:val="2"/>
      </w:numPr>
      <w:spacing w:after="60"/>
      <w:ind w:left="992" w:hanging="992"/>
      <w:outlineLvl w:val="2"/>
    </w:pPr>
    <w:rPr>
      <w:rFonts w:eastAsiaTheme="majorEastAsia" w:cstheme="majorBidi"/>
      <w:b/>
      <w:szCs w:val="24"/>
      <w:u w:val="single"/>
    </w:rPr>
  </w:style>
  <w:style w:type="paragraph" w:styleId="Titre4">
    <w:name w:val="heading 4"/>
    <w:aliases w:val="Titre 04"/>
    <w:basedOn w:val="Normal"/>
    <w:next w:val="Normal"/>
    <w:link w:val="Titre4Car"/>
    <w:uiPriority w:val="9"/>
    <w:unhideWhenUsed/>
    <w:qFormat/>
    <w:rsid w:val="00851242"/>
    <w:pPr>
      <w:keepNext/>
      <w:keepLines/>
      <w:numPr>
        <w:ilvl w:val="3"/>
        <w:numId w:val="2"/>
      </w:numPr>
      <w:ind w:left="1418" w:hanging="709"/>
      <w:outlineLvl w:val="3"/>
    </w:pPr>
    <w:rPr>
      <w:rFonts w:eastAsiaTheme="majorEastAsia" w:cstheme="majorBidi"/>
      <w:b/>
      <w:iCs/>
      <w:sz w:val="18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st">
    <w:name w:val="Test"/>
    <w:basedOn w:val="Normal"/>
    <w:link w:val="TestCar"/>
    <w:rsid w:val="0021096B"/>
    <w:pPr>
      <w:autoSpaceDE w:val="0"/>
      <w:autoSpaceDN w:val="0"/>
      <w:adjustRightInd w:val="0"/>
    </w:pPr>
    <w:rPr>
      <w:rFonts w:eastAsia="Calibri" w:cs="Arial"/>
      <w:b/>
      <w:bCs/>
      <w:color w:val="C45911"/>
      <w:sz w:val="40"/>
    </w:rPr>
  </w:style>
  <w:style w:type="character" w:customStyle="1" w:styleId="TestCar">
    <w:name w:val="Test Car"/>
    <w:basedOn w:val="Policepardfaut"/>
    <w:link w:val="Test"/>
    <w:rsid w:val="0021096B"/>
    <w:rPr>
      <w:rFonts w:ascii="Arial" w:eastAsia="Calibri" w:hAnsi="Arial" w:cs="Arial"/>
      <w:b/>
      <w:bCs/>
      <w:color w:val="C45911"/>
      <w:sz w:val="40"/>
    </w:rPr>
  </w:style>
  <w:style w:type="paragraph" w:styleId="En-tte">
    <w:name w:val="header"/>
    <w:basedOn w:val="Normal"/>
    <w:link w:val="En-tteCar"/>
    <w:uiPriority w:val="99"/>
    <w:unhideWhenUsed/>
    <w:rsid w:val="002610C3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10C3"/>
  </w:style>
  <w:style w:type="paragraph" w:styleId="Pieddepage">
    <w:name w:val="footer"/>
    <w:basedOn w:val="Normal"/>
    <w:link w:val="PieddepageCar"/>
    <w:uiPriority w:val="99"/>
    <w:unhideWhenUsed/>
    <w:rsid w:val="002610C3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10C3"/>
  </w:style>
  <w:style w:type="table" w:styleId="Grilledutableau">
    <w:name w:val="Table Grid"/>
    <w:basedOn w:val="TableauNormal"/>
    <w:uiPriority w:val="39"/>
    <w:rsid w:val="004354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unhideWhenUsed/>
    <w:rsid w:val="003B4435"/>
    <w:rPr>
      <w:color w:val="0000FF"/>
      <w:u w:val="single"/>
    </w:rPr>
  </w:style>
  <w:style w:type="character" w:customStyle="1" w:styleId="Titre1Car">
    <w:name w:val="Titre 1 Car"/>
    <w:aliases w:val="Titre 01 Car"/>
    <w:basedOn w:val="Policepardfaut"/>
    <w:link w:val="Titre1"/>
    <w:uiPriority w:val="9"/>
    <w:rsid w:val="00264D20"/>
    <w:rPr>
      <w:rFonts w:ascii="Arial" w:eastAsiaTheme="majorEastAsia" w:hAnsi="Arial" w:cstheme="majorBidi"/>
      <w:b/>
      <w:caps/>
      <w:sz w:val="24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37568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3B68B8"/>
    <w:pPr>
      <w:tabs>
        <w:tab w:val="left" w:pos="403"/>
        <w:tab w:val="right" w:leader="dot" w:pos="10196"/>
      </w:tabs>
      <w:spacing w:before="120" w:after="120"/>
    </w:pPr>
    <w:rPr>
      <w:b/>
      <w:caps/>
    </w:rPr>
  </w:style>
  <w:style w:type="paragraph" w:styleId="TM2">
    <w:name w:val="toc 2"/>
    <w:basedOn w:val="Normal"/>
    <w:next w:val="Normal"/>
    <w:autoRedefine/>
    <w:uiPriority w:val="39"/>
    <w:unhideWhenUsed/>
    <w:rsid w:val="006D2442"/>
    <w:pPr>
      <w:tabs>
        <w:tab w:val="left" w:pos="879"/>
        <w:tab w:val="right" w:leader="dot" w:pos="10195"/>
      </w:tabs>
      <w:spacing w:line="240" w:lineRule="auto"/>
      <w:ind w:left="198"/>
    </w:pPr>
    <w:rPr>
      <w:caps/>
      <w:noProof/>
    </w:rPr>
  </w:style>
  <w:style w:type="paragraph" w:styleId="TM3">
    <w:name w:val="toc 3"/>
    <w:basedOn w:val="Normal"/>
    <w:next w:val="Normal"/>
    <w:autoRedefine/>
    <w:uiPriority w:val="39"/>
    <w:unhideWhenUsed/>
    <w:rsid w:val="00917395"/>
    <w:pPr>
      <w:ind w:left="454"/>
    </w:pPr>
  </w:style>
  <w:style w:type="paragraph" w:styleId="TM4">
    <w:name w:val="toc 4"/>
    <w:basedOn w:val="Normal"/>
    <w:next w:val="Normal"/>
    <w:autoRedefine/>
    <w:uiPriority w:val="39"/>
    <w:unhideWhenUsed/>
    <w:rsid w:val="000F6BF0"/>
    <w:pPr>
      <w:ind w:left="658"/>
    </w:pPr>
  </w:style>
  <w:style w:type="character" w:customStyle="1" w:styleId="Titre2Car">
    <w:name w:val="Titre 2 Car"/>
    <w:aliases w:val="Titre 02 Car"/>
    <w:basedOn w:val="Policepardfaut"/>
    <w:link w:val="Titre2"/>
    <w:uiPriority w:val="9"/>
    <w:rsid w:val="00264D20"/>
    <w:rPr>
      <w:rFonts w:ascii="Arial" w:eastAsiaTheme="majorEastAsia" w:hAnsi="Arial" w:cstheme="majorBidi"/>
      <w:b/>
      <w:caps/>
      <w:sz w:val="20"/>
      <w:szCs w:val="26"/>
    </w:rPr>
  </w:style>
  <w:style w:type="character" w:customStyle="1" w:styleId="Titre3Car">
    <w:name w:val="Titre 3 Car"/>
    <w:aliases w:val="Titre 03 Car"/>
    <w:basedOn w:val="Policepardfaut"/>
    <w:link w:val="Titre3"/>
    <w:uiPriority w:val="9"/>
    <w:rsid w:val="00264D20"/>
    <w:rPr>
      <w:rFonts w:ascii="Arial" w:eastAsiaTheme="majorEastAsia" w:hAnsi="Arial" w:cstheme="majorBidi"/>
      <w:b/>
      <w:sz w:val="20"/>
      <w:szCs w:val="24"/>
      <w:u w:val="single"/>
    </w:rPr>
  </w:style>
  <w:style w:type="character" w:customStyle="1" w:styleId="Titre4Car">
    <w:name w:val="Titre 4 Car"/>
    <w:aliases w:val="Titre 04 Car"/>
    <w:basedOn w:val="Policepardfaut"/>
    <w:link w:val="Titre4"/>
    <w:uiPriority w:val="9"/>
    <w:rsid w:val="00851242"/>
    <w:rPr>
      <w:rFonts w:ascii="Arial" w:eastAsiaTheme="majorEastAsia" w:hAnsi="Arial" w:cstheme="majorBidi"/>
      <w:b/>
      <w:iCs/>
      <w:sz w:val="18"/>
      <w:u w:val="single"/>
    </w:rPr>
  </w:style>
  <w:style w:type="paragraph" w:customStyle="1" w:styleId="ListeCCTP">
    <w:name w:val="Liste CCTP"/>
    <w:basedOn w:val="Paragraphedeliste"/>
    <w:link w:val="ListeCCTPCar"/>
    <w:qFormat/>
    <w:rsid w:val="000E75F3"/>
    <w:pPr>
      <w:numPr>
        <w:numId w:val="1"/>
      </w:numPr>
      <w:ind w:left="1418"/>
    </w:pPr>
    <w:rPr>
      <w:w w:val="105"/>
    </w:rPr>
  </w:style>
  <w:style w:type="character" w:customStyle="1" w:styleId="ListeCCTPCar">
    <w:name w:val="Liste CCTP Car"/>
    <w:basedOn w:val="Policepardfaut"/>
    <w:link w:val="ListeCCTP"/>
    <w:rsid w:val="000E75F3"/>
    <w:rPr>
      <w:rFonts w:ascii="Arial" w:hAnsi="Arial"/>
      <w:w w:val="105"/>
      <w:sz w:val="20"/>
    </w:rPr>
  </w:style>
  <w:style w:type="paragraph" w:styleId="Paragraphedeliste">
    <w:name w:val="List Paragraph"/>
    <w:aliases w:val="Paragraphe"/>
    <w:basedOn w:val="Normal"/>
    <w:link w:val="ParagraphedelisteCar"/>
    <w:uiPriority w:val="34"/>
    <w:qFormat/>
    <w:rsid w:val="000F6BF0"/>
    <w:pPr>
      <w:ind w:left="720"/>
      <w:contextualSpacing/>
    </w:pPr>
  </w:style>
  <w:style w:type="character" w:styleId="Numrodepage">
    <w:name w:val="page number"/>
    <w:basedOn w:val="Policepardfaut"/>
    <w:rsid w:val="0054731D"/>
  </w:style>
  <w:style w:type="paragraph" w:styleId="Lgende">
    <w:name w:val="caption"/>
    <w:aliases w:val="01 Légende"/>
    <w:basedOn w:val="Normal"/>
    <w:next w:val="Normal"/>
    <w:uiPriority w:val="35"/>
    <w:unhideWhenUsed/>
    <w:qFormat/>
    <w:rsid w:val="00034E6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TexteN">
    <w:name w:val="TexteN"/>
    <w:basedOn w:val="Normal"/>
    <w:link w:val="TexteNCar"/>
    <w:qFormat/>
    <w:rsid w:val="00B32510"/>
    <w:pPr>
      <w:ind w:left="993"/>
    </w:pPr>
    <w:rPr>
      <w:spacing w:val="-2"/>
      <w:w w:val="105"/>
    </w:rPr>
  </w:style>
  <w:style w:type="character" w:customStyle="1" w:styleId="TexteNCar">
    <w:name w:val="TexteN Car"/>
    <w:basedOn w:val="Policepardfaut"/>
    <w:link w:val="TexteN"/>
    <w:rsid w:val="00B32510"/>
    <w:rPr>
      <w:rFonts w:ascii="Arial" w:hAnsi="Arial"/>
      <w:spacing w:val="-2"/>
      <w:w w:val="105"/>
      <w:sz w:val="20"/>
    </w:rPr>
  </w:style>
  <w:style w:type="paragraph" w:styleId="Sansinterligne">
    <w:name w:val="No Spacing"/>
    <w:link w:val="SansinterligneCar"/>
    <w:uiPriority w:val="1"/>
    <w:qFormat/>
    <w:rsid w:val="00A8682D"/>
    <w:pPr>
      <w:spacing w:after="0" w:line="240" w:lineRule="auto"/>
      <w:jc w:val="both"/>
    </w:pPr>
    <w:rPr>
      <w:rFonts w:ascii="Arial" w:hAnsi="Arial"/>
      <w:sz w:val="20"/>
    </w:rPr>
  </w:style>
  <w:style w:type="paragraph" w:customStyle="1" w:styleId="Default">
    <w:name w:val="Default"/>
    <w:rsid w:val="00AB6BE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M5">
    <w:name w:val="toc 5"/>
    <w:basedOn w:val="Normal"/>
    <w:next w:val="Normal"/>
    <w:autoRedefine/>
    <w:uiPriority w:val="39"/>
    <w:unhideWhenUsed/>
    <w:rsid w:val="008C5E41"/>
    <w:pPr>
      <w:spacing w:after="100" w:line="259" w:lineRule="auto"/>
      <w:ind w:left="880"/>
      <w:jc w:val="left"/>
    </w:pPr>
    <w:rPr>
      <w:rFonts w:asciiTheme="minorHAnsi" w:eastAsiaTheme="minorEastAsia" w:hAnsiTheme="minorHAnsi" w:cs="Arial"/>
      <w:sz w:val="22"/>
      <w:szCs w:val="20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8C5E41"/>
    <w:pPr>
      <w:spacing w:after="100" w:line="259" w:lineRule="auto"/>
      <w:ind w:left="1100"/>
      <w:jc w:val="left"/>
    </w:pPr>
    <w:rPr>
      <w:rFonts w:asciiTheme="minorHAnsi" w:eastAsiaTheme="minorEastAsia" w:hAnsiTheme="minorHAnsi" w:cs="Arial"/>
      <w:sz w:val="22"/>
      <w:szCs w:val="20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8C5E41"/>
    <w:pPr>
      <w:spacing w:after="100" w:line="259" w:lineRule="auto"/>
      <w:ind w:left="1320"/>
      <w:jc w:val="left"/>
    </w:pPr>
    <w:rPr>
      <w:rFonts w:asciiTheme="minorHAnsi" w:eastAsiaTheme="minorEastAsia" w:hAnsiTheme="minorHAnsi" w:cs="Arial"/>
      <w:sz w:val="22"/>
      <w:szCs w:val="20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8C5E41"/>
    <w:pPr>
      <w:spacing w:after="100" w:line="259" w:lineRule="auto"/>
      <w:ind w:left="1540"/>
      <w:jc w:val="left"/>
    </w:pPr>
    <w:rPr>
      <w:rFonts w:asciiTheme="minorHAnsi" w:eastAsiaTheme="minorEastAsia" w:hAnsiTheme="minorHAnsi" w:cs="Arial"/>
      <w:sz w:val="22"/>
      <w:szCs w:val="20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8C5E41"/>
    <w:pPr>
      <w:spacing w:after="100" w:line="259" w:lineRule="auto"/>
      <w:ind w:left="1760"/>
      <w:jc w:val="left"/>
    </w:pPr>
    <w:rPr>
      <w:rFonts w:asciiTheme="minorHAnsi" w:eastAsiaTheme="minorEastAsia" w:hAnsiTheme="minorHAnsi" w:cs="Arial"/>
      <w:sz w:val="22"/>
      <w:szCs w:val="20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8C5E41"/>
    <w:rPr>
      <w:color w:val="605E5C"/>
      <w:shd w:val="clear" w:color="auto" w:fill="E1DFDD"/>
    </w:rPr>
  </w:style>
  <w:style w:type="paragraph" w:customStyle="1" w:styleId="En-tte01">
    <w:name w:val="En-tête 01"/>
    <w:basedOn w:val="Pieddepage"/>
    <w:link w:val="En-tte01Car"/>
    <w:qFormat/>
    <w:rsid w:val="008C5E41"/>
    <w:pPr>
      <w:tabs>
        <w:tab w:val="clear" w:pos="4536"/>
      </w:tabs>
    </w:pPr>
    <w:rPr>
      <w:rFonts w:eastAsia="Calibri" w:cs="Arial"/>
      <w:spacing w:val="-2"/>
      <w:w w:val="105"/>
      <w:sz w:val="14"/>
      <w:szCs w:val="14"/>
    </w:rPr>
  </w:style>
  <w:style w:type="character" w:customStyle="1" w:styleId="En-tte01Car">
    <w:name w:val="En-tête 01 Car"/>
    <w:basedOn w:val="PieddepageCar"/>
    <w:link w:val="En-tte01"/>
    <w:rsid w:val="008C5E41"/>
    <w:rPr>
      <w:rFonts w:ascii="Arial" w:eastAsia="Calibri" w:hAnsi="Arial" w:cs="Arial"/>
      <w:spacing w:val="-2"/>
      <w:w w:val="105"/>
      <w:sz w:val="14"/>
      <w:szCs w:val="14"/>
    </w:rPr>
  </w:style>
  <w:style w:type="paragraph" w:customStyle="1" w:styleId="Nlotintitul">
    <w:name w:val="N° lot + intitulé"/>
    <w:basedOn w:val="En-tte01"/>
    <w:link w:val="NlotintitulCar"/>
    <w:qFormat/>
    <w:rsid w:val="008C5E41"/>
    <w:rPr>
      <w:b/>
      <w:bCs/>
    </w:rPr>
  </w:style>
  <w:style w:type="paragraph" w:customStyle="1" w:styleId="Titre00">
    <w:name w:val="Titre 00"/>
    <w:basedOn w:val="Normal"/>
    <w:link w:val="Titre00Car"/>
    <w:qFormat/>
    <w:rsid w:val="008C5E41"/>
    <w:pPr>
      <w:spacing w:line="240" w:lineRule="auto"/>
      <w:jc w:val="left"/>
    </w:pPr>
    <w:rPr>
      <w:rFonts w:cs="Arial"/>
      <w:b/>
      <w:sz w:val="40"/>
      <w:szCs w:val="36"/>
    </w:rPr>
  </w:style>
  <w:style w:type="character" w:customStyle="1" w:styleId="NlotintitulCar">
    <w:name w:val="N° lot + intitulé Car"/>
    <w:basedOn w:val="En-tte01Car"/>
    <w:link w:val="Nlotintitul"/>
    <w:rsid w:val="008C5E41"/>
    <w:rPr>
      <w:rFonts w:ascii="Arial" w:eastAsia="Calibri" w:hAnsi="Arial" w:cs="Arial"/>
      <w:b/>
      <w:bCs/>
      <w:spacing w:val="-2"/>
      <w:w w:val="105"/>
      <w:sz w:val="14"/>
      <w:szCs w:val="14"/>
    </w:rPr>
  </w:style>
  <w:style w:type="paragraph" w:customStyle="1" w:styleId="01SOUS-CHAPITRE">
    <w:name w:val="01 SOUS-CHAPITRE"/>
    <w:basedOn w:val="Titre2"/>
    <w:link w:val="01SOUS-CHAPITRECar"/>
    <w:rsid w:val="008C5E41"/>
    <w:pPr>
      <w:ind w:left="993" w:hanging="993"/>
    </w:pPr>
    <w:rPr>
      <w:caps w:val="0"/>
      <w:szCs w:val="24"/>
    </w:rPr>
  </w:style>
  <w:style w:type="character" w:customStyle="1" w:styleId="Titre00Car">
    <w:name w:val="Titre 00 Car"/>
    <w:basedOn w:val="Policepardfaut"/>
    <w:link w:val="Titre00"/>
    <w:rsid w:val="008C5E41"/>
    <w:rPr>
      <w:rFonts w:ascii="Arial" w:hAnsi="Arial" w:cs="Arial"/>
      <w:b/>
      <w:sz w:val="40"/>
      <w:szCs w:val="36"/>
    </w:rPr>
  </w:style>
  <w:style w:type="character" w:customStyle="1" w:styleId="Textedelespacerserv">
    <w:name w:val="Texte de l’espace réservé"/>
    <w:basedOn w:val="Policepardfaut"/>
    <w:uiPriority w:val="99"/>
    <w:semiHidden/>
    <w:rsid w:val="008C5E41"/>
    <w:rPr>
      <w:color w:val="808080"/>
    </w:rPr>
  </w:style>
  <w:style w:type="character" w:customStyle="1" w:styleId="01SOUS-CHAPITRECar">
    <w:name w:val="01 SOUS-CHAPITRE Car"/>
    <w:basedOn w:val="Titre2Car"/>
    <w:link w:val="01SOUS-CHAPITRE"/>
    <w:rsid w:val="008C5E41"/>
    <w:rPr>
      <w:rFonts w:ascii="Arial" w:eastAsiaTheme="majorEastAsia" w:hAnsi="Arial" w:cstheme="majorBidi"/>
      <w:b/>
      <w:caps w:val="0"/>
      <w:sz w:val="20"/>
      <w:szCs w:val="24"/>
    </w:rPr>
  </w:style>
  <w:style w:type="paragraph" w:customStyle="1" w:styleId="01Adresses">
    <w:name w:val="01 Adresses"/>
    <w:basedOn w:val="Normal"/>
    <w:link w:val="01AdressesCar"/>
    <w:rsid w:val="008C5E41"/>
    <w:pPr>
      <w:spacing w:line="240" w:lineRule="auto"/>
      <w:jc w:val="left"/>
    </w:pPr>
    <w:rPr>
      <w:rFonts w:cs="Arial"/>
      <w:szCs w:val="20"/>
    </w:rPr>
  </w:style>
  <w:style w:type="character" w:styleId="Accentuationlgre">
    <w:name w:val="Subtle Emphasis"/>
    <w:basedOn w:val="Policepardfaut"/>
    <w:uiPriority w:val="19"/>
    <w:qFormat/>
    <w:rsid w:val="008C5E41"/>
    <w:rPr>
      <w:i/>
      <w:iCs/>
      <w:color w:val="404040" w:themeColor="text1" w:themeTint="BF"/>
    </w:rPr>
  </w:style>
  <w:style w:type="character" w:customStyle="1" w:styleId="01AdressesCar">
    <w:name w:val="01 Adresses Car"/>
    <w:basedOn w:val="Policepardfaut"/>
    <w:link w:val="01Adresses"/>
    <w:rsid w:val="008C5E41"/>
    <w:rPr>
      <w:rFonts w:ascii="Arial" w:hAnsi="Arial" w:cs="Arial"/>
      <w:sz w:val="20"/>
      <w:szCs w:val="20"/>
    </w:rPr>
  </w:style>
  <w:style w:type="character" w:styleId="Accentuation">
    <w:name w:val="Emphasis"/>
    <w:basedOn w:val="Policepardfaut"/>
    <w:uiPriority w:val="20"/>
    <w:qFormat/>
    <w:rsid w:val="008C5E41"/>
    <w:rPr>
      <w:i/>
      <w:iCs/>
    </w:rPr>
  </w:style>
  <w:style w:type="character" w:styleId="Accentuationintense">
    <w:name w:val="Intense Emphasis"/>
    <w:basedOn w:val="Policepardfaut"/>
    <w:uiPriority w:val="21"/>
    <w:rsid w:val="008C5E41"/>
    <w:rPr>
      <w:i/>
      <w:iCs/>
      <w:color w:val="4472C4" w:themeColor="accent1"/>
    </w:rPr>
  </w:style>
  <w:style w:type="character" w:styleId="lev">
    <w:name w:val="Strong"/>
    <w:basedOn w:val="Policepardfaut"/>
    <w:uiPriority w:val="22"/>
    <w:qFormat/>
    <w:rsid w:val="008C5E41"/>
    <w:rPr>
      <w:b/>
      <w:bCs/>
    </w:rPr>
  </w:style>
  <w:style w:type="paragraph" w:styleId="Sous-titre">
    <w:name w:val="Subtitle"/>
    <w:basedOn w:val="Normal"/>
    <w:next w:val="Normal"/>
    <w:link w:val="Sous-titreCar"/>
    <w:uiPriority w:val="11"/>
    <w:rsid w:val="008C5E41"/>
    <w:pPr>
      <w:numPr>
        <w:ilvl w:val="1"/>
      </w:numPr>
      <w:spacing w:after="160" w:line="240" w:lineRule="auto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ous-titreCar">
    <w:name w:val="Sous-titre Car"/>
    <w:basedOn w:val="Policepardfaut"/>
    <w:link w:val="Sous-titre"/>
    <w:uiPriority w:val="11"/>
    <w:rsid w:val="008C5E41"/>
    <w:rPr>
      <w:rFonts w:eastAsiaTheme="minorEastAsia"/>
      <w:color w:val="5A5A5A" w:themeColor="text1" w:themeTint="A5"/>
      <w:spacing w:val="15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36AB7"/>
    <w:rPr>
      <w:rFonts w:ascii="Arial" w:hAnsi="Arial"/>
      <w:sz w:val="20"/>
    </w:rPr>
  </w:style>
  <w:style w:type="character" w:customStyle="1" w:styleId="ParagraphedelisteCar">
    <w:name w:val="Paragraphe de liste Car"/>
    <w:aliases w:val="Paragraphe Car"/>
    <w:link w:val="Paragraphedeliste"/>
    <w:uiPriority w:val="34"/>
    <w:rsid w:val="00236AB7"/>
    <w:rPr>
      <w:rFonts w:ascii="Arial" w:hAnsi="Arial"/>
      <w:sz w:val="20"/>
    </w:rPr>
  </w:style>
  <w:style w:type="paragraph" w:customStyle="1" w:styleId="TableParagraph">
    <w:name w:val="Table Paragraph"/>
    <w:basedOn w:val="Normal"/>
    <w:uiPriority w:val="1"/>
    <w:qFormat/>
    <w:rsid w:val="00236AB7"/>
    <w:pPr>
      <w:widowControl w:val="0"/>
      <w:spacing w:line="240" w:lineRule="auto"/>
      <w:jc w:val="left"/>
    </w:pPr>
    <w:rPr>
      <w:rFonts w:ascii="Calibri" w:eastAsia="Calibri" w:hAnsi="Calibri" w:cs="Times New Roman"/>
      <w:sz w:val="22"/>
      <w:lang w:val="en-US"/>
    </w:rPr>
  </w:style>
  <w:style w:type="character" w:customStyle="1" w:styleId="ListeDIACar">
    <w:name w:val="Liste DIA Car"/>
    <w:basedOn w:val="Policepardfaut"/>
    <w:link w:val="ListeDIA"/>
    <w:locked/>
    <w:rsid w:val="005F0FB8"/>
    <w:rPr>
      <w:rFonts w:ascii="Arial" w:hAnsi="Arial" w:cs="Arial"/>
      <w:spacing w:val="-2"/>
      <w:w w:val="105"/>
      <w:sz w:val="20"/>
    </w:rPr>
  </w:style>
  <w:style w:type="paragraph" w:customStyle="1" w:styleId="ListeDIA">
    <w:name w:val="Liste DIA"/>
    <w:basedOn w:val="Paragraphedeliste"/>
    <w:link w:val="ListeDIACar"/>
    <w:qFormat/>
    <w:rsid w:val="005F0FB8"/>
    <w:pPr>
      <w:ind w:left="1418" w:hanging="360"/>
    </w:pPr>
    <w:rPr>
      <w:rFonts w:cs="Arial"/>
      <w:spacing w:val="-2"/>
      <w:w w:val="105"/>
    </w:rPr>
  </w:style>
  <w:style w:type="paragraph" w:styleId="Corpsdetexte">
    <w:name w:val="Body Text"/>
    <w:basedOn w:val="Normal"/>
    <w:link w:val="CorpsdetexteCar"/>
    <w:uiPriority w:val="1"/>
    <w:semiHidden/>
    <w:unhideWhenUsed/>
    <w:qFormat/>
    <w:rsid w:val="00A61426"/>
    <w:pPr>
      <w:widowControl w:val="0"/>
      <w:spacing w:line="240" w:lineRule="auto"/>
      <w:ind w:left="533"/>
      <w:jc w:val="left"/>
    </w:pPr>
    <w:rPr>
      <w:rFonts w:ascii="Calibri" w:eastAsia="Calibri" w:hAnsi="Calibri"/>
      <w:sz w:val="24"/>
      <w:szCs w:val="24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semiHidden/>
    <w:rsid w:val="00A61426"/>
    <w:rPr>
      <w:rFonts w:ascii="Calibri" w:eastAsia="Calibri" w:hAnsi="Calibr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3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s@e-leven.fr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s@e-leven.f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ntact@e-leven.fr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ontact@e-leven.f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THIBAUT\CPAM%20DE%20LA%20LOIRE\04%20-%20DCE\00%20-%20Gabarit%20CCTP%20-%20ETA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19050">
          <a:solidFill>
            <a:srgbClr val="FF0000"/>
          </a:solidFill>
          <a:tailEnd type="triangl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2885B-2219-4640-9EC4-CE05FFA8B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00 - Gabarit CCTP - ETA.dotm</Template>
  <TotalTime>14</TotalTime>
  <Pages>4</Pages>
  <Words>524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dc:description/>
  <cp:lastModifiedBy>Lyderic Loreau</cp:lastModifiedBy>
  <cp:revision>3</cp:revision>
  <cp:lastPrinted>2024-11-29T14:36:00Z</cp:lastPrinted>
  <dcterms:created xsi:type="dcterms:W3CDTF">2024-11-29T14:36:00Z</dcterms:created>
  <dcterms:modified xsi:type="dcterms:W3CDTF">2024-11-29T14:50:00Z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CTP.Gen.NomClient">
    <vt:lpwstr>Nom</vt:lpwstr>
  </property>
  <property fmtid="{D5CDD505-2E9C-101B-9397-08002B2CF9AE}" pid="3" name="CCTP.Gen.NomResid">
    <vt:lpwstr>Nom</vt:lpwstr>
  </property>
  <property fmtid="{D5CDD505-2E9C-101B-9397-08002B2CF9AE}" pid="4" name="CCTP.Gen.Objet">
    <vt:lpwstr>Objet du projet</vt:lpwstr>
  </property>
  <property fmtid="{D5CDD505-2E9C-101B-9397-08002B2CF9AE}" pid="5" name="CCTP.Gen.Ad1.Resid">
    <vt:lpwstr>Adresse 1</vt:lpwstr>
  </property>
  <property fmtid="{D5CDD505-2E9C-101B-9397-08002B2CF9AE}" pid="6" name="CCTP.Gen.Ad2.Resid">
    <vt:lpwstr>Adresse 2</vt:lpwstr>
  </property>
  <property fmtid="{D5CDD505-2E9C-101B-9397-08002B2CF9AE}" pid="7" name="CCTP.Gen.CP.Resid">
    <vt:lpwstr>Code postal</vt:lpwstr>
  </property>
  <property fmtid="{D5CDD505-2E9C-101B-9397-08002B2CF9AE}" pid="8" name="CCTP.Gen.Ville.Resid">
    <vt:lpwstr>Ville</vt:lpwstr>
  </property>
  <property fmtid="{D5CDD505-2E9C-101B-9397-08002B2CF9AE}" pid="9" name="CCTP.Gen.Ad1.Client">
    <vt:lpwstr>Adresse 1</vt:lpwstr>
  </property>
  <property fmtid="{D5CDD505-2E9C-101B-9397-08002B2CF9AE}" pid="10" name="CCTP.Gen.Ad2.Client">
    <vt:lpwstr>Adresse 2</vt:lpwstr>
  </property>
  <property fmtid="{D5CDD505-2E9C-101B-9397-08002B2CF9AE}" pid="11" name="CCTP.Gen.CP.Client">
    <vt:lpwstr>Code postal</vt:lpwstr>
  </property>
  <property fmtid="{D5CDD505-2E9C-101B-9397-08002B2CF9AE}" pid="12" name="CCTP.Gen.Ville.Client">
    <vt:lpwstr>Ville</vt:lpwstr>
  </property>
  <property fmtid="{D5CDD505-2E9C-101B-9397-08002B2CF9AE}" pid="13" name="CCTP.Gen.NumLot">
    <vt:lpwstr>N° de lot</vt:lpwstr>
  </property>
  <property fmtid="{D5CDD505-2E9C-101B-9397-08002B2CF9AE}" pid="14" name="CCTP.Gen.Lot">
    <vt:lpwstr>Intitulé du lot</vt:lpwstr>
  </property>
  <property fmtid="{D5CDD505-2E9C-101B-9397-08002B2CF9AE}" pid="15" name="CCTP.Gen.Indice">
    <vt:lpwstr>Indice</vt:lpwstr>
  </property>
  <property fmtid="{D5CDD505-2E9C-101B-9397-08002B2CF9AE}" pid="16" name="CCTP.Gen.Date">
    <vt:lpwstr>Date</vt:lpwstr>
  </property>
  <property fmtid="{D5CDD505-2E9C-101B-9397-08002B2CF9AE}" pid="17" name="CCTP.Gen.Ad1.Agence">
    <vt:lpwstr>Adresse 1 de l'agence concernée</vt:lpwstr>
  </property>
  <property fmtid="{D5CDD505-2E9C-101B-9397-08002B2CF9AE}" pid="18" name="CCTP.Gen.Ad2.Agence">
    <vt:lpwstr>Adresse 2 de l'agence concernée</vt:lpwstr>
  </property>
  <property fmtid="{D5CDD505-2E9C-101B-9397-08002B2CF9AE}" pid="19" name="CCTP.Gen.CP.Agence">
    <vt:lpwstr>Code postal de l'agence concernée</vt:lpwstr>
  </property>
  <property fmtid="{D5CDD505-2E9C-101B-9397-08002B2CF9AE}" pid="20" name="CCTP.Gen.Ville.Agence">
    <vt:lpwstr>Ville de l'agence concernée</vt:lpwstr>
  </property>
  <property fmtid="{D5CDD505-2E9C-101B-9397-08002B2CF9AE}" pid="21" name="CCTP.Gen.Nom.Agence">
    <vt:lpwstr>Nom de l'agence</vt:lpwstr>
  </property>
</Properties>
</file>