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8AEE06" w14:textId="77777777" w:rsidR="00A462F1" w:rsidRDefault="00A462F1" w:rsidP="00A462F1">
      <w:pPr>
        <w:widowControl w:val="0"/>
        <w:jc w:val="center"/>
        <w:rPr>
          <w:rFonts w:cs="Arial"/>
          <w:b/>
          <w:sz w:val="22"/>
          <w:szCs w:val="22"/>
        </w:rPr>
      </w:pPr>
    </w:p>
    <w:tbl>
      <w:tblPr>
        <w:tblW w:w="99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A462F1" w:rsidRPr="009704BB" w14:paraId="7FAC9234" w14:textId="77777777" w:rsidTr="000913D5">
        <w:trPr>
          <w:trHeight w:val="785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FDAD" w14:textId="77777777" w:rsidR="00A462F1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bCs/>
                <w:caps/>
                <w:sz w:val="28"/>
              </w:rPr>
            </w:pPr>
            <w:r w:rsidRPr="009704BB"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A4AEB02" wp14:editId="072686EB">
                  <wp:simplePos x="0" y="0"/>
                  <wp:positionH relativeFrom="margin">
                    <wp:align>center</wp:align>
                  </wp:positionH>
                  <wp:positionV relativeFrom="paragraph">
                    <wp:posOffset>175260</wp:posOffset>
                  </wp:positionV>
                  <wp:extent cx="1616075" cy="616585"/>
                  <wp:effectExtent l="0" t="0" r="3175" b="0"/>
                  <wp:wrapTopAndBottom/>
                  <wp:docPr id="1" name="Image 1" descr="Logocou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cou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6075" cy="6165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D7F2D">
              <w:rPr>
                <w:rFonts w:cs="Arial"/>
                <w:b/>
                <w:bCs/>
                <w:caps/>
                <w:sz w:val="28"/>
              </w:rPr>
              <w:t xml:space="preserve">MARCHE </w:t>
            </w:r>
            <w:r>
              <w:rPr>
                <w:rFonts w:cs="Arial"/>
                <w:b/>
                <w:bCs/>
                <w:caps/>
                <w:sz w:val="28"/>
              </w:rPr>
              <w:t>PUBLIC de travaux</w:t>
            </w:r>
          </w:p>
          <w:p w14:paraId="1CDA599D" w14:textId="77777777" w:rsidR="009A275D" w:rsidRPr="009704BB" w:rsidRDefault="009A275D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  <w:sz w:val="22"/>
                <w:szCs w:val="22"/>
              </w:rPr>
            </w:pPr>
          </w:p>
        </w:tc>
      </w:tr>
      <w:tr w:rsidR="00A462F1" w:rsidRPr="009704BB" w14:paraId="36A11FE9" w14:textId="77777777" w:rsidTr="000913D5">
        <w:trPr>
          <w:trHeight w:val="520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1E19C" w14:textId="77777777" w:rsidR="00A462F1" w:rsidRPr="00A60E2A" w:rsidRDefault="00A462F1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1DE8D5F2" w14:textId="77777777" w:rsidR="00A462F1" w:rsidRPr="00EE05BC" w:rsidRDefault="00A60E2A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sz w:val="28"/>
                <w:szCs w:val="28"/>
                <w:u w:val="single"/>
              </w:rPr>
            </w:pPr>
            <w:r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 xml:space="preserve">6- </w:t>
            </w:r>
            <w:r w:rsidR="00A462F1" w:rsidRPr="00EE05BC">
              <w:rPr>
                <w:rFonts w:cs="Arial"/>
                <w:b/>
                <w:caps/>
                <w:sz w:val="28"/>
                <w:szCs w:val="28"/>
                <w:u w:val="single"/>
              </w:rPr>
              <w:t>cadre de mÉmoire technique</w:t>
            </w:r>
          </w:p>
          <w:p w14:paraId="08646834" w14:textId="77777777" w:rsidR="001A2B9E" w:rsidRPr="00A60E2A" w:rsidRDefault="001A2B9E" w:rsidP="000913D5">
            <w:pPr>
              <w:widowControl w:val="0"/>
              <w:spacing w:before="120" w:after="120"/>
              <w:jc w:val="center"/>
              <w:rPr>
                <w:rFonts w:cs="Arial"/>
                <w:b/>
                <w:caps/>
                <w:color w:val="000000"/>
              </w:rPr>
            </w:pPr>
          </w:p>
          <w:p w14:paraId="38D07B17" w14:textId="47E74DD5" w:rsidR="009A275D" w:rsidRPr="009C035D" w:rsidRDefault="009A275D" w:rsidP="009A275D">
            <w:pPr>
              <w:widowControl w:val="0"/>
              <w:spacing w:before="120" w:after="120"/>
              <w:ind w:left="276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</w:rPr>
            </w:pP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MARCHÉ PUBLIC de TRAVAUX N° 202</w:t>
            </w:r>
            <w:r w:rsidR="00AD06EE">
              <w:rPr>
                <w:rFonts w:asciiTheme="minorHAnsi" w:hAnsiTheme="minorHAnsi" w:cstheme="minorHAnsi"/>
                <w:b/>
                <w:bCs/>
                <w:caps/>
                <w:sz w:val="28"/>
              </w:rPr>
              <w:t>5</w:t>
            </w:r>
            <w:r w:rsidRPr="009C035D">
              <w:rPr>
                <w:rFonts w:asciiTheme="minorHAnsi" w:hAnsiTheme="minorHAnsi" w:cstheme="minorHAnsi"/>
                <w:b/>
                <w:bCs/>
                <w:caps/>
                <w:sz w:val="28"/>
              </w:rPr>
              <w:t>-8760-0</w:t>
            </w:r>
            <w:r w:rsidR="009D5181">
              <w:rPr>
                <w:rFonts w:asciiTheme="minorHAnsi" w:hAnsiTheme="minorHAnsi" w:cstheme="minorHAnsi"/>
                <w:b/>
                <w:bCs/>
                <w:caps/>
                <w:sz w:val="28"/>
              </w:rPr>
              <w:t>6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645"/>
            </w:tblGrid>
            <w:tr w:rsidR="009A275D" w:rsidRPr="009C035D" w14:paraId="5B7FCBD5" w14:textId="77777777" w:rsidTr="00324557">
              <w:trPr>
                <w:trHeight w:val="292"/>
              </w:trPr>
              <w:tc>
                <w:tcPr>
                  <w:tcW w:w="9645" w:type="dxa"/>
                </w:tcPr>
                <w:p w14:paraId="5918CDD8" w14:textId="77777777" w:rsidR="00541DA6" w:rsidRDefault="00541DA6" w:rsidP="00541DA6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4"/>
                      <w:szCs w:val="24"/>
                    </w:rPr>
                  </w:pPr>
                </w:p>
                <w:p w14:paraId="018DCBB3" w14:textId="77777777" w:rsidR="009D5181" w:rsidRDefault="009D5181" w:rsidP="009D5181">
                  <w:pPr>
                    <w:spacing w:after="160" w:line="259" w:lineRule="auto"/>
                    <w:ind w:left="457"/>
                    <w:jc w:val="left"/>
                    <w:rPr>
                      <w:rFonts w:asciiTheme="minorHAnsi" w:hAnsiTheme="minorHAnsi" w:cstheme="minorHAnsi"/>
                      <w:b/>
                      <w:bCs/>
                      <w:spacing w:val="-10"/>
                      <w:kern w:val="28"/>
                      <w:sz w:val="28"/>
                      <w:szCs w:val="28"/>
                      <w14:ligatures w14:val="standardContextual"/>
                    </w:rPr>
                  </w:pPr>
                  <w:r w:rsidRPr="00801BB6">
                    <w:rPr>
                      <w:rFonts w:asciiTheme="minorHAnsi" w:hAnsiTheme="minorHAnsi" w:cstheme="minorHAnsi"/>
                      <w:b/>
                      <w:bCs/>
                      <w:spacing w:val="-10"/>
                      <w:kern w:val="28"/>
                      <w:sz w:val="28"/>
                      <w:szCs w:val="28"/>
                      <w14:ligatures w14:val="standardContextual"/>
                    </w:rPr>
                    <w:t>Travaux de démolition des anciens bâtiments militaires et renaturation du site de ROQUEJALERE en Forêt Domaniale des FENOUILLEDES   -   Commune d’EUS (66500)</w:t>
                  </w:r>
                </w:p>
                <w:p w14:paraId="60709E8F" w14:textId="236717AE" w:rsidR="009A275D" w:rsidRPr="009A275D" w:rsidRDefault="009A275D" w:rsidP="00AD06EE">
                  <w:pPr>
                    <w:pStyle w:val="TableParagraph"/>
                    <w:ind w:left="537" w:right="507"/>
                    <w:jc w:val="center"/>
                    <w:rPr>
                      <w:rFonts w:asciiTheme="minorHAnsi" w:hAnsiTheme="minorHAnsi" w:cstheme="minorHAnsi"/>
                      <w:b/>
                      <w:sz w:val="28"/>
                    </w:rPr>
                  </w:pPr>
                </w:p>
              </w:tc>
            </w:tr>
          </w:tbl>
          <w:p w14:paraId="27833057" w14:textId="77777777" w:rsidR="001931A0" w:rsidRDefault="001931A0" w:rsidP="001A2B9E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65DB651F" w14:textId="77777777" w:rsidR="009A275D" w:rsidRPr="000D7F2D" w:rsidRDefault="009A275D" w:rsidP="001A2B9E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5ADCA2ED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</w:rPr>
            </w:pPr>
            <w:bookmarkStart w:id="0" w:name="_Toc467078285"/>
            <w:bookmarkStart w:id="1" w:name="_Toc467080733"/>
            <w:bookmarkStart w:id="2" w:name="_Toc472081595"/>
            <w:bookmarkStart w:id="3" w:name="_Toc473708726"/>
            <w:bookmarkStart w:id="4" w:name="_Toc494297879"/>
            <w:bookmarkStart w:id="5" w:name="_Toc494300884"/>
            <w:bookmarkStart w:id="6" w:name="_Toc33196649"/>
            <w:r w:rsidRPr="009C035D">
              <w:rPr>
                <w:rFonts w:asciiTheme="minorHAnsi" w:hAnsiTheme="minorHAnsi" w:cstheme="minorHAnsi"/>
                <w:b/>
                <w:bCs/>
              </w:rPr>
              <w:t>MARCH</w:t>
            </w:r>
            <w:r w:rsidRPr="009C035D">
              <w:rPr>
                <w:rFonts w:asciiTheme="minorHAnsi" w:hAnsiTheme="minorHAnsi" w:cstheme="minorHAnsi"/>
                <w:b/>
                <w:bCs/>
                <w:caps/>
              </w:rPr>
              <w:t>É</w:t>
            </w:r>
            <w:r w:rsidRPr="009C035D">
              <w:rPr>
                <w:rFonts w:asciiTheme="minorHAnsi" w:hAnsiTheme="minorHAnsi" w:cstheme="minorHAnsi"/>
                <w:b/>
                <w:bCs/>
              </w:rPr>
              <w:t xml:space="preserve"> A PROCEDURE ADAPTEE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  <w:p w14:paraId="5D6346EC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Theme="minorHAnsi" w:hAnsiTheme="minorHAnsi" w:cstheme="minorHAnsi"/>
                <w:b/>
                <w:bCs/>
                <w:szCs w:val="28"/>
              </w:rPr>
            </w:pPr>
          </w:p>
          <w:p w14:paraId="44A4A9FF" w14:textId="77777777" w:rsidR="009A275D" w:rsidRPr="009C035D" w:rsidRDefault="009A275D" w:rsidP="009A275D">
            <w:pPr>
              <w:tabs>
                <w:tab w:val="left" w:pos="4140"/>
              </w:tabs>
              <w:autoSpaceDE w:val="0"/>
              <w:autoSpaceDN w:val="0"/>
              <w:adjustRightInd w:val="0"/>
              <w:ind w:left="276"/>
              <w:jc w:val="center"/>
              <w:outlineLvl w:val="0"/>
              <w:rPr>
                <w:rFonts w:asciiTheme="minorHAnsi" w:hAnsiTheme="minorHAnsi" w:cstheme="minorHAnsi"/>
                <w:szCs w:val="20"/>
              </w:rPr>
            </w:pPr>
            <w:bookmarkStart w:id="7" w:name="_Toc467078286"/>
            <w:bookmarkStart w:id="8" w:name="_Toc467080734"/>
            <w:bookmarkStart w:id="9" w:name="_Toc472081596"/>
            <w:bookmarkStart w:id="10" w:name="_Toc473708727"/>
            <w:bookmarkStart w:id="11" w:name="_Toc494297880"/>
            <w:bookmarkStart w:id="12" w:name="_Toc494300885"/>
            <w:bookmarkStart w:id="13" w:name="_Toc9417699"/>
            <w:r w:rsidRPr="009C035D">
              <w:rPr>
                <w:rFonts w:asciiTheme="minorHAnsi" w:hAnsiTheme="minorHAnsi" w:cstheme="minorHAnsi"/>
                <w:szCs w:val="20"/>
              </w:rPr>
              <w:t>(Passé en application des articles L.2123-1 et R.2123-1 du Code de la commande publique)</w:t>
            </w:r>
            <w:bookmarkEnd w:id="7"/>
            <w:bookmarkEnd w:id="8"/>
            <w:bookmarkEnd w:id="9"/>
            <w:bookmarkEnd w:id="10"/>
            <w:bookmarkEnd w:id="11"/>
            <w:bookmarkEnd w:id="12"/>
            <w:bookmarkEnd w:id="13"/>
          </w:p>
          <w:p w14:paraId="1560B055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szCs w:val="20"/>
              </w:rPr>
            </w:pPr>
          </w:p>
          <w:p w14:paraId="39596C6B" w14:textId="77777777" w:rsidR="00A462F1" w:rsidRPr="000D7F2D" w:rsidRDefault="00A462F1" w:rsidP="000913D5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cs="Arial"/>
                <w:b/>
                <w:bCs/>
                <w:szCs w:val="28"/>
              </w:rPr>
            </w:pPr>
          </w:p>
        </w:tc>
      </w:tr>
    </w:tbl>
    <w:p w14:paraId="5E51FBB8" w14:textId="77777777" w:rsidR="00A462F1" w:rsidRDefault="00A462F1" w:rsidP="00A462F1">
      <w:pPr>
        <w:widowControl w:val="0"/>
        <w:jc w:val="center"/>
        <w:rPr>
          <w:rFonts w:cs="Arial"/>
          <w:sz w:val="22"/>
          <w:szCs w:val="22"/>
        </w:rPr>
      </w:pPr>
    </w:p>
    <w:p w14:paraId="3DA7D789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2843E64A" w14:textId="77777777" w:rsidTr="008047DF">
        <w:tc>
          <w:tcPr>
            <w:tcW w:w="9552" w:type="dxa"/>
            <w:shd w:val="clear" w:color="339966" w:fill="auto"/>
          </w:tcPr>
          <w:p w14:paraId="6B048A8B" w14:textId="77777777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A. Objet de la consultation </w:t>
            </w:r>
          </w:p>
        </w:tc>
      </w:tr>
    </w:tbl>
    <w:p w14:paraId="58A3D05C" w14:textId="60F2BBC8" w:rsidR="00AD06EE" w:rsidRPr="00E4215F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1B9477DC" w14:textId="2014EB34" w:rsidR="009D5181" w:rsidRPr="00A31FA0" w:rsidRDefault="009D5181" w:rsidP="009D5181">
      <w:pPr>
        <w:rPr>
          <w:rFonts w:asciiTheme="minorHAnsi" w:hAnsiTheme="minorHAnsi" w:cstheme="minorHAnsi"/>
          <w:szCs w:val="20"/>
        </w:rPr>
      </w:pPr>
      <w:r w:rsidRPr="009D5181">
        <w:rPr>
          <w:rFonts w:asciiTheme="minorHAnsi" w:hAnsiTheme="minorHAnsi" w:cstheme="minorHAnsi"/>
          <w:sz w:val="18"/>
          <w:szCs w:val="18"/>
        </w:rPr>
        <w:t>Le</w:t>
      </w:r>
      <w:r w:rsidRPr="009D5181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9D5181">
        <w:rPr>
          <w:rFonts w:asciiTheme="minorHAnsi" w:hAnsiTheme="minorHAnsi" w:cstheme="minorHAnsi"/>
          <w:sz w:val="18"/>
          <w:szCs w:val="18"/>
        </w:rPr>
        <w:t>présent</w:t>
      </w:r>
      <w:r w:rsidRPr="009D5181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9D5181">
        <w:rPr>
          <w:rFonts w:asciiTheme="minorHAnsi" w:hAnsiTheme="minorHAnsi" w:cstheme="minorHAnsi"/>
          <w:sz w:val="18"/>
          <w:szCs w:val="18"/>
        </w:rPr>
        <w:t>Le</w:t>
      </w:r>
      <w:r w:rsidRPr="009D5181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9D5181">
        <w:rPr>
          <w:rFonts w:asciiTheme="minorHAnsi" w:hAnsiTheme="minorHAnsi" w:cstheme="minorHAnsi"/>
          <w:sz w:val="18"/>
          <w:szCs w:val="18"/>
        </w:rPr>
        <w:t>présent</w:t>
      </w:r>
      <w:r w:rsidRPr="009D5181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9D5181">
        <w:rPr>
          <w:rFonts w:asciiTheme="minorHAnsi" w:hAnsiTheme="minorHAnsi" w:cstheme="minorHAnsi"/>
          <w:sz w:val="18"/>
          <w:szCs w:val="18"/>
        </w:rPr>
        <w:t>marché</w:t>
      </w:r>
      <w:r w:rsidRPr="009D5181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9D5181">
        <w:rPr>
          <w:rFonts w:asciiTheme="minorHAnsi" w:hAnsiTheme="minorHAnsi" w:cstheme="minorHAnsi"/>
          <w:sz w:val="18"/>
          <w:szCs w:val="18"/>
        </w:rPr>
        <w:t>concerne</w:t>
      </w:r>
      <w:r w:rsidRPr="009D5181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9D5181">
        <w:rPr>
          <w:rFonts w:asciiTheme="minorHAnsi" w:hAnsiTheme="minorHAnsi" w:cstheme="minorHAnsi"/>
          <w:sz w:val="18"/>
          <w:szCs w:val="18"/>
        </w:rPr>
        <w:t>l'exécution</w:t>
      </w:r>
      <w:r w:rsidRPr="009D5181">
        <w:rPr>
          <w:rFonts w:asciiTheme="minorHAnsi" w:hAnsiTheme="minorHAnsi" w:cstheme="minorHAnsi"/>
          <w:spacing w:val="-3"/>
          <w:sz w:val="18"/>
          <w:szCs w:val="18"/>
        </w:rPr>
        <w:t xml:space="preserve"> </w:t>
      </w:r>
      <w:r w:rsidRPr="009D5181">
        <w:rPr>
          <w:rFonts w:asciiTheme="minorHAnsi" w:hAnsiTheme="minorHAnsi" w:cstheme="minorHAnsi"/>
          <w:sz w:val="18"/>
          <w:szCs w:val="18"/>
        </w:rPr>
        <w:t>de</w:t>
      </w:r>
      <w:r w:rsidRPr="009D5181">
        <w:rPr>
          <w:rFonts w:asciiTheme="minorHAnsi" w:hAnsiTheme="minorHAnsi" w:cstheme="minorHAnsi"/>
          <w:spacing w:val="-5"/>
          <w:sz w:val="18"/>
          <w:szCs w:val="18"/>
        </w:rPr>
        <w:t xml:space="preserve"> </w:t>
      </w:r>
      <w:r w:rsidRPr="009D5181">
        <w:rPr>
          <w:rFonts w:asciiTheme="minorHAnsi" w:hAnsiTheme="minorHAnsi" w:cstheme="minorHAnsi"/>
          <w:sz w:val="18"/>
          <w:szCs w:val="18"/>
        </w:rPr>
        <w:t>travaux</w:t>
      </w:r>
      <w:r w:rsidRPr="009D5181">
        <w:rPr>
          <w:rFonts w:asciiTheme="minorHAnsi" w:hAnsiTheme="minorHAnsi" w:cstheme="minorHAnsi"/>
          <w:spacing w:val="-4"/>
          <w:sz w:val="18"/>
          <w:szCs w:val="18"/>
        </w:rPr>
        <w:t xml:space="preserve"> </w:t>
      </w:r>
      <w:r w:rsidRPr="009D5181">
        <w:rPr>
          <w:rFonts w:asciiTheme="minorHAnsi" w:hAnsiTheme="minorHAnsi" w:cstheme="minorHAnsi"/>
          <w:sz w:val="18"/>
          <w:szCs w:val="18"/>
        </w:rPr>
        <w:t>relatifs</w:t>
      </w:r>
      <w:r w:rsidRPr="009D5181">
        <w:rPr>
          <w:rFonts w:asciiTheme="minorHAnsi" w:hAnsiTheme="minorHAnsi" w:cstheme="minorHAnsi"/>
          <w:spacing w:val="-3"/>
          <w:sz w:val="18"/>
          <w:szCs w:val="18"/>
        </w:rPr>
        <w:t xml:space="preserve"> à la démolition d’anciens bâtiments militaires et de renaturation du site de </w:t>
      </w:r>
      <w:proofErr w:type="spellStart"/>
      <w:r w:rsidRPr="009D5181">
        <w:rPr>
          <w:rFonts w:asciiTheme="minorHAnsi" w:hAnsiTheme="minorHAnsi" w:cstheme="minorHAnsi"/>
          <w:spacing w:val="-3"/>
          <w:sz w:val="18"/>
          <w:szCs w:val="18"/>
        </w:rPr>
        <w:t>Roquejalère</w:t>
      </w:r>
      <w:proofErr w:type="spellEnd"/>
      <w:r w:rsidRPr="009D5181">
        <w:rPr>
          <w:rFonts w:asciiTheme="minorHAnsi" w:hAnsiTheme="minorHAnsi" w:cstheme="minorHAnsi"/>
          <w:spacing w:val="-3"/>
          <w:sz w:val="18"/>
          <w:szCs w:val="18"/>
        </w:rPr>
        <w:t xml:space="preserve"> situé en Forêt Domaniale des Fenouillèdes sur le territoire communal d’Eus (66500</w:t>
      </w:r>
      <w:r w:rsidRPr="00A31FA0">
        <w:rPr>
          <w:rFonts w:asciiTheme="minorHAnsi" w:hAnsiTheme="minorHAnsi" w:cstheme="minorHAnsi"/>
          <w:spacing w:val="-3"/>
          <w:szCs w:val="20"/>
        </w:rPr>
        <w:t xml:space="preserve">). </w:t>
      </w:r>
    </w:p>
    <w:p w14:paraId="20B23B71" w14:textId="29C70618" w:rsidR="00FD3E72" w:rsidRPr="00FD3E72" w:rsidRDefault="00FD3E72" w:rsidP="00FD3E72">
      <w:pPr>
        <w:rPr>
          <w:rFonts w:ascii="Calibri" w:hAnsi="Calibri" w:cs="Calibri"/>
          <w:spacing w:val="-3"/>
          <w:sz w:val="18"/>
          <w:szCs w:val="18"/>
        </w:rPr>
      </w:pPr>
    </w:p>
    <w:p w14:paraId="3C6F587E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79BA8C40" w14:textId="77777777" w:rsidTr="008047DF">
        <w:tc>
          <w:tcPr>
            <w:tcW w:w="9552" w:type="dxa"/>
            <w:shd w:val="clear" w:color="339966" w:fill="auto"/>
          </w:tcPr>
          <w:p w14:paraId="16A2AC59" w14:textId="7D46D306" w:rsidR="00AD06EE" w:rsidRPr="00AD06EE" w:rsidRDefault="00AD06EE" w:rsidP="00AD06EE">
            <w:pPr>
              <w:widowControl w:val="0"/>
              <w:pBdr>
                <w:bottom w:val="single" w:sz="6" w:space="1" w:color="auto"/>
              </w:pBdr>
              <w:rPr>
                <w:rFonts w:ascii="Calibri" w:hAnsi="Calibri" w:cs="Calibri"/>
                <w:b/>
                <w:color w:val="000000"/>
                <w:szCs w:val="20"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B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 xml:space="preserve">Pouvoir adjudicateur </w:t>
            </w:r>
          </w:p>
        </w:tc>
      </w:tr>
    </w:tbl>
    <w:p w14:paraId="04A35CC1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4F01C793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Le pouvoir adjudicateur est l'Office National des Forêts, Direction Territoriale Midi Méditerranée / Agence Territoriale Ariège – Aude – Pyrénées Orientales, établissement public à caractère industriel et commercial, immatriculé sous le numéro unique d’identification SIRET 662 043 116 01305, dont le siège est 61 avenue Georges GUILLE CS20055 11890 CARCASSONNE Cedex 09.</w:t>
      </w:r>
    </w:p>
    <w:p w14:paraId="0A2A0200" w14:textId="77777777" w:rsidR="00AD06EE" w:rsidRDefault="00AD06EE" w:rsidP="00AD06EE">
      <w:pPr>
        <w:rPr>
          <w:u w:val="single"/>
        </w:rPr>
      </w:pPr>
    </w:p>
    <w:p w14:paraId="089B8216" w14:textId="77777777" w:rsidR="00AD06EE" w:rsidRPr="00E4215F" w:rsidRDefault="00AD06EE" w:rsidP="00AD06EE">
      <w:pPr>
        <w:widowControl w:val="0"/>
        <w:jc w:val="center"/>
        <w:rPr>
          <w:rFonts w:asciiTheme="minorHAnsi" w:hAnsiTheme="minorHAnsi" w:cstheme="minorHAnsi"/>
          <w:sz w:val="22"/>
          <w:szCs w:val="22"/>
        </w:rPr>
      </w:pPr>
    </w:p>
    <w:tbl>
      <w:tblPr>
        <w:tblW w:w="9552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552"/>
      </w:tblGrid>
      <w:tr w:rsidR="00AD06EE" w:rsidRPr="00E4215F" w14:paraId="5D5A5398" w14:textId="77777777" w:rsidTr="008047DF">
        <w:tc>
          <w:tcPr>
            <w:tcW w:w="9552" w:type="dxa"/>
            <w:shd w:val="clear" w:color="339966" w:fill="auto"/>
          </w:tcPr>
          <w:p w14:paraId="50DA2F6D" w14:textId="0D1EF732" w:rsidR="00AD06EE" w:rsidRPr="00E4215F" w:rsidRDefault="00AD06EE" w:rsidP="008047DF">
            <w:pPr>
              <w:tabs>
                <w:tab w:val="left" w:pos="-142"/>
                <w:tab w:val="left" w:pos="4111"/>
              </w:tabs>
              <w:rPr>
                <w:rFonts w:asciiTheme="minorHAnsi" w:hAnsiTheme="minorHAnsi" w:cstheme="minorHAnsi"/>
                <w:b/>
                <w:bCs/>
              </w:rPr>
            </w:pPr>
            <w:r w:rsidRPr="00E4215F">
              <w:rPr>
                <w:rFonts w:asciiTheme="minorHAnsi" w:hAnsiTheme="minorHAnsi" w:cstheme="minorHAnsi"/>
              </w:rPr>
              <w:br w:type="page"/>
            </w:r>
            <w:r w:rsidRPr="00E4215F">
              <w:rPr>
                <w:rFonts w:asciiTheme="minorHAnsi" w:hAnsiTheme="minorHAnsi" w:cstheme="minorHAnsi"/>
              </w:rPr>
              <w:br w:type="page"/>
            </w: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Pr="00E4215F">
              <w:rPr>
                <w:rFonts w:asciiTheme="minorHAnsi" w:hAnsiTheme="minorHAnsi" w:cstheme="minorHAnsi"/>
                <w:b/>
                <w:bCs/>
              </w:rPr>
              <w:t xml:space="preserve">. </w:t>
            </w:r>
            <w:r w:rsidRPr="009A275D">
              <w:rPr>
                <w:rFonts w:ascii="Calibri" w:hAnsi="Calibri" w:cs="Calibri"/>
                <w:b/>
                <w:color w:val="000000"/>
                <w:szCs w:val="20"/>
              </w:rPr>
              <w:t>Personne signataire du marché</w:t>
            </w:r>
          </w:p>
        </w:tc>
      </w:tr>
    </w:tbl>
    <w:p w14:paraId="6D45D6BE" w14:textId="77777777" w:rsidR="00AD06EE" w:rsidRPr="00D325BE" w:rsidRDefault="00AD06EE" w:rsidP="00AD06EE">
      <w:pPr>
        <w:spacing w:before="60"/>
        <w:rPr>
          <w:rFonts w:asciiTheme="minorHAnsi" w:hAnsiTheme="minorHAnsi" w:cstheme="minorHAnsi"/>
          <w:b/>
          <w:bCs/>
          <w:color w:val="339933"/>
          <w:spacing w:val="-10"/>
          <w:position w:val="-2"/>
          <w:sz w:val="18"/>
          <w:szCs w:val="18"/>
        </w:rPr>
      </w:pPr>
    </w:p>
    <w:p w14:paraId="5A8FD7BC" w14:textId="77777777" w:rsidR="009A275D" w:rsidRPr="00D325BE" w:rsidRDefault="009A275D" w:rsidP="009A275D">
      <w:pPr>
        <w:widowControl w:val="0"/>
        <w:ind w:left="2268"/>
        <w:rPr>
          <w:rFonts w:ascii="Calibri" w:hAnsi="Calibri" w:cs="Calibri"/>
          <w:sz w:val="18"/>
          <w:szCs w:val="18"/>
          <w:highlight w:val="cyan"/>
        </w:rPr>
      </w:pPr>
    </w:p>
    <w:p w14:paraId="5B542AE0" w14:textId="77777777" w:rsidR="009A275D" w:rsidRPr="00D325BE" w:rsidRDefault="009A275D" w:rsidP="009A275D">
      <w:pPr>
        <w:rPr>
          <w:rFonts w:ascii="Calibri" w:hAnsi="Calibri" w:cs="Calibri"/>
          <w:sz w:val="18"/>
          <w:szCs w:val="18"/>
        </w:rPr>
      </w:pPr>
      <w:r w:rsidRPr="00D325BE">
        <w:rPr>
          <w:rFonts w:ascii="Calibri" w:hAnsi="Calibri" w:cs="Calibri"/>
          <w:sz w:val="18"/>
          <w:szCs w:val="18"/>
        </w:rPr>
        <w:t>La personne signataire du marché et la personne en charge du suivi et de l’exécution du marché est Monsieur Stéphane VILLARUBIAS, Directeur de l’Agence Territoriale Ariège – Aude – Pyrénées Orientales, 61 avenue Georges GUILLE CS20055 11890 CARCASSONNE Cedex 09.</w:t>
      </w:r>
    </w:p>
    <w:p w14:paraId="3A38344F" w14:textId="77777777" w:rsidR="009A275D" w:rsidRPr="00D325BE" w:rsidRDefault="009A275D" w:rsidP="00D325BE">
      <w:pPr>
        <w:jc w:val="center"/>
        <w:rPr>
          <w:rFonts w:ascii="Calibri" w:hAnsi="Calibri" w:cs="Calibri"/>
          <w:i/>
          <w:sz w:val="18"/>
          <w:szCs w:val="18"/>
          <w:u w:val="single"/>
        </w:rPr>
      </w:pPr>
    </w:p>
    <w:p w14:paraId="31B36F9B" w14:textId="7FB114EC" w:rsidR="00EE05BC" w:rsidRPr="00D325BE" w:rsidRDefault="00563385" w:rsidP="00D32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center"/>
        <w:rPr>
          <w:rFonts w:ascii="Calibri" w:hAnsi="Calibri" w:cs="Calibri"/>
          <w:i/>
          <w:sz w:val="18"/>
          <w:szCs w:val="18"/>
        </w:rPr>
      </w:pPr>
      <w:r w:rsidRPr="00D325BE">
        <w:rPr>
          <w:rFonts w:ascii="Calibri" w:hAnsi="Calibri" w:cs="Calibri"/>
          <w:b/>
          <w:i/>
          <w:sz w:val="18"/>
          <w:szCs w:val="18"/>
        </w:rPr>
        <w:t>Le présent document est un cadre destiné à guider le candidat pour rédiger le mémoire technique présentant les dispositions qu’il se propose d’adopter pour l’exécution du marché.</w:t>
      </w:r>
    </w:p>
    <w:p w14:paraId="5DBD395B" w14:textId="27CF8663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bookmarkStart w:id="14" w:name="_Toc525705725"/>
      <w:bookmarkStart w:id="15" w:name="_Toc134337386"/>
      <w:r w:rsidRPr="00D325BE">
        <w:rPr>
          <w:rFonts w:asciiTheme="minorHAnsi" w:hAnsiTheme="minorHAnsi" w:cstheme="minorHAnsi"/>
          <w:sz w:val="18"/>
          <w:szCs w:val="18"/>
        </w:rPr>
        <w:t>Les candidats devront</w:t>
      </w:r>
      <w:r w:rsidR="001A2B9E" w:rsidRPr="00D325BE">
        <w:rPr>
          <w:rFonts w:asciiTheme="minorHAnsi" w:hAnsiTheme="minorHAnsi" w:cstheme="minorHAnsi"/>
          <w:sz w:val="18"/>
          <w:szCs w:val="18"/>
        </w:rPr>
        <w:t xml:space="preserve"> établir leur mémoire technique en respectant</w:t>
      </w:r>
      <w:r w:rsidRPr="00D325BE">
        <w:rPr>
          <w:rFonts w:asciiTheme="minorHAnsi" w:hAnsiTheme="minorHAnsi" w:cstheme="minorHAnsi"/>
          <w:sz w:val="18"/>
          <w:szCs w:val="18"/>
        </w:rPr>
        <w:t xml:space="preserve"> l'organisation du présent cadre (respect de l'ordre et du titrage des chapitres et articles)</w:t>
      </w:r>
      <w:r w:rsidR="00AF247A" w:rsidRPr="00D325BE">
        <w:rPr>
          <w:rFonts w:asciiTheme="minorHAnsi" w:hAnsiTheme="minorHAnsi" w:cstheme="minorHAnsi"/>
          <w:sz w:val="18"/>
          <w:szCs w:val="18"/>
        </w:rPr>
        <w:t>.</w:t>
      </w:r>
      <w:r w:rsidR="00D325BE">
        <w:rPr>
          <w:rFonts w:asciiTheme="minorHAnsi" w:hAnsiTheme="minorHAnsi" w:cstheme="minorHAnsi"/>
          <w:sz w:val="18"/>
          <w:szCs w:val="18"/>
        </w:rPr>
        <w:t xml:space="preserve"> </w:t>
      </w:r>
      <w:r w:rsidRPr="00D325BE">
        <w:rPr>
          <w:rFonts w:asciiTheme="minorHAnsi" w:hAnsiTheme="minorHAnsi" w:cstheme="minorHAnsi"/>
          <w:sz w:val="18"/>
          <w:szCs w:val="18"/>
        </w:rPr>
        <w:t>Ils pourront ajouter tous renseignements complémentaires qu'ils juger</w:t>
      </w:r>
      <w:r w:rsidR="0093498D" w:rsidRPr="00D325BE">
        <w:rPr>
          <w:rFonts w:asciiTheme="minorHAnsi" w:hAnsiTheme="minorHAnsi" w:cstheme="minorHAnsi"/>
          <w:sz w:val="18"/>
          <w:szCs w:val="18"/>
        </w:rPr>
        <w:t>aient utiles en fin de document.</w:t>
      </w:r>
    </w:p>
    <w:p w14:paraId="3F4E5231" w14:textId="121569FE" w:rsidR="00336910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Ce document contractuel servira au jugement de l'offre.</w:t>
      </w:r>
    </w:p>
    <w:p w14:paraId="3AB409F4" w14:textId="77777777" w:rsidR="0093498D" w:rsidRPr="00D325BE" w:rsidRDefault="00336910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>Le candidat est évalué sur 100 p</w:t>
      </w:r>
      <w:r w:rsidR="0093498D" w:rsidRPr="00D325BE">
        <w:rPr>
          <w:rFonts w:asciiTheme="minorHAnsi" w:hAnsiTheme="minorHAnsi" w:cstheme="minorHAnsi"/>
          <w:sz w:val="18"/>
          <w:szCs w:val="18"/>
        </w:rPr>
        <w:t xml:space="preserve">oints dont la répartition est détaillée </w:t>
      </w:r>
      <w:r w:rsidR="00AF247A" w:rsidRPr="00D325BE">
        <w:rPr>
          <w:rFonts w:asciiTheme="minorHAnsi" w:hAnsiTheme="minorHAnsi" w:cstheme="minorHAnsi"/>
          <w:sz w:val="18"/>
          <w:szCs w:val="18"/>
        </w:rPr>
        <w:t>ci-après</w:t>
      </w:r>
      <w:r w:rsidR="0093498D" w:rsidRPr="00D325BE">
        <w:rPr>
          <w:rFonts w:asciiTheme="minorHAnsi" w:hAnsiTheme="minorHAnsi" w:cstheme="minorHAnsi"/>
          <w:sz w:val="18"/>
          <w:szCs w:val="18"/>
        </w:rPr>
        <w:t>.</w:t>
      </w:r>
    </w:p>
    <w:p w14:paraId="07D235C3" w14:textId="2C5936A8" w:rsidR="0075477E" w:rsidRPr="00D325BE" w:rsidRDefault="0093498D" w:rsidP="00D325BE">
      <w:pPr>
        <w:pStyle w:val="text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shd w:val="clear" w:color="auto" w:fill="E0E0E0"/>
        <w:spacing w:after="0"/>
        <w:ind w:right="40"/>
        <w:jc w:val="center"/>
        <w:rPr>
          <w:rFonts w:asciiTheme="minorHAnsi" w:hAnsiTheme="minorHAnsi" w:cstheme="minorHAnsi"/>
          <w:sz w:val="18"/>
          <w:szCs w:val="18"/>
        </w:rPr>
      </w:pPr>
      <w:r w:rsidRPr="00D325BE">
        <w:rPr>
          <w:rFonts w:asciiTheme="minorHAnsi" w:hAnsiTheme="minorHAnsi" w:cstheme="minorHAnsi"/>
          <w:sz w:val="18"/>
          <w:szCs w:val="18"/>
        </w:rPr>
        <w:t xml:space="preserve">La note totale obtenue sera ensuite ramenée dans l'analyse globale de l'offre au poids du critère de valeur technique, à savoir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17574E" w:rsidRPr="00D325BE">
        <w:rPr>
          <w:rFonts w:asciiTheme="minorHAnsi" w:hAnsiTheme="minorHAnsi" w:cstheme="minorHAnsi"/>
          <w:sz w:val="18"/>
          <w:szCs w:val="18"/>
        </w:rPr>
        <w:t>0 %</w:t>
      </w:r>
      <w:r w:rsidR="000B3523" w:rsidRPr="00D325BE">
        <w:rPr>
          <w:rFonts w:asciiTheme="minorHAnsi" w:hAnsiTheme="minorHAnsi" w:cstheme="minorHAnsi"/>
          <w:sz w:val="18"/>
          <w:szCs w:val="18"/>
        </w:rPr>
        <w:t>.</w:t>
      </w:r>
      <w:r w:rsidR="00563385" w:rsidRPr="00D325BE">
        <w:rPr>
          <w:rFonts w:asciiTheme="minorHAnsi" w:hAnsiTheme="minorHAnsi" w:cstheme="minorHAnsi"/>
          <w:sz w:val="18"/>
          <w:szCs w:val="18"/>
        </w:rPr>
        <w:t xml:space="preserve">  (Évaluation technique de l’o</w:t>
      </w:r>
      <w:r w:rsidR="004E0BB5" w:rsidRPr="00D325BE">
        <w:rPr>
          <w:rFonts w:asciiTheme="minorHAnsi" w:hAnsiTheme="minorHAnsi" w:cstheme="minorHAnsi"/>
          <w:sz w:val="18"/>
          <w:szCs w:val="18"/>
        </w:rPr>
        <w:t xml:space="preserve">ffre sur 100 points pondérés à </w:t>
      </w:r>
      <w:r w:rsidR="00066CB0" w:rsidRPr="00D325BE">
        <w:rPr>
          <w:rFonts w:asciiTheme="minorHAnsi" w:hAnsiTheme="minorHAnsi" w:cstheme="minorHAnsi"/>
          <w:sz w:val="18"/>
          <w:szCs w:val="18"/>
        </w:rPr>
        <w:t>6</w:t>
      </w:r>
      <w:r w:rsidR="00563385" w:rsidRPr="00D325BE">
        <w:rPr>
          <w:rFonts w:asciiTheme="minorHAnsi" w:hAnsiTheme="minorHAnsi" w:cstheme="minorHAnsi"/>
          <w:sz w:val="18"/>
          <w:szCs w:val="18"/>
        </w:rPr>
        <w:t>0%)</w:t>
      </w:r>
    </w:p>
    <w:p w14:paraId="10046B12" w14:textId="77777777" w:rsidR="00217D73" w:rsidRPr="00C8084B" w:rsidRDefault="00217D73" w:rsidP="00217D73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tbl>
      <w:tblPr>
        <w:tblW w:w="1037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54"/>
        <w:gridCol w:w="4423"/>
      </w:tblGrid>
      <w:tr w:rsidR="00FD7D54" w:rsidRPr="00C8084B" w14:paraId="4C0D722C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148C46F7" w14:textId="77777777" w:rsidR="00FD7D54" w:rsidRPr="00C8084B" w:rsidRDefault="00E86B9F" w:rsidP="007564AC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lastRenderedPageBreak/>
              <w:t>MOYENS HUMAINS</w:t>
            </w:r>
          </w:p>
        </w:tc>
        <w:tc>
          <w:tcPr>
            <w:tcW w:w="4423" w:type="dxa"/>
            <w:shd w:val="clear" w:color="auto" w:fill="E0E0E0"/>
            <w:vAlign w:val="center"/>
          </w:tcPr>
          <w:p w14:paraId="648B38C3" w14:textId="15806A3A" w:rsidR="00FD7D54" w:rsidRPr="00E4107B" w:rsidRDefault="009D5181" w:rsidP="00E4107B">
            <w:pPr>
              <w:pStyle w:val="Titre1"/>
              <w:numPr>
                <w:ilvl w:val="0"/>
                <w:numId w:val="0"/>
              </w:numPr>
              <w:ind w:left="1622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>1</w:t>
            </w:r>
            <w:r w:rsidR="00E4107B" w:rsidRPr="00E4107B">
              <w:rPr>
                <w:rFonts w:ascii="Arial" w:hAnsi="Arial"/>
                <w:sz w:val="20"/>
                <w:szCs w:val="20"/>
                <w:u w:val="none"/>
              </w:rPr>
              <w:t>0 POINTS</w:t>
            </w:r>
          </w:p>
        </w:tc>
      </w:tr>
      <w:tr w:rsidR="00D325BE" w:rsidRPr="00C8084B" w14:paraId="00C5E0EB" w14:textId="77777777" w:rsidTr="00D325BE">
        <w:trPr>
          <w:cantSplit/>
          <w:trHeight w:val="1134"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C030BEE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</w:p>
          <w:p w14:paraId="3BED5D9D" w14:textId="77777777" w:rsidR="00D325BE" w:rsidRPr="00D325BE" w:rsidRDefault="00D325BE" w:rsidP="00E4107B">
            <w:pPr>
              <w:pStyle w:val="texte1"/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>Le candidat présentera les moyens humains mobilisés pour la réalisation des travaux concernés.</w:t>
            </w:r>
          </w:p>
          <w:p w14:paraId="1C2D13B3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désignera un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>chef de chantier interlocuteur unique</w:t>
            </w:r>
            <w:r w:rsidRPr="00D325BE">
              <w:rPr>
                <w:rFonts w:ascii="Calibri" w:hAnsi="Calibri" w:cs="Calibri"/>
                <w:sz w:val="18"/>
                <w:szCs w:val="18"/>
              </w:rPr>
              <w:t xml:space="preserve"> du maître d’œuvre ;</w:t>
            </w:r>
          </w:p>
          <w:p w14:paraId="08596E55" w14:textId="77777777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rPr>
                <w:rFonts w:ascii="Calibri" w:hAnsi="Calibri" w:cs="Calibri"/>
                <w:sz w:val="18"/>
                <w:szCs w:val="18"/>
              </w:rPr>
            </w:pPr>
            <w:r w:rsidRPr="00D325BE">
              <w:rPr>
                <w:rFonts w:ascii="Calibri" w:hAnsi="Calibri" w:cs="Calibri"/>
                <w:sz w:val="18"/>
                <w:szCs w:val="18"/>
              </w:rPr>
              <w:t xml:space="preserve">Il présentera </w:t>
            </w:r>
            <w:r w:rsidRPr="00D325BE">
              <w:rPr>
                <w:rFonts w:ascii="Calibri" w:hAnsi="Calibri" w:cs="Calibri"/>
                <w:b/>
                <w:sz w:val="18"/>
                <w:szCs w:val="18"/>
              </w:rPr>
              <w:t xml:space="preserve">l’équipe </w:t>
            </w:r>
            <w:r w:rsidRPr="00D325BE">
              <w:rPr>
                <w:rFonts w:ascii="Calibri" w:hAnsi="Calibri" w:cs="Calibri"/>
                <w:sz w:val="18"/>
                <w:szCs w:val="18"/>
              </w:rPr>
              <w:t>qu’il entend déployer pour la réalisation des travaux ;</w:t>
            </w:r>
          </w:p>
          <w:p w14:paraId="6D340C39" w14:textId="77777777" w:rsidR="00D325BE" w:rsidRPr="00C8084B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D325BE" w:rsidRPr="00C8084B" w14:paraId="57D1265D" w14:textId="77777777" w:rsidTr="007058A4">
        <w:trPr>
          <w:cantSplit/>
        </w:trPr>
        <w:tc>
          <w:tcPr>
            <w:tcW w:w="10377" w:type="dxa"/>
            <w:gridSpan w:val="2"/>
          </w:tcPr>
          <w:p w14:paraId="7D2DD0FA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61055D3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105F6EB6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4705B74D" w14:textId="77777777" w:rsidR="00D325BE" w:rsidRDefault="00D325BE" w:rsidP="00D325BE">
            <w:pPr>
              <w:pStyle w:val="texte1"/>
              <w:rPr>
                <w:rFonts w:ascii="Arial" w:hAnsi="Arial" w:cs="Arial"/>
                <w:szCs w:val="20"/>
              </w:rPr>
            </w:pPr>
          </w:p>
          <w:p w14:paraId="45A68227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  <w:p w14:paraId="5A039DFF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FD7D54" w:rsidRPr="00C8084B" w14:paraId="1AE92B49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425254BD" w14:textId="6C6EA3F1" w:rsidR="00FD7D54" w:rsidRPr="00E86B9F" w:rsidRDefault="00600053" w:rsidP="006401DE">
            <w:pPr>
              <w:pStyle w:val="Titre1"/>
              <w:numPr>
                <w:ilvl w:val="0"/>
                <w:numId w:val="4"/>
              </w:numPr>
              <w:rPr>
                <w:rFonts w:ascii="Arial" w:hAnsi="Arial"/>
                <w:color w:val="000000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TECHNIQUES : </w:t>
            </w:r>
            <w:r w:rsidR="00366F2D">
              <w:rPr>
                <w:rFonts w:ascii="Arial" w:hAnsi="Arial"/>
                <w:sz w:val="20"/>
                <w:szCs w:val="20"/>
                <w:u w:val="none"/>
              </w:rPr>
              <w:t>M</w:t>
            </w:r>
            <w:r w:rsidR="00443EBE">
              <w:rPr>
                <w:rFonts w:ascii="Arial" w:hAnsi="Arial"/>
                <w:sz w:val="20"/>
                <w:szCs w:val="20"/>
                <w:u w:val="none"/>
              </w:rPr>
              <w:t>É</w:t>
            </w:r>
            <w:r w:rsidR="005B272D">
              <w:rPr>
                <w:rFonts w:ascii="Arial" w:hAnsi="Arial"/>
                <w:sz w:val="20"/>
                <w:szCs w:val="20"/>
                <w:u w:val="none"/>
              </w:rPr>
              <w:t>THODES</w:t>
            </w:r>
            <w:r w:rsidR="00895979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B91ED8">
              <w:rPr>
                <w:rFonts w:ascii="Arial" w:hAnsi="Arial"/>
                <w:sz w:val="20"/>
                <w:szCs w:val="20"/>
                <w:u w:val="none"/>
              </w:rPr>
              <w:t xml:space="preserve">ET </w:t>
            </w:r>
            <w:r w:rsidR="009D5181">
              <w:rPr>
                <w:rFonts w:ascii="Arial" w:hAnsi="Arial"/>
                <w:sz w:val="20"/>
                <w:szCs w:val="20"/>
                <w:u w:val="none"/>
              </w:rPr>
              <w:t>engins mis en oeuvre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6B89A76F" w14:textId="666F6809" w:rsidR="00FD7D54" w:rsidRPr="00C8084B" w:rsidRDefault="009D5181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  <w:r w:rsidR="004E0BB5">
              <w:rPr>
                <w:rFonts w:ascii="Arial" w:hAnsi="Arial" w:cs="Arial"/>
                <w:b/>
                <w:szCs w:val="20"/>
              </w:rPr>
              <w:t>0</w:t>
            </w:r>
            <w:r w:rsidR="00FD7D54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1D84224C" w14:textId="77777777" w:rsidTr="00D325BE">
        <w:trPr>
          <w:cantSplit/>
          <w:trHeight w:val="1707"/>
        </w:trPr>
        <w:tc>
          <w:tcPr>
            <w:tcW w:w="10377" w:type="dxa"/>
            <w:gridSpan w:val="2"/>
            <w:shd w:val="clear" w:color="auto" w:fill="D9D9D9" w:themeFill="background1" w:themeFillShade="D9"/>
            <w:vAlign w:val="center"/>
          </w:tcPr>
          <w:p w14:paraId="0F91689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8664EE8" w14:textId="77777777" w:rsidR="00D325BE" w:rsidRPr="00D325BE" w:rsidRDefault="00D325BE" w:rsidP="00366F2D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Le candidat fournira une note précisant la méthodologie mise en place par l’entrepreneur pour exécuter les travaux</w:t>
            </w:r>
          </w:p>
          <w:p w14:paraId="30FFC0D0" w14:textId="3225BD13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Engins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>EFFECTIVEMENT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mobilisés pour mise en œuvre des </w:t>
            </w:r>
            <w:r w:rsidRPr="00541DA6">
              <w:rPr>
                <w:rFonts w:asciiTheme="minorHAnsi" w:hAnsiTheme="minorHAnsi" w:cstheme="minorHAnsi"/>
                <w:sz w:val="18"/>
                <w:szCs w:val="18"/>
              </w:rPr>
              <w:t>travaux par type de travaux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 xml:space="preserve"> </w:t>
            </w:r>
            <w:r w:rsidR="009D5181" w:rsidRPr="009D5181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2</w:t>
            </w:r>
            <w:r w:rsidRPr="009D5181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0 POINTS</w:t>
            </w:r>
          </w:p>
          <w:p w14:paraId="5E94AA20" w14:textId="2F8F48F6" w:rsidR="00D325BE" w:rsidRPr="00D325BE" w:rsidRDefault="00D325BE" w:rsidP="006401DE">
            <w:pPr>
              <w:pStyle w:val="texte1"/>
              <w:numPr>
                <w:ilvl w:val="0"/>
                <w:numId w:val="3"/>
              </w:numPr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 Méthodologie de</w:t>
            </w:r>
            <w:r w:rsidR="009D5181">
              <w:rPr>
                <w:rFonts w:asciiTheme="minorHAnsi" w:hAnsiTheme="minorHAnsi" w:cstheme="minorHAnsi"/>
                <w:sz w:val="18"/>
                <w:szCs w:val="18"/>
              </w:rPr>
              <w:t xml:space="preserve"> démolition, du système de tri des différents déchets et des filières de retraitement </w:t>
            </w:r>
            <w:r w:rsidR="009D5181" w:rsidRPr="00D325BE">
              <w:rPr>
                <w:rFonts w:asciiTheme="minorHAnsi" w:hAnsiTheme="minorHAnsi" w:cstheme="minorHAnsi"/>
                <w:sz w:val="18"/>
                <w:szCs w:val="18"/>
              </w:rPr>
              <w:t>;</w:t>
            </w:r>
            <w:r w:rsidR="009D5181">
              <w:rPr>
                <w:rFonts w:asciiTheme="minorHAnsi" w:hAnsiTheme="minorHAnsi" w:cstheme="minorHAnsi"/>
                <w:sz w:val="18"/>
                <w:szCs w:val="18"/>
              </w:rPr>
              <w:t xml:space="preserve"> méthodologie globale de l’ensemble du chantier </w:t>
            </w:r>
            <w:r w:rsidR="009D5181" w:rsidRPr="009D5181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>40</w:t>
            </w:r>
            <w:r w:rsidRPr="009D5181">
              <w:rPr>
                <w:rFonts w:asciiTheme="minorHAnsi" w:hAnsiTheme="minorHAnsi" w:cstheme="minorHAnsi"/>
                <w:b/>
                <w:bCs/>
                <w:sz w:val="18"/>
                <w:szCs w:val="18"/>
                <w:u w:val="single"/>
              </w:rPr>
              <w:t xml:space="preserve"> POINTS</w:t>
            </w:r>
          </w:p>
          <w:p w14:paraId="34899775" w14:textId="77777777" w:rsidR="00D325BE" w:rsidRPr="00D325BE" w:rsidRDefault="00D325BE" w:rsidP="00BA6EF9">
            <w:pPr>
              <w:pStyle w:val="texte1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</w:tr>
      <w:tr w:rsidR="00D325BE" w:rsidRPr="00C8084B" w14:paraId="284716DC" w14:textId="77777777" w:rsidTr="009C3823">
        <w:trPr>
          <w:cantSplit/>
        </w:trPr>
        <w:tc>
          <w:tcPr>
            <w:tcW w:w="10377" w:type="dxa"/>
            <w:gridSpan w:val="2"/>
            <w:vAlign w:val="center"/>
          </w:tcPr>
          <w:p w14:paraId="477A977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4039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7A23C745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33F971BE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6195139A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54DAB212" w14:textId="77777777" w:rsidR="00D325BE" w:rsidRDefault="00D325BE" w:rsidP="00D325BE">
            <w:pPr>
              <w:pStyle w:val="texte1"/>
              <w:rPr>
                <w:rFonts w:ascii="Arial" w:hAnsi="Arial" w:cs="Arial"/>
                <w:b/>
                <w:szCs w:val="20"/>
              </w:rPr>
            </w:pPr>
          </w:p>
          <w:p w14:paraId="214FDCEC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  <w:p w14:paraId="439AE4C4" w14:textId="77777777" w:rsidR="00D325BE" w:rsidRDefault="00D325BE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643E7D" w:rsidRPr="00C8084B" w14:paraId="429A151F" w14:textId="77777777" w:rsidTr="00D325BE">
        <w:trPr>
          <w:cantSplit/>
        </w:trPr>
        <w:tc>
          <w:tcPr>
            <w:tcW w:w="5954" w:type="dxa"/>
            <w:shd w:val="clear" w:color="auto" w:fill="D9D9D9" w:themeFill="background1" w:themeFillShade="D9"/>
            <w:vAlign w:val="center"/>
          </w:tcPr>
          <w:p w14:paraId="71247953" w14:textId="0A289DE6" w:rsidR="00643E7D" w:rsidRPr="00C8084B" w:rsidRDefault="009D5181" w:rsidP="00C8084B">
            <w:pPr>
              <w:pStyle w:val="Titre1"/>
              <w:rPr>
                <w:rFonts w:ascii="Arial" w:hAnsi="Arial"/>
                <w:sz w:val="20"/>
                <w:szCs w:val="20"/>
                <w:u w:val="none"/>
              </w:rPr>
            </w:pPr>
            <w:r>
              <w:rPr>
                <w:rFonts w:ascii="Arial" w:hAnsi="Arial"/>
                <w:sz w:val="20"/>
                <w:szCs w:val="20"/>
                <w:u w:val="none"/>
              </w:rPr>
              <w:t xml:space="preserve">delai ET </w:t>
            </w:r>
            <w:r w:rsidR="00E86B9F" w:rsidRPr="00E4107B">
              <w:rPr>
                <w:rFonts w:ascii="Arial" w:hAnsi="Arial"/>
                <w:sz w:val="20"/>
                <w:szCs w:val="20"/>
                <w:u w:val="none"/>
              </w:rPr>
              <w:t>PLANNING</w:t>
            </w:r>
            <w:r w:rsidR="00DD13AE" w:rsidRPr="00E4107B">
              <w:rPr>
                <w:rFonts w:ascii="Arial" w:hAnsi="Arial"/>
                <w:sz w:val="20"/>
                <w:szCs w:val="20"/>
                <w:u w:val="none"/>
              </w:rPr>
              <w:t xml:space="preserve"> </w:t>
            </w:r>
            <w:r w:rsidR="00DD13AE">
              <w:rPr>
                <w:rFonts w:ascii="Arial" w:hAnsi="Arial"/>
                <w:sz w:val="20"/>
                <w:szCs w:val="20"/>
                <w:u w:val="none"/>
              </w:rPr>
              <w:t>d’ÉxÉcution</w:t>
            </w:r>
          </w:p>
        </w:tc>
        <w:tc>
          <w:tcPr>
            <w:tcW w:w="4423" w:type="dxa"/>
            <w:shd w:val="clear" w:color="auto" w:fill="D9D9D9"/>
            <w:vAlign w:val="center"/>
          </w:tcPr>
          <w:p w14:paraId="1F4F5C71" w14:textId="451CF350" w:rsidR="00643E7D" w:rsidRPr="00C8084B" w:rsidRDefault="009A275D" w:rsidP="00FE001A">
            <w:pPr>
              <w:pStyle w:val="texte1"/>
              <w:jc w:val="center"/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  <w:r w:rsidR="00595596">
              <w:rPr>
                <w:rFonts w:ascii="Arial" w:hAnsi="Arial" w:cs="Arial"/>
                <w:b/>
                <w:szCs w:val="20"/>
              </w:rPr>
              <w:t>0</w:t>
            </w:r>
            <w:r w:rsidR="00643E7D" w:rsidRPr="00C8084B">
              <w:rPr>
                <w:rFonts w:ascii="Arial" w:hAnsi="Arial" w:cs="Arial"/>
                <w:b/>
                <w:szCs w:val="20"/>
              </w:rPr>
              <w:t xml:space="preserve"> POINTS</w:t>
            </w:r>
          </w:p>
        </w:tc>
      </w:tr>
      <w:tr w:rsidR="00D325BE" w:rsidRPr="00C8084B" w14:paraId="77E6F093" w14:textId="77777777" w:rsidTr="00D325BE">
        <w:trPr>
          <w:cantSplit/>
        </w:trPr>
        <w:tc>
          <w:tcPr>
            <w:tcW w:w="10377" w:type="dxa"/>
            <w:gridSpan w:val="2"/>
            <w:shd w:val="clear" w:color="auto" w:fill="D9D9D9" w:themeFill="background1" w:themeFillShade="D9"/>
          </w:tcPr>
          <w:p w14:paraId="1E6B4FA5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5DB3B78" w14:textId="77777777" w:rsidR="00D325BE" w:rsidRPr="00D325BE" w:rsidRDefault="00D325BE" w:rsidP="00DD13AE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Le candidat fournira un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planning d’exécution détaillé avec des 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dates prévisionnelles</w:t>
            </w:r>
            <w:r w:rsidRPr="00D325BE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des travaux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.</w:t>
            </w:r>
          </w:p>
          <w:p w14:paraId="16852BDC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La note sur 15 est attribuée de la manière suivante :</w:t>
            </w:r>
          </w:p>
          <w:p w14:paraId="0DF0526B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attribuée = 15 X (Délai proposé le + court / délai proposé par l'opérateur) tel que mentionné sur l’acte d’engagement</w:t>
            </w:r>
          </w:p>
          <w:p w14:paraId="57968EE3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Note sur 15 sur le </w:t>
            </w:r>
            <w:r w:rsidRPr="00D325BE">
              <w:rPr>
                <w:rFonts w:asciiTheme="minorHAnsi" w:hAnsiTheme="minorHAnsi" w:cstheme="minorHAnsi"/>
                <w:sz w:val="18"/>
                <w:szCs w:val="18"/>
                <w:u w:val="single"/>
              </w:rPr>
              <w:t>planning détaillé</w:t>
            </w: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 xml:space="preserve"> fourni et en cohérence avec le délai mentionné dans l’AE.</w:t>
            </w:r>
          </w:p>
          <w:p w14:paraId="50F5E54A" w14:textId="77777777" w:rsidR="00D325BE" w:rsidRPr="00D325BE" w:rsidRDefault="00D325BE" w:rsidP="00BA6EF9">
            <w:pPr>
              <w:pStyle w:val="texte1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D325BE">
              <w:rPr>
                <w:rFonts w:asciiTheme="minorHAnsi" w:hAnsiTheme="minorHAnsi" w:cstheme="minorHAnsi"/>
                <w:sz w:val="18"/>
                <w:szCs w:val="18"/>
              </w:rPr>
              <w:t>Note sur 30 = somme pondérée des deux éléments ci-dessus.</w:t>
            </w:r>
          </w:p>
          <w:p w14:paraId="2EC5DE1E" w14:textId="77777777" w:rsidR="00D325BE" w:rsidRPr="00CC1269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tr w:rsidR="00D325BE" w:rsidRPr="00C8084B" w14:paraId="098558F0" w14:textId="77777777" w:rsidTr="00E30B7A">
        <w:trPr>
          <w:cantSplit/>
        </w:trPr>
        <w:tc>
          <w:tcPr>
            <w:tcW w:w="10377" w:type="dxa"/>
            <w:gridSpan w:val="2"/>
          </w:tcPr>
          <w:p w14:paraId="447067DA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4E2874DD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14A2AD4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79C11D70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ED52AF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  <w:p w14:paraId="2DB624E8" w14:textId="77777777" w:rsidR="00D325BE" w:rsidRDefault="00D325BE" w:rsidP="00D325BE">
            <w:pPr>
              <w:pStyle w:val="texte1"/>
              <w:rPr>
                <w:rFonts w:ascii="Arial" w:hAnsi="Arial" w:cs="Arial"/>
                <w:i/>
                <w:szCs w:val="20"/>
              </w:rPr>
            </w:pPr>
          </w:p>
          <w:p w14:paraId="2BC39705" w14:textId="77777777" w:rsidR="00D325BE" w:rsidRDefault="00D325BE" w:rsidP="00CC1269">
            <w:pPr>
              <w:pStyle w:val="texte1"/>
              <w:jc w:val="center"/>
              <w:rPr>
                <w:rFonts w:ascii="Arial" w:hAnsi="Arial" w:cs="Arial"/>
                <w:i/>
                <w:szCs w:val="20"/>
              </w:rPr>
            </w:pPr>
          </w:p>
        </w:tc>
      </w:tr>
      <w:bookmarkEnd w:id="14"/>
      <w:bookmarkEnd w:id="15"/>
    </w:tbl>
    <w:p w14:paraId="71A822C6" w14:textId="77777777" w:rsidR="00181B46" w:rsidRPr="00C8084B" w:rsidRDefault="00181B46" w:rsidP="004E3FEB">
      <w:pPr>
        <w:pStyle w:val="texte1"/>
        <w:shd w:val="clear" w:color="auto" w:fill="FFFFFF"/>
        <w:spacing w:after="0"/>
        <w:ind w:right="40"/>
        <w:rPr>
          <w:rFonts w:ascii="Arial" w:hAnsi="Arial" w:cs="Arial"/>
          <w:szCs w:val="20"/>
        </w:rPr>
      </w:pPr>
    </w:p>
    <w:sectPr w:rsidR="00181B46" w:rsidRPr="00C8084B" w:rsidSect="0075477E">
      <w:headerReference w:type="default" r:id="rId9"/>
      <w:footerReference w:type="default" r:id="rId10"/>
      <w:pgSz w:w="11907" w:h="16840" w:code="9"/>
      <w:pgMar w:top="851" w:right="851" w:bottom="567" w:left="851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D7064" w14:textId="77777777" w:rsidR="004C2211" w:rsidRDefault="004C2211">
      <w:r>
        <w:separator/>
      </w:r>
    </w:p>
  </w:endnote>
  <w:endnote w:type="continuationSeparator" w:id="0">
    <w:p w14:paraId="3FB619B3" w14:textId="77777777" w:rsidR="004C2211" w:rsidRDefault="004C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(W1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3663994"/>
      <w:docPartObj>
        <w:docPartGallery w:val="Page Numbers (Bottom of Page)"/>
        <w:docPartUnique/>
      </w:docPartObj>
    </w:sdtPr>
    <w:sdtEndPr/>
    <w:sdtContent>
      <w:p w14:paraId="049B2FCA" w14:textId="77777777" w:rsidR="00DD13AE" w:rsidRDefault="00DD13AE">
        <w:pPr>
          <w:pStyle w:val="Pieddepage"/>
          <w:jc w:val="right"/>
        </w:pPr>
        <w:r w:rsidRPr="00DD13AE">
          <w:rPr>
            <w:sz w:val="18"/>
            <w:szCs w:val="18"/>
          </w:rPr>
          <w:fldChar w:fldCharType="begin"/>
        </w:r>
        <w:r w:rsidRPr="00DD13AE">
          <w:rPr>
            <w:sz w:val="18"/>
            <w:szCs w:val="18"/>
          </w:rPr>
          <w:instrText>PAGE   \* MERGEFORMAT</w:instrText>
        </w:r>
        <w:r w:rsidRPr="00DD13AE">
          <w:rPr>
            <w:sz w:val="18"/>
            <w:szCs w:val="18"/>
          </w:rPr>
          <w:fldChar w:fldCharType="separate"/>
        </w:r>
        <w:r w:rsidR="001C2192">
          <w:rPr>
            <w:noProof/>
            <w:sz w:val="18"/>
            <w:szCs w:val="18"/>
          </w:rPr>
          <w:t>2</w:t>
        </w:r>
        <w:r w:rsidRPr="00DD13AE">
          <w:rPr>
            <w:sz w:val="18"/>
            <w:szCs w:val="18"/>
          </w:rPr>
          <w:fldChar w:fldCharType="end"/>
        </w:r>
      </w:p>
    </w:sdtContent>
  </w:sdt>
  <w:p w14:paraId="508517B2" w14:textId="77777777" w:rsidR="00E46834" w:rsidRDefault="00E46834" w:rsidP="004E3FE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83AE9" w14:textId="77777777" w:rsidR="004C2211" w:rsidRDefault="004C2211">
      <w:r>
        <w:separator/>
      </w:r>
    </w:p>
  </w:footnote>
  <w:footnote w:type="continuationSeparator" w:id="0">
    <w:p w14:paraId="6148F4F5" w14:textId="77777777" w:rsidR="004C2211" w:rsidRDefault="004C2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E6434B" w14:textId="77777777" w:rsidR="00E46834" w:rsidRPr="004E3FEB" w:rsidRDefault="00E46834" w:rsidP="004E3FE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1041C"/>
    <w:multiLevelType w:val="multilevel"/>
    <w:tmpl w:val="41AE2F06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color w:val="auto"/>
        <w:sz w:val="28"/>
        <w:szCs w:val="28"/>
      </w:r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67" w:firstLine="0"/>
      </w:pPr>
      <w:rPr>
        <w:rFonts w:hint="default"/>
        <w:sz w:val="20"/>
        <w:szCs w:val="20"/>
      </w:rPr>
    </w:lvl>
    <w:lvl w:ilvl="2">
      <w:start w:val="1"/>
      <w:numFmt w:val="decimal"/>
      <w:pStyle w:val="Titre3"/>
      <w:lvlText w:val="%1.%2.%3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37EF03C5"/>
    <w:multiLevelType w:val="hybridMultilevel"/>
    <w:tmpl w:val="B0C4CB82"/>
    <w:lvl w:ilvl="0" w:tplc="E5D48A80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750E67"/>
    <w:multiLevelType w:val="hybridMultilevel"/>
    <w:tmpl w:val="F24E3322"/>
    <w:lvl w:ilvl="0" w:tplc="16A64E58">
      <w:start w:val="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6702160">
    <w:abstractNumId w:val="0"/>
  </w:num>
  <w:num w:numId="2" w16cid:durableId="126054287">
    <w:abstractNumId w:val="2"/>
  </w:num>
  <w:num w:numId="3" w16cid:durableId="1887523229">
    <w:abstractNumId w:val="1"/>
  </w:num>
  <w:num w:numId="4" w16cid:durableId="618150599">
    <w:abstractNumId w:val="0"/>
    <w:lvlOverride w:ilvl="0">
      <w:startOverride w:val="2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9" w:dllVersion="512" w:checkStyle="1"/>
  <w:proofState w:spelling="clean" w:grammar="clean"/>
  <w:attachedTemplate r:id="rId1"/>
  <w:stylePaneFormatFilter w:val="2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27C"/>
    <w:rsid w:val="00005D6A"/>
    <w:rsid w:val="000172A2"/>
    <w:rsid w:val="00030CA8"/>
    <w:rsid w:val="000364AC"/>
    <w:rsid w:val="000412EE"/>
    <w:rsid w:val="0005014F"/>
    <w:rsid w:val="00050E66"/>
    <w:rsid w:val="000661D0"/>
    <w:rsid w:val="00066CB0"/>
    <w:rsid w:val="00076DA6"/>
    <w:rsid w:val="000778DA"/>
    <w:rsid w:val="00090F9B"/>
    <w:rsid w:val="000918FC"/>
    <w:rsid w:val="00093E38"/>
    <w:rsid w:val="000B3523"/>
    <w:rsid w:val="000B5778"/>
    <w:rsid w:val="000C6BDC"/>
    <w:rsid w:val="000F4DB1"/>
    <w:rsid w:val="0010673E"/>
    <w:rsid w:val="00117461"/>
    <w:rsid w:val="00120F35"/>
    <w:rsid w:val="00125990"/>
    <w:rsid w:val="0013065D"/>
    <w:rsid w:val="00133027"/>
    <w:rsid w:val="0013700F"/>
    <w:rsid w:val="00141E7F"/>
    <w:rsid w:val="001556E3"/>
    <w:rsid w:val="00160E3E"/>
    <w:rsid w:val="00161A71"/>
    <w:rsid w:val="0017574E"/>
    <w:rsid w:val="001761DC"/>
    <w:rsid w:val="00181B46"/>
    <w:rsid w:val="00182B06"/>
    <w:rsid w:val="0018316F"/>
    <w:rsid w:val="0019171F"/>
    <w:rsid w:val="00192CA5"/>
    <w:rsid w:val="001931A0"/>
    <w:rsid w:val="001976A4"/>
    <w:rsid w:val="001A2B9E"/>
    <w:rsid w:val="001A61F4"/>
    <w:rsid w:val="001B7096"/>
    <w:rsid w:val="001C119A"/>
    <w:rsid w:val="001C2192"/>
    <w:rsid w:val="001C2C0F"/>
    <w:rsid w:val="001D663B"/>
    <w:rsid w:val="001D7A4D"/>
    <w:rsid w:val="001E1257"/>
    <w:rsid w:val="001F0F09"/>
    <w:rsid w:val="001F34C6"/>
    <w:rsid w:val="00213A39"/>
    <w:rsid w:val="00217D73"/>
    <w:rsid w:val="00222C27"/>
    <w:rsid w:val="00223835"/>
    <w:rsid w:val="00237C76"/>
    <w:rsid w:val="00243A21"/>
    <w:rsid w:val="00256B8E"/>
    <w:rsid w:val="002648C3"/>
    <w:rsid w:val="00271B1F"/>
    <w:rsid w:val="002759E0"/>
    <w:rsid w:val="00287896"/>
    <w:rsid w:val="00290A03"/>
    <w:rsid w:val="002A53CE"/>
    <w:rsid w:val="002B4B77"/>
    <w:rsid w:val="002C0315"/>
    <w:rsid w:val="002D4C71"/>
    <w:rsid w:val="002E69ED"/>
    <w:rsid w:val="002F0E23"/>
    <w:rsid w:val="00302027"/>
    <w:rsid w:val="00330553"/>
    <w:rsid w:val="00336910"/>
    <w:rsid w:val="0034025A"/>
    <w:rsid w:val="00351649"/>
    <w:rsid w:val="00356527"/>
    <w:rsid w:val="00366F2D"/>
    <w:rsid w:val="00367679"/>
    <w:rsid w:val="00374B2F"/>
    <w:rsid w:val="003C1600"/>
    <w:rsid w:val="003D1AF7"/>
    <w:rsid w:val="003D598A"/>
    <w:rsid w:val="0040404E"/>
    <w:rsid w:val="00404BE0"/>
    <w:rsid w:val="00423D7C"/>
    <w:rsid w:val="00443EBE"/>
    <w:rsid w:val="00445194"/>
    <w:rsid w:val="0045614F"/>
    <w:rsid w:val="00464571"/>
    <w:rsid w:val="0046792A"/>
    <w:rsid w:val="00473CAB"/>
    <w:rsid w:val="00476EF1"/>
    <w:rsid w:val="00485D38"/>
    <w:rsid w:val="004A7CFB"/>
    <w:rsid w:val="004B11FE"/>
    <w:rsid w:val="004C2211"/>
    <w:rsid w:val="004C5304"/>
    <w:rsid w:val="004E0BB5"/>
    <w:rsid w:val="004E10BF"/>
    <w:rsid w:val="004E3A11"/>
    <w:rsid w:val="004E3FEB"/>
    <w:rsid w:val="004E4AF4"/>
    <w:rsid w:val="004F0E2B"/>
    <w:rsid w:val="004F1122"/>
    <w:rsid w:val="00502BD5"/>
    <w:rsid w:val="00504728"/>
    <w:rsid w:val="00520146"/>
    <w:rsid w:val="00537609"/>
    <w:rsid w:val="00537E85"/>
    <w:rsid w:val="00537FE0"/>
    <w:rsid w:val="00541DA6"/>
    <w:rsid w:val="0054476C"/>
    <w:rsid w:val="00545BBE"/>
    <w:rsid w:val="00556FF0"/>
    <w:rsid w:val="00563385"/>
    <w:rsid w:val="00595596"/>
    <w:rsid w:val="005965AD"/>
    <w:rsid w:val="005A2BAD"/>
    <w:rsid w:val="005A696B"/>
    <w:rsid w:val="005B17C8"/>
    <w:rsid w:val="005B272D"/>
    <w:rsid w:val="005B2CA8"/>
    <w:rsid w:val="005C12BD"/>
    <w:rsid w:val="005C1775"/>
    <w:rsid w:val="005D1F63"/>
    <w:rsid w:val="005D72CD"/>
    <w:rsid w:val="005E039E"/>
    <w:rsid w:val="005E0420"/>
    <w:rsid w:val="005E11AD"/>
    <w:rsid w:val="005E55B9"/>
    <w:rsid w:val="005F6743"/>
    <w:rsid w:val="00600053"/>
    <w:rsid w:val="00631676"/>
    <w:rsid w:val="00634987"/>
    <w:rsid w:val="006401DE"/>
    <w:rsid w:val="00643E7D"/>
    <w:rsid w:val="00650DB5"/>
    <w:rsid w:val="00650EC0"/>
    <w:rsid w:val="00651E7B"/>
    <w:rsid w:val="006530D0"/>
    <w:rsid w:val="0066217E"/>
    <w:rsid w:val="00675B3E"/>
    <w:rsid w:val="00675B5F"/>
    <w:rsid w:val="00676F70"/>
    <w:rsid w:val="006857DB"/>
    <w:rsid w:val="00690E32"/>
    <w:rsid w:val="0069720C"/>
    <w:rsid w:val="006A527C"/>
    <w:rsid w:val="006B7B48"/>
    <w:rsid w:val="006C07BB"/>
    <w:rsid w:val="006C2818"/>
    <w:rsid w:val="006E18DF"/>
    <w:rsid w:val="006E24CE"/>
    <w:rsid w:val="00701FDA"/>
    <w:rsid w:val="00704F70"/>
    <w:rsid w:val="007126B5"/>
    <w:rsid w:val="0072200D"/>
    <w:rsid w:val="00725612"/>
    <w:rsid w:val="0075477E"/>
    <w:rsid w:val="007558D1"/>
    <w:rsid w:val="007564AC"/>
    <w:rsid w:val="007763DE"/>
    <w:rsid w:val="0078395C"/>
    <w:rsid w:val="007A4517"/>
    <w:rsid w:val="007B0673"/>
    <w:rsid w:val="007C572B"/>
    <w:rsid w:val="007C74E7"/>
    <w:rsid w:val="007D138A"/>
    <w:rsid w:val="007E3365"/>
    <w:rsid w:val="008010C3"/>
    <w:rsid w:val="00804426"/>
    <w:rsid w:val="008056F2"/>
    <w:rsid w:val="00833CF3"/>
    <w:rsid w:val="00841B04"/>
    <w:rsid w:val="0084216F"/>
    <w:rsid w:val="00847C39"/>
    <w:rsid w:val="008531B1"/>
    <w:rsid w:val="00860A41"/>
    <w:rsid w:val="00861117"/>
    <w:rsid w:val="00867CB8"/>
    <w:rsid w:val="008715EE"/>
    <w:rsid w:val="00893588"/>
    <w:rsid w:val="00893DE0"/>
    <w:rsid w:val="00895979"/>
    <w:rsid w:val="008A0846"/>
    <w:rsid w:val="008A16F4"/>
    <w:rsid w:val="008A7047"/>
    <w:rsid w:val="008A70A4"/>
    <w:rsid w:val="008A769F"/>
    <w:rsid w:val="008C0CFB"/>
    <w:rsid w:val="008C4688"/>
    <w:rsid w:val="008D06E6"/>
    <w:rsid w:val="008D7D91"/>
    <w:rsid w:val="00901443"/>
    <w:rsid w:val="00906D4C"/>
    <w:rsid w:val="009154FA"/>
    <w:rsid w:val="00917FAC"/>
    <w:rsid w:val="00927C12"/>
    <w:rsid w:val="00931969"/>
    <w:rsid w:val="0093498D"/>
    <w:rsid w:val="00946012"/>
    <w:rsid w:val="00961169"/>
    <w:rsid w:val="00964168"/>
    <w:rsid w:val="009646E9"/>
    <w:rsid w:val="009655A2"/>
    <w:rsid w:val="0097578E"/>
    <w:rsid w:val="00990DE9"/>
    <w:rsid w:val="009944CD"/>
    <w:rsid w:val="0099506B"/>
    <w:rsid w:val="009A1F0C"/>
    <w:rsid w:val="009A275D"/>
    <w:rsid w:val="009A67E0"/>
    <w:rsid w:val="009C5F03"/>
    <w:rsid w:val="009D5181"/>
    <w:rsid w:val="009E00C3"/>
    <w:rsid w:val="009E2E2C"/>
    <w:rsid w:val="009F5C3F"/>
    <w:rsid w:val="009F79CD"/>
    <w:rsid w:val="00A01A9D"/>
    <w:rsid w:val="00A11207"/>
    <w:rsid w:val="00A131E1"/>
    <w:rsid w:val="00A30256"/>
    <w:rsid w:val="00A327DF"/>
    <w:rsid w:val="00A3286A"/>
    <w:rsid w:val="00A344D2"/>
    <w:rsid w:val="00A35C01"/>
    <w:rsid w:val="00A408DB"/>
    <w:rsid w:val="00A462F1"/>
    <w:rsid w:val="00A507E7"/>
    <w:rsid w:val="00A54B08"/>
    <w:rsid w:val="00A608F8"/>
    <w:rsid w:val="00A60E2A"/>
    <w:rsid w:val="00A62DB4"/>
    <w:rsid w:val="00A70B55"/>
    <w:rsid w:val="00A715AE"/>
    <w:rsid w:val="00A85F87"/>
    <w:rsid w:val="00A96874"/>
    <w:rsid w:val="00AA019E"/>
    <w:rsid w:val="00AA633B"/>
    <w:rsid w:val="00AB407D"/>
    <w:rsid w:val="00AB5F5A"/>
    <w:rsid w:val="00AB737E"/>
    <w:rsid w:val="00AC21E5"/>
    <w:rsid w:val="00AC2D20"/>
    <w:rsid w:val="00AD06EE"/>
    <w:rsid w:val="00AE632C"/>
    <w:rsid w:val="00AE63FF"/>
    <w:rsid w:val="00AE7040"/>
    <w:rsid w:val="00AF247A"/>
    <w:rsid w:val="00AF33BD"/>
    <w:rsid w:val="00AF3FC6"/>
    <w:rsid w:val="00B0044F"/>
    <w:rsid w:val="00B14D93"/>
    <w:rsid w:val="00B226A4"/>
    <w:rsid w:val="00B272E2"/>
    <w:rsid w:val="00B66121"/>
    <w:rsid w:val="00B91DB4"/>
    <w:rsid w:val="00B91ED8"/>
    <w:rsid w:val="00B93911"/>
    <w:rsid w:val="00B96449"/>
    <w:rsid w:val="00BA6EF9"/>
    <w:rsid w:val="00BA6F43"/>
    <w:rsid w:val="00BB548C"/>
    <w:rsid w:val="00BB5F5B"/>
    <w:rsid w:val="00BE0E97"/>
    <w:rsid w:val="00BE1F1C"/>
    <w:rsid w:val="00BE412A"/>
    <w:rsid w:val="00BE5C46"/>
    <w:rsid w:val="00C14875"/>
    <w:rsid w:val="00C161AD"/>
    <w:rsid w:val="00C33267"/>
    <w:rsid w:val="00C35B98"/>
    <w:rsid w:val="00C431EA"/>
    <w:rsid w:val="00C51444"/>
    <w:rsid w:val="00C57E03"/>
    <w:rsid w:val="00C666C2"/>
    <w:rsid w:val="00C76E09"/>
    <w:rsid w:val="00C8084B"/>
    <w:rsid w:val="00C86334"/>
    <w:rsid w:val="00C95AE5"/>
    <w:rsid w:val="00CA1B34"/>
    <w:rsid w:val="00CB59E2"/>
    <w:rsid w:val="00CC1269"/>
    <w:rsid w:val="00CC36C7"/>
    <w:rsid w:val="00CC68B5"/>
    <w:rsid w:val="00CD38AE"/>
    <w:rsid w:val="00CD57E2"/>
    <w:rsid w:val="00CE347C"/>
    <w:rsid w:val="00CF38F7"/>
    <w:rsid w:val="00CF697D"/>
    <w:rsid w:val="00D128A3"/>
    <w:rsid w:val="00D13ECA"/>
    <w:rsid w:val="00D206D5"/>
    <w:rsid w:val="00D22D6B"/>
    <w:rsid w:val="00D2337A"/>
    <w:rsid w:val="00D246DC"/>
    <w:rsid w:val="00D25619"/>
    <w:rsid w:val="00D325BE"/>
    <w:rsid w:val="00D35523"/>
    <w:rsid w:val="00D364F5"/>
    <w:rsid w:val="00D50CCD"/>
    <w:rsid w:val="00D548AF"/>
    <w:rsid w:val="00D62D93"/>
    <w:rsid w:val="00D643E7"/>
    <w:rsid w:val="00D64B26"/>
    <w:rsid w:val="00D80C70"/>
    <w:rsid w:val="00D8299C"/>
    <w:rsid w:val="00D839EB"/>
    <w:rsid w:val="00D86329"/>
    <w:rsid w:val="00D94233"/>
    <w:rsid w:val="00DA28AE"/>
    <w:rsid w:val="00DB0FA0"/>
    <w:rsid w:val="00DB35CE"/>
    <w:rsid w:val="00DC330C"/>
    <w:rsid w:val="00DD13AE"/>
    <w:rsid w:val="00DD214A"/>
    <w:rsid w:val="00DD34EC"/>
    <w:rsid w:val="00DF0ACC"/>
    <w:rsid w:val="00DF656A"/>
    <w:rsid w:val="00DF6C98"/>
    <w:rsid w:val="00E00A7C"/>
    <w:rsid w:val="00E133B2"/>
    <w:rsid w:val="00E23F23"/>
    <w:rsid w:val="00E2497F"/>
    <w:rsid w:val="00E24C5E"/>
    <w:rsid w:val="00E35269"/>
    <w:rsid w:val="00E4107B"/>
    <w:rsid w:val="00E41FFC"/>
    <w:rsid w:val="00E46834"/>
    <w:rsid w:val="00E51B3A"/>
    <w:rsid w:val="00E55052"/>
    <w:rsid w:val="00E63197"/>
    <w:rsid w:val="00E80337"/>
    <w:rsid w:val="00E85FA1"/>
    <w:rsid w:val="00E86B9F"/>
    <w:rsid w:val="00E8749F"/>
    <w:rsid w:val="00E927F7"/>
    <w:rsid w:val="00E9559E"/>
    <w:rsid w:val="00EB1CEC"/>
    <w:rsid w:val="00EC3EE1"/>
    <w:rsid w:val="00ED0771"/>
    <w:rsid w:val="00EE05BC"/>
    <w:rsid w:val="00EE0AB3"/>
    <w:rsid w:val="00EE4ABE"/>
    <w:rsid w:val="00EE666D"/>
    <w:rsid w:val="00F13B95"/>
    <w:rsid w:val="00F15201"/>
    <w:rsid w:val="00F229E6"/>
    <w:rsid w:val="00F25325"/>
    <w:rsid w:val="00F4063F"/>
    <w:rsid w:val="00F443F2"/>
    <w:rsid w:val="00F4560B"/>
    <w:rsid w:val="00F52598"/>
    <w:rsid w:val="00F53926"/>
    <w:rsid w:val="00F57CC1"/>
    <w:rsid w:val="00F60469"/>
    <w:rsid w:val="00F764B0"/>
    <w:rsid w:val="00F82B34"/>
    <w:rsid w:val="00F91750"/>
    <w:rsid w:val="00F91C8D"/>
    <w:rsid w:val="00F92BFA"/>
    <w:rsid w:val="00FC179C"/>
    <w:rsid w:val="00FC2258"/>
    <w:rsid w:val="00FC4FCA"/>
    <w:rsid w:val="00FD14BD"/>
    <w:rsid w:val="00FD3E72"/>
    <w:rsid w:val="00FD662D"/>
    <w:rsid w:val="00FD7D54"/>
    <w:rsid w:val="00FE001A"/>
    <w:rsid w:val="00FF2956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057D6DC3"/>
  <w15:docId w15:val="{21036F63-88AF-41ED-B530-268E59E82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rsid w:val="001A2B9E"/>
    <w:pPr>
      <w:jc w:val="both"/>
    </w:pPr>
    <w:rPr>
      <w:rFonts w:ascii="Arial" w:hAnsi="Arial"/>
      <w:szCs w:val="24"/>
    </w:rPr>
  </w:style>
  <w:style w:type="paragraph" w:styleId="Titre1">
    <w:name w:val="heading 1"/>
    <w:basedOn w:val="Normal"/>
    <w:next w:val="Normal"/>
    <w:qFormat/>
    <w:rsid w:val="00A01A9D"/>
    <w:pPr>
      <w:keepNext/>
      <w:numPr>
        <w:numId w:val="1"/>
      </w:numPr>
      <w:spacing w:before="120" w:after="120"/>
      <w:jc w:val="left"/>
      <w:outlineLvl w:val="0"/>
    </w:pPr>
    <w:rPr>
      <w:rFonts w:ascii="Arial (W1)" w:hAnsi="Arial (W1)" w:cs="Arial"/>
      <w:b/>
      <w:bCs/>
      <w:caps/>
      <w:sz w:val="28"/>
      <w:szCs w:val="28"/>
      <w:u w:val="single"/>
    </w:rPr>
  </w:style>
  <w:style w:type="paragraph" w:styleId="Titre2">
    <w:name w:val="heading 2"/>
    <w:basedOn w:val="Normal"/>
    <w:next w:val="texte1"/>
    <w:qFormat/>
    <w:rsid w:val="006B7B48"/>
    <w:pPr>
      <w:keepNext/>
      <w:numPr>
        <w:ilvl w:val="1"/>
        <w:numId w:val="1"/>
      </w:numPr>
      <w:spacing w:before="120" w:after="120"/>
      <w:jc w:val="left"/>
      <w:outlineLvl w:val="1"/>
    </w:pPr>
    <w:rPr>
      <w:rFonts w:cs="Arial"/>
      <w:b/>
      <w:bCs/>
      <w:sz w:val="28"/>
      <w:szCs w:val="28"/>
    </w:rPr>
  </w:style>
  <w:style w:type="paragraph" w:styleId="Titre3">
    <w:name w:val="heading 3"/>
    <w:basedOn w:val="Normal"/>
    <w:next w:val="Normal"/>
    <w:qFormat/>
    <w:rsid w:val="00E2497F"/>
    <w:pPr>
      <w:numPr>
        <w:ilvl w:val="2"/>
        <w:numId w:val="1"/>
      </w:numPr>
      <w:spacing w:before="60" w:after="60"/>
      <w:outlineLvl w:val="2"/>
    </w:pPr>
    <w:rPr>
      <w:rFonts w:ascii="Times New Roman" w:hAnsi="Times New Roman"/>
      <w:bCs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outlineLvl w:val="3"/>
    </w:pPr>
    <w:rPr>
      <w:rFonts w:cs="Arial"/>
      <w:b/>
      <w:bCs/>
      <w:color w:val="000080"/>
      <w:u w:val="single"/>
      <w:lang w:val="en-GB"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outlineLvl w:val="4"/>
    </w:pPr>
    <w:rPr>
      <w:b/>
      <w:bCs/>
      <w:u w:val="single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outlineLvl w:val="5"/>
    </w:pPr>
    <w:rPr>
      <w:u w:val="single"/>
    </w:rPr>
  </w:style>
  <w:style w:type="paragraph" w:styleId="Titre7">
    <w:name w:val="heading 7"/>
    <w:basedOn w:val="Normal"/>
    <w:next w:val="Normal"/>
    <w:qFormat/>
    <w:pPr>
      <w:tabs>
        <w:tab w:val="left" w:pos="1296"/>
      </w:tabs>
      <w:spacing w:before="240" w:after="60"/>
      <w:ind w:left="1296" w:hanging="1296"/>
      <w:outlineLvl w:val="6"/>
    </w:pPr>
    <w:rPr>
      <w:rFonts w:cs="Arial"/>
    </w:rPr>
  </w:style>
  <w:style w:type="paragraph" w:styleId="Titre8">
    <w:name w:val="heading 8"/>
    <w:basedOn w:val="Normal"/>
    <w:next w:val="Normal"/>
    <w:qFormat/>
    <w:pPr>
      <w:tabs>
        <w:tab w:val="left" w:pos="1440"/>
      </w:tabs>
      <w:spacing w:before="240" w:after="60"/>
      <w:ind w:left="1440" w:hanging="1440"/>
      <w:outlineLvl w:val="7"/>
    </w:pPr>
    <w:rPr>
      <w:rFonts w:cs="Arial"/>
      <w:i/>
      <w:iCs/>
    </w:rPr>
  </w:style>
  <w:style w:type="paragraph" w:styleId="Titre9">
    <w:name w:val="heading 9"/>
    <w:basedOn w:val="Normal"/>
    <w:next w:val="Normal"/>
    <w:qFormat/>
    <w:pPr>
      <w:tabs>
        <w:tab w:val="left" w:pos="1584"/>
      </w:tabs>
      <w:spacing w:before="240" w:after="60"/>
      <w:ind w:left="1584" w:hanging="1584"/>
      <w:outlineLvl w:val="8"/>
    </w:pPr>
    <w:rPr>
      <w:rFonts w:cs="Arial"/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  <w:rPr>
      <w:sz w:val="22"/>
      <w:szCs w:val="22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semiHidden/>
    <w:pPr>
      <w:keepNext/>
    </w:pPr>
    <w:rPr>
      <w:b/>
      <w:bCs/>
      <w:u w:val="single"/>
    </w:rPr>
  </w:style>
  <w:style w:type="paragraph" w:styleId="TM2">
    <w:name w:val="toc 2"/>
    <w:basedOn w:val="Normal"/>
    <w:next w:val="Normal"/>
    <w:semiHidden/>
    <w:pPr>
      <w:ind w:left="240"/>
    </w:pPr>
  </w:style>
  <w:style w:type="paragraph" w:styleId="TM3">
    <w:name w:val="toc 3"/>
    <w:basedOn w:val="Normal"/>
    <w:next w:val="Normal"/>
    <w:semiHidden/>
    <w:pPr>
      <w:ind w:left="480"/>
    </w:pPr>
  </w:style>
  <w:style w:type="paragraph" w:styleId="TM4">
    <w:name w:val="toc 4"/>
    <w:basedOn w:val="Normal"/>
    <w:next w:val="Normal"/>
    <w:semiHidden/>
    <w:pPr>
      <w:ind w:left="720"/>
    </w:pPr>
  </w:style>
  <w:style w:type="paragraph" w:styleId="TM5">
    <w:name w:val="toc 5"/>
    <w:basedOn w:val="Normal"/>
    <w:next w:val="Normal"/>
    <w:semiHidden/>
    <w:pPr>
      <w:ind w:left="960"/>
    </w:pPr>
  </w:style>
  <w:style w:type="paragraph" w:styleId="TM6">
    <w:name w:val="toc 6"/>
    <w:basedOn w:val="Normal"/>
    <w:next w:val="Normal"/>
    <w:semiHidden/>
    <w:pPr>
      <w:ind w:left="1200"/>
    </w:pPr>
  </w:style>
  <w:style w:type="paragraph" w:styleId="TM7">
    <w:name w:val="toc 7"/>
    <w:basedOn w:val="Normal"/>
    <w:next w:val="Normal"/>
    <w:semiHidden/>
    <w:pPr>
      <w:ind w:left="1440"/>
    </w:pPr>
  </w:style>
  <w:style w:type="paragraph" w:styleId="TM8">
    <w:name w:val="toc 8"/>
    <w:basedOn w:val="Normal"/>
    <w:next w:val="Normal"/>
    <w:semiHidden/>
    <w:pPr>
      <w:ind w:left="1680"/>
    </w:pPr>
  </w:style>
  <w:style w:type="paragraph" w:styleId="TM9">
    <w:name w:val="toc 9"/>
    <w:basedOn w:val="Normal"/>
    <w:next w:val="Normal"/>
    <w:semiHidden/>
    <w:pPr>
      <w:ind w:left="192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Notedebasdepage">
    <w:name w:val="footnote text"/>
    <w:basedOn w:val="Normal"/>
    <w:semiHidden/>
    <w:pPr>
      <w:jc w:val="left"/>
    </w:pPr>
  </w:style>
  <w:style w:type="paragraph" w:styleId="TitreTR">
    <w:name w:val="toa heading"/>
    <w:basedOn w:val="Normal"/>
    <w:next w:val="Normal"/>
    <w:semiHidden/>
    <w:pPr>
      <w:spacing w:before="120"/>
      <w:jc w:val="left"/>
    </w:pPr>
    <w:rPr>
      <w:rFonts w:cs="Arial"/>
      <w:b/>
      <w:bCs/>
    </w:rPr>
  </w:style>
  <w:style w:type="paragraph" w:customStyle="1" w:styleId="texte1">
    <w:name w:val="texte 1"/>
    <w:basedOn w:val="Normal"/>
    <w:link w:val="texte1Car"/>
    <w:qFormat/>
    <w:rsid w:val="00F82B34"/>
    <w:pPr>
      <w:spacing w:after="100"/>
      <w:ind w:right="38"/>
    </w:pPr>
    <w:rPr>
      <w:rFonts w:ascii="Times New Roman" w:hAnsi="Times New Roman"/>
    </w:rPr>
  </w:style>
  <w:style w:type="character" w:styleId="Marquedecommentaire">
    <w:name w:val="annotation reference"/>
    <w:basedOn w:val="Policepardfaut"/>
    <w:qFormat/>
    <w:rsid w:val="00EE4ABE"/>
    <w:rPr>
      <w:rFonts w:ascii="Times New Roman" w:hAnsi="Times New Roman"/>
      <w:vanish/>
      <w:color w:val="333399"/>
      <w:sz w:val="24"/>
      <w:vertAlign w:val="superscript"/>
    </w:rPr>
  </w:style>
  <w:style w:type="paragraph" w:customStyle="1" w:styleId="objet">
    <w:name w:val="objet"/>
    <w:basedOn w:val="Normal"/>
    <w:semiHidden/>
    <w:pPr>
      <w:jc w:val="left"/>
    </w:pPr>
    <w:rPr>
      <w:rFonts w:ascii="Times" w:hAnsi="Times" w:cs="Times"/>
      <w:sz w:val="18"/>
      <w:szCs w:val="18"/>
    </w:rPr>
  </w:style>
  <w:style w:type="paragraph" w:customStyle="1" w:styleId="signature">
    <w:name w:val="•signature"/>
    <w:basedOn w:val="Normal"/>
    <w:semiHidden/>
    <w:pPr>
      <w:ind w:left="5940" w:right="295"/>
      <w:jc w:val="center"/>
    </w:pPr>
    <w:rPr>
      <w:rFonts w:ascii="Times New Roman" w:hAnsi="Times New Roman"/>
    </w:rPr>
  </w:style>
  <w:style w:type="paragraph" w:styleId="Commentaire">
    <w:name w:val="annotation text"/>
    <w:basedOn w:val="Normal"/>
    <w:link w:val="CommentaireCar"/>
    <w:pPr>
      <w:jc w:val="left"/>
    </w:pPr>
    <w:rPr>
      <w:rFonts w:ascii="Times" w:hAnsi="Times" w:cs="Times"/>
      <w:szCs w:val="20"/>
    </w:rPr>
  </w:style>
  <w:style w:type="paragraph" w:styleId="Textedebulles">
    <w:name w:val="Balloon Text"/>
    <w:basedOn w:val="Normal"/>
    <w:semiHidden/>
    <w:rsid w:val="00E80337"/>
    <w:rPr>
      <w:rFonts w:ascii="Tahoma" w:hAnsi="Tahoma" w:cs="Tahoma"/>
      <w:sz w:val="16"/>
      <w:szCs w:val="16"/>
    </w:rPr>
  </w:style>
  <w:style w:type="paragraph" w:styleId="Explorateurdedocuments">
    <w:name w:val="Document Map"/>
    <w:basedOn w:val="Normal"/>
    <w:rsid w:val="00FC225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StyleMarquedecommentaire">
    <w:name w:val="Style Marque de commentaire +"/>
    <w:basedOn w:val="Marquedecommentaire"/>
    <w:semiHidden/>
    <w:rsid w:val="003D598A"/>
    <w:rPr>
      <w:rFonts w:ascii="Times New Roman" w:hAnsi="Times New Roman"/>
      <w:vanish w:val="0"/>
      <w:color w:val="0000FF"/>
      <w:sz w:val="24"/>
      <w:vertAlign w:val="superscript"/>
    </w:rPr>
  </w:style>
  <w:style w:type="character" w:customStyle="1" w:styleId="Aubaile">
    <w:name w:val="Aubaile"/>
    <w:basedOn w:val="Policepardfaut"/>
    <w:semiHidden/>
    <w:rsid w:val="00FD7D54"/>
    <w:rPr>
      <w:rFonts w:ascii="Comic Sans MS" w:hAnsi="Comic Sans MS"/>
      <w:b w:val="0"/>
      <w:bCs w:val="0"/>
      <w:i w:val="0"/>
      <w:iCs w:val="0"/>
      <w:strike w:val="0"/>
      <w:color w:val="000080"/>
      <w:sz w:val="20"/>
      <w:szCs w:val="20"/>
      <w:u w:val="none"/>
    </w:rPr>
  </w:style>
  <w:style w:type="paragraph" w:styleId="Objetducommentaire">
    <w:name w:val="annotation subject"/>
    <w:basedOn w:val="Commentaire"/>
    <w:next w:val="Commentaire"/>
    <w:link w:val="ObjetducommentaireCar"/>
    <w:rsid w:val="001976A4"/>
    <w:pPr>
      <w:jc w:val="both"/>
    </w:pPr>
    <w:rPr>
      <w:rFonts w:ascii="Times New (W1)" w:hAnsi="Times New (W1)" w:cs="Times New Roman"/>
      <w:b/>
      <w:bCs/>
    </w:rPr>
  </w:style>
  <w:style w:type="character" w:customStyle="1" w:styleId="CommentaireCar">
    <w:name w:val="Commentaire Car"/>
    <w:basedOn w:val="Policepardfaut"/>
    <w:link w:val="Commentaire"/>
    <w:rsid w:val="001976A4"/>
    <w:rPr>
      <w:rFonts w:ascii="Times" w:hAnsi="Times" w:cs="Times"/>
    </w:rPr>
  </w:style>
  <w:style w:type="character" w:customStyle="1" w:styleId="ObjetducommentaireCar">
    <w:name w:val="Objet du commentaire Car"/>
    <w:basedOn w:val="CommentaireCar"/>
    <w:link w:val="Objetducommentaire"/>
    <w:rsid w:val="001976A4"/>
    <w:rPr>
      <w:rFonts w:ascii="Times New (W1)" w:hAnsi="Times New (W1)" w:cs="Times"/>
      <w:b/>
      <w:bCs/>
    </w:rPr>
  </w:style>
  <w:style w:type="paragraph" w:styleId="Titre">
    <w:name w:val="Title"/>
    <w:basedOn w:val="Normal"/>
    <w:link w:val="TitreCar"/>
    <w:autoRedefine/>
    <w:uiPriority w:val="99"/>
    <w:qFormat/>
    <w:rsid w:val="00C8084B"/>
    <w:pPr>
      <w:overflowPunct w:val="0"/>
      <w:autoSpaceDE w:val="0"/>
      <w:autoSpaceDN w:val="0"/>
      <w:adjustRightInd w:val="0"/>
      <w:ind w:right="-369"/>
      <w:jc w:val="center"/>
      <w:textAlignment w:val="baseline"/>
    </w:pPr>
    <w:rPr>
      <w:rFonts w:cs="Arial"/>
      <w:b/>
      <w:bCs/>
      <w:kern w:val="28"/>
      <w:szCs w:val="20"/>
      <w:u w:val="single"/>
    </w:rPr>
  </w:style>
  <w:style w:type="character" w:customStyle="1" w:styleId="TitreCar">
    <w:name w:val="Titre Car"/>
    <w:basedOn w:val="Policepardfaut"/>
    <w:link w:val="Titre"/>
    <w:uiPriority w:val="99"/>
    <w:rsid w:val="00C8084B"/>
    <w:rPr>
      <w:rFonts w:ascii="Arial" w:hAnsi="Arial" w:cs="Arial"/>
      <w:b/>
      <w:bCs/>
      <w:kern w:val="28"/>
      <w:u w:val="single"/>
    </w:rPr>
  </w:style>
  <w:style w:type="paragraph" w:customStyle="1" w:styleId="Texte">
    <w:name w:val="Texte"/>
    <w:link w:val="TexteCar"/>
    <w:rsid w:val="00C8084B"/>
    <w:pPr>
      <w:overflowPunct w:val="0"/>
      <w:autoSpaceDE w:val="0"/>
      <w:autoSpaceDN w:val="0"/>
      <w:adjustRightInd w:val="0"/>
      <w:spacing w:before="40" w:after="20"/>
      <w:jc w:val="both"/>
      <w:textAlignment w:val="baseline"/>
    </w:pPr>
    <w:rPr>
      <w:sz w:val="22"/>
      <w:szCs w:val="22"/>
    </w:rPr>
  </w:style>
  <w:style w:type="character" w:customStyle="1" w:styleId="TexteCar">
    <w:name w:val="Texte Car"/>
    <w:link w:val="Texte"/>
    <w:rsid w:val="00C8084B"/>
    <w:rPr>
      <w:sz w:val="22"/>
      <w:szCs w:val="22"/>
    </w:rPr>
  </w:style>
  <w:style w:type="paragraph" w:styleId="Corpsdetexte2">
    <w:name w:val="Body Text 2"/>
    <w:basedOn w:val="Normal"/>
    <w:link w:val="Corpsdetexte2Car"/>
    <w:rsid w:val="002E69ED"/>
    <w:rPr>
      <w:rFonts w:ascii="Bookman Old Style" w:hAnsi="Bookman Old Style" w:cs="Arial"/>
      <w:szCs w:val="20"/>
    </w:rPr>
  </w:style>
  <w:style w:type="character" w:customStyle="1" w:styleId="Corpsdetexte2Car">
    <w:name w:val="Corps de texte 2 Car"/>
    <w:basedOn w:val="Policepardfaut"/>
    <w:link w:val="Corpsdetexte2"/>
    <w:rsid w:val="002E69ED"/>
    <w:rPr>
      <w:rFonts w:ascii="Bookman Old Style" w:hAnsi="Bookman Old Style" w:cs="Arial"/>
    </w:rPr>
  </w:style>
  <w:style w:type="character" w:customStyle="1" w:styleId="En-tteCar">
    <w:name w:val="En-tête Car"/>
    <w:link w:val="En-tte"/>
    <w:rsid w:val="002E69ED"/>
    <w:rPr>
      <w:rFonts w:ascii="Times New (W1)" w:hAnsi="Times New (W1)"/>
      <w:sz w:val="22"/>
      <w:szCs w:val="22"/>
    </w:rPr>
  </w:style>
  <w:style w:type="character" w:customStyle="1" w:styleId="PieddepageCar">
    <w:name w:val="Pied de page Car"/>
    <w:basedOn w:val="Policepardfaut"/>
    <w:link w:val="Pieddepage"/>
    <w:uiPriority w:val="99"/>
    <w:rsid w:val="00DD13AE"/>
    <w:rPr>
      <w:rFonts w:ascii="Times New (W1)" w:hAnsi="Times New (W1)"/>
      <w:sz w:val="24"/>
      <w:szCs w:val="24"/>
    </w:rPr>
  </w:style>
  <w:style w:type="paragraph" w:styleId="Sous-titre">
    <w:name w:val="Subtitle"/>
    <w:basedOn w:val="Normal"/>
    <w:next w:val="Normal"/>
    <w:link w:val="Sous-titreCar"/>
    <w:qFormat/>
    <w:rsid w:val="001A2B9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ous-titreCar">
    <w:name w:val="Sous-titre Car"/>
    <w:basedOn w:val="Policepardfaut"/>
    <w:link w:val="Sous-titre"/>
    <w:rsid w:val="001A2B9E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lev">
    <w:name w:val="Strong"/>
    <w:basedOn w:val="Policepardfaut"/>
    <w:rsid w:val="001A2B9E"/>
    <w:rPr>
      <w:rFonts w:ascii="Arial" w:hAnsi="Arial"/>
      <w:b w:val="0"/>
      <w:bCs/>
      <w:sz w:val="20"/>
    </w:rPr>
  </w:style>
  <w:style w:type="character" w:styleId="Accentuation">
    <w:name w:val="Emphasis"/>
    <w:basedOn w:val="Policepardfaut"/>
    <w:qFormat/>
    <w:rsid w:val="001A2B9E"/>
    <w:rPr>
      <w:rFonts w:ascii="Arial" w:hAnsi="Arial"/>
      <w:b w:val="0"/>
      <w:i w:val="0"/>
      <w:iCs/>
      <w:sz w:val="20"/>
    </w:rPr>
  </w:style>
  <w:style w:type="paragraph" w:customStyle="1" w:styleId="Default">
    <w:name w:val="Default"/>
    <w:rsid w:val="00066CB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595596"/>
    <w:pPr>
      <w:widowControl w:val="0"/>
      <w:autoSpaceDE w:val="0"/>
      <w:autoSpaceDN w:val="0"/>
      <w:jc w:val="left"/>
    </w:pPr>
    <w:rPr>
      <w:rFonts w:eastAsia="Arial" w:cs="Arial"/>
      <w:sz w:val="22"/>
      <w:szCs w:val="22"/>
      <w:lang w:eastAsia="en-US"/>
    </w:rPr>
  </w:style>
  <w:style w:type="character" w:customStyle="1" w:styleId="texte1Car">
    <w:name w:val="texte 1 Car"/>
    <w:link w:val="texte1"/>
    <w:rsid w:val="009A275D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7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Mod&#232;les%20LIC\LIC%20Document%20court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EFAD9-328C-4936-9AC2-E2D675646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LIC Document court.dot</Template>
  <TotalTime>1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Titre</vt:lpstr>
    </vt:vector>
  </TitlesOfParts>
  <Company>ONF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CADRE MT</dc:title>
  <dc:creator>MARCHAND Marc</dc:creator>
  <cp:lastModifiedBy>MARCHAND Marc</cp:lastModifiedBy>
  <cp:revision>2</cp:revision>
  <cp:lastPrinted>2022-02-01T08:46:00Z</cp:lastPrinted>
  <dcterms:created xsi:type="dcterms:W3CDTF">2025-04-11T17:11:00Z</dcterms:created>
  <dcterms:modified xsi:type="dcterms:W3CDTF">2025-04-11T17:11:00Z</dcterms:modified>
</cp:coreProperties>
</file>