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D44AC" w14:textId="1F2818B1" w:rsidR="002970E3" w:rsidRPr="004F56EA" w:rsidRDefault="00517391" w:rsidP="002970E3">
      <w:pPr>
        <w:spacing w:line="240" w:lineRule="auto"/>
        <w:ind w:left="4395"/>
        <w:rPr>
          <w:rFonts w:asciiTheme="majorHAnsi" w:hAnsiTheme="majorHAnsi"/>
          <w:b/>
          <w:color w:val="4000BE" w:themeColor="accent2"/>
          <w:sz w:val="40"/>
          <w:szCs w:val="40"/>
          <w14:shadow w14:blurRad="50800" w14:dist="38100" w14:dir="2700000" w14:sx="100000" w14:sy="100000" w14:kx="0" w14:ky="0" w14:algn="tl">
            <w14:srgbClr w14:val="000000">
              <w14:alpha w14:val="60000"/>
            </w14:srgbClr>
          </w14:shadow>
        </w:rPr>
      </w:pPr>
      <w:r>
        <w:rPr>
          <w:rFonts w:asciiTheme="majorHAnsi" w:hAnsiTheme="majorHAnsi"/>
          <w:b/>
          <w:noProof/>
          <w:color w:val="4000BE" w:themeColor="accent2"/>
          <w:sz w:val="40"/>
          <w:szCs w:val="40"/>
        </w:rPr>
        <mc:AlternateContent>
          <mc:Choice Requires="wpg">
            <w:drawing>
              <wp:anchor distT="0" distB="0" distL="114300" distR="114300" simplePos="0" relativeHeight="251658240" behindDoc="1" locked="0" layoutInCell="1" allowOverlap="1" wp14:anchorId="4A493351" wp14:editId="03C614B3">
                <wp:simplePos x="0" y="0"/>
                <wp:positionH relativeFrom="column">
                  <wp:posOffset>-936056</wp:posOffset>
                </wp:positionH>
                <wp:positionV relativeFrom="paragraph">
                  <wp:posOffset>-1032898</wp:posOffset>
                </wp:positionV>
                <wp:extent cx="7630160" cy="10770300"/>
                <wp:effectExtent l="0" t="0" r="8890" b="0"/>
                <wp:wrapNone/>
                <wp:docPr id="18" name="Groupe 18"/>
                <wp:cNvGraphicFramePr/>
                <a:graphic xmlns:a="http://schemas.openxmlformats.org/drawingml/2006/main">
                  <a:graphicData uri="http://schemas.microsoft.com/office/word/2010/wordprocessingGroup">
                    <wpg:wgp>
                      <wpg:cNvGrpSpPr/>
                      <wpg:grpSpPr>
                        <a:xfrm>
                          <a:off x="0" y="0"/>
                          <a:ext cx="7630160" cy="10770300"/>
                          <a:chOff x="0" y="0"/>
                          <a:chExt cx="7630160" cy="10770300"/>
                        </a:xfrm>
                      </wpg:grpSpPr>
                      <wpg:grpSp>
                        <wpg:cNvPr id="15" name="Groupe 15"/>
                        <wpg:cNvGrpSpPr/>
                        <wpg:grpSpPr>
                          <a:xfrm>
                            <a:off x="0" y="0"/>
                            <a:ext cx="7630160" cy="10770300"/>
                            <a:chOff x="0" y="0"/>
                            <a:chExt cx="7630160" cy="10770300"/>
                          </a:xfrm>
                        </wpg:grpSpPr>
                        <wps:wsp>
                          <wps:cNvPr id="36" name="Rectangle 36"/>
                          <wps:cNvSpPr/>
                          <wps:spPr>
                            <a:xfrm>
                              <a:off x="0" y="35625"/>
                              <a:ext cx="7630160" cy="10734675"/>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5" name="Image 35"/>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6025" cy="2482215"/>
                            </a:xfrm>
                            <a:prstGeom prst="rect">
                              <a:avLst/>
                            </a:prstGeom>
                            <a:noFill/>
                            <a:ln>
                              <a:noFill/>
                            </a:ln>
                          </pic:spPr>
                        </pic:pic>
                      </wpg:grpSp>
                      <pic:pic xmlns:pic="http://schemas.openxmlformats.org/drawingml/2006/picture">
                        <pic:nvPicPr>
                          <pic:cNvPr id="17" name="Image 17"/>
                          <pic:cNvPicPr>
                            <a:picLocks noChangeAspect="1"/>
                          </pic:cNvPicPr>
                        </pic:nvPicPr>
                        <pic:blipFill rotWithShape="1">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t="71148"/>
                          <a:stretch/>
                        </pic:blipFill>
                        <pic:spPr bwMode="auto">
                          <a:xfrm>
                            <a:off x="47501" y="7683335"/>
                            <a:ext cx="7553960" cy="3082290"/>
                          </a:xfrm>
                          <a:prstGeom prst="rect">
                            <a:avLst/>
                          </a:prstGeom>
                          <a:ln>
                            <a:noFill/>
                          </a:ln>
                          <a:extLst>
                            <a:ext uri="{53640926-AAD7-44D8-BBD7-CCE9431645EC}">
                              <a14:shadowObscured xmlns:a14="http://schemas.microsoft.com/office/drawing/2010/main"/>
                            </a:ext>
                          </a:extLst>
                        </pic:spPr>
                      </pic:pic>
                    </wpg:wgp>
                  </a:graphicData>
                </a:graphic>
              </wp:anchor>
            </w:drawing>
          </mc:Choice>
          <mc:Fallback xmlns:a="http://schemas.openxmlformats.org/drawingml/2006/main" xmlns:pic="http://schemas.openxmlformats.org/drawingml/2006/picture" xmlns:a14="http://schemas.microsoft.com/office/drawing/2010/main" xmlns:a16="http://schemas.microsoft.com/office/drawing/2014/main">
            <w:pict w14:anchorId="4E678DDA">
              <v:group id="Groupe 18" style="position:absolute;margin-left:-73.7pt;margin-top:-81.35pt;width:600.8pt;height:848.05pt;z-index:-251652094" coordsize="76301,107703" o:spid="_x0000_s1026" w14:anchorId="1E1A1C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">
                <v:group id="Groupe 15" style="position:absolute;width:76301;height:107703" coordsize="76301,107703"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36" style="position:absolute;top:356;width:76301;height:107347;visibility:visible;mso-wrap-style:square;v-text-anchor:middle" o:spid="_x0000_s1028" fillcolor="#ffd7db [66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35" style="position:absolute;width:24860;height:24822;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">
                    <v:imagedata o:title="" r:id="rId13"/>
                  </v:shape>
                </v:group>
                <v:shape id="Image 17" style="position:absolute;left:475;top:76833;width:75539;height:30823;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">
                  <v:imagedata croptop="46628f" chromakey="white" o:title="" r:id="rId14"/>
                </v:shape>
              </v:group>
            </w:pict>
          </mc:Fallback>
        </mc:AlternateContent>
      </w:r>
      <w:r w:rsidR="002970E3" w:rsidRPr="004F56EA">
        <w:rPr>
          <w:rFonts w:asciiTheme="majorHAnsi" w:hAnsiTheme="majorHAnsi"/>
          <w:b/>
          <w:color w:val="4000BE" w:themeColor="accent2"/>
          <w:sz w:val="40"/>
          <w:szCs w:val="40"/>
          <w14:shadow w14:blurRad="50800" w14:dist="38100" w14:dir="2700000" w14:sx="100000" w14:sy="100000" w14:kx="0" w14:ky="0" w14:algn="tl">
            <w14:srgbClr w14:val="000000">
              <w14:alpha w14:val="60000"/>
            </w14:srgbClr>
          </w14:shadow>
        </w:rPr>
        <w:t xml:space="preserve">ACCORD-CADRE </w:t>
      </w:r>
    </w:p>
    <w:p w14:paraId="38C5C0F1" w14:textId="1F857535" w:rsidR="002970E3" w:rsidRPr="00C751CA" w:rsidRDefault="00D21C1E" w:rsidP="005539BD">
      <w:pPr>
        <w:ind w:left="4395"/>
        <w:rPr>
          <w:rFonts w:asciiTheme="majorHAnsi" w:hAnsiTheme="majorHAnsi"/>
          <w:b/>
          <w:color w:val="4000BE" w:themeColor="accent2"/>
          <w:sz w:val="36"/>
          <w:szCs w:val="36"/>
          <w14:shadow w14:blurRad="50800" w14:dist="38100" w14:dir="2700000" w14:sx="100000" w14:sy="100000" w14:kx="0" w14:ky="0" w14:algn="tl">
            <w14:srgbClr w14:val="000000">
              <w14:alpha w14:val="60000"/>
            </w14:srgbClr>
          </w14:shadow>
        </w:rPr>
      </w:pPr>
      <w:r w:rsidRPr="004F56EA">
        <w:rPr>
          <w:rFonts w:asciiTheme="majorHAnsi" w:hAnsiTheme="majorHAnsi"/>
          <w:b/>
          <w:color w:val="4000BE" w:themeColor="accent2"/>
          <w:sz w:val="40"/>
          <w:szCs w:val="40"/>
          <w14:shadow w14:blurRad="50800" w14:dist="38100" w14:dir="2700000" w14:sx="100000" w14:sy="100000" w14:kx="0" w14:ky="0" w14:algn="tl">
            <w14:srgbClr w14:val="000000">
              <w14:alpha w14:val="60000"/>
            </w14:srgbClr>
          </w14:shadow>
        </w:rPr>
        <w:t>DE FOURNITURES ET SERVICES</w:t>
      </w:r>
    </w:p>
    <w:p w14:paraId="1EC93508" w14:textId="5BC70B51" w:rsidR="00B75571" w:rsidRPr="00125775" w:rsidRDefault="00B75571" w:rsidP="002970E3">
      <w:pPr>
        <w:tabs>
          <w:tab w:val="left" w:pos="708"/>
          <w:tab w:val="center" w:pos="4536"/>
          <w:tab w:val="right" w:pos="9072"/>
        </w:tabs>
        <w:spacing w:line="240" w:lineRule="auto"/>
        <w:ind w:left="-284"/>
        <w:jc w:val="center"/>
        <w:rPr>
          <w:b/>
          <w:sz w:val="36"/>
          <w:szCs w:val="36"/>
          <w14:shadow w14:blurRad="50800" w14:dist="38100" w14:dir="2700000" w14:sx="100000" w14:sy="100000" w14:kx="0" w14:ky="0" w14:algn="tl">
            <w14:srgbClr w14:val="000000">
              <w14:alpha w14:val="60000"/>
            </w14:srgbClr>
          </w14:shadow>
        </w:rPr>
      </w:pPr>
    </w:p>
    <w:p w14:paraId="12204E2D" w14:textId="68F4F391" w:rsidR="002970E3" w:rsidRDefault="002970E3" w:rsidP="002970E3">
      <w:pPr>
        <w:tabs>
          <w:tab w:val="left" w:pos="708"/>
          <w:tab w:val="center" w:pos="4536"/>
          <w:tab w:val="right" w:pos="8647"/>
        </w:tabs>
        <w:autoSpaceDE w:val="0"/>
        <w:autoSpaceDN w:val="0"/>
        <w:spacing w:line="240" w:lineRule="auto"/>
        <w:ind w:left="-567" w:right="-2"/>
        <w:contextualSpacing/>
        <w:jc w:val="left"/>
        <w:rPr>
          <w:rFonts w:asciiTheme="majorHAnsi" w:eastAsia="Times New Roman" w:hAnsiTheme="majorHAnsi" w:cs="Times New Roman"/>
          <w:b/>
          <w:color w:val="FF5C62"/>
          <w:sz w:val="44"/>
          <w:szCs w:val="20"/>
          <w:lang w:eastAsia="fr-FR"/>
        </w:rPr>
      </w:pPr>
    </w:p>
    <w:p w14:paraId="7C63D2C2" w14:textId="52C4C2E7" w:rsidR="002970E3" w:rsidRDefault="002970E3" w:rsidP="002970E3">
      <w:pPr>
        <w:tabs>
          <w:tab w:val="left" w:pos="708"/>
          <w:tab w:val="center" w:pos="4536"/>
          <w:tab w:val="right" w:pos="8647"/>
        </w:tabs>
        <w:autoSpaceDE w:val="0"/>
        <w:autoSpaceDN w:val="0"/>
        <w:spacing w:line="240" w:lineRule="auto"/>
        <w:ind w:left="-284" w:right="-2"/>
        <w:contextualSpacing/>
        <w:jc w:val="left"/>
        <w:rPr>
          <w:rFonts w:asciiTheme="majorHAnsi" w:eastAsia="Times New Roman" w:hAnsiTheme="majorHAnsi" w:cs="Times New Roman"/>
          <w:b/>
          <w:color w:val="FF5C62"/>
          <w:sz w:val="44"/>
          <w:szCs w:val="20"/>
          <w:lang w:eastAsia="fr-FR"/>
        </w:rPr>
      </w:pPr>
    </w:p>
    <w:p w14:paraId="30ABB854" w14:textId="3A85C3D3" w:rsidR="002970E3" w:rsidRPr="007F1C26" w:rsidRDefault="007F1C26" w:rsidP="004F56EA">
      <w:pPr>
        <w:tabs>
          <w:tab w:val="left" w:pos="708"/>
          <w:tab w:val="center" w:pos="4536"/>
          <w:tab w:val="right" w:pos="8647"/>
        </w:tabs>
        <w:autoSpaceDE w:val="0"/>
        <w:autoSpaceDN w:val="0"/>
        <w:spacing w:line="240" w:lineRule="auto"/>
        <w:ind w:left="-709" w:right="-2"/>
        <w:contextualSpacing/>
        <w:jc w:val="left"/>
        <w:rPr>
          <w:rFonts w:asciiTheme="majorHAnsi" w:eastAsia="Times New Roman" w:hAnsiTheme="majorHAnsi" w:cs="Times New Roman"/>
          <w:b/>
          <w:color w:val="FF5C62"/>
          <w:sz w:val="72"/>
          <w:szCs w:val="72"/>
          <w:lang w:eastAsia="fr-FR"/>
        </w:rPr>
      </w:pPr>
      <w:r w:rsidRPr="007F1C26">
        <w:rPr>
          <w:rFonts w:asciiTheme="majorHAnsi" w:eastAsia="Times New Roman" w:hAnsiTheme="majorHAnsi" w:cs="Times New Roman"/>
          <w:b/>
          <w:color w:val="FF5C62"/>
          <w:sz w:val="72"/>
          <w:szCs w:val="72"/>
          <w:lang w:eastAsia="fr-FR"/>
        </w:rPr>
        <w:t>FOURNITURE ET LIVRAISON DE TITRES-RESTAURANT</w:t>
      </w:r>
    </w:p>
    <w:p w14:paraId="2B8F5E49" w14:textId="43EB17DE" w:rsidR="00D8367F" w:rsidRDefault="00D8367F" w:rsidP="004F56EA">
      <w:pPr>
        <w:tabs>
          <w:tab w:val="left" w:pos="708"/>
          <w:tab w:val="center" w:pos="4536"/>
          <w:tab w:val="right" w:pos="8647"/>
        </w:tabs>
        <w:autoSpaceDE w:val="0"/>
        <w:autoSpaceDN w:val="0"/>
        <w:spacing w:line="240" w:lineRule="auto"/>
        <w:ind w:left="-709" w:right="-2"/>
        <w:contextualSpacing/>
        <w:jc w:val="left"/>
        <w:rPr>
          <w:rFonts w:eastAsia="Times New Roman" w:cs="Times New Roman"/>
          <w:bCs/>
          <w:iCs/>
          <w:color w:val="FF3A51" w:themeColor="accent1"/>
          <w:sz w:val="32"/>
          <w:szCs w:val="40"/>
          <w:lang w:eastAsia="fr-FR"/>
        </w:rPr>
      </w:pPr>
    </w:p>
    <w:p w14:paraId="23902633" w14:textId="17425466" w:rsidR="00D8367F" w:rsidRDefault="00D8367F" w:rsidP="004F56EA">
      <w:pPr>
        <w:tabs>
          <w:tab w:val="left" w:pos="708"/>
          <w:tab w:val="center" w:pos="4536"/>
          <w:tab w:val="right" w:pos="8647"/>
        </w:tabs>
        <w:autoSpaceDE w:val="0"/>
        <w:autoSpaceDN w:val="0"/>
        <w:spacing w:line="240" w:lineRule="auto"/>
        <w:ind w:left="-709" w:right="-2"/>
        <w:contextualSpacing/>
        <w:jc w:val="left"/>
        <w:rPr>
          <w:rFonts w:eastAsia="Times New Roman" w:cs="Times New Roman"/>
          <w:bCs/>
          <w:iCs/>
          <w:color w:val="FF3A51" w:themeColor="accent1"/>
          <w:sz w:val="32"/>
          <w:szCs w:val="40"/>
          <w:lang w:eastAsia="fr-FR"/>
        </w:rPr>
      </w:pPr>
    </w:p>
    <w:p w14:paraId="2932A0BC" w14:textId="574DE013" w:rsidR="00D8367F" w:rsidRDefault="00D8367F" w:rsidP="004F56EA">
      <w:pPr>
        <w:tabs>
          <w:tab w:val="left" w:pos="708"/>
          <w:tab w:val="center" w:pos="4536"/>
          <w:tab w:val="right" w:pos="8647"/>
        </w:tabs>
        <w:autoSpaceDE w:val="0"/>
        <w:autoSpaceDN w:val="0"/>
        <w:spacing w:line="240" w:lineRule="auto"/>
        <w:ind w:left="-709" w:right="-2"/>
        <w:contextualSpacing/>
        <w:jc w:val="left"/>
        <w:rPr>
          <w:rFonts w:eastAsia="Times New Roman" w:cs="Times New Roman"/>
          <w:bCs/>
          <w:iCs/>
          <w:color w:val="FF3A51" w:themeColor="accent1"/>
          <w:sz w:val="32"/>
          <w:szCs w:val="40"/>
          <w:lang w:eastAsia="fr-FR"/>
        </w:rPr>
      </w:pPr>
    </w:p>
    <w:p w14:paraId="46CB2AD5" w14:textId="2DC783E1" w:rsidR="002970E3" w:rsidRPr="00D8367F" w:rsidRDefault="002970E3" w:rsidP="004F56EA">
      <w:pPr>
        <w:tabs>
          <w:tab w:val="left" w:pos="708"/>
          <w:tab w:val="center" w:pos="4536"/>
          <w:tab w:val="right" w:pos="8647"/>
        </w:tabs>
        <w:autoSpaceDE w:val="0"/>
        <w:autoSpaceDN w:val="0"/>
        <w:spacing w:line="240" w:lineRule="auto"/>
        <w:ind w:left="-709" w:right="-2"/>
        <w:contextualSpacing/>
        <w:jc w:val="left"/>
        <w:rPr>
          <w:rFonts w:eastAsia="Times New Roman" w:cs="Times New Roman"/>
          <w:bCs/>
          <w:i/>
          <w:color w:val="FF3A51" w:themeColor="accent1"/>
          <w:sz w:val="32"/>
          <w:szCs w:val="40"/>
          <w:lang w:eastAsia="fr-FR"/>
        </w:rPr>
      </w:pPr>
      <w:r w:rsidRPr="00D8367F">
        <w:rPr>
          <w:rFonts w:eastAsia="Times New Roman" w:cs="Times New Roman"/>
          <w:bCs/>
          <w:i/>
          <w:color w:val="FF3A51" w:themeColor="accent1"/>
          <w:sz w:val="32"/>
          <w:szCs w:val="40"/>
          <w:lang w:eastAsia="fr-FR"/>
        </w:rPr>
        <w:t>Référence du marché : 2</w:t>
      </w:r>
      <w:r w:rsidR="00786A2E">
        <w:rPr>
          <w:rFonts w:eastAsia="Times New Roman" w:cs="Times New Roman"/>
          <w:bCs/>
          <w:i/>
          <w:color w:val="FF3A51" w:themeColor="accent1"/>
          <w:sz w:val="32"/>
          <w:szCs w:val="40"/>
          <w:lang w:eastAsia="fr-FR"/>
        </w:rPr>
        <w:t>503</w:t>
      </w:r>
      <w:r w:rsidRPr="00D8367F">
        <w:rPr>
          <w:rFonts w:eastAsia="Times New Roman" w:cs="Times New Roman"/>
          <w:bCs/>
          <w:i/>
          <w:color w:val="FF3A51" w:themeColor="accent1"/>
          <w:sz w:val="32"/>
          <w:szCs w:val="40"/>
          <w:lang w:eastAsia="fr-FR"/>
        </w:rPr>
        <w:t>L00</w:t>
      </w:r>
    </w:p>
    <w:p w14:paraId="7B370FAE" w14:textId="2E2F2AB8" w:rsidR="002970E3" w:rsidRPr="00125775" w:rsidRDefault="002970E3" w:rsidP="004F56EA">
      <w:pPr>
        <w:tabs>
          <w:tab w:val="left" w:pos="708"/>
          <w:tab w:val="center" w:pos="4536"/>
          <w:tab w:val="right" w:pos="9072"/>
        </w:tabs>
        <w:ind w:left="-709"/>
        <w:jc w:val="left"/>
        <w:rPr>
          <w:rFonts w:eastAsia="Times New Roman" w:cs="Times New Roman"/>
          <w:szCs w:val="20"/>
          <w:lang w:eastAsia="fr-FR"/>
        </w:rPr>
      </w:pPr>
    </w:p>
    <w:p w14:paraId="0A619268" w14:textId="7B7222B5" w:rsidR="002970E3" w:rsidRPr="00125775" w:rsidRDefault="002970E3" w:rsidP="004F56EA">
      <w:pPr>
        <w:spacing w:line="240" w:lineRule="auto"/>
        <w:ind w:left="-709"/>
        <w:jc w:val="left"/>
        <w:rPr>
          <w:rFonts w:eastAsia="Times New Roman" w:cs="Times New Roman"/>
          <w:szCs w:val="20"/>
          <w:lang w:eastAsia="fr-FR"/>
        </w:rPr>
      </w:pPr>
    </w:p>
    <w:p w14:paraId="5C3A4D90" w14:textId="5617143B" w:rsidR="002970E3" w:rsidRDefault="00E10949" w:rsidP="004F56EA">
      <w:pPr>
        <w:tabs>
          <w:tab w:val="left" w:pos="708"/>
          <w:tab w:val="center" w:pos="4536"/>
          <w:tab w:val="right" w:pos="9072"/>
        </w:tabs>
        <w:ind w:left="-709"/>
        <w:jc w:val="left"/>
        <w:rPr>
          <w:rFonts w:asciiTheme="majorHAnsi" w:hAnsiTheme="majorHAnsi"/>
          <w:b/>
          <w:color w:val="4000BE" w:themeColor="accent2"/>
          <w:sz w:val="64"/>
          <w:szCs w:val="64"/>
          <w14:shadow w14:blurRad="50800" w14:dist="38100" w14:dir="2700000" w14:sx="100000" w14:sy="100000" w14:kx="0" w14:ky="0" w14:algn="tl">
            <w14:srgbClr w14:val="000000">
              <w14:alpha w14:val="60000"/>
            </w14:srgbClr>
          </w14:shadow>
        </w:rPr>
      </w:pPr>
      <w:r>
        <w:rPr>
          <w:rFonts w:asciiTheme="majorHAnsi" w:hAnsiTheme="majorHAnsi"/>
          <w:b/>
          <w:color w:val="4000BE" w:themeColor="accent2"/>
          <w:sz w:val="64"/>
          <w:szCs w:val="64"/>
          <w14:shadow w14:blurRad="50800" w14:dist="38100" w14:dir="2700000" w14:sx="100000" w14:sy="100000" w14:kx="0" w14:ky="0" w14:algn="tl">
            <w14:srgbClr w14:val="000000">
              <w14:alpha w14:val="60000"/>
            </w14:srgbClr>
          </w14:shadow>
        </w:rPr>
        <w:t>CADRE DE REPONSE TECHNIQUE</w:t>
      </w:r>
    </w:p>
    <w:p w14:paraId="0651F3EC" w14:textId="572E6263" w:rsidR="009A6547" w:rsidRDefault="009A6547" w:rsidP="009A6547">
      <w:pPr>
        <w:ind w:left="-709"/>
      </w:pPr>
      <w:r w:rsidRPr="009A6547">
        <w:rPr>
          <w:rFonts w:asciiTheme="majorHAnsi" w:hAnsiTheme="majorHAnsi"/>
          <w:i/>
          <w:iCs/>
          <w:color w:val="4000BE" w:themeColor="accent2"/>
          <w:sz w:val="36"/>
          <w:szCs w:val="40"/>
          <w:u w:val="single"/>
        </w:rPr>
        <w:t>DESCRIPTION DES MODALITES D’EXECUTION DES PRESTATIONS</w:t>
      </w:r>
    </w:p>
    <w:p w14:paraId="1107633A" w14:textId="77777777" w:rsidR="009A6547" w:rsidRPr="009A6547" w:rsidRDefault="009A6547" w:rsidP="009A6547">
      <w:pPr>
        <w:ind w:left="-709"/>
        <w:rPr>
          <w:b/>
          <w:bCs/>
        </w:rPr>
      </w:pPr>
      <w:r w:rsidRPr="009A6547">
        <w:rPr>
          <w:b/>
          <w:bCs/>
        </w:rPr>
        <w:t xml:space="preserve">Les candidats doivent obligatoirement remplir le présent document de façon précise. </w:t>
      </w:r>
    </w:p>
    <w:p w14:paraId="3D3A1769" w14:textId="63766E47" w:rsidR="009A6547" w:rsidRPr="009A6547" w:rsidRDefault="009A6547" w:rsidP="009A6547">
      <w:pPr>
        <w:ind w:left="-709"/>
        <w:rPr>
          <w:b/>
          <w:bCs/>
        </w:rPr>
      </w:pPr>
      <w:r w:rsidRPr="009A6547">
        <w:rPr>
          <w:b/>
          <w:bCs/>
        </w:rPr>
        <w:t>Ce document servira de base à l’analyse technique des offres.</w:t>
      </w:r>
    </w:p>
    <w:p w14:paraId="1F8B0A80" w14:textId="5077E8B1" w:rsidR="00840705" w:rsidRDefault="00840705" w:rsidP="002970E3">
      <w:pPr>
        <w:tabs>
          <w:tab w:val="left" w:pos="708"/>
          <w:tab w:val="center" w:pos="4536"/>
          <w:tab w:val="right" w:pos="9072"/>
        </w:tabs>
        <w:ind w:left="-709"/>
        <w:jc w:val="left"/>
        <w:rPr>
          <w:rFonts w:asciiTheme="majorHAnsi" w:hAnsiTheme="majorHAnsi"/>
          <w:b/>
          <w:color w:val="4000BE" w:themeColor="accent2"/>
          <w:sz w:val="52"/>
          <w:szCs w:val="52"/>
          <w14:shadow w14:blurRad="50800" w14:dist="38100" w14:dir="2700000" w14:sx="100000" w14:sy="100000" w14:kx="0" w14:ky="0" w14:algn="tl">
            <w14:srgbClr w14:val="000000">
              <w14:alpha w14:val="60000"/>
            </w14:srgbClr>
          </w14:shadow>
        </w:rPr>
      </w:pPr>
    </w:p>
    <w:p w14:paraId="16404B60" w14:textId="7370BCE0" w:rsidR="00840705" w:rsidRDefault="00840705" w:rsidP="002970E3">
      <w:pPr>
        <w:tabs>
          <w:tab w:val="left" w:pos="708"/>
          <w:tab w:val="center" w:pos="4536"/>
          <w:tab w:val="right" w:pos="9072"/>
        </w:tabs>
        <w:ind w:left="-709"/>
        <w:jc w:val="left"/>
        <w:rPr>
          <w:rFonts w:asciiTheme="majorHAnsi" w:hAnsiTheme="majorHAnsi"/>
          <w:b/>
          <w:color w:val="4000BE" w:themeColor="accent2"/>
          <w:sz w:val="52"/>
          <w:szCs w:val="52"/>
          <w14:shadow w14:blurRad="50800" w14:dist="38100" w14:dir="2700000" w14:sx="100000" w14:sy="100000" w14:kx="0" w14:ky="0" w14:algn="tl">
            <w14:srgbClr w14:val="000000">
              <w14:alpha w14:val="60000"/>
            </w14:srgbClr>
          </w14:shadow>
        </w:rPr>
      </w:pPr>
    </w:p>
    <w:p w14:paraId="62116132" w14:textId="77777777" w:rsidR="00840705" w:rsidRDefault="00840705" w:rsidP="002970E3">
      <w:pPr>
        <w:tabs>
          <w:tab w:val="left" w:pos="708"/>
          <w:tab w:val="center" w:pos="4536"/>
          <w:tab w:val="right" w:pos="9072"/>
        </w:tabs>
        <w:ind w:left="-709"/>
        <w:jc w:val="left"/>
        <w:rPr>
          <w:rFonts w:asciiTheme="majorHAnsi" w:hAnsiTheme="majorHAnsi"/>
          <w:b/>
          <w:color w:val="4000BE" w:themeColor="accent2"/>
          <w:sz w:val="52"/>
          <w:szCs w:val="52"/>
          <w14:shadow w14:blurRad="50800" w14:dist="38100" w14:dir="2700000" w14:sx="100000" w14:sy="100000" w14:kx="0" w14:ky="0" w14:algn="tl">
            <w14:srgbClr w14:val="000000">
              <w14:alpha w14:val="60000"/>
            </w14:srgbClr>
          </w14:shadow>
        </w:rPr>
      </w:pPr>
    </w:p>
    <w:p w14:paraId="5E3B625C" w14:textId="77777777" w:rsidR="00786A2E" w:rsidRDefault="00786A2E" w:rsidP="00D01B8F">
      <w:pPr>
        <w:jc w:val="center"/>
        <w:rPr>
          <w:sz w:val="24"/>
          <w:u w:val="single"/>
          <w:lang w:eastAsia="fr-FR"/>
        </w:rPr>
      </w:pPr>
    </w:p>
    <w:p w14:paraId="29B7EC88" w14:textId="101DB1D1" w:rsidR="00D254A4" w:rsidRPr="00125775" w:rsidRDefault="00D01B8F" w:rsidP="00D01B8F">
      <w:pPr>
        <w:jc w:val="center"/>
        <w:rPr>
          <w:sz w:val="24"/>
          <w:u w:val="single"/>
          <w:lang w:eastAsia="fr-FR"/>
        </w:rPr>
      </w:pPr>
      <w:r w:rsidRPr="00125775">
        <w:rPr>
          <w:sz w:val="24"/>
          <w:u w:val="single"/>
          <w:lang w:eastAsia="fr-FR"/>
        </w:rPr>
        <w:t>SOMMAIRE</w:t>
      </w:r>
    </w:p>
    <w:sdt>
      <w:sdtPr>
        <w:rPr>
          <w:rFonts w:ascii="Corbel" w:eastAsiaTheme="minorEastAsia" w:hAnsi="Corbel" w:cstheme="minorBidi"/>
          <w:b w:val="0"/>
          <w:bCs w:val="0"/>
          <w:iCs w:val="0"/>
          <w:caps w:val="0"/>
          <w:noProof w:val="0"/>
          <w:color w:val="auto"/>
          <w:sz w:val="20"/>
          <w:szCs w:val="20"/>
          <w:lang w:eastAsia="en-US"/>
        </w:rPr>
        <w:id w:val="27046221"/>
        <w:docPartObj>
          <w:docPartGallery w:val="Table of Contents"/>
          <w:docPartUnique/>
        </w:docPartObj>
      </w:sdtPr>
      <w:sdtEndPr>
        <w:rPr>
          <w:rFonts w:ascii="Roboto" w:hAnsi="Roboto"/>
        </w:rPr>
      </w:sdtEndPr>
      <w:sdtContent>
        <w:p w14:paraId="55839F8B" w14:textId="44A4FD43" w:rsidR="00ED7EA5" w:rsidRDefault="00D01B8F">
          <w:pPr>
            <w:pStyle w:val="TM1"/>
            <w:rPr>
              <w:rFonts w:asciiTheme="minorHAnsi" w:eastAsiaTheme="minorEastAsia" w:hAnsiTheme="minorHAnsi" w:cstheme="minorBidi"/>
              <w:b w:val="0"/>
              <w:bCs w:val="0"/>
              <w:iCs w:val="0"/>
              <w:caps w:val="0"/>
              <w:color w:val="auto"/>
              <w:kern w:val="2"/>
              <w14:ligatures w14:val="standardContextual"/>
            </w:rPr>
          </w:pPr>
          <w:r w:rsidRPr="00125775">
            <w:fldChar w:fldCharType="begin"/>
          </w:r>
          <w:r w:rsidRPr="00125775">
            <w:instrText xml:space="preserve"> TOC \o "4-4" \h \z \t "Titre 1;2;Titre 2;3;Titre 3;4;En-tête de table des matières;1;Titre;1" </w:instrText>
          </w:r>
          <w:r w:rsidRPr="00125775">
            <w:fldChar w:fldCharType="separate"/>
          </w:r>
          <w:hyperlink w:anchor="_Toc195102348" w:history="1">
            <w:r w:rsidR="00ED7EA5" w:rsidRPr="00476AE3">
              <w:rPr>
                <w:rStyle w:val="Lienhypertexte"/>
              </w:rPr>
              <w:t>CADRE DE SYNTHESE DES COORDONNEES DU CANDIDAT</w:t>
            </w:r>
            <w:r w:rsidR="00ED7EA5">
              <w:rPr>
                <w:webHidden/>
              </w:rPr>
              <w:tab/>
            </w:r>
            <w:r w:rsidR="00ED7EA5">
              <w:rPr>
                <w:webHidden/>
              </w:rPr>
              <w:fldChar w:fldCharType="begin"/>
            </w:r>
            <w:r w:rsidR="00ED7EA5">
              <w:rPr>
                <w:webHidden/>
              </w:rPr>
              <w:instrText xml:space="preserve"> PAGEREF _Toc195102348 \h </w:instrText>
            </w:r>
            <w:r w:rsidR="00ED7EA5">
              <w:rPr>
                <w:webHidden/>
              </w:rPr>
            </w:r>
            <w:r w:rsidR="00ED7EA5">
              <w:rPr>
                <w:webHidden/>
              </w:rPr>
              <w:fldChar w:fldCharType="separate"/>
            </w:r>
            <w:r w:rsidR="00ED7EA5">
              <w:rPr>
                <w:webHidden/>
              </w:rPr>
              <w:t>3</w:t>
            </w:r>
            <w:r w:rsidR="00ED7EA5">
              <w:rPr>
                <w:webHidden/>
              </w:rPr>
              <w:fldChar w:fldCharType="end"/>
            </w:r>
          </w:hyperlink>
        </w:p>
        <w:p w14:paraId="358C78AE" w14:textId="42168A8A" w:rsidR="00ED7EA5" w:rsidRDefault="00ED7EA5">
          <w:pPr>
            <w:pStyle w:val="TM1"/>
            <w:rPr>
              <w:rFonts w:asciiTheme="minorHAnsi" w:eastAsiaTheme="minorEastAsia" w:hAnsiTheme="minorHAnsi" w:cstheme="minorBidi"/>
              <w:b w:val="0"/>
              <w:bCs w:val="0"/>
              <w:iCs w:val="0"/>
              <w:caps w:val="0"/>
              <w:color w:val="auto"/>
              <w:kern w:val="2"/>
              <w14:ligatures w14:val="standardContextual"/>
            </w:rPr>
          </w:pPr>
          <w:hyperlink w:anchor="_Toc195102349" w:history="1">
            <w:r w:rsidRPr="00476AE3">
              <w:rPr>
                <w:rStyle w:val="Lienhypertexte"/>
              </w:rPr>
              <w:t>Présentation de la carte et des services associés</w:t>
            </w:r>
            <w:r>
              <w:rPr>
                <w:webHidden/>
              </w:rPr>
              <w:tab/>
            </w:r>
            <w:r>
              <w:rPr>
                <w:webHidden/>
              </w:rPr>
              <w:fldChar w:fldCharType="begin"/>
            </w:r>
            <w:r>
              <w:rPr>
                <w:webHidden/>
              </w:rPr>
              <w:instrText xml:space="preserve"> PAGEREF _Toc195102349 \h </w:instrText>
            </w:r>
            <w:r>
              <w:rPr>
                <w:webHidden/>
              </w:rPr>
            </w:r>
            <w:r>
              <w:rPr>
                <w:webHidden/>
              </w:rPr>
              <w:fldChar w:fldCharType="separate"/>
            </w:r>
            <w:r>
              <w:rPr>
                <w:webHidden/>
              </w:rPr>
              <w:t>4</w:t>
            </w:r>
            <w:r>
              <w:rPr>
                <w:webHidden/>
              </w:rPr>
              <w:fldChar w:fldCharType="end"/>
            </w:r>
          </w:hyperlink>
        </w:p>
        <w:p w14:paraId="68FE753D" w14:textId="4F106235" w:rsidR="00ED7EA5" w:rsidRDefault="00ED7EA5">
          <w:pPr>
            <w:pStyle w:val="TM2"/>
            <w:rPr>
              <w:rFonts w:asciiTheme="minorHAnsi" w:eastAsiaTheme="minorEastAsia" w:hAnsiTheme="minorHAnsi" w:cstheme="minorBidi"/>
              <w:b w:val="0"/>
              <w:bCs w:val="0"/>
              <w:smallCaps w:val="0"/>
              <w:kern w:val="2"/>
              <w:sz w:val="24"/>
              <w:szCs w:val="24"/>
              <w14:ligatures w14:val="standardContextual"/>
            </w:rPr>
          </w:pPr>
          <w:hyperlink w:anchor="_Toc195102350" w:history="1">
            <w:r w:rsidRPr="00476AE3">
              <w:rPr>
                <w:rStyle w:val="Lienhypertexte"/>
              </w:rPr>
              <w:t>1.</w:t>
            </w:r>
            <w:r>
              <w:rPr>
                <w:rFonts w:asciiTheme="minorHAnsi" w:eastAsiaTheme="minorEastAsia" w:hAnsiTheme="minorHAnsi" w:cstheme="minorBidi"/>
                <w:b w:val="0"/>
                <w:bCs w:val="0"/>
                <w:smallCaps w:val="0"/>
                <w:kern w:val="2"/>
                <w:sz w:val="24"/>
                <w:szCs w:val="24"/>
                <w14:ligatures w14:val="standardContextual"/>
              </w:rPr>
              <w:tab/>
            </w:r>
            <w:r w:rsidRPr="00476AE3">
              <w:rPr>
                <w:rStyle w:val="Lienhypertexte"/>
              </w:rPr>
              <w:t>Présentation de la carte proposée /10 points</w:t>
            </w:r>
            <w:r>
              <w:rPr>
                <w:webHidden/>
              </w:rPr>
              <w:tab/>
            </w:r>
            <w:r>
              <w:rPr>
                <w:webHidden/>
              </w:rPr>
              <w:fldChar w:fldCharType="begin"/>
            </w:r>
            <w:r>
              <w:rPr>
                <w:webHidden/>
              </w:rPr>
              <w:instrText xml:space="preserve"> PAGEREF _Toc195102350 \h </w:instrText>
            </w:r>
            <w:r>
              <w:rPr>
                <w:webHidden/>
              </w:rPr>
            </w:r>
            <w:r>
              <w:rPr>
                <w:webHidden/>
              </w:rPr>
              <w:fldChar w:fldCharType="separate"/>
            </w:r>
            <w:r>
              <w:rPr>
                <w:webHidden/>
              </w:rPr>
              <w:t>4</w:t>
            </w:r>
            <w:r>
              <w:rPr>
                <w:webHidden/>
              </w:rPr>
              <w:fldChar w:fldCharType="end"/>
            </w:r>
          </w:hyperlink>
        </w:p>
        <w:p w14:paraId="04E490B0" w14:textId="42CB2BA9" w:rsidR="00ED7EA5" w:rsidRDefault="00ED7EA5">
          <w:pPr>
            <w:pStyle w:val="TM2"/>
            <w:rPr>
              <w:rFonts w:asciiTheme="minorHAnsi" w:eastAsiaTheme="minorEastAsia" w:hAnsiTheme="minorHAnsi" w:cstheme="minorBidi"/>
              <w:b w:val="0"/>
              <w:bCs w:val="0"/>
              <w:smallCaps w:val="0"/>
              <w:kern w:val="2"/>
              <w:sz w:val="24"/>
              <w:szCs w:val="24"/>
              <w14:ligatures w14:val="standardContextual"/>
            </w:rPr>
          </w:pPr>
          <w:hyperlink w:anchor="_Toc195102351" w:history="1">
            <w:r w:rsidRPr="00476AE3">
              <w:rPr>
                <w:rStyle w:val="Lienhypertexte"/>
              </w:rPr>
              <w:t>2.</w:t>
            </w:r>
            <w:r>
              <w:rPr>
                <w:rFonts w:asciiTheme="minorHAnsi" w:eastAsiaTheme="minorEastAsia" w:hAnsiTheme="minorHAnsi" w:cstheme="minorBidi"/>
                <w:b w:val="0"/>
                <w:bCs w:val="0"/>
                <w:smallCaps w:val="0"/>
                <w:kern w:val="2"/>
                <w:sz w:val="24"/>
                <w:szCs w:val="24"/>
                <w14:ligatures w14:val="standardContextual"/>
              </w:rPr>
              <w:tab/>
            </w:r>
            <w:r w:rsidRPr="00476AE3">
              <w:rPr>
                <w:rStyle w:val="Lienhypertexte"/>
              </w:rPr>
              <w:t>réseau d’acceptation de la carte proposee /5 points</w:t>
            </w:r>
            <w:r>
              <w:rPr>
                <w:webHidden/>
              </w:rPr>
              <w:tab/>
            </w:r>
            <w:r>
              <w:rPr>
                <w:webHidden/>
              </w:rPr>
              <w:fldChar w:fldCharType="begin"/>
            </w:r>
            <w:r>
              <w:rPr>
                <w:webHidden/>
              </w:rPr>
              <w:instrText xml:space="preserve"> PAGEREF _Toc195102351 \h </w:instrText>
            </w:r>
            <w:r>
              <w:rPr>
                <w:webHidden/>
              </w:rPr>
            </w:r>
            <w:r>
              <w:rPr>
                <w:webHidden/>
              </w:rPr>
              <w:fldChar w:fldCharType="separate"/>
            </w:r>
            <w:r>
              <w:rPr>
                <w:webHidden/>
              </w:rPr>
              <w:t>6</w:t>
            </w:r>
            <w:r>
              <w:rPr>
                <w:webHidden/>
              </w:rPr>
              <w:fldChar w:fldCharType="end"/>
            </w:r>
          </w:hyperlink>
        </w:p>
        <w:p w14:paraId="4F8F5626" w14:textId="679BF1A0" w:rsidR="00ED7EA5" w:rsidRDefault="00ED7EA5">
          <w:pPr>
            <w:pStyle w:val="TM2"/>
            <w:rPr>
              <w:rFonts w:asciiTheme="minorHAnsi" w:eastAsiaTheme="minorEastAsia" w:hAnsiTheme="minorHAnsi" w:cstheme="minorBidi"/>
              <w:b w:val="0"/>
              <w:bCs w:val="0"/>
              <w:smallCaps w:val="0"/>
              <w:kern w:val="2"/>
              <w:sz w:val="24"/>
              <w:szCs w:val="24"/>
              <w14:ligatures w14:val="standardContextual"/>
            </w:rPr>
          </w:pPr>
          <w:hyperlink w:anchor="_Toc195102352" w:history="1">
            <w:r w:rsidRPr="00476AE3">
              <w:rPr>
                <w:rStyle w:val="Lienhypertexte"/>
              </w:rPr>
              <w:t>3.</w:t>
            </w:r>
            <w:r>
              <w:rPr>
                <w:rFonts w:asciiTheme="minorHAnsi" w:eastAsiaTheme="minorEastAsia" w:hAnsiTheme="minorHAnsi" w:cstheme="minorBidi"/>
                <w:b w:val="0"/>
                <w:bCs w:val="0"/>
                <w:smallCaps w:val="0"/>
                <w:kern w:val="2"/>
                <w:sz w:val="24"/>
                <w:szCs w:val="24"/>
                <w14:ligatures w14:val="standardContextual"/>
              </w:rPr>
              <w:tab/>
            </w:r>
            <w:r w:rsidRPr="00476AE3">
              <w:rPr>
                <w:rStyle w:val="Lienhypertexte"/>
              </w:rPr>
              <w:t>Services associés / 15 points</w:t>
            </w:r>
            <w:r>
              <w:rPr>
                <w:webHidden/>
              </w:rPr>
              <w:tab/>
            </w:r>
            <w:r>
              <w:rPr>
                <w:webHidden/>
              </w:rPr>
              <w:fldChar w:fldCharType="begin"/>
            </w:r>
            <w:r>
              <w:rPr>
                <w:webHidden/>
              </w:rPr>
              <w:instrText xml:space="preserve"> PAGEREF _Toc195102352 \h </w:instrText>
            </w:r>
            <w:r>
              <w:rPr>
                <w:webHidden/>
              </w:rPr>
            </w:r>
            <w:r>
              <w:rPr>
                <w:webHidden/>
              </w:rPr>
              <w:fldChar w:fldCharType="separate"/>
            </w:r>
            <w:r>
              <w:rPr>
                <w:webHidden/>
              </w:rPr>
              <w:t>8</w:t>
            </w:r>
            <w:r>
              <w:rPr>
                <w:webHidden/>
              </w:rPr>
              <w:fldChar w:fldCharType="end"/>
            </w:r>
          </w:hyperlink>
        </w:p>
        <w:p w14:paraId="48E8E212" w14:textId="689EA0FA" w:rsidR="00ED7EA5" w:rsidRDefault="00ED7EA5">
          <w:pPr>
            <w:pStyle w:val="TM3"/>
            <w:tabs>
              <w:tab w:val="left" w:pos="1100"/>
              <w:tab w:val="right" w:leader="dot" w:pos="9345"/>
            </w:tabs>
            <w:rPr>
              <w:rFonts w:asciiTheme="minorHAnsi" w:eastAsiaTheme="minorEastAsia" w:hAnsiTheme="minorHAnsi"/>
              <w:noProof/>
              <w:kern w:val="2"/>
              <w:sz w:val="24"/>
              <w:szCs w:val="24"/>
              <w:lang w:eastAsia="fr-FR"/>
              <w14:ligatures w14:val="standardContextual"/>
            </w:rPr>
          </w:pPr>
          <w:hyperlink w:anchor="_Toc195102353" w:history="1">
            <w:r w:rsidRPr="00476AE3">
              <w:rPr>
                <w:rStyle w:val="Lienhypertexte"/>
                <w:noProof/>
              </w:rPr>
              <w:t>3.1</w:t>
            </w:r>
            <w:r>
              <w:rPr>
                <w:rFonts w:asciiTheme="minorHAnsi" w:eastAsiaTheme="minorEastAsia" w:hAnsiTheme="minorHAnsi"/>
                <w:noProof/>
                <w:kern w:val="2"/>
                <w:sz w:val="24"/>
                <w:szCs w:val="24"/>
                <w:lang w:eastAsia="fr-FR"/>
                <w14:ligatures w14:val="standardContextual"/>
              </w:rPr>
              <w:tab/>
            </w:r>
            <w:r w:rsidRPr="00476AE3">
              <w:rPr>
                <w:rStyle w:val="Lienhypertexte"/>
                <w:noProof/>
              </w:rPr>
              <w:t>Site internet et application mobile</w:t>
            </w:r>
            <w:r>
              <w:rPr>
                <w:noProof/>
                <w:webHidden/>
              </w:rPr>
              <w:tab/>
            </w:r>
            <w:r>
              <w:rPr>
                <w:noProof/>
                <w:webHidden/>
              </w:rPr>
              <w:fldChar w:fldCharType="begin"/>
            </w:r>
            <w:r>
              <w:rPr>
                <w:noProof/>
                <w:webHidden/>
              </w:rPr>
              <w:instrText xml:space="preserve"> PAGEREF _Toc195102353 \h </w:instrText>
            </w:r>
            <w:r>
              <w:rPr>
                <w:noProof/>
                <w:webHidden/>
              </w:rPr>
            </w:r>
            <w:r>
              <w:rPr>
                <w:noProof/>
                <w:webHidden/>
              </w:rPr>
              <w:fldChar w:fldCharType="separate"/>
            </w:r>
            <w:r>
              <w:rPr>
                <w:noProof/>
                <w:webHidden/>
              </w:rPr>
              <w:t>8</w:t>
            </w:r>
            <w:r>
              <w:rPr>
                <w:noProof/>
                <w:webHidden/>
              </w:rPr>
              <w:fldChar w:fldCharType="end"/>
            </w:r>
          </w:hyperlink>
        </w:p>
        <w:p w14:paraId="2935A674" w14:textId="4DD14550" w:rsidR="00ED7EA5" w:rsidRDefault="00ED7EA5">
          <w:pPr>
            <w:pStyle w:val="TM3"/>
            <w:tabs>
              <w:tab w:val="left" w:pos="1100"/>
              <w:tab w:val="right" w:leader="dot" w:pos="9345"/>
            </w:tabs>
            <w:rPr>
              <w:rFonts w:asciiTheme="minorHAnsi" w:eastAsiaTheme="minorEastAsia" w:hAnsiTheme="minorHAnsi"/>
              <w:noProof/>
              <w:kern w:val="2"/>
              <w:sz w:val="24"/>
              <w:szCs w:val="24"/>
              <w:lang w:eastAsia="fr-FR"/>
              <w14:ligatures w14:val="standardContextual"/>
            </w:rPr>
          </w:pPr>
          <w:hyperlink w:anchor="_Toc195102354" w:history="1">
            <w:r w:rsidRPr="00476AE3">
              <w:rPr>
                <w:rStyle w:val="Lienhypertexte"/>
                <w:noProof/>
              </w:rPr>
              <w:t>3.2</w:t>
            </w:r>
            <w:r>
              <w:rPr>
                <w:rFonts w:asciiTheme="minorHAnsi" w:eastAsiaTheme="minorEastAsia" w:hAnsiTheme="minorHAnsi"/>
                <w:noProof/>
                <w:kern w:val="2"/>
                <w:sz w:val="24"/>
                <w:szCs w:val="24"/>
                <w:lang w:eastAsia="fr-FR"/>
                <w14:ligatures w14:val="standardContextual"/>
              </w:rPr>
              <w:tab/>
            </w:r>
            <w:r w:rsidRPr="00476AE3">
              <w:rPr>
                <w:rStyle w:val="Lienhypertexte"/>
                <w:noProof/>
              </w:rPr>
              <w:t>Présentation des avantages annexes proposés aux salariés</w:t>
            </w:r>
            <w:r>
              <w:rPr>
                <w:noProof/>
                <w:webHidden/>
              </w:rPr>
              <w:tab/>
            </w:r>
            <w:r>
              <w:rPr>
                <w:noProof/>
                <w:webHidden/>
              </w:rPr>
              <w:fldChar w:fldCharType="begin"/>
            </w:r>
            <w:r>
              <w:rPr>
                <w:noProof/>
                <w:webHidden/>
              </w:rPr>
              <w:instrText xml:space="preserve"> PAGEREF _Toc195102354 \h </w:instrText>
            </w:r>
            <w:r>
              <w:rPr>
                <w:noProof/>
                <w:webHidden/>
              </w:rPr>
            </w:r>
            <w:r>
              <w:rPr>
                <w:noProof/>
                <w:webHidden/>
              </w:rPr>
              <w:fldChar w:fldCharType="separate"/>
            </w:r>
            <w:r>
              <w:rPr>
                <w:noProof/>
                <w:webHidden/>
              </w:rPr>
              <w:t>9</w:t>
            </w:r>
            <w:r>
              <w:rPr>
                <w:noProof/>
                <w:webHidden/>
              </w:rPr>
              <w:fldChar w:fldCharType="end"/>
            </w:r>
          </w:hyperlink>
        </w:p>
        <w:p w14:paraId="0A3F88C9" w14:textId="7AF03105" w:rsidR="00ED7EA5" w:rsidRDefault="00ED7EA5">
          <w:pPr>
            <w:pStyle w:val="TM1"/>
            <w:rPr>
              <w:rFonts w:asciiTheme="minorHAnsi" w:eastAsiaTheme="minorEastAsia" w:hAnsiTheme="minorHAnsi" w:cstheme="minorBidi"/>
              <w:b w:val="0"/>
              <w:bCs w:val="0"/>
              <w:iCs w:val="0"/>
              <w:caps w:val="0"/>
              <w:color w:val="auto"/>
              <w:kern w:val="2"/>
              <w14:ligatures w14:val="standardContextual"/>
            </w:rPr>
          </w:pPr>
          <w:hyperlink w:anchor="_Toc195102355" w:history="1">
            <w:r w:rsidRPr="00476AE3">
              <w:rPr>
                <w:rStyle w:val="Lienhypertexte"/>
              </w:rPr>
              <w:t>Administration de la prestation</w:t>
            </w:r>
            <w:r>
              <w:rPr>
                <w:webHidden/>
              </w:rPr>
              <w:tab/>
            </w:r>
            <w:r>
              <w:rPr>
                <w:webHidden/>
              </w:rPr>
              <w:fldChar w:fldCharType="begin"/>
            </w:r>
            <w:r>
              <w:rPr>
                <w:webHidden/>
              </w:rPr>
              <w:instrText xml:space="preserve"> PAGEREF _Toc195102355 \h </w:instrText>
            </w:r>
            <w:r>
              <w:rPr>
                <w:webHidden/>
              </w:rPr>
            </w:r>
            <w:r>
              <w:rPr>
                <w:webHidden/>
              </w:rPr>
              <w:fldChar w:fldCharType="separate"/>
            </w:r>
            <w:r>
              <w:rPr>
                <w:webHidden/>
              </w:rPr>
              <w:t>10</w:t>
            </w:r>
            <w:r>
              <w:rPr>
                <w:webHidden/>
              </w:rPr>
              <w:fldChar w:fldCharType="end"/>
            </w:r>
          </w:hyperlink>
        </w:p>
        <w:p w14:paraId="426F35ED" w14:textId="53D7D85A" w:rsidR="00ED7EA5" w:rsidRDefault="00ED7EA5">
          <w:pPr>
            <w:pStyle w:val="TM2"/>
            <w:rPr>
              <w:rFonts w:asciiTheme="minorHAnsi" w:eastAsiaTheme="minorEastAsia" w:hAnsiTheme="minorHAnsi" w:cstheme="minorBidi"/>
              <w:b w:val="0"/>
              <w:bCs w:val="0"/>
              <w:smallCaps w:val="0"/>
              <w:kern w:val="2"/>
              <w:sz w:val="24"/>
              <w:szCs w:val="24"/>
              <w14:ligatures w14:val="standardContextual"/>
            </w:rPr>
          </w:pPr>
          <w:hyperlink w:anchor="_Toc195102356" w:history="1">
            <w:r w:rsidRPr="00476AE3">
              <w:rPr>
                <w:rStyle w:val="Lienhypertexte"/>
              </w:rPr>
              <w:t>4.</w:t>
            </w:r>
            <w:r>
              <w:rPr>
                <w:rFonts w:asciiTheme="minorHAnsi" w:eastAsiaTheme="minorEastAsia" w:hAnsiTheme="minorHAnsi" w:cstheme="minorBidi"/>
                <w:b w:val="0"/>
                <w:bCs w:val="0"/>
                <w:smallCaps w:val="0"/>
                <w:kern w:val="2"/>
                <w:sz w:val="24"/>
                <w:szCs w:val="24"/>
                <w14:ligatures w14:val="standardContextual"/>
              </w:rPr>
              <w:tab/>
            </w:r>
            <w:r w:rsidRPr="00476AE3">
              <w:rPr>
                <w:rStyle w:val="Lienhypertexte"/>
              </w:rPr>
              <w:t>Organisation de la relation clients / 10 points</w:t>
            </w:r>
            <w:r>
              <w:rPr>
                <w:webHidden/>
              </w:rPr>
              <w:tab/>
            </w:r>
            <w:r>
              <w:rPr>
                <w:webHidden/>
              </w:rPr>
              <w:fldChar w:fldCharType="begin"/>
            </w:r>
            <w:r>
              <w:rPr>
                <w:webHidden/>
              </w:rPr>
              <w:instrText xml:space="preserve"> PAGEREF _Toc195102356 \h </w:instrText>
            </w:r>
            <w:r>
              <w:rPr>
                <w:webHidden/>
              </w:rPr>
            </w:r>
            <w:r>
              <w:rPr>
                <w:webHidden/>
              </w:rPr>
              <w:fldChar w:fldCharType="separate"/>
            </w:r>
            <w:r>
              <w:rPr>
                <w:webHidden/>
              </w:rPr>
              <w:t>10</w:t>
            </w:r>
            <w:r>
              <w:rPr>
                <w:webHidden/>
              </w:rPr>
              <w:fldChar w:fldCharType="end"/>
            </w:r>
          </w:hyperlink>
        </w:p>
        <w:p w14:paraId="3F7493B3" w14:textId="00E75EEE" w:rsidR="00ED7EA5" w:rsidRDefault="00ED7EA5">
          <w:pPr>
            <w:pStyle w:val="TM2"/>
            <w:rPr>
              <w:rFonts w:asciiTheme="minorHAnsi" w:eastAsiaTheme="minorEastAsia" w:hAnsiTheme="minorHAnsi" w:cstheme="minorBidi"/>
              <w:b w:val="0"/>
              <w:bCs w:val="0"/>
              <w:smallCaps w:val="0"/>
              <w:kern w:val="2"/>
              <w:sz w:val="24"/>
              <w:szCs w:val="24"/>
              <w14:ligatures w14:val="standardContextual"/>
            </w:rPr>
          </w:pPr>
          <w:hyperlink w:anchor="_Toc195102357" w:history="1">
            <w:r w:rsidRPr="00476AE3">
              <w:rPr>
                <w:rStyle w:val="Lienhypertexte"/>
              </w:rPr>
              <w:t>5.</w:t>
            </w:r>
            <w:r>
              <w:rPr>
                <w:rFonts w:asciiTheme="minorHAnsi" w:eastAsiaTheme="minorEastAsia" w:hAnsiTheme="minorHAnsi" w:cstheme="minorBidi"/>
                <w:b w:val="0"/>
                <w:bCs w:val="0"/>
                <w:smallCaps w:val="0"/>
                <w:kern w:val="2"/>
                <w:sz w:val="24"/>
                <w:szCs w:val="24"/>
                <w14:ligatures w14:val="standardContextual"/>
              </w:rPr>
              <w:tab/>
            </w:r>
            <w:r w:rsidRPr="00476AE3">
              <w:rPr>
                <w:rStyle w:val="Lienhypertexte"/>
              </w:rPr>
              <w:t>Phase déploiement du marché / 10 points</w:t>
            </w:r>
            <w:r>
              <w:rPr>
                <w:webHidden/>
              </w:rPr>
              <w:tab/>
            </w:r>
            <w:r>
              <w:rPr>
                <w:webHidden/>
              </w:rPr>
              <w:fldChar w:fldCharType="begin"/>
            </w:r>
            <w:r>
              <w:rPr>
                <w:webHidden/>
              </w:rPr>
              <w:instrText xml:space="preserve"> PAGEREF _Toc195102357 \h </w:instrText>
            </w:r>
            <w:r>
              <w:rPr>
                <w:webHidden/>
              </w:rPr>
            </w:r>
            <w:r>
              <w:rPr>
                <w:webHidden/>
              </w:rPr>
              <w:fldChar w:fldCharType="separate"/>
            </w:r>
            <w:r>
              <w:rPr>
                <w:webHidden/>
              </w:rPr>
              <w:t>11</w:t>
            </w:r>
            <w:r>
              <w:rPr>
                <w:webHidden/>
              </w:rPr>
              <w:fldChar w:fldCharType="end"/>
            </w:r>
          </w:hyperlink>
        </w:p>
        <w:p w14:paraId="76530241" w14:textId="2F2CD426" w:rsidR="00ED7EA5" w:rsidRDefault="00ED7EA5">
          <w:pPr>
            <w:pStyle w:val="TM3"/>
            <w:tabs>
              <w:tab w:val="left" w:pos="1100"/>
              <w:tab w:val="right" w:leader="dot" w:pos="9345"/>
            </w:tabs>
            <w:rPr>
              <w:rFonts w:asciiTheme="minorHAnsi" w:eastAsiaTheme="minorEastAsia" w:hAnsiTheme="minorHAnsi"/>
              <w:noProof/>
              <w:kern w:val="2"/>
              <w:sz w:val="24"/>
              <w:szCs w:val="24"/>
              <w:lang w:eastAsia="fr-FR"/>
              <w14:ligatures w14:val="standardContextual"/>
            </w:rPr>
          </w:pPr>
          <w:hyperlink w:anchor="_Toc195102358" w:history="1">
            <w:r w:rsidRPr="00476AE3">
              <w:rPr>
                <w:rStyle w:val="Lienhypertexte"/>
                <w:noProof/>
                <w:lang w:eastAsia="fr-FR"/>
              </w:rPr>
              <w:t>5.1</w:t>
            </w:r>
            <w:r>
              <w:rPr>
                <w:rFonts w:asciiTheme="minorHAnsi" w:eastAsiaTheme="minorEastAsia" w:hAnsiTheme="minorHAnsi"/>
                <w:noProof/>
                <w:kern w:val="2"/>
                <w:sz w:val="24"/>
                <w:szCs w:val="24"/>
                <w:lang w:eastAsia="fr-FR"/>
                <w14:ligatures w14:val="standardContextual"/>
              </w:rPr>
              <w:tab/>
            </w:r>
            <w:r w:rsidRPr="00476AE3">
              <w:rPr>
                <w:rStyle w:val="Lienhypertexte"/>
                <w:noProof/>
                <w:lang w:eastAsia="fr-FR"/>
              </w:rPr>
              <w:t>Méthodologie mise en place pour la prise de contrat :</w:t>
            </w:r>
            <w:r>
              <w:rPr>
                <w:noProof/>
                <w:webHidden/>
              </w:rPr>
              <w:tab/>
            </w:r>
            <w:r>
              <w:rPr>
                <w:noProof/>
                <w:webHidden/>
              </w:rPr>
              <w:fldChar w:fldCharType="begin"/>
            </w:r>
            <w:r>
              <w:rPr>
                <w:noProof/>
                <w:webHidden/>
              </w:rPr>
              <w:instrText xml:space="preserve"> PAGEREF _Toc195102358 \h </w:instrText>
            </w:r>
            <w:r>
              <w:rPr>
                <w:noProof/>
                <w:webHidden/>
              </w:rPr>
            </w:r>
            <w:r>
              <w:rPr>
                <w:noProof/>
                <w:webHidden/>
              </w:rPr>
              <w:fldChar w:fldCharType="separate"/>
            </w:r>
            <w:r>
              <w:rPr>
                <w:noProof/>
                <w:webHidden/>
              </w:rPr>
              <w:t>11</w:t>
            </w:r>
            <w:r>
              <w:rPr>
                <w:noProof/>
                <w:webHidden/>
              </w:rPr>
              <w:fldChar w:fldCharType="end"/>
            </w:r>
          </w:hyperlink>
        </w:p>
        <w:p w14:paraId="698A7BB6" w14:textId="68D8D4F5" w:rsidR="00ED7EA5" w:rsidRDefault="00ED7EA5">
          <w:pPr>
            <w:pStyle w:val="TM2"/>
            <w:rPr>
              <w:rFonts w:asciiTheme="minorHAnsi" w:eastAsiaTheme="minorEastAsia" w:hAnsiTheme="minorHAnsi" w:cstheme="minorBidi"/>
              <w:b w:val="0"/>
              <w:bCs w:val="0"/>
              <w:smallCaps w:val="0"/>
              <w:kern w:val="2"/>
              <w:sz w:val="24"/>
              <w:szCs w:val="24"/>
              <w14:ligatures w14:val="standardContextual"/>
            </w:rPr>
          </w:pPr>
          <w:hyperlink w:anchor="_Toc195102359" w:history="1">
            <w:r w:rsidRPr="00476AE3">
              <w:rPr>
                <w:rStyle w:val="Lienhypertexte"/>
              </w:rPr>
              <w:t>6.</w:t>
            </w:r>
            <w:r>
              <w:rPr>
                <w:rFonts w:asciiTheme="minorHAnsi" w:eastAsiaTheme="minorEastAsia" w:hAnsiTheme="minorHAnsi" w:cstheme="minorBidi"/>
                <w:b w:val="0"/>
                <w:bCs w:val="0"/>
                <w:smallCaps w:val="0"/>
                <w:kern w:val="2"/>
                <w:sz w:val="24"/>
                <w:szCs w:val="24"/>
                <w14:ligatures w14:val="standardContextual"/>
              </w:rPr>
              <w:tab/>
            </w:r>
            <w:r w:rsidRPr="00476AE3">
              <w:rPr>
                <w:rStyle w:val="Lienhypertexte"/>
              </w:rPr>
              <w:t>gestion par le service des ressources humaines / 10 points</w:t>
            </w:r>
            <w:r>
              <w:rPr>
                <w:webHidden/>
              </w:rPr>
              <w:tab/>
            </w:r>
            <w:r>
              <w:rPr>
                <w:webHidden/>
              </w:rPr>
              <w:fldChar w:fldCharType="begin"/>
            </w:r>
            <w:r>
              <w:rPr>
                <w:webHidden/>
              </w:rPr>
              <w:instrText xml:space="preserve"> PAGEREF _Toc195102359 \h </w:instrText>
            </w:r>
            <w:r>
              <w:rPr>
                <w:webHidden/>
              </w:rPr>
            </w:r>
            <w:r>
              <w:rPr>
                <w:webHidden/>
              </w:rPr>
              <w:fldChar w:fldCharType="separate"/>
            </w:r>
            <w:r>
              <w:rPr>
                <w:webHidden/>
              </w:rPr>
              <w:t>12</w:t>
            </w:r>
            <w:r>
              <w:rPr>
                <w:webHidden/>
              </w:rPr>
              <w:fldChar w:fldCharType="end"/>
            </w:r>
          </w:hyperlink>
        </w:p>
        <w:p w14:paraId="00B8D7F4" w14:textId="2C8BFA4C" w:rsidR="00ED7EA5" w:rsidRDefault="00ED7EA5">
          <w:pPr>
            <w:pStyle w:val="TM3"/>
            <w:tabs>
              <w:tab w:val="left" w:pos="1100"/>
              <w:tab w:val="right" w:leader="dot" w:pos="9345"/>
            </w:tabs>
            <w:rPr>
              <w:rFonts w:asciiTheme="minorHAnsi" w:eastAsiaTheme="minorEastAsia" w:hAnsiTheme="minorHAnsi"/>
              <w:noProof/>
              <w:kern w:val="2"/>
              <w:sz w:val="24"/>
              <w:szCs w:val="24"/>
              <w:lang w:eastAsia="fr-FR"/>
              <w14:ligatures w14:val="standardContextual"/>
            </w:rPr>
          </w:pPr>
          <w:hyperlink w:anchor="_Toc195102360" w:history="1">
            <w:r w:rsidRPr="00476AE3">
              <w:rPr>
                <w:rStyle w:val="Lienhypertexte"/>
                <w:noProof/>
              </w:rPr>
              <w:t>6.1</w:t>
            </w:r>
            <w:r>
              <w:rPr>
                <w:rFonts w:asciiTheme="minorHAnsi" w:eastAsiaTheme="minorEastAsia" w:hAnsiTheme="minorHAnsi"/>
                <w:noProof/>
                <w:kern w:val="2"/>
                <w:sz w:val="24"/>
                <w:szCs w:val="24"/>
                <w:lang w:eastAsia="fr-FR"/>
                <w14:ligatures w14:val="standardContextual"/>
              </w:rPr>
              <w:tab/>
            </w:r>
            <w:r w:rsidRPr="00476AE3">
              <w:rPr>
                <w:rStyle w:val="Lienhypertexte"/>
                <w:noProof/>
              </w:rPr>
              <w:t>Site Internet dédié à l’administration de la prestation</w:t>
            </w:r>
            <w:r>
              <w:rPr>
                <w:noProof/>
                <w:webHidden/>
              </w:rPr>
              <w:tab/>
            </w:r>
            <w:r>
              <w:rPr>
                <w:noProof/>
                <w:webHidden/>
              </w:rPr>
              <w:fldChar w:fldCharType="begin"/>
            </w:r>
            <w:r>
              <w:rPr>
                <w:noProof/>
                <w:webHidden/>
              </w:rPr>
              <w:instrText xml:space="preserve"> PAGEREF _Toc195102360 \h </w:instrText>
            </w:r>
            <w:r>
              <w:rPr>
                <w:noProof/>
                <w:webHidden/>
              </w:rPr>
            </w:r>
            <w:r>
              <w:rPr>
                <w:noProof/>
                <w:webHidden/>
              </w:rPr>
              <w:fldChar w:fldCharType="separate"/>
            </w:r>
            <w:r>
              <w:rPr>
                <w:noProof/>
                <w:webHidden/>
              </w:rPr>
              <w:t>12</w:t>
            </w:r>
            <w:r>
              <w:rPr>
                <w:noProof/>
                <w:webHidden/>
              </w:rPr>
              <w:fldChar w:fldCharType="end"/>
            </w:r>
          </w:hyperlink>
        </w:p>
        <w:p w14:paraId="4E414F28" w14:textId="0B345670" w:rsidR="00ED7EA5" w:rsidRDefault="00ED7EA5">
          <w:pPr>
            <w:pStyle w:val="TM3"/>
            <w:tabs>
              <w:tab w:val="left" w:pos="1100"/>
              <w:tab w:val="right" w:leader="dot" w:pos="9345"/>
            </w:tabs>
            <w:rPr>
              <w:rFonts w:asciiTheme="minorHAnsi" w:eastAsiaTheme="minorEastAsia" w:hAnsiTheme="minorHAnsi"/>
              <w:noProof/>
              <w:kern w:val="2"/>
              <w:sz w:val="24"/>
              <w:szCs w:val="24"/>
              <w:lang w:eastAsia="fr-FR"/>
              <w14:ligatures w14:val="standardContextual"/>
            </w:rPr>
          </w:pPr>
          <w:hyperlink w:anchor="_Toc195102361" w:history="1">
            <w:r w:rsidRPr="00476AE3">
              <w:rPr>
                <w:rStyle w:val="Lienhypertexte"/>
                <w:noProof/>
              </w:rPr>
              <w:t>6.2</w:t>
            </w:r>
            <w:r>
              <w:rPr>
                <w:rFonts w:asciiTheme="minorHAnsi" w:eastAsiaTheme="minorEastAsia" w:hAnsiTheme="minorHAnsi"/>
                <w:noProof/>
                <w:kern w:val="2"/>
                <w:sz w:val="24"/>
                <w:szCs w:val="24"/>
                <w:lang w:eastAsia="fr-FR"/>
                <w14:ligatures w14:val="standardContextual"/>
              </w:rPr>
              <w:tab/>
            </w:r>
            <w:r w:rsidRPr="00476AE3">
              <w:rPr>
                <w:rStyle w:val="Lienhypertexte"/>
                <w:noProof/>
              </w:rPr>
              <w:t>Assistance :</w:t>
            </w:r>
            <w:r>
              <w:rPr>
                <w:noProof/>
                <w:webHidden/>
              </w:rPr>
              <w:tab/>
            </w:r>
            <w:r>
              <w:rPr>
                <w:noProof/>
                <w:webHidden/>
              </w:rPr>
              <w:fldChar w:fldCharType="begin"/>
            </w:r>
            <w:r>
              <w:rPr>
                <w:noProof/>
                <w:webHidden/>
              </w:rPr>
              <w:instrText xml:space="preserve"> PAGEREF _Toc195102361 \h </w:instrText>
            </w:r>
            <w:r>
              <w:rPr>
                <w:noProof/>
                <w:webHidden/>
              </w:rPr>
            </w:r>
            <w:r>
              <w:rPr>
                <w:noProof/>
                <w:webHidden/>
              </w:rPr>
              <w:fldChar w:fldCharType="separate"/>
            </w:r>
            <w:r>
              <w:rPr>
                <w:noProof/>
                <w:webHidden/>
              </w:rPr>
              <w:t>17</w:t>
            </w:r>
            <w:r>
              <w:rPr>
                <w:noProof/>
                <w:webHidden/>
              </w:rPr>
              <w:fldChar w:fldCharType="end"/>
            </w:r>
          </w:hyperlink>
        </w:p>
        <w:p w14:paraId="3A868F1E" w14:textId="18828348" w:rsidR="00ED7EA5" w:rsidRDefault="00ED7EA5">
          <w:pPr>
            <w:pStyle w:val="TM1"/>
            <w:rPr>
              <w:rFonts w:asciiTheme="minorHAnsi" w:eastAsiaTheme="minorEastAsia" w:hAnsiTheme="minorHAnsi" w:cstheme="minorBidi"/>
              <w:b w:val="0"/>
              <w:bCs w:val="0"/>
              <w:iCs w:val="0"/>
              <w:caps w:val="0"/>
              <w:color w:val="auto"/>
              <w:kern w:val="2"/>
              <w14:ligatures w14:val="standardContextual"/>
            </w:rPr>
          </w:pPr>
          <w:hyperlink w:anchor="_Toc195102362" w:history="1">
            <w:r w:rsidRPr="00476AE3">
              <w:rPr>
                <w:rStyle w:val="Lienhypertexte"/>
              </w:rPr>
              <w:t>Démarche RSE</w:t>
            </w:r>
            <w:r>
              <w:rPr>
                <w:webHidden/>
              </w:rPr>
              <w:tab/>
            </w:r>
            <w:r>
              <w:rPr>
                <w:webHidden/>
              </w:rPr>
              <w:fldChar w:fldCharType="begin"/>
            </w:r>
            <w:r>
              <w:rPr>
                <w:webHidden/>
              </w:rPr>
              <w:instrText xml:space="preserve"> PAGEREF _Toc195102362 \h </w:instrText>
            </w:r>
            <w:r>
              <w:rPr>
                <w:webHidden/>
              </w:rPr>
            </w:r>
            <w:r>
              <w:rPr>
                <w:webHidden/>
              </w:rPr>
              <w:fldChar w:fldCharType="separate"/>
            </w:r>
            <w:r>
              <w:rPr>
                <w:webHidden/>
              </w:rPr>
              <w:t>18</w:t>
            </w:r>
            <w:r>
              <w:rPr>
                <w:webHidden/>
              </w:rPr>
              <w:fldChar w:fldCharType="end"/>
            </w:r>
          </w:hyperlink>
        </w:p>
        <w:p w14:paraId="572D522E" w14:textId="5C3D9D8A" w:rsidR="00ED7EA5" w:rsidRDefault="00ED7EA5">
          <w:pPr>
            <w:pStyle w:val="TM2"/>
            <w:rPr>
              <w:rFonts w:asciiTheme="minorHAnsi" w:eastAsiaTheme="minorEastAsia" w:hAnsiTheme="minorHAnsi" w:cstheme="minorBidi"/>
              <w:b w:val="0"/>
              <w:bCs w:val="0"/>
              <w:smallCaps w:val="0"/>
              <w:kern w:val="2"/>
              <w:sz w:val="24"/>
              <w:szCs w:val="24"/>
              <w14:ligatures w14:val="standardContextual"/>
            </w:rPr>
          </w:pPr>
          <w:hyperlink w:anchor="_Toc195102363" w:history="1">
            <w:r w:rsidRPr="00476AE3">
              <w:rPr>
                <w:rStyle w:val="Lienhypertexte"/>
              </w:rPr>
              <w:t>7.</w:t>
            </w:r>
            <w:r>
              <w:rPr>
                <w:rFonts w:asciiTheme="minorHAnsi" w:eastAsiaTheme="minorEastAsia" w:hAnsiTheme="minorHAnsi" w:cstheme="minorBidi"/>
                <w:b w:val="0"/>
                <w:bCs w:val="0"/>
                <w:smallCaps w:val="0"/>
                <w:kern w:val="2"/>
                <w:sz w:val="24"/>
                <w:szCs w:val="24"/>
                <w14:ligatures w14:val="standardContextual"/>
              </w:rPr>
              <w:tab/>
            </w:r>
            <w:r w:rsidRPr="00476AE3">
              <w:rPr>
                <w:rStyle w:val="Lienhypertexte"/>
              </w:rPr>
              <w:t>demarche rse menée par l’entreprise  / 10 points</w:t>
            </w:r>
            <w:r>
              <w:rPr>
                <w:webHidden/>
              </w:rPr>
              <w:tab/>
            </w:r>
            <w:r>
              <w:rPr>
                <w:webHidden/>
              </w:rPr>
              <w:fldChar w:fldCharType="begin"/>
            </w:r>
            <w:r>
              <w:rPr>
                <w:webHidden/>
              </w:rPr>
              <w:instrText xml:space="preserve"> PAGEREF _Toc195102363 \h </w:instrText>
            </w:r>
            <w:r>
              <w:rPr>
                <w:webHidden/>
              </w:rPr>
            </w:r>
            <w:r>
              <w:rPr>
                <w:webHidden/>
              </w:rPr>
              <w:fldChar w:fldCharType="separate"/>
            </w:r>
            <w:r>
              <w:rPr>
                <w:webHidden/>
              </w:rPr>
              <w:t>18</w:t>
            </w:r>
            <w:r>
              <w:rPr>
                <w:webHidden/>
              </w:rPr>
              <w:fldChar w:fldCharType="end"/>
            </w:r>
          </w:hyperlink>
        </w:p>
        <w:p w14:paraId="00B69837" w14:textId="45D169AF" w:rsidR="00ED7EA5" w:rsidRDefault="00ED7EA5">
          <w:pPr>
            <w:pStyle w:val="TM2"/>
            <w:rPr>
              <w:rFonts w:asciiTheme="minorHAnsi" w:eastAsiaTheme="minorEastAsia" w:hAnsiTheme="minorHAnsi" w:cstheme="minorBidi"/>
              <w:b w:val="0"/>
              <w:bCs w:val="0"/>
              <w:smallCaps w:val="0"/>
              <w:kern w:val="2"/>
              <w:sz w:val="24"/>
              <w:szCs w:val="24"/>
              <w14:ligatures w14:val="standardContextual"/>
            </w:rPr>
          </w:pPr>
          <w:hyperlink w:anchor="_Toc195102364" w:history="1">
            <w:r w:rsidRPr="00476AE3">
              <w:rPr>
                <w:rStyle w:val="Lienhypertexte"/>
              </w:rPr>
              <w:t>8.</w:t>
            </w:r>
            <w:r>
              <w:rPr>
                <w:rFonts w:asciiTheme="minorHAnsi" w:eastAsiaTheme="minorEastAsia" w:hAnsiTheme="minorHAnsi" w:cstheme="minorBidi"/>
                <w:b w:val="0"/>
                <w:bCs w:val="0"/>
                <w:smallCaps w:val="0"/>
                <w:kern w:val="2"/>
                <w:sz w:val="24"/>
                <w:szCs w:val="24"/>
                <w14:ligatures w14:val="standardContextual"/>
              </w:rPr>
              <w:tab/>
            </w:r>
            <w:r w:rsidRPr="00476AE3">
              <w:rPr>
                <w:rStyle w:val="Lienhypertexte"/>
              </w:rPr>
              <w:t>Mesures spécifiques pour les prestations du marché : / 10 points</w:t>
            </w:r>
            <w:r>
              <w:rPr>
                <w:webHidden/>
              </w:rPr>
              <w:tab/>
            </w:r>
            <w:r>
              <w:rPr>
                <w:webHidden/>
              </w:rPr>
              <w:fldChar w:fldCharType="begin"/>
            </w:r>
            <w:r>
              <w:rPr>
                <w:webHidden/>
              </w:rPr>
              <w:instrText xml:space="preserve"> PAGEREF _Toc195102364 \h </w:instrText>
            </w:r>
            <w:r>
              <w:rPr>
                <w:webHidden/>
              </w:rPr>
            </w:r>
            <w:r>
              <w:rPr>
                <w:webHidden/>
              </w:rPr>
              <w:fldChar w:fldCharType="separate"/>
            </w:r>
            <w:r>
              <w:rPr>
                <w:webHidden/>
              </w:rPr>
              <w:t>19</w:t>
            </w:r>
            <w:r>
              <w:rPr>
                <w:webHidden/>
              </w:rPr>
              <w:fldChar w:fldCharType="end"/>
            </w:r>
          </w:hyperlink>
        </w:p>
        <w:p w14:paraId="5B2B7E69" w14:textId="77FA1FDD" w:rsidR="00C22D17" w:rsidRPr="00125775" w:rsidRDefault="00D01B8F" w:rsidP="00C22D17">
          <w:pPr>
            <w:spacing w:line="240" w:lineRule="auto"/>
            <w:contextualSpacing/>
          </w:pPr>
          <w:r w:rsidRPr="00125775">
            <w:rPr>
              <w:rFonts w:eastAsia="Times New Roman" w:cs="Calibri"/>
              <w:b/>
              <w:bCs/>
              <w:i/>
              <w:iCs/>
              <w:sz w:val="24"/>
              <w:szCs w:val="24"/>
              <w:lang w:eastAsia="fr-FR"/>
            </w:rPr>
            <w:fldChar w:fldCharType="end"/>
          </w:r>
        </w:p>
      </w:sdtContent>
    </w:sdt>
    <w:p w14:paraId="676DF947" w14:textId="77777777" w:rsidR="00460E1F" w:rsidRDefault="00460E1F">
      <w:pPr>
        <w:spacing w:after="200"/>
        <w:jc w:val="left"/>
        <w:rPr>
          <w:rFonts w:eastAsia="Times New Roman" w:cs="Arial"/>
          <w:sz w:val="12"/>
          <w:szCs w:val="20"/>
          <w:lang w:eastAsia="fr-FR"/>
        </w:rPr>
      </w:pPr>
    </w:p>
    <w:p w14:paraId="216B08D9" w14:textId="77777777" w:rsidR="00460E1F" w:rsidRDefault="00460E1F">
      <w:pPr>
        <w:spacing w:after="200"/>
        <w:jc w:val="left"/>
        <w:rPr>
          <w:rFonts w:eastAsia="Times New Roman" w:cs="Arial"/>
          <w:sz w:val="12"/>
          <w:szCs w:val="20"/>
          <w:lang w:eastAsia="fr-FR"/>
        </w:rPr>
      </w:pPr>
    </w:p>
    <w:p w14:paraId="2E9D6B0C" w14:textId="0802ED10" w:rsidR="000B0235" w:rsidRPr="00FB25EF" w:rsidRDefault="00460E1F" w:rsidP="00FB25EF">
      <w:pPr>
        <w:spacing w:after="200"/>
        <w:jc w:val="center"/>
        <w:rPr>
          <w:rFonts w:eastAsia="Times New Roman" w:cs="Arial"/>
          <w:b/>
          <w:bCs/>
          <w:sz w:val="16"/>
          <w:szCs w:val="24"/>
          <w:lang w:eastAsia="fr-FR"/>
        </w:rPr>
      </w:pPr>
      <w:r w:rsidRPr="00FB25EF">
        <w:rPr>
          <w:b/>
          <w:bCs/>
          <w:sz w:val="24"/>
          <w:szCs w:val="28"/>
        </w:rPr>
        <w:t xml:space="preserve">En tant que société à mission, </w:t>
      </w:r>
      <w:r w:rsidRPr="00FB25EF">
        <w:rPr>
          <w:b/>
          <w:bCs/>
          <w:sz w:val="24"/>
          <w:szCs w:val="28"/>
        </w:rPr>
        <w:t>TBS EDUCATION portera une attention particulière aux moyens mis en œuvre par le titulaire pour</w:t>
      </w:r>
      <w:r w:rsidR="00FB25EF" w:rsidRPr="00FB25EF">
        <w:rPr>
          <w:b/>
          <w:bCs/>
          <w:sz w:val="24"/>
          <w:szCs w:val="28"/>
        </w:rPr>
        <w:t xml:space="preserve"> permettre </w:t>
      </w:r>
      <w:r w:rsidRPr="00FB25EF">
        <w:rPr>
          <w:b/>
          <w:bCs/>
          <w:sz w:val="24"/>
          <w:szCs w:val="28"/>
        </w:rPr>
        <w:t>une prestation efficiente en termes d</w:t>
      </w:r>
      <w:r w:rsidR="00CC1DD4">
        <w:rPr>
          <w:b/>
          <w:bCs/>
          <w:sz w:val="24"/>
          <w:szCs w:val="28"/>
        </w:rPr>
        <w:t>e RSE</w:t>
      </w:r>
      <w:r w:rsidR="000B0235" w:rsidRPr="00FB25EF">
        <w:rPr>
          <w:rFonts w:eastAsia="Times New Roman" w:cs="Arial"/>
          <w:b/>
          <w:bCs/>
          <w:sz w:val="16"/>
          <w:szCs w:val="24"/>
          <w:lang w:eastAsia="fr-FR"/>
        </w:rPr>
        <w:br w:type="page"/>
      </w:r>
    </w:p>
    <w:p w14:paraId="4F4CC99D" w14:textId="5F54F9D2" w:rsidR="0000766C" w:rsidRDefault="0000766C" w:rsidP="0000766C">
      <w:pPr>
        <w:pStyle w:val="Titre"/>
      </w:pPr>
      <w:bookmarkStart w:id="0" w:name="_Toc477187878"/>
      <w:bookmarkStart w:id="1" w:name="_Toc195102348"/>
      <w:bookmarkStart w:id="2" w:name="_Toc361327624"/>
      <w:r w:rsidRPr="00B7420E">
        <w:lastRenderedPageBreak/>
        <w:t>CADRE DE SYNTHESE DES COORDONNEES DU CANDIDAT</w:t>
      </w:r>
      <w:bookmarkEnd w:id="0"/>
      <w:bookmarkEnd w:id="1"/>
    </w:p>
    <w:p w14:paraId="4FDF5E61" w14:textId="77777777" w:rsidR="0000766C" w:rsidRDefault="0000766C" w:rsidP="0000766C">
      <w:pPr>
        <w:rPr>
          <w:lang w:eastAsia="fr-FR"/>
        </w:rPr>
      </w:pPr>
    </w:p>
    <w:p w14:paraId="4734A0FB" w14:textId="77777777" w:rsidR="0000766C" w:rsidRDefault="0000766C" w:rsidP="0000766C">
      <w:pPr>
        <w:rPr>
          <w:lang w:eastAsia="fr-FR"/>
        </w:rPr>
      </w:pPr>
      <w:r w:rsidRPr="00207553">
        <w:rPr>
          <w:lang w:eastAsia="fr-FR"/>
        </w:rPr>
        <w:t>Le candidat communiquera pour chaque intervenant une adresse courriel permettant de façon certaine une correspondance électronique. Les messages de ces adresses seront relevés au moins une fois par jour</w:t>
      </w:r>
      <w:r>
        <w:rPr>
          <w:lang w:eastAsia="fr-FR"/>
        </w:rPr>
        <w:t>.</w:t>
      </w:r>
    </w:p>
    <w:tbl>
      <w:tblPr>
        <w:tblW w:w="9709" w:type="dxa"/>
        <w:tblCellMar>
          <w:left w:w="70" w:type="dxa"/>
          <w:right w:w="70" w:type="dxa"/>
        </w:tblCellMar>
        <w:tblLook w:val="04A0" w:firstRow="1" w:lastRow="0" w:firstColumn="1" w:lastColumn="0" w:noHBand="0" w:noVBand="1"/>
      </w:tblPr>
      <w:tblGrid>
        <w:gridCol w:w="2262"/>
        <w:gridCol w:w="502"/>
        <w:gridCol w:w="6945"/>
      </w:tblGrid>
      <w:tr w:rsidR="0000766C" w:rsidRPr="00207553" w14:paraId="1AF1E4B3" w14:textId="77777777" w:rsidTr="0000766C">
        <w:trPr>
          <w:trHeight w:val="360"/>
        </w:trPr>
        <w:tc>
          <w:tcPr>
            <w:tcW w:w="9709" w:type="dxa"/>
            <w:gridSpan w:val="3"/>
            <w:tcBorders>
              <w:top w:val="single" w:sz="4" w:space="0" w:color="auto"/>
              <w:left w:val="single" w:sz="4" w:space="0" w:color="auto"/>
              <w:bottom w:val="single" w:sz="4" w:space="0" w:color="auto"/>
              <w:right w:val="single" w:sz="4" w:space="0" w:color="auto"/>
            </w:tcBorders>
            <w:shd w:val="clear" w:color="auto" w:fill="FF3A51" w:themeFill="accent1"/>
            <w:noWrap/>
            <w:vAlign w:val="center"/>
            <w:hideMark/>
          </w:tcPr>
          <w:p w14:paraId="49108CAF" w14:textId="77777777" w:rsidR="0000766C" w:rsidRPr="00207553" w:rsidRDefault="0000766C" w:rsidP="001F1ABB">
            <w:pPr>
              <w:spacing w:after="0" w:line="240" w:lineRule="auto"/>
              <w:ind w:firstLineChars="100" w:firstLine="201"/>
              <w:jc w:val="left"/>
              <w:rPr>
                <w:rFonts w:ascii="Arial" w:eastAsia="Times New Roman" w:hAnsi="Arial" w:cs="Arial"/>
                <w:b/>
                <w:bCs/>
                <w:color w:val="FFFFFF"/>
                <w:szCs w:val="20"/>
                <w:lang w:eastAsia="fr-FR"/>
              </w:rPr>
            </w:pPr>
            <w:r w:rsidRPr="00207553">
              <w:rPr>
                <w:rFonts w:ascii="Arial" w:eastAsia="Times New Roman" w:hAnsi="Arial" w:cs="Arial"/>
                <w:b/>
                <w:bCs/>
                <w:color w:val="FFFFFF"/>
                <w:szCs w:val="20"/>
                <w:lang w:eastAsia="fr-FR"/>
              </w:rPr>
              <w:t>IDENTIFICATION DU CANDIDAT</w:t>
            </w:r>
            <w:r w:rsidRPr="00207553">
              <w:rPr>
                <w:rFonts w:ascii="Arial" w:eastAsia="Times New Roman" w:hAnsi="Arial" w:cs="Arial"/>
                <w:color w:val="000000"/>
                <w:szCs w:val="20"/>
                <w:lang w:eastAsia="fr-FR"/>
              </w:rPr>
              <w:t> </w:t>
            </w:r>
          </w:p>
        </w:tc>
      </w:tr>
      <w:tr w:rsidR="0000766C" w:rsidRPr="00207553" w14:paraId="54AEEBAD" w14:textId="77777777" w:rsidTr="001F1ABB">
        <w:trPr>
          <w:trHeight w:val="360"/>
        </w:trPr>
        <w:tc>
          <w:tcPr>
            <w:tcW w:w="2764" w:type="dxa"/>
            <w:gridSpan w:val="2"/>
            <w:tcBorders>
              <w:top w:val="nil"/>
              <w:left w:val="single" w:sz="4" w:space="0" w:color="auto"/>
              <w:bottom w:val="single" w:sz="4" w:space="0" w:color="auto"/>
              <w:right w:val="single" w:sz="4" w:space="0" w:color="auto"/>
            </w:tcBorders>
            <w:shd w:val="clear" w:color="auto" w:fill="auto"/>
            <w:noWrap/>
            <w:vAlign w:val="center"/>
            <w:hideMark/>
          </w:tcPr>
          <w:p w14:paraId="4CDF79AC" w14:textId="77777777" w:rsidR="0000766C" w:rsidRPr="00207553" w:rsidRDefault="0000766C" w:rsidP="001F1ABB">
            <w:pPr>
              <w:spacing w:after="0" w:line="240" w:lineRule="auto"/>
              <w:ind w:firstLineChars="100" w:firstLine="200"/>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Nom de l'entreprise</w:t>
            </w:r>
          </w:p>
        </w:tc>
        <w:tc>
          <w:tcPr>
            <w:tcW w:w="6945" w:type="dxa"/>
            <w:tcBorders>
              <w:top w:val="nil"/>
              <w:left w:val="nil"/>
              <w:bottom w:val="single" w:sz="4" w:space="0" w:color="auto"/>
              <w:right w:val="single" w:sz="4" w:space="0" w:color="auto"/>
            </w:tcBorders>
            <w:shd w:val="clear" w:color="auto" w:fill="auto"/>
            <w:vAlign w:val="center"/>
            <w:hideMark/>
          </w:tcPr>
          <w:p w14:paraId="344BA2BD" w14:textId="77777777" w:rsidR="0000766C" w:rsidRPr="00207553" w:rsidRDefault="0000766C" w:rsidP="001F1ABB">
            <w:pPr>
              <w:spacing w:after="0" w:line="240" w:lineRule="auto"/>
              <w:jc w:val="center"/>
              <w:rPr>
                <w:rFonts w:ascii="Arial" w:eastAsia="Times New Roman" w:hAnsi="Arial" w:cs="Arial"/>
                <w:b/>
                <w:bCs/>
                <w:color w:val="000000"/>
                <w:szCs w:val="20"/>
                <w:lang w:eastAsia="fr-FR"/>
              </w:rPr>
            </w:pPr>
            <w:r w:rsidRPr="00207553">
              <w:rPr>
                <w:rFonts w:ascii="Arial" w:eastAsia="Times New Roman" w:hAnsi="Arial" w:cs="Arial"/>
                <w:b/>
                <w:bCs/>
                <w:color w:val="000000"/>
                <w:szCs w:val="20"/>
                <w:lang w:eastAsia="fr-FR"/>
              </w:rPr>
              <w:t> </w:t>
            </w:r>
          </w:p>
        </w:tc>
      </w:tr>
      <w:tr w:rsidR="0000766C" w:rsidRPr="00207553" w14:paraId="79743382" w14:textId="77777777" w:rsidTr="001F1ABB">
        <w:trPr>
          <w:trHeight w:val="360"/>
        </w:trPr>
        <w:tc>
          <w:tcPr>
            <w:tcW w:w="2764" w:type="dxa"/>
            <w:gridSpan w:val="2"/>
            <w:tcBorders>
              <w:top w:val="nil"/>
              <w:left w:val="single" w:sz="4" w:space="0" w:color="auto"/>
              <w:bottom w:val="single" w:sz="4" w:space="0" w:color="auto"/>
              <w:right w:val="single" w:sz="4" w:space="0" w:color="auto"/>
            </w:tcBorders>
            <w:shd w:val="clear" w:color="auto" w:fill="auto"/>
            <w:noWrap/>
            <w:vAlign w:val="center"/>
            <w:hideMark/>
          </w:tcPr>
          <w:p w14:paraId="55941C78" w14:textId="77777777" w:rsidR="0000766C" w:rsidRPr="00207553" w:rsidRDefault="0000766C" w:rsidP="001F1ABB">
            <w:pPr>
              <w:spacing w:after="0" w:line="240" w:lineRule="auto"/>
              <w:ind w:firstLineChars="100" w:firstLine="200"/>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Forme juridique</w:t>
            </w:r>
          </w:p>
        </w:tc>
        <w:tc>
          <w:tcPr>
            <w:tcW w:w="6945" w:type="dxa"/>
            <w:tcBorders>
              <w:top w:val="nil"/>
              <w:left w:val="nil"/>
              <w:bottom w:val="single" w:sz="4" w:space="0" w:color="auto"/>
              <w:right w:val="single" w:sz="4" w:space="0" w:color="auto"/>
            </w:tcBorders>
            <w:shd w:val="clear" w:color="auto" w:fill="auto"/>
            <w:noWrap/>
            <w:vAlign w:val="center"/>
            <w:hideMark/>
          </w:tcPr>
          <w:p w14:paraId="2E151285" w14:textId="77777777" w:rsidR="0000766C" w:rsidRPr="00207553" w:rsidRDefault="0000766C" w:rsidP="001F1ABB">
            <w:pPr>
              <w:spacing w:after="0" w:line="240" w:lineRule="auto"/>
              <w:jc w:val="center"/>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r>
      <w:tr w:rsidR="0000766C" w:rsidRPr="00207553" w14:paraId="67B0D365" w14:textId="77777777" w:rsidTr="001F1ABB">
        <w:trPr>
          <w:trHeight w:val="360"/>
        </w:trPr>
        <w:tc>
          <w:tcPr>
            <w:tcW w:w="276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E8EF18" w14:textId="77777777" w:rsidR="0000766C" w:rsidRPr="00207553" w:rsidRDefault="0000766C" w:rsidP="001F1ABB">
            <w:pPr>
              <w:spacing w:after="0" w:line="240" w:lineRule="auto"/>
              <w:ind w:firstLineChars="100" w:firstLine="200"/>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Signataire</w:t>
            </w:r>
          </w:p>
        </w:tc>
        <w:tc>
          <w:tcPr>
            <w:tcW w:w="6945" w:type="dxa"/>
            <w:tcBorders>
              <w:top w:val="nil"/>
              <w:left w:val="nil"/>
              <w:bottom w:val="single" w:sz="4" w:space="0" w:color="auto"/>
              <w:right w:val="single" w:sz="4" w:space="0" w:color="auto"/>
            </w:tcBorders>
            <w:shd w:val="clear" w:color="auto" w:fill="auto"/>
            <w:noWrap/>
            <w:vAlign w:val="center"/>
            <w:hideMark/>
          </w:tcPr>
          <w:p w14:paraId="78296912" w14:textId="77777777" w:rsidR="0000766C" w:rsidRPr="00207553" w:rsidRDefault="0000766C" w:rsidP="001F1ABB">
            <w:pPr>
              <w:spacing w:after="0" w:line="240" w:lineRule="auto"/>
              <w:jc w:val="center"/>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r>
      <w:tr w:rsidR="0000766C" w:rsidRPr="00207553" w14:paraId="181D67B2" w14:textId="77777777" w:rsidTr="001F1ABB">
        <w:trPr>
          <w:trHeight w:val="360"/>
        </w:trPr>
        <w:tc>
          <w:tcPr>
            <w:tcW w:w="2262" w:type="dxa"/>
            <w:tcBorders>
              <w:top w:val="nil"/>
              <w:left w:val="single" w:sz="4" w:space="0" w:color="auto"/>
              <w:bottom w:val="single" w:sz="4" w:space="0" w:color="auto"/>
              <w:right w:val="nil"/>
            </w:tcBorders>
            <w:shd w:val="clear" w:color="auto" w:fill="auto"/>
            <w:noWrap/>
            <w:vAlign w:val="bottom"/>
            <w:hideMark/>
          </w:tcPr>
          <w:p w14:paraId="05AAAD46" w14:textId="77777777" w:rsidR="0000766C" w:rsidRPr="00207553" w:rsidRDefault="0000766C" w:rsidP="001F1ABB">
            <w:pPr>
              <w:spacing w:after="0" w:line="240" w:lineRule="auto"/>
              <w:ind w:firstLineChars="100" w:firstLine="200"/>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Qualité</w:t>
            </w:r>
          </w:p>
        </w:tc>
        <w:tc>
          <w:tcPr>
            <w:tcW w:w="502" w:type="dxa"/>
            <w:tcBorders>
              <w:top w:val="nil"/>
              <w:left w:val="nil"/>
              <w:bottom w:val="single" w:sz="4" w:space="0" w:color="auto"/>
              <w:right w:val="single" w:sz="4" w:space="0" w:color="auto"/>
            </w:tcBorders>
            <w:shd w:val="clear" w:color="auto" w:fill="auto"/>
            <w:noWrap/>
            <w:vAlign w:val="bottom"/>
            <w:hideMark/>
          </w:tcPr>
          <w:p w14:paraId="7FC61943" w14:textId="77777777" w:rsidR="0000766C" w:rsidRPr="00207553" w:rsidRDefault="0000766C" w:rsidP="001F1ABB">
            <w:pPr>
              <w:spacing w:after="0" w:line="240" w:lineRule="auto"/>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c>
          <w:tcPr>
            <w:tcW w:w="6945" w:type="dxa"/>
            <w:tcBorders>
              <w:top w:val="nil"/>
              <w:left w:val="nil"/>
              <w:bottom w:val="single" w:sz="4" w:space="0" w:color="auto"/>
              <w:right w:val="single" w:sz="4" w:space="0" w:color="auto"/>
            </w:tcBorders>
            <w:shd w:val="clear" w:color="auto" w:fill="auto"/>
            <w:noWrap/>
            <w:vAlign w:val="center"/>
            <w:hideMark/>
          </w:tcPr>
          <w:p w14:paraId="6DC42070" w14:textId="77777777" w:rsidR="0000766C" w:rsidRPr="00207553" w:rsidRDefault="0000766C" w:rsidP="001F1ABB">
            <w:pPr>
              <w:spacing w:after="0" w:line="240" w:lineRule="auto"/>
              <w:jc w:val="center"/>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r>
      <w:tr w:rsidR="0000766C" w:rsidRPr="00207553" w14:paraId="2D498724" w14:textId="77777777" w:rsidTr="001F1ABB">
        <w:trPr>
          <w:trHeight w:val="360"/>
        </w:trPr>
        <w:tc>
          <w:tcPr>
            <w:tcW w:w="2262" w:type="dxa"/>
            <w:tcBorders>
              <w:top w:val="nil"/>
              <w:left w:val="single" w:sz="4" w:space="0" w:color="auto"/>
              <w:bottom w:val="single" w:sz="4" w:space="0" w:color="auto"/>
              <w:right w:val="nil"/>
            </w:tcBorders>
            <w:shd w:val="clear" w:color="auto" w:fill="auto"/>
            <w:noWrap/>
            <w:vAlign w:val="bottom"/>
            <w:hideMark/>
          </w:tcPr>
          <w:p w14:paraId="3B1FC6A5" w14:textId="77777777" w:rsidR="0000766C" w:rsidRPr="00207553" w:rsidRDefault="0000766C" w:rsidP="001F1ABB">
            <w:pPr>
              <w:spacing w:after="0" w:line="240" w:lineRule="auto"/>
              <w:ind w:firstLineChars="100" w:firstLine="200"/>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SIRET</w:t>
            </w:r>
          </w:p>
        </w:tc>
        <w:tc>
          <w:tcPr>
            <w:tcW w:w="502" w:type="dxa"/>
            <w:tcBorders>
              <w:top w:val="nil"/>
              <w:left w:val="nil"/>
              <w:bottom w:val="single" w:sz="4" w:space="0" w:color="auto"/>
              <w:right w:val="single" w:sz="4" w:space="0" w:color="auto"/>
            </w:tcBorders>
            <w:shd w:val="clear" w:color="auto" w:fill="auto"/>
            <w:noWrap/>
            <w:vAlign w:val="bottom"/>
            <w:hideMark/>
          </w:tcPr>
          <w:p w14:paraId="4D147D82" w14:textId="77777777" w:rsidR="0000766C" w:rsidRPr="00207553" w:rsidRDefault="0000766C" w:rsidP="001F1ABB">
            <w:pPr>
              <w:spacing w:after="0" w:line="240" w:lineRule="auto"/>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c>
          <w:tcPr>
            <w:tcW w:w="6945" w:type="dxa"/>
            <w:tcBorders>
              <w:top w:val="nil"/>
              <w:left w:val="nil"/>
              <w:bottom w:val="single" w:sz="4" w:space="0" w:color="auto"/>
              <w:right w:val="single" w:sz="4" w:space="0" w:color="auto"/>
            </w:tcBorders>
            <w:shd w:val="clear" w:color="auto" w:fill="auto"/>
            <w:noWrap/>
            <w:vAlign w:val="center"/>
            <w:hideMark/>
          </w:tcPr>
          <w:p w14:paraId="261FCEB4" w14:textId="77777777" w:rsidR="0000766C" w:rsidRPr="00207553" w:rsidRDefault="0000766C" w:rsidP="001F1ABB">
            <w:pPr>
              <w:spacing w:after="0" w:line="240" w:lineRule="auto"/>
              <w:jc w:val="center"/>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r>
      <w:tr w:rsidR="0000766C" w:rsidRPr="00207553" w14:paraId="27D215A5" w14:textId="77777777" w:rsidTr="001F1ABB">
        <w:trPr>
          <w:trHeight w:val="360"/>
        </w:trPr>
        <w:tc>
          <w:tcPr>
            <w:tcW w:w="276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8D228F2" w14:textId="77777777" w:rsidR="0000766C" w:rsidRPr="00207553" w:rsidRDefault="0000766C" w:rsidP="001F1ABB">
            <w:pPr>
              <w:spacing w:after="0" w:line="240" w:lineRule="auto"/>
              <w:ind w:firstLineChars="100" w:firstLine="200"/>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xml:space="preserve">Adresse </w:t>
            </w:r>
          </w:p>
        </w:tc>
        <w:tc>
          <w:tcPr>
            <w:tcW w:w="6945" w:type="dxa"/>
            <w:tcBorders>
              <w:top w:val="nil"/>
              <w:left w:val="nil"/>
              <w:bottom w:val="single" w:sz="4" w:space="0" w:color="auto"/>
              <w:right w:val="single" w:sz="4" w:space="0" w:color="auto"/>
            </w:tcBorders>
            <w:shd w:val="clear" w:color="auto" w:fill="auto"/>
            <w:vAlign w:val="center"/>
            <w:hideMark/>
          </w:tcPr>
          <w:p w14:paraId="3179C6F3" w14:textId="77777777" w:rsidR="0000766C" w:rsidRPr="00207553" w:rsidRDefault="0000766C" w:rsidP="001F1ABB">
            <w:pPr>
              <w:spacing w:after="0" w:line="240" w:lineRule="auto"/>
              <w:jc w:val="center"/>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r>
      <w:tr w:rsidR="0000766C" w:rsidRPr="00207553" w14:paraId="25E29923" w14:textId="77777777" w:rsidTr="001F1ABB">
        <w:trPr>
          <w:trHeight w:val="360"/>
        </w:trPr>
        <w:tc>
          <w:tcPr>
            <w:tcW w:w="276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1952BB7" w14:textId="77777777" w:rsidR="0000766C" w:rsidRPr="00207553" w:rsidRDefault="0000766C" w:rsidP="001F1ABB">
            <w:pPr>
              <w:spacing w:after="0" w:line="240" w:lineRule="auto"/>
              <w:ind w:firstLineChars="100" w:firstLine="200"/>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Téléphone</w:t>
            </w:r>
          </w:p>
        </w:tc>
        <w:tc>
          <w:tcPr>
            <w:tcW w:w="6945" w:type="dxa"/>
            <w:tcBorders>
              <w:top w:val="nil"/>
              <w:left w:val="nil"/>
              <w:bottom w:val="single" w:sz="4" w:space="0" w:color="auto"/>
              <w:right w:val="single" w:sz="4" w:space="0" w:color="auto"/>
            </w:tcBorders>
            <w:shd w:val="clear" w:color="auto" w:fill="auto"/>
            <w:vAlign w:val="center"/>
            <w:hideMark/>
          </w:tcPr>
          <w:p w14:paraId="12BADDFB" w14:textId="77777777" w:rsidR="0000766C" w:rsidRPr="00207553" w:rsidRDefault="0000766C" w:rsidP="001F1ABB">
            <w:pPr>
              <w:spacing w:after="0" w:line="240" w:lineRule="auto"/>
              <w:jc w:val="center"/>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r>
      <w:tr w:rsidR="0000766C" w:rsidRPr="00207553" w14:paraId="6D60E88D" w14:textId="77777777" w:rsidTr="001F1ABB">
        <w:trPr>
          <w:trHeight w:val="360"/>
        </w:trPr>
        <w:tc>
          <w:tcPr>
            <w:tcW w:w="2262" w:type="dxa"/>
            <w:tcBorders>
              <w:top w:val="nil"/>
              <w:left w:val="single" w:sz="4" w:space="0" w:color="auto"/>
              <w:bottom w:val="single" w:sz="4" w:space="0" w:color="auto"/>
              <w:right w:val="nil"/>
            </w:tcBorders>
            <w:shd w:val="clear" w:color="auto" w:fill="auto"/>
            <w:noWrap/>
            <w:vAlign w:val="center"/>
            <w:hideMark/>
          </w:tcPr>
          <w:p w14:paraId="01199AFA" w14:textId="77777777" w:rsidR="0000766C" w:rsidRPr="00207553" w:rsidRDefault="0000766C" w:rsidP="001F1ABB">
            <w:pPr>
              <w:spacing w:after="0" w:line="240" w:lineRule="auto"/>
              <w:ind w:firstLineChars="100" w:firstLine="200"/>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Fax</w:t>
            </w:r>
          </w:p>
        </w:tc>
        <w:tc>
          <w:tcPr>
            <w:tcW w:w="502" w:type="dxa"/>
            <w:tcBorders>
              <w:top w:val="nil"/>
              <w:left w:val="nil"/>
              <w:bottom w:val="single" w:sz="4" w:space="0" w:color="auto"/>
              <w:right w:val="single" w:sz="4" w:space="0" w:color="auto"/>
            </w:tcBorders>
            <w:shd w:val="clear" w:color="auto" w:fill="auto"/>
            <w:noWrap/>
            <w:vAlign w:val="center"/>
            <w:hideMark/>
          </w:tcPr>
          <w:p w14:paraId="4E5B1254" w14:textId="77777777" w:rsidR="0000766C" w:rsidRPr="00207553" w:rsidRDefault="0000766C" w:rsidP="001F1ABB">
            <w:pPr>
              <w:spacing w:after="0" w:line="240" w:lineRule="auto"/>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c>
          <w:tcPr>
            <w:tcW w:w="6945" w:type="dxa"/>
            <w:tcBorders>
              <w:top w:val="nil"/>
              <w:left w:val="nil"/>
              <w:bottom w:val="single" w:sz="4" w:space="0" w:color="auto"/>
              <w:right w:val="single" w:sz="4" w:space="0" w:color="auto"/>
            </w:tcBorders>
            <w:shd w:val="clear" w:color="auto" w:fill="auto"/>
            <w:vAlign w:val="center"/>
            <w:hideMark/>
          </w:tcPr>
          <w:p w14:paraId="16DB127C" w14:textId="77777777" w:rsidR="0000766C" w:rsidRPr="00207553" w:rsidRDefault="0000766C" w:rsidP="001F1ABB">
            <w:pPr>
              <w:spacing w:after="0" w:line="240" w:lineRule="auto"/>
              <w:jc w:val="center"/>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r>
      <w:tr w:rsidR="0000766C" w:rsidRPr="00207553" w14:paraId="218B6E95" w14:textId="77777777" w:rsidTr="001F1ABB">
        <w:trPr>
          <w:trHeight w:val="360"/>
        </w:trPr>
        <w:tc>
          <w:tcPr>
            <w:tcW w:w="2262" w:type="dxa"/>
            <w:tcBorders>
              <w:top w:val="nil"/>
              <w:left w:val="single" w:sz="4" w:space="0" w:color="auto"/>
              <w:bottom w:val="single" w:sz="4" w:space="0" w:color="auto"/>
              <w:right w:val="nil"/>
            </w:tcBorders>
            <w:shd w:val="clear" w:color="auto" w:fill="auto"/>
            <w:noWrap/>
            <w:vAlign w:val="center"/>
            <w:hideMark/>
          </w:tcPr>
          <w:p w14:paraId="39C64A55" w14:textId="77777777" w:rsidR="0000766C" w:rsidRPr="00207553" w:rsidRDefault="0000766C" w:rsidP="001F1ABB">
            <w:pPr>
              <w:spacing w:after="0" w:line="240" w:lineRule="auto"/>
              <w:ind w:firstLineChars="100" w:firstLine="200"/>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xml:space="preserve">Mail </w:t>
            </w:r>
          </w:p>
        </w:tc>
        <w:tc>
          <w:tcPr>
            <w:tcW w:w="502" w:type="dxa"/>
            <w:tcBorders>
              <w:top w:val="nil"/>
              <w:left w:val="nil"/>
              <w:bottom w:val="single" w:sz="4" w:space="0" w:color="auto"/>
              <w:right w:val="single" w:sz="4" w:space="0" w:color="auto"/>
            </w:tcBorders>
            <w:shd w:val="clear" w:color="auto" w:fill="auto"/>
            <w:noWrap/>
            <w:vAlign w:val="center"/>
            <w:hideMark/>
          </w:tcPr>
          <w:p w14:paraId="071E61F2" w14:textId="77777777" w:rsidR="0000766C" w:rsidRPr="00207553" w:rsidRDefault="0000766C" w:rsidP="001F1ABB">
            <w:pPr>
              <w:spacing w:after="0" w:line="240" w:lineRule="auto"/>
              <w:jc w:val="left"/>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c>
          <w:tcPr>
            <w:tcW w:w="6945" w:type="dxa"/>
            <w:tcBorders>
              <w:top w:val="nil"/>
              <w:left w:val="nil"/>
              <w:bottom w:val="single" w:sz="4" w:space="0" w:color="auto"/>
              <w:right w:val="single" w:sz="4" w:space="0" w:color="auto"/>
            </w:tcBorders>
            <w:shd w:val="clear" w:color="auto" w:fill="auto"/>
            <w:vAlign w:val="center"/>
            <w:hideMark/>
          </w:tcPr>
          <w:p w14:paraId="33A023D5" w14:textId="77777777" w:rsidR="0000766C" w:rsidRPr="00207553" w:rsidRDefault="0000766C" w:rsidP="001F1ABB">
            <w:pPr>
              <w:spacing w:after="0" w:line="240" w:lineRule="auto"/>
              <w:jc w:val="center"/>
              <w:rPr>
                <w:rFonts w:ascii="Arial" w:eastAsia="Times New Roman" w:hAnsi="Arial" w:cs="Arial"/>
                <w:color w:val="000000"/>
                <w:szCs w:val="20"/>
                <w:lang w:eastAsia="fr-FR"/>
              </w:rPr>
            </w:pPr>
            <w:r w:rsidRPr="00207553">
              <w:rPr>
                <w:rFonts w:ascii="Arial" w:eastAsia="Times New Roman" w:hAnsi="Arial" w:cs="Arial"/>
                <w:color w:val="000000"/>
                <w:szCs w:val="20"/>
                <w:lang w:eastAsia="fr-FR"/>
              </w:rPr>
              <w:t> </w:t>
            </w:r>
          </w:p>
        </w:tc>
      </w:tr>
    </w:tbl>
    <w:p w14:paraId="7D1E198D" w14:textId="77777777" w:rsidR="0000766C" w:rsidRDefault="0000766C" w:rsidP="0000766C">
      <w:pPr>
        <w:spacing w:before="120"/>
        <w:rPr>
          <w:lang w:eastAsia="fr-FR"/>
        </w:rPr>
      </w:pPr>
      <w:r w:rsidRPr="005379BC">
        <w:rPr>
          <w:lang w:eastAsia="fr-FR"/>
        </w:rPr>
        <w:t>Les coordonnées ci-dessus seront utilisées pour transmettre au candidat toute information et décision relative à la procédure : information de rejet de l'offre ou notification du marché.</w:t>
      </w:r>
    </w:p>
    <w:tbl>
      <w:tblPr>
        <w:tblW w:w="9709" w:type="dxa"/>
        <w:tblCellMar>
          <w:left w:w="70" w:type="dxa"/>
          <w:right w:w="70" w:type="dxa"/>
        </w:tblCellMar>
        <w:tblLook w:val="04A0" w:firstRow="1" w:lastRow="0" w:firstColumn="1" w:lastColumn="0" w:noHBand="0" w:noVBand="1"/>
      </w:tblPr>
      <w:tblGrid>
        <w:gridCol w:w="2764"/>
        <w:gridCol w:w="6945"/>
      </w:tblGrid>
      <w:tr w:rsidR="0000766C" w:rsidRPr="005379BC" w14:paraId="20D963DE" w14:textId="77777777" w:rsidTr="0000766C">
        <w:trPr>
          <w:trHeight w:val="360"/>
        </w:trPr>
        <w:tc>
          <w:tcPr>
            <w:tcW w:w="9709" w:type="dxa"/>
            <w:gridSpan w:val="2"/>
            <w:tcBorders>
              <w:top w:val="single" w:sz="4" w:space="0" w:color="auto"/>
              <w:left w:val="single" w:sz="4" w:space="0" w:color="auto"/>
              <w:bottom w:val="single" w:sz="4" w:space="0" w:color="auto"/>
              <w:right w:val="single" w:sz="4" w:space="0" w:color="auto"/>
            </w:tcBorders>
            <w:shd w:val="clear" w:color="auto" w:fill="FF3A51" w:themeFill="accent1"/>
            <w:noWrap/>
            <w:vAlign w:val="center"/>
            <w:hideMark/>
          </w:tcPr>
          <w:p w14:paraId="06C724BF" w14:textId="77777777" w:rsidR="0000766C" w:rsidRPr="005379BC" w:rsidRDefault="0000766C" w:rsidP="001F1ABB">
            <w:pPr>
              <w:spacing w:after="0" w:line="240" w:lineRule="auto"/>
              <w:ind w:firstLineChars="100" w:firstLine="201"/>
              <w:jc w:val="left"/>
              <w:rPr>
                <w:rFonts w:ascii="Arial" w:eastAsia="Times New Roman" w:hAnsi="Arial" w:cs="Arial"/>
                <w:b/>
                <w:bCs/>
                <w:color w:val="FFFFFF"/>
                <w:szCs w:val="20"/>
                <w:lang w:eastAsia="fr-FR"/>
              </w:rPr>
            </w:pPr>
            <w:r w:rsidRPr="005379BC">
              <w:rPr>
                <w:rFonts w:ascii="Arial" w:eastAsia="Times New Roman" w:hAnsi="Arial" w:cs="Arial"/>
                <w:b/>
                <w:bCs/>
                <w:color w:val="FFFFFF"/>
                <w:szCs w:val="20"/>
                <w:lang w:eastAsia="fr-FR"/>
              </w:rPr>
              <w:t>COORDONNEES DU CORRESPONDANT ADMINISTRATIF</w:t>
            </w:r>
          </w:p>
        </w:tc>
      </w:tr>
      <w:tr w:rsidR="0000766C" w:rsidRPr="005379BC" w14:paraId="73035DCE" w14:textId="77777777" w:rsidTr="001F1ABB">
        <w:trPr>
          <w:trHeight w:val="360"/>
        </w:trPr>
        <w:tc>
          <w:tcPr>
            <w:tcW w:w="2764" w:type="dxa"/>
            <w:tcBorders>
              <w:top w:val="nil"/>
              <w:left w:val="single" w:sz="4" w:space="0" w:color="auto"/>
              <w:bottom w:val="single" w:sz="4" w:space="0" w:color="auto"/>
              <w:right w:val="single" w:sz="4" w:space="0" w:color="auto"/>
            </w:tcBorders>
            <w:shd w:val="clear" w:color="auto" w:fill="auto"/>
            <w:noWrap/>
            <w:vAlign w:val="center"/>
            <w:hideMark/>
          </w:tcPr>
          <w:p w14:paraId="4ED90321" w14:textId="77777777" w:rsidR="0000766C" w:rsidRPr="005379BC" w:rsidRDefault="0000766C" w:rsidP="001F1ABB">
            <w:pPr>
              <w:spacing w:after="0" w:line="240" w:lineRule="auto"/>
              <w:ind w:firstLineChars="100" w:firstLine="200"/>
              <w:jc w:val="left"/>
              <w:rPr>
                <w:rFonts w:ascii="Arial" w:eastAsia="Times New Roman" w:hAnsi="Arial" w:cs="Arial"/>
                <w:color w:val="000000"/>
                <w:szCs w:val="20"/>
                <w:lang w:eastAsia="fr-FR"/>
              </w:rPr>
            </w:pPr>
            <w:r w:rsidRPr="005379BC">
              <w:rPr>
                <w:rFonts w:ascii="Arial" w:eastAsia="Times New Roman" w:hAnsi="Arial" w:cs="Arial"/>
                <w:color w:val="000000"/>
                <w:szCs w:val="20"/>
                <w:lang w:eastAsia="fr-FR"/>
              </w:rPr>
              <w:t>Nom du correspondant</w:t>
            </w:r>
          </w:p>
        </w:tc>
        <w:tc>
          <w:tcPr>
            <w:tcW w:w="6945" w:type="dxa"/>
            <w:tcBorders>
              <w:top w:val="nil"/>
              <w:left w:val="nil"/>
              <w:bottom w:val="single" w:sz="4" w:space="0" w:color="auto"/>
              <w:right w:val="single" w:sz="4" w:space="0" w:color="auto"/>
            </w:tcBorders>
            <w:shd w:val="clear" w:color="auto" w:fill="auto"/>
            <w:vAlign w:val="center"/>
            <w:hideMark/>
          </w:tcPr>
          <w:p w14:paraId="7659EDC4" w14:textId="77777777" w:rsidR="0000766C" w:rsidRPr="005379BC" w:rsidRDefault="0000766C" w:rsidP="001F1ABB">
            <w:pPr>
              <w:spacing w:after="0" w:line="240" w:lineRule="auto"/>
              <w:jc w:val="center"/>
              <w:rPr>
                <w:rFonts w:ascii="Arial" w:eastAsia="Times New Roman" w:hAnsi="Arial" w:cs="Arial"/>
                <w:b/>
                <w:bCs/>
                <w:color w:val="000000"/>
                <w:szCs w:val="20"/>
                <w:lang w:eastAsia="fr-FR"/>
              </w:rPr>
            </w:pPr>
            <w:r w:rsidRPr="005379BC">
              <w:rPr>
                <w:rFonts w:ascii="Arial" w:eastAsia="Times New Roman" w:hAnsi="Arial" w:cs="Arial"/>
                <w:b/>
                <w:bCs/>
                <w:color w:val="000000"/>
                <w:szCs w:val="20"/>
                <w:lang w:eastAsia="fr-FR"/>
              </w:rPr>
              <w:t> </w:t>
            </w:r>
          </w:p>
        </w:tc>
      </w:tr>
      <w:tr w:rsidR="0000766C" w:rsidRPr="005379BC" w14:paraId="56377D85" w14:textId="77777777" w:rsidTr="001F1ABB">
        <w:trPr>
          <w:trHeight w:val="360"/>
        </w:trPr>
        <w:tc>
          <w:tcPr>
            <w:tcW w:w="2764" w:type="dxa"/>
            <w:tcBorders>
              <w:top w:val="nil"/>
              <w:left w:val="single" w:sz="4" w:space="0" w:color="auto"/>
              <w:bottom w:val="single" w:sz="4" w:space="0" w:color="auto"/>
              <w:right w:val="single" w:sz="4" w:space="0" w:color="auto"/>
            </w:tcBorders>
            <w:shd w:val="clear" w:color="auto" w:fill="auto"/>
            <w:noWrap/>
            <w:vAlign w:val="center"/>
            <w:hideMark/>
          </w:tcPr>
          <w:p w14:paraId="63328D5D" w14:textId="77777777" w:rsidR="0000766C" w:rsidRPr="005379BC" w:rsidRDefault="0000766C" w:rsidP="001F1ABB">
            <w:pPr>
              <w:spacing w:after="0" w:line="240" w:lineRule="auto"/>
              <w:ind w:firstLineChars="100" w:firstLine="200"/>
              <w:jc w:val="left"/>
              <w:rPr>
                <w:rFonts w:ascii="Arial" w:eastAsia="Times New Roman" w:hAnsi="Arial" w:cs="Arial"/>
                <w:color w:val="000000"/>
                <w:szCs w:val="20"/>
                <w:lang w:eastAsia="fr-FR"/>
              </w:rPr>
            </w:pPr>
            <w:r w:rsidRPr="005379BC">
              <w:rPr>
                <w:rFonts w:ascii="Arial" w:eastAsia="Times New Roman" w:hAnsi="Arial" w:cs="Arial"/>
                <w:color w:val="000000"/>
                <w:szCs w:val="20"/>
                <w:lang w:eastAsia="fr-FR"/>
              </w:rPr>
              <w:t>Qualité</w:t>
            </w:r>
          </w:p>
        </w:tc>
        <w:tc>
          <w:tcPr>
            <w:tcW w:w="6945" w:type="dxa"/>
            <w:tcBorders>
              <w:top w:val="nil"/>
              <w:left w:val="nil"/>
              <w:bottom w:val="single" w:sz="4" w:space="0" w:color="auto"/>
              <w:right w:val="single" w:sz="4" w:space="0" w:color="auto"/>
            </w:tcBorders>
            <w:shd w:val="clear" w:color="auto" w:fill="auto"/>
            <w:noWrap/>
            <w:vAlign w:val="center"/>
            <w:hideMark/>
          </w:tcPr>
          <w:p w14:paraId="2566076C" w14:textId="77777777" w:rsidR="0000766C" w:rsidRPr="005379BC" w:rsidRDefault="0000766C" w:rsidP="001F1ABB">
            <w:pPr>
              <w:spacing w:after="0" w:line="240" w:lineRule="auto"/>
              <w:jc w:val="center"/>
              <w:rPr>
                <w:rFonts w:ascii="Arial" w:eastAsia="Times New Roman" w:hAnsi="Arial" w:cs="Arial"/>
                <w:color w:val="000000"/>
                <w:szCs w:val="20"/>
                <w:lang w:eastAsia="fr-FR"/>
              </w:rPr>
            </w:pPr>
            <w:r w:rsidRPr="005379BC">
              <w:rPr>
                <w:rFonts w:ascii="Arial" w:eastAsia="Times New Roman" w:hAnsi="Arial" w:cs="Arial"/>
                <w:color w:val="000000"/>
                <w:szCs w:val="20"/>
                <w:lang w:eastAsia="fr-FR"/>
              </w:rPr>
              <w:t> </w:t>
            </w:r>
          </w:p>
        </w:tc>
      </w:tr>
      <w:tr w:rsidR="0000766C" w:rsidRPr="005379BC" w14:paraId="7FE0AAEF" w14:textId="77777777" w:rsidTr="001F1ABB">
        <w:trPr>
          <w:trHeight w:val="360"/>
        </w:trPr>
        <w:tc>
          <w:tcPr>
            <w:tcW w:w="27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9D73581" w14:textId="77777777" w:rsidR="0000766C" w:rsidRPr="005379BC" w:rsidRDefault="0000766C" w:rsidP="001F1ABB">
            <w:pPr>
              <w:spacing w:after="0" w:line="240" w:lineRule="auto"/>
              <w:ind w:firstLineChars="100" w:firstLine="200"/>
              <w:jc w:val="left"/>
              <w:rPr>
                <w:rFonts w:ascii="Arial" w:eastAsia="Times New Roman" w:hAnsi="Arial" w:cs="Arial"/>
                <w:color w:val="000000"/>
                <w:szCs w:val="20"/>
                <w:lang w:eastAsia="fr-FR"/>
              </w:rPr>
            </w:pPr>
            <w:r w:rsidRPr="005379BC">
              <w:rPr>
                <w:rFonts w:ascii="Arial" w:eastAsia="Times New Roman" w:hAnsi="Arial" w:cs="Arial"/>
                <w:color w:val="000000"/>
                <w:szCs w:val="20"/>
                <w:lang w:eastAsia="fr-FR"/>
              </w:rPr>
              <w:t>Téléphone</w:t>
            </w:r>
          </w:p>
        </w:tc>
        <w:tc>
          <w:tcPr>
            <w:tcW w:w="6945" w:type="dxa"/>
            <w:tcBorders>
              <w:top w:val="nil"/>
              <w:left w:val="nil"/>
              <w:bottom w:val="single" w:sz="4" w:space="0" w:color="auto"/>
              <w:right w:val="single" w:sz="4" w:space="0" w:color="auto"/>
            </w:tcBorders>
            <w:shd w:val="clear" w:color="auto" w:fill="auto"/>
            <w:vAlign w:val="center"/>
            <w:hideMark/>
          </w:tcPr>
          <w:p w14:paraId="402C55B4" w14:textId="77777777" w:rsidR="0000766C" w:rsidRPr="005379BC" w:rsidRDefault="0000766C" w:rsidP="001F1ABB">
            <w:pPr>
              <w:spacing w:after="0" w:line="240" w:lineRule="auto"/>
              <w:jc w:val="center"/>
              <w:rPr>
                <w:rFonts w:ascii="Arial" w:eastAsia="Times New Roman" w:hAnsi="Arial" w:cs="Arial"/>
                <w:color w:val="000000"/>
                <w:szCs w:val="20"/>
                <w:lang w:eastAsia="fr-FR"/>
              </w:rPr>
            </w:pPr>
            <w:r w:rsidRPr="005379BC">
              <w:rPr>
                <w:rFonts w:ascii="Arial" w:eastAsia="Times New Roman" w:hAnsi="Arial" w:cs="Arial"/>
                <w:color w:val="000000"/>
                <w:szCs w:val="20"/>
                <w:lang w:eastAsia="fr-FR"/>
              </w:rPr>
              <w:t> </w:t>
            </w:r>
          </w:p>
        </w:tc>
      </w:tr>
      <w:tr w:rsidR="0000766C" w:rsidRPr="005379BC" w14:paraId="1A0EBF5A" w14:textId="77777777" w:rsidTr="001F1ABB">
        <w:trPr>
          <w:trHeight w:val="360"/>
        </w:trPr>
        <w:tc>
          <w:tcPr>
            <w:tcW w:w="2764" w:type="dxa"/>
            <w:tcBorders>
              <w:top w:val="nil"/>
              <w:left w:val="single" w:sz="4" w:space="0" w:color="auto"/>
              <w:bottom w:val="single" w:sz="4" w:space="0" w:color="auto"/>
              <w:right w:val="single" w:sz="4" w:space="0" w:color="auto"/>
            </w:tcBorders>
            <w:shd w:val="clear" w:color="auto" w:fill="auto"/>
            <w:noWrap/>
            <w:vAlign w:val="center"/>
            <w:hideMark/>
          </w:tcPr>
          <w:p w14:paraId="690A9D24" w14:textId="77777777" w:rsidR="0000766C" w:rsidRPr="005379BC" w:rsidRDefault="0000766C" w:rsidP="001F1ABB">
            <w:pPr>
              <w:spacing w:after="0" w:line="240" w:lineRule="auto"/>
              <w:ind w:firstLineChars="100" w:firstLine="200"/>
              <w:jc w:val="left"/>
              <w:rPr>
                <w:rFonts w:ascii="Arial" w:eastAsia="Times New Roman" w:hAnsi="Arial" w:cs="Arial"/>
                <w:color w:val="000000"/>
                <w:szCs w:val="20"/>
                <w:lang w:eastAsia="fr-FR"/>
              </w:rPr>
            </w:pPr>
            <w:r w:rsidRPr="005379BC">
              <w:rPr>
                <w:rFonts w:ascii="Arial" w:eastAsia="Times New Roman" w:hAnsi="Arial" w:cs="Arial"/>
                <w:color w:val="000000"/>
                <w:szCs w:val="20"/>
                <w:lang w:eastAsia="fr-FR"/>
              </w:rPr>
              <w:t xml:space="preserve">Mail </w:t>
            </w:r>
          </w:p>
        </w:tc>
        <w:tc>
          <w:tcPr>
            <w:tcW w:w="6945" w:type="dxa"/>
            <w:tcBorders>
              <w:top w:val="nil"/>
              <w:left w:val="nil"/>
              <w:bottom w:val="single" w:sz="4" w:space="0" w:color="auto"/>
              <w:right w:val="single" w:sz="4" w:space="0" w:color="auto"/>
            </w:tcBorders>
            <w:shd w:val="clear" w:color="auto" w:fill="auto"/>
            <w:vAlign w:val="center"/>
            <w:hideMark/>
          </w:tcPr>
          <w:p w14:paraId="573B53E8" w14:textId="77777777" w:rsidR="0000766C" w:rsidRPr="005379BC" w:rsidRDefault="0000766C" w:rsidP="001F1ABB">
            <w:pPr>
              <w:spacing w:after="0" w:line="240" w:lineRule="auto"/>
              <w:jc w:val="center"/>
              <w:rPr>
                <w:rFonts w:ascii="Arial" w:eastAsia="Times New Roman" w:hAnsi="Arial" w:cs="Arial"/>
                <w:color w:val="000000"/>
                <w:szCs w:val="20"/>
                <w:lang w:eastAsia="fr-FR"/>
              </w:rPr>
            </w:pPr>
            <w:r w:rsidRPr="005379BC">
              <w:rPr>
                <w:rFonts w:ascii="Arial" w:eastAsia="Times New Roman" w:hAnsi="Arial" w:cs="Arial"/>
                <w:color w:val="000000"/>
                <w:szCs w:val="20"/>
                <w:lang w:eastAsia="fr-FR"/>
              </w:rPr>
              <w:t> </w:t>
            </w:r>
          </w:p>
        </w:tc>
      </w:tr>
    </w:tbl>
    <w:p w14:paraId="42CFB1E4" w14:textId="77777777" w:rsidR="0000766C" w:rsidRDefault="0000766C" w:rsidP="0000766C">
      <w:pPr>
        <w:spacing w:before="120"/>
        <w:rPr>
          <w:lang w:eastAsia="fr-FR"/>
        </w:rPr>
      </w:pPr>
      <w:r w:rsidRPr="00F64BA9">
        <w:rPr>
          <w:lang w:eastAsia="fr-FR"/>
        </w:rPr>
        <w:t>Les coordonnées ci-dessus seront utilisées pour transmettre au candidat toute demande de précisions ou de compléments d'information à caractère administratif, en lien notamment avec le dossier de candidature.</w:t>
      </w:r>
    </w:p>
    <w:tbl>
      <w:tblPr>
        <w:tblW w:w="9774" w:type="dxa"/>
        <w:tblInd w:w="-65" w:type="dxa"/>
        <w:tblCellMar>
          <w:left w:w="70" w:type="dxa"/>
          <w:right w:w="70" w:type="dxa"/>
        </w:tblCellMar>
        <w:tblLook w:val="04A0" w:firstRow="1" w:lastRow="0" w:firstColumn="1" w:lastColumn="0" w:noHBand="0" w:noVBand="1"/>
      </w:tblPr>
      <w:tblGrid>
        <w:gridCol w:w="1995"/>
        <w:gridCol w:w="834"/>
        <w:gridCol w:w="6945"/>
      </w:tblGrid>
      <w:tr w:rsidR="0000766C" w:rsidRPr="00F64BA9" w14:paraId="51102D98" w14:textId="77777777" w:rsidTr="0000766C">
        <w:trPr>
          <w:trHeight w:val="360"/>
        </w:trPr>
        <w:tc>
          <w:tcPr>
            <w:tcW w:w="9774" w:type="dxa"/>
            <w:gridSpan w:val="3"/>
            <w:tcBorders>
              <w:top w:val="single" w:sz="4" w:space="0" w:color="auto"/>
              <w:left w:val="single" w:sz="4" w:space="0" w:color="auto"/>
              <w:bottom w:val="single" w:sz="4" w:space="0" w:color="auto"/>
              <w:right w:val="single" w:sz="4" w:space="0" w:color="auto"/>
            </w:tcBorders>
            <w:shd w:val="clear" w:color="auto" w:fill="FF3A51" w:themeFill="accent1"/>
            <w:noWrap/>
            <w:vAlign w:val="center"/>
            <w:hideMark/>
          </w:tcPr>
          <w:p w14:paraId="34E85BA2" w14:textId="77777777" w:rsidR="0000766C" w:rsidRPr="00F64BA9" w:rsidRDefault="0000766C" w:rsidP="001F1ABB">
            <w:pPr>
              <w:spacing w:after="0" w:line="240" w:lineRule="auto"/>
              <w:ind w:firstLineChars="100" w:firstLine="201"/>
              <w:jc w:val="left"/>
              <w:rPr>
                <w:rFonts w:ascii="Arial" w:eastAsia="Times New Roman" w:hAnsi="Arial" w:cs="Arial"/>
                <w:b/>
                <w:bCs/>
                <w:color w:val="FFFFFF"/>
                <w:szCs w:val="20"/>
                <w:lang w:eastAsia="fr-FR"/>
              </w:rPr>
            </w:pPr>
            <w:r w:rsidRPr="00F64BA9">
              <w:rPr>
                <w:rFonts w:ascii="Arial" w:eastAsia="Times New Roman" w:hAnsi="Arial" w:cs="Arial"/>
                <w:b/>
                <w:bCs/>
                <w:color w:val="FFFFFF"/>
                <w:szCs w:val="20"/>
                <w:lang w:eastAsia="fr-FR"/>
              </w:rPr>
              <w:t>COORDONNEES DU CORRESPONDANT TECHNIQUE</w:t>
            </w:r>
            <w:r w:rsidRPr="00F64BA9">
              <w:rPr>
                <w:rFonts w:ascii="Arial" w:eastAsia="Times New Roman" w:hAnsi="Arial" w:cs="Arial"/>
                <w:color w:val="000000"/>
                <w:szCs w:val="20"/>
                <w:lang w:eastAsia="fr-FR"/>
              </w:rPr>
              <w:t> </w:t>
            </w:r>
          </w:p>
        </w:tc>
      </w:tr>
      <w:tr w:rsidR="0000766C" w:rsidRPr="00F64BA9" w14:paraId="4F4AAC74" w14:textId="77777777" w:rsidTr="001F1ABB">
        <w:trPr>
          <w:trHeight w:val="360"/>
        </w:trPr>
        <w:tc>
          <w:tcPr>
            <w:tcW w:w="282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4B1EE97" w14:textId="77777777" w:rsidR="0000766C" w:rsidRPr="00F64BA9" w:rsidRDefault="0000766C" w:rsidP="001F1ABB">
            <w:pPr>
              <w:spacing w:after="0" w:line="240" w:lineRule="auto"/>
              <w:ind w:firstLineChars="100" w:firstLine="200"/>
              <w:jc w:val="left"/>
              <w:rPr>
                <w:rFonts w:ascii="Arial" w:eastAsia="Times New Roman" w:hAnsi="Arial" w:cs="Arial"/>
                <w:color w:val="000000"/>
                <w:szCs w:val="20"/>
                <w:lang w:eastAsia="fr-FR"/>
              </w:rPr>
            </w:pPr>
            <w:r w:rsidRPr="00F64BA9">
              <w:rPr>
                <w:rFonts w:ascii="Arial" w:eastAsia="Times New Roman" w:hAnsi="Arial" w:cs="Arial"/>
                <w:color w:val="000000"/>
                <w:szCs w:val="20"/>
                <w:lang w:eastAsia="fr-FR"/>
              </w:rPr>
              <w:t>Nom du correspondant</w:t>
            </w:r>
          </w:p>
        </w:tc>
        <w:tc>
          <w:tcPr>
            <w:tcW w:w="6945" w:type="dxa"/>
            <w:tcBorders>
              <w:top w:val="nil"/>
              <w:left w:val="nil"/>
              <w:bottom w:val="single" w:sz="4" w:space="0" w:color="auto"/>
              <w:right w:val="single" w:sz="4" w:space="0" w:color="auto"/>
            </w:tcBorders>
            <w:shd w:val="clear" w:color="auto" w:fill="auto"/>
            <w:vAlign w:val="center"/>
            <w:hideMark/>
          </w:tcPr>
          <w:p w14:paraId="691B16E8" w14:textId="77777777" w:rsidR="0000766C" w:rsidRPr="00F64BA9" w:rsidRDefault="0000766C" w:rsidP="001F1ABB">
            <w:pPr>
              <w:spacing w:after="0" w:line="240" w:lineRule="auto"/>
              <w:jc w:val="center"/>
              <w:rPr>
                <w:rFonts w:ascii="Arial" w:eastAsia="Times New Roman" w:hAnsi="Arial" w:cs="Arial"/>
                <w:b/>
                <w:bCs/>
                <w:color w:val="000000"/>
                <w:szCs w:val="20"/>
                <w:lang w:eastAsia="fr-FR"/>
              </w:rPr>
            </w:pPr>
            <w:r w:rsidRPr="00F64BA9">
              <w:rPr>
                <w:rFonts w:ascii="Arial" w:eastAsia="Times New Roman" w:hAnsi="Arial" w:cs="Arial"/>
                <w:b/>
                <w:bCs/>
                <w:color w:val="000000"/>
                <w:szCs w:val="20"/>
                <w:lang w:eastAsia="fr-FR"/>
              </w:rPr>
              <w:t> </w:t>
            </w:r>
          </w:p>
        </w:tc>
      </w:tr>
      <w:tr w:rsidR="0000766C" w:rsidRPr="00F64BA9" w14:paraId="01688353" w14:textId="77777777" w:rsidTr="001F1ABB">
        <w:trPr>
          <w:trHeight w:val="360"/>
        </w:trPr>
        <w:tc>
          <w:tcPr>
            <w:tcW w:w="1995" w:type="dxa"/>
            <w:tcBorders>
              <w:top w:val="nil"/>
              <w:left w:val="single" w:sz="4" w:space="0" w:color="auto"/>
              <w:bottom w:val="single" w:sz="4" w:space="0" w:color="auto"/>
              <w:right w:val="nil"/>
            </w:tcBorders>
            <w:shd w:val="clear" w:color="auto" w:fill="auto"/>
            <w:noWrap/>
            <w:vAlign w:val="center"/>
            <w:hideMark/>
          </w:tcPr>
          <w:p w14:paraId="7EC6C6BD" w14:textId="77777777" w:rsidR="0000766C" w:rsidRPr="00F64BA9" w:rsidRDefault="0000766C" w:rsidP="001F1ABB">
            <w:pPr>
              <w:spacing w:after="0" w:line="240" w:lineRule="auto"/>
              <w:ind w:firstLineChars="100" w:firstLine="200"/>
              <w:jc w:val="left"/>
              <w:rPr>
                <w:rFonts w:ascii="Arial" w:eastAsia="Times New Roman" w:hAnsi="Arial" w:cs="Arial"/>
                <w:color w:val="000000"/>
                <w:szCs w:val="20"/>
                <w:lang w:eastAsia="fr-FR"/>
              </w:rPr>
            </w:pPr>
            <w:r w:rsidRPr="00F64BA9">
              <w:rPr>
                <w:rFonts w:ascii="Arial" w:eastAsia="Times New Roman" w:hAnsi="Arial" w:cs="Arial"/>
                <w:color w:val="000000"/>
                <w:szCs w:val="20"/>
                <w:lang w:eastAsia="fr-FR"/>
              </w:rPr>
              <w:t>Qualité</w:t>
            </w:r>
          </w:p>
        </w:tc>
        <w:tc>
          <w:tcPr>
            <w:tcW w:w="834" w:type="dxa"/>
            <w:tcBorders>
              <w:top w:val="nil"/>
              <w:left w:val="nil"/>
              <w:bottom w:val="single" w:sz="4" w:space="0" w:color="auto"/>
              <w:right w:val="single" w:sz="4" w:space="0" w:color="auto"/>
            </w:tcBorders>
            <w:shd w:val="clear" w:color="auto" w:fill="auto"/>
            <w:noWrap/>
            <w:vAlign w:val="center"/>
            <w:hideMark/>
          </w:tcPr>
          <w:p w14:paraId="2AC33061" w14:textId="77777777" w:rsidR="0000766C" w:rsidRPr="00F64BA9" w:rsidRDefault="0000766C" w:rsidP="001F1ABB">
            <w:pPr>
              <w:spacing w:after="0" w:line="240" w:lineRule="auto"/>
              <w:jc w:val="left"/>
              <w:rPr>
                <w:rFonts w:ascii="Arial" w:eastAsia="Times New Roman" w:hAnsi="Arial" w:cs="Arial"/>
                <w:color w:val="000000"/>
                <w:szCs w:val="20"/>
                <w:lang w:eastAsia="fr-FR"/>
              </w:rPr>
            </w:pPr>
            <w:r w:rsidRPr="00F64BA9">
              <w:rPr>
                <w:rFonts w:ascii="Arial" w:eastAsia="Times New Roman" w:hAnsi="Arial" w:cs="Arial"/>
                <w:color w:val="000000"/>
                <w:szCs w:val="20"/>
                <w:lang w:eastAsia="fr-FR"/>
              </w:rPr>
              <w:t> </w:t>
            </w:r>
          </w:p>
        </w:tc>
        <w:tc>
          <w:tcPr>
            <w:tcW w:w="6945" w:type="dxa"/>
            <w:tcBorders>
              <w:top w:val="nil"/>
              <w:left w:val="nil"/>
              <w:bottom w:val="single" w:sz="4" w:space="0" w:color="auto"/>
              <w:right w:val="single" w:sz="4" w:space="0" w:color="auto"/>
            </w:tcBorders>
            <w:shd w:val="clear" w:color="auto" w:fill="auto"/>
            <w:noWrap/>
            <w:vAlign w:val="center"/>
            <w:hideMark/>
          </w:tcPr>
          <w:p w14:paraId="1D23CC7C" w14:textId="77777777" w:rsidR="0000766C" w:rsidRPr="00F64BA9" w:rsidRDefault="0000766C" w:rsidP="001F1ABB">
            <w:pPr>
              <w:spacing w:after="0" w:line="240" w:lineRule="auto"/>
              <w:jc w:val="center"/>
              <w:rPr>
                <w:rFonts w:ascii="Arial" w:eastAsia="Times New Roman" w:hAnsi="Arial" w:cs="Arial"/>
                <w:color w:val="000000"/>
                <w:szCs w:val="20"/>
                <w:lang w:eastAsia="fr-FR"/>
              </w:rPr>
            </w:pPr>
            <w:r w:rsidRPr="00F64BA9">
              <w:rPr>
                <w:rFonts w:ascii="Arial" w:eastAsia="Times New Roman" w:hAnsi="Arial" w:cs="Arial"/>
                <w:color w:val="000000"/>
                <w:szCs w:val="20"/>
                <w:lang w:eastAsia="fr-FR"/>
              </w:rPr>
              <w:t> </w:t>
            </w:r>
          </w:p>
        </w:tc>
      </w:tr>
      <w:tr w:rsidR="0000766C" w:rsidRPr="00F64BA9" w14:paraId="59B6B10E" w14:textId="77777777" w:rsidTr="001F1ABB">
        <w:trPr>
          <w:trHeight w:val="360"/>
        </w:trPr>
        <w:tc>
          <w:tcPr>
            <w:tcW w:w="282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182A533" w14:textId="77777777" w:rsidR="0000766C" w:rsidRPr="00F64BA9" w:rsidRDefault="0000766C" w:rsidP="001F1ABB">
            <w:pPr>
              <w:spacing w:after="0" w:line="240" w:lineRule="auto"/>
              <w:ind w:firstLineChars="100" w:firstLine="200"/>
              <w:jc w:val="left"/>
              <w:rPr>
                <w:rFonts w:ascii="Arial" w:eastAsia="Times New Roman" w:hAnsi="Arial" w:cs="Arial"/>
                <w:color w:val="000000"/>
                <w:szCs w:val="20"/>
                <w:lang w:eastAsia="fr-FR"/>
              </w:rPr>
            </w:pPr>
            <w:r w:rsidRPr="00F64BA9">
              <w:rPr>
                <w:rFonts w:ascii="Arial" w:eastAsia="Times New Roman" w:hAnsi="Arial" w:cs="Arial"/>
                <w:color w:val="000000"/>
                <w:szCs w:val="20"/>
                <w:lang w:eastAsia="fr-FR"/>
              </w:rPr>
              <w:t>Téléphone</w:t>
            </w:r>
          </w:p>
        </w:tc>
        <w:tc>
          <w:tcPr>
            <w:tcW w:w="6945" w:type="dxa"/>
            <w:tcBorders>
              <w:top w:val="nil"/>
              <w:left w:val="nil"/>
              <w:bottom w:val="single" w:sz="4" w:space="0" w:color="auto"/>
              <w:right w:val="single" w:sz="4" w:space="0" w:color="auto"/>
            </w:tcBorders>
            <w:shd w:val="clear" w:color="auto" w:fill="auto"/>
            <w:noWrap/>
            <w:vAlign w:val="center"/>
            <w:hideMark/>
          </w:tcPr>
          <w:p w14:paraId="2C086926" w14:textId="77777777" w:rsidR="0000766C" w:rsidRPr="00F64BA9" w:rsidRDefault="0000766C" w:rsidP="001F1ABB">
            <w:pPr>
              <w:spacing w:after="0" w:line="240" w:lineRule="auto"/>
              <w:jc w:val="center"/>
              <w:rPr>
                <w:rFonts w:ascii="Arial" w:eastAsia="Times New Roman" w:hAnsi="Arial" w:cs="Arial"/>
                <w:color w:val="000000"/>
                <w:szCs w:val="20"/>
                <w:lang w:eastAsia="fr-FR"/>
              </w:rPr>
            </w:pPr>
            <w:r w:rsidRPr="00F64BA9">
              <w:rPr>
                <w:rFonts w:ascii="Arial" w:eastAsia="Times New Roman" w:hAnsi="Arial" w:cs="Arial"/>
                <w:color w:val="000000"/>
                <w:szCs w:val="20"/>
                <w:lang w:eastAsia="fr-FR"/>
              </w:rPr>
              <w:t> </w:t>
            </w:r>
          </w:p>
        </w:tc>
      </w:tr>
      <w:tr w:rsidR="0000766C" w:rsidRPr="00F64BA9" w14:paraId="2BFE53FE" w14:textId="77777777" w:rsidTr="001F1ABB">
        <w:trPr>
          <w:trHeight w:val="360"/>
        </w:trPr>
        <w:tc>
          <w:tcPr>
            <w:tcW w:w="1995" w:type="dxa"/>
            <w:tcBorders>
              <w:top w:val="nil"/>
              <w:left w:val="single" w:sz="4" w:space="0" w:color="auto"/>
              <w:bottom w:val="single" w:sz="4" w:space="0" w:color="auto"/>
              <w:right w:val="nil"/>
            </w:tcBorders>
            <w:shd w:val="clear" w:color="auto" w:fill="auto"/>
            <w:noWrap/>
            <w:vAlign w:val="center"/>
            <w:hideMark/>
          </w:tcPr>
          <w:p w14:paraId="50B34AE7" w14:textId="77777777" w:rsidR="0000766C" w:rsidRPr="00F64BA9" w:rsidRDefault="0000766C" w:rsidP="001F1ABB">
            <w:pPr>
              <w:spacing w:after="0" w:line="240" w:lineRule="auto"/>
              <w:ind w:firstLineChars="100" w:firstLine="200"/>
              <w:jc w:val="left"/>
              <w:rPr>
                <w:rFonts w:ascii="Arial" w:eastAsia="Times New Roman" w:hAnsi="Arial" w:cs="Arial"/>
                <w:color w:val="000000"/>
                <w:szCs w:val="20"/>
                <w:lang w:eastAsia="fr-FR"/>
              </w:rPr>
            </w:pPr>
            <w:r w:rsidRPr="00F64BA9">
              <w:rPr>
                <w:rFonts w:ascii="Arial" w:eastAsia="Times New Roman" w:hAnsi="Arial" w:cs="Arial"/>
                <w:color w:val="000000"/>
                <w:szCs w:val="20"/>
                <w:lang w:eastAsia="fr-FR"/>
              </w:rPr>
              <w:t xml:space="preserve">Mail </w:t>
            </w:r>
          </w:p>
        </w:tc>
        <w:tc>
          <w:tcPr>
            <w:tcW w:w="834" w:type="dxa"/>
            <w:tcBorders>
              <w:top w:val="nil"/>
              <w:left w:val="nil"/>
              <w:bottom w:val="single" w:sz="4" w:space="0" w:color="auto"/>
              <w:right w:val="single" w:sz="4" w:space="0" w:color="auto"/>
            </w:tcBorders>
            <w:shd w:val="clear" w:color="auto" w:fill="auto"/>
            <w:noWrap/>
            <w:vAlign w:val="bottom"/>
            <w:hideMark/>
          </w:tcPr>
          <w:p w14:paraId="094D55CA" w14:textId="77777777" w:rsidR="0000766C" w:rsidRPr="00F64BA9" w:rsidRDefault="0000766C" w:rsidP="001F1ABB">
            <w:pPr>
              <w:spacing w:after="0" w:line="240" w:lineRule="auto"/>
              <w:jc w:val="left"/>
              <w:rPr>
                <w:rFonts w:ascii="Arial" w:eastAsia="Times New Roman" w:hAnsi="Arial" w:cs="Arial"/>
                <w:color w:val="000000"/>
                <w:szCs w:val="20"/>
                <w:lang w:eastAsia="fr-FR"/>
              </w:rPr>
            </w:pPr>
            <w:r w:rsidRPr="00F64BA9">
              <w:rPr>
                <w:rFonts w:ascii="Arial" w:eastAsia="Times New Roman" w:hAnsi="Arial" w:cs="Arial"/>
                <w:color w:val="000000"/>
                <w:szCs w:val="20"/>
                <w:lang w:eastAsia="fr-FR"/>
              </w:rPr>
              <w:t> </w:t>
            </w:r>
          </w:p>
        </w:tc>
        <w:tc>
          <w:tcPr>
            <w:tcW w:w="6945" w:type="dxa"/>
            <w:tcBorders>
              <w:top w:val="nil"/>
              <w:left w:val="nil"/>
              <w:bottom w:val="single" w:sz="4" w:space="0" w:color="auto"/>
              <w:right w:val="single" w:sz="4" w:space="0" w:color="auto"/>
            </w:tcBorders>
            <w:shd w:val="clear" w:color="auto" w:fill="auto"/>
            <w:noWrap/>
            <w:vAlign w:val="center"/>
            <w:hideMark/>
          </w:tcPr>
          <w:p w14:paraId="76E0E000" w14:textId="77777777" w:rsidR="0000766C" w:rsidRPr="00F64BA9" w:rsidRDefault="0000766C" w:rsidP="001F1ABB">
            <w:pPr>
              <w:spacing w:after="0" w:line="240" w:lineRule="auto"/>
              <w:jc w:val="center"/>
              <w:rPr>
                <w:rFonts w:ascii="Arial" w:eastAsia="Times New Roman" w:hAnsi="Arial" w:cs="Arial"/>
                <w:color w:val="000000"/>
                <w:szCs w:val="20"/>
                <w:lang w:eastAsia="fr-FR"/>
              </w:rPr>
            </w:pPr>
            <w:r w:rsidRPr="00F64BA9">
              <w:rPr>
                <w:rFonts w:ascii="Arial" w:eastAsia="Times New Roman" w:hAnsi="Arial" w:cs="Arial"/>
                <w:color w:val="000000"/>
                <w:szCs w:val="20"/>
                <w:lang w:eastAsia="fr-FR"/>
              </w:rPr>
              <w:t> </w:t>
            </w:r>
          </w:p>
        </w:tc>
      </w:tr>
    </w:tbl>
    <w:p w14:paraId="56E8F1A4" w14:textId="77777777" w:rsidR="0000766C" w:rsidRDefault="0000766C" w:rsidP="0000766C">
      <w:pPr>
        <w:spacing w:before="120"/>
        <w:rPr>
          <w:lang w:eastAsia="fr-FR"/>
        </w:rPr>
      </w:pPr>
      <w:r w:rsidRPr="00F64BA9">
        <w:rPr>
          <w:lang w:eastAsia="fr-FR"/>
        </w:rPr>
        <w:t xml:space="preserve">Les coordonnées ci-dessus seront utilisées pour transmettre au candidat toute demande de précisions ou de compléments d'information à caractère technique en lien notamment avec le </w:t>
      </w:r>
      <w:r>
        <w:rPr>
          <w:lang w:eastAsia="fr-FR"/>
        </w:rPr>
        <w:t>cadre de réponse</w:t>
      </w:r>
      <w:r w:rsidRPr="00F64BA9">
        <w:rPr>
          <w:lang w:eastAsia="fr-FR"/>
        </w:rPr>
        <w:t xml:space="preserve"> technique et les autres éléments constitutifs de l'offre.</w:t>
      </w:r>
    </w:p>
    <w:p w14:paraId="418B0D86" w14:textId="77777777" w:rsidR="0000766C" w:rsidRDefault="0000766C" w:rsidP="0000766C">
      <w:pPr>
        <w:spacing w:after="200"/>
        <w:jc w:val="left"/>
        <w:rPr>
          <w:lang w:eastAsia="fr-FR"/>
        </w:rPr>
      </w:pPr>
      <w:r>
        <w:rPr>
          <w:lang w:eastAsia="fr-FR"/>
        </w:rPr>
        <w:br w:type="page"/>
      </w:r>
    </w:p>
    <w:p w14:paraId="26B2CADA" w14:textId="77777777" w:rsidR="00A259EE" w:rsidRDefault="00A550B4" w:rsidP="00E90A48">
      <w:pPr>
        <w:pStyle w:val="Titre"/>
      </w:pPr>
      <w:bookmarkStart w:id="3" w:name="_Toc195102349"/>
      <w:bookmarkStart w:id="4" w:name="_Toc477187879"/>
      <w:r w:rsidRPr="00C056B5">
        <w:lastRenderedPageBreak/>
        <w:t xml:space="preserve">Présentation </w:t>
      </w:r>
      <w:r w:rsidR="00A259EE">
        <w:t>de la carte et des services associés</w:t>
      </w:r>
      <w:bookmarkEnd w:id="3"/>
    </w:p>
    <w:p w14:paraId="0E92AB91" w14:textId="1CEEF117" w:rsidR="0000766C" w:rsidRPr="008773CE" w:rsidRDefault="008773CE" w:rsidP="008773CE">
      <w:pPr>
        <w:jc w:val="center"/>
        <w:rPr>
          <w:b/>
          <w:bCs/>
          <w:i/>
          <w:iCs/>
          <w:sz w:val="22"/>
          <w:szCs w:val="24"/>
        </w:rPr>
      </w:pPr>
      <w:r w:rsidRPr="008773CE">
        <w:rPr>
          <w:b/>
          <w:bCs/>
          <w:i/>
          <w:iCs/>
          <w:sz w:val="22"/>
          <w:szCs w:val="24"/>
          <w:u w:val="single" w:color="EA001A" w:themeColor="accent1" w:themeShade="BF"/>
        </w:rPr>
        <w:t>Cet item</w:t>
      </w:r>
      <w:r w:rsidR="00D524B8" w:rsidRPr="008773CE">
        <w:rPr>
          <w:b/>
          <w:bCs/>
          <w:i/>
          <w:iCs/>
          <w:sz w:val="22"/>
          <w:szCs w:val="24"/>
          <w:u w:val="single" w:color="EA001A" w:themeColor="accent1" w:themeShade="BF"/>
        </w:rPr>
        <w:t xml:space="preserve"> </w:t>
      </w:r>
      <w:r w:rsidRPr="008773CE">
        <w:rPr>
          <w:b/>
          <w:bCs/>
          <w:i/>
          <w:iCs/>
          <w:sz w:val="22"/>
          <w:szCs w:val="24"/>
          <w:u w:val="single" w:color="EA001A" w:themeColor="accent1" w:themeShade="BF"/>
        </w:rPr>
        <w:t>fera l’objet</w:t>
      </w:r>
      <w:r w:rsidR="00D524B8" w:rsidRPr="008773CE">
        <w:rPr>
          <w:b/>
          <w:bCs/>
          <w:i/>
          <w:iCs/>
          <w:sz w:val="22"/>
          <w:szCs w:val="24"/>
          <w:u w:val="single" w:color="EA001A" w:themeColor="accent1" w:themeShade="BF"/>
        </w:rPr>
        <w:t xml:space="preserve"> d’une notation </w:t>
      </w:r>
      <w:r>
        <w:rPr>
          <w:b/>
          <w:bCs/>
          <w:i/>
          <w:iCs/>
          <w:sz w:val="22"/>
          <w:szCs w:val="24"/>
          <w:u w:val="single" w:color="EA001A" w:themeColor="accent1" w:themeShade="BF"/>
        </w:rPr>
        <w:t>sur</w:t>
      </w:r>
      <w:r w:rsidR="00D524B8" w:rsidRPr="008773CE">
        <w:rPr>
          <w:b/>
          <w:bCs/>
          <w:i/>
          <w:iCs/>
          <w:sz w:val="22"/>
          <w:szCs w:val="24"/>
          <w:u w:val="single" w:color="EA001A" w:themeColor="accent1" w:themeShade="BF"/>
        </w:rPr>
        <w:t xml:space="preserve"> </w:t>
      </w:r>
      <w:r w:rsidR="0000766C" w:rsidRPr="008773CE">
        <w:rPr>
          <w:b/>
          <w:bCs/>
          <w:i/>
          <w:iCs/>
          <w:sz w:val="22"/>
          <w:szCs w:val="24"/>
          <w:u w:val="single" w:color="EA001A" w:themeColor="accent1" w:themeShade="BF"/>
        </w:rPr>
        <w:t>3</w:t>
      </w:r>
      <w:r>
        <w:rPr>
          <w:b/>
          <w:bCs/>
          <w:i/>
          <w:iCs/>
          <w:sz w:val="22"/>
          <w:szCs w:val="24"/>
          <w:u w:val="single" w:color="EA001A" w:themeColor="accent1" w:themeShade="BF"/>
        </w:rPr>
        <w:t>0</w:t>
      </w:r>
      <w:r w:rsidR="0000766C" w:rsidRPr="008773CE">
        <w:rPr>
          <w:b/>
          <w:bCs/>
          <w:i/>
          <w:iCs/>
          <w:sz w:val="22"/>
          <w:szCs w:val="24"/>
          <w:u w:val="single" w:color="EA001A" w:themeColor="accent1" w:themeShade="BF"/>
        </w:rPr>
        <w:t xml:space="preserve"> points</w:t>
      </w:r>
      <w:bookmarkEnd w:id="4"/>
      <w:r w:rsidR="00D524B8" w:rsidRPr="008773CE">
        <w:rPr>
          <w:b/>
          <w:bCs/>
          <w:i/>
          <w:iCs/>
          <w:sz w:val="22"/>
          <w:szCs w:val="24"/>
          <w:u w:val="single" w:color="EA001A" w:themeColor="accent1" w:themeShade="BF"/>
        </w:rPr>
        <w:t xml:space="preserve"> au titre de la valeur technique</w:t>
      </w:r>
    </w:p>
    <w:p w14:paraId="50A57B9B" w14:textId="1D7705F4" w:rsidR="0052238B" w:rsidRPr="0052238B" w:rsidRDefault="0052238B" w:rsidP="006418AD">
      <w:pPr>
        <w:pStyle w:val="Titre1"/>
      </w:pPr>
      <w:bookmarkStart w:id="5" w:name="_Toc195102350"/>
      <w:bookmarkEnd w:id="2"/>
      <w:r>
        <w:t>Présentation de la carte proposée</w:t>
      </w:r>
      <w:r w:rsidR="007468CA">
        <w:t xml:space="preserve"> /10</w:t>
      </w:r>
      <w:r w:rsidR="00D60C20">
        <w:t xml:space="preserve"> points</w:t>
      </w:r>
      <w:bookmarkEnd w:id="5"/>
    </w:p>
    <w:p w14:paraId="6C27FDA0" w14:textId="77777777" w:rsidR="00546EBD" w:rsidRPr="00A56F40" w:rsidRDefault="006418AD" w:rsidP="00E60E45">
      <w:pPr>
        <w:pStyle w:val="Puce2"/>
        <w:keepNext/>
        <w:ind w:left="360"/>
        <w:rPr>
          <w:bCs/>
          <w:u w:val="none"/>
          <w:lang w:val="fr-FR" w:eastAsia="fr-FR"/>
        </w:rPr>
      </w:pPr>
      <w:r w:rsidRPr="00A56F40">
        <w:rPr>
          <w:bCs/>
          <w:u w:val="none"/>
          <w:lang w:val="fr-FR" w:eastAsia="fr-FR"/>
        </w:rPr>
        <w:t>Présentation du produit</w:t>
      </w:r>
      <w:r w:rsidR="00546EBD" w:rsidRPr="00A56F40">
        <w:rPr>
          <w:bCs/>
          <w:u w:val="none"/>
          <w:lang w:val="fr-FR" w:eastAsia="fr-FR"/>
        </w:rPr>
        <w:t> :</w:t>
      </w:r>
    </w:p>
    <w:p w14:paraId="63F8885E" w14:textId="5AE86F3A" w:rsidR="00D237A3" w:rsidRPr="00A56F40" w:rsidRDefault="00E60E45" w:rsidP="00546EBD">
      <w:pPr>
        <w:pStyle w:val="Puce2"/>
        <w:keepNext/>
        <w:numPr>
          <w:ilvl w:val="0"/>
          <w:numId w:val="8"/>
        </w:numPr>
        <w:rPr>
          <w:bCs/>
          <w:u w:val="none"/>
          <w:lang w:val="fr-FR" w:eastAsia="fr-FR"/>
        </w:rPr>
      </w:pPr>
      <w:r w:rsidRPr="00A56F40">
        <w:rPr>
          <w:bCs/>
          <w:u w:val="none"/>
          <w:lang w:val="fr-FR" w:eastAsia="fr-FR"/>
        </w:rPr>
        <w:t>M</w:t>
      </w:r>
      <w:r w:rsidR="00E00E26" w:rsidRPr="00A56F40">
        <w:rPr>
          <w:bCs/>
          <w:u w:val="none"/>
          <w:lang w:val="fr-FR" w:eastAsia="fr-FR"/>
        </w:rPr>
        <w:t>odalités de fabrication</w:t>
      </w:r>
      <w:r w:rsidRPr="00A56F40">
        <w:rPr>
          <w:bCs/>
          <w:u w:val="none"/>
          <w:lang w:val="fr-FR" w:eastAsia="fr-FR"/>
        </w:rPr>
        <w:t>, a</w:t>
      </w:r>
      <w:r w:rsidR="00E00E26" w:rsidRPr="00A56F40">
        <w:rPr>
          <w:bCs/>
          <w:u w:val="none"/>
          <w:lang w:val="fr-FR" w:eastAsia="fr-FR"/>
        </w:rPr>
        <w:t>dresses et localisation du (des) sites de production,</w:t>
      </w:r>
      <w:r w:rsidRPr="00A56F40">
        <w:rPr>
          <w:bCs/>
          <w:u w:val="none"/>
          <w:lang w:val="fr-FR" w:eastAsia="fr-FR"/>
        </w:rPr>
        <w:t xml:space="preserve"> </w:t>
      </w:r>
      <w:r w:rsidR="00E00E26" w:rsidRPr="00A56F40">
        <w:rPr>
          <w:bCs/>
          <w:u w:val="none"/>
          <w:lang w:val="fr-FR" w:eastAsia="fr-FR"/>
        </w:rPr>
        <w:t xml:space="preserve">possibilité de personnalisation des cartes </w:t>
      </w:r>
      <w:r w:rsidR="004B56B5">
        <w:rPr>
          <w:bCs/>
          <w:u w:val="none"/>
          <w:lang w:val="fr-FR" w:eastAsia="fr-FR"/>
        </w:rPr>
        <w:t>, possibilité de dématérialisation</w:t>
      </w:r>
    </w:p>
    <w:p w14:paraId="24935C6C" w14:textId="77777777" w:rsidR="00D237A3" w:rsidRPr="00D020EB"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44D699C"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68D95F5C" w14:textId="77777777" w:rsidR="00D237A3" w:rsidRPr="00D020EB"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62C3684"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19346DF3" w14:textId="77777777" w:rsidR="00D237A3" w:rsidRPr="00D020EB"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B6AD0D5"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1BDA2EC8" w14:textId="77777777" w:rsidR="00D237A3" w:rsidRPr="00D020EB"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C41795D"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16D99BEF" w14:textId="77777777" w:rsidR="00D237A3" w:rsidRPr="00D020EB"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53FEDAD"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708DD51F" w14:textId="77777777" w:rsidR="00D237A3" w:rsidRPr="00D020EB"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C35E6D9"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0AE5CB8E" w14:textId="77777777" w:rsidR="00D237A3" w:rsidRPr="00D020EB"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CBECD52"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2ED78840" w14:textId="77777777" w:rsidR="00D237A3"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D92C157"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220FE207" w14:textId="77777777" w:rsidR="00D237A3" w:rsidRPr="00D020EB"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65EDB97"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101B20C7" w14:textId="77777777" w:rsidR="00D237A3" w:rsidRPr="00D020EB"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BC51B80"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53BCF9F4" w14:textId="77777777" w:rsidR="00D237A3"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3CDFA9B"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6013D48A" w14:textId="77777777" w:rsidR="00D237A3" w:rsidRPr="00D020EB"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3CD8FDE" w14:textId="77777777" w:rsidR="00D237A3" w:rsidRPr="00D020EB" w:rsidRDefault="00D237A3" w:rsidP="00D237A3">
      <w:pPr>
        <w:tabs>
          <w:tab w:val="left" w:leader="dot" w:pos="9356"/>
        </w:tabs>
        <w:spacing w:after="0" w:line="240" w:lineRule="auto"/>
        <w:jc w:val="left"/>
        <w:rPr>
          <w:rFonts w:ascii="Calibri" w:eastAsia="Times New Roman" w:hAnsi="Calibri" w:cs="Calibri"/>
          <w:sz w:val="8"/>
          <w:szCs w:val="8"/>
          <w:lang w:eastAsia="fr-FR"/>
        </w:rPr>
      </w:pPr>
    </w:p>
    <w:p w14:paraId="30151A68" w14:textId="77777777" w:rsidR="00D237A3" w:rsidRPr="00D020EB" w:rsidRDefault="00D237A3" w:rsidP="00D237A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23E3F95"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7919E954" w14:textId="77777777" w:rsidR="00434944" w:rsidRPr="00D020EB" w:rsidRDefault="00434944" w:rsidP="0043494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219302D"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4B5A2782" w14:textId="77777777" w:rsidR="00434944" w:rsidRPr="00D020EB" w:rsidRDefault="00434944" w:rsidP="0043494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CAA7520"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125C30BB" w14:textId="77777777" w:rsidR="00434944" w:rsidRPr="00D020EB" w:rsidRDefault="00434944" w:rsidP="0043494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5C6432F"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520C4654" w14:textId="77777777" w:rsidR="00434944" w:rsidRPr="00D020EB" w:rsidRDefault="00434944" w:rsidP="0043494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BF2DFDB"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6F829824" w14:textId="77777777" w:rsidR="00434944" w:rsidRPr="00D020EB" w:rsidRDefault="00434944" w:rsidP="0043494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0139724"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0A99EF83" w14:textId="77777777" w:rsidR="00434944" w:rsidRPr="00D020EB" w:rsidRDefault="00434944" w:rsidP="0043494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E86273E"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6B6969F8"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6133585"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69F914D8"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3A18108"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35DFCC39"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5AA8903"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5A571DEB"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B239470"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7F02853E"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EBEA5B2"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12E74F0B"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ED0275F"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22834134"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0692BA1"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7DBB7AC1" w14:textId="77777777" w:rsidR="006D52B0"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C6131F4"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57C63096"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942C740"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41E2DD82"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7589659"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5C8CB12B" w14:textId="77777777" w:rsidR="006D52B0"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C759A7C"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66B4550C"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F2F8A92"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73C5CD07"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0B9C54EE" w14:textId="1CD65766" w:rsidR="00434944" w:rsidRPr="00A56F40" w:rsidRDefault="005F62C2" w:rsidP="005F62C2">
      <w:pPr>
        <w:pStyle w:val="Puce2"/>
        <w:keepNext/>
        <w:numPr>
          <w:ilvl w:val="0"/>
          <w:numId w:val="8"/>
        </w:numPr>
        <w:rPr>
          <w:rFonts w:ascii="Calibri" w:hAnsi="Calibri" w:cs="Calibri"/>
          <w:bCs/>
          <w:sz w:val="22"/>
          <w:lang w:val="fr-FR" w:eastAsia="fr-FR"/>
        </w:rPr>
      </w:pPr>
      <w:r w:rsidRPr="00A56F40">
        <w:rPr>
          <w:bCs/>
          <w:u w:val="none"/>
          <w:lang w:val="fr-FR" w:eastAsia="fr-FR"/>
        </w:rPr>
        <w:lastRenderedPageBreak/>
        <w:t xml:space="preserve">Modalités d’utilisation </w:t>
      </w:r>
      <w:r w:rsidR="005F1950">
        <w:rPr>
          <w:bCs/>
          <w:u w:val="none"/>
          <w:lang w:val="fr-FR" w:eastAsia="fr-FR"/>
        </w:rPr>
        <w:t xml:space="preserve">courante </w:t>
      </w:r>
      <w:r w:rsidR="005A3284" w:rsidRPr="00A56F40">
        <w:rPr>
          <w:bCs/>
          <w:u w:val="none"/>
          <w:lang w:val="fr-FR" w:eastAsia="fr-FR"/>
        </w:rPr>
        <w:t xml:space="preserve">pour </w:t>
      </w:r>
      <w:r w:rsidRPr="00A56F40">
        <w:rPr>
          <w:bCs/>
          <w:u w:val="none"/>
          <w:lang w:val="fr-FR" w:eastAsia="fr-FR"/>
        </w:rPr>
        <w:t>le collaborateur</w:t>
      </w:r>
    </w:p>
    <w:p w14:paraId="0772E2D7"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5D75044E" w14:textId="77777777" w:rsidR="00434944" w:rsidRPr="00D020EB" w:rsidRDefault="00434944" w:rsidP="00434944">
      <w:pPr>
        <w:tabs>
          <w:tab w:val="left" w:leader="dot" w:pos="9356"/>
        </w:tabs>
        <w:spacing w:after="0" w:line="240" w:lineRule="auto"/>
        <w:jc w:val="left"/>
        <w:rPr>
          <w:rFonts w:ascii="Calibri" w:eastAsia="Times New Roman" w:hAnsi="Calibri" w:cs="Calibri"/>
          <w:sz w:val="22"/>
          <w:lang w:eastAsia="fr-FR"/>
        </w:rPr>
      </w:pPr>
      <w:bookmarkStart w:id="6" w:name="_Hlk195087403"/>
      <w:r w:rsidRPr="00D020EB">
        <w:rPr>
          <w:rFonts w:ascii="Calibri" w:eastAsia="Times New Roman" w:hAnsi="Calibri" w:cs="Calibri"/>
          <w:sz w:val="22"/>
          <w:lang w:eastAsia="fr-FR"/>
        </w:rPr>
        <w:tab/>
      </w:r>
    </w:p>
    <w:p w14:paraId="6D3318FF"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5C52E7B8" w14:textId="77777777" w:rsidR="00434944" w:rsidRPr="00D020EB" w:rsidRDefault="00434944" w:rsidP="0043494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3906C0F"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068E8313" w14:textId="77777777" w:rsidR="00434944" w:rsidRDefault="00434944" w:rsidP="0043494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4471AB0"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56D7A0E9" w14:textId="77777777" w:rsidR="00434944" w:rsidRPr="00D020EB" w:rsidRDefault="00434944" w:rsidP="0043494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944F5B8" w14:textId="77777777" w:rsidR="00434944" w:rsidRPr="00D020EB" w:rsidRDefault="00434944" w:rsidP="00434944">
      <w:pPr>
        <w:tabs>
          <w:tab w:val="left" w:leader="dot" w:pos="9356"/>
        </w:tabs>
        <w:spacing w:after="0" w:line="240" w:lineRule="auto"/>
        <w:jc w:val="left"/>
        <w:rPr>
          <w:rFonts w:ascii="Calibri" w:eastAsia="Times New Roman" w:hAnsi="Calibri" w:cs="Calibri"/>
          <w:sz w:val="8"/>
          <w:szCs w:val="8"/>
          <w:lang w:eastAsia="fr-FR"/>
        </w:rPr>
      </w:pPr>
    </w:p>
    <w:p w14:paraId="55935CF9" w14:textId="77777777" w:rsidR="00434944" w:rsidRPr="00D020EB" w:rsidRDefault="00434944" w:rsidP="0043494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7B3A501" w14:textId="77777777" w:rsidR="005A3284" w:rsidRPr="00D020EB" w:rsidRDefault="005A3284" w:rsidP="005A3284">
      <w:pPr>
        <w:tabs>
          <w:tab w:val="left" w:leader="dot" w:pos="9356"/>
        </w:tabs>
        <w:spacing w:after="0" w:line="240" w:lineRule="auto"/>
        <w:jc w:val="left"/>
        <w:rPr>
          <w:rFonts w:ascii="Calibri" w:eastAsia="Times New Roman" w:hAnsi="Calibri" w:cs="Calibri"/>
          <w:sz w:val="8"/>
          <w:szCs w:val="8"/>
          <w:lang w:eastAsia="fr-FR"/>
        </w:rPr>
      </w:pPr>
    </w:p>
    <w:p w14:paraId="11CDC2E6" w14:textId="77777777" w:rsidR="005A3284" w:rsidRDefault="005A3284" w:rsidP="005A328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DBAB97D" w14:textId="77777777" w:rsidR="005A3284" w:rsidRPr="00D020EB" w:rsidRDefault="005A3284" w:rsidP="005A3284">
      <w:pPr>
        <w:tabs>
          <w:tab w:val="left" w:leader="dot" w:pos="9356"/>
        </w:tabs>
        <w:spacing w:after="0" w:line="240" w:lineRule="auto"/>
        <w:jc w:val="left"/>
        <w:rPr>
          <w:rFonts w:ascii="Calibri" w:eastAsia="Times New Roman" w:hAnsi="Calibri" w:cs="Calibri"/>
          <w:sz w:val="8"/>
          <w:szCs w:val="8"/>
          <w:lang w:eastAsia="fr-FR"/>
        </w:rPr>
      </w:pPr>
    </w:p>
    <w:p w14:paraId="1F6AB246" w14:textId="77777777" w:rsidR="005A3284" w:rsidRPr="00D020EB" w:rsidRDefault="005A3284" w:rsidP="005A328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B45F44E" w14:textId="77777777" w:rsidR="005A3284" w:rsidRPr="00D020EB" w:rsidRDefault="005A3284" w:rsidP="005A3284">
      <w:pPr>
        <w:tabs>
          <w:tab w:val="left" w:leader="dot" w:pos="9356"/>
        </w:tabs>
        <w:spacing w:after="0" w:line="240" w:lineRule="auto"/>
        <w:jc w:val="left"/>
        <w:rPr>
          <w:rFonts w:ascii="Calibri" w:eastAsia="Times New Roman" w:hAnsi="Calibri" w:cs="Calibri"/>
          <w:sz w:val="8"/>
          <w:szCs w:val="8"/>
          <w:lang w:eastAsia="fr-FR"/>
        </w:rPr>
      </w:pPr>
    </w:p>
    <w:p w14:paraId="25BA3C1D" w14:textId="77777777" w:rsidR="005A3284" w:rsidRPr="00D020EB" w:rsidRDefault="005A3284" w:rsidP="005A328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4A0EDF6" w14:textId="77777777" w:rsidR="005A3284" w:rsidRPr="00D020EB" w:rsidRDefault="005A3284" w:rsidP="005A3284">
      <w:pPr>
        <w:tabs>
          <w:tab w:val="left" w:leader="dot" w:pos="9356"/>
        </w:tabs>
        <w:spacing w:after="0" w:line="240" w:lineRule="auto"/>
        <w:jc w:val="left"/>
        <w:rPr>
          <w:rFonts w:ascii="Calibri" w:eastAsia="Times New Roman" w:hAnsi="Calibri" w:cs="Calibri"/>
          <w:sz w:val="8"/>
          <w:szCs w:val="8"/>
          <w:lang w:eastAsia="fr-FR"/>
        </w:rPr>
      </w:pPr>
    </w:p>
    <w:p w14:paraId="5CD5F6DE" w14:textId="77777777" w:rsidR="005A3284" w:rsidRPr="00D020EB" w:rsidRDefault="005A3284" w:rsidP="005A328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76C9045" w14:textId="77777777" w:rsidR="005A3284" w:rsidRPr="00D020EB" w:rsidRDefault="005A3284" w:rsidP="005A3284">
      <w:pPr>
        <w:tabs>
          <w:tab w:val="left" w:leader="dot" w:pos="9356"/>
        </w:tabs>
        <w:spacing w:after="0" w:line="240" w:lineRule="auto"/>
        <w:jc w:val="left"/>
        <w:rPr>
          <w:rFonts w:ascii="Calibri" w:eastAsia="Times New Roman" w:hAnsi="Calibri" w:cs="Calibri"/>
          <w:sz w:val="8"/>
          <w:szCs w:val="8"/>
          <w:lang w:eastAsia="fr-FR"/>
        </w:rPr>
      </w:pPr>
    </w:p>
    <w:p w14:paraId="3AE776F1" w14:textId="77777777" w:rsidR="005A3284" w:rsidRPr="00D020EB" w:rsidRDefault="005A3284" w:rsidP="005A328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CCAC727" w14:textId="77777777" w:rsidR="005A3284" w:rsidRPr="00D020EB" w:rsidRDefault="005A3284" w:rsidP="005A3284">
      <w:pPr>
        <w:tabs>
          <w:tab w:val="left" w:leader="dot" w:pos="9356"/>
        </w:tabs>
        <w:spacing w:after="0" w:line="240" w:lineRule="auto"/>
        <w:jc w:val="left"/>
        <w:rPr>
          <w:rFonts w:ascii="Calibri" w:eastAsia="Times New Roman" w:hAnsi="Calibri" w:cs="Calibri"/>
          <w:sz w:val="8"/>
          <w:szCs w:val="8"/>
          <w:lang w:eastAsia="fr-FR"/>
        </w:rPr>
      </w:pPr>
    </w:p>
    <w:p w14:paraId="6A470792" w14:textId="77777777" w:rsidR="005A3284" w:rsidRPr="00D020EB" w:rsidRDefault="005A3284" w:rsidP="005A328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1FA552A" w14:textId="77777777" w:rsidR="005A3284" w:rsidRPr="00D020EB" w:rsidRDefault="005A3284" w:rsidP="005A3284">
      <w:pPr>
        <w:tabs>
          <w:tab w:val="left" w:leader="dot" w:pos="9356"/>
        </w:tabs>
        <w:spacing w:after="0" w:line="240" w:lineRule="auto"/>
        <w:jc w:val="left"/>
        <w:rPr>
          <w:rFonts w:ascii="Calibri" w:eastAsia="Times New Roman" w:hAnsi="Calibri" w:cs="Calibri"/>
          <w:sz w:val="8"/>
          <w:szCs w:val="8"/>
          <w:lang w:eastAsia="fr-FR"/>
        </w:rPr>
      </w:pPr>
    </w:p>
    <w:p w14:paraId="3BA20007" w14:textId="77777777" w:rsidR="005A3284" w:rsidRPr="00D020EB" w:rsidRDefault="005A3284" w:rsidP="005A3284">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0E7E93B" w14:textId="77777777" w:rsidR="005A3284" w:rsidRPr="00D020EB" w:rsidRDefault="005A3284" w:rsidP="005A3284">
      <w:pPr>
        <w:tabs>
          <w:tab w:val="left" w:leader="dot" w:pos="9356"/>
        </w:tabs>
        <w:spacing w:after="0" w:line="240" w:lineRule="auto"/>
        <w:jc w:val="left"/>
        <w:rPr>
          <w:rFonts w:ascii="Calibri" w:eastAsia="Times New Roman" w:hAnsi="Calibri" w:cs="Calibri"/>
          <w:sz w:val="8"/>
          <w:szCs w:val="8"/>
          <w:lang w:eastAsia="fr-FR"/>
        </w:rPr>
      </w:pPr>
    </w:p>
    <w:p w14:paraId="7B19C72E" w14:textId="77777777" w:rsidR="006D52B0"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6FB335D"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0DEE46BD"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91C6CDF"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228960EF"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B5873F7"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5B65749D" w14:textId="77777777" w:rsidR="006D52B0"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E37997A"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1607D37C"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54900AE"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1CABFBBD"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CE5440D"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527057A6" w14:textId="77777777" w:rsidR="006D52B0"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ADF6C99"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2855F5A3"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4BD2FB5"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68DBDCC9"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5B20766"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29D2C1FA"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5685935"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5F33015F"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2C87F6A"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20CCE08C"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ECF28EF"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1C623D01"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DDE5F24"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46F4C3F1"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70DC28D"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25ED786F"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23212AB"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7602E383" w14:textId="77777777" w:rsidR="006D52B0"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7DF1E09"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75902C70"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705B77A"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715CA7A6"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A986D77"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14AC1FE9" w14:textId="77777777" w:rsidR="006D52B0"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A50F188"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7E4EB79C"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CE6C745"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2C77759D"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DE7CFD0" w14:textId="77777777" w:rsidR="006D52B0" w:rsidRPr="00D020EB" w:rsidRDefault="006D52B0" w:rsidP="006D52B0">
      <w:pPr>
        <w:tabs>
          <w:tab w:val="left" w:leader="dot" w:pos="9356"/>
        </w:tabs>
        <w:spacing w:after="0" w:line="240" w:lineRule="auto"/>
        <w:jc w:val="left"/>
        <w:rPr>
          <w:rFonts w:ascii="Calibri" w:eastAsia="Times New Roman" w:hAnsi="Calibri" w:cs="Calibri"/>
          <w:sz w:val="8"/>
          <w:szCs w:val="8"/>
          <w:lang w:eastAsia="fr-FR"/>
        </w:rPr>
      </w:pPr>
    </w:p>
    <w:p w14:paraId="411C5F37" w14:textId="77777777" w:rsidR="006D52B0" w:rsidRPr="00D020EB" w:rsidRDefault="006D52B0" w:rsidP="006D52B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E0DDE44" w14:textId="77777777" w:rsidR="004E303F" w:rsidRPr="00D020EB" w:rsidRDefault="004E303F" w:rsidP="004E303F">
      <w:pPr>
        <w:tabs>
          <w:tab w:val="left" w:leader="dot" w:pos="9356"/>
        </w:tabs>
        <w:spacing w:after="0" w:line="240" w:lineRule="auto"/>
        <w:jc w:val="left"/>
        <w:rPr>
          <w:rFonts w:ascii="Calibri" w:eastAsia="Times New Roman" w:hAnsi="Calibri" w:cs="Calibri"/>
          <w:sz w:val="8"/>
          <w:szCs w:val="8"/>
          <w:lang w:eastAsia="fr-FR"/>
        </w:rPr>
      </w:pPr>
    </w:p>
    <w:p w14:paraId="7514DA93" w14:textId="77777777" w:rsidR="004E303F" w:rsidRPr="00D020EB" w:rsidRDefault="004E303F" w:rsidP="004E303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C122D9E" w14:textId="77777777" w:rsidR="004E303F" w:rsidRPr="00D020EB" w:rsidRDefault="004E303F" w:rsidP="004E303F">
      <w:pPr>
        <w:tabs>
          <w:tab w:val="left" w:leader="dot" w:pos="9356"/>
        </w:tabs>
        <w:spacing w:after="0" w:line="240" w:lineRule="auto"/>
        <w:jc w:val="left"/>
        <w:rPr>
          <w:rFonts w:ascii="Calibri" w:eastAsia="Times New Roman" w:hAnsi="Calibri" w:cs="Calibri"/>
          <w:sz w:val="8"/>
          <w:szCs w:val="8"/>
          <w:lang w:eastAsia="fr-FR"/>
        </w:rPr>
      </w:pPr>
    </w:p>
    <w:p w14:paraId="206CD5C0" w14:textId="77777777" w:rsidR="004E303F" w:rsidRPr="00D020EB" w:rsidRDefault="004E303F" w:rsidP="004E303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A50E7F1" w14:textId="77777777" w:rsidR="004E303F" w:rsidRPr="00D020EB" w:rsidRDefault="004E303F" w:rsidP="004E303F">
      <w:pPr>
        <w:tabs>
          <w:tab w:val="left" w:leader="dot" w:pos="9356"/>
        </w:tabs>
        <w:spacing w:after="0" w:line="240" w:lineRule="auto"/>
        <w:jc w:val="left"/>
        <w:rPr>
          <w:rFonts w:ascii="Calibri" w:eastAsia="Times New Roman" w:hAnsi="Calibri" w:cs="Calibri"/>
          <w:sz w:val="8"/>
          <w:szCs w:val="8"/>
          <w:lang w:eastAsia="fr-FR"/>
        </w:rPr>
      </w:pPr>
    </w:p>
    <w:p w14:paraId="5CDEBD13" w14:textId="77777777" w:rsidR="004E303F" w:rsidRDefault="004E303F" w:rsidP="004E303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8086867" w14:textId="77777777" w:rsidR="004E303F" w:rsidRPr="00D020EB" w:rsidRDefault="004E303F" w:rsidP="004E303F">
      <w:pPr>
        <w:tabs>
          <w:tab w:val="left" w:leader="dot" w:pos="9356"/>
        </w:tabs>
        <w:spacing w:after="0" w:line="240" w:lineRule="auto"/>
        <w:jc w:val="left"/>
        <w:rPr>
          <w:rFonts w:ascii="Calibri" w:eastAsia="Times New Roman" w:hAnsi="Calibri" w:cs="Calibri"/>
          <w:sz w:val="8"/>
          <w:szCs w:val="8"/>
          <w:lang w:eastAsia="fr-FR"/>
        </w:rPr>
      </w:pPr>
    </w:p>
    <w:p w14:paraId="259A23D7" w14:textId="77777777" w:rsidR="004E303F" w:rsidRPr="00D020EB" w:rsidRDefault="004E303F" w:rsidP="004E303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55DC294" w14:textId="77777777" w:rsidR="004E303F" w:rsidRPr="00D020EB" w:rsidRDefault="004E303F" w:rsidP="004E303F">
      <w:pPr>
        <w:tabs>
          <w:tab w:val="left" w:leader="dot" w:pos="9356"/>
        </w:tabs>
        <w:spacing w:after="0" w:line="240" w:lineRule="auto"/>
        <w:jc w:val="left"/>
        <w:rPr>
          <w:rFonts w:ascii="Calibri" w:eastAsia="Times New Roman" w:hAnsi="Calibri" w:cs="Calibri"/>
          <w:sz w:val="8"/>
          <w:szCs w:val="8"/>
          <w:lang w:eastAsia="fr-FR"/>
        </w:rPr>
      </w:pPr>
    </w:p>
    <w:p w14:paraId="18FE6895" w14:textId="77777777" w:rsidR="004E303F" w:rsidRPr="00D020EB" w:rsidRDefault="004E303F" w:rsidP="004E303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A111846" w14:textId="1270501C" w:rsidR="003572CA" w:rsidRPr="001B4BE3" w:rsidRDefault="003572CA" w:rsidP="003572CA">
      <w:pPr>
        <w:pStyle w:val="Titre1"/>
      </w:pPr>
      <w:bookmarkStart w:id="7" w:name="_Toc195102351"/>
      <w:bookmarkEnd w:id="6"/>
      <w:r>
        <w:lastRenderedPageBreak/>
        <w:t>réseau d’acceptation de la carte proposee </w:t>
      </w:r>
      <w:r w:rsidR="00D60C20">
        <w:t>/</w:t>
      </w:r>
      <w:r w:rsidR="005F1950">
        <w:t>5</w:t>
      </w:r>
      <w:r w:rsidR="00D60C20">
        <w:t xml:space="preserve"> points</w:t>
      </w:r>
      <w:bookmarkEnd w:id="7"/>
    </w:p>
    <w:p w14:paraId="5CDD1B68" w14:textId="36A46F5D" w:rsidR="003572CA" w:rsidRPr="00B046CC" w:rsidRDefault="003572CA" w:rsidP="003572CA">
      <w:pPr>
        <w:pStyle w:val="Puce2"/>
        <w:keepNext/>
        <w:ind w:right="283"/>
        <w:rPr>
          <w:bCs/>
          <w:u w:val="none"/>
          <w:lang w:val="fr-FR" w:eastAsia="fr-FR"/>
        </w:rPr>
      </w:pPr>
      <w:r w:rsidRPr="00B046CC">
        <w:rPr>
          <w:bCs/>
          <w:u w:val="none"/>
          <w:lang w:val="fr-FR" w:eastAsia="fr-FR"/>
        </w:rPr>
        <w:t>Le candidat détaillera les points de vente acceptant la Carte en France et plus précisément en Haute-Garonne. Le candidat précisera s’il met à disposition une page internet permettant de rechercher les établissements acceptant la carte.</w:t>
      </w:r>
    </w:p>
    <w:p w14:paraId="297146CA"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9B57D55"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429630CC"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6DAD2F6"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63DBDA77"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45902CB"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65CCC703" w14:textId="77777777" w:rsidR="003572CA"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BFBB0CD"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01BAAC33"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16CE097"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78F0E64F"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CC0535E"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094B21EE"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26166B4"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0DADC68F"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EA71425"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4ABCB21F"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40A3191"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561C6D81" w14:textId="77777777" w:rsidR="003572CA"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BA1C1EF"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2799C006"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068639F"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4FC2A281" w14:textId="77777777" w:rsidR="003572CA"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8E0FD3C"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6A5FE6D9"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C27FD01"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2521F7F7"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3328816"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649B8729"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D9D2190"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501D59D8"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10C86B8"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2898ECC1"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DBF6C87"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03B3244E" w14:textId="77777777" w:rsidR="003572CA"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A846CBA"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154BCB61"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7C5F75F"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20AFB4A8"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FB24CE7"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463CF26A"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B2CA4B3"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6AB738D9" w14:textId="77777777" w:rsidR="003572CA"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20CC429"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0ECE1EE2"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4836A3E"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108F9176"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ECC1389"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26166D66"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56FBAFF"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6A65936A"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5D52DFC"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6E520CA3" w14:textId="77777777" w:rsidR="003572CA" w:rsidRPr="00D020EB"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CBBBF3A"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29A3F135" w14:textId="77777777" w:rsidR="003572CA" w:rsidRDefault="003572CA" w:rsidP="003572C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1694FA1" w14:textId="77777777" w:rsidR="003572CA" w:rsidRPr="00D020EB" w:rsidRDefault="003572CA" w:rsidP="003572CA">
      <w:pPr>
        <w:tabs>
          <w:tab w:val="left" w:leader="dot" w:pos="9356"/>
        </w:tabs>
        <w:spacing w:after="0" w:line="240" w:lineRule="auto"/>
        <w:jc w:val="left"/>
        <w:rPr>
          <w:rFonts w:ascii="Calibri" w:eastAsia="Times New Roman" w:hAnsi="Calibri" w:cs="Calibri"/>
          <w:sz w:val="8"/>
          <w:szCs w:val="8"/>
          <w:lang w:eastAsia="fr-FR"/>
        </w:rPr>
      </w:pPr>
    </w:p>
    <w:p w14:paraId="24E19BAB"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E1DAD62"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539186A1" w14:textId="77777777" w:rsidR="00B046CC"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0E6BC69"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7ED6CD86"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1979587"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7F501BA7"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F41DE0A"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5CEFEF96"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BC7320B"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23D7C70F"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7FC560E"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167E1521"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27D462A" w14:textId="77777777" w:rsidR="004E303F" w:rsidRPr="00D020EB" w:rsidRDefault="004E303F" w:rsidP="004E303F">
      <w:pPr>
        <w:tabs>
          <w:tab w:val="left" w:leader="dot" w:pos="9356"/>
        </w:tabs>
        <w:spacing w:after="0" w:line="240" w:lineRule="auto"/>
        <w:jc w:val="left"/>
        <w:rPr>
          <w:rFonts w:ascii="Calibri" w:eastAsia="Times New Roman" w:hAnsi="Calibri" w:cs="Calibri"/>
          <w:sz w:val="8"/>
          <w:szCs w:val="8"/>
          <w:lang w:eastAsia="fr-FR"/>
        </w:rPr>
      </w:pPr>
    </w:p>
    <w:p w14:paraId="4AF9AFDE" w14:textId="77777777" w:rsidR="004E303F" w:rsidRPr="00D020EB" w:rsidRDefault="004E303F" w:rsidP="004E303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C27AD6D" w14:textId="7B0B1DA4" w:rsidR="00B046CC" w:rsidRPr="00B046CC" w:rsidRDefault="00B046CC" w:rsidP="00B046CC">
      <w:pPr>
        <w:pStyle w:val="Puce2"/>
        <w:keepNext/>
        <w:ind w:right="283"/>
        <w:rPr>
          <w:bCs/>
          <w:u w:val="none"/>
          <w:lang w:val="fr-FR" w:eastAsia="fr-FR"/>
        </w:rPr>
      </w:pPr>
      <w:bookmarkStart w:id="8" w:name="_Toc477187884"/>
      <w:r>
        <w:rPr>
          <w:bCs/>
          <w:u w:val="none"/>
          <w:lang w:val="fr-FR" w:eastAsia="fr-FR"/>
        </w:rPr>
        <w:lastRenderedPageBreak/>
        <w:t>Détailler les c</w:t>
      </w:r>
      <w:r w:rsidRPr="00B046CC">
        <w:rPr>
          <w:bCs/>
          <w:u w:val="none"/>
          <w:lang w:val="fr-FR" w:eastAsia="fr-FR"/>
        </w:rPr>
        <w:t>onditions et tarifications appliquées aux commerçants</w:t>
      </w:r>
      <w:bookmarkEnd w:id="8"/>
      <w:r>
        <w:rPr>
          <w:bCs/>
          <w:u w:val="none"/>
          <w:lang w:val="fr-FR" w:eastAsia="fr-FR"/>
        </w:rPr>
        <w:t xml:space="preserve"> du réseau d’acceptation</w:t>
      </w:r>
      <w:r w:rsidR="001E7389">
        <w:rPr>
          <w:bCs/>
          <w:u w:val="none"/>
          <w:lang w:val="fr-FR" w:eastAsia="fr-FR"/>
        </w:rPr>
        <w:t xml:space="preserve"> </w:t>
      </w:r>
    </w:p>
    <w:p w14:paraId="00D3C1BD"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6BC2E26"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0C435461"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E08D3C0"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03B01D4F" w14:textId="77777777" w:rsidR="00B046CC"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66107CA"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23748AAE"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8F8F4D3"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11D524A9"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8EC3159"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582E07E2" w14:textId="77777777" w:rsidR="00B046CC"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8F16029"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5F02F6C9"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FC25A75"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2E150163"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6E3065B"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7E77D7A0"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6981E05"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24C47A43"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0932B04"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48E607A7"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BC06B48"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5FE08C49"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472B246"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7F2DF487" w14:textId="77777777" w:rsidR="00B046CC"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10ADBBA"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389C2BA3"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A42E77A"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53B7164D"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1DF5FCA"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616A9DB9" w14:textId="77777777" w:rsidR="00B046CC"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231BE23"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59582F30"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717228D"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3D953418"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FFC5164"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2DCB268C" w14:textId="77777777" w:rsidR="00B046CC"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5928BB2"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42060667"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C3075FB"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6A2B12D8"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17EE1A2"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4BA2AC50"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AB95633"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732CB3E6"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4FE6270"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7E131B1B"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E03D265"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33AB42A3"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C2827CD"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3B8BD357"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E3791B6"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34DDDC8B"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E6289DA"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654F435D" w14:textId="77777777" w:rsidR="00B046CC"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CD83874"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7DFA82AB"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E73D3BC"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0C8E7F49"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1B5B889"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43752F45" w14:textId="77777777" w:rsidR="00B046CC"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1A33932"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6DD5DF72"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0E9FFAB"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6C020DAC"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5D3756C"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3C4C867A"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ECFD2C8"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65D6220A"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2E4BC3D"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7C164B7F" w14:textId="77777777" w:rsidR="00B046CC" w:rsidRPr="00D020EB"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E5B3115" w14:textId="77777777" w:rsidR="00B046CC" w:rsidRPr="00D020EB" w:rsidRDefault="00B046CC" w:rsidP="00B046CC">
      <w:pPr>
        <w:tabs>
          <w:tab w:val="left" w:leader="dot" w:pos="9356"/>
        </w:tabs>
        <w:spacing w:after="0" w:line="240" w:lineRule="auto"/>
        <w:jc w:val="left"/>
        <w:rPr>
          <w:rFonts w:ascii="Calibri" w:eastAsia="Times New Roman" w:hAnsi="Calibri" w:cs="Calibri"/>
          <w:sz w:val="8"/>
          <w:szCs w:val="8"/>
          <w:lang w:eastAsia="fr-FR"/>
        </w:rPr>
      </w:pPr>
    </w:p>
    <w:p w14:paraId="0B76ECD7" w14:textId="77777777" w:rsidR="00B046CC" w:rsidRDefault="00B046CC" w:rsidP="00B046C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A61FCB0" w14:textId="77777777" w:rsidR="00B046CC" w:rsidRDefault="00B046CC" w:rsidP="006D52B0">
      <w:pPr>
        <w:tabs>
          <w:tab w:val="left" w:leader="dot" w:pos="9356"/>
        </w:tabs>
        <w:spacing w:after="0" w:line="240" w:lineRule="auto"/>
        <w:jc w:val="left"/>
        <w:rPr>
          <w:rFonts w:ascii="Calibri" w:eastAsia="Times New Roman" w:hAnsi="Calibri" w:cs="Calibri"/>
          <w:sz w:val="22"/>
          <w:lang w:eastAsia="fr-FR"/>
        </w:rPr>
      </w:pPr>
    </w:p>
    <w:p w14:paraId="2A72AAD1" w14:textId="77777777" w:rsidR="001E7389" w:rsidRPr="00D020EB" w:rsidRDefault="001E7389" w:rsidP="006D52B0">
      <w:pPr>
        <w:tabs>
          <w:tab w:val="left" w:leader="dot" w:pos="9356"/>
        </w:tabs>
        <w:spacing w:after="0" w:line="240" w:lineRule="auto"/>
        <w:jc w:val="left"/>
        <w:rPr>
          <w:rFonts w:ascii="Calibri" w:eastAsia="Times New Roman" w:hAnsi="Calibri" w:cs="Calibri"/>
          <w:sz w:val="22"/>
          <w:lang w:eastAsia="fr-FR"/>
        </w:rPr>
      </w:pPr>
    </w:p>
    <w:p w14:paraId="0C434359" w14:textId="084DBD0B" w:rsidR="006722D3" w:rsidRDefault="00776BFD" w:rsidP="00434944">
      <w:pPr>
        <w:pStyle w:val="Titre1"/>
      </w:pPr>
      <w:bookmarkStart w:id="9" w:name="_Toc195102352"/>
      <w:r>
        <w:lastRenderedPageBreak/>
        <w:t>Services associés </w:t>
      </w:r>
      <w:r w:rsidR="005F1950">
        <w:t>/ 15 points</w:t>
      </w:r>
      <w:bookmarkEnd w:id="9"/>
      <w:r>
        <w:t xml:space="preserve"> </w:t>
      </w:r>
    </w:p>
    <w:p w14:paraId="751C58DD" w14:textId="52611B69" w:rsidR="00776BFD" w:rsidRDefault="006722D3" w:rsidP="006722D3">
      <w:pPr>
        <w:pStyle w:val="Titre2"/>
      </w:pPr>
      <w:bookmarkStart w:id="10" w:name="_Toc195102353"/>
      <w:r>
        <w:t>S</w:t>
      </w:r>
      <w:r w:rsidR="00776BFD">
        <w:t>ite internet et application mobile</w:t>
      </w:r>
      <w:bookmarkEnd w:id="10"/>
    </w:p>
    <w:p w14:paraId="56D3D080" w14:textId="1FAFD5F4" w:rsidR="0040529A" w:rsidRPr="0040529A" w:rsidRDefault="00776BFD" w:rsidP="0040529A">
      <w:pPr>
        <w:pStyle w:val="Puce2"/>
        <w:rPr>
          <w:bCs/>
          <w:u w:val="none"/>
          <w:lang w:val="fr-FR" w:eastAsia="fr-FR"/>
        </w:rPr>
      </w:pPr>
      <w:r w:rsidRPr="0040529A">
        <w:rPr>
          <w:lang w:val="fr-FR" w:eastAsia="fr-FR"/>
        </w:rPr>
        <w:t xml:space="preserve">Présentation du site internet de gestion mis à disposition des utilisateurs et/ou de l’application mobile dédiée : </w:t>
      </w:r>
      <w:r w:rsidR="0040529A" w:rsidRPr="0040529A">
        <w:rPr>
          <w:bCs/>
          <w:u w:val="none"/>
          <w:lang w:val="fr-FR" w:eastAsia="fr-FR"/>
        </w:rPr>
        <w:t>modalités d’accès,</w:t>
      </w:r>
      <w:r w:rsidR="009E4B30">
        <w:rPr>
          <w:bCs/>
          <w:u w:val="none"/>
          <w:lang w:val="fr-FR" w:eastAsia="fr-FR"/>
        </w:rPr>
        <w:t xml:space="preserve"> fonctionnalités,</w:t>
      </w:r>
      <w:r w:rsidR="0040529A" w:rsidRPr="0040529A">
        <w:rPr>
          <w:bCs/>
          <w:u w:val="none"/>
          <w:lang w:val="fr-FR" w:eastAsia="fr-FR"/>
        </w:rPr>
        <w:t xml:space="preserve"> gestion des indisponibilités, assistance technique</w:t>
      </w:r>
    </w:p>
    <w:p w14:paraId="3891D86F"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E28F044"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139647A8"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747C18A"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66D885E0"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B94CBCD"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365B40C1"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5CFF850"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76760AD9"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98B155A"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57BEF489"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3B8199D"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58BB80D0"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C49912B"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5CB08E21"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C495ED4"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25C7D8DD"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ED754D9"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25DEFC60"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684A5F2"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59DF2229"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02E5270"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6C1D80D4"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2E445AB"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4A518650"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49A990F"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29EEA0CE"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29BB5D5"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48DD4466"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B95DBB0"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6F19D895"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D96D0D4"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2DD622DE"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B046DED"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43F9D751"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2C61D6F"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65641173"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AFE58B8"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1A9E72EC"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BAB86AC"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0E5A6481"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CCE718B"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3473B13D"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5633DBC"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5B444790"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57A3939"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1CF23EB7"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45CA163"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40A82191"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D1C7FE9"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1963C505"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38A0D36"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02299388"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00D83C1"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71843132"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76030D7"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303D8B23"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40F8B6B"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236454B6"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B129B30"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73D86ECE"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11FC407"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4AB02FA9"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4214E8B"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6CCF16C4"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FA94919"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7C66337F" w14:textId="77777777" w:rsidR="002C506A" w:rsidRPr="00D020EB" w:rsidRDefault="002C506A" w:rsidP="002C506A">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7D29328"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7AF02B6B" w14:textId="77777777" w:rsidR="002C506A" w:rsidRPr="00D020EB" w:rsidRDefault="002C506A" w:rsidP="002C506A">
      <w:pPr>
        <w:tabs>
          <w:tab w:val="left" w:leader="dot" w:pos="9356"/>
        </w:tabs>
        <w:spacing w:after="0" w:line="240" w:lineRule="auto"/>
        <w:jc w:val="left"/>
        <w:rPr>
          <w:rFonts w:ascii="Calibri" w:eastAsia="Times New Roman" w:hAnsi="Calibri" w:cs="Calibri"/>
          <w:sz w:val="8"/>
          <w:szCs w:val="8"/>
          <w:lang w:eastAsia="fr-FR"/>
        </w:rPr>
      </w:pPr>
    </w:p>
    <w:p w14:paraId="38799354" w14:textId="31B42221" w:rsidR="005D28D5" w:rsidRDefault="005D28D5" w:rsidP="005D28D5">
      <w:pPr>
        <w:pStyle w:val="Titre2"/>
      </w:pPr>
      <w:bookmarkStart w:id="11" w:name="_Toc195102354"/>
      <w:r w:rsidRPr="00D3329F">
        <w:lastRenderedPageBreak/>
        <w:t>Présentation des avantages annexes</w:t>
      </w:r>
      <w:r>
        <w:t xml:space="preserve"> proposé</w:t>
      </w:r>
      <w:r w:rsidRPr="00D3329F">
        <w:t>s aux salariés</w:t>
      </w:r>
      <w:bookmarkEnd w:id="11"/>
      <w:r>
        <w:t> </w:t>
      </w:r>
    </w:p>
    <w:p w14:paraId="7F5856B6" w14:textId="4DDC0080" w:rsidR="005D28D5" w:rsidRPr="00805B74" w:rsidRDefault="000962FF" w:rsidP="005D28D5">
      <w:pPr>
        <w:pStyle w:val="Puce2"/>
        <w:keepNext/>
        <w:ind w:right="283"/>
        <w:rPr>
          <w:b w:val="0"/>
          <w:u w:val="none"/>
          <w:lang w:val="fr-FR" w:eastAsia="fr-FR"/>
        </w:rPr>
      </w:pPr>
      <w:r w:rsidRPr="000962FF">
        <w:rPr>
          <w:lang w:val="fr-FR"/>
        </w:rPr>
        <w:t>Qualité et diversité d</w:t>
      </w:r>
      <w:r>
        <w:rPr>
          <w:lang w:val="fr-FR"/>
        </w:rPr>
        <w:t xml:space="preserve">es </w:t>
      </w:r>
      <w:r w:rsidR="005D28D5" w:rsidRPr="000962FF">
        <w:rPr>
          <w:lang w:val="fr-FR"/>
        </w:rPr>
        <w:t>Prestations proposées</w:t>
      </w:r>
      <w:r w:rsidR="005D28D5">
        <w:rPr>
          <w:b w:val="0"/>
          <w:u w:val="none"/>
          <w:lang w:val="fr-FR" w:eastAsia="fr-FR"/>
        </w:rPr>
        <w:t xml:space="preserve"> (</w:t>
      </w:r>
      <w:r w:rsidR="005D28D5" w:rsidRPr="00805B74">
        <w:rPr>
          <w:b w:val="0"/>
          <w:u w:val="none"/>
          <w:lang w:val="fr-FR" w:eastAsia="fr-FR"/>
        </w:rPr>
        <w:t xml:space="preserve">offres, partenariats, valorisation du commerce local, publicité, animation réseau des </w:t>
      </w:r>
      <w:r w:rsidR="005D28D5">
        <w:rPr>
          <w:b w:val="0"/>
          <w:u w:val="none"/>
          <w:lang w:val="fr-FR" w:eastAsia="fr-FR"/>
        </w:rPr>
        <w:t>affiliés),</w:t>
      </w:r>
      <w:r w:rsidR="005D28D5" w:rsidRPr="00805B74">
        <w:rPr>
          <w:b w:val="0"/>
          <w:u w:val="none"/>
          <w:lang w:val="fr-FR" w:eastAsia="fr-FR"/>
        </w:rPr>
        <w:t xml:space="preserve"> ainsi que les avantages annexes pour les salariés et réductions diverses </w:t>
      </w:r>
      <w:r w:rsidR="005D28D5">
        <w:rPr>
          <w:b w:val="0"/>
          <w:u w:val="none"/>
          <w:lang w:val="fr-FR" w:eastAsia="fr-FR"/>
        </w:rPr>
        <w:t>associées aux titres</w:t>
      </w:r>
      <w:r w:rsidR="005D28D5" w:rsidRPr="00805B74">
        <w:rPr>
          <w:b w:val="0"/>
          <w:u w:val="none"/>
          <w:lang w:val="fr-FR" w:eastAsia="fr-FR"/>
        </w:rPr>
        <w:t>, sur l’espace client du candidat ou un autre support, appréciés au regard de leur nombre, leur variété, leur originalité, leur attractivité, leur renouvellement, leur périodicité, les modes de participation et les méthodes de promotion.</w:t>
      </w:r>
    </w:p>
    <w:p w14:paraId="565B1B24" w14:textId="77777777" w:rsidR="00B84CA1" w:rsidRPr="00D020EB"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02D29CB" w14:textId="77777777" w:rsidR="00B84CA1" w:rsidRPr="00D020EB" w:rsidRDefault="00B84CA1" w:rsidP="00B84CA1">
      <w:pPr>
        <w:tabs>
          <w:tab w:val="left" w:leader="dot" w:pos="9356"/>
        </w:tabs>
        <w:spacing w:after="0" w:line="240" w:lineRule="auto"/>
        <w:jc w:val="left"/>
        <w:rPr>
          <w:rFonts w:ascii="Calibri" w:eastAsia="Times New Roman" w:hAnsi="Calibri" w:cs="Calibri"/>
          <w:sz w:val="8"/>
          <w:szCs w:val="8"/>
          <w:lang w:eastAsia="fr-FR"/>
        </w:rPr>
      </w:pPr>
    </w:p>
    <w:p w14:paraId="5FA911EF" w14:textId="77777777" w:rsidR="00B84CA1" w:rsidRPr="00D020EB"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421D8B6" w14:textId="77777777" w:rsidR="00B84CA1" w:rsidRPr="00D020EB" w:rsidRDefault="00B84CA1" w:rsidP="00B84CA1">
      <w:pPr>
        <w:tabs>
          <w:tab w:val="left" w:leader="dot" w:pos="9356"/>
        </w:tabs>
        <w:spacing w:after="0" w:line="240" w:lineRule="auto"/>
        <w:jc w:val="left"/>
        <w:rPr>
          <w:rFonts w:ascii="Calibri" w:eastAsia="Times New Roman" w:hAnsi="Calibri" w:cs="Calibri"/>
          <w:sz w:val="8"/>
          <w:szCs w:val="8"/>
          <w:lang w:eastAsia="fr-FR"/>
        </w:rPr>
      </w:pPr>
    </w:p>
    <w:p w14:paraId="5183B301" w14:textId="77777777" w:rsidR="00B84CA1" w:rsidRPr="00D020EB"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47714FD" w14:textId="77777777" w:rsidR="00B84CA1" w:rsidRPr="00D020EB" w:rsidRDefault="00B84CA1" w:rsidP="00B84CA1">
      <w:pPr>
        <w:tabs>
          <w:tab w:val="left" w:leader="dot" w:pos="9356"/>
        </w:tabs>
        <w:spacing w:after="0" w:line="240" w:lineRule="auto"/>
        <w:jc w:val="left"/>
        <w:rPr>
          <w:rFonts w:ascii="Calibri" w:eastAsia="Times New Roman" w:hAnsi="Calibri" w:cs="Calibri"/>
          <w:sz w:val="8"/>
          <w:szCs w:val="8"/>
          <w:lang w:eastAsia="fr-FR"/>
        </w:rPr>
      </w:pPr>
    </w:p>
    <w:p w14:paraId="276D0FC5" w14:textId="77777777" w:rsidR="00B84CA1" w:rsidRPr="00D020EB"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E02B496" w14:textId="77777777" w:rsidR="00B84CA1" w:rsidRPr="00D020EB" w:rsidRDefault="00B84CA1" w:rsidP="00B84CA1">
      <w:pPr>
        <w:tabs>
          <w:tab w:val="left" w:leader="dot" w:pos="9356"/>
        </w:tabs>
        <w:spacing w:after="0" w:line="240" w:lineRule="auto"/>
        <w:jc w:val="left"/>
        <w:rPr>
          <w:rFonts w:ascii="Calibri" w:eastAsia="Times New Roman" w:hAnsi="Calibri" w:cs="Calibri"/>
          <w:sz w:val="8"/>
          <w:szCs w:val="8"/>
          <w:lang w:eastAsia="fr-FR"/>
        </w:rPr>
      </w:pPr>
    </w:p>
    <w:p w14:paraId="68D6A4EC" w14:textId="77777777" w:rsidR="00B84CA1" w:rsidRPr="00D020EB"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D81E80D" w14:textId="77777777" w:rsidR="00B84CA1" w:rsidRPr="00D020EB" w:rsidRDefault="00B84CA1" w:rsidP="00B84CA1">
      <w:pPr>
        <w:tabs>
          <w:tab w:val="left" w:leader="dot" w:pos="9356"/>
        </w:tabs>
        <w:spacing w:after="0" w:line="240" w:lineRule="auto"/>
        <w:jc w:val="left"/>
        <w:rPr>
          <w:rFonts w:ascii="Calibri" w:eastAsia="Times New Roman" w:hAnsi="Calibri" w:cs="Calibri"/>
          <w:sz w:val="8"/>
          <w:szCs w:val="8"/>
          <w:lang w:eastAsia="fr-FR"/>
        </w:rPr>
      </w:pPr>
    </w:p>
    <w:p w14:paraId="4BAFE6EE" w14:textId="77777777" w:rsidR="00B84CA1" w:rsidRPr="00D020EB"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63B18BF" w14:textId="77777777" w:rsidR="00B84CA1" w:rsidRPr="00D020EB" w:rsidRDefault="00B84CA1" w:rsidP="00B84CA1">
      <w:pPr>
        <w:tabs>
          <w:tab w:val="left" w:leader="dot" w:pos="9356"/>
        </w:tabs>
        <w:spacing w:after="0" w:line="240" w:lineRule="auto"/>
        <w:jc w:val="left"/>
        <w:rPr>
          <w:rFonts w:ascii="Calibri" w:eastAsia="Times New Roman" w:hAnsi="Calibri" w:cs="Calibri"/>
          <w:sz w:val="8"/>
          <w:szCs w:val="8"/>
          <w:lang w:eastAsia="fr-FR"/>
        </w:rPr>
      </w:pPr>
    </w:p>
    <w:p w14:paraId="14311A87" w14:textId="77777777" w:rsidR="00B84CA1" w:rsidRPr="00D020EB"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AD356EE" w14:textId="77777777" w:rsidR="00B84CA1" w:rsidRPr="00D020EB" w:rsidRDefault="00B84CA1" w:rsidP="00B84CA1">
      <w:pPr>
        <w:tabs>
          <w:tab w:val="left" w:leader="dot" w:pos="9356"/>
        </w:tabs>
        <w:spacing w:after="0" w:line="240" w:lineRule="auto"/>
        <w:jc w:val="left"/>
        <w:rPr>
          <w:rFonts w:ascii="Calibri" w:eastAsia="Times New Roman" w:hAnsi="Calibri" w:cs="Calibri"/>
          <w:sz w:val="8"/>
          <w:szCs w:val="8"/>
          <w:lang w:eastAsia="fr-FR"/>
        </w:rPr>
      </w:pPr>
    </w:p>
    <w:p w14:paraId="58BAB08A" w14:textId="77777777" w:rsidR="00B84CA1" w:rsidRPr="00D020EB"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D13944C" w14:textId="77777777" w:rsidR="00B84CA1" w:rsidRPr="00D020EB" w:rsidRDefault="00B84CA1" w:rsidP="00B84CA1">
      <w:pPr>
        <w:tabs>
          <w:tab w:val="left" w:leader="dot" w:pos="9356"/>
        </w:tabs>
        <w:spacing w:after="0" w:line="240" w:lineRule="auto"/>
        <w:jc w:val="left"/>
        <w:rPr>
          <w:rFonts w:ascii="Calibri" w:eastAsia="Times New Roman" w:hAnsi="Calibri" w:cs="Calibri"/>
          <w:sz w:val="8"/>
          <w:szCs w:val="8"/>
          <w:lang w:eastAsia="fr-FR"/>
        </w:rPr>
      </w:pPr>
    </w:p>
    <w:p w14:paraId="432CEC3E" w14:textId="77777777" w:rsidR="00B84CA1"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D6FEF0D" w14:textId="77777777" w:rsidR="00B84CA1" w:rsidRPr="00D020EB" w:rsidRDefault="00B84CA1" w:rsidP="00B84CA1">
      <w:pPr>
        <w:tabs>
          <w:tab w:val="left" w:leader="dot" w:pos="9356"/>
        </w:tabs>
        <w:spacing w:after="0" w:line="240" w:lineRule="auto"/>
        <w:jc w:val="left"/>
        <w:rPr>
          <w:rFonts w:ascii="Calibri" w:eastAsia="Times New Roman" w:hAnsi="Calibri" w:cs="Calibri"/>
          <w:sz w:val="8"/>
          <w:szCs w:val="8"/>
          <w:lang w:eastAsia="fr-FR"/>
        </w:rPr>
      </w:pPr>
    </w:p>
    <w:p w14:paraId="3A32881C" w14:textId="77777777" w:rsidR="00B84CA1" w:rsidRPr="00D020EB"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F9C7177" w14:textId="77777777" w:rsidR="00B84CA1" w:rsidRPr="00D020EB" w:rsidRDefault="00B84CA1" w:rsidP="00B84CA1">
      <w:pPr>
        <w:tabs>
          <w:tab w:val="left" w:leader="dot" w:pos="9356"/>
        </w:tabs>
        <w:spacing w:after="0" w:line="240" w:lineRule="auto"/>
        <w:jc w:val="left"/>
        <w:rPr>
          <w:rFonts w:ascii="Calibri" w:eastAsia="Times New Roman" w:hAnsi="Calibri" w:cs="Calibri"/>
          <w:sz w:val="8"/>
          <w:szCs w:val="8"/>
          <w:lang w:eastAsia="fr-FR"/>
        </w:rPr>
      </w:pPr>
    </w:p>
    <w:p w14:paraId="6FB9AD28" w14:textId="77777777" w:rsidR="00B84CA1" w:rsidRPr="00D020EB"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134C9F2" w14:textId="77777777" w:rsidR="00B84CA1" w:rsidRPr="00D020EB" w:rsidRDefault="00B84CA1" w:rsidP="00B84CA1">
      <w:pPr>
        <w:tabs>
          <w:tab w:val="left" w:leader="dot" w:pos="9356"/>
        </w:tabs>
        <w:spacing w:after="0" w:line="240" w:lineRule="auto"/>
        <w:jc w:val="left"/>
        <w:rPr>
          <w:rFonts w:ascii="Calibri" w:eastAsia="Times New Roman" w:hAnsi="Calibri" w:cs="Calibri"/>
          <w:sz w:val="8"/>
          <w:szCs w:val="8"/>
          <w:lang w:eastAsia="fr-FR"/>
        </w:rPr>
      </w:pPr>
    </w:p>
    <w:p w14:paraId="213430D8" w14:textId="77777777" w:rsidR="00B84CA1" w:rsidRDefault="00B84CA1" w:rsidP="00B84CA1">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BEC3A1A"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507DACF2"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0608DEB"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13312739"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FBA67AF"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0D2892B4"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890BF2E"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140345F8"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C9FF10A"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7EEF0471"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28A4DE6"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7EDB4B4A"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DE454D0"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7B967E02"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76D19BF"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0F819A84" w14:textId="77777777" w:rsidR="006722D3"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A118388"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0CEFE07C"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983B40F"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7C9F9A6F"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1F47F40"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6BC27584" w14:textId="77777777" w:rsidR="006722D3"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491B71C"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052A8631"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B6AB12F"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571C386E"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0ADC46D"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55557C16"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B8646D0"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795765D6"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8EABF80"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50C1559C"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3FE1FC9"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67161AE3"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612717F"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1C98F8B8"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38A6DAE"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609E86F3" w14:textId="77777777" w:rsidR="006722D3"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CABF0D8"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2B435CC5"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24AC449"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195912BE" w14:textId="77777777" w:rsidR="006722D3" w:rsidRPr="00D020EB"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930BDEC"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2DF2B15F" w14:textId="77777777" w:rsidR="006722D3" w:rsidRDefault="006722D3" w:rsidP="006722D3">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12D6B12" w14:textId="77777777" w:rsidR="006722D3" w:rsidRPr="00D020EB" w:rsidRDefault="006722D3" w:rsidP="006722D3">
      <w:pPr>
        <w:tabs>
          <w:tab w:val="left" w:leader="dot" w:pos="9356"/>
        </w:tabs>
        <w:spacing w:after="0" w:line="240" w:lineRule="auto"/>
        <w:jc w:val="left"/>
        <w:rPr>
          <w:rFonts w:ascii="Calibri" w:eastAsia="Times New Roman" w:hAnsi="Calibri" w:cs="Calibri"/>
          <w:sz w:val="8"/>
          <w:szCs w:val="8"/>
          <w:lang w:eastAsia="fr-FR"/>
        </w:rPr>
      </w:pPr>
    </w:p>
    <w:p w14:paraId="523468D2" w14:textId="2DCFAE88" w:rsidR="00A259EE" w:rsidRDefault="00E55185" w:rsidP="00E55185">
      <w:pPr>
        <w:pStyle w:val="Titre"/>
      </w:pPr>
      <w:bookmarkStart w:id="12" w:name="_Toc195102355"/>
      <w:bookmarkStart w:id="13" w:name="_Toc477187882"/>
      <w:r>
        <w:lastRenderedPageBreak/>
        <w:t>Administration de la prestation</w:t>
      </w:r>
      <w:bookmarkEnd w:id="12"/>
    </w:p>
    <w:p w14:paraId="70FBEF49" w14:textId="145376A4" w:rsidR="008773CE" w:rsidRPr="008773CE" w:rsidRDefault="008773CE" w:rsidP="008773CE">
      <w:pPr>
        <w:jc w:val="center"/>
        <w:rPr>
          <w:b/>
          <w:bCs/>
          <w:i/>
          <w:iCs/>
          <w:sz w:val="22"/>
          <w:szCs w:val="24"/>
        </w:rPr>
      </w:pPr>
      <w:r w:rsidRPr="008773CE">
        <w:rPr>
          <w:b/>
          <w:bCs/>
          <w:i/>
          <w:iCs/>
          <w:sz w:val="22"/>
          <w:szCs w:val="24"/>
          <w:u w:val="single" w:color="EA001A" w:themeColor="accent1" w:themeShade="BF"/>
        </w:rPr>
        <w:t xml:space="preserve">Cet item fera l’objet d’une notation </w:t>
      </w:r>
      <w:r>
        <w:rPr>
          <w:b/>
          <w:bCs/>
          <w:i/>
          <w:iCs/>
          <w:sz w:val="22"/>
          <w:szCs w:val="24"/>
          <w:u w:val="single" w:color="EA001A" w:themeColor="accent1" w:themeShade="BF"/>
        </w:rPr>
        <w:t>sur</w:t>
      </w:r>
      <w:r w:rsidRPr="008773CE">
        <w:rPr>
          <w:b/>
          <w:bCs/>
          <w:i/>
          <w:iCs/>
          <w:sz w:val="22"/>
          <w:szCs w:val="24"/>
          <w:u w:val="single" w:color="EA001A" w:themeColor="accent1" w:themeShade="BF"/>
        </w:rPr>
        <w:t xml:space="preserve"> 3</w:t>
      </w:r>
      <w:r>
        <w:rPr>
          <w:b/>
          <w:bCs/>
          <w:i/>
          <w:iCs/>
          <w:sz w:val="22"/>
          <w:szCs w:val="24"/>
          <w:u w:val="single" w:color="EA001A" w:themeColor="accent1" w:themeShade="BF"/>
        </w:rPr>
        <w:t>0</w:t>
      </w:r>
      <w:r w:rsidRPr="008773CE">
        <w:rPr>
          <w:b/>
          <w:bCs/>
          <w:i/>
          <w:iCs/>
          <w:sz w:val="22"/>
          <w:szCs w:val="24"/>
          <w:u w:val="single" w:color="EA001A" w:themeColor="accent1" w:themeShade="BF"/>
        </w:rPr>
        <w:t xml:space="preserve"> points au titre de la valeur technique</w:t>
      </w:r>
    </w:p>
    <w:p w14:paraId="0F0F774F" w14:textId="2D590ACD" w:rsidR="00436F26" w:rsidRPr="00E031D7" w:rsidRDefault="00436F26" w:rsidP="00436F26">
      <w:pPr>
        <w:pStyle w:val="Titre1"/>
      </w:pPr>
      <w:bookmarkStart w:id="14" w:name="_Toc195102356"/>
      <w:r w:rsidRPr="00E031D7">
        <w:t>Organisation de la relation clients </w:t>
      </w:r>
      <w:bookmarkEnd w:id="13"/>
      <w:r w:rsidR="00F256FD">
        <w:t xml:space="preserve">/ </w:t>
      </w:r>
      <w:r w:rsidR="003C43C4">
        <w:t>10</w:t>
      </w:r>
      <w:r w:rsidR="00F256FD">
        <w:t xml:space="preserve"> points</w:t>
      </w:r>
      <w:bookmarkEnd w:id="14"/>
    </w:p>
    <w:p w14:paraId="5F60C34D" w14:textId="77777777" w:rsidR="00436F26" w:rsidRPr="00A56F40" w:rsidRDefault="00436F26" w:rsidP="00436F26">
      <w:pPr>
        <w:pStyle w:val="Paragraphedeliste"/>
        <w:numPr>
          <w:ilvl w:val="0"/>
          <w:numId w:val="4"/>
        </w:numPr>
        <w:rPr>
          <w:b/>
          <w:bCs/>
        </w:rPr>
      </w:pPr>
      <w:r w:rsidRPr="00A56F40">
        <w:rPr>
          <w:b/>
          <w:bCs/>
        </w:rPr>
        <w:t xml:space="preserve">Le candidat présente l'organisation qu'il mettra en place pour le suivi administratif et commercial de la prestation en identifiant l’interlocuteur dédié son rôle et ses fonctions ainsi que l'ensemble des intervenants en précisant leurs rôles et fonctions: </w:t>
      </w:r>
    </w:p>
    <w:p w14:paraId="1E314441"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3143EF0"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1ABF686A"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C155B36"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1A590302"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3D515C7"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00B15A06"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ED74CC8"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14A95BC4"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0323BA4"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6226E512"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92EC7A6"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62ADD231"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165860E"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6ED4A245"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E623370"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485C51FD"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8C22BF5"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6C1D0FB2"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1F01A9F"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633A2272" w14:textId="77777777" w:rsidR="00436F26"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84863B4"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1C25C6A3"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042114F"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319F0973"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D3A3D18"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7E46A405"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70F6001"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23E300E0"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6A54440"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1D3831E7"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FDF3EEA"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027D623D"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F2E7FBA"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55E6B393"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E83F74E"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77B32A33"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F66CF94"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16362DB8"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784B43A"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7902DA60"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D8095C0"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48FDD0C6"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C3F16AB"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2B5576B0" w14:textId="77777777" w:rsidR="00436F26"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8B70C3E"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715D52E1"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4416FF6"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7D70EB55"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0011A35"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755746AE"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03F82EA"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0F8E0EAC"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7D590C8"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3720409E"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B5BBFD1"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39DAADA3"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54411AC"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6F66A396"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F9EA2DC"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13DAA505" w14:textId="77777777" w:rsidR="00436F26" w:rsidRPr="00D020EB" w:rsidRDefault="00436F26" w:rsidP="00436F26">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5F97527"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1C87BC2A" w14:textId="77777777" w:rsidR="00436F26" w:rsidRPr="00D020EB" w:rsidRDefault="00436F26" w:rsidP="00436F26">
      <w:pPr>
        <w:tabs>
          <w:tab w:val="left" w:leader="dot" w:pos="9356"/>
        </w:tabs>
        <w:spacing w:after="0" w:line="240" w:lineRule="auto"/>
        <w:jc w:val="left"/>
        <w:rPr>
          <w:rFonts w:ascii="Calibri" w:eastAsia="Times New Roman" w:hAnsi="Calibri" w:cs="Calibri"/>
          <w:sz w:val="8"/>
          <w:szCs w:val="8"/>
          <w:lang w:eastAsia="fr-FR"/>
        </w:rPr>
      </w:pPr>
    </w:p>
    <w:p w14:paraId="29E6124F" w14:textId="3B339508" w:rsidR="00434944" w:rsidRDefault="00434944" w:rsidP="00434944">
      <w:pPr>
        <w:pStyle w:val="Titre1"/>
      </w:pPr>
      <w:bookmarkStart w:id="15" w:name="_Toc195102357"/>
      <w:r>
        <w:lastRenderedPageBreak/>
        <w:t>Phase déploiement du marché</w:t>
      </w:r>
      <w:r w:rsidR="00F256FD">
        <w:t xml:space="preserve"> / </w:t>
      </w:r>
      <w:r w:rsidR="003C43C4">
        <w:t>10</w:t>
      </w:r>
      <w:r w:rsidR="00F256FD">
        <w:t xml:space="preserve"> points</w:t>
      </w:r>
      <w:bookmarkEnd w:id="15"/>
    </w:p>
    <w:p w14:paraId="7D83E060" w14:textId="6277344B" w:rsidR="008E4BEF" w:rsidRPr="00860752" w:rsidRDefault="006418AD" w:rsidP="00860752">
      <w:pPr>
        <w:pStyle w:val="Titre2"/>
        <w:rPr>
          <w:lang w:eastAsia="fr-FR"/>
        </w:rPr>
      </w:pPr>
      <w:r w:rsidRPr="00860752">
        <w:rPr>
          <w:lang w:eastAsia="fr-FR"/>
        </w:rPr>
        <w:t xml:space="preserve"> </w:t>
      </w:r>
      <w:bookmarkStart w:id="16" w:name="_Toc195102358"/>
      <w:r w:rsidR="00A56F40" w:rsidRPr="00860752">
        <w:rPr>
          <w:lang w:eastAsia="fr-FR"/>
        </w:rPr>
        <w:t>Méthodologie mise en place pour la prise de contrat</w:t>
      </w:r>
      <w:r w:rsidR="008E4BEF" w:rsidRPr="00860752">
        <w:rPr>
          <w:lang w:eastAsia="fr-FR"/>
        </w:rPr>
        <w:t> :</w:t>
      </w:r>
      <w:bookmarkEnd w:id="16"/>
      <w:r w:rsidR="008E4BEF" w:rsidRPr="00860752">
        <w:rPr>
          <w:lang w:eastAsia="fr-FR"/>
        </w:rPr>
        <w:t xml:space="preserve"> </w:t>
      </w:r>
    </w:p>
    <w:p w14:paraId="60DD082D" w14:textId="77777777" w:rsidR="00860752" w:rsidRDefault="006813EC" w:rsidP="00E8113E">
      <w:pPr>
        <w:pStyle w:val="Puce2"/>
        <w:keepNext/>
        <w:rPr>
          <w:bCs/>
          <w:u w:val="none"/>
          <w:lang w:val="fr-FR" w:eastAsia="fr-FR"/>
        </w:rPr>
      </w:pPr>
      <w:r w:rsidRPr="00860752">
        <w:rPr>
          <w:bCs/>
          <w:u w:val="none"/>
          <w:lang w:val="fr-FR" w:eastAsia="fr-FR"/>
        </w:rPr>
        <w:t>Modalités de communication et d’informations auprès des bénéficiaires,</w:t>
      </w:r>
      <w:r w:rsidR="00860752">
        <w:rPr>
          <w:bCs/>
          <w:u w:val="none"/>
          <w:lang w:val="fr-FR" w:eastAsia="fr-FR"/>
        </w:rPr>
        <w:t xml:space="preserve"> </w:t>
      </w:r>
    </w:p>
    <w:p w14:paraId="55B651B5" w14:textId="16CD665F" w:rsidR="001C53AE" w:rsidRPr="00860752" w:rsidRDefault="006813EC" w:rsidP="00E8113E">
      <w:pPr>
        <w:pStyle w:val="Puce2"/>
        <w:keepNext/>
        <w:rPr>
          <w:bCs/>
          <w:u w:val="none"/>
          <w:lang w:val="fr-FR" w:eastAsia="fr-FR"/>
        </w:rPr>
      </w:pPr>
      <w:r w:rsidRPr="00860752">
        <w:rPr>
          <w:bCs/>
          <w:u w:val="none"/>
          <w:lang w:val="fr-FR" w:eastAsia="fr-FR"/>
        </w:rPr>
        <w:t xml:space="preserve">Modalités </w:t>
      </w:r>
      <w:r w:rsidR="001C53AE" w:rsidRPr="00860752">
        <w:rPr>
          <w:bCs/>
          <w:u w:val="none"/>
          <w:lang w:val="fr-FR" w:eastAsia="fr-FR"/>
        </w:rPr>
        <w:t xml:space="preserve">du processus </w:t>
      </w:r>
      <w:r w:rsidR="005D25A1" w:rsidRPr="00860752">
        <w:rPr>
          <w:bCs/>
          <w:u w:val="none"/>
          <w:lang w:val="fr-FR" w:eastAsia="fr-FR"/>
        </w:rPr>
        <w:t xml:space="preserve">de la commande </w:t>
      </w:r>
      <w:r w:rsidR="001C53AE" w:rsidRPr="00860752">
        <w:rPr>
          <w:bCs/>
          <w:u w:val="none"/>
          <w:lang w:val="fr-FR" w:eastAsia="fr-FR"/>
        </w:rPr>
        <w:t>initial</w:t>
      </w:r>
      <w:r w:rsidR="005D25A1" w:rsidRPr="00860752">
        <w:rPr>
          <w:bCs/>
          <w:u w:val="none"/>
          <w:lang w:val="fr-FR" w:eastAsia="fr-FR"/>
        </w:rPr>
        <w:t>e</w:t>
      </w:r>
      <w:r w:rsidR="001C53AE" w:rsidRPr="00860752">
        <w:rPr>
          <w:bCs/>
          <w:u w:val="none"/>
          <w:lang w:val="fr-FR" w:eastAsia="fr-FR"/>
        </w:rPr>
        <w:t xml:space="preserve"> et les acteurs de la livraison.</w:t>
      </w:r>
    </w:p>
    <w:p w14:paraId="7A38E2E0" w14:textId="437424FA" w:rsidR="005D25A1" w:rsidRPr="006722D3" w:rsidRDefault="005D25A1" w:rsidP="00860752">
      <w:pPr>
        <w:pStyle w:val="Puce2"/>
        <w:keepNext/>
        <w:rPr>
          <w:bCs/>
          <w:u w:val="none"/>
          <w:lang w:val="fr-FR" w:eastAsia="fr-FR"/>
        </w:rPr>
      </w:pPr>
      <w:r w:rsidRPr="006722D3">
        <w:rPr>
          <w:bCs/>
          <w:u w:val="none"/>
          <w:lang w:val="fr-FR" w:eastAsia="fr-FR"/>
        </w:rPr>
        <w:t>Délais</w:t>
      </w:r>
      <w:r w:rsidRPr="00860752">
        <w:rPr>
          <w:bCs/>
          <w:u w:val="none"/>
          <w:lang w:val="fr-FR" w:eastAsia="fr-FR"/>
        </w:rPr>
        <w:t xml:space="preserve"> de livraison</w:t>
      </w:r>
    </w:p>
    <w:p w14:paraId="780048F1"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DFB4FA5"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6D2B3DC9"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EEE47D9"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0647252E"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26A04EA"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684B6F7B"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1009FDF"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0001EDDB"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50E94BE"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7B6D20FA"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4970A5D"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517548DB"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B78E6CE"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083B403C"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41BF7A4"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1FF8311C" w14:textId="77777777" w:rsidR="008E4BEF"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F80D38B"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5C404333"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85EF536"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5DF1F1DB"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5D84536"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74E3FC9C" w14:textId="77777777" w:rsidR="008E4BEF"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95EDE43"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77819843"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1BB4012"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4795C496"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7A3845C"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37199D68"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CB86C68"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7A23B283"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684389C"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597C9D99"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CB6EA20"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3040848C"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629CE2B"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7CD72341"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4707A6F"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4A15DE0C"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3F45783"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0FCE1EAD" w14:textId="77777777" w:rsidR="008E4BEF"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17B7D67"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2986DF37"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62E1221"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207A4AF7"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E9AAA71"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5E897A2E"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B211B57"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2022B046" w14:textId="77777777" w:rsidR="008E4BEF" w:rsidRPr="00D020EB"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DD134D5" w14:textId="77777777" w:rsidR="008E4BEF" w:rsidRPr="00D020EB" w:rsidRDefault="008E4BEF" w:rsidP="008E4BEF">
      <w:pPr>
        <w:tabs>
          <w:tab w:val="left" w:leader="dot" w:pos="9356"/>
        </w:tabs>
        <w:spacing w:after="0" w:line="240" w:lineRule="auto"/>
        <w:jc w:val="left"/>
        <w:rPr>
          <w:rFonts w:ascii="Calibri" w:eastAsia="Times New Roman" w:hAnsi="Calibri" w:cs="Calibri"/>
          <w:sz w:val="8"/>
          <w:szCs w:val="8"/>
          <w:lang w:eastAsia="fr-FR"/>
        </w:rPr>
      </w:pPr>
    </w:p>
    <w:p w14:paraId="0DE4D38E" w14:textId="77777777" w:rsidR="008E4BEF" w:rsidRDefault="008E4BEF" w:rsidP="008E4BE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B792A01" w14:textId="77777777" w:rsidR="002C5E77" w:rsidRPr="00D020EB" w:rsidRDefault="002C5E77" w:rsidP="002C5E77">
      <w:pPr>
        <w:tabs>
          <w:tab w:val="left" w:leader="dot" w:pos="9356"/>
        </w:tabs>
        <w:spacing w:after="0" w:line="240" w:lineRule="auto"/>
        <w:jc w:val="left"/>
        <w:rPr>
          <w:rFonts w:ascii="Calibri" w:eastAsia="Times New Roman" w:hAnsi="Calibri" w:cs="Calibri"/>
          <w:sz w:val="8"/>
          <w:szCs w:val="8"/>
          <w:lang w:eastAsia="fr-FR"/>
        </w:rPr>
      </w:pPr>
    </w:p>
    <w:p w14:paraId="524D4EB7" w14:textId="77777777" w:rsidR="002C5E77" w:rsidRPr="00D020EB" w:rsidRDefault="002C5E77" w:rsidP="002C5E77">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AD1A0F6" w14:textId="77777777" w:rsidR="002C5E77" w:rsidRPr="00D020EB" w:rsidRDefault="002C5E77" w:rsidP="002C5E77">
      <w:pPr>
        <w:tabs>
          <w:tab w:val="left" w:leader="dot" w:pos="9356"/>
        </w:tabs>
        <w:spacing w:after="0" w:line="240" w:lineRule="auto"/>
        <w:jc w:val="left"/>
        <w:rPr>
          <w:rFonts w:ascii="Calibri" w:eastAsia="Times New Roman" w:hAnsi="Calibri" w:cs="Calibri"/>
          <w:sz w:val="8"/>
          <w:szCs w:val="8"/>
          <w:lang w:eastAsia="fr-FR"/>
        </w:rPr>
      </w:pPr>
    </w:p>
    <w:p w14:paraId="5718FF71" w14:textId="77777777" w:rsidR="002C5E77" w:rsidRPr="00D020EB" w:rsidRDefault="002C5E77" w:rsidP="002C5E77">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50C787A" w14:textId="77777777" w:rsidR="002C5E77" w:rsidRPr="00D020EB" w:rsidRDefault="002C5E77" w:rsidP="002C5E77">
      <w:pPr>
        <w:tabs>
          <w:tab w:val="left" w:leader="dot" w:pos="9356"/>
        </w:tabs>
        <w:spacing w:after="0" w:line="240" w:lineRule="auto"/>
        <w:jc w:val="left"/>
        <w:rPr>
          <w:rFonts w:ascii="Calibri" w:eastAsia="Times New Roman" w:hAnsi="Calibri" w:cs="Calibri"/>
          <w:sz w:val="8"/>
          <w:szCs w:val="8"/>
          <w:lang w:eastAsia="fr-FR"/>
        </w:rPr>
      </w:pPr>
    </w:p>
    <w:p w14:paraId="7A76C5C5" w14:textId="77777777" w:rsidR="002C5E77" w:rsidRDefault="002C5E77" w:rsidP="002C5E77">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98E14AC" w14:textId="77777777" w:rsidR="002C5E77" w:rsidRPr="00D020EB" w:rsidRDefault="002C5E77" w:rsidP="002C5E77">
      <w:pPr>
        <w:tabs>
          <w:tab w:val="left" w:leader="dot" w:pos="9356"/>
        </w:tabs>
        <w:spacing w:after="0" w:line="240" w:lineRule="auto"/>
        <w:jc w:val="left"/>
        <w:rPr>
          <w:rFonts w:ascii="Calibri" w:eastAsia="Times New Roman" w:hAnsi="Calibri" w:cs="Calibri"/>
          <w:sz w:val="8"/>
          <w:szCs w:val="8"/>
          <w:lang w:eastAsia="fr-FR"/>
        </w:rPr>
      </w:pPr>
    </w:p>
    <w:p w14:paraId="1ABBD8F0" w14:textId="77777777" w:rsidR="002C5E77" w:rsidRPr="00D020EB" w:rsidRDefault="002C5E77" w:rsidP="002C5E77">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37E297C" w14:textId="77777777" w:rsidR="002C5E77" w:rsidRPr="00D020EB" w:rsidRDefault="002C5E77" w:rsidP="002C5E77">
      <w:pPr>
        <w:tabs>
          <w:tab w:val="left" w:leader="dot" w:pos="9356"/>
        </w:tabs>
        <w:spacing w:after="0" w:line="240" w:lineRule="auto"/>
        <w:jc w:val="left"/>
        <w:rPr>
          <w:rFonts w:ascii="Calibri" w:eastAsia="Times New Roman" w:hAnsi="Calibri" w:cs="Calibri"/>
          <w:sz w:val="8"/>
          <w:szCs w:val="8"/>
          <w:lang w:eastAsia="fr-FR"/>
        </w:rPr>
      </w:pPr>
    </w:p>
    <w:p w14:paraId="0A0A39AA" w14:textId="77777777" w:rsidR="002C5E77" w:rsidRPr="00D020EB" w:rsidRDefault="002C5E77" w:rsidP="002C5E77">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552EA67" w14:textId="77777777" w:rsidR="002C5E77" w:rsidRPr="00D020EB" w:rsidRDefault="002C5E77" w:rsidP="002C5E77">
      <w:pPr>
        <w:tabs>
          <w:tab w:val="left" w:leader="dot" w:pos="9356"/>
        </w:tabs>
        <w:spacing w:after="0" w:line="240" w:lineRule="auto"/>
        <w:jc w:val="left"/>
        <w:rPr>
          <w:rFonts w:ascii="Calibri" w:eastAsia="Times New Roman" w:hAnsi="Calibri" w:cs="Calibri"/>
          <w:sz w:val="8"/>
          <w:szCs w:val="8"/>
          <w:lang w:eastAsia="fr-FR"/>
        </w:rPr>
      </w:pPr>
    </w:p>
    <w:p w14:paraId="18F73B60" w14:textId="77777777" w:rsidR="002C5E77" w:rsidRPr="00D020EB" w:rsidRDefault="002C5E77" w:rsidP="002C5E77">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FAD9010" w14:textId="77777777" w:rsidR="002C5E77" w:rsidRPr="00D020EB" w:rsidRDefault="002C5E77" w:rsidP="002C5E77">
      <w:pPr>
        <w:tabs>
          <w:tab w:val="left" w:leader="dot" w:pos="9356"/>
        </w:tabs>
        <w:spacing w:after="0" w:line="240" w:lineRule="auto"/>
        <w:jc w:val="left"/>
        <w:rPr>
          <w:rFonts w:ascii="Calibri" w:eastAsia="Times New Roman" w:hAnsi="Calibri" w:cs="Calibri"/>
          <w:sz w:val="8"/>
          <w:szCs w:val="8"/>
          <w:lang w:eastAsia="fr-FR"/>
        </w:rPr>
      </w:pPr>
    </w:p>
    <w:p w14:paraId="207CACE0" w14:textId="77777777" w:rsidR="002C5E77" w:rsidRPr="00D020EB" w:rsidRDefault="002C5E77" w:rsidP="002C5E77">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A00D8E7" w14:textId="77777777" w:rsidR="002C5E77" w:rsidRPr="00D020EB" w:rsidRDefault="002C5E77" w:rsidP="002C5E77">
      <w:pPr>
        <w:tabs>
          <w:tab w:val="left" w:leader="dot" w:pos="9356"/>
        </w:tabs>
        <w:spacing w:after="0" w:line="240" w:lineRule="auto"/>
        <w:jc w:val="left"/>
        <w:rPr>
          <w:rFonts w:ascii="Calibri" w:eastAsia="Times New Roman" w:hAnsi="Calibri" w:cs="Calibri"/>
          <w:sz w:val="8"/>
          <w:szCs w:val="8"/>
          <w:lang w:eastAsia="fr-FR"/>
        </w:rPr>
      </w:pPr>
    </w:p>
    <w:p w14:paraId="3D8DF35B" w14:textId="77777777" w:rsidR="002C5E77" w:rsidRPr="00D020EB" w:rsidRDefault="002C5E77" w:rsidP="002C5E77">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9BDB0F2" w14:textId="77777777" w:rsidR="002C5E77" w:rsidRPr="00D020EB" w:rsidRDefault="002C5E77" w:rsidP="002C5E77">
      <w:pPr>
        <w:tabs>
          <w:tab w:val="left" w:leader="dot" w:pos="9356"/>
        </w:tabs>
        <w:spacing w:after="0" w:line="240" w:lineRule="auto"/>
        <w:jc w:val="left"/>
        <w:rPr>
          <w:rFonts w:ascii="Calibri" w:eastAsia="Times New Roman" w:hAnsi="Calibri" w:cs="Calibri"/>
          <w:sz w:val="8"/>
          <w:szCs w:val="8"/>
          <w:lang w:eastAsia="fr-FR"/>
        </w:rPr>
      </w:pPr>
    </w:p>
    <w:p w14:paraId="4077841F" w14:textId="77777777" w:rsidR="002C5E77" w:rsidRPr="00D020EB" w:rsidRDefault="002C5E77" w:rsidP="002C5E77">
      <w:pPr>
        <w:tabs>
          <w:tab w:val="left" w:leader="dot" w:pos="9356"/>
        </w:tabs>
        <w:spacing w:after="0" w:line="240" w:lineRule="auto"/>
        <w:jc w:val="left"/>
        <w:rPr>
          <w:rFonts w:ascii="Calibri" w:eastAsia="Times New Roman" w:hAnsi="Calibri" w:cs="Calibri"/>
          <w:sz w:val="8"/>
          <w:szCs w:val="8"/>
          <w:lang w:eastAsia="fr-FR"/>
        </w:rPr>
      </w:pPr>
    </w:p>
    <w:p w14:paraId="2891D51F" w14:textId="13522A1C" w:rsidR="0040529A" w:rsidRDefault="000F0A0F" w:rsidP="0040529A">
      <w:pPr>
        <w:pStyle w:val="Titre1"/>
      </w:pPr>
      <w:bookmarkStart w:id="17" w:name="_Toc195102359"/>
      <w:r>
        <w:lastRenderedPageBreak/>
        <w:t>gestion par le service des ressources humaines</w:t>
      </w:r>
      <w:r w:rsidR="00F256FD">
        <w:t xml:space="preserve"> / 10 points</w:t>
      </w:r>
      <w:bookmarkEnd w:id="17"/>
    </w:p>
    <w:p w14:paraId="7BAB3D17" w14:textId="411268CD" w:rsidR="000F0A0F" w:rsidRPr="00D020EB" w:rsidRDefault="000F0A0F" w:rsidP="000F0A0F">
      <w:pPr>
        <w:pStyle w:val="Titre2"/>
      </w:pPr>
      <w:bookmarkStart w:id="18" w:name="_Toc477187885"/>
      <w:bookmarkStart w:id="19" w:name="_Toc195102360"/>
      <w:r>
        <w:t xml:space="preserve">Site Internet </w:t>
      </w:r>
      <w:bookmarkEnd w:id="18"/>
      <w:r w:rsidR="00F05650">
        <w:t>dédié à l’administration de la prestation</w:t>
      </w:r>
      <w:bookmarkStart w:id="20" w:name="_Toc477187902"/>
      <w:bookmarkEnd w:id="19"/>
    </w:p>
    <w:p w14:paraId="73538693" w14:textId="5705690B" w:rsidR="000F0A0F" w:rsidRPr="00F05650" w:rsidRDefault="000F0A0F" w:rsidP="00F05650">
      <w:pPr>
        <w:pStyle w:val="Puce2"/>
        <w:keepNext/>
        <w:rPr>
          <w:bCs/>
          <w:u w:val="none"/>
          <w:lang w:val="fr-FR" w:eastAsia="fr-FR"/>
        </w:rPr>
      </w:pPr>
      <w:bookmarkStart w:id="21" w:name="_Toc477187886"/>
      <w:r w:rsidRPr="00F05650">
        <w:rPr>
          <w:bCs/>
          <w:u w:val="none"/>
          <w:lang w:val="fr-FR" w:eastAsia="fr-FR"/>
        </w:rPr>
        <w:t>Description de la plate-forme web</w:t>
      </w:r>
      <w:r w:rsidR="00C52EDB">
        <w:rPr>
          <w:bCs/>
          <w:u w:val="none"/>
          <w:lang w:val="fr-FR" w:eastAsia="fr-FR"/>
        </w:rPr>
        <w:t xml:space="preserve"> d’administration</w:t>
      </w:r>
      <w:r w:rsidRPr="00F05650">
        <w:rPr>
          <w:bCs/>
          <w:u w:val="none"/>
          <w:lang w:val="fr-FR" w:eastAsia="fr-FR"/>
        </w:rPr>
        <w:t>,</w:t>
      </w:r>
      <w:r w:rsidR="00C52EDB">
        <w:rPr>
          <w:bCs/>
          <w:u w:val="none"/>
          <w:lang w:val="fr-FR" w:eastAsia="fr-FR"/>
        </w:rPr>
        <w:t xml:space="preserve"> fonctionnalités,</w:t>
      </w:r>
      <w:r w:rsidRPr="00F05650">
        <w:rPr>
          <w:bCs/>
          <w:u w:val="none"/>
          <w:lang w:val="fr-FR" w:eastAsia="fr-FR"/>
        </w:rPr>
        <w:t xml:space="preserve"> modalités d’accès, gestion des indisponibilités, assistance technique</w:t>
      </w:r>
      <w:bookmarkEnd w:id="21"/>
    </w:p>
    <w:p w14:paraId="665EB2E8"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A0251B6"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26058E62"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E340238"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6C45F628"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301583D"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75A2F1CD"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72336EB"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6CFE8925"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BE03DFC"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64B6DBF7"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6217077"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5BE467FC"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47617D2"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217CB4FF"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8386F15"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380A474E"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D5E4A88"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255E4363" w14:textId="77777777" w:rsidR="000F0A0F"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C4BE9BC"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775290AF"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5857D0A"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5D1ABF06"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61F3393"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560A8BE8" w14:textId="77777777" w:rsidR="000F0A0F"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AAC03A3"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44146014"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CB6AD44"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721E6E9"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AA4775A"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2837117"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7965E70"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5EB1DBC8"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849737A"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4DFF7C5"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F312258"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AFF8BBF"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8A0E8F0"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0153520"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8A3E2B8"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023D7B5F"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BB2ACC7"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09B09C9"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6D35D65"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5B2C022"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581CD64"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FB14487"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E9EC8A8"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C84B829"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6005DA2"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7150C29"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D80417C"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C5CFB8C"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62B3155"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2104CF1"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66482D5"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8FBF195"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46FB08D"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BD4FFBE"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563F2CB"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06661643"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570CAE1"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323D89B"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13974FF"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044A2771"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BD7D47F"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1FFD9B1"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F4F0EB4"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6F3DA18"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402A83B"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F04CC1B" w14:textId="0B48C5D7" w:rsidR="008819B4" w:rsidRPr="002F1844" w:rsidRDefault="008819B4" w:rsidP="008819B4">
      <w:pPr>
        <w:pStyle w:val="Puce2"/>
        <w:keepNext/>
        <w:ind w:right="283"/>
        <w:rPr>
          <w:bCs/>
          <w:u w:val="none"/>
          <w:lang w:val="fr-FR" w:eastAsia="fr-FR"/>
        </w:rPr>
      </w:pPr>
      <w:bookmarkStart w:id="22" w:name="_Toc477187887"/>
      <w:r w:rsidRPr="002F1844">
        <w:rPr>
          <w:bCs/>
          <w:u w:val="none"/>
          <w:lang w:val="fr-FR" w:eastAsia="fr-FR"/>
        </w:rPr>
        <w:lastRenderedPageBreak/>
        <w:t>Modalités de traitement des fichiers de commande (fournir une trame du fichier de commande)</w:t>
      </w:r>
      <w:r w:rsidR="007D2BB4">
        <w:rPr>
          <w:bCs/>
          <w:u w:val="none"/>
          <w:lang w:val="fr-FR" w:eastAsia="fr-FR"/>
        </w:rPr>
        <w:t xml:space="preserve">, </w:t>
      </w:r>
      <w:r w:rsidR="007D2BB4" w:rsidRPr="007D2BB4">
        <w:rPr>
          <w:bCs/>
          <w:u w:val="none"/>
          <w:lang w:val="fr-FR" w:eastAsia="fr-FR"/>
        </w:rPr>
        <w:t>en détaillant la sécurisation des donnée</w:t>
      </w:r>
      <w:r w:rsidR="007D2BB4">
        <w:rPr>
          <w:bCs/>
          <w:u w:val="none"/>
          <w:lang w:val="fr-FR" w:eastAsia="fr-FR"/>
        </w:rPr>
        <w:t xml:space="preserve">s. </w:t>
      </w:r>
      <w:r w:rsidRPr="002F1844">
        <w:rPr>
          <w:bCs/>
          <w:u w:val="none"/>
          <w:lang w:val="fr-FR" w:eastAsia="fr-FR"/>
        </w:rPr>
        <w:t>Délai de prise en compte du chargement sur les cartes.</w:t>
      </w:r>
    </w:p>
    <w:bookmarkEnd w:id="22"/>
    <w:p w14:paraId="1A250F83"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AD0D568"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5897AED4"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E1ACFC2"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75A13006"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3BC3B42"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273A2E2B"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E09DD44"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5B7A7C01"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4F40769"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20CD00D7"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3A60CB2"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44420BA4"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4C55989"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67A3B17A" w14:textId="77777777" w:rsidR="00C52EDB" w:rsidRPr="00D020EB" w:rsidRDefault="000F0A0F"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r w:rsidR="00C52EDB" w:rsidRPr="00D020EB">
        <w:rPr>
          <w:rFonts w:ascii="Calibri" w:eastAsia="Times New Roman" w:hAnsi="Calibri" w:cs="Calibri"/>
          <w:sz w:val="22"/>
          <w:lang w:eastAsia="fr-FR"/>
        </w:rPr>
        <w:tab/>
      </w:r>
    </w:p>
    <w:p w14:paraId="0DDC9394"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2164AB6"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C3D1FEE"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FFEB1F3"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8FD6B82"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D11FE7D"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65CFE51"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8953B79"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01766D4"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CD08CA3"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7B016D9"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0969247A"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1A92527"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10311EC"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DD372E3"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53EB3486"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14ACC27"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D86B4FB"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3D9DF99"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863AA76"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28F6A11"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2E4CD56"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EA6612A"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5FEA6B16"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F1B1B3C"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0DF0AA63"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4C5466B"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F2B6862"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F507EEC"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0E21FF60"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94EBEF8"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D0119AA"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E428C56"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A0EA991"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F8BEFD9"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67D3F50"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DF28D9E"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D2FD106"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E7298DC"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D5F2D47"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758D24A"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5881E05"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1F4AE6A"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2D3D115"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308CB6E"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370F94C"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018DD9B"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4FA6D08"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635B10E"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04D66E89"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15B2868"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129DED2"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E55EB3E"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12E71E8"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DD49697"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FA1F95F"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637CE4F" w14:textId="77777777" w:rsidR="007D2BB4" w:rsidRPr="00D020EB" w:rsidRDefault="007D2BB4" w:rsidP="00C52EDB">
      <w:pPr>
        <w:tabs>
          <w:tab w:val="left" w:leader="dot" w:pos="9356"/>
        </w:tabs>
        <w:spacing w:after="0" w:line="240" w:lineRule="auto"/>
        <w:jc w:val="left"/>
        <w:rPr>
          <w:rFonts w:ascii="Calibri" w:eastAsia="Times New Roman" w:hAnsi="Calibri" w:cs="Calibri"/>
          <w:sz w:val="22"/>
          <w:lang w:eastAsia="fr-FR"/>
        </w:rPr>
      </w:pPr>
    </w:p>
    <w:p w14:paraId="23E8752D"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076CF60B" w14:textId="77777777" w:rsidR="00AB6552" w:rsidRPr="00AB6552" w:rsidRDefault="00AB6552" w:rsidP="00AB6552">
      <w:pPr>
        <w:pStyle w:val="Puce2"/>
        <w:rPr>
          <w:bCs/>
          <w:u w:val="none"/>
          <w:lang w:val="fr-FR" w:eastAsia="fr-FR"/>
        </w:rPr>
      </w:pPr>
      <w:bookmarkStart w:id="23" w:name="_Toc477187888"/>
      <w:r w:rsidRPr="00AB6552">
        <w:rPr>
          <w:bCs/>
          <w:u w:val="none"/>
          <w:lang w:val="fr-FR" w:eastAsia="fr-FR"/>
        </w:rPr>
        <w:lastRenderedPageBreak/>
        <w:t>Données statistiques proposées</w:t>
      </w:r>
    </w:p>
    <w:p w14:paraId="2F793900"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88C774F"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1FCA0863"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4B08D04"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241E9E22"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5A5435C"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7016056C"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7DAFABF"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46D22443"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6C604FF"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75BA5844"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8D91A4C"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0BD2972D" w14:textId="77777777" w:rsidR="00AB6552"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8FE4A5A"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3E773098"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D8FFF25"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183C3D08"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9FE28DB"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0672484E"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94C9DA4"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3B489D75"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BCD5529"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3F4906EC"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F9B5D7B"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365E180B" w14:textId="77777777" w:rsidR="00AB6552"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2CD2840"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238DF951"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8A258A4"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272F589B"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E6701A8"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30B77195"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88D3C05"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2D444BF5"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022BC10"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3F958548"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6270255"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0191554B" w14:textId="77777777" w:rsidR="00AB6552"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F81CCA1"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719400AC"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5EAB707"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287C5ACA"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5B3C9A7"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1D4BF671"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63A20AD"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7F04353B"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F7B14F6"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0FE01D60"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3D3B6F5"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0C1E88A2" w14:textId="77777777" w:rsidR="00AB6552"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A6C681A"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7BE2583A"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55F9E69"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304CE701"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146E86F"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684FA058"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1C74EBF"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6624DC1D"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F1D1F80"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0B4E389C" w14:textId="77777777" w:rsidR="00AB6552"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1758474"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64670C03"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044BFEE"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4883FC6E"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A77E22E"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342CA680"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FFC4149"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7B615D9D"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15156E8"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087FDA53" w14:textId="77777777" w:rsidR="00AB6552"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BE7660A"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674256D6"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70A3B56"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5E934C26"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3DD3C06"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6954936F"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CA900AF"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2A8C20FA"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4B139AA" w14:textId="27AB58EF" w:rsidR="002B1819" w:rsidRDefault="002B1819" w:rsidP="002B1819">
      <w:pPr>
        <w:pStyle w:val="Puce2"/>
        <w:rPr>
          <w:bCs/>
          <w:u w:val="none"/>
          <w:lang w:val="fr-FR" w:eastAsia="fr-FR"/>
        </w:rPr>
      </w:pPr>
      <w:r w:rsidRPr="002B1819">
        <w:rPr>
          <w:bCs/>
          <w:u w:val="none"/>
          <w:lang w:val="fr-FR" w:eastAsia="fr-FR"/>
        </w:rPr>
        <w:lastRenderedPageBreak/>
        <w:t>Autres fonctionnalités</w:t>
      </w:r>
      <w:r w:rsidR="00AF2F80">
        <w:rPr>
          <w:bCs/>
          <w:u w:val="none"/>
          <w:lang w:val="fr-FR" w:eastAsia="fr-FR"/>
        </w:rPr>
        <w:t xml:space="preserve"> proposées par l’outil</w:t>
      </w:r>
    </w:p>
    <w:p w14:paraId="23A73ABD"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1852938"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4C8B2AE6"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1F9A66E"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31727A84"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FD2E868"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292A9814"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218F6E1"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72C3F7BE"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3042457"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30F3023C"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5A98F76"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04F18FA4" w14:textId="77777777" w:rsidR="00AF2F80"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2203E1A"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69FB35C6"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54ACDF6"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01CC38D4"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2ACC40E"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08EA18EB"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7CAB2F6"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564034B3"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8328CBE"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464E4D6F"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4FD7144"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49EF24A8" w14:textId="77777777" w:rsidR="00AF2F80"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65E0A88"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10C70AE1"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EF91CCD"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75D2ADC0"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E609151"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49B39FED"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B0B163A"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43605B5A"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29D72F2"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4D4F934B"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0D274E0"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24DA5393" w14:textId="77777777" w:rsidR="00AF2F80"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6C4E998"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2B426498"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D19DA76"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53DEA008"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EAE3178"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1BAC84EA"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473C0F3"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27BE101B"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17CAFE1"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67741CEF"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C86E0A0"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0D64583C" w14:textId="77777777" w:rsidR="00AF2F80"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D999DE2"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694AC7C2"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4DE4373"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0DCE9B26"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A22CAC2"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33C95908"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E69589A"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3A78FDD6"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EAED82D"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24A82398"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16A519D"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46C9D43E" w14:textId="77777777" w:rsidR="00AF2F80"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7E0310E"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7EC6BA74"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8EBE236"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7C520502"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197244C"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4E585A24"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E86EB86"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0906425C" w14:textId="77777777" w:rsidR="00AF2F80" w:rsidRPr="00D020EB"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02C6C42" w14:textId="77777777" w:rsidR="00AF2F80" w:rsidRPr="00D020EB" w:rsidRDefault="00AF2F80" w:rsidP="00AF2F80">
      <w:pPr>
        <w:tabs>
          <w:tab w:val="left" w:leader="dot" w:pos="9356"/>
        </w:tabs>
        <w:spacing w:after="0" w:line="240" w:lineRule="auto"/>
        <w:jc w:val="left"/>
        <w:rPr>
          <w:rFonts w:ascii="Calibri" w:eastAsia="Times New Roman" w:hAnsi="Calibri" w:cs="Calibri"/>
          <w:sz w:val="8"/>
          <w:szCs w:val="8"/>
          <w:lang w:eastAsia="fr-FR"/>
        </w:rPr>
      </w:pPr>
    </w:p>
    <w:p w14:paraId="5341F997" w14:textId="77777777" w:rsidR="00AF2F80" w:rsidRDefault="00AF2F80" w:rsidP="00AF2F80">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AA0CB47" w14:textId="77777777" w:rsidR="00764ABE" w:rsidRPr="00D020EB" w:rsidRDefault="00764ABE" w:rsidP="00764ABE">
      <w:pPr>
        <w:tabs>
          <w:tab w:val="left" w:leader="dot" w:pos="9356"/>
        </w:tabs>
        <w:spacing w:after="0" w:line="240" w:lineRule="auto"/>
        <w:jc w:val="left"/>
        <w:rPr>
          <w:rFonts w:ascii="Calibri" w:eastAsia="Times New Roman" w:hAnsi="Calibri" w:cs="Calibri"/>
          <w:sz w:val="8"/>
          <w:szCs w:val="8"/>
          <w:lang w:eastAsia="fr-FR"/>
        </w:rPr>
      </w:pPr>
    </w:p>
    <w:p w14:paraId="05A3647F" w14:textId="77777777" w:rsidR="00764ABE" w:rsidRPr="00D020EB" w:rsidRDefault="00764ABE" w:rsidP="00764ABE">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8531FCB" w14:textId="77777777" w:rsidR="00764ABE" w:rsidRPr="00D020EB" w:rsidRDefault="00764ABE" w:rsidP="00764ABE">
      <w:pPr>
        <w:tabs>
          <w:tab w:val="left" w:leader="dot" w:pos="9356"/>
        </w:tabs>
        <w:spacing w:after="0" w:line="240" w:lineRule="auto"/>
        <w:jc w:val="left"/>
        <w:rPr>
          <w:rFonts w:ascii="Calibri" w:eastAsia="Times New Roman" w:hAnsi="Calibri" w:cs="Calibri"/>
          <w:sz w:val="8"/>
          <w:szCs w:val="8"/>
          <w:lang w:eastAsia="fr-FR"/>
        </w:rPr>
      </w:pPr>
    </w:p>
    <w:p w14:paraId="57F7AFC5" w14:textId="77777777" w:rsidR="00764ABE" w:rsidRPr="00D020EB" w:rsidRDefault="00764ABE" w:rsidP="00764ABE">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41F1087" w14:textId="77777777" w:rsidR="00764ABE" w:rsidRPr="00D020EB" w:rsidRDefault="00764ABE" w:rsidP="00764ABE">
      <w:pPr>
        <w:tabs>
          <w:tab w:val="left" w:leader="dot" w:pos="9356"/>
        </w:tabs>
        <w:spacing w:after="0" w:line="240" w:lineRule="auto"/>
        <w:jc w:val="left"/>
        <w:rPr>
          <w:rFonts w:ascii="Calibri" w:eastAsia="Times New Roman" w:hAnsi="Calibri" w:cs="Calibri"/>
          <w:sz w:val="8"/>
          <w:szCs w:val="8"/>
          <w:lang w:eastAsia="fr-FR"/>
        </w:rPr>
      </w:pPr>
    </w:p>
    <w:p w14:paraId="4941F094" w14:textId="77777777" w:rsidR="00764ABE" w:rsidRPr="00D020EB" w:rsidRDefault="00764ABE" w:rsidP="00764ABE">
      <w:pPr>
        <w:tabs>
          <w:tab w:val="left" w:leader="dot" w:pos="9356"/>
        </w:tabs>
        <w:spacing w:after="0" w:line="240" w:lineRule="auto"/>
        <w:jc w:val="left"/>
        <w:rPr>
          <w:rFonts w:ascii="Calibri" w:eastAsia="Times New Roman" w:hAnsi="Calibri" w:cs="Calibri"/>
          <w:sz w:val="8"/>
          <w:szCs w:val="8"/>
          <w:lang w:eastAsia="fr-FR"/>
        </w:rPr>
      </w:pPr>
    </w:p>
    <w:p w14:paraId="01B72926" w14:textId="77777777" w:rsidR="00764ABE" w:rsidRPr="00D020EB" w:rsidRDefault="00764ABE" w:rsidP="00764ABE">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3666F70" w14:textId="13279770" w:rsidR="000F0A0F" w:rsidRPr="00C52EDB" w:rsidRDefault="000F0A0F" w:rsidP="00C52EDB">
      <w:pPr>
        <w:pStyle w:val="Puce2"/>
        <w:keepNext/>
        <w:rPr>
          <w:bCs/>
          <w:u w:val="none"/>
          <w:lang w:val="fr-FR" w:eastAsia="fr-FR"/>
        </w:rPr>
      </w:pPr>
      <w:r w:rsidRPr="00C52EDB">
        <w:rPr>
          <w:bCs/>
          <w:u w:val="none"/>
          <w:lang w:val="fr-FR" w:eastAsia="fr-FR"/>
        </w:rPr>
        <w:lastRenderedPageBreak/>
        <w:t>Visibilité et traçabilité, sécurisation</w:t>
      </w:r>
      <w:bookmarkEnd w:id="23"/>
      <w:r w:rsidRPr="00C52EDB">
        <w:rPr>
          <w:bCs/>
          <w:u w:val="none"/>
          <w:lang w:val="fr-FR" w:eastAsia="fr-FR"/>
        </w:rPr>
        <w:t>, lieu de stockage et d’hébergement des données</w:t>
      </w:r>
    </w:p>
    <w:p w14:paraId="3BCDFE98"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bookmarkStart w:id="24" w:name="_Hlk195087091"/>
      <w:r w:rsidRPr="00D020EB">
        <w:rPr>
          <w:rFonts w:ascii="Calibri" w:eastAsia="Times New Roman" w:hAnsi="Calibri" w:cs="Calibri"/>
          <w:sz w:val="22"/>
          <w:lang w:eastAsia="fr-FR"/>
        </w:rPr>
        <w:tab/>
      </w:r>
    </w:p>
    <w:p w14:paraId="68ACDE10"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4AD00BA4"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A5B67C6"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0FA8DE90"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C6F06AA"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2A5F851F"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D82B62D"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0A93B3DE"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F68051E"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349935F4" w14:textId="77777777" w:rsidR="000F0A0F" w:rsidRPr="00D020EB"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4B79440" w14:textId="77777777" w:rsidR="000F0A0F" w:rsidRPr="00D020EB" w:rsidRDefault="000F0A0F" w:rsidP="000F0A0F">
      <w:pPr>
        <w:tabs>
          <w:tab w:val="left" w:leader="dot" w:pos="9356"/>
        </w:tabs>
        <w:spacing w:after="0" w:line="240" w:lineRule="auto"/>
        <w:jc w:val="left"/>
        <w:rPr>
          <w:rFonts w:ascii="Calibri" w:eastAsia="Times New Roman" w:hAnsi="Calibri" w:cs="Calibri"/>
          <w:sz w:val="8"/>
          <w:szCs w:val="8"/>
          <w:lang w:eastAsia="fr-FR"/>
        </w:rPr>
      </w:pPr>
    </w:p>
    <w:p w14:paraId="41BF4772" w14:textId="77777777" w:rsidR="000F0A0F" w:rsidRDefault="000F0A0F" w:rsidP="000F0A0F">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2149C60"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BBFB2C3"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439E345"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BD0A55C"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E648559"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15C99BF"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8831C51"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8E20081"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13A2DBB"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FF922BF"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3B6BBA1"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448BDFC"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EE081E7"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5E43AAE"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FAC1527"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7B46165"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E092C90"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40FF9E74"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96E91A6"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1D6480D"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496DDC8"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0AC7314E"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6BB232D"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44144C6"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B51A75D"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568E5262"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CFB4AE6"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F753677"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EB75610"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A6D6DB2"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315FCE3"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D936549"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AA16CAC"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DD2E370"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E6C418A"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A1B1CBB"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8451A0E"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E05697E"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0AD01E1"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82DFF5C"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7AA5878"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6D10CA95"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838B1E9"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20E142E"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1290F11"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F33B773"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E117A10"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3F8495FF"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5091D62"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9B91AD6"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D473C3D"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70DEC859"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DB8F685"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2BD60D48"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DC84924"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7AAB695" w14:textId="77777777" w:rsidR="00C52EDB" w:rsidRPr="00D020E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B2B3711" w14:textId="77777777" w:rsidR="00C52EDB" w:rsidRPr="00D020EB" w:rsidRDefault="00C52EDB" w:rsidP="00C52EDB">
      <w:pPr>
        <w:tabs>
          <w:tab w:val="left" w:leader="dot" w:pos="9356"/>
        </w:tabs>
        <w:spacing w:after="0" w:line="240" w:lineRule="auto"/>
        <w:jc w:val="left"/>
        <w:rPr>
          <w:rFonts w:ascii="Calibri" w:eastAsia="Times New Roman" w:hAnsi="Calibri" w:cs="Calibri"/>
          <w:sz w:val="8"/>
          <w:szCs w:val="8"/>
          <w:lang w:eastAsia="fr-FR"/>
        </w:rPr>
      </w:pPr>
    </w:p>
    <w:p w14:paraId="13EC3EDA" w14:textId="77777777" w:rsidR="00C52EDB" w:rsidRDefault="00C52EDB" w:rsidP="00C52EDB">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3A85696"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1C0EAF8E"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A71A62F"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750163D7"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160183B"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6E8E6347" w14:textId="77777777" w:rsidR="00AB6552"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7837E72"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1A877D8D" w14:textId="54076798" w:rsidR="005D28D5" w:rsidRDefault="005D28D5" w:rsidP="005D28D5">
      <w:pPr>
        <w:pStyle w:val="Titre2"/>
      </w:pPr>
      <w:bookmarkStart w:id="25" w:name="_Toc195102361"/>
      <w:bookmarkStart w:id="26" w:name="_Toc477187890"/>
      <w:r>
        <w:lastRenderedPageBreak/>
        <w:t>Assistance :</w:t>
      </w:r>
      <w:bookmarkEnd w:id="25"/>
      <w:r>
        <w:t xml:space="preserve"> </w:t>
      </w:r>
      <w:bookmarkEnd w:id="26"/>
    </w:p>
    <w:p w14:paraId="5AE84A83" w14:textId="3D699B05" w:rsidR="005D28D5" w:rsidRPr="004537BA" w:rsidRDefault="004537BA" w:rsidP="009541D1">
      <w:pPr>
        <w:pStyle w:val="Paragraphedeliste"/>
        <w:numPr>
          <w:ilvl w:val="0"/>
          <w:numId w:val="4"/>
        </w:numPr>
        <w:rPr>
          <w:b/>
        </w:rPr>
      </w:pPr>
      <w:bookmarkStart w:id="27" w:name="_Toc477187891"/>
      <w:r w:rsidRPr="004537BA">
        <w:rPr>
          <w:b/>
        </w:rPr>
        <w:t xml:space="preserve">Le candidat présente l’assistance clients, son rôle et sa fonction, disponibilité, </w:t>
      </w:r>
      <w:r w:rsidR="005D28D5" w:rsidRPr="004537BA">
        <w:rPr>
          <w:b/>
        </w:rPr>
        <w:t xml:space="preserve">son processus </w:t>
      </w:r>
      <w:proofErr w:type="gramStart"/>
      <w:r w:rsidR="005D28D5" w:rsidRPr="004537BA">
        <w:rPr>
          <w:b/>
        </w:rPr>
        <w:t>suite à un</w:t>
      </w:r>
      <w:proofErr w:type="gramEnd"/>
      <w:r w:rsidR="005D28D5" w:rsidRPr="004537BA">
        <w:rPr>
          <w:b/>
        </w:rPr>
        <w:t xml:space="preserve"> dysfonctionnement ainsi que la procédure mise en œuvre en cas de défaillance (process, </w:t>
      </w:r>
      <w:proofErr w:type="gramStart"/>
      <w:r w:rsidR="005D28D5" w:rsidRPr="004537BA">
        <w:rPr>
          <w:b/>
        </w:rPr>
        <w:t>délais,…</w:t>
      </w:r>
      <w:proofErr w:type="gramEnd"/>
      <w:r w:rsidR="005D28D5" w:rsidRPr="004537BA">
        <w:rPr>
          <w:b/>
        </w:rPr>
        <w:t>)  :</w:t>
      </w:r>
      <w:bookmarkEnd w:id="27"/>
    </w:p>
    <w:p w14:paraId="1C7F5796" w14:textId="77777777" w:rsidR="005D28D5" w:rsidRPr="008D1630" w:rsidRDefault="005D28D5" w:rsidP="005D28D5">
      <w:pPr>
        <w:pStyle w:val="Puce2"/>
        <w:keepNext/>
        <w:numPr>
          <w:ilvl w:val="0"/>
          <w:numId w:val="18"/>
        </w:numPr>
        <w:ind w:left="1418"/>
        <w:rPr>
          <w:b w:val="0"/>
          <w:u w:val="none"/>
          <w:lang w:eastAsia="fr-FR"/>
        </w:rPr>
      </w:pPr>
      <w:r w:rsidRPr="008D1630">
        <w:rPr>
          <w:b w:val="0"/>
          <w:u w:val="none"/>
          <w:lang w:eastAsia="fr-FR"/>
        </w:rPr>
        <w:t>Suivi des réclamations</w:t>
      </w:r>
    </w:p>
    <w:p w14:paraId="7F6CDAC4" w14:textId="77777777" w:rsidR="005D28D5" w:rsidRPr="008D1630" w:rsidRDefault="005D28D5" w:rsidP="005D28D5">
      <w:pPr>
        <w:pStyle w:val="Puce2"/>
        <w:keepNext/>
        <w:numPr>
          <w:ilvl w:val="0"/>
          <w:numId w:val="18"/>
        </w:numPr>
        <w:ind w:left="1418"/>
        <w:rPr>
          <w:b w:val="0"/>
          <w:u w:val="none"/>
          <w:lang w:eastAsia="fr-FR"/>
        </w:rPr>
      </w:pPr>
      <w:r w:rsidRPr="008D1630">
        <w:rPr>
          <w:b w:val="0"/>
          <w:u w:val="none"/>
          <w:lang w:eastAsia="fr-FR"/>
        </w:rPr>
        <w:t>Opposition carte,</w:t>
      </w:r>
    </w:p>
    <w:p w14:paraId="0E118EF0" w14:textId="1AFC1D65" w:rsidR="005D28D5" w:rsidRPr="008D1630" w:rsidRDefault="005D28D5" w:rsidP="005D28D5">
      <w:pPr>
        <w:pStyle w:val="Puce2"/>
        <w:keepNext/>
        <w:numPr>
          <w:ilvl w:val="0"/>
          <w:numId w:val="18"/>
        </w:numPr>
        <w:ind w:left="1418"/>
        <w:rPr>
          <w:b w:val="0"/>
          <w:u w:val="none"/>
          <w:lang w:val="fr-FR" w:eastAsia="fr-FR"/>
        </w:rPr>
      </w:pPr>
      <w:r w:rsidRPr="008D1630">
        <w:rPr>
          <w:b w:val="0"/>
          <w:u w:val="none"/>
          <w:lang w:val="fr-FR" w:eastAsia="fr-FR"/>
        </w:rPr>
        <w:t xml:space="preserve">Garantie en cas de perte ou de vol </w:t>
      </w:r>
    </w:p>
    <w:p w14:paraId="52A538DF" w14:textId="77777777" w:rsidR="005D28D5" w:rsidRPr="008D1630" w:rsidRDefault="005D28D5" w:rsidP="005D28D5">
      <w:pPr>
        <w:pStyle w:val="Puce2"/>
        <w:keepNext/>
        <w:numPr>
          <w:ilvl w:val="0"/>
          <w:numId w:val="18"/>
        </w:numPr>
        <w:ind w:left="1418"/>
        <w:rPr>
          <w:b w:val="0"/>
          <w:u w:val="none"/>
          <w:lang w:eastAsia="fr-FR"/>
        </w:rPr>
      </w:pPr>
      <w:proofErr w:type="gramStart"/>
      <w:r w:rsidRPr="008D1630">
        <w:rPr>
          <w:b w:val="0"/>
          <w:u w:val="none"/>
          <w:lang w:eastAsia="fr-FR"/>
        </w:rPr>
        <w:t>Assurances</w:t>
      </w:r>
      <w:proofErr w:type="gramEnd"/>
      <w:r w:rsidRPr="008D1630">
        <w:rPr>
          <w:b w:val="0"/>
          <w:u w:val="none"/>
          <w:lang w:eastAsia="fr-FR"/>
        </w:rPr>
        <w:t xml:space="preserve"> </w:t>
      </w:r>
      <w:r w:rsidRPr="008D1630">
        <w:rPr>
          <w:b w:val="0"/>
          <w:u w:val="none"/>
          <w:lang w:val="fr-FR" w:eastAsia="fr-FR"/>
        </w:rPr>
        <w:t>complémentaires</w:t>
      </w:r>
    </w:p>
    <w:p w14:paraId="278398E2"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E8CCFB8"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7B09B9D4"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F2B011D"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6FD67C31"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26748A8"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1F5B1B64"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5369450"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19E47165"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BDEE93C"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61A68FD1"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DE829DB"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5E9A83BC"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8BCA095"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27695371"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EB2CB54"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7C2F0E9C"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450603F"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0A89282F" w14:textId="77777777" w:rsidR="005D28D5"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AD737A4"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3D7E5AA1"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367BA57"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2D646C01"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0903863"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37CFCF29" w14:textId="77777777" w:rsidR="005D28D5"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A4B1D48"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6EAF19BC"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E7B458B"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6A27D643"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553B058"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46A0D7F1"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3890654"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5AC48CD2"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15B38FE"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63A646E8"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CFB1BED"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486B57A5"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90E3B38"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1202AADD"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B6199C2"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3A54672B"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3069F3B"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401786A1" w14:textId="77777777" w:rsidR="005D28D5"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194B36A"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20B3DD0D"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F33F2A5" w14:textId="77777777" w:rsidR="005D28D5" w:rsidRPr="00D020EB" w:rsidRDefault="005D28D5" w:rsidP="005D28D5">
      <w:pPr>
        <w:tabs>
          <w:tab w:val="left" w:leader="dot" w:pos="9356"/>
        </w:tabs>
        <w:spacing w:after="0" w:line="240" w:lineRule="auto"/>
        <w:jc w:val="left"/>
        <w:rPr>
          <w:rFonts w:ascii="Calibri" w:eastAsia="Times New Roman" w:hAnsi="Calibri" w:cs="Calibri"/>
          <w:sz w:val="8"/>
          <w:szCs w:val="8"/>
          <w:lang w:eastAsia="fr-FR"/>
        </w:rPr>
      </w:pPr>
    </w:p>
    <w:p w14:paraId="76F0833F" w14:textId="77777777" w:rsidR="005D28D5" w:rsidRPr="00D020EB" w:rsidRDefault="005D28D5" w:rsidP="005D28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AF661CB"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0912AA87"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C24A13C"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144A4A60"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113F49C"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759BACD5"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0424F01"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3ADDC6D6"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921C1C0"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4F12E3ED"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2BEDAA2"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0ED64309"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CD65D00"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56BAB3B2"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38CA6AE" w14:textId="77777777" w:rsidR="00AB6552" w:rsidRPr="00D020EB" w:rsidRDefault="00AB6552" w:rsidP="00AB6552">
      <w:pPr>
        <w:tabs>
          <w:tab w:val="left" w:leader="dot" w:pos="9356"/>
        </w:tabs>
        <w:spacing w:after="0" w:line="240" w:lineRule="auto"/>
        <w:jc w:val="left"/>
        <w:rPr>
          <w:rFonts w:ascii="Calibri" w:eastAsia="Times New Roman" w:hAnsi="Calibri" w:cs="Calibri"/>
          <w:sz w:val="8"/>
          <w:szCs w:val="8"/>
          <w:lang w:eastAsia="fr-FR"/>
        </w:rPr>
      </w:pPr>
    </w:p>
    <w:p w14:paraId="55E33415" w14:textId="77777777" w:rsidR="00AB6552" w:rsidRPr="00D020EB" w:rsidRDefault="00AB6552" w:rsidP="00AB6552">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F348D27" w14:textId="77777777" w:rsidR="007D2BB4" w:rsidRDefault="007D2BB4" w:rsidP="000F0A0F">
      <w:pPr>
        <w:tabs>
          <w:tab w:val="left" w:leader="dot" w:pos="9356"/>
        </w:tabs>
        <w:spacing w:after="0" w:line="240" w:lineRule="auto"/>
        <w:jc w:val="left"/>
        <w:rPr>
          <w:rFonts w:ascii="Calibri" w:eastAsia="Times New Roman" w:hAnsi="Calibri" w:cs="Calibri"/>
          <w:sz w:val="22"/>
          <w:lang w:eastAsia="fr-FR"/>
        </w:rPr>
      </w:pPr>
    </w:p>
    <w:bookmarkEnd w:id="20"/>
    <w:bookmarkEnd w:id="24"/>
    <w:p w14:paraId="46E66AF9"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28BB8330" w14:textId="6CC1CE48" w:rsidR="00AB6552" w:rsidRDefault="0000766C" w:rsidP="00AB6552">
      <w:pPr>
        <w:pStyle w:val="Titre"/>
      </w:pPr>
      <w:bookmarkStart w:id="28" w:name="_Toc195102362"/>
      <w:bookmarkStart w:id="29" w:name="_Toc477187906"/>
      <w:r>
        <w:lastRenderedPageBreak/>
        <w:t>Démarche RSE</w:t>
      </w:r>
      <w:bookmarkEnd w:id="28"/>
      <w:r>
        <w:t xml:space="preserve"> </w:t>
      </w:r>
    </w:p>
    <w:p w14:paraId="353FA1C2" w14:textId="64C9E5B4" w:rsidR="008773CE" w:rsidRPr="008773CE" w:rsidRDefault="008773CE" w:rsidP="008773CE">
      <w:pPr>
        <w:jc w:val="center"/>
        <w:rPr>
          <w:b/>
          <w:bCs/>
          <w:i/>
          <w:iCs/>
          <w:sz w:val="22"/>
          <w:szCs w:val="24"/>
        </w:rPr>
      </w:pPr>
      <w:r w:rsidRPr="008773CE">
        <w:rPr>
          <w:b/>
          <w:bCs/>
          <w:i/>
          <w:iCs/>
          <w:sz w:val="22"/>
          <w:szCs w:val="24"/>
          <w:u w:val="single" w:color="EA001A" w:themeColor="accent1" w:themeShade="BF"/>
        </w:rPr>
        <w:t xml:space="preserve">Cet item fera l’objet d’une notation </w:t>
      </w:r>
      <w:r>
        <w:rPr>
          <w:b/>
          <w:bCs/>
          <w:i/>
          <w:iCs/>
          <w:sz w:val="22"/>
          <w:szCs w:val="24"/>
          <w:u w:val="single" w:color="EA001A" w:themeColor="accent1" w:themeShade="BF"/>
        </w:rPr>
        <w:t>sur</w:t>
      </w:r>
      <w:r w:rsidRPr="008773CE">
        <w:rPr>
          <w:b/>
          <w:bCs/>
          <w:i/>
          <w:iCs/>
          <w:sz w:val="22"/>
          <w:szCs w:val="24"/>
          <w:u w:val="single" w:color="EA001A" w:themeColor="accent1" w:themeShade="BF"/>
        </w:rPr>
        <w:t xml:space="preserve"> </w:t>
      </w:r>
      <w:r>
        <w:rPr>
          <w:b/>
          <w:bCs/>
          <w:i/>
          <w:iCs/>
          <w:sz w:val="22"/>
          <w:szCs w:val="24"/>
          <w:u w:val="single" w:color="EA001A" w:themeColor="accent1" w:themeShade="BF"/>
        </w:rPr>
        <w:t>20</w:t>
      </w:r>
      <w:r w:rsidRPr="008773CE">
        <w:rPr>
          <w:b/>
          <w:bCs/>
          <w:i/>
          <w:iCs/>
          <w:sz w:val="22"/>
          <w:szCs w:val="24"/>
          <w:u w:val="single" w:color="EA001A" w:themeColor="accent1" w:themeShade="BF"/>
        </w:rPr>
        <w:t xml:space="preserve"> points au titre de la valeur technique</w:t>
      </w:r>
    </w:p>
    <w:p w14:paraId="4CC524ED" w14:textId="24858C75" w:rsidR="0000766C" w:rsidRPr="00680DFC" w:rsidRDefault="00A82C1D" w:rsidP="0000766C">
      <w:pPr>
        <w:pStyle w:val="Titre1"/>
      </w:pPr>
      <w:bookmarkStart w:id="30" w:name="_Toc195102363"/>
      <w:r>
        <w:t xml:space="preserve">demarche rse </w:t>
      </w:r>
      <w:r w:rsidR="0000766C">
        <w:t xml:space="preserve">menée </w:t>
      </w:r>
      <w:r>
        <w:t>par</w:t>
      </w:r>
      <w:r w:rsidR="0000766C">
        <w:t xml:space="preserve"> </w:t>
      </w:r>
      <w:proofErr w:type="gramStart"/>
      <w:r w:rsidR="0000766C">
        <w:t>l’entreprise </w:t>
      </w:r>
      <w:r w:rsidR="005C74B3">
        <w:t xml:space="preserve"> </w:t>
      </w:r>
      <w:bookmarkEnd w:id="29"/>
      <w:r w:rsidR="003C43C4">
        <w:t>/</w:t>
      </w:r>
      <w:proofErr w:type="gramEnd"/>
      <w:r w:rsidR="003C43C4">
        <w:t xml:space="preserve"> 10 points</w:t>
      </w:r>
      <w:bookmarkEnd w:id="30"/>
    </w:p>
    <w:p w14:paraId="42266F3D" w14:textId="1CEAEA65" w:rsidR="0000766C" w:rsidRPr="002155A9" w:rsidRDefault="0000766C" w:rsidP="0000766C">
      <w:pPr>
        <w:pStyle w:val="Puce2"/>
        <w:keepNext/>
        <w:ind w:right="283"/>
        <w:rPr>
          <w:bCs/>
          <w:u w:val="none"/>
          <w:lang w:val="fr-FR" w:eastAsia="fr-FR"/>
        </w:rPr>
      </w:pPr>
      <w:r w:rsidRPr="002155A9">
        <w:rPr>
          <w:bCs/>
          <w:u w:val="none"/>
          <w:lang w:val="fr-FR" w:eastAsia="fr-FR"/>
        </w:rPr>
        <w:t>Le candidat présentera la démarche et la politique RSE mise en place au sein de l’entreprise : politique RSE de l’entreprise, démarches mises en œuvre en faveur de la diversité, de l’éthique, du développement durable, collecte et valorisation des déchets</w:t>
      </w:r>
      <w:r w:rsidR="00D505B7">
        <w:rPr>
          <w:bCs/>
          <w:u w:val="none"/>
          <w:lang w:val="fr-FR" w:eastAsia="fr-FR"/>
        </w:rPr>
        <w:t xml:space="preserve"> dans les processus de production</w:t>
      </w:r>
      <w:r w:rsidR="00585E3B">
        <w:rPr>
          <w:bCs/>
          <w:u w:val="none"/>
          <w:lang w:val="fr-FR" w:eastAsia="fr-FR"/>
        </w:rPr>
        <w:t xml:space="preserve"> des cartes et plus largement les moyens utilisés pour mener à bien la prestation </w:t>
      </w:r>
      <w:r w:rsidR="00ED7EA5">
        <w:rPr>
          <w:bCs/>
          <w:u w:val="none"/>
          <w:lang w:val="fr-FR" w:eastAsia="fr-FR"/>
        </w:rPr>
        <w:t>en limitant l’impact RSE</w:t>
      </w:r>
    </w:p>
    <w:p w14:paraId="57865A84"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84B4E3F"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5C05ADFD"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0F09A5A"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095E4790"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0EC2320"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7E0C44DC"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7BA9BA4"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0CF1C15E"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193DE02"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10B8C8AC"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BF72F13"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74D5B567"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59D37E3"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B75E8E4"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5743C1C"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4732CA60"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28A944E"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19681622"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925C6C2"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4946D7FE"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DD90B1B"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4A8BF0DC"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5A410E5"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2290D64"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BF373E4"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75B1E55D"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4B92496"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0DBD5574"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383F724"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68ACFC2A"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F52BA2A"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3BCAE1B"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8701B45"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2FD321A0"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1BDBEC1"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774BE4D3"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5967661"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6848274D"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3189A6D"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51E91F30"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75E5B3C"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79DF1517"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E38FCC7"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6B464E02"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32B9C57"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B196197"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7C1A93C"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B86494D"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9B6D508"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66176760"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AE5B50E"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495F9222"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275F718"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2953E45"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2829BEF"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07A4E284"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B928864"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1F874523"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3741D45"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8939378"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08D2D4D"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696BD8CF" w14:textId="750DEECD" w:rsidR="0000766C" w:rsidRDefault="0000766C" w:rsidP="0000766C">
      <w:pPr>
        <w:pStyle w:val="Titre1"/>
      </w:pPr>
      <w:bookmarkStart w:id="31" w:name="_Toc477187907"/>
      <w:bookmarkStart w:id="32" w:name="_Toc195102364"/>
      <w:r>
        <w:lastRenderedPageBreak/>
        <w:t xml:space="preserve">Mesures spécifiques pour les prestations du marché : / </w:t>
      </w:r>
      <w:r w:rsidR="003C43C4">
        <w:t>10</w:t>
      </w:r>
      <w:r>
        <w:t xml:space="preserve"> points</w:t>
      </w:r>
      <w:bookmarkEnd w:id="31"/>
      <w:bookmarkEnd w:id="32"/>
    </w:p>
    <w:p w14:paraId="12E68732" w14:textId="77777777" w:rsidR="00ED54CC" w:rsidRDefault="0000766C" w:rsidP="00ED54CC">
      <w:pPr>
        <w:pStyle w:val="Puce2"/>
        <w:keepNext/>
        <w:ind w:right="283"/>
        <w:rPr>
          <w:bCs/>
          <w:u w:val="none"/>
          <w:lang w:val="fr-FR" w:eastAsia="fr-FR"/>
        </w:rPr>
      </w:pPr>
      <w:r w:rsidRPr="00946BD5">
        <w:rPr>
          <w:bCs/>
          <w:u w:val="none"/>
          <w:lang w:val="fr-FR" w:eastAsia="fr-FR"/>
        </w:rPr>
        <w:t xml:space="preserve">Le candidat présentera les dispositions RSE mises en place spécifiquement pour ce marché : </w:t>
      </w:r>
    </w:p>
    <w:p w14:paraId="4E959C12" w14:textId="2A9AE240" w:rsidR="00ED54CC" w:rsidRDefault="00946BD5" w:rsidP="00ED54CC">
      <w:pPr>
        <w:pStyle w:val="Puce2"/>
        <w:keepNext/>
        <w:numPr>
          <w:ilvl w:val="0"/>
          <w:numId w:val="21"/>
        </w:numPr>
        <w:ind w:right="283"/>
        <w:rPr>
          <w:bCs/>
          <w:u w:val="none"/>
          <w:lang w:val="fr-FR" w:eastAsia="fr-FR"/>
        </w:rPr>
      </w:pPr>
      <w:r w:rsidRPr="00946BD5">
        <w:rPr>
          <w:bCs/>
          <w:u w:val="none"/>
          <w:lang w:val="fr-FR" w:eastAsia="fr-FR"/>
        </w:rPr>
        <w:t>Rappel de l’impact des m</w:t>
      </w:r>
      <w:r w:rsidR="00E22CA1" w:rsidRPr="00946BD5">
        <w:rPr>
          <w:bCs/>
          <w:u w:val="none"/>
          <w:lang w:val="fr-FR" w:eastAsia="fr-FR"/>
        </w:rPr>
        <w:t>atériaux et procédés de fabrication des cartes</w:t>
      </w:r>
      <w:r w:rsidR="00A90AC1" w:rsidRPr="00946BD5">
        <w:rPr>
          <w:bCs/>
          <w:u w:val="none"/>
          <w:lang w:val="fr-FR" w:eastAsia="fr-FR"/>
        </w:rPr>
        <w:t>,</w:t>
      </w:r>
      <w:r w:rsidRPr="00946BD5">
        <w:rPr>
          <w:bCs/>
          <w:u w:val="none"/>
          <w:lang w:val="fr-FR" w:eastAsia="fr-FR"/>
        </w:rPr>
        <w:t xml:space="preserve"> possibilité de dématérialisation de la carte sans commande d’un support physique</w:t>
      </w:r>
    </w:p>
    <w:p w14:paraId="2F0A432E"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7C015ED"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5F15F33F"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821A308"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6D78605E"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E15D6A8"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66D8C312"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4C073CA"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0626D597"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ADCC718"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22CE90E7"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999B5B2"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48DC6E51"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B80EE8B"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2C4C3186"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214B228"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6F035F27"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F6644F7"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4170BAEE"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CC01867"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1074D607"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D437D44"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512998C8"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3D70CE5"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2C1677AC"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4F9CA16"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2DCAAE92"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397E530"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05404D97"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EED4398"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3F46D85D"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BE73FD4"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11886BE7"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9A04620"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54AEFEDC"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8741177"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77CEF05F"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8E86D2A"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67B0B973"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1C75EC7"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588B9E48"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F440D84"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70C77E3B"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0429240"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04F15BA0"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A54A958"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5CF172DA"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5D005E3"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087EB680"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02C0899"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34527C9F"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B83AB97"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655AA12F"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0E68667"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06BF00B4"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88AA05A"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293687EB"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C091970"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7421BA12"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CEC4351"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1EDF6128"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7B53C59"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0ED8EF96"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36C0B62"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52FD89CA"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39BE665"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6EE28CA0"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86B3243" w14:textId="77777777" w:rsidR="007B445D" w:rsidRDefault="007B445D" w:rsidP="007B445D">
      <w:pPr>
        <w:tabs>
          <w:tab w:val="left" w:leader="dot" w:pos="9356"/>
        </w:tabs>
        <w:spacing w:after="0" w:line="240" w:lineRule="auto"/>
        <w:jc w:val="left"/>
        <w:rPr>
          <w:rFonts w:ascii="Calibri" w:eastAsia="Times New Roman" w:hAnsi="Calibri" w:cs="Calibri"/>
          <w:sz w:val="22"/>
          <w:lang w:eastAsia="fr-FR"/>
        </w:rPr>
      </w:pPr>
    </w:p>
    <w:p w14:paraId="5D5D31E8" w14:textId="77777777" w:rsidR="007B445D" w:rsidRPr="00D020EB" w:rsidRDefault="007B445D" w:rsidP="007B445D">
      <w:pPr>
        <w:tabs>
          <w:tab w:val="left" w:leader="dot" w:pos="9356"/>
        </w:tabs>
        <w:spacing w:after="0" w:line="240" w:lineRule="auto"/>
        <w:jc w:val="left"/>
        <w:rPr>
          <w:rFonts w:ascii="Calibri" w:eastAsia="Times New Roman" w:hAnsi="Calibri" w:cs="Calibri"/>
          <w:sz w:val="22"/>
          <w:lang w:eastAsia="fr-FR"/>
        </w:rPr>
      </w:pPr>
    </w:p>
    <w:p w14:paraId="7A9EF021" w14:textId="77777777" w:rsidR="007B445D" w:rsidRPr="00D020EB" w:rsidRDefault="007B445D" w:rsidP="007B445D">
      <w:pPr>
        <w:tabs>
          <w:tab w:val="left" w:leader="dot" w:pos="9356"/>
        </w:tabs>
        <w:spacing w:after="0" w:line="240" w:lineRule="auto"/>
        <w:jc w:val="left"/>
        <w:rPr>
          <w:rFonts w:ascii="Calibri" w:eastAsia="Times New Roman" w:hAnsi="Calibri" w:cs="Calibri"/>
          <w:sz w:val="8"/>
          <w:szCs w:val="8"/>
          <w:lang w:eastAsia="fr-FR"/>
        </w:rPr>
      </w:pPr>
    </w:p>
    <w:p w14:paraId="6169C4A9" w14:textId="145FD6DA" w:rsidR="00ED54CC" w:rsidRPr="00ED54CC" w:rsidRDefault="00ED54CC" w:rsidP="00ED54CC">
      <w:pPr>
        <w:pStyle w:val="Puce2"/>
        <w:numPr>
          <w:ilvl w:val="0"/>
          <w:numId w:val="21"/>
        </w:numPr>
        <w:rPr>
          <w:bCs/>
          <w:u w:val="none"/>
          <w:lang w:val="fr-FR" w:eastAsia="fr-FR"/>
        </w:rPr>
      </w:pPr>
      <w:r>
        <w:rPr>
          <w:bCs/>
          <w:u w:val="none"/>
          <w:lang w:val="fr-FR" w:eastAsia="fr-FR"/>
        </w:rPr>
        <w:lastRenderedPageBreak/>
        <w:t>M</w:t>
      </w:r>
      <w:r w:rsidRPr="00ED54CC">
        <w:rPr>
          <w:bCs/>
          <w:u w:val="none"/>
          <w:lang w:val="fr-FR" w:eastAsia="fr-FR"/>
        </w:rPr>
        <w:t xml:space="preserve">oyens mis en œuvre pour favoriser les livraisons par des véhicules de transport respectueux de l’environnement  (réduction des émissions polluantes, véhicule au gaz naturel ou </w:t>
      </w:r>
      <w:proofErr w:type="gramStart"/>
      <w:r w:rsidRPr="00ED54CC">
        <w:rPr>
          <w:bCs/>
          <w:u w:val="none"/>
          <w:lang w:val="fr-FR" w:eastAsia="fr-FR"/>
        </w:rPr>
        <w:t>électrique,…</w:t>
      </w:r>
      <w:proofErr w:type="gramEnd"/>
      <w:r w:rsidRPr="00ED54CC">
        <w:rPr>
          <w:bCs/>
          <w:u w:val="none"/>
          <w:lang w:val="fr-FR" w:eastAsia="fr-FR"/>
        </w:rPr>
        <w:t xml:space="preserve">) </w:t>
      </w:r>
    </w:p>
    <w:p w14:paraId="46037FE3"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bookmarkStart w:id="33" w:name="_Hlk195088419"/>
      <w:bookmarkStart w:id="34" w:name="_Hlk195088484"/>
      <w:r w:rsidRPr="00D020EB">
        <w:rPr>
          <w:rFonts w:ascii="Calibri" w:eastAsia="Times New Roman" w:hAnsi="Calibri" w:cs="Calibri"/>
          <w:sz w:val="22"/>
          <w:lang w:eastAsia="fr-FR"/>
        </w:rPr>
        <w:tab/>
      </w:r>
    </w:p>
    <w:p w14:paraId="0F4DF10C"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C251B12"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68C66D7"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03523621"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3F33262"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23E09B65"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AB6283A"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9323304"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5DBFEF0"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73D018E6"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15815FC"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7B5023B5"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C76DBAD"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06D65EAF"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8FB0317"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00B266F2"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724005E"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1B2F07AB"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645F12D"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7442452E"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D64DD0A"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11808EB2"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BEEEFC6"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68713FBE"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BA73A6F"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9798912"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68C3BBA"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4CDC0D49"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E82FFFF"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72A39DD2"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9EA665F"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0065FF57"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4016241"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2423338E"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57D8B93"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6C60810F"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D4403A0"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454BEF9C"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D340F63"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213F0908"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A4A3700"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5C2CAC3A"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8D813DF"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547F33F1"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EF88DE7"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1068993C"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7CB3CC2"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6AE6AD86"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E9BDFB9"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2CE2815E"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889BFBB"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278D0E79" w14:textId="77777777" w:rsidR="0000766C"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97111DE"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1C770A7"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B398BF0"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79BA44C9"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9EDC19C"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312981C6"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0644566"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p w14:paraId="41C723EF" w14:textId="77777777" w:rsidR="0000766C" w:rsidRPr="00D020EB" w:rsidRDefault="0000766C" w:rsidP="0000766C">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FBA656A" w14:textId="77777777" w:rsidR="0000766C" w:rsidRPr="00D020EB" w:rsidRDefault="0000766C" w:rsidP="0000766C">
      <w:pPr>
        <w:tabs>
          <w:tab w:val="left" w:leader="dot" w:pos="9356"/>
        </w:tabs>
        <w:spacing w:after="0" w:line="240" w:lineRule="auto"/>
        <w:jc w:val="left"/>
        <w:rPr>
          <w:rFonts w:ascii="Calibri" w:eastAsia="Times New Roman" w:hAnsi="Calibri" w:cs="Calibri"/>
          <w:sz w:val="8"/>
          <w:szCs w:val="8"/>
          <w:lang w:eastAsia="fr-FR"/>
        </w:rPr>
      </w:pPr>
    </w:p>
    <w:bookmarkEnd w:id="33"/>
    <w:bookmarkEnd w:id="34"/>
    <w:p w14:paraId="3ADBFBBF" w14:textId="77777777" w:rsidR="00E90A48" w:rsidRPr="00D020EB"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2455A5AE"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04C1CF25" w14:textId="77777777" w:rsidR="00E90A48" w:rsidRPr="00D020EB"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A346422"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66F22DD6" w14:textId="77777777" w:rsidR="00E90A48" w:rsidRPr="00D020EB"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3D56180"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5C0A67E1" w14:textId="77777777" w:rsidR="00E90A48" w:rsidRPr="00D020EB"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64010A9"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32CBE8C7" w14:textId="77777777" w:rsidR="00E90A48"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3ADFBC6"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43D8CEC9" w14:textId="77777777" w:rsidR="00946BD5" w:rsidRDefault="00946BD5" w:rsidP="0000766C">
      <w:pPr>
        <w:tabs>
          <w:tab w:val="left" w:leader="dot" w:pos="9356"/>
        </w:tabs>
        <w:spacing w:after="0" w:line="240" w:lineRule="auto"/>
        <w:jc w:val="left"/>
        <w:rPr>
          <w:rFonts w:ascii="Calibri" w:eastAsia="Times New Roman" w:hAnsi="Calibri" w:cs="Calibri"/>
          <w:sz w:val="22"/>
          <w:lang w:eastAsia="fr-FR"/>
        </w:rPr>
      </w:pPr>
    </w:p>
    <w:p w14:paraId="695F6B28" w14:textId="77777777" w:rsidR="00E90A48" w:rsidRDefault="00E90A48" w:rsidP="0000766C">
      <w:pPr>
        <w:tabs>
          <w:tab w:val="left" w:leader="dot" w:pos="9356"/>
        </w:tabs>
        <w:spacing w:after="0" w:line="240" w:lineRule="auto"/>
        <w:jc w:val="left"/>
        <w:rPr>
          <w:rFonts w:ascii="Calibri" w:eastAsia="Times New Roman" w:hAnsi="Calibri" w:cs="Calibri"/>
          <w:sz w:val="22"/>
          <w:lang w:eastAsia="fr-FR"/>
        </w:rPr>
      </w:pPr>
    </w:p>
    <w:p w14:paraId="1D3E19F7" w14:textId="77777777" w:rsidR="00E90A48" w:rsidRPr="00D020EB" w:rsidRDefault="00E90A48" w:rsidP="0000766C">
      <w:pPr>
        <w:tabs>
          <w:tab w:val="left" w:leader="dot" w:pos="9356"/>
        </w:tabs>
        <w:spacing w:after="0" w:line="240" w:lineRule="auto"/>
        <w:jc w:val="left"/>
        <w:rPr>
          <w:rFonts w:ascii="Calibri" w:eastAsia="Times New Roman" w:hAnsi="Calibri" w:cs="Calibri"/>
          <w:sz w:val="22"/>
          <w:lang w:eastAsia="fr-FR"/>
        </w:rPr>
      </w:pPr>
    </w:p>
    <w:p w14:paraId="5D239E22" w14:textId="4A69873F" w:rsidR="0000766C" w:rsidRPr="00946BD5" w:rsidRDefault="00946BD5" w:rsidP="00E90A48">
      <w:pPr>
        <w:pStyle w:val="Puce2"/>
        <w:numPr>
          <w:ilvl w:val="0"/>
          <w:numId w:val="21"/>
        </w:numPr>
        <w:rPr>
          <w:bCs/>
          <w:u w:val="none"/>
          <w:lang w:val="fr-FR" w:eastAsia="fr-FR"/>
        </w:rPr>
      </w:pPr>
      <w:r>
        <w:rPr>
          <w:bCs/>
          <w:u w:val="none"/>
          <w:lang w:val="fr-FR" w:eastAsia="fr-FR"/>
        </w:rPr>
        <w:lastRenderedPageBreak/>
        <w:t>M</w:t>
      </w:r>
      <w:r w:rsidR="0000766C" w:rsidRPr="00946BD5">
        <w:rPr>
          <w:bCs/>
          <w:u w:val="none"/>
          <w:lang w:val="fr-FR" w:eastAsia="fr-FR"/>
        </w:rPr>
        <w:t>esures prises en faveur de l’insertion professionnelle des publics en difficultés.</w:t>
      </w:r>
    </w:p>
    <w:p w14:paraId="1417CED8"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066FC19"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39E23DCC" w14:textId="77777777" w:rsidR="00946BD5"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769988C"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690DF9BD"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832C16B"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2E330615"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67D0FCB"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36D3D97B" w14:textId="77777777" w:rsidR="00946BD5"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84B0B89"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72068E63"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091637B"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64A20E5E"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80E1E31"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10A90E47" w14:textId="77777777" w:rsidR="00946BD5"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095706A"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40067C4F"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3DBA875"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2CDA6E77" w14:textId="77777777" w:rsidR="00946BD5"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2CC9C87"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0E9DC3F5"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5734A78"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42FCCDD6"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7716853"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54BC3355"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30A3565"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49AF44A6"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3E96FCA"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0D729046" w14:textId="77777777" w:rsidR="00946BD5"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F157284"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74D72EC8"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E2AA02B"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444F9904"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CAE10FC"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7CCE67EA" w14:textId="77777777" w:rsidR="00946BD5"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5756A15"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547354A9"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783B79A"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4327717A"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B3929B0"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3B013302"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80EA70C"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252B509A"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9BFE43D"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21A3A5CB" w14:textId="77777777" w:rsidR="00946BD5"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E1C27FA"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39366362" w14:textId="77777777" w:rsidR="00946BD5"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68F7DF7"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79E064FD"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08F2C48"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7FA28F0F"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A57288A"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1CBAF3CD" w14:textId="77777777" w:rsidR="00946BD5"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B27C5C1"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4FDA657D"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874473A"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6FDD353D"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145055B5"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68F4ADA2"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DB6187D"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1DD637D2" w14:textId="77777777" w:rsidR="00946BD5" w:rsidRPr="00D020EB" w:rsidRDefault="00946BD5" w:rsidP="00946BD5">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E2846E9" w14:textId="77777777" w:rsidR="00946BD5" w:rsidRPr="00D020EB" w:rsidRDefault="00946BD5" w:rsidP="00946BD5">
      <w:pPr>
        <w:tabs>
          <w:tab w:val="left" w:leader="dot" w:pos="9356"/>
        </w:tabs>
        <w:spacing w:after="0" w:line="240" w:lineRule="auto"/>
        <w:jc w:val="left"/>
        <w:rPr>
          <w:rFonts w:ascii="Calibri" w:eastAsia="Times New Roman" w:hAnsi="Calibri" w:cs="Calibri"/>
          <w:sz w:val="8"/>
          <w:szCs w:val="8"/>
          <w:lang w:eastAsia="fr-FR"/>
        </w:rPr>
      </w:pPr>
    </w:p>
    <w:p w14:paraId="4E351818" w14:textId="77777777" w:rsidR="00E90A48" w:rsidRPr="00D020EB"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65EA25AF"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62B4AA07" w14:textId="77777777" w:rsidR="00E90A48" w:rsidRPr="00D020EB"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7EBA742"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367C6B37" w14:textId="77777777" w:rsidR="00E90A48" w:rsidRPr="00D020EB"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5E29E775"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08A1627A" w14:textId="77777777" w:rsidR="00E90A48" w:rsidRPr="00D020EB"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324B962C"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18CCE423" w14:textId="77777777" w:rsidR="00E90A48"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758D781"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76501998" w14:textId="77777777" w:rsidR="00E90A48" w:rsidRPr="00D020EB"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79F2E316"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75FEC165" w14:textId="77777777" w:rsidR="00E90A48" w:rsidRPr="00D020EB"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494E2A04"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p w14:paraId="56AEABB3" w14:textId="77777777" w:rsidR="00E90A48" w:rsidRDefault="00E90A48" w:rsidP="00E90A48">
      <w:pPr>
        <w:tabs>
          <w:tab w:val="left" w:leader="dot" w:pos="9356"/>
        </w:tabs>
        <w:spacing w:after="0" w:line="240" w:lineRule="auto"/>
        <w:jc w:val="left"/>
        <w:rPr>
          <w:rFonts w:ascii="Calibri" w:eastAsia="Times New Roman" w:hAnsi="Calibri" w:cs="Calibri"/>
          <w:sz w:val="22"/>
          <w:lang w:eastAsia="fr-FR"/>
        </w:rPr>
      </w:pPr>
      <w:r w:rsidRPr="00D020EB">
        <w:rPr>
          <w:rFonts w:ascii="Calibri" w:eastAsia="Times New Roman" w:hAnsi="Calibri" w:cs="Calibri"/>
          <w:sz w:val="22"/>
          <w:lang w:eastAsia="fr-FR"/>
        </w:rPr>
        <w:tab/>
      </w:r>
    </w:p>
    <w:p w14:paraId="05FDE07A" w14:textId="77777777" w:rsidR="00E90A48" w:rsidRPr="00D020EB" w:rsidRDefault="00E90A48" w:rsidP="00E90A48">
      <w:pPr>
        <w:tabs>
          <w:tab w:val="left" w:leader="dot" w:pos="9356"/>
        </w:tabs>
        <w:spacing w:after="0" w:line="240" w:lineRule="auto"/>
        <w:jc w:val="left"/>
        <w:rPr>
          <w:rFonts w:ascii="Calibri" w:eastAsia="Times New Roman" w:hAnsi="Calibri" w:cs="Calibri"/>
          <w:sz w:val="8"/>
          <w:szCs w:val="8"/>
          <w:lang w:eastAsia="fr-FR"/>
        </w:rPr>
      </w:pPr>
    </w:p>
    <w:sectPr w:rsidR="00E90A48" w:rsidRPr="00D020EB" w:rsidSect="00B1054E">
      <w:footerReference w:type="default" r:id="rId15"/>
      <w:headerReference w:type="first" r:id="rId16"/>
      <w:footerReference w:type="first" r:id="rId17"/>
      <w:pgSz w:w="11907" w:h="16840" w:code="9"/>
      <w:pgMar w:top="993" w:right="1134" w:bottom="1135" w:left="1418" w:header="720" w:footer="34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CAA28" w14:textId="77777777" w:rsidR="00F04716" w:rsidRDefault="00F04716" w:rsidP="00F2358E">
      <w:pPr>
        <w:spacing w:line="240" w:lineRule="auto"/>
      </w:pPr>
      <w:r>
        <w:separator/>
      </w:r>
    </w:p>
  </w:endnote>
  <w:endnote w:type="continuationSeparator" w:id="0">
    <w:p w14:paraId="1F55FB33" w14:textId="77777777" w:rsidR="00F04716" w:rsidRDefault="00F04716" w:rsidP="00F2358E">
      <w:pPr>
        <w:spacing w:line="240" w:lineRule="auto"/>
      </w:pPr>
      <w:r>
        <w:continuationSeparator/>
      </w:r>
    </w:p>
  </w:endnote>
  <w:endnote w:type="continuationNotice" w:id="1">
    <w:p w14:paraId="54F52D9F" w14:textId="77777777" w:rsidR="00F04716" w:rsidRDefault="00F047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swald">
    <w:charset w:val="00"/>
    <w:family w:val="auto"/>
    <w:pitch w:val="variable"/>
    <w:sig w:usb0="2000020F" w:usb1="00000000" w:usb2="00000000" w:usb3="00000000" w:csb0="00000197"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47908" w14:textId="3A370E41" w:rsidR="0097180C" w:rsidRPr="00787D87" w:rsidRDefault="002C24AA" w:rsidP="00787D87">
    <w:pPr>
      <w:pStyle w:val="En-tte"/>
      <w:pBdr>
        <w:top w:val="single" w:sz="4" w:space="1" w:color="FF5050"/>
      </w:pBdr>
      <w:tabs>
        <w:tab w:val="left" w:pos="708"/>
      </w:tabs>
      <w:rPr>
        <w:sz w:val="16"/>
        <w:szCs w:val="16"/>
      </w:rPr>
    </w:pPr>
    <w:r>
      <w:rPr>
        <w:sz w:val="16"/>
        <w:szCs w:val="16"/>
      </w:rPr>
      <w:t>TBS EDUCATION</w:t>
    </w:r>
    <w:r w:rsidR="009428F3">
      <w:rPr>
        <w:sz w:val="16"/>
        <w:szCs w:val="16"/>
      </w:rPr>
      <w:tab/>
    </w:r>
    <w:r w:rsidR="009428F3" w:rsidRPr="00BB6AFA">
      <w:rPr>
        <w:bCs/>
        <w:kern w:val="28"/>
        <w:sz w:val="16"/>
        <w:szCs w:val="16"/>
      </w:rPr>
      <w:t>« </w:t>
    </w:r>
    <w:r w:rsidR="00380A24">
      <w:rPr>
        <w:i/>
        <w:sz w:val="16"/>
      </w:rPr>
      <w:t>Titres restaurant</w:t>
    </w:r>
    <w:r w:rsidR="009428F3">
      <w:rPr>
        <w:i/>
        <w:sz w:val="16"/>
      </w:rPr>
      <w:t xml:space="preserve"> </w:t>
    </w:r>
    <w:r w:rsidR="009428F3" w:rsidRPr="00BB6AFA">
      <w:rPr>
        <w:bCs/>
        <w:kern w:val="28"/>
        <w:sz w:val="16"/>
        <w:szCs w:val="16"/>
      </w:rPr>
      <w:t>»</w:t>
    </w:r>
    <w:r w:rsidR="009428F3" w:rsidRPr="00BB6AFA">
      <w:rPr>
        <w:sz w:val="16"/>
        <w:szCs w:val="16"/>
      </w:rPr>
      <w:tab/>
    </w:r>
    <w:r w:rsidR="009428F3" w:rsidRPr="00BB6AFA">
      <w:rPr>
        <w:i/>
        <w:sz w:val="16"/>
        <w:szCs w:val="16"/>
      </w:rPr>
      <w:t xml:space="preserve"> </w:t>
    </w:r>
    <w:r w:rsidR="009428F3" w:rsidRPr="00BB6AFA">
      <w:rPr>
        <w:rStyle w:val="Numrodepage"/>
        <w:sz w:val="16"/>
        <w:szCs w:val="16"/>
      </w:rPr>
      <w:fldChar w:fldCharType="begin"/>
    </w:r>
    <w:r w:rsidR="009428F3" w:rsidRPr="00BB6AFA">
      <w:rPr>
        <w:rStyle w:val="Numrodepage"/>
        <w:sz w:val="16"/>
        <w:szCs w:val="16"/>
      </w:rPr>
      <w:instrText xml:space="preserve"> PAGE </w:instrText>
    </w:r>
    <w:r w:rsidR="009428F3" w:rsidRPr="00BB6AFA">
      <w:rPr>
        <w:rStyle w:val="Numrodepage"/>
        <w:sz w:val="16"/>
        <w:szCs w:val="16"/>
      </w:rPr>
      <w:fldChar w:fldCharType="separate"/>
    </w:r>
    <w:r w:rsidR="003C71D8">
      <w:rPr>
        <w:rStyle w:val="Numrodepage"/>
        <w:noProof/>
        <w:sz w:val="16"/>
        <w:szCs w:val="16"/>
      </w:rPr>
      <w:t>22</w:t>
    </w:r>
    <w:r w:rsidR="009428F3" w:rsidRPr="00BB6AFA">
      <w:rPr>
        <w:rStyle w:val="Numrodepage"/>
        <w:sz w:val="16"/>
        <w:szCs w:val="16"/>
      </w:rPr>
      <w:fldChar w:fldCharType="end"/>
    </w:r>
    <w:r w:rsidR="009428F3" w:rsidRPr="00BB6AFA">
      <w:rPr>
        <w:rStyle w:val="Numrodepage"/>
        <w:sz w:val="16"/>
        <w:szCs w:val="16"/>
      </w:rPr>
      <w:t>/</w:t>
    </w:r>
    <w:r w:rsidR="009428F3" w:rsidRPr="00BB6AFA">
      <w:rPr>
        <w:rStyle w:val="Numrodepage"/>
        <w:sz w:val="16"/>
        <w:szCs w:val="16"/>
      </w:rPr>
      <w:fldChar w:fldCharType="begin"/>
    </w:r>
    <w:r w:rsidR="009428F3" w:rsidRPr="00BB6AFA">
      <w:rPr>
        <w:rStyle w:val="Numrodepage"/>
        <w:sz w:val="16"/>
        <w:szCs w:val="16"/>
      </w:rPr>
      <w:instrText xml:space="preserve"> NUMPAGES </w:instrText>
    </w:r>
    <w:r w:rsidR="009428F3" w:rsidRPr="00BB6AFA">
      <w:rPr>
        <w:rStyle w:val="Numrodepage"/>
        <w:sz w:val="16"/>
        <w:szCs w:val="16"/>
      </w:rPr>
      <w:fldChar w:fldCharType="separate"/>
    </w:r>
    <w:r w:rsidR="003C71D8">
      <w:rPr>
        <w:rStyle w:val="Numrodepage"/>
        <w:noProof/>
        <w:sz w:val="16"/>
        <w:szCs w:val="16"/>
      </w:rPr>
      <w:t>26</w:t>
    </w:r>
    <w:r w:rsidR="009428F3" w:rsidRPr="00BB6AFA">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75FC0" w14:textId="1772AA90" w:rsidR="009428F3" w:rsidRDefault="009428F3" w:rsidP="00F7531B">
    <w:pPr>
      <w:pStyle w:val="Pieddepage"/>
      <w:ind w:left="-4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4D6C6" w14:textId="77777777" w:rsidR="00F04716" w:rsidRDefault="00F04716" w:rsidP="00F2358E">
      <w:pPr>
        <w:spacing w:line="240" w:lineRule="auto"/>
      </w:pPr>
      <w:r>
        <w:separator/>
      </w:r>
    </w:p>
  </w:footnote>
  <w:footnote w:type="continuationSeparator" w:id="0">
    <w:p w14:paraId="71BA3C51" w14:textId="77777777" w:rsidR="00F04716" w:rsidRDefault="00F04716" w:rsidP="00F2358E">
      <w:pPr>
        <w:spacing w:line="240" w:lineRule="auto"/>
      </w:pPr>
      <w:r>
        <w:continuationSeparator/>
      </w:r>
    </w:p>
  </w:footnote>
  <w:footnote w:type="continuationNotice" w:id="1">
    <w:p w14:paraId="394064CB" w14:textId="77777777" w:rsidR="00F04716" w:rsidRDefault="00F047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FC60F" w14:textId="25060F1C" w:rsidR="009428F3" w:rsidRPr="00F838C0" w:rsidRDefault="009428F3" w:rsidP="00C22D17">
    <w:pPr>
      <w:tabs>
        <w:tab w:val="right" w:pos="9638"/>
      </w:tabs>
      <w:rPr>
        <w:rFonts w:ascii="Book Antiqua" w:hAnsi="Book Antiqua"/>
        <w:b/>
      </w:rPr>
    </w:pPr>
    <w:r w:rsidRPr="00F838C0">
      <w:rPr>
        <w:rFonts w:ascii="Book Antiqua" w:hAnsi="Book Antiqua"/>
        <w:noProof/>
      </w:rPr>
      <w:tab/>
    </w:r>
  </w:p>
  <w:p w14:paraId="4AFE1EBE" w14:textId="77777777" w:rsidR="009428F3" w:rsidRDefault="009428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83E1F"/>
    <w:multiLevelType w:val="hybridMultilevel"/>
    <w:tmpl w:val="C144EE2A"/>
    <w:lvl w:ilvl="0" w:tplc="C1A0D3F8">
      <w:numFmt w:val="bullet"/>
      <w:lvlText w:val="-"/>
      <w:lvlJc w:val="left"/>
      <w:pPr>
        <w:ind w:left="720" w:hanging="360"/>
      </w:pPr>
      <w:rPr>
        <w:rFonts w:ascii="Trebuchet MS" w:eastAsiaTheme="minorHAnsi" w:hAnsi="Trebuchet MS" w:cstheme="minorBid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FDD0A8F"/>
    <w:multiLevelType w:val="hybridMultilevel"/>
    <w:tmpl w:val="332A41BE"/>
    <w:lvl w:ilvl="0" w:tplc="9AB80A4A">
      <w:start w:val="1"/>
      <w:numFmt w:val="bullet"/>
      <w:pStyle w:val="Puce2"/>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007BF1"/>
    <w:multiLevelType w:val="hybridMultilevel"/>
    <w:tmpl w:val="392E0C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8B0AE3"/>
    <w:multiLevelType w:val="hybridMultilevel"/>
    <w:tmpl w:val="0F884E62"/>
    <w:lvl w:ilvl="0" w:tplc="D10C3720">
      <w:numFmt w:val="bullet"/>
      <w:lvlText w:val="-"/>
      <w:lvlJc w:val="left"/>
      <w:pPr>
        <w:ind w:left="720" w:hanging="360"/>
      </w:pPr>
      <w:rPr>
        <w:rFonts w:ascii="Roboto" w:eastAsia="Times New Roman" w:hAnsi="Robo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2B608D"/>
    <w:multiLevelType w:val="hybridMultilevel"/>
    <w:tmpl w:val="BA12FF12"/>
    <w:lvl w:ilvl="0" w:tplc="31B2C206">
      <w:numFmt w:val="bullet"/>
      <w:lvlText w:val="-"/>
      <w:lvlJc w:val="left"/>
      <w:pPr>
        <w:ind w:left="72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201D3E"/>
    <w:multiLevelType w:val="multilevel"/>
    <w:tmpl w:val="DDEC235A"/>
    <w:lvl w:ilvl="0">
      <w:start w:val="1"/>
      <w:numFmt w:val="decimal"/>
      <w:pStyle w:val="Titre1"/>
      <w:lvlText w:val="%1."/>
      <w:lvlJc w:val="left"/>
      <w:pPr>
        <w:tabs>
          <w:tab w:val="num" w:pos="4685"/>
        </w:tabs>
        <w:ind w:left="4685" w:hanging="432"/>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50800" w14:dist="38100" w14:dir="2700000" w14:sx="100000" w14:sy="100000" w14:kx="0" w14:ky="0" w14:algn="tl">
          <w14:srgbClr w14:val="000000">
            <w14:alpha w14:val="60000"/>
          </w14:srgbClr>
        </w14:shadow>
        <w14:textOutline w14:w="0" w14:cap="rnd" w14:cmpd="sng" w14:algn="ctr">
          <w14:noFill/>
          <w14:prstDash w14:val="solid"/>
          <w14:bevel/>
        </w14:textOutline>
      </w:rPr>
    </w:lvl>
    <w:lvl w:ilvl="1">
      <w:start w:val="1"/>
      <w:numFmt w:val="decimal"/>
      <w:pStyle w:val="Titre2"/>
      <w:lvlText w:val="%1.%2 - "/>
      <w:lvlJc w:val="left"/>
      <w:pPr>
        <w:tabs>
          <w:tab w:val="num" w:pos="576"/>
        </w:tabs>
        <w:ind w:left="576" w:hanging="9"/>
      </w:pPr>
      <w:rPr>
        <w:rFonts w:hint="default"/>
      </w:rPr>
    </w:lvl>
    <w:lvl w:ilvl="2">
      <w:start w:val="1"/>
      <w:numFmt w:val="lowerLetter"/>
      <w:pStyle w:val="Titre3"/>
      <w:lvlText w:val="%1.%2.%3"/>
      <w:lvlJc w:val="left"/>
      <w:pPr>
        <w:tabs>
          <w:tab w:val="num" w:pos="1260"/>
        </w:tabs>
        <w:ind w:left="851" w:firstLine="34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66690A55"/>
    <w:multiLevelType w:val="hybridMultilevel"/>
    <w:tmpl w:val="1898018A"/>
    <w:lvl w:ilvl="0" w:tplc="B2B088EC">
      <w:numFmt w:val="bullet"/>
      <w:pStyle w:val="Paragraphedeliste"/>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65"/>
        </w:tabs>
        <w:ind w:left="165" w:hanging="360"/>
      </w:pPr>
      <w:rPr>
        <w:rFonts w:ascii="Courier New" w:hAnsi="Courier New" w:cs="Courier New" w:hint="default"/>
      </w:rPr>
    </w:lvl>
    <w:lvl w:ilvl="2" w:tplc="040C0005">
      <w:start w:val="1"/>
      <w:numFmt w:val="bullet"/>
      <w:lvlText w:val=""/>
      <w:lvlJc w:val="left"/>
      <w:pPr>
        <w:tabs>
          <w:tab w:val="num" w:pos="885"/>
        </w:tabs>
        <w:ind w:left="885" w:hanging="360"/>
      </w:pPr>
      <w:rPr>
        <w:rFonts w:ascii="Wingdings" w:hAnsi="Wingdings" w:hint="default"/>
      </w:rPr>
    </w:lvl>
    <w:lvl w:ilvl="3" w:tplc="040C0001" w:tentative="1">
      <w:start w:val="1"/>
      <w:numFmt w:val="bullet"/>
      <w:lvlText w:val=""/>
      <w:lvlJc w:val="left"/>
      <w:pPr>
        <w:tabs>
          <w:tab w:val="num" w:pos="1605"/>
        </w:tabs>
        <w:ind w:left="1605" w:hanging="360"/>
      </w:pPr>
      <w:rPr>
        <w:rFonts w:ascii="Symbol" w:hAnsi="Symbol" w:hint="default"/>
      </w:rPr>
    </w:lvl>
    <w:lvl w:ilvl="4" w:tplc="040C0003" w:tentative="1">
      <w:start w:val="1"/>
      <w:numFmt w:val="bullet"/>
      <w:lvlText w:val="o"/>
      <w:lvlJc w:val="left"/>
      <w:pPr>
        <w:tabs>
          <w:tab w:val="num" w:pos="2325"/>
        </w:tabs>
        <w:ind w:left="2325" w:hanging="360"/>
      </w:pPr>
      <w:rPr>
        <w:rFonts w:ascii="Courier New" w:hAnsi="Courier New" w:cs="Courier New" w:hint="default"/>
      </w:rPr>
    </w:lvl>
    <w:lvl w:ilvl="5" w:tplc="040C0005" w:tentative="1">
      <w:start w:val="1"/>
      <w:numFmt w:val="bullet"/>
      <w:lvlText w:val=""/>
      <w:lvlJc w:val="left"/>
      <w:pPr>
        <w:tabs>
          <w:tab w:val="num" w:pos="3045"/>
        </w:tabs>
        <w:ind w:left="3045" w:hanging="360"/>
      </w:pPr>
      <w:rPr>
        <w:rFonts w:ascii="Wingdings" w:hAnsi="Wingdings" w:hint="default"/>
      </w:rPr>
    </w:lvl>
    <w:lvl w:ilvl="6" w:tplc="040C0001" w:tentative="1">
      <w:start w:val="1"/>
      <w:numFmt w:val="bullet"/>
      <w:lvlText w:val=""/>
      <w:lvlJc w:val="left"/>
      <w:pPr>
        <w:tabs>
          <w:tab w:val="num" w:pos="3765"/>
        </w:tabs>
        <w:ind w:left="3765" w:hanging="360"/>
      </w:pPr>
      <w:rPr>
        <w:rFonts w:ascii="Symbol" w:hAnsi="Symbol" w:hint="default"/>
      </w:rPr>
    </w:lvl>
    <w:lvl w:ilvl="7" w:tplc="040C0003" w:tentative="1">
      <w:start w:val="1"/>
      <w:numFmt w:val="bullet"/>
      <w:lvlText w:val="o"/>
      <w:lvlJc w:val="left"/>
      <w:pPr>
        <w:tabs>
          <w:tab w:val="num" w:pos="4485"/>
        </w:tabs>
        <w:ind w:left="4485" w:hanging="360"/>
      </w:pPr>
      <w:rPr>
        <w:rFonts w:ascii="Courier New" w:hAnsi="Courier New" w:cs="Courier New" w:hint="default"/>
      </w:rPr>
    </w:lvl>
    <w:lvl w:ilvl="8" w:tplc="040C0005" w:tentative="1">
      <w:start w:val="1"/>
      <w:numFmt w:val="bullet"/>
      <w:lvlText w:val=""/>
      <w:lvlJc w:val="left"/>
      <w:pPr>
        <w:tabs>
          <w:tab w:val="num" w:pos="5205"/>
        </w:tabs>
        <w:ind w:left="5205" w:hanging="360"/>
      </w:pPr>
      <w:rPr>
        <w:rFonts w:ascii="Wingdings" w:hAnsi="Wingdings" w:hint="default"/>
      </w:rPr>
    </w:lvl>
  </w:abstractNum>
  <w:abstractNum w:abstractNumId="7" w15:restartNumberingAfterBreak="0">
    <w:nsid w:val="78C43F32"/>
    <w:multiLevelType w:val="hybridMultilevel"/>
    <w:tmpl w:val="2BD863EE"/>
    <w:lvl w:ilvl="0" w:tplc="C1A0D3F8">
      <w:numFmt w:val="bullet"/>
      <w:lvlText w:val="-"/>
      <w:lvlJc w:val="left"/>
      <w:pPr>
        <w:ind w:left="720" w:hanging="360"/>
      </w:pPr>
      <w:rPr>
        <w:rFonts w:ascii="Trebuchet MS" w:eastAsiaTheme="minorHAnsi" w:hAnsi="Trebuchet MS" w:cstheme="minorBid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9EF26D8"/>
    <w:multiLevelType w:val="hybridMultilevel"/>
    <w:tmpl w:val="9C8ACB56"/>
    <w:lvl w:ilvl="0" w:tplc="1820E8D0">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EBF3C2F"/>
    <w:multiLevelType w:val="hybridMultilevel"/>
    <w:tmpl w:val="0BB6A1B6"/>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63756226">
    <w:abstractNumId w:val="6"/>
  </w:num>
  <w:num w:numId="2" w16cid:durableId="17894356">
    <w:abstractNumId w:val="1"/>
  </w:num>
  <w:num w:numId="3" w16cid:durableId="2030065761">
    <w:abstractNumId w:val="5"/>
    <w:lvlOverride w:ilvl="0">
      <w:lvl w:ilvl="0">
        <w:start w:val="1"/>
        <w:numFmt w:val="decimal"/>
        <w:pStyle w:val="Titre1"/>
        <w:lvlText w:val="%1."/>
        <w:lvlJc w:val="left"/>
        <w:pPr>
          <w:tabs>
            <w:tab w:val="num" w:pos="612"/>
          </w:tabs>
          <w:ind w:left="612" w:hanging="432"/>
        </w:pPr>
        <w:rPr>
          <w:rFonts w:cs="Times New Roman" w:hint="default"/>
          <w:b/>
          <w:bCs w:val="0"/>
          <w:i w:val="0"/>
          <w:iCs w:val="0"/>
          <w:caps w:val="0"/>
          <w:smallCaps w:val="0"/>
          <w:strike w:val="0"/>
          <w:dstrike w:val="0"/>
          <w:noProof w:val="0"/>
          <w:vanish w:val="0"/>
          <w:color w:val="4000BE" w:themeColor="accent2"/>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pStyle w:val="Titre2"/>
        <w:lvlText w:val="%1.%2 "/>
        <w:lvlJc w:val="left"/>
        <w:pPr>
          <w:tabs>
            <w:tab w:val="num" w:pos="576"/>
          </w:tabs>
          <w:ind w:left="576" w:hanging="9"/>
        </w:pPr>
        <w:rPr>
          <w:rFonts w:hint="default"/>
        </w:rPr>
      </w:lvl>
    </w:lvlOverride>
    <w:lvlOverride w:ilvl="2">
      <w:lvl w:ilvl="2">
        <w:start w:val="1"/>
        <w:numFmt w:val="lowerLetter"/>
        <w:pStyle w:val="Titre3"/>
        <w:lvlText w:val="%1.%2.%3"/>
        <w:lvlJc w:val="left"/>
        <w:pPr>
          <w:tabs>
            <w:tab w:val="num" w:pos="1260"/>
          </w:tabs>
          <w:ind w:left="851" w:firstLine="34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4" w16cid:durableId="2050448608">
    <w:abstractNumId w:val="2"/>
  </w:num>
  <w:num w:numId="5" w16cid:durableId="416170916">
    <w:abstractNumId w:val="9"/>
  </w:num>
  <w:num w:numId="6" w16cid:durableId="1805001612">
    <w:abstractNumId w:val="4"/>
  </w:num>
  <w:num w:numId="7" w16cid:durableId="864832983">
    <w:abstractNumId w:val="5"/>
    <w:lvlOverride w:ilvl="0">
      <w:lvl w:ilvl="0">
        <w:start w:val="1"/>
        <w:numFmt w:val="decimal"/>
        <w:pStyle w:val="Titre1"/>
        <w:lvlText w:val="%1."/>
        <w:lvlJc w:val="left"/>
        <w:pPr>
          <w:tabs>
            <w:tab w:val="num" w:pos="612"/>
          </w:tabs>
          <w:ind w:left="612" w:hanging="432"/>
        </w:pPr>
        <w:rPr>
          <w:rFonts w:cs="Times New Roman" w:hint="default"/>
          <w:b/>
          <w:bCs w:val="0"/>
          <w:i w:val="0"/>
          <w:iCs w:val="0"/>
          <w:caps w:val="0"/>
          <w:smallCaps w:val="0"/>
          <w:strike w:val="0"/>
          <w:dstrike w:val="0"/>
          <w:noProof w:val="0"/>
          <w:vanish w:val="0"/>
          <w:color w:val="4000BE" w:themeColor="accent2"/>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pStyle w:val="Titre2"/>
        <w:lvlText w:val="%1.%2 "/>
        <w:lvlJc w:val="left"/>
        <w:pPr>
          <w:tabs>
            <w:tab w:val="num" w:pos="576"/>
          </w:tabs>
          <w:ind w:left="576" w:hanging="9"/>
        </w:pPr>
        <w:rPr>
          <w:rFonts w:hint="default"/>
        </w:rPr>
      </w:lvl>
    </w:lvlOverride>
    <w:lvlOverride w:ilvl="2">
      <w:lvl w:ilvl="2">
        <w:start w:val="1"/>
        <w:numFmt w:val="lowerLetter"/>
        <w:pStyle w:val="Titre3"/>
        <w:lvlText w:val="%1.%2.%3"/>
        <w:lvlJc w:val="left"/>
        <w:pPr>
          <w:tabs>
            <w:tab w:val="num" w:pos="1260"/>
          </w:tabs>
          <w:ind w:left="851" w:firstLine="34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8" w16cid:durableId="656568197">
    <w:abstractNumId w:val="0"/>
  </w:num>
  <w:num w:numId="9" w16cid:durableId="1406565353">
    <w:abstractNumId w:val="3"/>
  </w:num>
  <w:num w:numId="10" w16cid:durableId="1876111493">
    <w:abstractNumId w:val="1"/>
  </w:num>
  <w:num w:numId="11" w16cid:durableId="1221675741">
    <w:abstractNumId w:val="1"/>
  </w:num>
  <w:num w:numId="12" w16cid:durableId="633221930">
    <w:abstractNumId w:val="1"/>
  </w:num>
  <w:num w:numId="13" w16cid:durableId="1257860217">
    <w:abstractNumId w:val="1"/>
  </w:num>
  <w:num w:numId="14" w16cid:durableId="639072392">
    <w:abstractNumId w:val="1"/>
  </w:num>
  <w:num w:numId="15" w16cid:durableId="1698235132">
    <w:abstractNumId w:val="5"/>
    <w:lvlOverride w:ilvl="0">
      <w:startOverride w:val="1"/>
      <w:lvl w:ilvl="0">
        <w:start w:val="1"/>
        <w:numFmt w:val="decimal"/>
        <w:pStyle w:val="Titre1"/>
        <w:lvlText w:val="%1."/>
        <w:lvlJc w:val="left"/>
        <w:pPr>
          <w:tabs>
            <w:tab w:val="num" w:pos="612"/>
          </w:tabs>
          <w:ind w:left="612" w:hanging="432"/>
        </w:pPr>
        <w:rPr>
          <w:rFonts w:cs="Times New Roman" w:hint="default"/>
          <w:b/>
          <w:bCs w:val="0"/>
          <w:i w:val="0"/>
          <w:iCs w:val="0"/>
          <w:caps w:val="0"/>
          <w:smallCaps w:val="0"/>
          <w:strike w:val="0"/>
          <w:dstrike w:val="0"/>
          <w:noProof w:val="0"/>
          <w:vanish w:val="0"/>
          <w:color w:val="4000BE" w:themeColor="accent2"/>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pStyle w:val="Titre2"/>
        <w:lvlText w:val="%1.%2 "/>
        <w:lvlJc w:val="left"/>
        <w:pPr>
          <w:tabs>
            <w:tab w:val="num" w:pos="576"/>
          </w:tabs>
          <w:ind w:left="576" w:hanging="9"/>
        </w:pPr>
        <w:rPr>
          <w:rFonts w:hint="default"/>
        </w:rPr>
      </w:lvl>
    </w:lvlOverride>
    <w:lvlOverride w:ilvl="2">
      <w:startOverride w:val="1"/>
      <w:lvl w:ilvl="2">
        <w:start w:val="1"/>
        <w:numFmt w:val="lowerLetter"/>
        <w:pStyle w:val="Titre3"/>
        <w:lvlText w:val="%1.%2.%3"/>
        <w:lvlJc w:val="left"/>
        <w:pPr>
          <w:tabs>
            <w:tab w:val="num" w:pos="1260"/>
          </w:tabs>
          <w:ind w:left="851" w:firstLine="340"/>
        </w:pPr>
        <w:rPr>
          <w:rFonts w:hint="default"/>
        </w:rPr>
      </w:lvl>
    </w:lvlOverride>
    <w:lvlOverride w:ilvl="3">
      <w:startOverride w:val="1"/>
      <w:lvl w:ilvl="3">
        <w:start w:val="1"/>
        <w:numFmt w:val="decimal"/>
        <w:lvlText w:val="%1.%2.%3.%4"/>
        <w:lvlJc w:val="left"/>
        <w:pPr>
          <w:tabs>
            <w:tab w:val="num" w:pos="864"/>
          </w:tabs>
          <w:ind w:left="864" w:hanging="864"/>
        </w:pPr>
        <w:rPr>
          <w:rFonts w:hint="default"/>
        </w:rPr>
      </w:lvl>
    </w:lvlOverride>
    <w:lvlOverride w:ilvl="4">
      <w:startOverride w:val="1"/>
      <w:lvl w:ilvl="4">
        <w:start w:val="1"/>
        <w:numFmt w:val="decimal"/>
        <w:lvlText w:val="%1.%2.%3.%4.%5"/>
        <w:lvlJc w:val="left"/>
        <w:pPr>
          <w:tabs>
            <w:tab w:val="num" w:pos="1008"/>
          </w:tabs>
          <w:ind w:left="1008" w:hanging="1008"/>
        </w:pPr>
        <w:rPr>
          <w:rFonts w:hint="default"/>
        </w:rPr>
      </w:lvl>
    </w:lvlOverride>
    <w:lvlOverride w:ilvl="5">
      <w:startOverride w:val="1"/>
      <w:lvl w:ilvl="5">
        <w:start w:val="1"/>
        <w:numFmt w:val="decimal"/>
        <w:lvlText w:val="%1.%2.%3.%4.%5.%6"/>
        <w:lvlJc w:val="left"/>
        <w:pPr>
          <w:tabs>
            <w:tab w:val="num" w:pos="1152"/>
          </w:tabs>
          <w:ind w:left="1152" w:hanging="1152"/>
        </w:pPr>
        <w:rPr>
          <w:rFonts w:hint="default"/>
        </w:rPr>
      </w:lvl>
    </w:lvlOverride>
    <w:lvlOverride w:ilvl="6">
      <w:startOverride w:val="1"/>
      <w:lvl w:ilvl="6">
        <w:start w:val="1"/>
        <w:numFmt w:val="decimal"/>
        <w:lvlText w:val="%1.%2.%3.%4.%5.%6.%7"/>
        <w:lvlJc w:val="left"/>
        <w:pPr>
          <w:tabs>
            <w:tab w:val="num" w:pos="1296"/>
          </w:tabs>
          <w:ind w:left="1296" w:hanging="1296"/>
        </w:pPr>
        <w:rPr>
          <w:rFonts w:hint="default"/>
        </w:rPr>
      </w:lvl>
    </w:lvlOverride>
    <w:lvlOverride w:ilvl="7">
      <w:startOverride w:val="1"/>
      <w:lvl w:ilvl="7">
        <w:start w:val="1"/>
        <w:numFmt w:val="decimal"/>
        <w:lvlText w:val="%1.%2.%3.%4.%5.%6.%7.%8"/>
        <w:lvlJc w:val="left"/>
        <w:pPr>
          <w:tabs>
            <w:tab w:val="num" w:pos="1440"/>
          </w:tabs>
          <w:ind w:left="1440" w:hanging="1440"/>
        </w:pPr>
        <w:rPr>
          <w:rFonts w:hint="default"/>
        </w:rPr>
      </w:lvl>
    </w:lvlOverride>
    <w:lvlOverride w:ilvl="8">
      <w:startOverride w:val="1"/>
      <w:lvl w:ilvl="8">
        <w:start w:val="1"/>
        <w:numFmt w:val="decimal"/>
        <w:lvlText w:val="%1.%2.%3.%4.%5.%6.%7.%8.%9"/>
        <w:lvlJc w:val="left"/>
        <w:pPr>
          <w:tabs>
            <w:tab w:val="num" w:pos="1584"/>
          </w:tabs>
          <w:ind w:left="1584" w:hanging="1584"/>
        </w:pPr>
        <w:rPr>
          <w:rFonts w:hint="default"/>
        </w:rPr>
      </w:lvl>
    </w:lvlOverride>
  </w:num>
  <w:num w:numId="16" w16cid:durableId="1075736806">
    <w:abstractNumId w:val="1"/>
  </w:num>
  <w:num w:numId="17" w16cid:durableId="459149585">
    <w:abstractNumId w:val="1"/>
  </w:num>
  <w:num w:numId="18" w16cid:durableId="1941526652">
    <w:abstractNumId w:val="8"/>
  </w:num>
  <w:num w:numId="19" w16cid:durableId="1598320591">
    <w:abstractNumId w:val="5"/>
    <w:lvlOverride w:ilvl="0">
      <w:lvl w:ilvl="0">
        <w:start w:val="1"/>
        <w:numFmt w:val="decimal"/>
        <w:pStyle w:val="Titre1"/>
        <w:lvlText w:val="%1."/>
        <w:lvlJc w:val="left"/>
        <w:pPr>
          <w:tabs>
            <w:tab w:val="num" w:pos="612"/>
          </w:tabs>
          <w:ind w:left="612" w:hanging="432"/>
        </w:pPr>
        <w:rPr>
          <w:rFonts w:cs="Times New Roman" w:hint="default"/>
          <w:b/>
          <w:bCs w:val="0"/>
          <w:i w:val="0"/>
          <w:iCs w:val="0"/>
          <w:caps w:val="0"/>
          <w:smallCaps w:val="0"/>
          <w:strike w:val="0"/>
          <w:dstrike w:val="0"/>
          <w:noProof w:val="0"/>
          <w:vanish w:val="0"/>
          <w:color w:val="4000BE" w:themeColor="accent2"/>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pStyle w:val="Titre2"/>
        <w:lvlText w:val="%1.%2 "/>
        <w:lvlJc w:val="left"/>
        <w:pPr>
          <w:tabs>
            <w:tab w:val="num" w:pos="576"/>
          </w:tabs>
          <w:ind w:left="576" w:hanging="9"/>
        </w:pPr>
        <w:rPr>
          <w:rFonts w:hint="default"/>
        </w:rPr>
      </w:lvl>
    </w:lvlOverride>
    <w:lvlOverride w:ilvl="2">
      <w:lvl w:ilvl="2">
        <w:start w:val="1"/>
        <w:numFmt w:val="lowerLetter"/>
        <w:pStyle w:val="Titre3"/>
        <w:lvlText w:val="%1.%2.%3"/>
        <w:lvlJc w:val="left"/>
        <w:pPr>
          <w:tabs>
            <w:tab w:val="num" w:pos="1260"/>
          </w:tabs>
          <w:ind w:left="851" w:firstLine="34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0" w16cid:durableId="606082606">
    <w:abstractNumId w:val="1"/>
  </w:num>
  <w:num w:numId="21" w16cid:durableId="1721787528">
    <w:abstractNumId w:val="7"/>
  </w:num>
  <w:num w:numId="22" w16cid:durableId="58322068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6E3"/>
    <w:rsid w:val="00000963"/>
    <w:rsid w:val="00000DC2"/>
    <w:rsid w:val="00002092"/>
    <w:rsid w:val="00002684"/>
    <w:rsid w:val="000027F4"/>
    <w:rsid w:val="0000325B"/>
    <w:rsid w:val="000058D9"/>
    <w:rsid w:val="00005F4D"/>
    <w:rsid w:val="000061FE"/>
    <w:rsid w:val="000068AC"/>
    <w:rsid w:val="0000766C"/>
    <w:rsid w:val="000079EF"/>
    <w:rsid w:val="00012D04"/>
    <w:rsid w:val="00013450"/>
    <w:rsid w:val="00014CDA"/>
    <w:rsid w:val="00020877"/>
    <w:rsid w:val="00020F34"/>
    <w:rsid w:val="0002189F"/>
    <w:rsid w:val="000222AC"/>
    <w:rsid w:val="00025C23"/>
    <w:rsid w:val="000263F6"/>
    <w:rsid w:val="00026664"/>
    <w:rsid w:val="00026F7B"/>
    <w:rsid w:val="00031047"/>
    <w:rsid w:val="00031743"/>
    <w:rsid w:val="00031EAE"/>
    <w:rsid w:val="0003310C"/>
    <w:rsid w:val="000345DE"/>
    <w:rsid w:val="00034E66"/>
    <w:rsid w:val="000353B7"/>
    <w:rsid w:val="00035442"/>
    <w:rsid w:val="000365BF"/>
    <w:rsid w:val="00040A70"/>
    <w:rsid w:val="00041C05"/>
    <w:rsid w:val="00042FFE"/>
    <w:rsid w:val="000444B3"/>
    <w:rsid w:val="00044872"/>
    <w:rsid w:val="00045F30"/>
    <w:rsid w:val="00047DEA"/>
    <w:rsid w:val="0005290E"/>
    <w:rsid w:val="0005571C"/>
    <w:rsid w:val="00055A4E"/>
    <w:rsid w:val="00055C29"/>
    <w:rsid w:val="00056C4A"/>
    <w:rsid w:val="00060083"/>
    <w:rsid w:val="00061B03"/>
    <w:rsid w:val="00061D70"/>
    <w:rsid w:val="00061D89"/>
    <w:rsid w:val="00061F0E"/>
    <w:rsid w:val="00062ED0"/>
    <w:rsid w:val="00062F25"/>
    <w:rsid w:val="00065A80"/>
    <w:rsid w:val="000661E2"/>
    <w:rsid w:val="000704DC"/>
    <w:rsid w:val="000726CA"/>
    <w:rsid w:val="00072913"/>
    <w:rsid w:val="000729D5"/>
    <w:rsid w:val="00073491"/>
    <w:rsid w:val="00080F15"/>
    <w:rsid w:val="0008173B"/>
    <w:rsid w:val="0008321D"/>
    <w:rsid w:val="000853AA"/>
    <w:rsid w:val="00087A31"/>
    <w:rsid w:val="000900AF"/>
    <w:rsid w:val="00091B2E"/>
    <w:rsid w:val="0009343E"/>
    <w:rsid w:val="0009463E"/>
    <w:rsid w:val="0009498B"/>
    <w:rsid w:val="00094FEB"/>
    <w:rsid w:val="000962FF"/>
    <w:rsid w:val="000A01D5"/>
    <w:rsid w:val="000A057D"/>
    <w:rsid w:val="000A1977"/>
    <w:rsid w:val="000A1CF7"/>
    <w:rsid w:val="000A2E52"/>
    <w:rsid w:val="000A5252"/>
    <w:rsid w:val="000A56F7"/>
    <w:rsid w:val="000A5DCF"/>
    <w:rsid w:val="000A604B"/>
    <w:rsid w:val="000A65B6"/>
    <w:rsid w:val="000A71C4"/>
    <w:rsid w:val="000A7AF2"/>
    <w:rsid w:val="000B0235"/>
    <w:rsid w:val="000B1575"/>
    <w:rsid w:val="000B2349"/>
    <w:rsid w:val="000B3381"/>
    <w:rsid w:val="000B498D"/>
    <w:rsid w:val="000B4E0B"/>
    <w:rsid w:val="000B69DB"/>
    <w:rsid w:val="000B71AB"/>
    <w:rsid w:val="000C00B4"/>
    <w:rsid w:val="000C0206"/>
    <w:rsid w:val="000C02E3"/>
    <w:rsid w:val="000C094E"/>
    <w:rsid w:val="000C18F0"/>
    <w:rsid w:val="000C3E83"/>
    <w:rsid w:val="000C484D"/>
    <w:rsid w:val="000C5EA9"/>
    <w:rsid w:val="000C7B48"/>
    <w:rsid w:val="000D2071"/>
    <w:rsid w:val="000D2A5B"/>
    <w:rsid w:val="000D6E14"/>
    <w:rsid w:val="000E32E2"/>
    <w:rsid w:val="000E3375"/>
    <w:rsid w:val="000E34BA"/>
    <w:rsid w:val="000E37BD"/>
    <w:rsid w:val="000E4F83"/>
    <w:rsid w:val="000E535D"/>
    <w:rsid w:val="000E6A53"/>
    <w:rsid w:val="000E6B48"/>
    <w:rsid w:val="000F0A0F"/>
    <w:rsid w:val="000F22AE"/>
    <w:rsid w:val="000F3A18"/>
    <w:rsid w:val="000F5D02"/>
    <w:rsid w:val="000F63A3"/>
    <w:rsid w:val="000F6FC7"/>
    <w:rsid w:val="000F705F"/>
    <w:rsid w:val="000F70DC"/>
    <w:rsid w:val="000F75BE"/>
    <w:rsid w:val="000F779E"/>
    <w:rsid w:val="00100A94"/>
    <w:rsid w:val="00102765"/>
    <w:rsid w:val="00102861"/>
    <w:rsid w:val="0010293B"/>
    <w:rsid w:val="00102973"/>
    <w:rsid w:val="00102BAA"/>
    <w:rsid w:val="001114EC"/>
    <w:rsid w:val="0011238E"/>
    <w:rsid w:val="001130B0"/>
    <w:rsid w:val="0011780E"/>
    <w:rsid w:val="00123B37"/>
    <w:rsid w:val="00125775"/>
    <w:rsid w:val="00127607"/>
    <w:rsid w:val="00127925"/>
    <w:rsid w:val="00130A58"/>
    <w:rsid w:val="00131717"/>
    <w:rsid w:val="00131F57"/>
    <w:rsid w:val="0013320B"/>
    <w:rsid w:val="00133219"/>
    <w:rsid w:val="00133303"/>
    <w:rsid w:val="001344A1"/>
    <w:rsid w:val="001441EA"/>
    <w:rsid w:val="001444EE"/>
    <w:rsid w:val="001448E4"/>
    <w:rsid w:val="00144C52"/>
    <w:rsid w:val="001512C0"/>
    <w:rsid w:val="00154123"/>
    <w:rsid w:val="001564F5"/>
    <w:rsid w:val="00161D54"/>
    <w:rsid w:val="0016234E"/>
    <w:rsid w:val="00163571"/>
    <w:rsid w:val="00163946"/>
    <w:rsid w:val="00163EAD"/>
    <w:rsid w:val="00164399"/>
    <w:rsid w:val="00165143"/>
    <w:rsid w:val="00165806"/>
    <w:rsid w:val="001673C4"/>
    <w:rsid w:val="00170228"/>
    <w:rsid w:val="0017054A"/>
    <w:rsid w:val="0017091D"/>
    <w:rsid w:val="0018220E"/>
    <w:rsid w:val="00182AB6"/>
    <w:rsid w:val="00184CF2"/>
    <w:rsid w:val="00190FEC"/>
    <w:rsid w:val="00191161"/>
    <w:rsid w:val="0019171F"/>
    <w:rsid w:val="00192075"/>
    <w:rsid w:val="001957BE"/>
    <w:rsid w:val="001A05D3"/>
    <w:rsid w:val="001A2433"/>
    <w:rsid w:val="001A261A"/>
    <w:rsid w:val="001A33C0"/>
    <w:rsid w:val="001B37CA"/>
    <w:rsid w:val="001B37E7"/>
    <w:rsid w:val="001B466F"/>
    <w:rsid w:val="001B4CED"/>
    <w:rsid w:val="001B6A3F"/>
    <w:rsid w:val="001B75DF"/>
    <w:rsid w:val="001B7CF9"/>
    <w:rsid w:val="001B7F9A"/>
    <w:rsid w:val="001C1840"/>
    <w:rsid w:val="001C407E"/>
    <w:rsid w:val="001C52B8"/>
    <w:rsid w:val="001C53AE"/>
    <w:rsid w:val="001D301F"/>
    <w:rsid w:val="001D5428"/>
    <w:rsid w:val="001E14E7"/>
    <w:rsid w:val="001E29F4"/>
    <w:rsid w:val="001E53B4"/>
    <w:rsid w:val="001E6016"/>
    <w:rsid w:val="001E7389"/>
    <w:rsid w:val="001E76E3"/>
    <w:rsid w:val="001E77FF"/>
    <w:rsid w:val="001F097D"/>
    <w:rsid w:val="001F133C"/>
    <w:rsid w:val="001F1926"/>
    <w:rsid w:val="001F1CB7"/>
    <w:rsid w:val="001F3953"/>
    <w:rsid w:val="001F4502"/>
    <w:rsid w:val="001F4D14"/>
    <w:rsid w:val="001F5015"/>
    <w:rsid w:val="001F53DA"/>
    <w:rsid w:val="001F6C44"/>
    <w:rsid w:val="001F6CBF"/>
    <w:rsid w:val="001F785B"/>
    <w:rsid w:val="00200D64"/>
    <w:rsid w:val="0020127D"/>
    <w:rsid w:val="00202544"/>
    <w:rsid w:val="002026EF"/>
    <w:rsid w:val="00202DD5"/>
    <w:rsid w:val="00204D31"/>
    <w:rsid w:val="002074D9"/>
    <w:rsid w:val="00210353"/>
    <w:rsid w:val="00212CF3"/>
    <w:rsid w:val="00213ABB"/>
    <w:rsid w:val="0021465A"/>
    <w:rsid w:val="0021529A"/>
    <w:rsid w:val="0021549F"/>
    <w:rsid w:val="002155A9"/>
    <w:rsid w:val="00220B88"/>
    <w:rsid w:val="00221649"/>
    <w:rsid w:val="00223036"/>
    <w:rsid w:val="00223B51"/>
    <w:rsid w:val="00226064"/>
    <w:rsid w:val="002262F0"/>
    <w:rsid w:val="002278D0"/>
    <w:rsid w:val="0023048E"/>
    <w:rsid w:val="00230ADE"/>
    <w:rsid w:val="002344BC"/>
    <w:rsid w:val="002349D4"/>
    <w:rsid w:val="0023676A"/>
    <w:rsid w:val="0023777E"/>
    <w:rsid w:val="00241959"/>
    <w:rsid w:val="00244B19"/>
    <w:rsid w:val="00244D96"/>
    <w:rsid w:val="00246448"/>
    <w:rsid w:val="002512A5"/>
    <w:rsid w:val="00251E29"/>
    <w:rsid w:val="002527C0"/>
    <w:rsid w:val="00256897"/>
    <w:rsid w:val="002601BB"/>
    <w:rsid w:val="00263662"/>
    <w:rsid w:val="00270572"/>
    <w:rsid w:val="00270654"/>
    <w:rsid w:val="002729E6"/>
    <w:rsid w:val="00273D65"/>
    <w:rsid w:val="00275DEE"/>
    <w:rsid w:val="00276CF0"/>
    <w:rsid w:val="00280014"/>
    <w:rsid w:val="00280D89"/>
    <w:rsid w:val="00283895"/>
    <w:rsid w:val="00283CC5"/>
    <w:rsid w:val="00286151"/>
    <w:rsid w:val="0028622D"/>
    <w:rsid w:val="0029029F"/>
    <w:rsid w:val="00290867"/>
    <w:rsid w:val="002934FE"/>
    <w:rsid w:val="0029663C"/>
    <w:rsid w:val="002970E3"/>
    <w:rsid w:val="002A0756"/>
    <w:rsid w:val="002A19B5"/>
    <w:rsid w:val="002A39A8"/>
    <w:rsid w:val="002A451D"/>
    <w:rsid w:val="002A7386"/>
    <w:rsid w:val="002B1655"/>
    <w:rsid w:val="002B1819"/>
    <w:rsid w:val="002B375D"/>
    <w:rsid w:val="002B432A"/>
    <w:rsid w:val="002B4338"/>
    <w:rsid w:val="002B4B4F"/>
    <w:rsid w:val="002B5454"/>
    <w:rsid w:val="002B7821"/>
    <w:rsid w:val="002C1F95"/>
    <w:rsid w:val="002C1FEA"/>
    <w:rsid w:val="002C24AA"/>
    <w:rsid w:val="002C506A"/>
    <w:rsid w:val="002C5E77"/>
    <w:rsid w:val="002C689A"/>
    <w:rsid w:val="002C7DFD"/>
    <w:rsid w:val="002D351C"/>
    <w:rsid w:val="002D50B5"/>
    <w:rsid w:val="002D7E0D"/>
    <w:rsid w:val="002E4039"/>
    <w:rsid w:val="002F1844"/>
    <w:rsid w:val="002F1A96"/>
    <w:rsid w:val="002F398A"/>
    <w:rsid w:val="002F531F"/>
    <w:rsid w:val="00301991"/>
    <w:rsid w:val="00303C27"/>
    <w:rsid w:val="00304E9B"/>
    <w:rsid w:val="00306F79"/>
    <w:rsid w:val="00311D38"/>
    <w:rsid w:val="0031225A"/>
    <w:rsid w:val="00313ECA"/>
    <w:rsid w:val="00313F09"/>
    <w:rsid w:val="00315926"/>
    <w:rsid w:val="00315A1F"/>
    <w:rsid w:val="0031789E"/>
    <w:rsid w:val="003203C3"/>
    <w:rsid w:val="00320C03"/>
    <w:rsid w:val="0032316F"/>
    <w:rsid w:val="0032386D"/>
    <w:rsid w:val="003250E1"/>
    <w:rsid w:val="00325A55"/>
    <w:rsid w:val="00325FBF"/>
    <w:rsid w:val="003272E2"/>
    <w:rsid w:val="00330BCB"/>
    <w:rsid w:val="00333CB9"/>
    <w:rsid w:val="00336DBE"/>
    <w:rsid w:val="00336F59"/>
    <w:rsid w:val="003376B2"/>
    <w:rsid w:val="00340DC8"/>
    <w:rsid w:val="003411E0"/>
    <w:rsid w:val="00342B44"/>
    <w:rsid w:val="00343E1A"/>
    <w:rsid w:val="0034502A"/>
    <w:rsid w:val="003452DE"/>
    <w:rsid w:val="00346108"/>
    <w:rsid w:val="00347E75"/>
    <w:rsid w:val="00352B42"/>
    <w:rsid w:val="00353697"/>
    <w:rsid w:val="00353C74"/>
    <w:rsid w:val="003552CE"/>
    <w:rsid w:val="003572CA"/>
    <w:rsid w:val="003637BF"/>
    <w:rsid w:val="00364483"/>
    <w:rsid w:val="003659E5"/>
    <w:rsid w:val="003663D5"/>
    <w:rsid w:val="00367EBB"/>
    <w:rsid w:val="0037068A"/>
    <w:rsid w:val="00371BFE"/>
    <w:rsid w:val="00372FE3"/>
    <w:rsid w:val="00373E7B"/>
    <w:rsid w:val="00374298"/>
    <w:rsid w:val="003763E3"/>
    <w:rsid w:val="00380A24"/>
    <w:rsid w:val="003836E3"/>
    <w:rsid w:val="00383A69"/>
    <w:rsid w:val="00384577"/>
    <w:rsid w:val="003854D4"/>
    <w:rsid w:val="00387FCD"/>
    <w:rsid w:val="0039241C"/>
    <w:rsid w:val="00392781"/>
    <w:rsid w:val="0039430C"/>
    <w:rsid w:val="003945BC"/>
    <w:rsid w:val="00394E15"/>
    <w:rsid w:val="003A01BD"/>
    <w:rsid w:val="003A0A78"/>
    <w:rsid w:val="003A2BEA"/>
    <w:rsid w:val="003A3E14"/>
    <w:rsid w:val="003B2B13"/>
    <w:rsid w:val="003B3F8E"/>
    <w:rsid w:val="003B4C59"/>
    <w:rsid w:val="003B5D69"/>
    <w:rsid w:val="003C0216"/>
    <w:rsid w:val="003C2DC3"/>
    <w:rsid w:val="003C43C4"/>
    <w:rsid w:val="003C6A91"/>
    <w:rsid w:val="003C71D8"/>
    <w:rsid w:val="003D2F2B"/>
    <w:rsid w:val="003D4189"/>
    <w:rsid w:val="003D4510"/>
    <w:rsid w:val="003D575B"/>
    <w:rsid w:val="003D68A2"/>
    <w:rsid w:val="003E06B7"/>
    <w:rsid w:val="003E0757"/>
    <w:rsid w:val="003E145C"/>
    <w:rsid w:val="003E2B22"/>
    <w:rsid w:val="003E4751"/>
    <w:rsid w:val="003E54D9"/>
    <w:rsid w:val="003E5674"/>
    <w:rsid w:val="003E6337"/>
    <w:rsid w:val="003F0F0D"/>
    <w:rsid w:val="003F39BF"/>
    <w:rsid w:val="00401C1C"/>
    <w:rsid w:val="004025A5"/>
    <w:rsid w:val="00402C44"/>
    <w:rsid w:val="00403A49"/>
    <w:rsid w:val="0040529A"/>
    <w:rsid w:val="004055E7"/>
    <w:rsid w:val="00407774"/>
    <w:rsid w:val="004077DC"/>
    <w:rsid w:val="00407CE1"/>
    <w:rsid w:val="0041160D"/>
    <w:rsid w:val="00412D13"/>
    <w:rsid w:val="00417FB2"/>
    <w:rsid w:val="0041C527"/>
    <w:rsid w:val="004201CD"/>
    <w:rsid w:val="00422DBD"/>
    <w:rsid w:val="004240A9"/>
    <w:rsid w:val="00425BA6"/>
    <w:rsid w:val="00425DAC"/>
    <w:rsid w:val="00431D50"/>
    <w:rsid w:val="00432851"/>
    <w:rsid w:val="004338BF"/>
    <w:rsid w:val="00434944"/>
    <w:rsid w:val="00436670"/>
    <w:rsid w:val="00436F26"/>
    <w:rsid w:val="00443107"/>
    <w:rsid w:val="004452D9"/>
    <w:rsid w:val="004459F8"/>
    <w:rsid w:val="00445E04"/>
    <w:rsid w:val="0044712B"/>
    <w:rsid w:val="00452396"/>
    <w:rsid w:val="00452D8D"/>
    <w:rsid w:val="004537BA"/>
    <w:rsid w:val="00457C94"/>
    <w:rsid w:val="00460E1F"/>
    <w:rsid w:val="00461711"/>
    <w:rsid w:val="00461C15"/>
    <w:rsid w:val="00463213"/>
    <w:rsid w:val="00463351"/>
    <w:rsid w:val="00463EFB"/>
    <w:rsid w:val="004650AB"/>
    <w:rsid w:val="00465D97"/>
    <w:rsid w:val="0046685D"/>
    <w:rsid w:val="00466E53"/>
    <w:rsid w:val="004674D1"/>
    <w:rsid w:val="004733D4"/>
    <w:rsid w:val="00474470"/>
    <w:rsid w:val="00474A66"/>
    <w:rsid w:val="004775A8"/>
    <w:rsid w:val="004806BF"/>
    <w:rsid w:val="00481836"/>
    <w:rsid w:val="0048372E"/>
    <w:rsid w:val="00484BF0"/>
    <w:rsid w:val="00484E4A"/>
    <w:rsid w:val="004859EA"/>
    <w:rsid w:val="0048628C"/>
    <w:rsid w:val="004862E3"/>
    <w:rsid w:val="0048773E"/>
    <w:rsid w:val="00491E61"/>
    <w:rsid w:val="0049255A"/>
    <w:rsid w:val="00492836"/>
    <w:rsid w:val="0049329C"/>
    <w:rsid w:val="00494713"/>
    <w:rsid w:val="00495D49"/>
    <w:rsid w:val="00496341"/>
    <w:rsid w:val="00497543"/>
    <w:rsid w:val="00497780"/>
    <w:rsid w:val="004A0025"/>
    <w:rsid w:val="004A080C"/>
    <w:rsid w:val="004A26C6"/>
    <w:rsid w:val="004A3814"/>
    <w:rsid w:val="004A3B7A"/>
    <w:rsid w:val="004A4490"/>
    <w:rsid w:val="004A52BB"/>
    <w:rsid w:val="004A623B"/>
    <w:rsid w:val="004A6962"/>
    <w:rsid w:val="004A69AB"/>
    <w:rsid w:val="004A69DF"/>
    <w:rsid w:val="004B1ABE"/>
    <w:rsid w:val="004B1DB2"/>
    <w:rsid w:val="004B1F9E"/>
    <w:rsid w:val="004B3C3D"/>
    <w:rsid w:val="004B3D68"/>
    <w:rsid w:val="004B52BD"/>
    <w:rsid w:val="004B56B5"/>
    <w:rsid w:val="004B5D4A"/>
    <w:rsid w:val="004B66AF"/>
    <w:rsid w:val="004C2ADC"/>
    <w:rsid w:val="004C527F"/>
    <w:rsid w:val="004C6862"/>
    <w:rsid w:val="004D0CB2"/>
    <w:rsid w:val="004D1286"/>
    <w:rsid w:val="004D25B7"/>
    <w:rsid w:val="004D3064"/>
    <w:rsid w:val="004D3B60"/>
    <w:rsid w:val="004D5D43"/>
    <w:rsid w:val="004D628B"/>
    <w:rsid w:val="004D7684"/>
    <w:rsid w:val="004E20AF"/>
    <w:rsid w:val="004E2330"/>
    <w:rsid w:val="004E303F"/>
    <w:rsid w:val="004E3202"/>
    <w:rsid w:val="004E39C2"/>
    <w:rsid w:val="004E4443"/>
    <w:rsid w:val="004E5B44"/>
    <w:rsid w:val="004E67C2"/>
    <w:rsid w:val="004F1066"/>
    <w:rsid w:val="004F155E"/>
    <w:rsid w:val="004F56EA"/>
    <w:rsid w:val="004F6650"/>
    <w:rsid w:val="004F7776"/>
    <w:rsid w:val="004F781B"/>
    <w:rsid w:val="004F78AD"/>
    <w:rsid w:val="00501884"/>
    <w:rsid w:val="005022CC"/>
    <w:rsid w:val="00504F63"/>
    <w:rsid w:val="00506057"/>
    <w:rsid w:val="005062BE"/>
    <w:rsid w:val="00510742"/>
    <w:rsid w:val="00511656"/>
    <w:rsid w:val="00512224"/>
    <w:rsid w:val="00512322"/>
    <w:rsid w:val="00512361"/>
    <w:rsid w:val="0051255D"/>
    <w:rsid w:val="005128B3"/>
    <w:rsid w:val="00512F6C"/>
    <w:rsid w:val="00513578"/>
    <w:rsid w:val="00516B8E"/>
    <w:rsid w:val="005172A6"/>
    <w:rsid w:val="00517391"/>
    <w:rsid w:val="0052032C"/>
    <w:rsid w:val="0052213E"/>
    <w:rsid w:val="0052238B"/>
    <w:rsid w:val="00523F47"/>
    <w:rsid w:val="00524BAA"/>
    <w:rsid w:val="0052513B"/>
    <w:rsid w:val="0052520F"/>
    <w:rsid w:val="005253B5"/>
    <w:rsid w:val="00527A93"/>
    <w:rsid w:val="00527C65"/>
    <w:rsid w:val="00527E12"/>
    <w:rsid w:val="00531BD8"/>
    <w:rsid w:val="00532F8A"/>
    <w:rsid w:val="00533313"/>
    <w:rsid w:val="0053633E"/>
    <w:rsid w:val="00536D86"/>
    <w:rsid w:val="00537330"/>
    <w:rsid w:val="00537745"/>
    <w:rsid w:val="00540C2D"/>
    <w:rsid w:val="00541D5A"/>
    <w:rsid w:val="00544297"/>
    <w:rsid w:val="00546EBD"/>
    <w:rsid w:val="00547184"/>
    <w:rsid w:val="0055023E"/>
    <w:rsid w:val="005505EB"/>
    <w:rsid w:val="0055186E"/>
    <w:rsid w:val="00552B93"/>
    <w:rsid w:val="00552E1A"/>
    <w:rsid w:val="0055307D"/>
    <w:rsid w:val="005538E2"/>
    <w:rsid w:val="005539BD"/>
    <w:rsid w:val="005548E7"/>
    <w:rsid w:val="005555D0"/>
    <w:rsid w:val="00560395"/>
    <w:rsid w:val="00561284"/>
    <w:rsid w:val="00562816"/>
    <w:rsid w:val="00562A7E"/>
    <w:rsid w:val="00565E1D"/>
    <w:rsid w:val="0056744F"/>
    <w:rsid w:val="005675EA"/>
    <w:rsid w:val="005707C8"/>
    <w:rsid w:val="00570916"/>
    <w:rsid w:val="00571CC3"/>
    <w:rsid w:val="005751C5"/>
    <w:rsid w:val="005763F7"/>
    <w:rsid w:val="00580404"/>
    <w:rsid w:val="0058254E"/>
    <w:rsid w:val="00582EC8"/>
    <w:rsid w:val="00582F38"/>
    <w:rsid w:val="005832E6"/>
    <w:rsid w:val="00585E3B"/>
    <w:rsid w:val="005866CF"/>
    <w:rsid w:val="00591E3A"/>
    <w:rsid w:val="00592D8F"/>
    <w:rsid w:val="005A0D1F"/>
    <w:rsid w:val="005A0E61"/>
    <w:rsid w:val="005A298B"/>
    <w:rsid w:val="005A3284"/>
    <w:rsid w:val="005A3B21"/>
    <w:rsid w:val="005A40CE"/>
    <w:rsid w:val="005A58B2"/>
    <w:rsid w:val="005A66AE"/>
    <w:rsid w:val="005B0A90"/>
    <w:rsid w:val="005B14E6"/>
    <w:rsid w:val="005C1539"/>
    <w:rsid w:val="005C159E"/>
    <w:rsid w:val="005C19AA"/>
    <w:rsid w:val="005C216A"/>
    <w:rsid w:val="005C3609"/>
    <w:rsid w:val="005C53ED"/>
    <w:rsid w:val="005C6A1C"/>
    <w:rsid w:val="005C6A5D"/>
    <w:rsid w:val="005C6EA0"/>
    <w:rsid w:val="005C74B3"/>
    <w:rsid w:val="005D1805"/>
    <w:rsid w:val="005D1C6B"/>
    <w:rsid w:val="005D25A1"/>
    <w:rsid w:val="005D28D5"/>
    <w:rsid w:val="005D4F80"/>
    <w:rsid w:val="005D7569"/>
    <w:rsid w:val="005E1325"/>
    <w:rsid w:val="005E1364"/>
    <w:rsid w:val="005E35FB"/>
    <w:rsid w:val="005E4B6F"/>
    <w:rsid w:val="005E6AF1"/>
    <w:rsid w:val="005E7D23"/>
    <w:rsid w:val="005F1950"/>
    <w:rsid w:val="005F3351"/>
    <w:rsid w:val="005F5CE1"/>
    <w:rsid w:val="005F62C2"/>
    <w:rsid w:val="005F749C"/>
    <w:rsid w:val="00600103"/>
    <w:rsid w:val="00600BD1"/>
    <w:rsid w:val="0060196E"/>
    <w:rsid w:val="0060219B"/>
    <w:rsid w:val="00602984"/>
    <w:rsid w:val="0060332C"/>
    <w:rsid w:val="00606543"/>
    <w:rsid w:val="00606D04"/>
    <w:rsid w:val="00607AF2"/>
    <w:rsid w:val="00613621"/>
    <w:rsid w:val="00616527"/>
    <w:rsid w:val="00616624"/>
    <w:rsid w:val="006212BE"/>
    <w:rsid w:val="0062535B"/>
    <w:rsid w:val="00630737"/>
    <w:rsid w:val="00630D0A"/>
    <w:rsid w:val="0063557A"/>
    <w:rsid w:val="0063597D"/>
    <w:rsid w:val="00636707"/>
    <w:rsid w:val="006414D7"/>
    <w:rsid w:val="00641619"/>
    <w:rsid w:val="006418AD"/>
    <w:rsid w:val="00642309"/>
    <w:rsid w:val="00647BA3"/>
    <w:rsid w:val="00647D7A"/>
    <w:rsid w:val="00653B45"/>
    <w:rsid w:val="006557C3"/>
    <w:rsid w:val="0065761F"/>
    <w:rsid w:val="00657A22"/>
    <w:rsid w:val="00661481"/>
    <w:rsid w:val="00663518"/>
    <w:rsid w:val="00671A17"/>
    <w:rsid w:val="00671BEB"/>
    <w:rsid w:val="006722D3"/>
    <w:rsid w:val="00672F6E"/>
    <w:rsid w:val="00680FB0"/>
    <w:rsid w:val="0068127C"/>
    <w:rsid w:val="006813EC"/>
    <w:rsid w:val="006825F6"/>
    <w:rsid w:val="00682CB1"/>
    <w:rsid w:val="006835BE"/>
    <w:rsid w:val="0068718D"/>
    <w:rsid w:val="006878C2"/>
    <w:rsid w:val="006920A3"/>
    <w:rsid w:val="00692B82"/>
    <w:rsid w:val="00694467"/>
    <w:rsid w:val="006950D5"/>
    <w:rsid w:val="0069749F"/>
    <w:rsid w:val="006A373A"/>
    <w:rsid w:val="006A6514"/>
    <w:rsid w:val="006A7628"/>
    <w:rsid w:val="006B0356"/>
    <w:rsid w:val="006B15CD"/>
    <w:rsid w:val="006B15EA"/>
    <w:rsid w:val="006B1AA8"/>
    <w:rsid w:val="006B4D41"/>
    <w:rsid w:val="006B54F0"/>
    <w:rsid w:val="006C0D14"/>
    <w:rsid w:val="006C141B"/>
    <w:rsid w:val="006D0473"/>
    <w:rsid w:val="006D06EC"/>
    <w:rsid w:val="006D0EF2"/>
    <w:rsid w:val="006D17D8"/>
    <w:rsid w:val="006D2626"/>
    <w:rsid w:val="006D384B"/>
    <w:rsid w:val="006D4E1E"/>
    <w:rsid w:val="006D5034"/>
    <w:rsid w:val="006D52B0"/>
    <w:rsid w:val="006D6BD3"/>
    <w:rsid w:val="006E1E6A"/>
    <w:rsid w:val="006E6087"/>
    <w:rsid w:val="006E6450"/>
    <w:rsid w:val="006F06CC"/>
    <w:rsid w:val="006F16E0"/>
    <w:rsid w:val="006F599A"/>
    <w:rsid w:val="006F5C38"/>
    <w:rsid w:val="006F6A51"/>
    <w:rsid w:val="00700A8C"/>
    <w:rsid w:val="00700C64"/>
    <w:rsid w:val="007018D8"/>
    <w:rsid w:val="00701B2C"/>
    <w:rsid w:val="00702C60"/>
    <w:rsid w:val="007044CB"/>
    <w:rsid w:val="00704EB7"/>
    <w:rsid w:val="007121BE"/>
    <w:rsid w:val="0071292F"/>
    <w:rsid w:val="007133AB"/>
    <w:rsid w:val="007135F7"/>
    <w:rsid w:val="0071559F"/>
    <w:rsid w:val="00717D36"/>
    <w:rsid w:val="00720B95"/>
    <w:rsid w:val="0072622C"/>
    <w:rsid w:val="00727742"/>
    <w:rsid w:val="0073232D"/>
    <w:rsid w:val="007366DD"/>
    <w:rsid w:val="007415D2"/>
    <w:rsid w:val="00741AAE"/>
    <w:rsid w:val="00743F7C"/>
    <w:rsid w:val="00744847"/>
    <w:rsid w:val="0074567D"/>
    <w:rsid w:val="007468CA"/>
    <w:rsid w:val="00746D21"/>
    <w:rsid w:val="00746D50"/>
    <w:rsid w:val="007508F6"/>
    <w:rsid w:val="00751154"/>
    <w:rsid w:val="00751DE0"/>
    <w:rsid w:val="00754CD5"/>
    <w:rsid w:val="007573DE"/>
    <w:rsid w:val="00764A80"/>
    <w:rsid w:val="00764ABE"/>
    <w:rsid w:val="00764B3B"/>
    <w:rsid w:val="00766C73"/>
    <w:rsid w:val="00773300"/>
    <w:rsid w:val="007739C0"/>
    <w:rsid w:val="00773E6C"/>
    <w:rsid w:val="00774EED"/>
    <w:rsid w:val="007752FD"/>
    <w:rsid w:val="00776169"/>
    <w:rsid w:val="007765A1"/>
    <w:rsid w:val="00776BFD"/>
    <w:rsid w:val="0078123C"/>
    <w:rsid w:val="007821DA"/>
    <w:rsid w:val="00782984"/>
    <w:rsid w:val="00782D92"/>
    <w:rsid w:val="007834DC"/>
    <w:rsid w:val="007848CB"/>
    <w:rsid w:val="00784DDE"/>
    <w:rsid w:val="00785849"/>
    <w:rsid w:val="00786699"/>
    <w:rsid w:val="00786A2E"/>
    <w:rsid w:val="00787C5D"/>
    <w:rsid w:val="00787D87"/>
    <w:rsid w:val="00787E82"/>
    <w:rsid w:val="00790E86"/>
    <w:rsid w:val="007910EB"/>
    <w:rsid w:val="00792268"/>
    <w:rsid w:val="00792B4D"/>
    <w:rsid w:val="00793153"/>
    <w:rsid w:val="00796583"/>
    <w:rsid w:val="007A0D9A"/>
    <w:rsid w:val="007A118D"/>
    <w:rsid w:val="007A234D"/>
    <w:rsid w:val="007A3F6C"/>
    <w:rsid w:val="007A696B"/>
    <w:rsid w:val="007A7BA9"/>
    <w:rsid w:val="007B0118"/>
    <w:rsid w:val="007B1014"/>
    <w:rsid w:val="007B19E1"/>
    <w:rsid w:val="007B3A68"/>
    <w:rsid w:val="007B432C"/>
    <w:rsid w:val="007B445D"/>
    <w:rsid w:val="007B53EE"/>
    <w:rsid w:val="007B6330"/>
    <w:rsid w:val="007B71BA"/>
    <w:rsid w:val="007B77AC"/>
    <w:rsid w:val="007C05E1"/>
    <w:rsid w:val="007C269E"/>
    <w:rsid w:val="007C2ECA"/>
    <w:rsid w:val="007C5279"/>
    <w:rsid w:val="007D00CB"/>
    <w:rsid w:val="007D1C71"/>
    <w:rsid w:val="007D2BB4"/>
    <w:rsid w:val="007E0DC0"/>
    <w:rsid w:val="007E11A4"/>
    <w:rsid w:val="007E1B9E"/>
    <w:rsid w:val="007E3586"/>
    <w:rsid w:val="007E6A37"/>
    <w:rsid w:val="007E7854"/>
    <w:rsid w:val="007F036A"/>
    <w:rsid w:val="007F1C26"/>
    <w:rsid w:val="007F2C48"/>
    <w:rsid w:val="007F3EE8"/>
    <w:rsid w:val="007F4753"/>
    <w:rsid w:val="007F5522"/>
    <w:rsid w:val="007F73E7"/>
    <w:rsid w:val="007F7465"/>
    <w:rsid w:val="00800F45"/>
    <w:rsid w:val="0080193C"/>
    <w:rsid w:val="00801F2F"/>
    <w:rsid w:val="00804DF0"/>
    <w:rsid w:val="0080620F"/>
    <w:rsid w:val="00807507"/>
    <w:rsid w:val="00811CF8"/>
    <w:rsid w:val="0081202D"/>
    <w:rsid w:val="008133F5"/>
    <w:rsid w:val="00831728"/>
    <w:rsid w:val="00836DA2"/>
    <w:rsid w:val="00840705"/>
    <w:rsid w:val="00841F4F"/>
    <w:rsid w:val="008507B3"/>
    <w:rsid w:val="00852E58"/>
    <w:rsid w:val="00853AD8"/>
    <w:rsid w:val="00855B8C"/>
    <w:rsid w:val="00860752"/>
    <w:rsid w:val="00861619"/>
    <w:rsid w:val="00862674"/>
    <w:rsid w:val="00863085"/>
    <w:rsid w:val="00863203"/>
    <w:rsid w:val="008665B0"/>
    <w:rsid w:val="00867A45"/>
    <w:rsid w:val="00867B59"/>
    <w:rsid w:val="00867C25"/>
    <w:rsid w:val="0087251A"/>
    <w:rsid w:val="00872B9D"/>
    <w:rsid w:val="00876D17"/>
    <w:rsid w:val="00877365"/>
    <w:rsid w:val="008773CE"/>
    <w:rsid w:val="00877406"/>
    <w:rsid w:val="008801AA"/>
    <w:rsid w:val="0088158B"/>
    <w:rsid w:val="008819B4"/>
    <w:rsid w:val="00882574"/>
    <w:rsid w:val="00885F41"/>
    <w:rsid w:val="00886708"/>
    <w:rsid w:val="0089052D"/>
    <w:rsid w:val="00890AB8"/>
    <w:rsid w:val="00891483"/>
    <w:rsid w:val="00891DA2"/>
    <w:rsid w:val="00892DA8"/>
    <w:rsid w:val="00894F79"/>
    <w:rsid w:val="00895516"/>
    <w:rsid w:val="00896EDE"/>
    <w:rsid w:val="00897428"/>
    <w:rsid w:val="00897C52"/>
    <w:rsid w:val="008A045F"/>
    <w:rsid w:val="008A188C"/>
    <w:rsid w:val="008A2523"/>
    <w:rsid w:val="008A35A0"/>
    <w:rsid w:val="008A3709"/>
    <w:rsid w:val="008A3E62"/>
    <w:rsid w:val="008A654E"/>
    <w:rsid w:val="008B009A"/>
    <w:rsid w:val="008B37AB"/>
    <w:rsid w:val="008B5591"/>
    <w:rsid w:val="008B7C74"/>
    <w:rsid w:val="008C21BE"/>
    <w:rsid w:val="008C482D"/>
    <w:rsid w:val="008C56DA"/>
    <w:rsid w:val="008C5861"/>
    <w:rsid w:val="008D0069"/>
    <w:rsid w:val="008D035C"/>
    <w:rsid w:val="008D3495"/>
    <w:rsid w:val="008D37D2"/>
    <w:rsid w:val="008D4EC3"/>
    <w:rsid w:val="008D52A6"/>
    <w:rsid w:val="008D5E88"/>
    <w:rsid w:val="008D7DA8"/>
    <w:rsid w:val="008E26A1"/>
    <w:rsid w:val="008E41B9"/>
    <w:rsid w:val="008E4BEF"/>
    <w:rsid w:val="008E58A6"/>
    <w:rsid w:val="008E639C"/>
    <w:rsid w:val="008F2BC4"/>
    <w:rsid w:val="008F6434"/>
    <w:rsid w:val="008F6E60"/>
    <w:rsid w:val="008F7452"/>
    <w:rsid w:val="008F7885"/>
    <w:rsid w:val="008F7B79"/>
    <w:rsid w:val="009015DE"/>
    <w:rsid w:val="00901F7B"/>
    <w:rsid w:val="0090453C"/>
    <w:rsid w:val="009049C3"/>
    <w:rsid w:val="00904A7B"/>
    <w:rsid w:val="00906ACA"/>
    <w:rsid w:val="00907B18"/>
    <w:rsid w:val="00907F09"/>
    <w:rsid w:val="00910933"/>
    <w:rsid w:val="00910F76"/>
    <w:rsid w:val="00911F76"/>
    <w:rsid w:val="00912D4C"/>
    <w:rsid w:val="00912E38"/>
    <w:rsid w:val="00913EFE"/>
    <w:rsid w:val="0091402F"/>
    <w:rsid w:val="0091769A"/>
    <w:rsid w:val="00920461"/>
    <w:rsid w:val="00920B47"/>
    <w:rsid w:val="00920CFE"/>
    <w:rsid w:val="00924484"/>
    <w:rsid w:val="00924927"/>
    <w:rsid w:val="00925403"/>
    <w:rsid w:val="00930DE9"/>
    <w:rsid w:val="00931922"/>
    <w:rsid w:val="00933529"/>
    <w:rsid w:val="009336F5"/>
    <w:rsid w:val="00934289"/>
    <w:rsid w:val="0093538B"/>
    <w:rsid w:val="009356F9"/>
    <w:rsid w:val="00937355"/>
    <w:rsid w:val="00937608"/>
    <w:rsid w:val="009400FF"/>
    <w:rsid w:val="009402DE"/>
    <w:rsid w:val="00941955"/>
    <w:rsid w:val="009424D9"/>
    <w:rsid w:val="009428F3"/>
    <w:rsid w:val="00943F22"/>
    <w:rsid w:val="009444DD"/>
    <w:rsid w:val="00944BC4"/>
    <w:rsid w:val="00945611"/>
    <w:rsid w:val="00946BD5"/>
    <w:rsid w:val="00947760"/>
    <w:rsid w:val="00950252"/>
    <w:rsid w:val="009507C2"/>
    <w:rsid w:val="00950C8C"/>
    <w:rsid w:val="00950C8E"/>
    <w:rsid w:val="00951605"/>
    <w:rsid w:val="00952D28"/>
    <w:rsid w:val="0095388A"/>
    <w:rsid w:val="00954087"/>
    <w:rsid w:val="00955CC6"/>
    <w:rsid w:val="009632F5"/>
    <w:rsid w:val="00964004"/>
    <w:rsid w:val="00965F85"/>
    <w:rsid w:val="00966645"/>
    <w:rsid w:val="00966FD0"/>
    <w:rsid w:val="009671B8"/>
    <w:rsid w:val="009716F1"/>
    <w:rsid w:val="0097180C"/>
    <w:rsid w:val="00974333"/>
    <w:rsid w:val="00975CAB"/>
    <w:rsid w:val="00975DF8"/>
    <w:rsid w:val="00977091"/>
    <w:rsid w:val="0097758B"/>
    <w:rsid w:val="0097777C"/>
    <w:rsid w:val="00984A93"/>
    <w:rsid w:val="00990546"/>
    <w:rsid w:val="00994069"/>
    <w:rsid w:val="009947B5"/>
    <w:rsid w:val="009956EE"/>
    <w:rsid w:val="009A19E0"/>
    <w:rsid w:val="009A2767"/>
    <w:rsid w:val="009A2D8C"/>
    <w:rsid w:val="009A50E3"/>
    <w:rsid w:val="009A557D"/>
    <w:rsid w:val="009A6547"/>
    <w:rsid w:val="009A7B07"/>
    <w:rsid w:val="009B1931"/>
    <w:rsid w:val="009B1E6F"/>
    <w:rsid w:val="009B2D6E"/>
    <w:rsid w:val="009B524E"/>
    <w:rsid w:val="009B56D9"/>
    <w:rsid w:val="009B7480"/>
    <w:rsid w:val="009C036B"/>
    <w:rsid w:val="009C0AB9"/>
    <w:rsid w:val="009C10CB"/>
    <w:rsid w:val="009C1703"/>
    <w:rsid w:val="009C2999"/>
    <w:rsid w:val="009C32C4"/>
    <w:rsid w:val="009C369F"/>
    <w:rsid w:val="009C613D"/>
    <w:rsid w:val="009C6219"/>
    <w:rsid w:val="009C7338"/>
    <w:rsid w:val="009D0DF1"/>
    <w:rsid w:val="009D25B9"/>
    <w:rsid w:val="009D589F"/>
    <w:rsid w:val="009D59FC"/>
    <w:rsid w:val="009D6207"/>
    <w:rsid w:val="009D7E94"/>
    <w:rsid w:val="009E0ECA"/>
    <w:rsid w:val="009E12B8"/>
    <w:rsid w:val="009E26AC"/>
    <w:rsid w:val="009E4B30"/>
    <w:rsid w:val="009F1041"/>
    <w:rsid w:val="009F38A9"/>
    <w:rsid w:val="009F3A64"/>
    <w:rsid w:val="009F3C78"/>
    <w:rsid w:val="009F3C7D"/>
    <w:rsid w:val="00A007DB"/>
    <w:rsid w:val="00A06110"/>
    <w:rsid w:val="00A073A2"/>
    <w:rsid w:val="00A10D7D"/>
    <w:rsid w:val="00A1124C"/>
    <w:rsid w:val="00A12548"/>
    <w:rsid w:val="00A1401A"/>
    <w:rsid w:val="00A23C3F"/>
    <w:rsid w:val="00A249D4"/>
    <w:rsid w:val="00A250B7"/>
    <w:rsid w:val="00A259EE"/>
    <w:rsid w:val="00A26838"/>
    <w:rsid w:val="00A27D8E"/>
    <w:rsid w:val="00A30089"/>
    <w:rsid w:val="00A31189"/>
    <w:rsid w:val="00A31249"/>
    <w:rsid w:val="00A31875"/>
    <w:rsid w:val="00A32364"/>
    <w:rsid w:val="00A328B9"/>
    <w:rsid w:val="00A34B7F"/>
    <w:rsid w:val="00A35348"/>
    <w:rsid w:val="00A40A4C"/>
    <w:rsid w:val="00A40EF6"/>
    <w:rsid w:val="00A42694"/>
    <w:rsid w:val="00A44B77"/>
    <w:rsid w:val="00A45CE0"/>
    <w:rsid w:val="00A45E63"/>
    <w:rsid w:val="00A462AB"/>
    <w:rsid w:val="00A539AC"/>
    <w:rsid w:val="00A549BC"/>
    <w:rsid w:val="00A550B4"/>
    <w:rsid w:val="00A56F40"/>
    <w:rsid w:val="00A61D56"/>
    <w:rsid w:val="00A62215"/>
    <w:rsid w:val="00A638BD"/>
    <w:rsid w:val="00A63CC3"/>
    <w:rsid w:val="00A641F6"/>
    <w:rsid w:val="00A64492"/>
    <w:rsid w:val="00A65FB6"/>
    <w:rsid w:val="00A670EE"/>
    <w:rsid w:val="00A67E06"/>
    <w:rsid w:val="00A7043E"/>
    <w:rsid w:val="00A76B3E"/>
    <w:rsid w:val="00A816FA"/>
    <w:rsid w:val="00A82C1D"/>
    <w:rsid w:val="00A831EC"/>
    <w:rsid w:val="00A85858"/>
    <w:rsid w:val="00A8652D"/>
    <w:rsid w:val="00A86649"/>
    <w:rsid w:val="00A86D3A"/>
    <w:rsid w:val="00A871B1"/>
    <w:rsid w:val="00A87B8E"/>
    <w:rsid w:val="00A90AC1"/>
    <w:rsid w:val="00A915EC"/>
    <w:rsid w:val="00A94469"/>
    <w:rsid w:val="00A94F14"/>
    <w:rsid w:val="00A95B37"/>
    <w:rsid w:val="00A95FD1"/>
    <w:rsid w:val="00A96DAC"/>
    <w:rsid w:val="00AA07EE"/>
    <w:rsid w:val="00AA2FE8"/>
    <w:rsid w:val="00AA5321"/>
    <w:rsid w:val="00AA73A7"/>
    <w:rsid w:val="00AA7BA2"/>
    <w:rsid w:val="00AB018D"/>
    <w:rsid w:val="00AB01E9"/>
    <w:rsid w:val="00AB084F"/>
    <w:rsid w:val="00AB0FCC"/>
    <w:rsid w:val="00AB314C"/>
    <w:rsid w:val="00AB3153"/>
    <w:rsid w:val="00AB4382"/>
    <w:rsid w:val="00AB4C57"/>
    <w:rsid w:val="00AB5870"/>
    <w:rsid w:val="00AB6552"/>
    <w:rsid w:val="00AB6A78"/>
    <w:rsid w:val="00AC428B"/>
    <w:rsid w:val="00AC6753"/>
    <w:rsid w:val="00AD1253"/>
    <w:rsid w:val="00AD1722"/>
    <w:rsid w:val="00AD19B1"/>
    <w:rsid w:val="00AD20CC"/>
    <w:rsid w:val="00AD61C8"/>
    <w:rsid w:val="00AD6214"/>
    <w:rsid w:val="00AD6A93"/>
    <w:rsid w:val="00AD6C59"/>
    <w:rsid w:val="00AE1D57"/>
    <w:rsid w:val="00AE2CA4"/>
    <w:rsid w:val="00AE3014"/>
    <w:rsid w:val="00AE68C1"/>
    <w:rsid w:val="00AE6A2B"/>
    <w:rsid w:val="00AE7FAB"/>
    <w:rsid w:val="00AF044F"/>
    <w:rsid w:val="00AF18A9"/>
    <w:rsid w:val="00AF199C"/>
    <w:rsid w:val="00AF21FA"/>
    <w:rsid w:val="00AF2F80"/>
    <w:rsid w:val="00AF3474"/>
    <w:rsid w:val="00AF3E2B"/>
    <w:rsid w:val="00AF5BD1"/>
    <w:rsid w:val="00AF6AD2"/>
    <w:rsid w:val="00AF70CA"/>
    <w:rsid w:val="00AF7EC0"/>
    <w:rsid w:val="00B0262B"/>
    <w:rsid w:val="00B02631"/>
    <w:rsid w:val="00B02AC2"/>
    <w:rsid w:val="00B046CC"/>
    <w:rsid w:val="00B07314"/>
    <w:rsid w:val="00B1054E"/>
    <w:rsid w:val="00B11681"/>
    <w:rsid w:val="00B13205"/>
    <w:rsid w:val="00B13F1C"/>
    <w:rsid w:val="00B14208"/>
    <w:rsid w:val="00B148AD"/>
    <w:rsid w:val="00B15FD2"/>
    <w:rsid w:val="00B16A8D"/>
    <w:rsid w:val="00B171D5"/>
    <w:rsid w:val="00B209AC"/>
    <w:rsid w:val="00B20D16"/>
    <w:rsid w:val="00B21777"/>
    <w:rsid w:val="00B23B84"/>
    <w:rsid w:val="00B30963"/>
    <w:rsid w:val="00B30ED3"/>
    <w:rsid w:val="00B312D8"/>
    <w:rsid w:val="00B34F53"/>
    <w:rsid w:val="00B35CC5"/>
    <w:rsid w:val="00B368F5"/>
    <w:rsid w:val="00B40E7F"/>
    <w:rsid w:val="00B415BF"/>
    <w:rsid w:val="00B4297B"/>
    <w:rsid w:val="00B44CED"/>
    <w:rsid w:val="00B47C45"/>
    <w:rsid w:val="00B5573D"/>
    <w:rsid w:val="00B56AD5"/>
    <w:rsid w:val="00B57170"/>
    <w:rsid w:val="00B613BC"/>
    <w:rsid w:val="00B6142E"/>
    <w:rsid w:val="00B61C66"/>
    <w:rsid w:val="00B63093"/>
    <w:rsid w:val="00B6425B"/>
    <w:rsid w:val="00B71DCE"/>
    <w:rsid w:val="00B73EBD"/>
    <w:rsid w:val="00B74214"/>
    <w:rsid w:val="00B75571"/>
    <w:rsid w:val="00B75643"/>
    <w:rsid w:val="00B7735E"/>
    <w:rsid w:val="00B814C0"/>
    <w:rsid w:val="00B82155"/>
    <w:rsid w:val="00B84CA1"/>
    <w:rsid w:val="00B85BB3"/>
    <w:rsid w:val="00B8676F"/>
    <w:rsid w:val="00B90444"/>
    <w:rsid w:val="00B90AE6"/>
    <w:rsid w:val="00B912EF"/>
    <w:rsid w:val="00B92597"/>
    <w:rsid w:val="00B94050"/>
    <w:rsid w:val="00B94450"/>
    <w:rsid w:val="00B96BD5"/>
    <w:rsid w:val="00BA0748"/>
    <w:rsid w:val="00BA076B"/>
    <w:rsid w:val="00BA3320"/>
    <w:rsid w:val="00BA3A74"/>
    <w:rsid w:val="00BA4912"/>
    <w:rsid w:val="00BA4EA5"/>
    <w:rsid w:val="00BA4F8E"/>
    <w:rsid w:val="00BA56A6"/>
    <w:rsid w:val="00BA6159"/>
    <w:rsid w:val="00BA6237"/>
    <w:rsid w:val="00BB15F3"/>
    <w:rsid w:val="00BB27AD"/>
    <w:rsid w:val="00BB2F78"/>
    <w:rsid w:val="00BB3291"/>
    <w:rsid w:val="00BB32C3"/>
    <w:rsid w:val="00BB34A0"/>
    <w:rsid w:val="00BB541B"/>
    <w:rsid w:val="00BB6AFA"/>
    <w:rsid w:val="00BB7DAF"/>
    <w:rsid w:val="00BC0961"/>
    <w:rsid w:val="00BC2921"/>
    <w:rsid w:val="00BC3D02"/>
    <w:rsid w:val="00BC4EC2"/>
    <w:rsid w:val="00BC4FFB"/>
    <w:rsid w:val="00BC5DC6"/>
    <w:rsid w:val="00BC6742"/>
    <w:rsid w:val="00BD5067"/>
    <w:rsid w:val="00BD69E6"/>
    <w:rsid w:val="00BE05E9"/>
    <w:rsid w:val="00BE0BB7"/>
    <w:rsid w:val="00BE1690"/>
    <w:rsid w:val="00BE1B13"/>
    <w:rsid w:val="00BE1BA2"/>
    <w:rsid w:val="00BE37B6"/>
    <w:rsid w:val="00BE6723"/>
    <w:rsid w:val="00BF0D51"/>
    <w:rsid w:val="00BF7FDD"/>
    <w:rsid w:val="00C025FB"/>
    <w:rsid w:val="00C045C7"/>
    <w:rsid w:val="00C05F1C"/>
    <w:rsid w:val="00C06C63"/>
    <w:rsid w:val="00C07B3A"/>
    <w:rsid w:val="00C101A0"/>
    <w:rsid w:val="00C110AB"/>
    <w:rsid w:val="00C11AD8"/>
    <w:rsid w:val="00C11B0A"/>
    <w:rsid w:val="00C1481D"/>
    <w:rsid w:val="00C14B46"/>
    <w:rsid w:val="00C1516A"/>
    <w:rsid w:val="00C15E4C"/>
    <w:rsid w:val="00C16704"/>
    <w:rsid w:val="00C2018F"/>
    <w:rsid w:val="00C22D17"/>
    <w:rsid w:val="00C2319E"/>
    <w:rsid w:val="00C2356D"/>
    <w:rsid w:val="00C25A02"/>
    <w:rsid w:val="00C25C49"/>
    <w:rsid w:val="00C26EF4"/>
    <w:rsid w:val="00C278CE"/>
    <w:rsid w:val="00C32653"/>
    <w:rsid w:val="00C32730"/>
    <w:rsid w:val="00C34650"/>
    <w:rsid w:val="00C35D63"/>
    <w:rsid w:val="00C37E50"/>
    <w:rsid w:val="00C42D1B"/>
    <w:rsid w:val="00C46012"/>
    <w:rsid w:val="00C46565"/>
    <w:rsid w:val="00C4718C"/>
    <w:rsid w:val="00C520D5"/>
    <w:rsid w:val="00C52EDB"/>
    <w:rsid w:val="00C52FEF"/>
    <w:rsid w:val="00C53DB1"/>
    <w:rsid w:val="00C53FAD"/>
    <w:rsid w:val="00C546AD"/>
    <w:rsid w:val="00C554BF"/>
    <w:rsid w:val="00C5718B"/>
    <w:rsid w:val="00C6100D"/>
    <w:rsid w:val="00C6117C"/>
    <w:rsid w:val="00C61B77"/>
    <w:rsid w:val="00C63670"/>
    <w:rsid w:val="00C64156"/>
    <w:rsid w:val="00C64F51"/>
    <w:rsid w:val="00C654F0"/>
    <w:rsid w:val="00C67C81"/>
    <w:rsid w:val="00C70257"/>
    <w:rsid w:val="00C707DB"/>
    <w:rsid w:val="00C73E28"/>
    <w:rsid w:val="00C74D0A"/>
    <w:rsid w:val="00C75DB8"/>
    <w:rsid w:val="00C76184"/>
    <w:rsid w:val="00C77E73"/>
    <w:rsid w:val="00C8023E"/>
    <w:rsid w:val="00C803BC"/>
    <w:rsid w:val="00C80446"/>
    <w:rsid w:val="00C80523"/>
    <w:rsid w:val="00C80677"/>
    <w:rsid w:val="00C81C67"/>
    <w:rsid w:val="00C82B9B"/>
    <w:rsid w:val="00C8343E"/>
    <w:rsid w:val="00C84EB9"/>
    <w:rsid w:val="00C853FE"/>
    <w:rsid w:val="00C85AA5"/>
    <w:rsid w:val="00C85B16"/>
    <w:rsid w:val="00C86EF6"/>
    <w:rsid w:val="00C90143"/>
    <w:rsid w:val="00C9025F"/>
    <w:rsid w:val="00C904E0"/>
    <w:rsid w:val="00C91E01"/>
    <w:rsid w:val="00C94A6F"/>
    <w:rsid w:val="00C95090"/>
    <w:rsid w:val="00C9560F"/>
    <w:rsid w:val="00C95CE0"/>
    <w:rsid w:val="00CA0038"/>
    <w:rsid w:val="00CA053D"/>
    <w:rsid w:val="00CA34F9"/>
    <w:rsid w:val="00CA39D2"/>
    <w:rsid w:val="00CA3EAF"/>
    <w:rsid w:val="00CA48E2"/>
    <w:rsid w:val="00CA66BE"/>
    <w:rsid w:val="00CA7D90"/>
    <w:rsid w:val="00CB079C"/>
    <w:rsid w:val="00CB4F1A"/>
    <w:rsid w:val="00CB56BE"/>
    <w:rsid w:val="00CB69F9"/>
    <w:rsid w:val="00CB7326"/>
    <w:rsid w:val="00CB76C0"/>
    <w:rsid w:val="00CC17E6"/>
    <w:rsid w:val="00CC1B42"/>
    <w:rsid w:val="00CC1DD4"/>
    <w:rsid w:val="00CC5C03"/>
    <w:rsid w:val="00CD09E8"/>
    <w:rsid w:val="00CD1411"/>
    <w:rsid w:val="00CD31F8"/>
    <w:rsid w:val="00CD3A13"/>
    <w:rsid w:val="00CD4C7E"/>
    <w:rsid w:val="00CD4FF8"/>
    <w:rsid w:val="00CD6199"/>
    <w:rsid w:val="00CD6623"/>
    <w:rsid w:val="00CE432D"/>
    <w:rsid w:val="00CF0881"/>
    <w:rsid w:val="00CF110C"/>
    <w:rsid w:val="00CF1A84"/>
    <w:rsid w:val="00CF2D04"/>
    <w:rsid w:val="00CF4384"/>
    <w:rsid w:val="00CF62F2"/>
    <w:rsid w:val="00CF7A8C"/>
    <w:rsid w:val="00D00D38"/>
    <w:rsid w:val="00D01B8F"/>
    <w:rsid w:val="00D02C07"/>
    <w:rsid w:val="00D035FE"/>
    <w:rsid w:val="00D036E7"/>
    <w:rsid w:val="00D047C0"/>
    <w:rsid w:val="00D04FAA"/>
    <w:rsid w:val="00D05681"/>
    <w:rsid w:val="00D11425"/>
    <w:rsid w:val="00D12DC8"/>
    <w:rsid w:val="00D134F5"/>
    <w:rsid w:val="00D1438B"/>
    <w:rsid w:val="00D14ABA"/>
    <w:rsid w:val="00D14E3A"/>
    <w:rsid w:val="00D17B0C"/>
    <w:rsid w:val="00D21C1E"/>
    <w:rsid w:val="00D22A5A"/>
    <w:rsid w:val="00D22F17"/>
    <w:rsid w:val="00D237A3"/>
    <w:rsid w:val="00D23E52"/>
    <w:rsid w:val="00D254A4"/>
    <w:rsid w:val="00D27988"/>
    <w:rsid w:val="00D30102"/>
    <w:rsid w:val="00D32CF4"/>
    <w:rsid w:val="00D33793"/>
    <w:rsid w:val="00D3422E"/>
    <w:rsid w:val="00D34A10"/>
    <w:rsid w:val="00D35A1D"/>
    <w:rsid w:val="00D36E3A"/>
    <w:rsid w:val="00D37E41"/>
    <w:rsid w:val="00D41ADC"/>
    <w:rsid w:val="00D4254E"/>
    <w:rsid w:val="00D42C6C"/>
    <w:rsid w:val="00D43D34"/>
    <w:rsid w:val="00D460DA"/>
    <w:rsid w:val="00D46BEF"/>
    <w:rsid w:val="00D473F4"/>
    <w:rsid w:val="00D47862"/>
    <w:rsid w:val="00D50151"/>
    <w:rsid w:val="00D504D4"/>
    <w:rsid w:val="00D505B7"/>
    <w:rsid w:val="00D524B8"/>
    <w:rsid w:val="00D5263F"/>
    <w:rsid w:val="00D546F4"/>
    <w:rsid w:val="00D5554A"/>
    <w:rsid w:val="00D55A06"/>
    <w:rsid w:val="00D56677"/>
    <w:rsid w:val="00D5736B"/>
    <w:rsid w:val="00D57A31"/>
    <w:rsid w:val="00D60C20"/>
    <w:rsid w:val="00D624F8"/>
    <w:rsid w:val="00D641D5"/>
    <w:rsid w:val="00D66459"/>
    <w:rsid w:val="00D71E2B"/>
    <w:rsid w:val="00D721B0"/>
    <w:rsid w:val="00D74C28"/>
    <w:rsid w:val="00D75D17"/>
    <w:rsid w:val="00D75D84"/>
    <w:rsid w:val="00D762D0"/>
    <w:rsid w:val="00D765FA"/>
    <w:rsid w:val="00D76744"/>
    <w:rsid w:val="00D80430"/>
    <w:rsid w:val="00D82E36"/>
    <w:rsid w:val="00D8367F"/>
    <w:rsid w:val="00D84855"/>
    <w:rsid w:val="00D84CED"/>
    <w:rsid w:val="00D8734F"/>
    <w:rsid w:val="00D91C16"/>
    <w:rsid w:val="00D94B00"/>
    <w:rsid w:val="00D95594"/>
    <w:rsid w:val="00D96804"/>
    <w:rsid w:val="00DA27B7"/>
    <w:rsid w:val="00DA5B86"/>
    <w:rsid w:val="00DA6065"/>
    <w:rsid w:val="00DA7184"/>
    <w:rsid w:val="00DA7560"/>
    <w:rsid w:val="00DB2CA4"/>
    <w:rsid w:val="00DB3BDA"/>
    <w:rsid w:val="00DB74B4"/>
    <w:rsid w:val="00DC059B"/>
    <w:rsid w:val="00DC065B"/>
    <w:rsid w:val="00DC13D5"/>
    <w:rsid w:val="00DC1D6D"/>
    <w:rsid w:val="00DC23BF"/>
    <w:rsid w:val="00DC3C57"/>
    <w:rsid w:val="00DC63EF"/>
    <w:rsid w:val="00DD462B"/>
    <w:rsid w:val="00DD4DF2"/>
    <w:rsid w:val="00DD7A98"/>
    <w:rsid w:val="00DE07DA"/>
    <w:rsid w:val="00DE0B68"/>
    <w:rsid w:val="00DE0CA3"/>
    <w:rsid w:val="00DE457F"/>
    <w:rsid w:val="00DE5B6F"/>
    <w:rsid w:val="00DE6D5C"/>
    <w:rsid w:val="00DF1E4B"/>
    <w:rsid w:val="00DF31F7"/>
    <w:rsid w:val="00DF34D0"/>
    <w:rsid w:val="00DF443A"/>
    <w:rsid w:val="00DF4474"/>
    <w:rsid w:val="00DF5CE4"/>
    <w:rsid w:val="00DF613C"/>
    <w:rsid w:val="00E004B4"/>
    <w:rsid w:val="00E00920"/>
    <w:rsid w:val="00E00E26"/>
    <w:rsid w:val="00E02833"/>
    <w:rsid w:val="00E02A58"/>
    <w:rsid w:val="00E02FC4"/>
    <w:rsid w:val="00E046C4"/>
    <w:rsid w:val="00E04C15"/>
    <w:rsid w:val="00E0646B"/>
    <w:rsid w:val="00E071B0"/>
    <w:rsid w:val="00E071E9"/>
    <w:rsid w:val="00E07548"/>
    <w:rsid w:val="00E07EAE"/>
    <w:rsid w:val="00E10949"/>
    <w:rsid w:val="00E11337"/>
    <w:rsid w:val="00E139D4"/>
    <w:rsid w:val="00E15FEB"/>
    <w:rsid w:val="00E171F2"/>
    <w:rsid w:val="00E172D8"/>
    <w:rsid w:val="00E172EB"/>
    <w:rsid w:val="00E210F6"/>
    <w:rsid w:val="00E2113E"/>
    <w:rsid w:val="00E227DE"/>
    <w:rsid w:val="00E22A9C"/>
    <w:rsid w:val="00E22CA1"/>
    <w:rsid w:val="00E22DD1"/>
    <w:rsid w:val="00E23D1B"/>
    <w:rsid w:val="00E23D73"/>
    <w:rsid w:val="00E25704"/>
    <w:rsid w:val="00E26ACC"/>
    <w:rsid w:val="00E26BD6"/>
    <w:rsid w:val="00E27C6C"/>
    <w:rsid w:val="00E3090B"/>
    <w:rsid w:val="00E330E0"/>
    <w:rsid w:val="00E3725A"/>
    <w:rsid w:val="00E37823"/>
    <w:rsid w:val="00E40079"/>
    <w:rsid w:val="00E41C30"/>
    <w:rsid w:val="00E4257C"/>
    <w:rsid w:val="00E42FED"/>
    <w:rsid w:val="00E451E7"/>
    <w:rsid w:val="00E507BB"/>
    <w:rsid w:val="00E51D16"/>
    <w:rsid w:val="00E54256"/>
    <w:rsid w:val="00E54DAC"/>
    <w:rsid w:val="00E55185"/>
    <w:rsid w:val="00E60E45"/>
    <w:rsid w:val="00E61D48"/>
    <w:rsid w:val="00E620AB"/>
    <w:rsid w:val="00E62D2F"/>
    <w:rsid w:val="00E6344A"/>
    <w:rsid w:val="00E6355A"/>
    <w:rsid w:val="00E63D77"/>
    <w:rsid w:val="00E642B3"/>
    <w:rsid w:val="00E64C01"/>
    <w:rsid w:val="00E651B6"/>
    <w:rsid w:val="00E66448"/>
    <w:rsid w:val="00E66BA0"/>
    <w:rsid w:val="00E66EBD"/>
    <w:rsid w:val="00E70F88"/>
    <w:rsid w:val="00E76C0B"/>
    <w:rsid w:val="00E805CB"/>
    <w:rsid w:val="00E80F0D"/>
    <w:rsid w:val="00E81440"/>
    <w:rsid w:val="00E82B9C"/>
    <w:rsid w:val="00E84812"/>
    <w:rsid w:val="00E84AA3"/>
    <w:rsid w:val="00E860A2"/>
    <w:rsid w:val="00E864F6"/>
    <w:rsid w:val="00E86B99"/>
    <w:rsid w:val="00E87271"/>
    <w:rsid w:val="00E9036C"/>
    <w:rsid w:val="00E90A48"/>
    <w:rsid w:val="00E913B6"/>
    <w:rsid w:val="00E9189F"/>
    <w:rsid w:val="00E92629"/>
    <w:rsid w:val="00E95FD9"/>
    <w:rsid w:val="00E97464"/>
    <w:rsid w:val="00EA05F0"/>
    <w:rsid w:val="00EA2329"/>
    <w:rsid w:val="00EA25C4"/>
    <w:rsid w:val="00EA2C4D"/>
    <w:rsid w:val="00EB17A7"/>
    <w:rsid w:val="00EB7579"/>
    <w:rsid w:val="00EB7734"/>
    <w:rsid w:val="00EC517C"/>
    <w:rsid w:val="00EC7290"/>
    <w:rsid w:val="00ED0F9E"/>
    <w:rsid w:val="00ED54CC"/>
    <w:rsid w:val="00ED6501"/>
    <w:rsid w:val="00ED6B7B"/>
    <w:rsid w:val="00ED7233"/>
    <w:rsid w:val="00ED7EA5"/>
    <w:rsid w:val="00EE37D8"/>
    <w:rsid w:val="00EE6C23"/>
    <w:rsid w:val="00EF033D"/>
    <w:rsid w:val="00EF24AE"/>
    <w:rsid w:val="00EF2976"/>
    <w:rsid w:val="00EF4001"/>
    <w:rsid w:val="00EF59B9"/>
    <w:rsid w:val="00EF5AFA"/>
    <w:rsid w:val="00F02F80"/>
    <w:rsid w:val="00F04716"/>
    <w:rsid w:val="00F04A0D"/>
    <w:rsid w:val="00F05650"/>
    <w:rsid w:val="00F059BF"/>
    <w:rsid w:val="00F06E3E"/>
    <w:rsid w:val="00F1216F"/>
    <w:rsid w:val="00F14460"/>
    <w:rsid w:val="00F17729"/>
    <w:rsid w:val="00F17FEE"/>
    <w:rsid w:val="00F204CC"/>
    <w:rsid w:val="00F20D04"/>
    <w:rsid w:val="00F20FBF"/>
    <w:rsid w:val="00F217BA"/>
    <w:rsid w:val="00F2276F"/>
    <w:rsid w:val="00F23343"/>
    <w:rsid w:val="00F23484"/>
    <w:rsid w:val="00F2358E"/>
    <w:rsid w:val="00F24FE4"/>
    <w:rsid w:val="00F25099"/>
    <w:rsid w:val="00F256FD"/>
    <w:rsid w:val="00F3382C"/>
    <w:rsid w:val="00F34879"/>
    <w:rsid w:val="00F35118"/>
    <w:rsid w:val="00F36634"/>
    <w:rsid w:val="00F40602"/>
    <w:rsid w:val="00F412D0"/>
    <w:rsid w:val="00F4138D"/>
    <w:rsid w:val="00F4237C"/>
    <w:rsid w:val="00F54D35"/>
    <w:rsid w:val="00F54EEB"/>
    <w:rsid w:val="00F55669"/>
    <w:rsid w:val="00F55ED3"/>
    <w:rsid w:val="00F56B6E"/>
    <w:rsid w:val="00F57BA6"/>
    <w:rsid w:val="00F63991"/>
    <w:rsid w:val="00F6576D"/>
    <w:rsid w:val="00F65E43"/>
    <w:rsid w:val="00F67A20"/>
    <w:rsid w:val="00F67E46"/>
    <w:rsid w:val="00F71317"/>
    <w:rsid w:val="00F7292A"/>
    <w:rsid w:val="00F74406"/>
    <w:rsid w:val="00F7531B"/>
    <w:rsid w:val="00F7657D"/>
    <w:rsid w:val="00F7678A"/>
    <w:rsid w:val="00F76C3D"/>
    <w:rsid w:val="00F779CE"/>
    <w:rsid w:val="00F801E7"/>
    <w:rsid w:val="00F803FC"/>
    <w:rsid w:val="00F816C1"/>
    <w:rsid w:val="00F83BA9"/>
    <w:rsid w:val="00F86AA7"/>
    <w:rsid w:val="00F875BD"/>
    <w:rsid w:val="00F90292"/>
    <w:rsid w:val="00F90EDB"/>
    <w:rsid w:val="00F921BF"/>
    <w:rsid w:val="00F93C22"/>
    <w:rsid w:val="00F94AB2"/>
    <w:rsid w:val="00F965DA"/>
    <w:rsid w:val="00F968D1"/>
    <w:rsid w:val="00FA1672"/>
    <w:rsid w:val="00FA4CC8"/>
    <w:rsid w:val="00FA5345"/>
    <w:rsid w:val="00FA5766"/>
    <w:rsid w:val="00FA7CAA"/>
    <w:rsid w:val="00FB1D7D"/>
    <w:rsid w:val="00FB25EF"/>
    <w:rsid w:val="00FB615F"/>
    <w:rsid w:val="00FC00E1"/>
    <w:rsid w:val="00FC137F"/>
    <w:rsid w:val="00FC1415"/>
    <w:rsid w:val="00FC3BAB"/>
    <w:rsid w:val="00FC4757"/>
    <w:rsid w:val="00FD1360"/>
    <w:rsid w:val="00FD180B"/>
    <w:rsid w:val="00FD2868"/>
    <w:rsid w:val="00FD31F3"/>
    <w:rsid w:val="00FD528E"/>
    <w:rsid w:val="00FE00FB"/>
    <w:rsid w:val="00FE01D0"/>
    <w:rsid w:val="00FE1660"/>
    <w:rsid w:val="00FE2D39"/>
    <w:rsid w:val="00FE36D1"/>
    <w:rsid w:val="00FE69F4"/>
    <w:rsid w:val="00FE6A2F"/>
    <w:rsid w:val="00FE7BFE"/>
    <w:rsid w:val="00FF0D48"/>
    <w:rsid w:val="00FF26D6"/>
    <w:rsid w:val="00FF3CC7"/>
    <w:rsid w:val="00FF47C3"/>
    <w:rsid w:val="00FF51E8"/>
    <w:rsid w:val="00FF66D3"/>
    <w:rsid w:val="06BD29F1"/>
    <w:rsid w:val="08717475"/>
    <w:rsid w:val="08D4363B"/>
    <w:rsid w:val="0917BB7B"/>
    <w:rsid w:val="0A3351EC"/>
    <w:rsid w:val="0B52BD7D"/>
    <w:rsid w:val="0B788AE5"/>
    <w:rsid w:val="0C4EF796"/>
    <w:rsid w:val="0D3258EE"/>
    <w:rsid w:val="0DA0524B"/>
    <w:rsid w:val="0E5F2BE9"/>
    <w:rsid w:val="0F3C22AC"/>
    <w:rsid w:val="0FD27FB3"/>
    <w:rsid w:val="1002728D"/>
    <w:rsid w:val="10B1CF4B"/>
    <w:rsid w:val="10C0E5D1"/>
    <w:rsid w:val="147A8ECE"/>
    <w:rsid w:val="158CCF10"/>
    <w:rsid w:val="15A1A054"/>
    <w:rsid w:val="15A1D325"/>
    <w:rsid w:val="15B9CC92"/>
    <w:rsid w:val="16903943"/>
    <w:rsid w:val="16EA3447"/>
    <w:rsid w:val="177B7738"/>
    <w:rsid w:val="17AF402D"/>
    <w:rsid w:val="19AF4920"/>
    <w:rsid w:val="1D3ADF7F"/>
    <w:rsid w:val="1D5FCEBF"/>
    <w:rsid w:val="1E61728A"/>
    <w:rsid w:val="1E6CB907"/>
    <w:rsid w:val="1F05203D"/>
    <w:rsid w:val="1F470714"/>
    <w:rsid w:val="203CDD05"/>
    <w:rsid w:val="2106D94B"/>
    <w:rsid w:val="2216B3E9"/>
    <w:rsid w:val="22549789"/>
    <w:rsid w:val="2258B580"/>
    <w:rsid w:val="22B2BD61"/>
    <w:rsid w:val="234C4C9C"/>
    <w:rsid w:val="235C1FB3"/>
    <w:rsid w:val="23D89160"/>
    <w:rsid w:val="249A74E2"/>
    <w:rsid w:val="282808F2"/>
    <w:rsid w:val="28948D72"/>
    <w:rsid w:val="29E9B398"/>
    <w:rsid w:val="2B1A1B4D"/>
    <w:rsid w:val="2BAB5E3E"/>
    <w:rsid w:val="2BBFD906"/>
    <w:rsid w:val="2BC38A7C"/>
    <w:rsid w:val="2C2CE615"/>
    <w:rsid w:val="2C55003E"/>
    <w:rsid w:val="2C69D182"/>
    <w:rsid w:val="2CC84A75"/>
    <w:rsid w:val="2CDBC5F3"/>
    <w:rsid w:val="2DF75C64"/>
    <w:rsid w:val="2EE29A59"/>
    <w:rsid w:val="30159BF7"/>
    <w:rsid w:val="30627639"/>
    <w:rsid w:val="3099963B"/>
    <w:rsid w:val="323924F4"/>
    <w:rsid w:val="32511E61"/>
    <w:rsid w:val="332495BA"/>
    <w:rsid w:val="3385339A"/>
    <w:rsid w:val="33968A2B"/>
    <w:rsid w:val="3412FBD8"/>
    <w:rsid w:val="3484F049"/>
    <w:rsid w:val="388CEABF"/>
    <w:rsid w:val="38DEE517"/>
    <w:rsid w:val="38F3B65B"/>
    <w:rsid w:val="39E24F4A"/>
    <w:rsid w:val="3DBF9F9A"/>
    <w:rsid w:val="3DECCFED"/>
    <w:rsid w:val="40DEE248"/>
    <w:rsid w:val="41201C92"/>
    <w:rsid w:val="43D6508B"/>
    <w:rsid w:val="447A63D2"/>
    <w:rsid w:val="44CB4BB8"/>
    <w:rsid w:val="44CF60F8"/>
    <w:rsid w:val="44D45ED6"/>
    <w:rsid w:val="45418DEA"/>
    <w:rsid w:val="45AACB87"/>
    <w:rsid w:val="45EFC276"/>
    <w:rsid w:val="4605146E"/>
    <w:rsid w:val="463C4149"/>
    <w:rsid w:val="46FADA42"/>
    <w:rsid w:val="470B3731"/>
    <w:rsid w:val="486FE060"/>
    <w:rsid w:val="4A025B6D"/>
    <w:rsid w:val="4A0CF965"/>
    <w:rsid w:val="4BAFD6BB"/>
    <w:rsid w:val="4CC9D52E"/>
    <w:rsid w:val="4DCD3F61"/>
    <w:rsid w:val="4E0E7697"/>
    <w:rsid w:val="4EFD7445"/>
    <w:rsid w:val="4F15A083"/>
    <w:rsid w:val="4FA0D49F"/>
    <w:rsid w:val="50BF51BC"/>
    <w:rsid w:val="515E43AF"/>
    <w:rsid w:val="519E5563"/>
    <w:rsid w:val="5207B2DE"/>
    <w:rsid w:val="523B4CDF"/>
    <w:rsid w:val="52F323A4"/>
    <w:rsid w:val="5370E12C"/>
    <w:rsid w:val="54E4F3F5"/>
    <w:rsid w:val="54F9C539"/>
    <w:rsid w:val="558B3AFB"/>
    <w:rsid w:val="55A33468"/>
    <w:rsid w:val="55A36739"/>
    <w:rsid w:val="55F7CEF7"/>
    <w:rsid w:val="573D6003"/>
    <w:rsid w:val="576511DF"/>
    <w:rsid w:val="578CBFA2"/>
    <w:rsid w:val="57BEDA12"/>
    <w:rsid w:val="5B7287DA"/>
    <w:rsid w:val="5BB48971"/>
    <w:rsid w:val="5C45CC62"/>
    <w:rsid w:val="5C5DF8A0"/>
    <w:rsid w:val="5C7E64A6"/>
    <w:rsid w:val="5D346551"/>
    <w:rsid w:val="5D40DBAB"/>
    <w:rsid w:val="5D8E6055"/>
    <w:rsid w:val="5E1FA346"/>
    <w:rsid w:val="5F230D79"/>
    <w:rsid w:val="600EC0DD"/>
    <w:rsid w:val="6053752E"/>
    <w:rsid w:val="651F5E6D"/>
    <w:rsid w:val="67581C12"/>
    <w:rsid w:val="68BADFF7"/>
    <w:rsid w:val="69051D01"/>
    <w:rsid w:val="6AEEB1DF"/>
    <w:rsid w:val="6C49A462"/>
    <w:rsid w:val="6E52B8AB"/>
    <w:rsid w:val="6E7239FC"/>
    <w:rsid w:val="6F7E3E04"/>
    <w:rsid w:val="713FC516"/>
    <w:rsid w:val="723AB908"/>
    <w:rsid w:val="724FBD1D"/>
    <w:rsid w:val="741167C3"/>
    <w:rsid w:val="74565EB2"/>
    <w:rsid w:val="74F550A5"/>
    <w:rsid w:val="74FCD889"/>
    <w:rsid w:val="752CCB63"/>
    <w:rsid w:val="75424C95"/>
    <w:rsid w:val="78564A3D"/>
    <w:rsid w:val="7907F825"/>
    <w:rsid w:val="793003D0"/>
    <w:rsid w:val="796771B1"/>
    <w:rsid w:val="7B291C57"/>
    <w:rsid w:val="7B9A63F0"/>
    <w:rsid w:val="7D17F750"/>
    <w:rsid w:val="7DBE3E56"/>
    <w:rsid w:val="7F7A3947"/>
    <w:rsid w:val="7F98153A"/>
    <w:rsid w:val="7FB00E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F7F01"/>
  <w15:docId w15:val="{9A5590E4-25F3-48FD-9BFF-0D2144BB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3CE"/>
    <w:pPr>
      <w:spacing w:after="120"/>
      <w:jc w:val="both"/>
    </w:pPr>
    <w:rPr>
      <w:rFonts w:ascii="Roboto" w:hAnsi="Roboto"/>
      <w:sz w:val="20"/>
    </w:rPr>
  </w:style>
  <w:style w:type="paragraph" w:styleId="Titre1">
    <w:name w:val="heading 1"/>
    <w:aliases w:val="numeroté  1.,numÈrotÈ,1.,numéroté,ARTICLE,numeroté  1.1,numeroté  1.2,numeroté  1.11,numeroté  1.3,numeroté  1.12,numeroté  1.4,numeroté  1.13,numeroté  1.21,numeroté  1.111,numeroté  1.31,numeroté  1.121,numeroté  1.5,numeroté  1.14,Titre1,H1,1"/>
    <w:basedOn w:val="Normal"/>
    <w:next w:val="Normal"/>
    <w:link w:val="Titre1Car"/>
    <w:autoRedefine/>
    <w:qFormat/>
    <w:rsid w:val="00FF51E8"/>
    <w:pPr>
      <w:numPr>
        <w:numId w:val="3"/>
      </w:numPr>
      <w:spacing w:before="240" w:after="240"/>
      <w:ind w:hanging="431"/>
      <w:outlineLvl w:val="0"/>
    </w:pPr>
    <w:rPr>
      <w:rFonts w:asciiTheme="majorHAnsi" w:hAnsiTheme="majorHAnsi"/>
      <w:b/>
      <w:caps/>
      <w:color w:val="4000BE" w:themeColor="accent2"/>
      <w:kern w:val="28"/>
      <w:sz w:val="24"/>
      <w:szCs w:val="24"/>
      <w:u w:val="single" w:color="4000BE" w:themeColor="accent2"/>
      <w:lang w:eastAsia="fr-FR"/>
    </w:rPr>
  </w:style>
  <w:style w:type="paragraph" w:styleId="Titre2">
    <w:name w:val="heading 2"/>
    <w:aliases w:val="numéroté  1.1.,numéroté  1.1.2,numéroté  1.1.3,numéroté  1.1.21,numéroté  1.1.4,numéroté  1.1.22,numéroté  1.1.5,numéroté  1.1.23,numéroté  1.1.31,numéroté  1.1.211,numéroté  1.1.41,numéroté  1.1.221,numéroté  1.1.6,numéroté  1.1.24,H2,TEST,l2"/>
    <w:basedOn w:val="Titre3"/>
    <w:next w:val="Normal"/>
    <w:link w:val="Titre2Car"/>
    <w:qFormat/>
    <w:rsid w:val="005022CC"/>
    <w:pPr>
      <w:keepNext w:val="0"/>
      <w:numPr>
        <w:ilvl w:val="1"/>
        <w:numId w:val="7"/>
      </w:numPr>
      <w:tabs>
        <w:tab w:val="left" w:pos="1276"/>
      </w:tabs>
      <w:spacing w:before="120" w:after="120" w:line="276" w:lineRule="auto"/>
      <w:jc w:val="both"/>
      <w:outlineLvl w:val="1"/>
    </w:pPr>
    <w:rPr>
      <w:rFonts w:asciiTheme="majorHAnsi" w:hAnsiTheme="majorHAnsi" w:cstheme="minorBidi"/>
      <w:color w:val="4000BE" w:themeColor="accent2"/>
      <w:kern w:val="28"/>
      <w:sz w:val="24"/>
      <w:szCs w:val="28"/>
      <w:u w:val="none" w:color="4000BE" w:themeColor="accent2"/>
    </w:rPr>
  </w:style>
  <w:style w:type="paragraph" w:styleId="Titre3">
    <w:name w:val="heading 3"/>
    <w:basedOn w:val="Normal"/>
    <w:next w:val="Normal"/>
    <w:link w:val="Titre3Car"/>
    <w:uiPriority w:val="9"/>
    <w:unhideWhenUsed/>
    <w:qFormat/>
    <w:rsid w:val="00663518"/>
    <w:pPr>
      <w:keepNext/>
      <w:numPr>
        <w:ilvl w:val="2"/>
        <w:numId w:val="3"/>
      </w:numPr>
      <w:spacing w:before="200" w:after="80" w:line="320" w:lineRule="exact"/>
      <w:jc w:val="left"/>
      <w:outlineLvl w:val="2"/>
    </w:pPr>
    <w:rPr>
      <w:rFonts w:cs="Arial"/>
      <w:b/>
      <w:color w:val="575757" w:themeColor="text1" w:themeTint="BF"/>
      <w:sz w:val="22"/>
      <w:szCs w:val="24"/>
      <w:u w:val="single"/>
    </w:rPr>
  </w:style>
  <w:style w:type="paragraph" w:styleId="Titre4">
    <w:name w:val="heading 4"/>
    <w:basedOn w:val="Normal"/>
    <w:next w:val="Normal"/>
    <w:link w:val="Titre4Car"/>
    <w:uiPriority w:val="9"/>
    <w:semiHidden/>
    <w:unhideWhenUsed/>
    <w:qFormat/>
    <w:rsid w:val="00F2276F"/>
    <w:pPr>
      <w:keepNext/>
      <w:keepLines/>
      <w:spacing w:before="40" w:after="0"/>
      <w:outlineLvl w:val="3"/>
    </w:pPr>
    <w:rPr>
      <w:rFonts w:asciiTheme="majorHAnsi" w:eastAsiaTheme="majorEastAsia" w:hAnsiTheme="majorHAnsi" w:cstheme="majorBidi"/>
      <w:i/>
      <w:iCs/>
      <w:color w:val="EA001A" w:themeColor="accent1" w:themeShade="BF"/>
    </w:rPr>
  </w:style>
  <w:style w:type="paragraph" w:styleId="Titre5">
    <w:name w:val="heading 5"/>
    <w:basedOn w:val="Normal"/>
    <w:next w:val="Normal"/>
    <w:link w:val="Titre5Car"/>
    <w:uiPriority w:val="9"/>
    <w:semiHidden/>
    <w:unhideWhenUsed/>
    <w:qFormat/>
    <w:rsid w:val="0000766C"/>
    <w:pPr>
      <w:keepNext/>
      <w:keepLines/>
      <w:spacing w:before="200" w:after="0"/>
      <w:outlineLvl w:val="4"/>
    </w:pPr>
    <w:rPr>
      <w:rFonts w:asciiTheme="majorHAnsi" w:eastAsiaTheme="majorEastAsia" w:hAnsiTheme="majorHAnsi" w:cstheme="majorBidi"/>
      <w:color w:val="9B0011" w:themeColor="accent1" w:themeShade="7F"/>
    </w:rPr>
  </w:style>
  <w:style w:type="paragraph" w:styleId="Titre6">
    <w:name w:val="heading 6"/>
    <w:basedOn w:val="Normal"/>
    <w:next w:val="Normal"/>
    <w:link w:val="Titre6Car"/>
    <w:uiPriority w:val="9"/>
    <w:semiHidden/>
    <w:unhideWhenUsed/>
    <w:qFormat/>
    <w:rsid w:val="0000766C"/>
    <w:pPr>
      <w:keepNext/>
      <w:keepLines/>
      <w:spacing w:before="200" w:after="0"/>
      <w:outlineLvl w:val="5"/>
    </w:pPr>
    <w:rPr>
      <w:rFonts w:asciiTheme="majorHAnsi" w:eastAsiaTheme="majorEastAsia" w:hAnsiTheme="majorHAnsi" w:cstheme="majorBidi"/>
      <w:i/>
      <w:iCs/>
      <w:color w:val="9B0011" w:themeColor="accent1" w:themeShade="7F"/>
    </w:rPr>
  </w:style>
  <w:style w:type="paragraph" w:styleId="Titre7">
    <w:name w:val="heading 7"/>
    <w:basedOn w:val="Normal"/>
    <w:next w:val="Normal"/>
    <w:link w:val="Titre7Car"/>
    <w:uiPriority w:val="9"/>
    <w:semiHidden/>
    <w:unhideWhenUsed/>
    <w:qFormat/>
    <w:rsid w:val="0000766C"/>
    <w:pPr>
      <w:keepNext/>
      <w:keepLines/>
      <w:spacing w:before="200" w:after="0"/>
      <w:outlineLvl w:val="6"/>
    </w:pPr>
    <w:rPr>
      <w:rFonts w:asciiTheme="majorHAnsi" w:eastAsiaTheme="majorEastAsia" w:hAnsiTheme="majorHAnsi" w:cstheme="majorBidi"/>
      <w:i/>
      <w:iCs/>
      <w:color w:val="575757" w:themeColor="text1" w:themeTint="BF"/>
    </w:rPr>
  </w:style>
  <w:style w:type="paragraph" w:styleId="Titre8">
    <w:name w:val="heading 8"/>
    <w:basedOn w:val="Normal"/>
    <w:next w:val="Normal"/>
    <w:link w:val="Titre8Car"/>
    <w:uiPriority w:val="9"/>
    <w:semiHidden/>
    <w:unhideWhenUsed/>
    <w:qFormat/>
    <w:rsid w:val="0000766C"/>
    <w:pPr>
      <w:keepNext/>
      <w:keepLines/>
      <w:spacing w:before="200" w:after="0"/>
      <w:outlineLvl w:val="7"/>
    </w:pPr>
    <w:rPr>
      <w:rFonts w:asciiTheme="majorHAnsi" w:eastAsiaTheme="majorEastAsia" w:hAnsiTheme="majorHAnsi" w:cstheme="majorBidi"/>
      <w:color w:val="575757" w:themeColor="text1" w:themeTint="BF"/>
      <w:szCs w:val="20"/>
    </w:rPr>
  </w:style>
  <w:style w:type="paragraph" w:styleId="Titre9">
    <w:name w:val="heading 9"/>
    <w:basedOn w:val="Normal"/>
    <w:next w:val="Normal"/>
    <w:link w:val="Titre9Car"/>
    <w:uiPriority w:val="9"/>
    <w:semiHidden/>
    <w:unhideWhenUsed/>
    <w:qFormat/>
    <w:rsid w:val="0000766C"/>
    <w:pPr>
      <w:keepNext/>
      <w:keepLines/>
      <w:spacing w:before="200" w:after="0"/>
      <w:outlineLvl w:val="8"/>
    </w:pPr>
    <w:rPr>
      <w:rFonts w:asciiTheme="majorHAnsi" w:eastAsiaTheme="majorEastAsia" w:hAnsiTheme="majorHAnsi" w:cstheme="majorBidi"/>
      <w:i/>
      <w:iCs/>
      <w:color w:val="575757"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numÈrotÈ Car,1. Car,numéroté Car,ARTICLE Car,numeroté  1.1 Car,numeroté  1.2 Car,numeroté  1.11 Car,numeroté  1.3 Car,numeroté  1.12 Car,numeroté  1.4 Car,numeroté  1.13 Car,numeroté  1.21 Car,numeroté  1.111 Car,Titre1 Car"/>
    <w:basedOn w:val="Policepardfaut"/>
    <w:link w:val="Titre1"/>
    <w:rsid w:val="00FF51E8"/>
    <w:rPr>
      <w:rFonts w:asciiTheme="majorHAnsi" w:hAnsiTheme="majorHAnsi"/>
      <w:b/>
      <w:caps/>
      <w:color w:val="4000BE" w:themeColor="accent2"/>
      <w:kern w:val="28"/>
      <w:sz w:val="24"/>
      <w:szCs w:val="24"/>
      <w:u w:val="single" w:color="4000BE" w:themeColor="accent2"/>
      <w:lang w:eastAsia="fr-FR"/>
    </w:rPr>
  </w:style>
  <w:style w:type="character" w:customStyle="1" w:styleId="Titre2Car">
    <w:name w:val="Titre 2 Car"/>
    <w:aliases w:val="numéroté  1.1. Car,numéroté  1.1.2 Car,numéroté  1.1.3 Car,numéroté  1.1.21 Car,numéroté  1.1.4 Car,numéroté  1.1.22 Car,numéroté  1.1.5 Car,numéroté  1.1.23 Car,numéroté  1.1.31 Car,numéroté  1.1.211 Car,numéroté  1.1.41 Car,H2 Car,TEST Car"/>
    <w:basedOn w:val="Policepardfaut"/>
    <w:link w:val="Titre2"/>
    <w:rsid w:val="005022CC"/>
    <w:rPr>
      <w:rFonts w:asciiTheme="majorHAnsi" w:hAnsiTheme="majorHAnsi"/>
      <w:b/>
      <w:color w:val="4000BE" w:themeColor="accent2"/>
      <w:kern w:val="28"/>
      <w:sz w:val="24"/>
      <w:szCs w:val="28"/>
      <w:u w:color="4000BE" w:themeColor="accent2"/>
    </w:rPr>
  </w:style>
  <w:style w:type="character" w:customStyle="1" w:styleId="Titre4Car">
    <w:name w:val="Titre 4 Car"/>
    <w:basedOn w:val="Policepardfaut"/>
    <w:link w:val="Titre4"/>
    <w:uiPriority w:val="9"/>
    <w:semiHidden/>
    <w:rsid w:val="00F2276F"/>
    <w:rPr>
      <w:rFonts w:asciiTheme="majorHAnsi" w:eastAsiaTheme="majorEastAsia" w:hAnsiTheme="majorHAnsi" w:cstheme="majorBidi"/>
      <w:i/>
      <w:iCs/>
      <w:color w:val="EA001A" w:themeColor="accent1" w:themeShade="BF"/>
      <w:sz w:val="20"/>
    </w:rPr>
  </w:style>
  <w:style w:type="paragraph" w:styleId="Pieddepage">
    <w:name w:val="footer"/>
    <w:basedOn w:val="Normal"/>
    <w:link w:val="PieddepageCar"/>
    <w:rsid w:val="00F2358E"/>
    <w:pPr>
      <w:tabs>
        <w:tab w:val="center" w:pos="4536"/>
        <w:tab w:val="right" w:pos="9072"/>
      </w:tabs>
      <w:spacing w:line="240" w:lineRule="auto"/>
    </w:pPr>
    <w:rPr>
      <w:rFonts w:eastAsia="Times New Roman" w:cs="Times New Roman"/>
      <w:szCs w:val="20"/>
      <w:lang w:eastAsia="fr-FR"/>
    </w:rPr>
  </w:style>
  <w:style w:type="character" w:customStyle="1" w:styleId="PieddepageCar">
    <w:name w:val="Pied de page Car"/>
    <w:basedOn w:val="Policepardfaut"/>
    <w:link w:val="Pieddepage"/>
    <w:rsid w:val="00F2358E"/>
    <w:rPr>
      <w:rFonts w:ascii="Arial" w:eastAsia="Times New Roman" w:hAnsi="Arial" w:cs="Times New Roman"/>
      <w:sz w:val="20"/>
      <w:szCs w:val="20"/>
      <w:lang w:eastAsia="fr-FR"/>
    </w:rPr>
  </w:style>
  <w:style w:type="character" w:styleId="Numrodepage">
    <w:name w:val="page number"/>
    <w:rsid w:val="00F2358E"/>
  </w:style>
  <w:style w:type="paragraph" w:styleId="En-tte">
    <w:name w:val="header"/>
    <w:aliases w:val="En-tête SQ,head,En-tête tbo,En-tête Portrait,En-tête1,E.e,Header_En tete,normal3,En-tête11,E.e1"/>
    <w:basedOn w:val="Normal"/>
    <w:link w:val="En-tteCar"/>
    <w:rsid w:val="00F2358E"/>
    <w:pPr>
      <w:tabs>
        <w:tab w:val="center" w:pos="4536"/>
        <w:tab w:val="right" w:pos="9072"/>
      </w:tabs>
      <w:spacing w:line="240" w:lineRule="auto"/>
    </w:pPr>
    <w:rPr>
      <w:rFonts w:eastAsia="Times New Roman" w:cs="Times New Roman"/>
      <w:szCs w:val="20"/>
      <w:lang w:eastAsia="fr-FR"/>
    </w:rPr>
  </w:style>
  <w:style w:type="character" w:customStyle="1" w:styleId="En-tteCar">
    <w:name w:val="En-tête Car"/>
    <w:aliases w:val="En-tête SQ Car,head Car,En-tête tbo Car,En-tête Portrait Car,En-tête1 Car,E.e Car,Header_En tete Car,normal3 Car,En-tête11 Car,E.e1 Car"/>
    <w:basedOn w:val="Policepardfaut"/>
    <w:link w:val="En-tte"/>
    <w:rsid w:val="00F2358E"/>
    <w:rPr>
      <w:rFonts w:ascii="Arial" w:eastAsia="Times New Roman" w:hAnsi="Arial" w:cs="Times New Roman"/>
      <w:sz w:val="20"/>
      <w:szCs w:val="20"/>
      <w:lang w:eastAsia="fr-FR"/>
    </w:rPr>
  </w:style>
  <w:style w:type="paragraph" w:styleId="Retraitcorpsdetexte">
    <w:name w:val="Body Text Indent"/>
    <w:basedOn w:val="Normal"/>
    <w:link w:val="RetraitcorpsdetexteCar"/>
    <w:rsid w:val="00F2358E"/>
    <w:pPr>
      <w:tabs>
        <w:tab w:val="left" w:pos="1985"/>
      </w:tabs>
      <w:spacing w:line="240" w:lineRule="auto"/>
      <w:ind w:left="2127" w:hanging="2127"/>
    </w:pPr>
    <w:rPr>
      <w:rFonts w:eastAsia="Times New Roman" w:cs="Times New Roman"/>
      <w:szCs w:val="20"/>
      <w:lang w:eastAsia="fr-FR"/>
    </w:rPr>
  </w:style>
  <w:style w:type="character" w:customStyle="1" w:styleId="RetraitcorpsdetexteCar">
    <w:name w:val="Retrait corps de texte Car"/>
    <w:basedOn w:val="Policepardfaut"/>
    <w:link w:val="Retraitcorpsdetexte"/>
    <w:rsid w:val="00F2358E"/>
    <w:rPr>
      <w:rFonts w:ascii="Arial" w:eastAsia="Times New Roman" w:hAnsi="Arial" w:cs="Times New Roman"/>
      <w:sz w:val="20"/>
      <w:szCs w:val="20"/>
      <w:lang w:eastAsia="fr-FR"/>
    </w:rPr>
  </w:style>
  <w:style w:type="paragraph" w:styleId="Retraitcorpsdetexte3">
    <w:name w:val="Body Text Indent 3"/>
    <w:basedOn w:val="Normal"/>
    <w:link w:val="Retraitcorpsdetexte3Car"/>
    <w:rsid w:val="00F2358E"/>
    <w:pPr>
      <w:tabs>
        <w:tab w:val="left" w:pos="1701"/>
      </w:tabs>
      <w:spacing w:line="240" w:lineRule="auto"/>
      <w:ind w:left="1843" w:hanging="1843"/>
    </w:pPr>
    <w:rPr>
      <w:rFonts w:eastAsia="Times New Roman" w:cs="Times New Roman"/>
      <w:szCs w:val="20"/>
      <w:lang w:eastAsia="fr-FR"/>
    </w:rPr>
  </w:style>
  <w:style w:type="character" w:customStyle="1" w:styleId="Retraitcorpsdetexte3Car">
    <w:name w:val="Retrait corps de texte 3 Car"/>
    <w:basedOn w:val="Policepardfaut"/>
    <w:link w:val="Retraitcorpsdetexte3"/>
    <w:rsid w:val="00F2358E"/>
    <w:rPr>
      <w:rFonts w:ascii="Arial" w:eastAsia="Times New Roman" w:hAnsi="Arial" w:cs="Times New Roman"/>
      <w:sz w:val="20"/>
      <w:szCs w:val="20"/>
      <w:lang w:eastAsia="fr-FR"/>
    </w:rPr>
  </w:style>
  <w:style w:type="paragraph" w:customStyle="1" w:styleId="Style1">
    <w:name w:val="Style1"/>
    <w:basedOn w:val="Listepuces"/>
    <w:next w:val="Normal"/>
    <w:rsid w:val="00F2358E"/>
    <w:pPr>
      <w:tabs>
        <w:tab w:val="clear" w:pos="612"/>
      </w:tabs>
      <w:ind w:left="0" w:firstLine="0"/>
      <w:contextualSpacing w:val="0"/>
    </w:pPr>
    <w:rPr>
      <w:szCs w:val="24"/>
    </w:rPr>
  </w:style>
  <w:style w:type="character" w:styleId="Lienhypertexte">
    <w:name w:val="Hyperlink"/>
    <w:uiPriority w:val="99"/>
    <w:rsid w:val="00F2358E"/>
    <w:rPr>
      <w:color w:val="0000FF"/>
      <w:u w:val="single"/>
    </w:rPr>
  </w:style>
  <w:style w:type="paragraph" w:styleId="TM1">
    <w:name w:val="toc 1"/>
    <w:basedOn w:val="Normal"/>
    <w:next w:val="Normal"/>
    <w:autoRedefine/>
    <w:uiPriority w:val="39"/>
    <w:rsid w:val="00E90A48"/>
    <w:pPr>
      <w:tabs>
        <w:tab w:val="right" w:leader="dot" w:pos="9345"/>
      </w:tabs>
      <w:spacing w:before="120" w:line="240" w:lineRule="auto"/>
    </w:pPr>
    <w:rPr>
      <w:rFonts w:ascii="Calibri" w:eastAsia="Times New Roman" w:hAnsi="Calibri" w:cs="Calibri"/>
      <w:b/>
      <w:bCs/>
      <w:iCs/>
      <w:caps/>
      <w:noProof/>
      <w:color w:val="FF3A51" w:themeColor="accent1"/>
      <w:sz w:val="24"/>
      <w:szCs w:val="24"/>
      <w:lang w:eastAsia="fr-FR"/>
    </w:rPr>
  </w:style>
  <w:style w:type="paragraph" w:styleId="TM2">
    <w:name w:val="toc 2"/>
    <w:basedOn w:val="Normal"/>
    <w:next w:val="Normal"/>
    <w:autoRedefine/>
    <w:uiPriority w:val="39"/>
    <w:rsid w:val="009D25B9"/>
    <w:pPr>
      <w:tabs>
        <w:tab w:val="left" w:pos="600"/>
        <w:tab w:val="right" w:leader="dot" w:pos="9345"/>
      </w:tabs>
      <w:spacing w:before="120" w:line="240" w:lineRule="auto"/>
      <w:ind w:left="200"/>
    </w:pPr>
    <w:rPr>
      <w:rFonts w:ascii="Calibri" w:eastAsia="Times New Roman" w:hAnsi="Calibri" w:cs="Times New Roman"/>
      <w:b/>
      <w:bCs/>
      <w:smallCaps/>
      <w:noProof/>
      <w:lang w:eastAsia="fr-FR"/>
    </w:rPr>
  </w:style>
  <w:style w:type="paragraph" w:customStyle="1" w:styleId="Titreombr">
    <w:name w:val="Titre ombré"/>
    <w:basedOn w:val="Normal"/>
    <w:next w:val="Normal"/>
    <w:rsid w:val="00F2358E"/>
    <w:pPr>
      <w:pBdr>
        <w:top w:val="thinThickSmallGap" w:sz="18" w:space="1" w:color="auto"/>
        <w:left w:val="thinThickSmallGap" w:sz="18" w:space="4" w:color="auto"/>
        <w:bottom w:val="thickThinSmallGap" w:sz="18" w:space="1" w:color="auto"/>
        <w:right w:val="thickThinSmallGap" w:sz="18" w:space="4" w:color="auto"/>
      </w:pBdr>
      <w:shd w:val="clear" w:color="auto" w:fill="D9D9D9"/>
      <w:autoSpaceDE w:val="0"/>
      <w:autoSpaceDN w:val="0"/>
      <w:adjustRightInd w:val="0"/>
      <w:spacing w:line="240" w:lineRule="auto"/>
      <w:jc w:val="center"/>
    </w:pPr>
    <w:rPr>
      <w:rFonts w:ascii="Times" w:eastAsia="Times New Roman" w:hAnsi="Times" w:cs="Times"/>
      <w:b/>
      <w:bCs/>
      <w:color w:val="000000"/>
      <w:sz w:val="28"/>
      <w:szCs w:val="28"/>
      <w:lang w:eastAsia="fr-FR"/>
    </w:rPr>
  </w:style>
  <w:style w:type="paragraph" w:styleId="Listepuces">
    <w:name w:val="List Bullet"/>
    <w:basedOn w:val="Normal"/>
    <w:uiPriority w:val="99"/>
    <w:semiHidden/>
    <w:unhideWhenUsed/>
    <w:rsid w:val="00F2358E"/>
    <w:pPr>
      <w:tabs>
        <w:tab w:val="num" w:pos="612"/>
      </w:tabs>
      <w:spacing w:line="240" w:lineRule="auto"/>
      <w:ind w:left="612" w:hanging="432"/>
      <w:contextualSpacing/>
    </w:pPr>
    <w:rPr>
      <w:rFonts w:eastAsia="Times New Roman" w:cs="Times New Roman"/>
      <w:szCs w:val="20"/>
      <w:lang w:eastAsia="fr-FR"/>
    </w:rPr>
  </w:style>
  <w:style w:type="paragraph" w:styleId="Textedebulles">
    <w:name w:val="Balloon Text"/>
    <w:basedOn w:val="Normal"/>
    <w:link w:val="TextedebullesCar"/>
    <w:uiPriority w:val="99"/>
    <w:semiHidden/>
    <w:unhideWhenUsed/>
    <w:rsid w:val="00F2358E"/>
    <w:pPr>
      <w:spacing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semiHidden/>
    <w:rsid w:val="00F2358E"/>
    <w:rPr>
      <w:rFonts w:ascii="Tahoma" w:eastAsia="Times New Roman" w:hAnsi="Tahoma" w:cs="Tahoma"/>
      <w:sz w:val="16"/>
      <w:szCs w:val="16"/>
      <w:lang w:eastAsia="fr-FR"/>
    </w:rPr>
  </w:style>
  <w:style w:type="paragraph" w:styleId="Paragraphedeliste">
    <w:name w:val="List Paragraph"/>
    <w:basedOn w:val="Normal"/>
    <w:link w:val="ParagraphedelisteCar"/>
    <w:uiPriority w:val="34"/>
    <w:qFormat/>
    <w:rsid w:val="00D254A4"/>
    <w:pPr>
      <w:numPr>
        <w:numId w:val="1"/>
      </w:numPr>
      <w:tabs>
        <w:tab w:val="left" w:pos="1134"/>
        <w:tab w:val="right" w:pos="9638"/>
      </w:tabs>
      <w:spacing w:line="240" w:lineRule="auto"/>
      <w:ind w:right="-1"/>
      <w:contextualSpacing/>
    </w:pPr>
    <w:rPr>
      <w:rFonts w:eastAsia="Times New Roman" w:cs="Times New Roman"/>
      <w:szCs w:val="20"/>
      <w:lang w:eastAsia="fr-FR"/>
    </w:rPr>
  </w:style>
  <w:style w:type="paragraph" w:customStyle="1" w:styleId="Puce1">
    <w:name w:val="Puce 1"/>
    <w:basedOn w:val="Normal"/>
    <w:link w:val="Puce1Car"/>
    <w:qFormat/>
    <w:rsid w:val="00D254A4"/>
    <w:pPr>
      <w:spacing w:line="240" w:lineRule="auto"/>
      <w:ind w:left="426" w:hanging="357"/>
      <w:contextualSpacing/>
    </w:pPr>
    <w:rPr>
      <w:rFonts w:ascii="Arial" w:eastAsia="Times New Roman" w:hAnsi="Arial" w:cs="Times New Roman"/>
      <w:b/>
      <w:color w:val="2F008E" w:themeColor="accent2" w:themeShade="BF"/>
      <w:szCs w:val="24"/>
      <w:u w:val="single"/>
    </w:rPr>
  </w:style>
  <w:style w:type="paragraph" w:customStyle="1" w:styleId="Puce2">
    <w:name w:val="Puce 2"/>
    <w:basedOn w:val="Normal"/>
    <w:link w:val="Puce2Car"/>
    <w:qFormat/>
    <w:rsid w:val="00D254A4"/>
    <w:pPr>
      <w:numPr>
        <w:numId w:val="2"/>
      </w:numPr>
      <w:spacing w:line="240" w:lineRule="auto"/>
      <w:contextualSpacing/>
    </w:pPr>
    <w:rPr>
      <w:rFonts w:eastAsia="Times New Roman" w:cs="Times New Roman"/>
      <w:b/>
      <w:szCs w:val="24"/>
      <w:u w:val="single"/>
      <w:lang w:val="en-US"/>
    </w:rPr>
  </w:style>
  <w:style w:type="character" w:customStyle="1" w:styleId="Puce1Car">
    <w:name w:val="Puce 1 Car"/>
    <w:basedOn w:val="Policepardfaut"/>
    <w:link w:val="Puce1"/>
    <w:rsid w:val="00D254A4"/>
    <w:rPr>
      <w:rFonts w:ascii="Arial" w:eastAsia="Times New Roman" w:hAnsi="Arial" w:cs="Times New Roman"/>
      <w:b/>
      <w:color w:val="2F008E" w:themeColor="accent2" w:themeShade="BF"/>
      <w:sz w:val="20"/>
      <w:szCs w:val="24"/>
      <w:u w:val="single"/>
    </w:rPr>
  </w:style>
  <w:style w:type="character" w:customStyle="1" w:styleId="Puce2Car">
    <w:name w:val="Puce 2 Car"/>
    <w:basedOn w:val="Policepardfaut"/>
    <w:link w:val="Puce2"/>
    <w:rsid w:val="00D254A4"/>
    <w:rPr>
      <w:rFonts w:ascii="Roboto" w:eastAsia="Times New Roman" w:hAnsi="Roboto" w:cs="Times New Roman"/>
      <w:b/>
      <w:sz w:val="20"/>
      <w:szCs w:val="24"/>
      <w:u w:val="single"/>
      <w:lang w:val="en-US"/>
    </w:rPr>
  </w:style>
  <w:style w:type="paragraph" w:styleId="En-ttedetabledesmatires">
    <w:name w:val="TOC Heading"/>
    <w:basedOn w:val="Titre1"/>
    <w:next w:val="Normal"/>
    <w:uiPriority w:val="39"/>
    <w:unhideWhenUsed/>
    <w:qFormat/>
    <w:rsid w:val="00D254A4"/>
    <w:pPr>
      <w:numPr>
        <w:numId w:val="0"/>
      </w:numPr>
      <w:ind w:left="180"/>
      <w:jc w:val="center"/>
    </w:pPr>
  </w:style>
  <w:style w:type="character" w:customStyle="1" w:styleId="Titre3Car">
    <w:name w:val="Titre 3 Car"/>
    <w:basedOn w:val="Policepardfaut"/>
    <w:link w:val="Titre3"/>
    <w:uiPriority w:val="9"/>
    <w:rsid w:val="00663518"/>
    <w:rPr>
      <w:rFonts w:ascii="Roboto" w:hAnsi="Roboto" w:cs="Arial"/>
      <w:b/>
      <w:color w:val="575757" w:themeColor="text1" w:themeTint="BF"/>
      <w:szCs w:val="24"/>
      <w:u w:val="single"/>
    </w:rPr>
  </w:style>
  <w:style w:type="paragraph" w:styleId="TM3">
    <w:name w:val="toc 3"/>
    <w:basedOn w:val="Normal"/>
    <w:next w:val="Normal"/>
    <w:autoRedefine/>
    <w:uiPriority w:val="39"/>
    <w:unhideWhenUsed/>
    <w:rsid w:val="00C26EF4"/>
    <w:pPr>
      <w:spacing w:after="100"/>
      <w:ind w:left="400"/>
    </w:pPr>
  </w:style>
  <w:style w:type="character" w:styleId="Marquedecommentaire">
    <w:name w:val="annotation reference"/>
    <w:basedOn w:val="Policepardfaut"/>
    <w:uiPriority w:val="99"/>
    <w:unhideWhenUsed/>
    <w:rsid w:val="00F93C22"/>
    <w:rPr>
      <w:sz w:val="16"/>
      <w:szCs w:val="16"/>
    </w:rPr>
  </w:style>
  <w:style w:type="paragraph" w:styleId="Commentaire">
    <w:name w:val="annotation text"/>
    <w:basedOn w:val="Normal"/>
    <w:link w:val="CommentaireCar"/>
    <w:uiPriority w:val="99"/>
    <w:unhideWhenUsed/>
    <w:rsid w:val="00F93C22"/>
    <w:pPr>
      <w:spacing w:line="240" w:lineRule="auto"/>
    </w:pPr>
    <w:rPr>
      <w:szCs w:val="20"/>
    </w:rPr>
  </w:style>
  <w:style w:type="character" w:customStyle="1" w:styleId="CommentaireCar">
    <w:name w:val="Commentaire Car"/>
    <w:basedOn w:val="Policepardfaut"/>
    <w:link w:val="Commentaire"/>
    <w:uiPriority w:val="99"/>
    <w:rsid w:val="00F93C22"/>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F93C22"/>
    <w:rPr>
      <w:b/>
      <w:bCs/>
    </w:rPr>
  </w:style>
  <w:style w:type="character" w:customStyle="1" w:styleId="ObjetducommentaireCar">
    <w:name w:val="Objet du commentaire Car"/>
    <w:basedOn w:val="CommentaireCar"/>
    <w:link w:val="Objetducommentaire"/>
    <w:uiPriority w:val="99"/>
    <w:semiHidden/>
    <w:rsid w:val="00F93C22"/>
    <w:rPr>
      <w:rFonts w:ascii="Trebuchet MS" w:hAnsi="Trebuchet MS"/>
      <w:b/>
      <w:bCs/>
      <w:sz w:val="20"/>
      <w:szCs w:val="20"/>
    </w:rPr>
  </w:style>
  <w:style w:type="paragraph" w:customStyle="1" w:styleId="Normal1">
    <w:name w:val="Normal1"/>
    <w:basedOn w:val="Normal"/>
    <w:rsid w:val="00841F4F"/>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normalchar">
    <w:name w:val="normal__char"/>
    <w:basedOn w:val="Policepardfaut"/>
    <w:rsid w:val="00841F4F"/>
  </w:style>
  <w:style w:type="character" w:customStyle="1" w:styleId="apple-converted-space">
    <w:name w:val="apple-converted-space"/>
    <w:basedOn w:val="Policepardfaut"/>
    <w:rsid w:val="00841F4F"/>
  </w:style>
  <w:style w:type="paragraph" w:customStyle="1" w:styleId="Default">
    <w:name w:val="Default"/>
    <w:rsid w:val="00315926"/>
    <w:pPr>
      <w:autoSpaceDE w:val="0"/>
      <w:autoSpaceDN w:val="0"/>
      <w:adjustRightInd w:val="0"/>
      <w:spacing w:after="0" w:line="240" w:lineRule="auto"/>
    </w:pPr>
    <w:rPr>
      <w:rFonts w:ascii="Times New Roman" w:hAnsi="Times New Roman" w:cs="Times New Roman"/>
      <w:color w:val="000000"/>
      <w:sz w:val="24"/>
      <w:szCs w:val="24"/>
    </w:rPr>
  </w:style>
  <w:style w:type="paragraph" w:styleId="Titre">
    <w:name w:val="Title"/>
    <w:basedOn w:val="Normal"/>
    <w:next w:val="Normal"/>
    <w:link w:val="TitreCar"/>
    <w:uiPriority w:val="10"/>
    <w:qFormat/>
    <w:rsid w:val="00B75571"/>
    <w:pPr>
      <w:pBdr>
        <w:top w:val="single" w:sz="12" w:space="1" w:color="FF3A51" w:themeColor="accent1"/>
        <w:left w:val="single" w:sz="12" w:space="4" w:color="FF3A51" w:themeColor="accent1"/>
        <w:bottom w:val="single" w:sz="12" w:space="1" w:color="FF3A51" w:themeColor="accent1"/>
        <w:right w:val="single" w:sz="12" w:space="4" w:color="FF3A51" w:themeColor="accent1"/>
      </w:pBdr>
      <w:shd w:val="clear" w:color="auto" w:fill="FFD7DB" w:themeFill="accent1" w:themeFillTint="33"/>
      <w:tabs>
        <w:tab w:val="left" w:pos="462"/>
        <w:tab w:val="center" w:pos="4535"/>
      </w:tabs>
      <w:autoSpaceDE w:val="0"/>
      <w:autoSpaceDN w:val="0"/>
      <w:adjustRightInd w:val="0"/>
      <w:spacing w:line="240" w:lineRule="auto"/>
      <w:jc w:val="center"/>
    </w:pPr>
    <w:rPr>
      <w:rFonts w:asciiTheme="majorHAnsi" w:eastAsia="Times New Roman" w:hAnsiTheme="majorHAnsi" w:cs="Times"/>
      <w:b/>
      <w:bCs/>
      <w:color w:val="FF3A51" w:themeColor="accent1"/>
      <w:sz w:val="40"/>
      <w:szCs w:val="34"/>
      <w:lang w:eastAsia="fr-FR"/>
    </w:rPr>
  </w:style>
  <w:style w:type="character" w:customStyle="1" w:styleId="TitreCar">
    <w:name w:val="Titre Car"/>
    <w:basedOn w:val="Policepardfaut"/>
    <w:link w:val="Titre"/>
    <w:uiPriority w:val="10"/>
    <w:rsid w:val="00B75571"/>
    <w:rPr>
      <w:rFonts w:asciiTheme="majorHAnsi" w:eastAsia="Times New Roman" w:hAnsiTheme="majorHAnsi" w:cs="Times"/>
      <w:b/>
      <w:bCs/>
      <w:color w:val="FF3A51" w:themeColor="accent1"/>
      <w:sz w:val="40"/>
      <w:szCs w:val="34"/>
      <w:shd w:val="clear" w:color="auto" w:fill="FFD7DB" w:themeFill="accent1" w:themeFillTint="33"/>
      <w:lang w:eastAsia="fr-FR"/>
    </w:rPr>
  </w:style>
  <w:style w:type="table" w:styleId="Grilledutableau">
    <w:name w:val="Table Grid"/>
    <w:basedOn w:val="TableauNormal"/>
    <w:rsid w:val="000A5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rsid w:val="000A5252"/>
    <w:rPr>
      <w:rFonts w:ascii="Roboto" w:eastAsia="Times New Roman" w:hAnsi="Roboto" w:cs="Times New Roman"/>
      <w:sz w:val="20"/>
      <w:szCs w:val="20"/>
      <w:lang w:eastAsia="fr-FR"/>
    </w:rPr>
  </w:style>
  <w:style w:type="paragraph" w:styleId="TM4">
    <w:name w:val="toc 4"/>
    <w:basedOn w:val="Normal"/>
    <w:next w:val="Normal"/>
    <w:autoRedefine/>
    <w:uiPriority w:val="39"/>
    <w:unhideWhenUsed/>
    <w:rsid w:val="00D01B8F"/>
    <w:pPr>
      <w:spacing w:after="100"/>
      <w:ind w:left="600"/>
    </w:pPr>
  </w:style>
  <w:style w:type="table" w:styleId="Grilledetableauclaire">
    <w:name w:val="Grid Table Light"/>
    <w:basedOn w:val="TableauNormal"/>
    <w:uiPriority w:val="40"/>
    <w:rsid w:val="006F599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Grille6Couleur-Accentuation1">
    <w:name w:val="Grid Table 6 Colorful Accent 1"/>
    <w:basedOn w:val="TableauNormal"/>
    <w:uiPriority w:val="51"/>
    <w:rsid w:val="006F599A"/>
    <w:pPr>
      <w:spacing w:after="0" w:line="240" w:lineRule="auto"/>
    </w:pPr>
    <w:rPr>
      <w:color w:val="EA001A" w:themeColor="accent1" w:themeShade="BF"/>
    </w:rPr>
    <w:tblPr>
      <w:tblStyleRowBandSize w:val="1"/>
      <w:tblStyleColBandSize w:val="1"/>
      <w:tblBorders>
        <w:top w:val="single" w:sz="4" w:space="0" w:color="FF8896" w:themeColor="accent1" w:themeTint="99"/>
        <w:left w:val="single" w:sz="4" w:space="0" w:color="FF8896" w:themeColor="accent1" w:themeTint="99"/>
        <w:bottom w:val="single" w:sz="4" w:space="0" w:color="FF8896" w:themeColor="accent1" w:themeTint="99"/>
        <w:right w:val="single" w:sz="4" w:space="0" w:color="FF8896" w:themeColor="accent1" w:themeTint="99"/>
        <w:insideH w:val="single" w:sz="4" w:space="0" w:color="FF8896" w:themeColor="accent1" w:themeTint="99"/>
        <w:insideV w:val="single" w:sz="4" w:space="0" w:color="FF8896" w:themeColor="accent1" w:themeTint="99"/>
      </w:tblBorders>
    </w:tblPr>
    <w:tblStylePr w:type="firstRow">
      <w:rPr>
        <w:b/>
        <w:bCs/>
      </w:rPr>
      <w:tblPr/>
      <w:tcPr>
        <w:tcBorders>
          <w:bottom w:val="single" w:sz="12" w:space="0" w:color="FF8896" w:themeColor="accent1" w:themeTint="99"/>
        </w:tcBorders>
      </w:tcPr>
    </w:tblStylePr>
    <w:tblStylePr w:type="lastRow">
      <w:rPr>
        <w:b/>
        <w:bCs/>
      </w:rPr>
      <w:tblPr/>
      <w:tcPr>
        <w:tcBorders>
          <w:top w:val="double" w:sz="4" w:space="0" w:color="FF8896" w:themeColor="accent1" w:themeTint="99"/>
        </w:tcBorders>
      </w:tcPr>
    </w:tblStylePr>
    <w:tblStylePr w:type="firstCol">
      <w:rPr>
        <w:b/>
        <w:bCs/>
      </w:rPr>
    </w:tblStylePr>
    <w:tblStylePr w:type="lastCol">
      <w:rPr>
        <w:b/>
        <w:bCs/>
      </w:rPr>
    </w:tblStylePr>
    <w:tblStylePr w:type="band1Vert">
      <w:tblPr/>
      <w:tcPr>
        <w:shd w:val="clear" w:color="auto" w:fill="FFD7DB" w:themeFill="accent1" w:themeFillTint="33"/>
      </w:tcPr>
    </w:tblStylePr>
    <w:tblStylePr w:type="band1Horz">
      <w:tblPr/>
      <w:tcPr>
        <w:shd w:val="clear" w:color="auto" w:fill="FFD7DB" w:themeFill="accent1" w:themeFillTint="33"/>
      </w:tcPr>
    </w:tblStylePr>
  </w:style>
  <w:style w:type="table" w:styleId="TableauGrille2-Accentuation1">
    <w:name w:val="Grid Table 2 Accent 1"/>
    <w:basedOn w:val="TableauNormal"/>
    <w:uiPriority w:val="47"/>
    <w:rsid w:val="006F599A"/>
    <w:pPr>
      <w:spacing w:after="0" w:line="240" w:lineRule="auto"/>
    </w:pPr>
    <w:tblPr>
      <w:tblStyleRowBandSize w:val="1"/>
      <w:tblStyleColBandSize w:val="1"/>
      <w:tblBorders>
        <w:top w:val="single" w:sz="2" w:space="0" w:color="FF8896" w:themeColor="accent1" w:themeTint="99"/>
        <w:bottom w:val="single" w:sz="2" w:space="0" w:color="FF8896" w:themeColor="accent1" w:themeTint="99"/>
        <w:insideH w:val="single" w:sz="2" w:space="0" w:color="FF8896" w:themeColor="accent1" w:themeTint="99"/>
        <w:insideV w:val="single" w:sz="2" w:space="0" w:color="FF8896" w:themeColor="accent1" w:themeTint="99"/>
      </w:tblBorders>
    </w:tblPr>
    <w:tblStylePr w:type="firstRow">
      <w:rPr>
        <w:b/>
        <w:bCs/>
      </w:rPr>
      <w:tblPr/>
      <w:tcPr>
        <w:tcBorders>
          <w:top w:val="nil"/>
          <w:bottom w:val="single" w:sz="12" w:space="0" w:color="FF8896" w:themeColor="accent1" w:themeTint="99"/>
          <w:insideH w:val="nil"/>
          <w:insideV w:val="nil"/>
        </w:tcBorders>
        <w:shd w:val="clear" w:color="auto" w:fill="FFFFFF" w:themeFill="background1"/>
      </w:tcPr>
    </w:tblStylePr>
    <w:tblStylePr w:type="lastRow">
      <w:rPr>
        <w:b/>
        <w:bCs/>
      </w:rPr>
      <w:tblPr/>
      <w:tcPr>
        <w:tcBorders>
          <w:top w:val="double" w:sz="2" w:space="0" w:color="FF8896"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7DB" w:themeFill="accent1" w:themeFillTint="33"/>
      </w:tcPr>
    </w:tblStylePr>
    <w:tblStylePr w:type="band1Horz">
      <w:tblPr/>
      <w:tcPr>
        <w:shd w:val="clear" w:color="auto" w:fill="FFD7DB" w:themeFill="accent1" w:themeFillTint="33"/>
      </w:tcPr>
    </w:tblStylePr>
  </w:style>
  <w:style w:type="table" w:styleId="TableauGrille1Clair-Accentuation1">
    <w:name w:val="Grid Table 1 Light Accent 1"/>
    <w:basedOn w:val="TableauNormal"/>
    <w:uiPriority w:val="46"/>
    <w:rsid w:val="006F599A"/>
    <w:pPr>
      <w:spacing w:after="0" w:line="240" w:lineRule="auto"/>
    </w:pPr>
    <w:tblPr>
      <w:tblStyleRowBandSize w:val="1"/>
      <w:tblStyleColBandSize w:val="1"/>
      <w:tblBorders>
        <w:top w:val="single" w:sz="4" w:space="0" w:color="FFB0B8" w:themeColor="accent1" w:themeTint="66"/>
        <w:left w:val="single" w:sz="4" w:space="0" w:color="FFB0B8" w:themeColor="accent1" w:themeTint="66"/>
        <w:bottom w:val="single" w:sz="4" w:space="0" w:color="FFB0B8" w:themeColor="accent1" w:themeTint="66"/>
        <w:right w:val="single" w:sz="4" w:space="0" w:color="FFB0B8" w:themeColor="accent1" w:themeTint="66"/>
        <w:insideH w:val="single" w:sz="4" w:space="0" w:color="FFB0B8" w:themeColor="accent1" w:themeTint="66"/>
        <w:insideV w:val="single" w:sz="4" w:space="0" w:color="FFB0B8" w:themeColor="accent1" w:themeTint="66"/>
      </w:tblBorders>
    </w:tblPr>
    <w:tblStylePr w:type="firstRow">
      <w:rPr>
        <w:b/>
        <w:bCs/>
      </w:rPr>
      <w:tblPr/>
      <w:tcPr>
        <w:tcBorders>
          <w:bottom w:val="single" w:sz="12" w:space="0" w:color="FF8896" w:themeColor="accent1" w:themeTint="99"/>
        </w:tcBorders>
      </w:tcPr>
    </w:tblStylePr>
    <w:tblStylePr w:type="lastRow">
      <w:rPr>
        <w:b/>
        <w:bCs/>
      </w:rPr>
      <w:tblPr/>
      <w:tcPr>
        <w:tcBorders>
          <w:top w:val="double" w:sz="2" w:space="0" w:color="FF8896" w:themeColor="accent1" w:themeTint="99"/>
        </w:tcBorders>
      </w:tcPr>
    </w:tblStylePr>
    <w:tblStylePr w:type="firstCol">
      <w:rPr>
        <w:b/>
        <w:bCs/>
      </w:rPr>
    </w:tblStylePr>
    <w:tblStylePr w:type="lastCol">
      <w:rPr>
        <w:b/>
        <w:bCs/>
      </w:rPr>
    </w:tblStylePr>
  </w:style>
  <w:style w:type="paragraph" w:styleId="TM5">
    <w:name w:val="toc 5"/>
    <w:basedOn w:val="Normal"/>
    <w:next w:val="Normal"/>
    <w:autoRedefine/>
    <w:uiPriority w:val="39"/>
    <w:unhideWhenUsed/>
    <w:rsid w:val="000B0235"/>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0B0235"/>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0B0235"/>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0B0235"/>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0B0235"/>
    <w:pPr>
      <w:spacing w:after="100" w:line="259" w:lineRule="auto"/>
      <w:ind w:left="1760"/>
      <w:jc w:val="left"/>
    </w:pPr>
    <w:rPr>
      <w:rFonts w:asciiTheme="minorHAnsi" w:eastAsiaTheme="minorEastAsia" w:hAnsiTheme="minorHAnsi"/>
      <w:sz w:val="22"/>
      <w:lang w:eastAsia="fr-FR"/>
    </w:rPr>
  </w:style>
  <w:style w:type="character" w:styleId="Mentionnonrsolue">
    <w:name w:val="Unresolved Mention"/>
    <w:basedOn w:val="Policepardfaut"/>
    <w:uiPriority w:val="99"/>
    <w:semiHidden/>
    <w:unhideWhenUsed/>
    <w:rsid w:val="0091402F"/>
    <w:rPr>
      <w:color w:val="605E5C"/>
      <w:shd w:val="clear" w:color="auto" w:fill="E1DFDD"/>
    </w:rPr>
  </w:style>
  <w:style w:type="paragraph" w:styleId="Corpsdetexte">
    <w:name w:val="Body Text"/>
    <w:basedOn w:val="Normal"/>
    <w:link w:val="CorpsdetexteCar"/>
    <w:uiPriority w:val="99"/>
    <w:unhideWhenUsed/>
    <w:rsid w:val="009A7B07"/>
  </w:style>
  <w:style w:type="character" w:customStyle="1" w:styleId="CorpsdetexteCar">
    <w:name w:val="Corps de texte Car"/>
    <w:basedOn w:val="Policepardfaut"/>
    <w:link w:val="Corpsdetexte"/>
    <w:uiPriority w:val="99"/>
    <w:rsid w:val="009A7B07"/>
    <w:rPr>
      <w:rFonts w:ascii="Corbel" w:hAnsi="Corbel"/>
      <w:sz w:val="20"/>
    </w:rPr>
  </w:style>
  <w:style w:type="paragraph" w:styleId="Rvision">
    <w:name w:val="Revision"/>
    <w:hidden/>
    <w:uiPriority w:val="99"/>
    <w:semiHidden/>
    <w:rsid w:val="000F705F"/>
    <w:pPr>
      <w:spacing w:after="0" w:line="240" w:lineRule="auto"/>
    </w:pPr>
    <w:rPr>
      <w:rFonts w:ascii="Corbel" w:hAnsi="Corbel"/>
      <w:sz w:val="20"/>
    </w:rPr>
  </w:style>
  <w:style w:type="character" w:customStyle="1" w:styleId="cf01">
    <w:name w:val="cf01"/>
    <w:basedOn w:val="Policepardfaut"/>
    <w:rsid w:val="00F67A20"/>
    <w:rPr>
      <w:rFonts w:ascii="Segoe UI" w:hAnsi="Segoe UI" w:cs="Segoe UI" w:hint="default"/>
      <w:sz w:val="18"/>
      <w:szCs w:val="18"/>
    </w:rPr>
  </w:style>
  <w:style w:type="character" w:customStyle="1" w:styleId="ui-provider">
    <w:name w:val="ui-provider"/>
    <w:basedOn w:val="Policepardfaut"/>
    <w:rsid w:val="00C85AA5"/>
  </w:style>
  <w:style w:type="character" w:styleId="Accentuation">
    <w:name w:val="Emphasis"/>
    <w:basedOn w:val="Policepardfaut"/>
    <w:uiPriority w:val="20"/>
    <w:qFormat/>
    <w:rsid w:val="00D34A10"/>
    <w:rPr>
      <w:i/>
      <w:iCs/>
      <w:color w:val="1F1F1F" w:themeColor="text1"/>
    </w:rPr>
  </w:style>
  <w:style w:type="paragraph" w:styleId="Adresseexpditeur">
    <w:name w:val="envelope return"/>
    <w:basedOn w:val="Normal"/>
    <w:semiHidden/>
    <w:rsid w:val="00D34A10"/>
    <w:pPr>
      <w:autoSpaceDE w:val="0"/>
      <w:autoSpaceDN w:val="0"/>
      <w:adjustRightInd w:val="0"/>
      <w:spacing w:after="0" w:line="240" w:lineRule="auto"/>
    </w:pPr>
    <w:rPr>
      <w:rFonts w:ascii="Univers" w:eastAsia="Times New Roman" w:hAnsi="Univers" w:cs="Times New Roman"/>
      <w:szCs w:val="20"/>
      <w:lang w:eastAsia="fr-FR"/>
    </w:rPr>
  </w:style>
  <w:style w:type="paragraph" w:customStyle="1" w:styleId="standard0">
    <w:name w:val="standard0"/>
    <w:basedOn w:val="Normal"/>
    <w:rsid w:val="00D34A10"/>
    <w:pPr>
      <w:spacing w:before="100" w:beforeAutospacing="1" w:after="100" w:afterAutospacing="1" w:line="240" w:lineRule="auto"/>
      <w:jc w:val="left"/>
    </w:pPr>
    <w:rPr>
      <w:rFonts w:ascii="Arial Unicode MS" w:eastAsia="Arial Unicode MS" w:hAnsi="Arial Unicode MS" w:cs="Arial Unicode MS"/>
      <w:sz w:val="24"/>
      <w:szCs w:val="24"/>
      <w:lang w:eastAsia="fr-FR"/>
    </w:rPr>
  </w:style>
  <w:style w:type="table" w:customStyle="1" w:styleId="TableauABA">
    <w:name w:val="Tableau ABA"/>
    <w:basedOn w:val="Tramemoyenne1-Accent1"/>
    <w:uiPriority w:val="99"/>
    <w:rsid w:val="00D34A10"/>
    <w:pPr>
      <w:spacing w:line="264" w:lineRule="auto"/>
      <w:jc w:val="both"/>
    </w:pPr>
    <w:rPr>
      <w:rFonts w:ascii="Times New Roman" w:eastAsia="Times New Roman" w:hAnsi="Times New Roman" w:cs="Times New Roman"/>
      <w:sz w:val="20"/>
      <w:szCs w:val="20"/>
      <w:lang w:eastAsia="fr-FR"/>
    </w:rPr>
    <w:tblPr/>
    <w:tcPr>
      <w:vAlign w:val="center"/>
    </w:tcPr>
    <w:tblStylePr w:type="firstRow">
      <w:pPr>
        <w:spacing w:before="0" w:after="0" w:line="240" w:lineRule="auto"/>
        <w:jc w:val="center"/>
      </w:pPr>
      <w:rPr>
        <w:b/>
        <w:bCs/>
        <w:color w:val="FFFFFF" w:themeColor="background1"/>
      </w:rPr>
      <w:tblPr/>
      <w:tcPr>
        <w:tcBorders>
          <w:top w:val="single" w:sz="4" w:space="0" w:color="797979" w:themeColor="text2" w:themeTint="99"/>
          <w:left w:val="single" w:sz="4" w:space="0" w:color="797979" w:themeColor="text2" w:themeTint="99"/>
          <w:bottom w:val="single" w:sz="4" w:space="0" w:color="797979" w:themeColor="text2" w:themeTint="99"/>
          <w:right w:val="single" w:sz="4" w:space="0" w:color="797979" w:themeColor="text2" w:themeTint="99"/>
          <w:insideH w:val="single" w:sz="4" w:space="0" w:color="797979" w:themeColor="text2" w:themeTint="99"/>
          <w:insideV w:val="single" w:sz="4" w:space="0" w:color="797979" w:themeColor="text2" w:themeTint="99"/>
        </w:tcBorders>
        <w:shd w:val="clear" w:color="auto" w:fill="FF3A51" w:themeFill="accent1"/>
      </w:tcPr>
    </w:tblStylePr>
    <w:tblStylePr w:type="lastRow">
      <w:pPr>
        <w:spacing w:before="0" w:after="0" w:line="240" w:lineRule="auto"/>
        <w:jc w:val="left"/>
      </w:pPr>
      <w:rPr>
        <w:b/>
        <w:bCs/>
      </w:rPr>
      <w:tblPr/>
      <w:tcPr>
        <w:tcBorders>
          <w:top w:val="double" w:sz="6" w:space="0" w:color="FF6B7C" w:themeColor="accent1" w:themeTint="BF"/>
          <w:left w:val="single" w:sz="8" w:space="0" w:color="FF6B7C" w:themeColor="accent1" w:themeTint="BF"/>
          <w:bottom w:val="single" w:sz="8" w:space="0" w:color="FF6B7C" w:themeColor="accent1" w:themeTint="BF"/>
          <w:right w:val="single" w:sz="8" w:space="0" w:color="FF6B7C" w:themeColor="accent1" w:themeTint="BF"/>
          <w:insideH w:val="nil"/>
          <w:insideV w:val="nil"/>
        </w:tcBorders>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8" w:space="0" w:color="FF6B7C" w:themeColor="accent1" w:themeTint="BF"/>
          <w:left w:val="single" w:sz="8" w:space="0" w:color="FF6B7C" w:themeColor="accent1" w:themeTint="BF"/>
          <w:bottom w:val="single" w:sz="8" w:space="0" w:color="FF6B7C" w:themeColor="accent1" w:themeTint="BF"/>
          <w:right w:val="single" w:sz="8" w:space="0" w:color="FF6B7C" w:themeColor="accent1" w:themeTint="BF"/>
          <w:insideH w:val="single" w:sz="8" w:space="0" w:color="FF6B7C" w:themeColor="accent1" w:themeTint="BF"/>
          <w:insideV w:val="single" w:sz="8" w:space="0" w:color="FF6B7C" w:themeColor="accent1" w:themeTint="BF"/>
        </w:tcBorders>
        <w:shd w:val="clear" w:color="auto" w:fill="FFCED3" w:themeFill="accent1" w:themeFillTint="3F"/>
      </w:tcPr>
    </w:tblStylePr>
    <w:tblStylePr w:type="band2Vert">
      <w:pPr>
        <w:jc w:val="left"/>
      </w:pPr>
      <w:tblPr/>
      <w:tcPr>
        <w:tcBorders>
          <w:top w:val="single" w:sz="8" w:space="0" w:color="FF6B7C" w:themeColor="accent1" w:themeTint="BF"/>
          <w:left w:val="single" w:sz="8" w:space="0" w:color="FF6B7C" w:themeColor="accent1" w:themeTint="BF"/>
          <w:bottom w:val="single" w:sz="8" w:space="0" w:color="FF6B7C" w:themeColor="accent1" w:themeTint="BF"/>
          <w:right w:val="single" w:sz="8" w:space="0" w:color="FF6B7C" w:themeColor="accent1" w:themeTint="BF"/>
          <w:insideH w:val="single" w:sz="8" w:space="0" w:color="FF6B7C" w:themeColor="accent1" w:themeTint="BF"/>
          <w:insideV w:val="single" w:sz="8" w:space="0" w:color="FF6B7C" w:themeColor="accent1" w:themeTint="BF"/>
        </w:tcBorders>
      </w:tcPr>
    </w:tblStylePr>
    <w:tblStylePr w:type="band1Horz">
      <w:pPr>
        <w:jc w:val="left"/>
      </w:pPr>
      <w:tblPr/>
      <w:tcPr>
        <w:tcBorders>
          <w:top w:val="single" w:sz="8" w:space="0" w:color="FF6B7C" w:themeColor="accent1" w:themeTint="BF"/>
          <w:left w:val="single" w:sz="8" w:space="0" w:color="FF6B7C" w:themeColor="accent1" w:themeTint="BF"/>
          <w:bottom w:val="single" w:sz="8" w:space="0" w:color="FF6B7C" w:themeColor="accent1" w:themeTint="BF"/>
          <w:right w:val="single" w:sz="8" w:space="0" w:color="FF6B7C" w:themeColor="accent1" w:themeTint="BF"/>
          <w:insideH w:val="single" w:sz="8" w:space="0" w:color="FF6B7C" w:themeColor="accent1" w:themeTint="BF"/>
          <w:insideV w:val="single" w:sz="8" w:space="0" w:color="FF6B7C" w:themeColor="accent1" w:themeTint="BF"/>
        </w:tcBorders>
        <w:shd w:val="clear" w:color="auto" w:fill="FFCED3" w:themeFill="accent1" w:themeFillTint="3F"/>
      </w:tcPr>
    </w:tblStylePr>
    <w:tblStylePr w:type="band2Horz">
      <w:pPr>
        <w:jc w:val="left"/>
      </w:pPr>
      <w:tblPr/>
      <w:tcPr>
        <w:tcBorders>
          <w:top w:val="single" w:sz="8" w:space="0" w:color="FF6B7C" w:themeColor="accent1" w:themeTint="BF"/>
          <w:left w:val="single" w:sz="8" w:space="0" w:color="FF6B7C" w:themeColor="accent1" w:themeTint="BF"/>
          <w:bottom w:val="single" w:sz="8" w:space="0" w:color="FF6B7C" w:themeColor="accent1" w:themeTint="BF"/>
          <w:right w:val="single" w:sz="8" w:space="0" w:color="FF6B7C" w:themeColor="accent1" w:themeTint="BF"/>
          <w:insideH w:val="single" w:sz="8" w:space="0" w:color="FF6B7C" w:themeColor="accent1" w:themeTint="BF"/>
          <w:insideV w:val="single" w:sz="8" w:space="0" w:color="FF6B7C" w:themeColor="accent1" w:themeTint="BF"/>
        </w:tcBorders>
      </w:tcPr>
    </w:tblStylePr>
  </w:style>
  <w:style w:type="table" w:styleId="Tramemoyenne1-Accent1">
    <w:name w:val="Medium Shading 1 Accent 1"/>
    <w:basedOn w:val="TableauNormal"/>
    <w:uiPriority w:val="63"/>
    <w:semiHidden/>
    <w:unhideWhenUsed/>
    <w:rsid w:val="00D34A10"/>
    <w:pPr>
      <w:spacing w:after="0" w:line="240" w:lineRule="auto"/>
    </w:pPr>
    <w:tblPr>
      <w:tblStyleRowBandSize w:val="1"/>
      <w:tblStyleColBandSize w:val="1"/>
      <w:tblBorders>
        <w:top w:val="single" w:sz="8" w:space="0" w:color="FF6B7C" w:themeColor="accent1" w:themeTint="BF"/>
        <w:left w:val="single" w:sz="8" w:space="0" w:color="FF6B7C" w:themeColor="accent1" w:themeTint="BF"/>
        <w:bottom w:val="single" w:sz="8" w:space="0" w:color="FF6B7C" w:themeColor="accent1" w:themeTint="BF"/>
        <w:right w:val="single" w:sz="8" w:space="0" w:color="FF6B7C" w:themeColor="accent1" w:themeTint="BF"/>
        <w:insideH w:val="single" w:sz="8" w:space="0" w:color="FF6B7C" w:themeColor="accent1" w:themeTint="BF"/>
      </w:tblBorders>
    </w:tblPr>
    <w:tblStylePr w:type="firstRow">
      <w:pPr>
        <w:spacing w:before="0" w:after="0" w:line="240" w:lineRule="auto"/>
      </w:pPr>
      <w:rPr>
        <w:b/>
        <w:bCs/>
        <w:color w:val="FFFFFF" w:themeColor="background1"/>
      </w:rPr>
      <w:tblPr/>
      <w:tcPr>
        <w:tcBorders>
          <w:top w:val="single" w:sz="8" w:space="0" w:color="FF6B7C" w:themeColor="accent1" w:themeTint="BF"/>
          <w:left w:val="single" w:sz="8" w:space="0" w:color="FF6B7C" w:themeColor="accent1" w:themeTint="BF"/>
          <w:bottom w:val="single" w:sz="8" w:space="0" w:color="FF6B7C" w:themeColor="accent1" w:themeTint="BF"/>
          <w:right w:val="single" w:sz="8" w:space="0" w:color="FF6B7C" w:themeColor="accent1" w:themeTint="BF"/>
          <w:insideH w:val="nil"/>
          <w:insideV w:val="nil"/>
        </w:tcBorders>
        <w:shd w:val="clear" w:color="auto" w:fill="FF3A51" w:themeFill="accent1"/>
      </w:tcPr>
    </w:tblStylePr>
    <w:tblStylePr w:type="lastRow">
      <w:pPr>
        <w:spacing w:before="0" w:after="0" w:line="240" w:lineRule="auto"/>
      </w:pPr>
      <w:rPr>
        <w:b/>
        <w:bCs/>
      </w:rPr>
      <w:tblPr/>
      <w:tcPr>
        <w:tcBorders>
          <w:top w:val="double" w:sz="6" w:space="0" w:color="FF6B7C" w:themeColor="accent1" w:themeTint="BF"/>
          <w:left w:val="single" w:sz="8" w:space="0" w:color="FF6B7C" w:themeColor="accent1" w:themeTint="BF"/>
          <w:bottom w:val="single" w:sz="8" w:space="0" w:color="FF6B7C" w:themeColor="accent1" w:themeTint="BF"/>
          <w:right w:val="single" w:sz="8" w:space="0" w:color="FF6B7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CED3" w:themeFill="accent1" w:themeFillTint="3F"/>
      </w:tcPr>
    </w:tblStylePr>
    <w:tblStylePr w:type="band1Horz">
      <w:tblPr/>
      <w:tcPr>
        <w:tcBorders>
          <w:insideH w:val="nil"/>
          <w:insideV w:val="nil"/>
        </w:tcBorders>
        <w:shd w:val="clear" w:color="auto" w:fill="FFCED3" w:themeFill="accent1" w:themeFillTint="3F"/>
      </w:tcPr>
    </w:tblStylePr>
    <w:tblStylePr w:type="band2Horz">
      <w:tblPr/>
      <w:tcPr>
        <w:tcBorders>
          <w:insideH w:val="nil"/>
          <w:insideV w:val="nil"/>
        </w:tcBorders>
      </w:tcPr>
    </w:tblStylePr>
  </w:style>
  <w:style w:type="character" w:styleId="Lienhypertextesuivivisit">
    <w:name w:val="FollowedHyperlink"/>
    <w:basedOn w:val="Policepardfaut"/>
    <w:uiPriority w:val="99"/>
    <w:semiHidden/>
    <w:unhideWhenUsed/>
    <w:rsid w:val="00D82E36"/>
    <w:rPr>
      <w:color w:val="BFBFBF" w:themeColor="followedHyperlink"/>
      <w:u w:val="single"/>
    </w:rPr>
  </w:style>
  <w:style w:type="character" w:customStyle="1" w:styleId="Titre5Car">
    <w:name w:val="Titre 5 Car"/>
    <w:basedOn w:val="Policepardfaut"/>
    <w:link w:val="Titre5"/>
    <w:uiPriority w:val="9"/>
    <w:semiHidden/>
    <w:rsid w:val="0000766C"/>
    <w:rPr>
      <w:rFonts w:asciiTheme="majorHAnsi" w:eastAsiaTheme="majorEastAsia" w:hAnsiTheme="majorHAnsi" w:cstheme="majorBidi"/>
      <w:color w:val="9B0011" w:themeColor="accent1" w:themeShade="7F"/>
      <w:sz w:val="20"/>
    </w:rPr>
  </w:style>
  <w:style w:type="character" w:customStyle="1" w:styleId="Titre6Car">
    <w:name w:val="Titre 6 Car"/>
    <w:basedOn w:val="Policepardfaut"/>
    <w:link w:val="Titre6"/>
    <w:uiPriority w:val="9"/>
    <w:semiHidden/>
    <w:rsid w:val="0000766C"/>
    <w:rPr>
      <w:rFonts w:asciiTheme="majorHAnsi" w:eastAsiaTheme="majorEastAsia" w:hAnsiTheme="majorHAnsi" w:cstheme="majorBidi"/>
      <w:i/>
      <w:iCs/>
      <w:color w:val="9B0011" w:themeColor="accent1" w:themeShade="7F"/>
      <w:sz w:val="20"/>
    </w:rPr>
  </w:style>
  <w:style w:type="character" w:customStyle="1" w:styleId="Titre7Car">
    <w:name w:val="Titre 7 Car"/>
    <w:basedOn w:val="Policepardfaut"/>
    <w:link w:val="Titre7"/>
    <w:uiPriority w:val="9"/>
    <w:semiHidden/>
    <w:rsid w:val="0000766C"/>
    <w:rPr>
      <w:rFonts w:asciiTheme="majorHAnsi" w:eastAsiaTheme="majorEastAsia" w:hAnsiTheme="majorHAnsi" w:cstheme="majorBidi"/>
      <w:i/>
      <w:iCs/>
      <w:color w:val="575757" w:themeColor="text1" w:themeTint="BF"/>
      <w:sz w:val="20"/>
    </w:rPr>
  </w:style>
  <w:style w:type="character" w:customStyle="1" w:styleId="Titre8Car">
    <w:name w:val="Titre 8 Car"/>
    <w:basedOn w:val="Policepardfaut"/>
    <w:link w:val="Titre8"/>
    <w:uiPriority w:val="9"/>
    <w:semiHidden/>
    <w:rsid w:val="0000766C"/>
    <w:rPr>
      <w:rFonts w:asciiTheme="majorHAnsi" w:eastAsiaTheme="majorEastAsia" w:hAnsiTheme="majorHAnsi" w:cstheme="majorBidi"/>
      <w:color w:val="575757" w:themeColor="text1" w:themeTint="BF"/>
      <w:sz w:val="20"/>
      <w:szCs w:val="20"/>
    </w:rPr>
  </w:style>
  <w:style w:type="character" w:customStyle="1" w:styleId="Titre9Car">
    <w:name w:val="Titre 9 Car"/>
    <w:basedOn w:val="Policepardfaut"/>
    <w:link w:val="Titre9"/>
    <w:uiPriority w:val="9"/>
    <w:semiHidden/>
    <w:rsid w:val="0000766C"/>
    <w:rPr>
      <w:rFonts w:asciiTheme="majorHAnsi" w:eastAsiaTheme="majorEastAsia" w:hAnsiTheme="majorHAnsi" w:cstheme="majorBidi"/>
      <w:i/>
      <w:iCs/>
      <w:color w:val="575757" w:themeColor="text1" w:themeTint="BF"/>
      <w:sz w:val="20"/>
      <w:szCs w:val="20"/>
    </w:rPr>
  </w:style>
  <w:style w:type="numbering" w:customStyle="1" w:styleId="Aucuneliste1">
    <w:name w:val="Aucune liste1"/>
    <w:next w:val="Aucuneliste"/>
    <w:uiPriority w:val="99"/>
    <w:semiHidden/>
    <w:unhideWhenUsed/>
    <w:rsid w:val="0000766C"/>
  </w:style>
  <w:style w:type="character" w:customStyle="1" w:styleId="tog-perso-signaler-close">
    <w:name w:val="tog-perso-signaler-close"/>
    <w:basedOn w:val="Policepardfaut"/>
    <w:rsid w:val="0000766C"/>
  </w:style>
  <w:style w:type="paragraph" w:styleId="z-Hautduformulaire">
    <w:name w:val="HTML Top of Form"/>
    <w:basedOn w:val="Normal"/>
    <w:next w:val="Normal"/>
    <w:link w:val="z-HautduformulaireCar"/>
    <w:hidden/>
    <w:uiPriority w:val="99"/>
    <w:semiHidden/>
    <w:unhideWhenUsed/>
    <w:rsid w:val="0000766C"/>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00766C"/>
    <w:rPr>
      <w:rFonts w:ascii="Arial" w:eastAsia="Times New Roman" w:hAnsi="Arial" w:cs="Arial"/>
      <w:vanish/>
      <w:sz w:val="16"/>
      <w:szCs w:val="16"/>
      <w:lang w:eastAsia="fr-FR"/>
    </w:rPr>
  </w:style>
  <w:style w:type="paragraph" w:styleId="NormalWeb">
    <w:name w:val="Normal (Web)"/>
    <w:basedOn w:val="Normal"/>
    <w:uiPriority w:val="99"/>
    <w:semiHidden/>
    <w:unhideWhenUsed/>
    <w:rsid w:val="0000766C"/>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center">
    <w:name w:val="center"/>
    <w:basedOn w:val="Normal"/>
    <w:rsid w:val="0000766C"/>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z-Basduformulaire">
    <w:name w:val="HTML Bottom of Form"/>
    <w:basedOn w:val="Normal"/>
    <w:next w:val="Normal"/>
    <w:link w:val="z-BasduformulaireCar"/>
    <w:hidden/>
    <w:uiPriority w:val="99"/>
    <w:semiHidden/>
    <w:unhideWhenUsed/>
    <w:rsid w:val="0000766C"/>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00766C"/>
    <w:rPr>
      <w:rFonts w:ascii="Arial" w:eastAsia="Times New Roman" w:hAnsi="Arial" w:cs="Arial"/>
      <w:vanish/>
      <w:sz w:val="16"/>
      <w:szCs w:val="16"/>
      <w:lang w:eastAsia="fr-FR"/>
    </w:rPr>
  </w:style>
  <w:style w:type="table" w:styleId="Ombrageclair">
    <w:name w:val="Light Shading"/>
    <w:basedOn w:val="TableauNormal"/>
    <w:uiPriority w:val="60"/>
    <w:rsid w:val="0000766C"/>
    <w:pPr>
      <w:spacing w:after="0" w:line="240" w:lineRule="auto"/>
    </w:pPr>
    <w:rPr>
      <w:color w:val="171717" w:themeColor="text1" w:themeShade="BF"/>
    </w:rPr>
    <w:tblPr>
      <w:tblStyleRowBandSize w:val="1"/>
      <w:tblStyleColBandSize w:val="1"/>
      <w:tblBorders>
        <w:top w:val="single" w:sz="8" w:space="0" w:color="1F1F1F" w:themeColor="text1"/>
        <w:bottom w:val="single" w:sz="8" w:space="0" w:color="1F1F1F" w:themeColor="text1"/>
      </w:tblBorders>
    </w:tblPr>
    <w:tblStylePr w:type="firstRow">
      <w:pPr>
        <w:spacing w:before="0" w:after="0" w:line="240" w:lineRule="auto"/>
      </w:pPr>
      <w:rPr>
        <w:b/>
        <w:bCs/>
      </w:rPr>
      <w:tblPr/>
      <w:tcPr>
        <w:tcBorders>
          <w:top w:val="single" w:sz="8" w:space="0" w:color="1F1F1F" w:themeColor="text1"/>
          <w:left w:val="nil"/>
          <w:bottom w:val="single" w:sz="8" w:space="0" w:color="1F1F1F" w:themeColor="text1"/>
          <w:right w:val="nil"/>
          <w:insideH w:val="nil"/>
          <w:insideV w:val="nil"/>
        </w:tcBorders>
      </w:tcPr>
    </w:tblStylePr>
    <w:tblStylePr w:type="lastRow">
      <w:pPr>
        <w:spacing w:before="0" w:after="0" w:line="240" w:lineRule="auto"/>
      </w:pPr>
      <w:rPr>
        <w:b/>
        <w:bCs/>
      </w:rPr>
      <w:tblPr/>
      <w:tcPr>
        <w:tcBorders>
          <w:top w:val="single" w:sz="8" w:space="0" w:color="1F1F1F" w:themeColor="text1"/>
          <w:left w:val="nil"/>
          <w:bottom w:val="single" w:sz="8" w:space="0" w:color="1F1F1F"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7C7C7" w:themeFill="text1" w:themeFillTint="3F"/>
      </w:tcPr>
    </w:tblStylePr>
    <w:tblStylePr w:type="band1Horz">
      <w:tblPr/>
      <w:tcPr>
        <w:tcBorders>
          <w:left w:val="nil"/>
          <w:right w:val="nil"/>
          <w:insideH w:val="nil"/>
          <w:insideV w:val="nil"/>
        </w:tcBorders>
        <w:shd w:val="clear" w:color="auto" w:fill="C7C7C7" w:themeFill="text1" w:themeFillTint="3F"/>
      </w:tcPr>
    </w:tblStylePr>
  </w:style>
  <w:style w:type="paragraph" w:styleId="Sansinterligne">
    <w:name w:val="No Spacing"/>
    <w:uiPriority w:val="1"/>
    <w:qFormat/>
    <w:rsid w:val="0000766C"/>
    <w:pPr>
      <w:spacing w:after="0" w:line="240" w:lineRule="auto"/>
      <w:jc w:val="both"/>
    </w:pPr>
    <w:rPr>
      <w:rFonts w:ascii="Trebuchet MS" w:hAnsi="Trebuchet MS"/>
      <w:sz w:val="20"/>
    </w:rPr>
  </w:style>
  <w:style w:type="character" w:customStyle="1" w:styleId="apple-style-span">
    <w:name w:val="apple-style-span"/>
    <w:basedOn w:val="Policepardfaut"/>
    <w:rsid w:val="0000766C"/>
  </w:style>
  <w:style w:type="paragraph" w:styleId="Notedebasdepage">
    <w:name w:val="footnote text"/>
    <w:basedOn w:val="Normal"/>
    <w:link w:val="NotedebasdepageCar"/>
    <w:uiPriority w:val="99"/>
    <w:semiHidden/>
    <w:unhideWhenUsed/>
    <w:rsid w:val="0000766C"/>
    <w:pPr>
      <w:spacing w:after="0" w:line="240" w:lineRule="auto"/>
    </w:pPr>
    <w:rPr>
      <w:rFonts w:ascii="Trebuchet MS" w:hAnsi="Trebuchet MS"/>
      <w:szCs w:val="20"/>
    </w:rPr>
  </w:style>
  <w:style w:type="character" w:customStyle="1" w:styleId="NotedebasdepageCar">
    <w:name w:val="Note de bas de page Car"/>
    <w:basedOn w:val="Policepardfaut"/>
    <w:link w:val="Notedebasdepage"/>
    <w:uiPriority w:val="99"/>
    <w:semiHidden/>
    <w:rsid w:val="0000766C"/>
    <w:rPr>
      <w:rFonts w:ascii="Trebuchet MS" w:hAnsi="Trebuchet MS"/>
      <w:sz w:val="20"/>
      <w:szCs w:val="20"/>
    </w:rPr>
  </w:style>
  <w:style w:type="character" w:styleId="Appelnotedebasdep">
    <w:name w:val="footnote reference"/>
    <w:basedOn w:val="Policepardfaut"/>
    <w:uiPriority w:val="99"/>
    <w:semiHidden/>
    <w:unhideWhenUsed/>
    <w:rsid w:val="0000766C"/>
    <w:rPr>
      <w:vertAlign w:val="superscript"/>
    </w:rPr>
  </w:style>
  <w:style w:type="paragraph" w:styleId="Normalcentr">
    <w:name w:val="Block Text"/>
    <w:basedOn w:val="Normal"/>
    <w:rsid w:val="0000766C"/>
    <w:pPr>
      <w:pBdr>
        <w:top w:val="single" w:sz="6" w:space="0" w:color="auto"/>
        <w:left w:val="single" w:sz="6" w:space="0" w:color="auto"/>
        <w:bottom w:val="single" w:sz="6" w:space="0" w:color="auto"/>
        <w:right w:val="single" w:sz="6" w:space="0" w:color="auto"/>
      </w:pBdr>
      <w:spacing w:after="0" w:line="240" w:lineRule="auto"/>
      <w:ind w:left="284" w:right="283"/>
      <w:jc w:val="center"/>
    </w:pPr>
    <w:rPr>
      <w:rFonts w:ascii="Times" w:eastAsia="Times New Roman" w:hAnsi="Times" w:cs="Times New Roman"/>
      <w:sz w:val="40"/>
      <w:szCs w:val="40"/>
      <w:lang w:eastAsia="fr-FR"/>
    </w:rPr>
  </w:style>
  <w:style w:type="paragraph" w:styleId="Retraitnormal">
    <w:name w:val="Normal Indent"/>
    <w:basedOn w:val="Normal"/>
    <w:link w:val="RetraitnormalCar"/>
    <w:rsid w:val="0000766C"/>
    <w:pPr>
      <w:spacing w:line="240" w:lineRule="auto"/>
      <w:ind w:left="1702" w:hanging="284"/>
    </w:pPr>
    <w:rPr>
      <w:rFonts w:ascii="Trebuchet MS" w:eastAsia="Times New Roman" w:hAnsi="Trebuchet MS" w:cs="Times New Roman"/>
      <w:szCs w:val="20"/>
      <w:lang w:val="x-none" w:eastAsia="x-none"/>
    </w:rPr>
  </w:style>
  <w:style w:type="character" w:customStyle="1" w:styleId="RetraitnormalCar">
    <w:name w:val="Retrait normal Car"/>
    <w:link w:val="Retraitnormal"/>
    <w:rsid w:val="0000766C"/>
    <w:rPr>
      <w:rFonts w:ascii="Trebuchet MS" w:eastAsia="Times New Roman" w:hAnsi="Trebuchet MS"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26205">
      <w:bodyDiv w:val="1"/>
      <w:marLeft w:val="0"/>
      <w:marRight w:val="0"/>
      <w:marTop w:val="0"/>
      <w:marBottom w:val="0"/>
      <w:divBdr>
        <w:top w:val="none" w:sz="0" w:space="0" w:color="auto"/>
        <w:left w:val="none" w:sz="0" w:space="0" w:color="auto"/>
        <w:bottom w:val="none" w:sz="0" w:space="0" w:color="auto"/>
        <w:right w:val="none" w:sz="0" w:space="0" w:color="auto"/>
      </w:divBdr>
    </w:div>
    <w:div w:id="106973533">
      <w:bodyDiv w:val="1"/>
      <w:marLeft w:val="0"/>
      <w:marRight w:val="0"/>
      <w:marTop w:val="0"/>
      <w:marBottom w:val="0"/>
      <w:divBdr>
        <w:top w:val="none" w:sz="0" w:space="0" w:color="auto"/>
        <w:left w:val="none" w:sz="0" w:space="0" w:color="auto"/>
        <w:bottom w:val="none" w:sz="0" w:space="0" w:color="auto"/>
        <w:right w:val="none" w:sz="0" w:space="0" w:color="auto"/>
      </w:divBdr>
      <w:divsChild>
        <w:div w:id="759566210">
          <w:marLeft w:val="450"/>
          <w:marRight w:val="0"/>
          <w:marTop w:val="600"/>
          <w:marBottom w:val="300"/>
          <w:divBdr>
            <w:top w:val="single" w:sz="18" w:space="8" w:color="C887AF"/>
            <w:left w:val="single" w:sz="18" w:space="15" w:color="C887AF"/>
            <w:bottom w:val="single" w:sz="18" w:space="8" w:color="C887AF"/>
            <w:right w:val="single" w:sz="18" w:space="15" w:color="C887AF"/>
          </w:divBdr>
        </w:div>
      </w:divsChild>
    </w:div>
    <w:div w:id="128674970">
      <w:bodyDiv w:val="1"/>
      <w:marLeft w:val="0"/>
      <w:marRight w:val="0"/>
      <w:marTop w:val="0"/>
      <w:marBottom w:val="0"/>
      <w:divBdr>
        <w:top w:val="none" w:sz="0" w:space="0" w:color="auto"/>
        <w:left w:val="none" w:sz="0" w:space="0" w:color="auto"/>
        <w:bottom w:val="none" w:sz="0" w:space="0" w:color="auto"/>
        <w:right w:val="none" w:sz="0" w:space="0" w:color="auto"/>
      </w:divBdr>
    </w:div>
    <w:div w:id="965349352">
      <w:bodyDiv w:val="1"/>
      <w:marLeft w:val="0"/>
      <w:marRight w:val="0"/>
      <w:marTop w:val="0"/>
      <w:marBottom w:val="0"/>
      <w:divBdr>
        <w:top w:val="none" w:sz="0" w:space="0" w:color="auto"/>
        <w:left w:val="none" w:sz="0" w:space="0" w:color="auto"/>
        <w:bottom w:val="none" w:sz="0" w:space="0" w:color="auto"/>
        <w:right w:val="none" w:sz="0" w:space="0" w:color="auto"/>
      </w:divBdr>
    </w:div>
    <w:div w:id="1011105620">
      <w:bodyDiv w:val="1"/>
      <w:marLeft w:val="0"/>
      <w:marRight w:val="0"/>
      <w:marTop w:val="0"/>
      <w:marBottom w:val="0"/>
      <w:divBdr>
        <w:top w:val="none" w:sz="0" w:space="0" w:color="auto"/>
        <w:left w:val="none" w:sz="0" w:space="0" w:color="auto"/>
        <w:bottom w:val="none" w:sz="0" w:space="0" w:color="auto"/>
        <w:right w:val="none" w:sz="0" w:space="0" w:color="auto"/>
      </w:divBdr>
      <w:divsChild>
        <w:div w:id="453791216">
          <w:marLeft w:val="850"/>
          <w:marRight w:val="0"/>
          <w:marTop w:val="0"/>
          <w:marBottom w:val="60"/>
          <w:divBdr>
            <w:top w:val="none" w:sz="0" w:space="0" w:color="auto"/>
            <w:left w:val="none" w:sz="0" w:space="0" w:color="auto"/>
            <w:bottom w:val="none" w:sz="0" w:space="0" w:color="auto"/>
            <w:right w:val="none" w:sz="0" w:space="0" w:color="auto"/>
          </w:divBdr>
        </w:div>
        <w:div w:id="907960753">
          <w:marLeft w:val="850"/>
          <w:marRight w:val="0"/>
          <w:marTop w:val="0"/>
          <w:marBottom w:val="60"/>
          <w:divBdr>
            <w:top w:val="none" w:sz="0" w:space="0" w:color="auto"/>
            <w:left w:val="none" w:sz="0" w:space="0" w:color="auto"/>
            <w:bottom w:val="none" w:sz="0" w:space="0" w:color="auto"/>
            <w:right w:val="none" w:sz="0" w:space="0" w:color="auto"/>
          </w:divBdr>
        </w:div>
        <w:div w:id="1140077319">
          <w:marLeft w:val="850"/>
          <w:marRight w:val="0"/>
          <w:marTop w:val="0"/>
          <w:marBottom w:val="0"/>
          <w:divBdr>
            <w:top w:val="none" w:sz="0" w:space="0" w:color="auto"/>
            <w:left w:val="none" w:sz="0" w:space="0" w:color="auto"/>
            <w:bottom w:val="none" w:sz="0" w:space="0" w:color="auto"/>
            <w:right w:val="none" w:sz="0" w:space="0" w:color="auto"/>
          </w:divBdr>
        </w:div>
      </w:divsChild>
    </w:div>
    <w:div w:id="1022244646">
      <w:bodyDiv w:val="1"/>
      <w:marLeft w:val="0"/>
      <w:marRight w:val="0"/>
      <w:marTop w:val="0"/>
      <w:marBottom w:val="0"/>
      <w:divBdr>
        <w:top w:val="none" w:sz="0" w:space="0" w:color="auto"/>
        <w:left w:val="none" w:sz="0" w:space="0" w:color="auto"/>
        <w:bottom w:val="none" w:sz="0" w:space="0" w:color="auto"/>
        <w:right w:val="none" w:sz="0" w:space="0" w:color="auto"/>
      </w:divBdr>
    </w:div>
    <w:div w:id="1491209292">
      <w:bodyDiv w:val="1"/>
      <w:marLeft w:val="0"/>
      <w:marRight w:val="0"/>
      <w:marTop w:val="0"/>
      <w:marBottom w:val="0"/>
      <w:divBdr>
        <w:top w:val="none" w:sz="0" w:space="0" w:color="auto"/>
        <w:left w:val="none" w:sz="0" w:space="0" w:color="auto"/>
        <w:bottom w:val="none" w:sz="0" w:space="0" w:color="auto"/>
        <w:right w:val="none" w:sz="0" w:space="0" w:color="auto"/>
      </w:divBdr>
      <w:divsChild>
        <w:div w:id="659041135">
          <w:marLeft w:val="850"/>
          <w:marRight w:val="0"/>
          <w:marTop w:val="0"/>
          <w:marBottom w:val="0"/>
          <w:divBdr>
            <w:top w:val="none" w:sz="0" w:space="0" w:color="auto"/>
            <w:left w:val="none" w:sz="0" w:space="0" w:color="auto"/>
            <w:bottom w:val="none" w:sz="0" w:space="0" w:color="auto"/>
            <w:right w:val="none" w:sz="0" w:space="0" w:color="auto"/>
          </w:divBdr>
        </w:div>
        <w:div w:id="706027321">
          <w:marLeft w:val="850"/>
          <w:marRight w:val="0"/>
          <w:marTop w:val="0"/>
          <w:marBottom w:val="60"/>
          <w:divBdr>
            <w:top w:val="none" w:sz="0" w:space="0" w:color="auto"/>
            <w:left w:val="none" w:sz="0" w:space="0" w:color="auto"/>
            <w:bottom w:val="none" w:sz="0" w:space="0" w:color="auto"/>
            <w:right w:val="none" w:sz="0" w:space="0" w:color="auto"/>
          </w:divBdr>
        </w:div>
        <w:div w:id="1174757498">
          <w:marLeft w:val="850"/>
          <w:marRight w:val="0"/>
          <w:marTop w:val="0"/>
          <w:marBottom w:val="60"/>
          <w:divBdr>
            <w:top w:val="none" w:sz="0" w:space="0" w:color="auto"/>
            <w:left w:val="none" w:sz="0" w:space="0" w:color="auto"/>
            <w:bottom w:val="none" w:sz="0" w:space="0" w:color="auto"/>
            <w:right w:val="none" w:sz="0" w:space="0" w:color="auto"/>
          </w:divBdr>
        </w:div>
      </w:divsChild>
    </w:div>
    <w:div w:id="1549222023">
      <w:bodyDiv w:val="1"/>
      <w:marLeft w:val="0"/>
      <w:marRight w:val="0"/>
      <w:marTop w:val="0"/>
      <w:marBottom w:val="0"/>
      <w:divBdr>
        <w:top w:val="none" w:sz="0" w:space="0" w:color="auto"/>
        <w:left w:val="none" w:sz="0" w:space="0" w:color="auto"/>
        <w:bottom w:val="none" w:sz="0" w:space="0" w:color="auto"/>
        <w:right w:val="none" w:sz="0" w:space="0" w:color="auto"/>
      </w:divBdr>
      <w:divsChild>
        <w:div w:id="862209575">
          <w:marLeft w:val="0"/>
          <w:marRight w:val="0"/>
          <w:marTop w:val="0"/>
          <w:marBottom w:val="0"/>
          <w:divBdr>
            <w:top w:val="none" w:sz="0" w:space="0" w:color="auto"/>
            <w:left w:val="none" w:sz="0" w:space="0" w:color="auto"/>
            <w:bottom w:val="none" w:sz="0" w:space="0" w:color="auto"/>
            <w:right w:val="none" w:sz="0" w:space="0" w:color="auto"/>
          </w:divBdr>
          <w:divsChild>
            <w:div w:id="211700089">
              <w:marLeft w:val="0"/>
              <w:marRight w:val="0"/>
              <w:marTop w:val="0"/>
              <w:marBottom w:val="0"/>
              <w:divBdr>
                <w:top w:val="none" w:sz="0" w:space="0" w:color="auto"/>
                <w:left w:val="none" w:sz="0" w:space="0" w:color="auto"/>
                <w:bottom w:val="none" w:sz="0" w:space="0" w:color="auto"/>
                <w:right w:val="none" w:sz="0" w:space="0" w:color="auto"/>
              </w:divBdr>
              <w:divsChild>
                <w:div w:id="778371970">
                  <w:marLeft w:val="0"/>
                  <w:marRight w:val="0"/>
                  <w:marTop w:val="0"/>
                  <w:marBottom w:val="0"/>
                  <w:divBdr>
                    <w:top w:val="none" w:sz="0" w:space="0" w:color="auto"/>
                    <w:left w:val="none" w:sz="0" w:space="0" w:color="auto"/>
                    <w:bottom w:val="none" w:sz="0" w:space="0" w:color="auto"/>
                    <w:right w:val="none" w:sz="0" w:space="0" w:color="auto"/>
                  </w:divBdr>
                  <w:divsChild>
                    <w:div w:id="783382307">
                      <w:marLeft w:val="0"/>
                      <w:marRight w:val="0"/>
                      <w:marTop w:val="0"/>
                      <w:marBottom w:val="0"/>
                      <w:divBdr>
                        <w:top w:val="none" w:sz="0" w:space="0" w:color="auto"/>
                        <w:left w:val="none" w:sz="0" w:space="0" w:color="auto"/>
                        <w:bottom w:val="none" w:sz="0" w:space="0" w:color="auto"/>
                        <w:right w:val="none" w:sz="0" w:space="0" w:color="auto"/>
                      </w:divBdr>
                      <w:divsChild>
                        <w:div w:id="1060518250">
                          <w:marLeft w:val="0"/>
                          <w:marRight w:val="0"/>
                          <w:marTop w:val="0"/>
                          <w:marBottom w:val="0"/>
                          <w:divBdr>
                            <w:top w:val="none" w:sz="0" w:space="0" w:color="auto"/>
                            <w:left w:val="none" w:sz="0" w:space="0" w:color="auto"/>
                            <w:bottom w:val="none" w:sz="0" w:space="0" w:color="auto"/>
                            <w:right w:val="none" w:sz="0" w:space="0" w:color="auto"/>
                          </w:divBdr>
                          <w:divsChild>
                            <w:div w:id="60064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192595">
      <w:bodyDiv w:val="1"/>
      <w:marLeft w:val="0"/>
      <w:marRight w:val="0"/>
      <w:marTop w:val="0"/>
      <w:marBottom w:val="0"/>
      <w:divBdr>
        <w:top w:val="none" w:sz="0" w:space="0" w:color="auto"/>
        <w:left w:val="none" w:sz="0" w:space="0" w:color="auto"/>
        <w:bottom w:val="none" w:sz="0" w:space="0" w:color="auto"/>
        <w:right w:val="none" w:sz="0" w:space="0" w:color="auto"/>
      </w:divBdr>
    </w:div>
    <w:div w:id="1782190588">
      <w:bodyDiv w:val="1"/>
      <w:marLeft w:val="0"/>
      <w:marRight w:val="0"/>
      <w:marTop w:val="0"/>
      <w:marBottom w:val="0"/>
      <w:divBdr>
        <w:top w:val="none" w:sz="0" w:space="0" w:color="auto"/>
        <w:left w:val="none" w:sz="0" w:space="0" w:color="auto"/>
        <w:bottom w:val="none" w:sz="0" w:space="0" w:color="auto"/>
        <w:right w:val="none" w:sz="0" w:space="0" w:color="auto"/>
      </w:divBdr>
    </w:div>
    <w:div w:id="2099251705">
      <w:bodyDiv w:val="1"/>
      <w:marLeft w:val="0"/>
      <w:marRight w:val="0"/>
      <w:marTop w:val="0"/>
      <w:marBottom w:val="0"/>
      <w:divBdr>
        <w:top w:val="none" w:sz="0" w:space="0" w:color="auto"/>
        <w:left w:val="none" w:sz="0" w:space="0" w:color="auto"/>
        <w:bottom w:val="none" w:sz="0" w:space="0" w:color="auto"/>
        <w:right w:val="none" w:sz="0" w:space="0" w:color="auto"/>
      </w:divBdr>
      <w:divsChild>
        <w:div w:id="1223368109">
          <w:marLeft w:val="0"/>
          <w:marRight w:val="0"/>
          <w:marTop w:val="0"/>
          <w:marBottom w:val="0"/>
          <w:divBdr>
            <w:top w:val="none" w:sz="0" w:space="0" w:color="auto"/>
            <w:left w:val="none" w:sz="0" w:space="0" w:color="auto"/>
            <w:bottom w:val="none" w:sz="0" w:space="0" w:color="auto"/>
            <w:right w:val="none" w:sz="0" w:space="0" w:color="auto"/>
          </w:divBdr>
          <w:divsChild>
            <w:div w:id="2079936256">
              <w:marLeft w:val="0"/>
              <w:marRight w:val="0"/>
              <w:marTop w:val="0"/>
              <w:marBottom w:val="0"/>
              <w:divBdr>
                <w:top w:val="none" w:sz="0" w:space="0" w:color="auto"/>
                <w:left w:val="none" w:sz="0" w:space="0" w:color="auto"/>
                <w:bottom w:val="none" w:sz="0" w:space="0" w:color="auto"/>
                <w:right w:val="none" w:sz="0" w:space="0" w:color="auto"/>
              </w:divBdr>
              <w:divsChild>
                <w:div w:id="1409839592">
                  <w:marLeft w:val="0"/>
                  <w:marRight w:val="0"/>
                  <w:marTop w:val="0"/>
                  <w:marBottom w:val="0"/>
                  <w:divBdr>
                    <w:top w:val="none" w:sz="0" w:space="0" w:color="auto"/>
                    <w:left w:val="none" w:sz="0" w:space="0" w:color="auto"/>
                    <w:bottom w:val="none" w:sz="0" w:space="0" w:color="auto"/>
                    <w:right w:val="none" w:sz="0" w:space="0" w:color="auto"/>
                  </w:divBdr>
                  <w:divsChild>
                    <w:div w:id="978846852">
                      <w:marLeft w:val="0"/>
                      <w:marRight w:val="0"/>
                      <w:marTop w:val="0"/>
                      <w:marBottom w:val="0"/>
                      <w:divBdr>
                        <w:top w:val="none" w:sz="0" w:space="0" w:color="auto"/>
                        <w:left w:val="none" w:sz="0" w:space="0" w:color="auto"/>
                        <w:bottom w:val="none" w:sz="0" w:space="0" w:color="auto"/>
                        <w:right w:val="none" w:sz="0" w:space="0" w:color="auto"/>
                      </w:divBdr>
                      <w:divsChild>
                        <w:div w:id="1816336254">
                          <w:marLeft w:val="0"/>
                          <w:marRight w:val="0"/>
                          <w:marTop w:val="0"/>
                          <w:marBottom w:val="0"/>
                          <w:divBdr>
                            <w:top w:val="none" w:sz="0" w:space="0" w:color="auto"/>
                            <w:left w:val="none" w:sz="0" w:space="0" w:color="auto"/>
                            <w:bottom w:val="none" w:sz="0" w:space="0" w:color="auto"/>
                            <w:right w:val="none" w:sz="0" w:space="0" w:color="auto"/>
                          </w:divBdr>
                          <w:divsChild>
                            <w:div w:id="45541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Paitrault\AppData\Roaming\Microsoft\Templates\CCP%20FCS.dotx" TargetMode="External"/></Relationships>
</file>

<file path=word/theme/theme1.xml><?xml version="1.0" encoding="utf-8"?>
<a:theme xmlns:a="http://schemas.openxmlformats.org/drawingml/2006/main" name="Thème TBS 2024">
  <a:themeElements>
    <a:clrScheme name="TBS EDUCATION">
      <a:dk1>
        <a:srgbClr val="1F1F1F"/>
      </a:dk1>
      <a:lt1>
        <a:srgbClr val="FFFFFF"/>
      </a:lt1>
      <a:dk2>
        <a:srgbClr val="202020"/>
      </a:dk2>
      <a:lt2>
        <a:srgbClr val="FFFFFF"/>
      </a:lt2>
      <a:accent1>
        <a:srgbClr val="FF3A51"/>
      </a:accent1>
      <a:accent2>
        <a:srgbClr val="4000BE"/>
      </a:accent2>
      <a:accent3>
        <a:srgbClr val="FFD7D6"/>
      </a:accent3>
      <a:accent4>
        <a:srgbClr val="EEE6FF"/>
      </a:accent4>
      <a:accent5>
        <a:srgbClr val="CA2D41"/>
      </a:accent5>
      <a:accent6>
        <a:srgbClr val="021572"/>
      </a:accent6>
      <a:hlink>
        <a:srgbClr val="4E00E8"/>
      </a:hlink>
      <a:folHlink>
        <a:srgbClr val="BFBFBF"/>
      </a:folHlink>
    </a:clrScheme>
    <a:fontScheme name="TBS">
      <a:majorFont>
        <a:latin typeface="Oswald"/>
        <a:ea typeface=""/>
        <a:cs typeface=""/>
      </a:majorFont>
      <a:minorFont>
        <a:latin typeface="Roboto"/>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Thème TBS 2024" id="{AFE453F3-DF75-4C8B-A1E4-F574B32799CD}" vid="{5720ADBE-35A2-4543-A1C9-C891AC57B6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75D9275A7A9C4388A1AF5CCD49BCFB" ma:contentTypeVersion="8" ma:contentTypeDescription="Create a new document." ma:contentTypeScope="" ma:versionID="b7d3a62ad0706cde91c4c0eabce05a3f">
  <xsd:schema xmlns:xsd="http://www.w3.org/2001/XMLSchema" xmlns:xs="http://www.w3.org/2001/XMLSchema" xmlns:p="http://schemas.microsoft.com/office/2006/metadata/properties" xmlns:ns2="69118853-4747-420a-ad8b-1f050c74d102" targetNamespace="http://schemas.microsoft.com/office/2006/metadata/properties" ma:root="true" ma:fieldsID="7f589a4762ea4b349c0acf1766c425df" ns2:_="">
    <xsd:import namespace="69118853-4747-420a-ad8b-1f050c74d1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118853-4747-420a-ad8b-1f050c74d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8F8A4-9B84-434D-97ED-5608AA707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118853-4747-420a-ad8b-1f050c74d1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B7CF2B-7EF7-400F-A59A-E8F5F4FFAE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3227A-8426-4944-9E42-932B315EC7C7}">
  <ds:schemaRefs>
    <ds:schemaRef ds:uri="http://schemas.microsoft.com/sharepoint/v3/contenttype/forms"/>
  </ds:schemaRefs>
</ds:datastoreItem>
</file>

<file path=customXml/itemProps4.xml><?xml version="1.0" encoding="utf-8"?>
<ds:datastoreItem xmlns:ds="http://schemas.openxmlformats.org/officeDocument/2006/customXml" ds:itemID="{10C65BE4-1014-450D-882D-FE57ED93B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 FCS</Template>
  <TotalTime>1420</TotalTime>
  <Pages>21</Pages>
  <Words>1548</Words>
  <Characters>8520</Characters>
  <Application>Microsoft Office Word</Application>
  <DocSecurity>0</DocSecurity>
  <Lines>71</Lines>
  <Paragraphs>20</Paragraphs>
  <ScaleCrop>false</ScaleCrop>
  <Company>Groupe ESC Toulouse</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Maeva Paitrault</dc:creator>
  <cp:keywords/>
  <cp:lastModifiedBy>PINOTEAU Maeva</cp:lastModifiedBy>
  <cp:revision>886</cp:revision>
  <cp:lastPrinted>2024-11-19T14:29:00Z</cp:lastPrinted>
  <dcterms:created xsi:type="dcterms:W3CDTF">2022-11-24T03:08:00Z</dcterms:created>
  <dcterms:modified xsi:type="dcterms:W3CDTF">2025-04-09T13:01:00Z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0x0101000F75D9275A7A9C4388A1AF5CCD49BCFB</vt:lpwstr>
  </property>
  <property fmtid="{D5CDD505-2E9C-101B-9397-08002B2CF9AE}" pid="3" name="Order">
    <vt:r8>753200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