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C899B" w14:textId="77777777" w:rsidR="00826D30" w:rsidRDefault="00826D30" w:rsidP="00C555F9">
      <w:pPr>
        <w:jc w:val="center"/>
        <w:rPr>
          <w:b/>
          <w:smallCaps/>
        </w:rPr>
      </w:pPr>
    </w:p>
    <w:p w14:paraId="16D7C658" w14:textId="77777777" w:rsidR="00826D30" w:rsidRPr="001B3B52" w:rsidRDefault="00826D30" w:rsidP="00C555F9">
      <w:pPr>
        <w:pBdr>
          <w:top w:val="single" w:sz="4" w:space="1" w:color="auto"/>
          <w:left w:val="single" w:sz="4" w:space="4" w:color="auto"/>
          <w:bottom w:val="single" w:sz="4" w:space="1" w:color="auto"/>
          <w:right w:val="single" w:sz="4" w:space="2" w:color="auto"/>
        </w:pBdr>
        <w:jc w:val="center"/>
        <w:rPr>
          <w:b/>
          <w:smallCaps/>
        </w:rPr>
      </w:pPr>
      <w:r w:rsidRPr="001B3B52">
        <w:rPr>
          <w:b/>
          <w:smallCaps/>
        </w:rPr>
        <w:t>CADRE DE REPONSE - ACTE D’ENGAGEMENT</w:t>
      </w:r>
    </w:p>
    <w:p w14:paraId="6EE0D8EF" w14:textId="77777777" w:rsidR="00826D30" w:rsidRDefault="00826D30" w:rsidP="00C555F9">
      <w:pPr>
        <w:pStyle w:val="Corpsdetexte"/>
        <w:tabs>
          <w:tab w:val="right" w:pos="993"/>
        </w:tabs>
        <w:rPr>
          <w:sz w:val="20"/>
        </w:rPr>
      </w:pPr>
    </w:p>
    <w:p w14:paraId="42EF4727" w14:textId="77777777" w:rsidR="00826D30" w:rsidRPr="00826D30" w:rsidRDefault="00826D30" w:rsidP="00C555F9">
      <w:pPr>
        <w:pStyle w:val="Corpsdetexte"/>
        <w:pBdr>
          <w:top w:val="single" w:sz="4" w:space="1" w:color="auto"/>
          <w:left w:val="single" w:sz="4" w:space="4" w:color="auto"/>
          <w:bottom w:val="single" w:sz="4" w:space="1" w:color="auto"/>
          <w:right w:val="single" w:sz="4" w:space="1" w:color="auto"/>
        </w:pBdr>
        <w:tabs>
          <w:tab w:val="right" w:pos="993"/>
        </w:tabs>
        <w:rPr>
          <w:rFonts w:ascii="Arial" w:hAnsi="Arial"/>
          <w:bCs/>
          <w:sz w:val="20"/>
          <w:szCs w:val="20"/>
        </w:rPr>
      </w:pPr>
      <w:r w:rsidRPr="00826D30">
        <w:rPr>
          <w:rFonts w:ascii="Arial" w:hAnsi="Arial"/>
          <w:bCs/>
          <w:sz w:val="20"/>
          <w:szCs w:val="20"/>
        </w:rPr>
        <w:t>L’acte d’engagement est, dans un 1</w:t>
      </w:r>
      <w:r w:rsidRPr="00826D30">
        <w:rPr>
          <w:rFonts w:ascii="Arial" w:hAnsi="Arial"/>
          <w:bCs/>
          <w:sz w:val="20"/>
          <w:szCs w:val="20"/>
          <w:vertAlign w:val="superscript"/>
        </w:rPr>
        <w:t>er</w:t>
      </w:r>
      <w:r w:rsidRPr="00826D30">
        <w:rPr>
          <w:rFonts w:ascii="Arial" w:hAnsi="Arial"/>
          <w:bCs/>
          <w:sz w:val="20"/>
          <w:szCs w:val="20"/>
        </w:rPr>
        <w:t xml:space="preserve"> temps, le cadre de réponse du candidat, à savoir la pièce dans laquelle le candidat présente son offre dans le respect des clauses du cahier des charges qui déterminent les conditions dans lesquelles l’accord-cadre est exécuté.</w:t>
      </w:r>
    </w:p>
    <w:p w14:paraId="70898698" w14:textId="77777777" w:rsidR="00826D30" w:rsidRPr="00826D30" w:rsidRDefault="00826D30" w:rsidP="00C555F9">
      <w:pPr>
        <w:pStyle w:val="Corpsdetexte"/>
        <w:pBdr>
          <w:top w:val="single" w:sz="4" w:space="1" w:color="auto"/>
          <w:left w:val="single" w:sz="4" w:space="4" w:color="auto"/>
          <w:bottom w:val="single" w:sz="4" w:space="1" w:color="auto"/>
          <w:right w:val="single" w:sz="4" w:space="1" w:color="auto"/>
        </w:pBdr>
        <w:tabs>
          <w:tab w:val="right" w:pos="993"/>
        </w:tabs>
        <w:rPr>
          <w:rFonts w:ascii="Arial" w:hAnsi="Arial"/>
          <w:bCs/>
          <w:sz w:val="20"/>
          <w:szCs w:val="20"/>
        </w:rPr>
      </w:pPr>
    </w:p>
    <w:p w14:paraId="66FD76D8" w14:textId="77777777" w:rsidR="00826D30" w:rsidRPr="00826D30" w:rsidRDefault="00826D30" w:rsidP="00C555F9">
      <w:pPr>
        <w:pBdr>
          <w:top w:val="single" w:sz="4" w:space="1" w:color="auto"/>
          <w:left w:val="single" w:sz="4" w:space="4" w:color="auto"/>
          <w:bottom w:val="single" w:sz="4" w:space="1" w:color="auto"/>
          <w:right w:val="single" w:sz="4" w:space="1" w:color="auto"/>
        </w:pBdr>
        <w:jc w:val="both"/>
        <w:rPr>
          <w:bCs/>
          <w:u w:val="single"/>
        </w:rPr>
      </w:pPr>
      <w:r w:rsidRPr="00826D30">
        <w:rPr>
          <w:bCs/>
        </w:rPr>
        <w:t>Lors de l’attribution, ce document sera signé et devient définitivement un acte d’engagement.</w:t>
      </w:r>
    </w:p>
    <w:p w14:paraId="24C51F9A" w14:textId="6E6E088A" w:rsidR="00826D30" w:rsidRPr="001B3B52" w:rsidRDefault="00826D30" w:rsidP="00C555F9">
      <w:pPr>
        <w:pStyle w:val="Corpsdetexte"/>
        <w:tabs>
          <w:tab w:val="right" w:pos="993"/>
        </w:tabs>
        <w:rPr>
          <w:b/>
          <w:sz w:val="20"/>
        </w:rPr>
      </w:pPr>
    </w:p>
    <w:p w14:paraId="37883C49" w14:textId="77777777" w:rsidR="00826D30" w:rsidRPr="00CE5C05" w:rsidRDefault="00826D30" w:rsidP="00C555F9">
      <w:pPr>
        <w:rPr>
          <w:b/>
          <w:u w:val="single"/>
        </w:rPr>
      </w:pPr>
    </w:p>
    <w:p w14:paraId="007D9FF4" w14:textId="77777777" w:rsidR="00826D30" w:rsidRPr="00CE5C05" w:rsidRDefault="00826D30" w:rsidP="00C555F9">
      <w:pPr>
        <w:rPr>
          <w:b/>
          <w:u w:val="single"/>
        </w:rPr>
      </w:pPr>
      <w:r w:rsidRPr="001B3B52">
        <w:rPr>
          <w:b/>
          <w:u w:val="single"/>
        </w:rPr>
        <w:t>OBJET D</w:t>
      </w:r>
      <w:r>
        <w:rPr>
          <w:b/>
          <w:u w:val="single"/>
        </w:rPr>
        <w:t>E L’ACCORD-CADRE</w:t>
      </w:r>
      <w:r w:rsidRPr="00CE5C05">
        <w:rPr>
          <w:b/>
          <w:u w:val="single"/>
        </w:rPr>
        <w:t xml:space="preserve"> :</w:t>
      </w:r>
    </w:p>
    <w:p w14:paraId="14235E11" w14:textId="77777777" w:rsidR="00D12299" w:rsidRDefault="00D12299" w:rsidP="00C555F9">
      <w:pPr>
        <w:spacing w:line="360" w:lineRule="auto"/>
        <w:jc w:val="center"/>
        <w:rPr>
          <w:b/>
        </w:rPr>
      </w:pPr>
    </w:p>
    <w:p w14:paraId="0D446A62" w14:textId="77777777" w:rsidR="00305879" w:rsidRPr="00826D30" w:rsidRDefault="00305879" w:rsidP="00C555F9">
      <w:pPr>
        <w:widowControl/>
        <w:pBdr>
          <w:top w:val="single" w:sz="4" w:space="9" w:color="auto"/>
          <w:left w:val="single" w:sz="4" w:space="4" w:color="auto"/>
          <w:bottom w:val="single" w:sz="4" w:space="1" w:color="auto"/>
          <w:right w:val="single" w:sz="4" w:space="4" w:color="auto"/>
        </w:pBdr>
        <w:tabs>
          <w:tab w:val="left" w:pos="708"/>
        </w:tabs>
        <w:suppressAutoHyphens/>
        <w:spacing w:before="200" w:after="200" w:line="276" w:lineRule="auto"/>
        <w:ind w:left="-142"/>
        <w:jc w:val="center"/>
        <w:rPr>
          <w:rFonts w:eastAsia="Arial Unicode MS" w:cs="Mangal"/>
          <w:b/>
          <w:color w:val="548DD4" w:themeColor="text2" w:themeTint="99"/>
          <w:sz w:val="32"/>
          <w:szCs w:val="32"/>
          <w:lang w:eastAsia="zh-CN" w:bidi="hi-IN"/>
        </w:rPr>
      </w:pPr>
      <w:r w:rsidRPr="00826D30">
        <w:rPr>
          <w:rFonts w:eastAsia="Arial Unicode MS" w:cs="Mangal"/>
          <w:b/>
          <w:color w:val="548DD4" w:themeColor="text2" w:themeTint="99"/>
          <w:sz w:val="32"/>
          <w:szCs w:val="32"/>
          <w:lang w:eastAsia="zh-CN" w:bidi="hi-IN"/>
        </w:rPr>
        <w:t>FOURNITURE DE PRODUITS D’ENTRETIEN, D’HYGIENE ET D’ARTICLES DE DROGUERIE</w:t>
      </w:r>
    </w:p>
    <w:p w14:paraId="5E4624DF" w14:textId="7A044EFD" w:rsidR="00D12299" w:rsidRDefault="00D12299" w:rsidP="00C555F9">
      <w:pPr>
        <w:pStyle w:val="Pieddepage"/>
        <w:tabs>
          <w:tab w:val="clear" w:pos="4536"/>
          <w:tab w:val="clear" w:pos="9072"/>
        </w:tabs>
        <w:jc w:val="center"/>
      </w:pPr>
    </w:p>
    <w:p w14:paraId="44017493" w14:textId="77777777" w:rsidR="00D12299" w:rsidRPr="00C555F9" w:rsidRDefault="00D12299" w:rsidP="00C555F9">
      <w:pPr>
        <w:rPr>
          <w:b/>
        </w:rPr>
      </w:pPr>
      <w:r w:rsidRPr="00C555F9">
        <w:rPr>
          <w:b/>
          <w:u w:val="single"/>
        </w:rPr>
        <w:t>ORGANISME</w:t>
      </w:r>
      <w:r w:rsidRPr="00C555F9">
        <w:rPr>
          <w:b/>
        </w:rPr>
        <w:t xml:space="preserve"> :</w:t>
      </w:r>
    </w:p>
    <w:p w14:paraId="06E20505" w14:textId="77777777" w:rsidR="00D12299" w:rsidRPr="00C555F9" w:rsidRDefault="00D12299" w:rsidP="00C555F9"/>
    <w:p w14:paraId="27E74D96" w14:textId="77777777" w:rsidR="00D12299" w:rsidRPr="00C555F9" w:rsidRDefault="00D12299" w:rsidP="00C555F9"/>
    <w:p w14:paraId="6F9832E1" w14:textId="345EE8B7" w:rsidR="00D12299" w:rsidRPr="00C555F9" w:rsidRDefault="00D12299" w:rsidP="00C555F9">
      <w:pPr>
        <w:pStyle w:val="Corpsdetexte21"/>
        <w:jc w:val="center"/>
        <w:rPr>
          <w:rFonts w:cs="Arial"/>
          <w:b/>
          <w:sz w:val="20"/>
        </w:rPr>
      </w:pPr>
      <w:r w:rsidRPr="00C555F9">
        <w:rPr>
          <w:rFonts w:cs="Arial"/>
          <w:b/>
          <w:sz w:val="20"/>
        </w:rPr>
        <w:t>CAISSE D’ALLOCATIONS FAMILIALES DE PARIS</w:t>
      </w:r>
    </w:p>
    <w:p w14:paraId="3CE4D534" w14:textId="77777777" w:rsidR="00D12299" w:rsidRPr="00C555F9" w:rsidRDefault="00D12299" w:rsidP="00C555F9">
      <w:pPr>
        <w:pStyle w:val="Corpsdetexte21"/>
        <w:jc w:val="center"/>
        <w:rPr>
          <w:rFonts w:cs="Arial"/>
          <w:b/>
          <w:sz w:val="20"/>
        </w:rPr>
      </w:pPr>
      <w:r w:rsidRPr="00C555F9">
        <w:rPr>
          <w:rFonts w:cs="Arial"/>
          <w:b/>
          <w:sz w:val="20"/>
        </w:rPr>
        <w:t>50 rue du Docteur Finlay</w:t>
      </w:r>
    </w:p>
    <w:p w14:paraId="31D40249" w14:textId="77777777" w:rsidR="00D12299" w:rsidRPr="00C555F9" w:rsidRDefault="00D12299" w:rsidP="00C555F9">
      <w:pPr>
        <w:pStyle w:val="Corpsdetexte21"/>
        <w:jc w:val="center"/>
        <w:rPr>
          <w:rFonts w:cs="Arial"/>
          <w:b/>
          <w:sz w:val="20"/>
        </w:rPr>
      </w:pPr>
      <w:r w:rsidRPr="00C555F9">
        <w:rPr>
          <w:rFonts w:cs="Arial"/>
          <w:b/>
          <w:sz w:val="20"/>
        </w:rPr>
        <w:t>75750 PARIS CEDEX 15</w:t>
      </w:r>
    </w:p>
    <w:p w14:paraId="2D686E8E" w14:textId="77777777" w:rsidR="00D12299" w:rsidRPr="00C555F9" w:rsidRDefault="00D12299" w:rsidP="00C555F9">
      <w:pPr>
        <w:jc w:val="center"/>
      </w:pPr>
    </w:p>
    <w:p w14:paraId="3F158243" w14:textId="77777777" w:rsidR="00826D30" w:rsidRPr="00C555F9" w:rsidRDefault="00826D30" w:rsidP="00C555F9">
      <w:pPr>
        <w:rPr>
          <w:b/>
          <w:u w:val="single"/>
        </w:rPr>
      </w:pPr>
    </w:p>
    <w:p w14:paraId="1C31D2C0" w14:textId="77777777" w:rsidR="00826D30" w:rsidRPr="00C555F9" w:rsidRDefault="00826D30" w:rsidP="00C555F9">
      <w:pPr>
        <w:rPr>
          <w:b/>
          <w:u w:val="single"/>
        </w:rPr>
      </w:pPr>
      <w:r w:rsidRPr="00C555F9">
        <w:rPr>
          <w:b/>
          <w:u w:val="single"/>
        </w:rPr>
        <w:t xml:space="preserve">NUMÉRO DE RÉFÉRENCE ATTRIBUE PAR LA C.A.F. DE PARIS  </w:t>
      </w:r>
    </w:p>
    <w:p w14:paraId="3E6EE35F" w14:textId="6300BEB3" w:rsidR="00826D30" w:rsidRPr="00C555F9" w:rsidRDefault="00826D30" w:rsidP="00C555F9">
      <w:pPr>
        <w:pStyle w:val="Titre8"/>
        <w:spacing w:after="120"/>
        <w:jc w:val="center"/>
        <w:rPr>
          <w:b/>
          <w:i w:val="0"/>
          <w:u w:val="single"/>
        </w:rPr>
      </w:pPr>
      <w:r w:rsidRPr="00C555F9">
        <w:rPr>
          <w:b/>
          <w:i w:val="0"/>
        </w:rPr>
        <w:t xml:space="preserve">Procédure adaptée MA </w:t>
      </w:r>
      <w:r w:rsidR="00634EC5" w:rsidRPr="00C555F9">
        <w:rPr>
          <w:b/>
          <w:i w:val="0"/>
        </w:rPr>
        <w:t>01-2025</w:t>
      </w:r>
    </w:p>
    <w:p w14:paraId="593606ED" w14:textId="77777777" w:rsidR="00D12299" w:rsidRPr="00C555F9" w:rsidRDefault="00D12299" w:rsidP="00C555F9"/>
    <w:p w14:paraId="2E9C0067" w14:textId="6979AD06" w:rsidR="00D12299" w:rsidRPr="00C555F9" w:rsidRDefault="00CB119F" w:rsidP="00C555F9">
      <w:pPr>
        <w:jc w:val="both"/>
      </w:pPr>
      <w:r w:rsidRPr="00C555F9">
        <w:rPr>
          <w:b/>
          <w:u w:val="single"/>
        </w:rPr>
        <w:t>Accord-</w:t>
      </w:r>
      <w:r w:rsidR="00B907FD" w:rsidRPr="00C555F9">
        <w:rPr>
          <w:b/>
          <w:u w:val="single"/>
        </w:rPr>
        <w:t xml:space="preserve">cadre sur </w:t>
      </w:r>
      <w:r w:rsidR="00D12299" w:rsidRPr="00C555F9">
        <w:rPr>
          <w:b/>
          <w:u w:val="single"/>
        </w:rPr>
        <w:t>procédure adaptée</w:t>
      </w:r>
      <w:r w:rsidR="00D12299" w:rsidRPr="00C555F9">
        <w:t xml:space="preserve"> passé en application de l’article L 124-4 du Code de la Sécurité Sociale et des textes pris pour son application.</w:t>
      </w:r>
    </w:p>
    <w:p w14:paraId="31C84849" w14:textId="77777777" w:rsidR="00D12299" w:rsidRPr="00C555F9" w:rsidRDefault="00D12299" w:rsidP="00C555F9">
      <w:pPr>
        <w:jc w:val="both"/>
      </w:pPr>
    </w:p>
    <w:p w14:paraId="7E35D106" w14:textId="77777777" w:rsidR="00CE5C05" w:rsidRPr="00C555F9" w:rsidRDefault="00CE5C05" w:rsidP="00C555F9">
      <w:pPr>
        <w:jc w:val="both"/>
      </w:pPr>
    </w:p>
    <w:p w14:paraId="775BD13E" w14:textId="77777777" w:rsidR="00826D30" w:rsidRPr="00C555F9" w:rsidRDefault="00826D30" w:rsidP="00C555F9">
      <w:pPr>
        <w:widowControl/>
        <w:jc w:val="both"/>
      </w:pPr>
      <w:r w:rsidRPr="00C555F9">
        <w:rPr>
          <w:b/>
          <w:u w:val="single"/>
        </w:rPr>
        <w:t>Personne signataire de l’accord-cadre :</w:t>
      </w:r>
    </w:p>
    <w:p w14:paraId="1877243F" w14:textId="77777777" w:rsidR="00826D30" w:rsidRPr="00C555F9" w:rsidRDefault="00826D30" w:rsidP="00C555F9">
      <w:pPr>
        <w:widowControl/>
        <w:jc w:val="both"/>
      </w:pPr>
    </w:p>
    <w:p w14:paraId="2DB64DF1" w14:textId="77777777" w:rsidR="00826D30" w:rsidRPr="00C555F9" w:rsidRDefault="00826D30" w:rsidP="00C555F9">
      <w:pPr>
        <w:widowControl/>
        <w:jc w:val="both"/>
      </w:pPr>
    </w:p>
    <w:p w14:paraId="45D8F436" w14:textId="77777777" w:rsidR="00826D30" w:rsidRPr="00C555F9" w:rsidRDefault="00826D30" w:rsidP="00C555F9">
      <w:pPr>
        <w:widowControl/>
        <w:jc w:val="center"/>
        <w:rPr>
          <w:bCs/>
          <w:iCs/>
        </w:rPr>
      </w:pPr>
      <w:r w:rsidRPr="00C555F9">
        <w:rPr>
          <w:bCs/>
          <w:iCs/>
        </w:rPr>
        <w:t>Monsieur le Directeur Général de la Caf de PARIS</w:t>
      </w:r>
    </w:p>
    <w:p w14:paraId="2F1D9768" w14:textId="77777777" w:rsidR="00826D30" w:rsidRPr="00C555F9" w:rsidRDefault="00826D30" w:rsidP="00C555F9">
      <w:pPr>
        <w:widowControl/>
        <w:jc w:val="both"/>
        <w:rPr>
          <w:b/>
          <w:u w:val="single"/>
        </w:rPr>
      </w:pPr>
    </w:p>
    <w:p w14:paraId="1D4637D1" w14:textId="77777777" w:rsidR="00826D30" w:rsidRPr="00C555F9" w:rsidRDefault="00826D30" w:rsidP="00C555F9">
      <w:pPr>
        <w:widowControl/>
        <w:jc w:val="both"/>
        <w:rPr>
          <w:b/>
          <w:u w:val="single"/>
        </w:rPr>
      </w:pPr>
    </w:p>
    <w:p w14:paraId="29D807E5" w14:textId="77777777" w:rsidR="00826D30" w:rsidRPr="00C555F9" w:rsidRDefault="00826D30" w:rsidP="00C555F9">
      <w:pPr>
        <w:widowControl/>
        <w:jc w:val="both"/>
        <w:rPr>
          <w:b/>
        </w:rPr>
      </w:pPr>
      <w:r w:rsidRPr="00C555F9">
        <w:rPr>
          <w:b/>
          <w:u w:val="single"/>
        </w:rPr>
        <w:t>Responsable des paiements</w:t>
      </w:r>
      <w:r w:rsidRPr="00C555F9">
        <w:rPr>
          <w:b/>
        </w:rPr>
        <w:t xml:space="preserve"> :</w:t>
      </w:r>
    </w:p>
    <w:p w14:paraId="5FB3B428" w14:textId="77777777" w:rsidR="00826D30" w:rsidRPr="00C555F9" w:rsidRDefault="00826D30" w:rsidP="00C555F9">
      <w:pPr>
        <w:widowControl/>
        <w:jc w:val="both"/>
        <w:rPr>
          <w:b/>
        </w:rPr>
      </w:pPr>
    </w:p>
    <w:p w14:paraId="0C1345D1" w14:textId="77777777" w:rsidR="00826D30" w:rsidRPr="00C555F9" w:rsidRDefault="00826D30" w:rsidP="00C555F9">
      <w:pPr>
        <w:widowControl/>
        <w:jc w:val="both"/>
      </w:pPr>
    </w:p>
    <w:p w14:paraId="5A6A09E3" w14:textId="77777777" w:rsidR="00826D30" w:rsidRPr="00C555F9" w:rsidRDefault="00826D30" w:rsidP="00C555F9">
      <w:pPr>
        <w:keepNext/>
        <w:widowControl/>
        <w:jc w:val="center"/>
        <w:outlineLvl w:val="2"/>
        <w:rPr>
          <w:bCs/>
          <w:iCs/>
        </w:rPr>
      </w:pPr>
      <w:r w:rsidRPr="00C555F9">
        <w:rPr>
          <w:bCs/>
          <w:iCs/>
        </w:rPr>
        <w:t>Monsieur le Directeur Comptable et Financier de la CAF de PARIS</w:t>
      </w:r>
    </w:p>
    <w:p w14:paraId="310A34B0" w14:textId="77777777" w:rsidR="00826D30" w:rsidRPr="00C555F9" w:rsidRDefault="00826D30" w:rsidP="00C555F9">
      <w:pPr>
        <w:widowControl/>
        <w:jc w:val="center"/>
        <w:rPr>
          <w:bCs/>
          <w:iCs/>
        </w:rPr>
      </w:pPr>
      <w:r w:rsidRPr="00C555F9">
        <w:rPr>
          <w:bCs/>
          <w:iCs/>
        </w:rPr>
        <w:t>50, rue du Docteur Finlay</w:t>
      </w:r>
    </w:p>
    <w:p w14:paraId="6F941B00" w14:textId="77777777" w:rsidR="00826D30" w:rsidRPr="00C555F9" w:rsidRDefault="00826D30" w:rsidP="00C555F9">
      <w:pPr>
        <w:widowControl/>
        <w:jc w:val="center"/>
        <w:rPr>
          <w:bCs/>
        </w:rPr>
      </w:pPr>
      <w:r w:rsidRPr="00C555F9">
        <w:rPr>
          <w:bCs/>
        </w:rPr>
        <w:t>75750 PARIS CEDEX 15</w:t>
      </w:r>
    </w:p>
    <w:p w14:paraId="27AF4170" w14:textId="77777777" w:rsidR="002A677B" w:rsidRDefault="002A677B" w:rsidP="00C555F9">
      <w:pPr>
        <w:jc w:val="both"/>
        <w:rPr>
          <w:b/>
        </w:rPr>
      </w:pPr>
    </w:p>
    <w:p w14:paraId="096E332B" w14:textId="77777777" w:rsidR="002A677B" w:rsidRDefault="002A677B" w:rsidP="00C555F9">
      <w:pPr>
        <w:jc w:val="both"/>
        <w:rPr>
          <w:b/>
        </w:rPr>
      </w:pPr>
    </w:p>
    <w:p w14:paraId="63ADA50D" w14:textId="7CA8F08D" w:rsidR="00C555F9" w:rsidRDefault="00C555F9">
      <w:pPr>
        <w:widowControl/>
        <w:rPr>
          <w:b/>
        </w:rPr>
      </w:pPr>
      <w:r>
        <w:rPr>
          <w:b/>
        </w:rPr>
        <w:br w:type="page"/>
      </w:r>
    </w:p>
    <w:p w14:paraId="3B3A5564" w14:textId="77777777" w:rsidR="00AA0377" w:rsidRPr="00634EC5" w:rsidRDefault="00AA0377" w:rsidP="00C555F9">
      <w:pPr>
        <w:pStyle w:val="jojo"/>
        <w:rPr>
          <w:rFonts w:cs="Arial"/>
          <w:b/>
          <w:sz w:val="20"/>
        </w:rPr>
      </w:pPr>
      <w:r w:rsidRPr="00634EC5">
        <w:rPr>
          <w:rFonts w:cs="Arial"/>
          <w:b/>
          <w:sz w:val="20"/>
          <w:u w:val="single"/>
        </w:rPr>
        <w:lastRenderedPageBreak/>
        <w:t>ARTICLE 1</w:t>
      </w:r>
      <w:r w:rsidRPr="00634EC5">
        <w:rPr>
          <w:rFonts w:cs="Arial"/>
          <w:b/>
          <w:sz w:val="20"/>
        </w:rPr>
        <w:t xml:space="preserve"> - CONTRACTANT</w:t>
      </w:r>
    </w:p>
    <w:p w14:paraId="47EAB704" w14:textId="77777777" w:rsidR="00AA0377" w:rsidRPr="00634EC5" w:rsidRDefault="00AA0377" w:rsidP="00C555F9">
      <w:pPr>
        <w:spacing w:line="360" w:lineRule="auto"/>
      </w:pPr>
    </w:p>
    <w:p w14:paraId="687603BD" w14:textId="117AFDD8" w:rsidR="00634EC5" w:rsidRPr="00634EC5" w:rsidRDefault="00634EC5" w:rsidP="00C555F9">
      <w:r w:rsidRPr="00634EC5">
        <w:t>Je soussigné :</w:t>
      </w:r>
    </w:p>
    <w:p w14:paraId="7860DA30" w14:textId="6FF11D0E" w:rsidR="00634EC5" w:rsidRPr="00634EC5" w:rsidRDefault="00634EC5" w:rsidP="00C555F9">
      <w:pPr>
        <w:spacing w:line="360" w:lineRule="auto"/>
        <w:rPr>
          <w:i/>
          <w:iCs/>
        </w:rPr>
      </w:pPr>
      <w:r w:rsidRPr="00634EC5">
        <w:rPr>
          <w:i/>
          <w:iCs/>
        </w:rPr>
        <w:t>(nom et qualité du signataire)</w:t>
      </w:r>
    </w:p>
    <w:p w14:paraId="29989601" w14:textId="77777777" w:rsidR="00AA0377" w:rsidRPr="00D25E17" w:rsidRDefault="00AA0377" w:rsidP="00C555F9"/>
    <w:p w14:paraId="5DBF5B22" w14:textId="0A2B4D20" w:rsidR="00AA0377" w:rsidRPr="00826D30" w:rsidRDefault="00AA0377" w:rsidP="00C555F9">
      <w:pPr>
        <w:numPr>
          <w:ilvl w:val="0"/>
          <w:numId w:val="9"/>
        </w:numPr>
        <w:tabs>
          <w:tab w:val="left" w:pos="0"/>
        </w:tabs>
        <w:jc w:val="both"/>
        <w:rPr>
          <w:rFonts w:eastAsia="Calibri"/>
        </w:rPr>
      </w:pPr>
      <w:r w:rsidRPr="00826D30">
        <w:rPr>
          <w:rFonts w:eastAsia="Calibri"/>
        </w:rPr>
        <w:t xml:space="preserve">après avoir pris connaissance de l’ensemble des documents constituant le dossier de procédure adaptée </w:t>
      </w:r>
      <w:r w:rsidR="00634EC5">
        <w:rPr>
          <w:rFonts w:eastAsia="Calibri"/>
        </w:rPr>
        <w:t>MA 01-2025</w:t>
      </w:r>
      <w:r w:rsidRPr="00826D30">
        <w:rPr>
          <w:rFonts w:eastAsia="Calibri"/>
        </w:rPr>
        <w:t xml:space="preserve"> et des documents qui y sont respectivement mentionnés,</w:t>
      </w:r>
    </w:p>
    <w:p w14:paraId="11181F17" w14:textId="77777777" w:rsidR="00AA0377" w:rsidRPr="00D25E17" w:rsidRDefault="00AA0377" w:rsidP="00C555F9"/>
    <w:p w14:paraId="306F4F50" w14:textId="71A0CE95" w:rsidR="00826D30" w:rsidRPr="00626D2C" w:rsidRDefault="00826D30" w:rsidP="00C555F9">
      <w:pPr>
        <w:numPr>
          <w:ilvl w:val="0"/>
          <w:numId w:val="9"/>
        </w:numPr>
        <w:tabs>
          <w:tab w:val="left" w:pos="0"/>
        </w:tabs>
        <w:jc w:val="both"/>
        <w:rPr>
          <w:rFonts w:eastAsia="Calibri"/>
        </w:rPr>
      </w:pPr>
      <w:r w:rsidRPr="00626D2C">
        <w:rPr>
          <w:rFonts w:eastAsia="Calibri"/>
        </w:rPr>
        <w:t>je certifie ne faire l’objet d’aucune exclusion de soumissionner pour les motifs de l’article L</w:t>
      </w:r>
      <w:r w:rsidR="00CE5C05">
        <w:rPr>
          <w:rFonts w:eastAsia="Calibri"/>
        </w:rPr>
        <w:t>.</w:t>
      </w:r>
      <w:r w:rsidRPr="00626D2C">
        <w:rPr>
          <w:rFonts w:eastAsia="Calibri"/>
        </w:rPr>
        <w:t>2341-1 du code de la commande publique et m’engage sans réserve, conformément aux stipulations des documents visés ci-dessus, à fournir dans les conditions ainsi définies, les fournitures décrites</w:t>
      </w:r>
      <w:r>
        <w:rPr>
          <w:rFonts w:eastAsia="Calibri"/>
        </w:rPr>
        <w:t xml:space="preserve"> aux cahiers des charges.</w:t>
      </w:r>
    </w:p>
    <w:p w14:paraId="39426DF4" w14:textId="77777777" w:rsidR="00826D30" w:rsidRPr="00D25E17" w:rsidRDefault="00826D30" w:rsidP="00C555F9">
      <w:pPr>
        <w:tabs>
          <w:tab w:val="left" w:pos="0"/>
        </w:tabs>
      </w:pPr>
    </w:p>
    <w:p w14:paraId="448104D4" w14:textId="6174B912" w:rsidR="00826D30" w:rsidRPr="00D25E17" w:rsidRDefault="00826D30" w:rsidP="00C555F9">
      <w:pPr>
        <w:jc w:val="both"/>
      </w:pPr>
      <w:r w:rsidRPr="00D25E17">
        <w:t xml:space="preserve">L’offre ainsi présentée me lie, si son acceptation m’est notifiée dans un délai de cent </w:t>
      </w:r>
      <w:r w:rsidR="00D87DEF" w:rsidRPr="00D25E17">
        <w:t>quatre-vingt</w:t>
      </w:r>
      <w:r w:rsidRPr="00D25E17">
        <w:t xml:space="preserve"> jours (180) à compter de la date limite de remise des offres fixée par le Règlement de la Consultation (R.C.) ou, passé ce délai, si la signature de l’</w:t>
      </w:r>
      <w:r>
        <w:t>accord-cadre</w:t>
      </w:r>
      <w:r w:rsidRPr="00D25E17">
        <w:t xml:space="preserve"> m’est notifiée avant que j’ai renoncé à mon offre par déclaration écrite adressée au Directeur de la Caf de Paris.</w:t>
      </w:r>
    </w:p>
    <w:p w14:paraId="68B7AAEE" w14:textId="77777777" w:rsidR="00AA0377" w:rsidRPr="00AA0377" w:rsidRDefault="00AA0377" w:rsidP="00C555F9">
      <w:pPr>
        <w:jc w:val="both"/>
      </w:pPr>
    </w:p>
    <w:p w14:paraId="4C73FF36" w14:textId="72CB7EAE" w:rsidR="00826D30" w:rsidRDefault="00826D30" w:rsidP="00C555F9">
      <w:pPr>
        <w:pStyle w:val="jojo"/>
        <w:rPr>
          <w:rFonts w:cs="Arial"/>
          <w:b/>
          <w:sz w:val="20"/>
        </w:rPr>
      </w:pPr>
      <w:r w:rsidRPr="00826D30">
        <w:rPr>
          <w:rFonts w:cs="Arial"/>
          <w:b/>
          <w:sz w:val="20"/>
          <w:u w:val="single"/>
        </w:rPr>
        <w:t xml:space="preserve">ARTICLE </w:t>
      </w:r>
      <w:r w:rsidR="00C7007B">
        <w:rPr>
          <w:rFonts w:cs="Arial"/>
          <w:b/>
          <w:sz w:val="20"/>
          <w:u w:val="single"/>
        </w:rPr>
        <w:t>2</w:t>
      </w:r>
      <w:r w:rsidRPr="00826D30">
        <w:rPr>
          <w:rFonts w:cs="Arial"/>
          <w:b/>
          <w:sz w:val="20"/>
        </w:rPr>
        <w:t xml:space="preserve"> –</w:t>
      </w:r>
      <w:r w:rsidR="00634EC5">
        <w:rPr>
          <w:rFonts w:cs="Arial"/>
          <w:b/>
          <w:sz w:val="20"/>
        </w:rPr>
        <w:t xml:space="preserve"> OBJET DE L’ACCORD-CADRE ET REGLEMENTATION</w:t>
      </w:r>
    </w:p>
    <w:p w14:paraId="6276A8CC" w14:textId="77777777" w:rsidR="00634EC5" w:rsidRDefault="00634EC5" w:rsidP="00C555F9">
      <w:pPr>
        <w:pStyle w:val="jojo"/>
        <w:rPr>
          <w:rFonts w:cs="Arial"/>
          <w:b/>
          <w:sz w:val="20"/>
        </w:rPr>
      </w:pPr>
    </w:p>
    <w:p w14:paraId="1632C144" w14:textId="28A3DE21" w:rsidR="00634EC5" w:rsidRPr="00634EC5" w:rsidRDefault="00634EC5" w:rsidP="00C555F9">
      <w:pPr>
        <w:jc w:val="both"/>
        <w:rPr>
          <w:color w:val="000000"/>
          <w:szCs w:val="24"/>
        </w:rPr>
      </w:pPr>
      <w:r w:rsidRPr="00634EC5">
        <w:rPr>
          <w:color w:val="000000"/>
          <w:szCs w:val="24"/>
        </w:rPr>
        <w:t xml:space="preserve">Le présent accord-cadre a pour objet </w:t>
      </w:r>
      <w:r>
        <w:rPr>
          <w:bCs/>
        </w:rPr>
        <w:t>la fourniture de produits d’entretien, d’hygiène et d’articles de droguerie pour la Caf de Paris.</w:t>
      </w:r>
    </w:p>
    <w:p w14:paraId="342CFD35" w14:textId="77777777" w:rsidR="00634EC5" w:rsidRPr="00634EC5" w:rsidRDefault="00634EC5" w:rsidP="00C555F9">
      <w:pPr>
        <w:jc w:val="both"/>
        <w:rPr>
          <w:color w:val="000000"/>
          <w:szCs w:val="24"/>
        </w:rPr>
      </w:pPr>
    </w:p>
    <w:p w14:paraId="3CFABA3D" w14:textId="77777777" w:rsidR="00634EC5" w:rsidRPr="00634EC5" w:rsidRDefault="00634EC5" w:rsidP="00C555F9">
      <w:pPr>
        <w:jc w:val="both"/>
        <w:rPr>
          <w:color w:val="000000"/>
          <w:szCs w:val="24"/>
        </w:rPr>
      </w:pPr>
      <w:r w:rsidRPr="00634EC5">
        <w:rPr>
          <w:color w:val="000000"/>
          <w:szCs w:val="24"/>
        </w:rPr>
        <w:t>L’accord-cadre est passé en application de l’article L 124-4 du code de la Sécurité sociale, de l’arrêté du 19 juillet 2018 portant réglementation des marchés passés par les organismes de Sécurité sociale, du code de la commande publique issu de l’ordonnance n°2018-1074 du 26 novembre 2018 portant partie législative et du décret n°2018-1075 du 3 décembre 2018 portant partie réglementaire et le Cahier des Clauses Administratives Générales applicables aux marchés publics de fournitures courantes et de services du 30 mars 2021.</w:t>
      </w:r>
    </w:p>
    <w:p w14:paraId="79C783C8" w14:textId="77777777" w:rsidR="00634EC5" w:rsidRPr="00634EC5" w:rsidRDefault="00634EC5" w:rsidP="00C555F9">
      <w:pPr>
        <w:jc w:val="both"/>
        <w:rPr>
          <w:color w:val="000000"/>
          <w:szCs w:val="24"/>
        </w:rPr>
      </w:pPr>
    </w:p>
    <w:p w14:paraId="5698F427" w14:textId="77777777" w:rsidR="00C7007B" w:rsidRPr="00C7007B" w:rsidRDefault="00634EC5" w:rsidP="00C7007B">
      <w:pPr>
        <w:jc w:val="both"/>
        <w:rPr>
          <w:color w:val="000000"/>
          <w:szCs w:val="24"/>
        </w:rPr>
      </w:pPr>
      <w:r w:rsidRPr="00634EC5">
        <w:rPr>
          <w:color w:val="000000"/>
          <w:szCs w:val="24"/>
        </w:rPr>
        <w:t>L’accord-cadre est conclu à bons de commande avec un seul opérateur économique conformément à l’article R2162-2 du code de la commande publique.</w:t>
      </w:r>
      <w:r>
        <w:rPr>
          <w:color w:val="000000"/>
          <w:szCs w:val="24"/>
        </w:rPr>
        <w:t xml:space="preserve"> </w:t>
      </w:r>
      <w:r w:rsidR="00C7007B" w:rsidRPr="00C7007B">
        <w:rPr>
          <w:color w:val="000000"/>
          <w:szCs w:val="24"/>
        </w:rPr>
        <w:t>Dans la mesure où l’accord-cadre fixe toutes les stipulations contractuelles, il sera exécuté au fur et à mesure de l’émission des bons de commande dans les conditions fixées aux articles R.2162-13 et R.2162-14 du code de la commande publique. Les bons de commande peuvent être émis jusqu’au dernier jour de validité de l’accord-cadre.</w:t>
      </w:r>
    </w:p>
    <w:p w14:paraId="01FF30C6" w14:textId="77777777" w:rsidR="00634EC5" w:rsidRPr="008F286F" w:rsidRDefault="00634EC5" w:rsidP="00C555F9">
      <w:pPr>
        <w:pStyle w:val="Pieddepage"/>
        <w:tabs>
          <w:tab w:val="clear" w:pos="4536"/>
          <w:tab w:val="clear" w:pos="9072"/>
        </w:tabs>
        <w:jc w:val="both"/>
      </w:pPr>
    </w:p>
    <w:p w14:paraId="61527C59" w14:textId="680F5093" w:rsidR="00634EC5" w:rsidRPr="001E254D" w:rsidRDefault="00634EC5" w:rsidP="00C555F9">
      <w:pPr>
        <w:pStyle w:val="Pieddepage"/>
        <w:tabs>
          <w:tab w:val="clear" w:pos="4536"/>
          <w:tab w:val="clear" w:pos="9072"/>
        </w:tabs>
        <w:jc w:val="both"/>
      </w:pPr>
      <w:r>
        <w:t>Il est conclu sans seuil minimal et avec un seuil maximal de 130 000€ HT sur la durée totale de l’accord-cadre, périodes de reconductions comprises</w:t>
      </w:r>
      <w:r w:rsidR="00C7007B">
        <w:t>, soit 48 mois</w:t>
      </w:r>
      <w:r>
        <w:t>.</w:t>
      </w:r>
    </w:p>
    <w:p w14:paraId="2CA9AD63" w14:textId="77777777" w:rsidR="00826D30" w:rsidRDefault="00826D30" w:rsidP="00C555F9">
      <w:pPr>
        <w:tabs>
          <w:tab w:val="left" w:pos="284"/>
        </w:tabs>
        <w:jc w:val="both"/>
      </w:pPr>
    </w:p>
    <w:p w14:paraId="37BA5BBE" w14:textId="33AA8D52" w:rsidR="00826D30" w:rsidRDefault="00826D30" w:rsidP="00C555F9">
      <w:pPr>
        <w:tabs>
          <w:tab w:val="left" w:pos="284"/>
        </w:tabs>
        <w:jc w:val="both"/>
        <w:rPr>
          <w:b/>
        </w:rPr>
      </w:pPr>
      <w:r w:rsidRPr="004B4A55">
        <w:rPr>
          <w:b/>
          <w:u w:val="single"/>
        </w:rPr>
        <w:t xml:space="preserve">ARTICLE </w:t>
      </w:r>
      <w:r w:rsidR="00C7007B">
        <w:rPr>
          <w:b/>
          <w:u w:val="single"/>
        </w:rPr>
        <w:t>3</w:t>
      </w:r>
      <w:r w:rsidRPr="004B4A55">
        <w:rPr>
          <w:b/>
        </w:rPr>
        <w:t xml:space="preserve"> – DUREE</w:t>
      </w:r>
    </w:p>
    <w:p w14:paraId="046D8968" w14:textId="77777777" w:rsidR="00826D30" w:rsidRDefault="00826D30" w:rsidP="00C555F9">
      <w:pPr>
        <w:tabs>
          <w:tab w:val="left" w:pos="284"/>
        </w:tabs>
        <w:jc w:val="both"/>
      </w:pPr>
    </w:p>
    <w:p w14:paraId="2180AB43" w14:textId="77777777" w:rsidR="00634EC5" w:rsidRDefault="00634EC5" w:rsidP="00C555F9">
      <w:pPr>
        <w:jc w:val="both"/>
      </w:pPr>
      <w:bookmarkStart w:id="0" w:name="_Hlk194585247"/>
      <w:bookmarkStart w:id="1" w:name="_Hlk194591423"/>
      <w:r>
        <w:t>L’accord-cadre prend effet à compter de sa date de notification au titulaire retenu</w:t>
      </w:r>
      <w:bookmarkEnd w:id="0"/>
      <w:r>
        <w:t>. A compter de cette date, il est conclu pour une durée ferme de 12 mois.</w:t>
      </w:r>
    </w:p>
    <w:p w14:paraId="6036E009" w14:textId="77777777" w:rsidR="00634EC5" w:rsidRDefault="00634EC5" w:rsidP="00C555F9">
      <w:pPr>
        <w:jc w:val="both"/>
      </w:pPr>
    </w:p>
    <w:p w14:paraId="343DAA0A" w14:textId="77777777" w:rsidR="00634EC5" w:rsidRDefault="00634EC5" w:rsidP="00C555F9">
      <w:pPr>
        <w:jc w:val="both"/>
      </w:pPr>
      <w:r>
        <w:t>Il sera reconduit 3 fois, par tacite reconduction, pour des périodes de 12 mois chacune. La durée maximale est de 48 mois, périodes de reconductions comprises.</w:t>
      </w:r>
    </w:p>
    <w:p w14:paraId="01F8D9E0" w14:textId="77777777" w:rsidR="00634EC5" w:rsidRDefault="00634EC5" w:rsidP="00C555F9">
      <w:pPr>
        <w:jc w:val="both"/>
      </w:pPr>
    </w:p>
    <w:p w14:paraId="6DD74C66" w14:textId="77777777" w:rsidR="00634EC5" w:rsidRDefault="00634EC5" w:rsidP="00C555F9">
      <w:pPr>
        <w:jc w:val="both"/>
      </w:pPr>
      <w: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0A8B1BA0" w14:textId="77777777" w:rsidR="00634EC5" w:rsidRDefault="00634EC5" w:rsidP="00C555F9">
      <w:pPr>
        <w:jc w:val="both"/>
      </w:pPr>
      <w:r>
        <w:t>En application de l’article R 2112-4 du code de la commande publique, le titulaire ne peut pas refuser la reconduction de l’accord-cadre.</w:t>
      </w:r>
    </w:p>
    <w:p w14:paraId="064688E6" w14:textId="77777777" w:rsidR="00634EC5" w:rsidRDefault="00634EC5" w:rsidP="00C555F9">
      <w:pPr>
        <w:jc w:val="both"/>
      </w:pPr>
    </w:p>
    <w:p w14:paraId="5AFE9F78" w14:textId="77777777" w:rsidR="00634EC5" w:rsidRDefault="00634EC5" w:rsidP="00C555F9">
      <w:pPr>
        <w:jc w:val="both"/>
      </w:pPr>
      <w:r>
        <w:t>Il est entendu que si le seuil maximal est atteint, l’accord-cadre concerné cesse de plein droit.</w:t>
      </w:r>
    </w:p>
    <w:p w14:paraId="7538961B" w14:textId="77777777" w:rsidR="00634EC5" w:rsidRDefault="00634EC5" w:rsidP="00C555F9">
      <w:pPr>
        <w:jc w:val="both"/>
      </w:pPr>
    </w:p>
    <w:p w14:paraId="5A949404" w14:textId="77777777" w:rsidR="00C7007B" w:rsidRDefault="00C7007B" w:rsidP="00C555F9">
      <w:pPr>
        <w:jc w:val="both"/>
      </w:pPr>
    </w:p>
    <w:p w14:paraId="2ACAE07B" w14:textId="77777777" w:rsidR="00C7007B" w:rsidRDefault="00C7007B" w:rsidP="00C555F9">
      <w:pPr>
        <w:jc w:val="both"/>
      </w:pPr>
    </w:p>
    <w:p w14:paraId="16E39002" w14:textId="77777777" w:rsidR="00634EC5" w:rsidRDefault="00634EC5" w:rsidP="00C555F9">
      <w:pPr>
        <w:jc w:val="both"/>
      </w:pPr>
      <w:r>
        <w:lastRenderedPageBreak/>
        <w:t>Le pouvoir adjudicateur se réserve la possibilité de résilier l’accord-cadre à tout moment en respectant un délai de prévenance de trois mois. Dans cette hypothèse, par dérogation à l’article 42 du CCAG-FCS, le prestataire ne pourra exiger aucune indemnité.</w:t>
      </w:r>
    </w:p>
    <w:p w14:paraId="33185C7E" w14:textId="77777777" w:rsidR="00634EC5" w:rsidRDefault="00634EC5" w:rsidP="00C555F9">
      <w:pPr>
        <w:jc w:val="both"/>
      </w:pPr>
    </w:p>
    <w:p w14:paraId="1ABE21A3" w14:textId="48A1175A" w:rsidR="00826D30" w:rsidRDefault="00634EC5" w:rsidP="00C555F9">
      <w:pPr>
        <w:jc w:val="both"/>
      </w:pPr>
      <w:r>
        <w:t>Les délais d’exécution des prestations seront indiqués au titulaire sur chaque bon de commande. La réception des prestations se fait dans les conditions prévues au CCAG.</w:t>
      </w:r>
    </w:p>
    <w:p w14:paraId="2ED54277" w14:textId="77777777" w:rsidR="00E1613C" w:rsidRDefault="00E1613C" w:rsidP="00C555F9">
      <w:pPr>
        <w:jc w:val="both"/>
      </w:pPr>
    </w:p>
    <w:p w14:paraId="576DE8DD" w14:textId="77777777" w:rsidR="00E1613C" w:rsidRPr="006F396B" w:rsidRDefault="00E1613C" w:rsidP="00E1613C">
      <w:pPr>
        <w:pStyle w:val="jojo"/>
        <w:jc w:val="both"/>
        <w:rPr>
          <w:rFonts w:cs="Arial"/>
          <w:bCs/>
          <w:sz w:val="20"/>
        </w:rPr>
      </w:pPr>
      <w:r>
        <w:rPr>
          <w:rFonts w:cs="Arial"/>
          <w:bCs/>
          <w:sz w:val="20"/>
        </w:rPr>
        <w:t xml:space="preserve">Pour information, les bons de commande seront émis par le pouvoir adjudicateur à compter du </w:t>
      </w:r>
      <w:r>
        <w:rPr>
          <w:rFonts w:cs="Arial"/>
          <w:bCs/>
          <w:sz w:val="20"/>
        </w:rPr>
        <w:br/>
        <w:t>19 octobre 2025.</w:t>
      </w:r>
    </w:p>
    <w:bookmarkEnd w:id="1"/>
    <w:p w14:paraId="06EA7802" w14:textId="77777777" w:rsidR="00634EC5" w:rsidRDefault="00634EC5" w:rsidP="00C555F9">
      <w:pPr>
        <w:jc w:val="both"/>
        <w:rPr>
          <w:bCs/>
        </w:rPr>
      </w:pPr>
    </w:p>
    <w:p w14:paraId="0582E128" w14:textId="2AAD09DE" w:rsidR="00826D30" w:rsidRPr="00826D30" w:rsidRDefault="00826D30" w:rsidP="00C555F9">
      <w:pPr>
        <w:jc w:val="both"/>
        <w:rPr>
          <w:b/>
          <w:bCs/>
        </w:rPr>
      </w:pPr>
      <w:r w:rsidRPr="00826D30">
        <w:rPr>
          <w:b/>
          <w:bCs/>
          <w:u w:val="single"/>
        </w:rPr>
        <w:t xml:space="preserve">ARTICLE </w:t>
      </w:r>
      <w:r w:rsidR="00C7007B">
        <w:rPr>
          <w:b/>
          <w:bCs/>
          <w:u w:val="single"/>
        </w:rPr>
        <w:t>4</w:t>
      </w:r>
      <w:r w:rsidR="00C7007B" w:rsidRPr="00C7007B">
        <w:rPr>
          <w:b/>
          <w:bCs/>
        </w:rPr>
        <w:t xml:space="preserve"> </w:t>
      </w:r>
      <w:r w:rsidRPr="00826D30">
        <w:rPr>
          <w:b/>
          <w:bCs/>
        </w:rPr>
        <w:t>- PIECES CONSTITUTIVES</w:t>
      </w:r>
    </w:p>
    <w:p w14:paraId="09547AB7" w14:textId="77777777" w:rsidR="00826D30" w:rsidRDefault="00826D30" w:rsidP="00C555F9">
      <w:pPr>
        <w:jc w:val="both"/>
        <w:rPr>
          <w:bCs/>
        </w:rPr>
      </w:pPr>
    </w:p>
    <w:p w14:paraId="6CDD9331" w14:textId="77777777" w:rsidR="00C555F9" w:rsidRPr="001E3551" w:rsidRDefault="00C555F9" w:rsidP="00C555F9">
      <w:pPr>
        <w:pStyle w:val="Standard"/>
        <w:tabs>
          <w:tab w:val="clear" w:pos="708"/>
          <w:tab w:val="left" w:pos="142"/>
        </w:tabs>
        <w:spacing w:after="0" w:line="240" w:lineRule="auto"/>
        <w:jc w:val="both"/>
        <w:rPr>
          <w:rFonts w:ascii="Arial" w:hAnsi="Arial" w:cs="Arial"/>
          <w:bCs/>
          <w:sz w:val="20"/>
          <w:szCs w:val="20"/>
        </w:rPr>
      </w:pPr>
      <w:r>
        <w:rPr>
          <w:rFonts w:ascii="Arial" w:hAnsi="Arial" w:cs="Arial"/>
          <w:bCs/>
          <w:sz w:val="20"/>
          <w:szCs w:val="20"/>
        </w:rPr>
        <w:t>Par dérogation de l’article 4.1 du CCAF-FCS, l</w:t>
      </w:r>
      <w:r w:rsidRPr="001E3551">
        <w:rPr>
          <w:rFonts w:ascii="Arial" w:hAnsi="Arial" w:cs="Arial"/>
          <w:bCs/>
          <w:sz w:val="20"/>
          <w:szCs w:val="20"/>
        </w:rPr>
        <w:t>es pièces constitutives de l’accord-cadre sont les suivantes classées par ordre d'importance décroissant :</w:t>
      </w:r>
    </w:p>
    <w:p w14:paraId="37C18DBD" w14:textId="2841753D" w:rsidR="00C555F9" w:rsidRPr="00C555F9" w:rsidRDefault="00C555F9" w:rsidP="00C555F9">
      <w:pPr>
        <w:pStyle w:val="Paragraphedeliste"/>
        <w:numPr>
          <w:ilvl w:val="0"/>
          <w:numId w:val="21"/>
        </w:numPr>
        <w:jc w:val="both"/>
        <w:rPr>
          <w:rFonts w:ascii="Arial" w:eastAsia="Arial Unicode MS" w:hAnsi="Arial" w:cs="Arial"/>
          <w:lang w:eastAsia="zh-CN" w:bidi="hi-IN"/>
        </w:rPr>
      </w:pPr>
      <w:r w:rsidRPr="00C555F9">
        <w:rPr>
          <w:rFonts w:ascii="Arial" w:eastAsia="Arial Unicode MS" w:hAnsi="Arial" w:cs="Arial"/>
          <w:lang w:eastAsia="zh-CN" w:bidi="hi-IN"/>
        </w:rPr>
        <w:t>le cadre de réponse (A.E – MA 01-2025) et son annexe 1 relative au bordereau de prix unitaires dénommée catalogue restreint ;</w:t>
      </w:r>
    </w:p>
    <w:p w14:paraId="744ED570" w14:textId="1610B562" w:rsidR="00C555F9" w:rsidRPr="00C555F9" w:rsidRDefault="00C555F9" w:rsidP="00C555F9">
      <w:pPr>
        <w:pStyle w:val="Paragraphedeliste"/>
        <w:numPr>
          <w:ilvl w:val="0"/>
          <w:numId w:val="21"/>
        </w:numPr>
        <w:jc w:val="both"/>
        <w:rPr>
          <w:rFonts w:ascii="Arial" w:eastAsia="Arial Unicode MS" w:hAnsi="Arial" w:cs="Arial"/>
          <w:lang w:eastAsia="zh-CN" w:bidi="hi-IN"/>
        </w:rPr>
      </w:pPr>
      <w:r w:rsidRPr="00C555F9">
        <w:rPr>
          <w:rFonts w:ascii="Arial" w:eastAsia="Arial Unicode MS" w:hAnsi="Arial" w:cs="Arial"/>
          <w:lang w:eastAsia="zh-CN" w:bidi="hi-IN"/>
        </w:rPr>
        <w:t>le Cahier des Clauses Administratives Particulières et ses deux annexes (C.C.A.P –</w:t>
      </w:r>
      <w:r>
        <w:rPr>
          <w:rFonts w:ascii="Arial" w:eastAsia="Arial Unicode MS" w:hAnsi="Arial" w:cs="Arial"/>
          <w:lang w:eastAsia="zh-CN" w:bidi="hi-IN"/>
        </w:rPr>
        <w:t xml:space="preserve"> </w:t>
      </w:r>
      <w:r w:rsidRPr="00C555F9">
        <w:rPr>
          <w:rFonts w:ascii="Arial" w:eastAsia="Arial Unicode MS" w:hAnsi="Arial" w:cs="Arial"/>
          <w:lang w:eastAsia="zh-CN" w:bidi="hi-IN"/>
        </w:rPr>
        <w:t>MA 01-2025) ;</w:t>
      </w:r>
    </w:p>
    <w:p w14:paraId="0F5F17FC" w14:textId="77777777" w:rsidR="00C555F9" w:rsidRPr="00C555F9" w:rsidRDefault="00C555F9" w:rsidP="00C555F9">
      <w:pPr>
        <w:pStyle w:val="Paragraphedeliste"/>
        <w:numPr>
          <w:ilvl w:val="0"/>
          <w:numId w:val="21"/>
        </w:numPr>
        <w:jc w:val="both"/>
        <w:rPr>
          <w:rFonts w:ascii="Arial" w:eastAsia="Arial Unicode MS" w:hAnsi="Arial" w:cs="Arial"/>
          <w:lang w:eastAsia="zh-CN" w:bidi="hi-IN"/>
        </w:rPr>
      </w:pPr>
      <w:r w:rsidRPr="00C555F9">
        <w:rPr>
          <w:rFonts w:ascii="Arial" w:eastAsia="Arial Unicode MS" w:hAnsi="Arial" w:cs="Arial"/>
          <w:lang w:eastAsia="zh-CN" w:bidi="hi-IN"/>
        </w:rPr>
        <w:t>le Cahier des Clauses Techniques Particulières (C.C.T.P – MA 01-2025) ;</w:t>
      </w:r>
    </w:p>
    <w:p w14:paraId="4E27E069" w14:textId="77777777" w:rsidR="00C555F9" w:rsidRPr="00C555F9" w:rsidRDefault="00C555F9" w:rsidP="00C555F9">
      <w:pPr>
        <w:pStyle w:val="Paragraphedeliste"/>
        <w:numPr>
          <w:ilvl w:val="0"/>
          <w:numId w:val="21"/>
        </w:numPr>
        <w:jc w:val="both"/>
        <w:rPr>
          <w:rFonts w:ascii="Arial" w:eastAsia="Arial Unicode MS" w:hAnsi="Arial" w:cs="Arial"/>
          <w:lang w:eastAsia="zh-CN" w:bidi="hi-IN"/>
        </w:rPr>
      </w:pPr>
      <w:r w:rsidRPr="00C555F9">
        <w:rPr>
          <w:rFonts w:ascii="Arial" w:eastAsia="Arial Unicode MS" w:hAnsi="Arial" w:cs="Arial"/>
          <w:lang w:eastAsia="zh-CN" w:bidi="hi-IN"/>
        </w:rPr>
        <w:t>en sus de l’article 4.1 du CCAG-FCS, les bons de commande émis par le pouvoir adjudicateur ;</w:t>
      </w:r>
    </w:p>
    <w:p w14:paraId="6AD8E905" w14:textId="77777777" w:rsidR="00C555F9" w:rsidRPr="00C555F9" w:rsidRDefault="00C555F9" w:rsidP="00C555F9">
      <w:pPr>
        <w:pStyle w:val="Paragraphedeliste"/>
        <w:numPr>
          <w:ilvl w:val="0"/>
          <w:numId w:val="21"/>
        </w:numPr>
        <w:jc w:val="both"/>
        <w:rPr>
          <w:rFonts w:ascii="Arial" w:eastAsia="Arial Unicode MS" w:hAnsi="Arial" w:cs="Arial"/>
          <w:lang w:eastAsia="zh-CN" w:bidi="hi-IN"/>
        </w:rPr>
      </w:pPr>
      <w:r w:rsidRPr="00C555F9">
        <w:rPr>
          <w:rFonts w:ascii="Arial" w:eastAsia="Arial Unicode MS" w:hAnsi="Arial" w:cs="Arial"/>
          <w:lang w:eastAsia="zh-CN" w:bidi="hi-IN"/>
        </w:rPr>
        <w:t>le ou les catalogue(s) chiffré(s) de l’opérateur économique (chiffrage sur papier ou via site internet);</w:t>
      </w:r>
    </w:p>
    <w:p w14:paraId="1E704C98" w14:textId="77777777" w:rsidR="00C555F9" w:rsidRPr="00C555F9" w:rsidRDefault="00C555F9" w:rsidP="00C555F9">
      <w:pPr>
        <w:pStyle w:val="Paragraphedeliste"/>
        <w:numPr>
          <w:ilvl w:val="0"/>
          <w:numId w:val="21"/>
        </w:numPr>
        <w:jc w:val="both"/>
        <w:rPr>
          <w:rFonts w:ascii="Arial" w:eastAsia="Arial Unicode MS" w:hAnsi="Arial" w:cs="Arial"/>
          <w:lang w:eastAsia="zh-CN" w:bidi="hi-IN"/>
        </w:rPr>
      </w:pPr>
      <w:r w:rsidRPr="00C555F9">
        <w:rPr>
          <w:rFonts w:ascii="Arial" w:eastAsia="Arial Unicode MS" w:hAnsi="Arial" w:cs="Arial"/>
          <w:lang w:eastAsia="zh-CN" w:bidi="hi-IN"/>
        </w:rPr>
        <w:t>le mémoire technique du titulaire ;</w:t>
      </w:r>
    </w:p>
    <w:p w14:paraId="55372CB9" w14:textId="77777777" w:rsidR="00C555F9" w:rsidRDefault="00C555F9" w:rsidP="00C555F9">
      <w:pPr>
        <w:pStyle w:val="Paragraphedeliste"/>
        <w:numPr>
          <w:ilvl w:val="0"/>
          <w:numId w:val="21"/>
        </w:numPr>
        <w:jc w:val="both"/>
        <w:rPr>
          <w:rFonts w:ascii="Arial" w:eastAsia="Arial Unicode MS" w:hAnsi="Arial" w:cs="Arial"/>
          <w:lang w:eastAsia="zh-CN" w:bidi="hi-IN"/>
        </w:rPr>
      </w:pPr>
      <w:r w:rsidRPr="00C555F9">
        <w:rPr>
          <w:rFonts w:ascii="Arial" w:eastAsia="Arial Unicode MS" w:hAnsi="Arial" w:cs="Arial"/>
          <w:lang w:eastAsia="zh-CN" w:bidi="hi-IN"/>
        </w:rPr>
        <w:t>le Cahier des Clauses Administratives Générales applicables aux marchés de Fournitures Courantes et Services (CCAG-FCS) approuvé par l’arrêté du 30 mars 2021.</w:t>
      </w:r>
    </w:p>
    <w:p w14:paraId="0376026F" w14:textId="77777777" w:rsidR="00E1613C" w:rsidRDefault="00E1613C" w:rsidP="00E1613C">
      <w:pPr>
        <w:pStyle w:val="Corpsdetexte31"/>
        <w:ind w:right="-290"/>
        <w:rPr>
          <w:rFonts w:cs="Arial"/>
          <w:sz w:val="20"/>
        </w:rPr>
      </w:pPr>
    </w:p>
    <w:p w14:paraId="623CDBE6" w14:textId="3D2D0718" w:rsidR="00E1613C" w:rsidRPr="005B47FD" w:rsidRDefault="00E1613C" w:rsidP="00C7007B">
      <w:pPr>
        <w:pStyle w:val="Corpsdetexte31"/>
        <w:ind w:right="-1"/>
        <w:rPr>
          <w:rFonts w:cs="Arial"/>
          <w:sz w:val="20"/>
        </w:rPr>
      </w:pPr>
      <w:r w:rsidRPr="005B47FD">
        <w:rPr>
          <w:rFonts w:cs="Arial"/>
          <w:sz w:val="20"/>
        </w:rPr>
        <w:t xml:space="preserve">Aucune réserve, qui serait apportée aux pièces désignées ci-dessus lors de la remise de l’offre puis durant l’exécution de l’accord-cadre, ne sera admise. Le titulaire s’engage à respecter toutes les dispositions incluses dans les pièces de l’accord-cadre. Les conditions générales du prestataire ou fournisseur sont nulles et non avenues. </w:t>
      </w:r>
    </w:p>
    <w:p w14:paraId="54330A13" w14:textId="77777777" w:rsidR="00E1613C" w:rsidRPr="00E1613C" w:rsidRDefault="00E1613C" w:rsidP="00E1613C">
      <w:pPr>
        <w:jc w:val="both"/>
        <w:rPr>
          <w:rFonts w:eastAsia="Arial Unicode MS"/>
          <w:lang w:eastAsia="zh-CN" w:bidi="hi-IN"/>
        </w:rPr>
      </w:pPr>
    </w:p>
    <w:p w14:paraId="0CEC6BF7" w14:textId="18BB8B1F" w:rsidR="00AA0377" w:rsidRPr="009F2D2A" w:rsidRDefault="00AA0377" w:rsidP="00C555F9">
      <w:pPr>
        <w:pStyle w:val="jojo"/>
        <w:rPr>
          <w:rFonts w:cs="Arial"/>
          <w:b/>
          <w:sz w:val="20"/>
        </w:rPr>
      </w:pPr>
      <w:r w:rsidRPr="009F2D2A">
        <w:rPr>
          <w:rFonts w:cs="Arial"/>
          <w:b/>
          <w:sz w:val="20"/>
          <w:u w:val="single"/>
        </w:rPr>
        <w:t xml:space="preserve">ARTICLE </w:t>
      </w:r>
      <w:r w:rsidR="00C7007B">
        <w:rPr>
          <w:rFonts w:cs="Arial"/>
          <w:b/>
          <w:sz w:val="20"/>
          <w:u w:val="single"/>
        </w:rPr>
        <w:t>5</w:t>
      </w:r>
      <w:r w:rsidRPr="009F2D2A">
        <w:rPr>
          <w:rFonts w:cs="Arial"/>
          <w:b/>
          <w:sz w:val="20"/>
        </w:rPr>
        <w:t xml:space="preserve"> - AVANCE</w:t>
      </w:r>
    </w:p>
    <w:p w14:paraId="64F6A2A4" w14:textId="571984A3" w:rsidR="00AA0377" w:rsidRPr="009F2D2A" w:rsidRDefault="00AA0377" w:rsidP="00C555F9">
      <w:pPr>
        <w:jc w:val="both"/>
      </w:pPr>
    </w:p>
    <w:p w14:paraId="34AB5F36" w14:textId="0CDEF183" w:rsidR="000D7439" w:rsidRPr="009F2D2A" w:rsidRDefault="000D7439" w:rsidP="00C555F9">
      <w:pPr>
        <w:pStyle w:val="Corpsdetexte2"/>
        <w:rPr>
          <w:rFonts w:ascii="Arial" w:hAnsi="Arial"/>
        </w:rPr>
      </w:pPr>
      <w:r w:rsidRPr="0013541D">
        <w:rPr>
          <w:rFonts w:ascii="Arial" w:hAnsi="Arial"/>
        </w:rPr>
        <w:t xml:space="preserve">Sauf refus </w:t>
      </w:r>
      <w:r w:rsidR="00CB119F">
        <w:rPr>
          <w:rFonts w:ascii="Arial" w:hAnsi="Arial"/>
        </w:rPr>
        <w:t xml:space="preserve">exprès </w:t>
      </w:r>
      <w:r w:rsidRPr="0013541D">
        <w:rPr>
          <w:rFonts w:ascii="Arial" w:hAnsi="Arial"/>
        </w:rPr>
        <w:t xml:space="preserve">exprimé, une avance est accordée au titulaire si les conditions de l’article </w:t>
      </w:r>
      <w:r w:rsidR="00C7007B">
        <w:rPr>
          <w:rFonts w:ascii="Arial" w:hAnsi="Arial"/>
        </w:rPr>
        <w:br/>
      </w:r>
      <w:r>
        <w:rPr>
          <w:rFonts w:ascii="Arial" w:hAnsi="Arial"/>
        </w:rPr>
        <w:t>R</w:t>
      </w:r>
      <w:r w:rsidRPr="0013541D">
        <w:rPr>
          <w:rFonts w:ascii="Arial" w:hAnsi="Arial"/>
        </w:rPr>
        <w:t>2191</w:t>
      </w:r>
      <w:r w:rsidR="00C7007B">
        <w:rPr>
          <w:rFonts w:ascii="Arial" w:hAnsi="Arial"/>
        </w:rPr>
        <w:t>-</w:t>
      </w:r>
      <w:r w:rsidRPr="0013541D">
        <w:rPr>
          <w:rFonts w:ascii="Arial" w:hAnsi="Arial"/>
        </w:rPr>
        <w:t>16 du code de la commande publique sont réunies.</w:t>
      </w:r>
    </w:p>
    <w:p w14:paraId="2D705ECE" w14:textId="77777777" w:rsidR="000D7439" w:rsidRPr="009F2D2A" w:rsidRDefault="000D7439" w:rsidP="00C555F9">
      <w:pPr>
        <w:pStyle w:val="Corpsdetexte2"/>
        <w:rPr>
          <w:rFonts w:ascii="Arial" w:hAnsi="Arial"/>
        </w:rPr>
      </w:pPr>
    </w:p>
    <w:p w14:paraId="4AF1C38D" w14:textId="2FB48746" w:rsidR="000D7439" w:rsidRPr="009F2D2A" w:rsidRDefault="000D7439" w:rsidP="00C555F9">
      <w:pPr>
        <w:jc w:val="both"/>
      </w:pPr>
      <w:r w:rsidRPr="009F2D2A">
        <w:t>En conséquence</w:t>
      </w:r>
      <w:r w:rsidR="00C555F9">
        <w:t> :</w:t>
      </w:r>
    </w:p>
    <w:p w14:paraId="172DE775" w14:textId="77777777" w:rsidR="000D7439" w:rsidRDefault="000D7439" w:rsidP="00C555F9">
      <w:pPr>
        <w:widowControl/>
        <w:numPr>
          <w:ilvl w:val="0"/>
          <w:numId w:val="10"/>
        </w:numPr>
        <w:spacing w:after="120"/>
        <w:ind w:left="1491" w:hanging="357"/>
        <w:jc w:val="both"/>
      </w:pPr>
      <w:r w:rsidRPr="009F2D2A">
        <w:t>je souhaite bénéficier de l’avance ;</w:t>
      </w:r>
    </w:p>
    <w:p w14:paraId="7B8C054E" w14:textId="27D07206" w:rsidR="00AA0377" w:rsidRDefault="000D7439" w:rsidP="00C555F9">
      <w:pPr>
        <w:widowControl/>
        <w:numPr>
          <w:ilvl w:val="0"/>
          <w:numId w:val="10"/>
        </w:numPr>
        <w:spacing w:after="120"/>
        <w:ind w:left="1491" w:hanging="357"/>
        <w:jc w:val="both"/>
      </w:pPr>
      <w:r w:rsidRPr="009F2D2A">
        <w:t>je ne souhaite pas bénéficier de l’avance</w:t>
      </w:r>
      <w:r>
        <w:t>.</w:t>
      </w:r>
    </w:p>
    <w:p w14:paraId="76DE24A8" w14:textId="16A4FB96" w:rsidR="00AA0377" w:rsidRPr="009F2D2A" w:rsidRDefault="00AA0377" w:rsidP="00C555F9">
      <w:pPr>
        <w:jc w:val="both"/>
        <w:rPr>
          <w:b/>
        </w:rPr>
      </w:pPr>
      <w:r w:rsidRPr="009F2D2A">
        <w:t xml:space="preserve"> </w:t>
      </w:r>
      <w:r w:rsidRPr="009F2D2A">
        <w:rPr>
          <w:b/>
          <w:u w:val="single"/>
        </w:rPr>
        <w:t>ARTICLE </w:t>
      </w:r>
      <w:r w:rsidR="00C7007B">
        <w:rPr>
          <w:b/>
          <w:u w:val="single"/>
        </w:rPr>
        <w:t>6</w:t>
      </w:r>
      <w:r w:rsidRPr="009F2D2A">
        <w:rPr>
          <w:b/>
          <w:u w:val="single"/>
        </w:rPr>
        <w:t xml:space="preserve"> </w:t>
      </w:r>
      <w:r w:rsidRPr="009F2D2A">
        <w:rPr>
          <w:b/>
        </w:rPr>
        <w:t xml:space="preserve"> - PRIX</w:t>
      </w:r>
    </w:p>
    <w:p w14:paraId="0E02A54E" w14:textId="77777777" w:rsidR="00AA0377" w:rsidRPr="009F2D2A" w:rsidRDefault="00AA0377" w:rsidP="00C555F9">
      <w:pPr>
        <w:jc w:val="both"/>
        <w:rPr>
          <w:b/>
        </w:rPr>
      </w:pPr>
    </w:p>
    <w:p w14:paraId="1F7029ED" w14:textId="77777777" w:rsidR="009F2D2A" w:rsidRPr="009F2D2A" w:rsidRDefault="009F2D2A" w:rsidP="00C555F9">
      <w:pPr>
        <w:jc w:val="both"/>
      </w:pPr>
      <w:r w:rsidRPr="009F2D2A">
        <w:t>Les fournitures sont commandées selon deux catégories de catalogues :</w:t>
      </w:r>
    </w:p>
    <w:p w14:paraId="2D052232" w14:textId="77777777" w:rsidR="009F2D2A" w:rsidRPr="009F2D2A" w:rsidRDefault="009F2D2A" w:rsidP="00C555F9">
      <w:pPr>
        <w:jc w:val="both"/>
      </w:pPr>
    </w:p>
    <w:p w14:paraId="38FD9B60" w14:textId="77777777" w:rsidR="009F2D2A" w:rsidRPr="009F2D2A" w:rsidRDefault="009F2D2A" w:rsidP="00C555F9">
      <w:pPr>
        <w:widowControl/>
        <w:numPr>
          <w:ilvl w:val="0"/>
          <w:numId w:val="13"/>
        </w:numPr>
        <w:tabs>
          <w:tab w:val="clear" w:pos="360"/>
          <w:tab w:val="num" w:pos="284"/>
        </w:tabs>
        <w:ind w:left="426" w:hanging="426"/>
        <w:jc w:val="both"/>
      </w:pPr>
      <w:r w:rsidRPr="009F2D2A">
        <w:t>un catalogue restreint constitué par l’annexe n°1 au présent acte d’engagement ;</w:t>
      </w:r>
    </w:p>
    <w:p w14:paraId="743E8917" w14:textId="77777777" w:rsidR="009F2D2A" w:rsidRPr="009F2D2A" w:rsidRDefault="009F2D2A" w:rsidP="00C555F9">
      <w:pPr>
        <w:widowControl/>
        <w:numPr>
          <w:ilvl w:val="0"/>
          <w:numId w:val="13"/>
        </w:numPr>
        <w:tabs>
          <w:tab w:val="clear" w:pos="360"/>
          <w:tab w:val="num" w:pos="284"/>
        </w:tabs>
        <w:ind w:left="284" w:hanging="284"/>
        <w:jc w:val="both"/>
      </w:pPr>
      <w:r w:rsidRPr="009F2D2A">
        <w:t>un ou des catalogue(s) général (aux) contenant les fournitures que l’opérateur économique est à même de livrer au pouvoir adjudicateur.</w:t>
      </w:r>
    </w:p>
    <w:p w14:paraId="1E1E21AE" w14:textId="77777777" w:rsidR="009F2D2A" w:rsidRPr="009F2D2A" w:rsidRDefault="009F2D2A" w:rsidP="00C555F9">
      <w:pPr>
        <w:jc w:val="both"/>
      </w:pPr>
    </w:p>
    <w:p w14:paraId="04FEE077" w14:textId="09ECA2DB" w:rsidR="009F2D2A" w:rsidRPr="000D7439" w:rsidRDefault="00C7007B" w:rsidP="00C555F9">
      <w:pPr>
        <w:ind w:left="709" w:firstLine="709"/>
        <w:jc w:val="both"/>
      </w:pPr>
      <w:r>
        <w:rPr>
          <w:b/>
          <w:u w:val="single"/>
        </w:rPr>
        <w:t>6</w:t>
      </w:r>
      <w:r w:rsidR="000D7439">
        <w:rPr>
          <w:b/>
          <w:u w:val="single"/>
        </w:rPr>
        <w:t>.1</w:t>
      </w:r>
      <w:r w:rsidR="009F2D2A" w:rsidRPr="000D7439">
        <w:rPr>
          <w:b/>
          <w:u w:val="single"/>
        </w:rPr>
        <w:t>- Le catalogue restreint</w:t>
      </w:r>
      <w:r w:rsidR="009F2D2A" w:rsidRPr="000D7439">
        <w:t xml:space="preserve"> </w:t>
      </w:r>
    </w:p>
    <w:p w14:paraId="40F5D6F3" w14:textId="77777777" w:rsidR="009F2D2A" w:rsidRPr="009F2D2A" w:rsidRDefault="009F2D2A" w:rsidP="00C555F9">
      <w:pPr>
        <w:jc w:val="both"/>
      </w:pPr>
    </w:p>
    <w:p w14:paraId="3243F814" w14:textId="77777777" w:rsidR="009F2D2A" w:rsidRDefault="009F2D2A" w:rsidP="00C555F9">
      <w:pPr>
        <w:jc w:val="both"/>
      </w:pPr>
      <w:r w:rsidRPr="009F2D2A">
        <w:t xml:space="preserve">Il comprend pour chaque article un prix unitaire. Le prix unitaire est multiplié aux quantités réellement livrées et admises. </w:t>
      </w:r>
    </w:p>
    <w:p w14:paraId="0CE02F81" w14:textId="77777777" w:rsidR="009F2D2A" w:rsidRDefault="009F2D2A" w:rsidP="00C555F9">
      <w:pPr>
        <w:jc w:val="both"/>
      </w:pPr>
    </w:p>
    <w:p w14:paraId="7450EF14" w14:textId="1830B427" w:rsidR="009F2D2A" w:rsidRPr="000F796F" w:rsidRDefault="00C7007B" w:rsidP="00C555F9">
      <w:pPr>
        <w:pStyle w:val="Paragraphedeliste"/>
        <w:ind w:left="1134" w:firstLine="284"/>
        <w:jc w:val="both"/>
        <w:rPr>
          <w:rFonts w:ascii="Arial" w:hAnsi="Arial" w:cs="Arial"/>
        </w:rPr>
      </w:pPr>
      <w:r>
        <w:rPr>
          <w:rFonts w:ascii="Arial" w:hAnsi="Arial" w:cs="Arial"/>
          <w:b/>
          <w:u w:val="single"/>
        </w:rPr>
        <w:t>6</w:t>
      </w:r>
      <w:r w:rsidR="000D7439">
        <w:rPr>
          <w:rFonts w:ascii="Arial" w:hAnsi="Arial" w:cs="Arial"/>
          <w:b/>
          <w:u w:val="single"/>
        </w:rPr>
        <w:t>.2-</w:t>
      </w:r>
      <w:r w:rsidR="009F2D2A" w:rsidRPr="000F796F">
        <w:rPr>
          <w:rFonts w:ascii="Arial" w:hAnsi="Arial" w:cs="Arial"/>
          <w:b/>
          <w:u w:val="single"/>
        </w:rPr>
        <w:t xml:space="preserve"> Les prix des articles relevant du/des catalogue(s) général(aux</w:t>
      </w:r>
      <w:r w:rsidR="009F2D2A" w:rsidRPr="000F796F">
        <w:rPr>
          <w:rFonts w:ascii="Arial" w:hAnsi="Arial" w:cs="Arial"/>
        </w:rPr>
        <w:t xml:space="preserve">) </w:t>
      </w:r>
    </w:p>
    <w:p w14:paraId="5FF0BB17" w14:textId="77777777" w:rsidR="009F2D2A" w:rsidRPr="000F796F" w:rsidRDefault="009F2D2A" w:rsidP="00C555F9">
      <w:pPr>
        <w:jc w:val="both"/>
        <w:rPr>
          <w:b/>
          <w:u w:val="single"/>
        </w:rPr>
      </w:pPr>
    </w:p>
    <w:p w14:paraId="31463FB1" w14:textId="2E60148D" w:rsidR="009F2D2A" w:rsidRPr="000F796F" w:rsidRDefault="009F2D2A" w:rsidP="00C555F9">
      <w:pPr>
        <w:jc w:val="both"/>
      </w:pPr>
      <w:r w:rsidRPr="000F796F">
        <w:t xml:space="preserve">Il s’agit de prix unitaires du tarif public auxquels s’appliquent un taux de réduction unique valable pour tous les achats de </w:t>
      </w:r>
      <w:r w:rsidR="000F796F">
        <w:t>produits d’hygiène</w:t>
      </w:r>
      <w:r w:rsidR="00CE5C05">
        <w:t>, d’entretien</w:t>
      </w:r>
      <w:r w:rsidR="000F796F">
        <w:t xml:space="preserve"> et d</w:t>
      </w:r>
      <w:r w:rsidR="00CE5C05">
        <w:t>’articles de</w:t>
      </w:r>
      <w:r w:rsidR="000F796F">
        <w:t xml:space="preserve"> droguerie</w:t>
      </w:r>
      <w:r w:rsidRPr="000F796F">
        <w:t xml:space="preserve">. </w:t>
      </w:r>
    </w:p>
    <w:p w14:paraId="5C7BC292" w14:textId="26F7709F" w:rsidR="009F2D2A" w:rsidRPr="000F796F" w:rsidRDefault="009F2D2A" w:rsidP="00C555F9">
      <w:pPr>
        <w:jc w:val="both"/>
        <w:rPr>
          <w:b/>
        </w:rPr>
      </w:pPr>
      <w:r w:rsidRPr="000F796F">
        <w:rPr>
          <w:b/>
        </w:rPr>
        <w:lastRenderedPageBreak/>
        <w:t xml:space="preserve">Par le présent acte d’engagement, je m’engage à faire bénéficier sur tous les </w:t>
      </w:r>
      <w:r w:rsidR="000F796F" w:rsidRPr="000F796F">
        <w:rPr>
          <w:b/>
        </w:rPr>
        <w:t xml:space="preserve">articles </w:t>
      </w:r>
      <w:r w:rsidRPr="000F796F">
        <w:rPr>
          <w:b/>
        </w:rPr>
        <w:t xml:space="preserve">disponibles sur catalogues d’un taux de remise </w:t>
      </w:r>
      <w:r w:rsidR="000F796F">
        <w:rPr>
          <w:b/>
        </w:rPr>
        <w:t xml:space="preserve">UNIQUE </w:t>
      </w:r>
      <w:r w:rsidRPr="000F796F">
        <w:rPr>
          <w:b/>
        </w:rPr>
        <w:t xml:space="preserve">de : </w:t>
      </w:r>
    </w:p>
    <w:p w14:paraId="12E43FD2" w14:textId="77777777" w:rsidR="009F2D2A" w:rsidRPr="000F796F" w:rsidRDefault="009F2D2A" w:rsidP="00C555F9">
      <w:pPr>
        <w:jc w:val="both"/>
        <w:rPr>
          <w:b/>
        </w:rPr>
      </w:pPr>
    </w:p>
    <w:p w14:paraId="084BC925" w14:textId="77777777" w:rsidR="00C555F9" w:rsidRDefault="00C555F9" w:rsidP="00A4399C">
      <w:pPr>
        <w:pBdr>
          <w:top w:val="single" w:sz="4" w:space="1" w:color="auto"/>
          <w:left w:val="single" w:sz="4" w:space="4" w:color="auto"/>
          <w:bottom w:val="single" w:sz="4" w:space="1" w:color="auto"/>
          <w:right w:val="single" w:sz="4" w:space="4" w:color="auto"/>
        </w:pBdr>
        <w:spacing w:before="120"/>
        <w:jc w:val="center"/>
        <w:rPr>
          <w:b/>
        </w:rPr>
      </w:pPr>
    </w:p>
    <w:p w14:paraId="16BA2492" w14:textId="3F49ABAC" w:rsidR="00C555F9" w:rsidRDefault="009F2D2A" w:rsidP="00C555F9">
      <w:pPr>
        <w:pBdr>
          <w:top w:val="single" w:sz="4" w:space="1" w:color="auto"/>
          <w:left w:val="single" w:sz="4" w:space="4" w:color="auto"/>
          <w:bottom w:val="single" w:sz="4" w:space="1" w:color="auto"/>
          <w:right w:val="single" w:sz="4" w:space="4" w:color="auto"/>
        </w:pBdr>
        <w:spacing w:after="240"/>
        <w:jc w:val="center"/>
        <w:rPr>
          <w:b/>
        </w:rPr>
      </w:pPr>
      <w:r w:rsidRPr="000F796F">
        <w:rPr>
          <w:b/>
        </w:rPr>
        <w:t>……………………………………………….%</w:t>
      </w:r>
    </w:p>
    <w:p w14:paraId="59711A87" w14:textId="426E7BD7" w:rsidR="009F2D2A" w:rsidRPr="00A4399C" w:rsidRDefault="009F2D2A" w:rsidP="00C555F9">
      <w:pPr>
        <w:pBdr>
          <w:top w:val="single" w:sz="4" w:space="1" w:color="auto"/>
          <w:left w:val="single" w:sz="4" w:space="4" w:color="auto"/>
          <w:bottom w:val="single" w:sz="4" w:space="1" w:color="auto"/>
          <w:right w:val="single" w:sz="4" w:space="4" w:color="auto"/>
        </w:pBdr>
        <w:spacing w:before="240" w:after="240"/>
        <w:jc w:val="center"/>
        <w:rPr>
          <w:bCs/>
          <w:i/>
          <w:iCs/>
        </w:rPr>
      </w:pPr>
      <w:r w:rsidRPr="00A4399C">
        <w:rPr>
          <w:bCs/>
          <w:i/>
          <w:iCs/>
        </w:rPr>
        <w:t xml:space="preserve">valable sur la durée </w:t>
      </w:r>
      <w:r w:rsidR="00CE5C05" w:rsidRPr="00A4399C">
        <w:rPr>
          <w:bCs/>
          <w:i/>
          <w:iCs/>
        </w:rPr>
        <w:t>de l’accord-cadre</w:t>
      </w:r>
      <w:r w:rsidR="00C555F9" w:rsidRPr="00A4399C">
        <w:rPr>
          <w:bCs/>
          <w:i/>
          <w:iCs/>
        </w:rPr>
        <w:t>, périodes de reconducti</w:t>
      </w:r>
      <w:r w:rsidR="00A4399C">
        <w:rPr>
          <w:bCs/>
          <w:i/>
          <w:iCs/>
        </w:rPr>
        <w:t>on</w:t>
      </w:r>
      <w:r w:rsidR="00C555F9" w:rsidRPr="00A4399C">
        <w:rPr>
          <w:bCs/>
          <w:i/>
          <w:iCs/>
        </w:rPr>
        <w:t>s comprises, soit 48 mois</w:t>
      </w:r>
      <w:r w:rsidRPr="00A4399C">
        <w:rPr>
          <w:bCs/>
          <w:i/>
          <w:iCs/>
        </w:rPr>
        <w:t>.</w:t>
      </w:r>
    </w:p>
    <w:p w14:paraId="17F95A1D" w14:textId="4791F340" w:rsidR="00FB03A0" w:rsidRPr="000F796F" w:rsidRDefault="00FB03A0" w:rsidP="00C555F9">
      <w:pPr>
        <w:jc w:val="both"/>
        <w:rPr>
          <w:b/>
        </w:rPr>
      </w:pPr>
      <w:r w:rsidRPr="000F796F">
        <w:rPr>
          <w:b/>
          <w:u w:val="single"/>
        </w:rPr>
        <w:t>ARTICLE </w:t>
      </w:r>
      <w:r w:rsidR="00C7007B">
        <w:rPr>
          <w:b/>
          <w:u w:val="single"/>
        </w:rPr>
        <w:t>7</w:t>
      </w:r>
      <w:r w:rsidRPr="000F796F">
        <w:rPr>
          <w:b/>
          <w:u w:val="single"/>
        </w:rPr>
        <w:t xml:space="preserve"> </w:t>
      </w:r>
      <w:r w:rsidRPr="000F796F">
        <w:rPr>
          <w:b/>
        </w:rPr>
        <w:t xml:space="preserve"> - DELAIS</w:t>
      </w:r>
    </w:p>
    <w:p w14:paraId="3723DC2A" w14:textId="77777777" w:rsidR="00FB03A0" w:rsidRPr="000F796F" w:rsidRDefault="00FB03A0" w:rsidP="00C555F9">
      <w:pPr>
        <w:jc w:val="both"/>
      </w:pPr>
    </w:p>
    <w:p w14:paraId="65D4048B" w14:textId="7F13D984" w:rsidR="000F796F" w:rsidRPr="000F796F" w:rsidRDefault="000F796F" w:rsidP="00C555F9">
      <w:pPr>
        <w:tabs>
          <w:tab w:val="left" w:pos="709"/>
          <w:tab w:val="right" w:pos="10205"/>
        </w:tabs>
        <w:jc w:val="both"/>
        <w:rPr>
          <w:snapToGrid w:val="0"/>
        </w:rPr>
      </w:pPr>
      <w:r w:rsidRPr="000F796F">
        <w:t xml:space="preserve">L’article 3 du CCTP précise que le </w:t>
      </w:r>
      <w:r w:rsidRPr="000F796F">
        <w:rPr>
          <w:snapToGrid w:val="0"/>
        </w:rPr>
        <w:t>délai de livraison est fixé au maximum à</w:t>
      </w:r>
      <w:r w:rsidR="00C7007B">
        <w:rPr>
          <w:snapToGrid w:val="0"/>
        </w:rPr>
        <w:t xml:space="preserve"> sept </w:t>
      </w:r>
      <w:r w:rsidR="00A4399C">
        <w:rPr>
          <w:snapToGrid w:val="0"/>
        </w:rPr>
        <w:t xml:space="preserve"> </w:t>
      </w:r>
      <w:r w:rsidR="00C7007B">
        <w:rPr>
          <w:snapToGrid w:val="0"/>
        </w:rPr>
        <w:t>(</w:t>
      </w:r>
      <w:r w:rsidR="00A4399C">
        <w:rPr>
          <w:snapToGrid w:val="0"/>
        </w:rPr>
        <w:t>7</w:t>
      </w:r>
      <w:r w:rsidR="00C7007B">
        <w:rPr>
          <w:snapToGrid w:val="0"/>
        </w:rPr>
        <w:t>)</w:t>
      </w:r>
      <w:r w:rsidRPr="000F796F">
        <w:rPr>
          <w:snapToGrid w:val="0"/>
        </w:rPr>
        <w:t xml:space="preserve"> jours ouvrés à compter de la date et de l’heure d’envoi du bon de commande ; ce délai pouvant être ramené à 72 h ouvrables en cas d’urgence spécifié sur le bon de commande.</w:t>
      </w:r>
    </w:p>
    <w:p w14:paraId="11BF3DC3" w14:textId="77777777" w:rsidR="000F796F" w:rsidRPr="000F796F" w:rsidRDefault="000F796F" w:rsidP="00C555F9">
      <w:pPr>
        <w:jc w:val="both"/>
      </w:pPr>
    </w:p>
    <w:p w14:paraId="69DB7830" w14:textId="70B11F94" w:rsidR="00851877" w:rsidRPr="000F796F" w:rsidRDefault="003519E2" w:rsidP="00C555F9">
      <w:pPr>
        <w:jc w:val="both"/>
      </w:pPr>
      <w:r w:rsidRPr="000F796F">
        <w:t xml:space="preserve">Le délai de livraison est un élément d’appréciation de l’offre. Le candidat a la possibilité de s’engager sur </w:t>
      </w:r>
      <w:r w:rsidR="00851877" w:rsidRPr="000F796F">
        <w:t>un</w:t>
      </w:r>
      <w:r w:rsidRPr="000F796F">
        <w:t xml:space="preserve"> délai</w:t>
      </w:r>
      <w:r w:rsidR="00851877" w:rsidRPr="000F796F">
        <w:t xml:space="preserve"> plus court</w:t>
      </w:r>
      <w:r w:rsidR="000F796F" w:rsidRPr="000F796F">
        <w:t xml:space="preserve"> dans chacune des hypothèses</w:t>
      </w:r>
      <w:r w:rsidR="00851877" w:rsidRPr="000F796F">
        <w:t>.</w:t>
      </w:r>
    </w:p>
    <w:p w14:paraId="1DAA6A41" w14:textId="77777777" w:rsidR="00851877" w:rsidRPr="000F796F" w:rsidRDefault="00851877" w:rsidP="00C555F9">
      <w:pPr>
        <w:jc w:val="both"/>
      </w:pPr>
    </w:p>
    <w:p w14:paraId="5354B96C" w14:textId="6D92F947" w:rsidR="000F796F" w:rsidRPr="000F796F" w:rsidRDefault="000F796F" w:rsidP="00C555F9">
      <w:pPr>
        <w:pStyle w:val="Paragraphedeliste"/>
        <w:numPr>
          <w:ilvl w:val="0"/>
          <w:numId w:val="17"/>
        </w:numPr>
        <w:jc w:val="both"/>
        <w:rPr>
          <w:rFonts w:ascii="Arial" w:hAnsi="Arial" w:cs="Arial"/>
        </w:rPr>
      </w:pPr>
      <w:r w:rsidRPr="000F796F">
        <w:rPr>
          <w:rFonts w:ascii="Arial" w:hAnsi="Arial" w:cs="Arial"/>
        </w:rPr>
        <w:t xml:space="preserve">Délai normal de livraison </w:t>
      </w:r>
    </w:p>
    <w:p w14:paraId="7AE63BD9" w14:textId="77777777" w:rsidR="000F796F" w:rsidRPr="000F796F" w:rsidRDefault="000F796F" w:rsidP="00C555F9">
      <w:pPr>
        <w:pStyle w:val="Paragraphedeliste"/>
        <w:jc w:val="both"/>
        <w:rPr>
          <w:rFonts w:ascii="Arial" w:hAnsi="Arial" w:cs="Arial"/>
        </w:rPr>
      </w:pPr>
    </w:p>
    <w:p w14:paraId="24DB4B2D" w14:textId="77777777" w:rsidR="003519E2" w:rsidRPr="000F796F" w:rsidRDefault="003519E2" w:rsidP="00C555F9">
      <w:pPr>
        <w:widowControl/>
        <w:numPr>
          <w:ilvl w:val="0"/>
          <w:numId w:val="16"/>
        </w:numPr>
        <w:jc w:val="both"/>
        <w:rPr>
          <w:b/>
        </w:rPr>
      </w:pPr>
      <w:r w:rsidRPr="000F796F">
        <w:rPr>
          <w:b/>
        </w:rPr>
        <w:t xml:space="preserve">Je m’engage </w:t>
      </w:r>
      <w:r w:rsidRPr="000F796F">
        <w:t>à réduire</w:t>
      </w:r>
      <w:r w:rsidRPr="000F796F">
        <w:rPr>
          <w:b/>
        </w:rPr>
        <w:t xml:space="preserve"> </w:t>
      </w:r>
      <w:r w:rsidRPr="000F796F">
        <w:t>le délai</w:t>
      </w:r>
      <w:r w:rsidRPr="000F796F">
        <w:rPr>
          <w:b/>
        </w:rPr>
        <w:t xml:space="preserve"> </w:t>
      </w:r>
      <w:r w:rsidRPr="000F796F">
        <w:t>en le ramenant à _______________ jours ouvrés.</w:t>
      </w:r>
      <w:r w:rsidRPr="000F796F">
        <w:rPr>
          <w:b/>
        </w:rPr>
        <w:t xml:space="preserve"> </w:t>
      </w:r>
    </w:p>
    <w:p w14:paraId="6294B68F" w14:textId="77777777" w:rsidR="003519E2" w:rsidRPr="000F796F" w:rsidRDefault="003519E2" w:rsidP="00C555F9">
      <w:pPr>
        <w:ind w:left="720"/>
        <w:jc w:val="both"/>
      </w:pPr>
    </w:p>
    <w:p w14:paraId="435BA13B" w14:textId="256E5126" w:rsidR="000F796F" w:rsidRPr="000F796F" w:rsidRDefault="000F796F" w:rsidP="00C555F9">
      <w:pPr>
        <w:pStyle w:val="Paragraphedeliste"/>
        <w:numPr>
          <w:ilvl w:val="0"/>
          <w:numId w:val="17"/>
        </w:numPr>
        <w:jc w:val="both"/>
        <w:rPr>
          <w:rFonts w:ascii="Arial" w:hAnsi="Arial" w:cs="Arial"/>
        </w:rPr>
      </w:pPr>
      <w:r w:rsidRPr="000F796F">
        <w:rPr>
          <w:rFonts w:ascii="Arial" w:hAnsi="Arial" w:cs="Arial"/>
        </w:rPr>
        <w:t xml:space="preserve">Délai urgent de livraison </w:t>
      </w:r>
    </w:p>
    <w:p w14:paraId="7E2C7D16" w14:textId="77777777" w:rsidR="003519E2" w:rsidRPr="000F796F" w:rsidRDefault="003519E2" w:rsidP="00C555F9">
      <w:pPr>
        <w:ind w:left="720"/>
        <w:jc w:val="both"/>
      </w:pPr>
    </w:p>
    <w:p w14:paraId="4A3AE7D4" w14:textId="0AD85A3A" w:rsidR="000F796F" w:rsidRPr="000F796F" w:rsidRDefault="000F796F" w:rsidP="00C555F9">
      <w:pPr>
        <w:widowControl/>
        <w:numPr>
          <w:ilvl w:val="0"/>
          <w:numId w:val="16"/>
        </w:numPr>
        <w:jc w:val="both"/>
        <w:rPr>
          <w:b/>
        </w:rPr>
      </w:pPr>
      <w:r w:rsidRPr="000F796F">
        <w:rPr>
          <w:b/>
        </w:rPr>
        <w:t xml:space="preserve">Je m’engage </w:t>
      </w:r>
      <w:r w:rsidRPr="000F796F">
        <w:t>à réduire</w:t>
      </w:r>
      <w:r w:rsidRPr="000F796F">
        <w:rPr>
          <w:b/>
        </w:rPr>
        <w:t xml:space="preserve"> </w:t>
      </w:r>
      <w:r w:rsidRPr="000F796F">
        <w:t>le délai</w:t>
      </w:r>
      <w:r w:rsidRPr="000F796F">
        <w:rPr>
          <w:b/>
        </w:rPr>
        <w:t xml:space="preserve"> </w:t>
      </w:r>
      <w:r w:rsidRPr="000F796F">
        <w:t>en le ramenant à _______________ heures ouvr</w:t>
      </w:r>
      <w:r>
        <w:t>ables</w:t>
      </w:r>
      <w:r w:rsidRPr="000F796F">
        <w:t>.</w:t>
      </w:r>
      <w:r w:rsidRPr="000F796F">
        <w:rPr>
          <w:b/>
        </w:rPr>
        <w:t xml:space="preserve"> </w:t>
      </w:r>
    </w:p>
    <w:p w14:paraId="70C17F3B" w14:textId="77777777" w:rsidR="000F796F" w:rsidRDefault="000F796F" w:rsidP="00C555F9">
      <w:pPr>
        <w:ind w:left="720"/>
        <w:jc w:val="both"/>
      </w:pPr>
    </w:p>
    <w:p w14:paraId="6CBDBF99" w14:textId="25D25799" w:rsidR="001F4088" w:rsidRPr="001B3B52" w:rsidRDefault="00FB03A0" w:rsidP="00C555F9">
      <w:pPr>
        <w:spacing w:before="120"/>
        <w:jc w:val="both"/>
        <w:rPr>
          <w:b/>
        </w:rPr>
      </w:pPr>
      <w:r>
        <w:rPr>
          <w:b/>
          <w:u w:val="single"/>
        </w:rPr>
        <w:t xml:space="preserve">ARTICLE </w:t>
      </w:r>
      <w:r w:rsidR="00C7007B">
        <w:rPr>
          <w:b/>
          <w:u w:val="single"/>
        </w:rPr>
        <w:t>8</w:t>
      </w:r>
      <w:r w:rsidR="001F4088" w:rsidRPr="001B3B52">
        <w:rPr>
          <w:b/>
        </w:rPr>
        <w:t xml:space="preserve"> - PAIEMENTS  </w:t>
      </w:r>
    </w:p>
    <w:p w14:paraId="466C4399" w14:textId="77777777" w:rsidR="001F4088" w:rsidRPr="001B3B52" w:rsidRDefault="001F4088" w:rsidP="00C555F9">
      <w:pPr>
        <w:ind w:firstLine="1134"/>
        <w:jc w:val="both"/>
      </w:pPr>
    </w:p>
    <w:p w14:paraId="426A1787" w14:textId="4402CFD3" w:rsidR="001F4088" w:rsidRPr="001B3B52" w:rsidRDefault="001F4088" w:rsidP="00C555F9">
      <w:pPr>
        <w:jc w:val="both"/>
      </w:pPr>
      <w:r w:rsidRPr="001B3B52">
        <w:t xml:space="preserve">La </w:t>
      </w:r>
      <w:r w:rsidRPr="00C517C6">
        <w:t>Caf de P</w:t>
      </w:r>
      <w:r>
        <w:t>aris</w:t>
      </w:r>
      <w:r w:rsidRPr="001B3B52">
        <w:t xml:space="preserve"> se libérera des sommes d</w:t>
      </w:r>
      <w:r w:rsidR="00CE5C05">
        <w:t>ues au titre du présent accord-</w:t>
      </w:r>
      <w:r w:rsidRPr="001B3B52">
        <w:t>cadre selon les modalités prévues au CCAP en faisant porter le montant au crédit :</w:t>
      </w:r>
    </w:p>
    <w:p w14:paraId="00E21DBC" w14:textId="77777777" w:rsidR="001F4088" w:rsidRPr="001B3B52" w:rsidRDefault="001F4088" w:rsidP="00C555F9">
      <w:pPr>
        <w:jc w:val="both"/>
      </w:pPr>
    </w:p>
    <w:tbl>
      <w:tblPr>
        <w:tblW w:w="9002" w:type="dxa"/>
        <w:tblInd w:w="-1" w:type="dxa"/>
        <w:tblLayout w:type="fixed"/>
        <w:tblCellMar>
          <w:left w:w="70" w:type="dxa"/>
          <w:right w:w="70" w:type="dxa"/>
        </w:tblCellMar>
        <w:tblLook w:val="0000" w:firstRow="0" w:lastRow="0" w:firstColumn="0" w:lastColumn="0" w:noHBand="0" w:noVBand="0"/>
      </w:tblPr>
      <w:tblGrid>
        <w:gridCol w:w="3473"/>
        <w:gridCol w:w="748"/>
        <w:gridCol w:w="326"/>
        <w:gridCol w:w="326"/>
        <w:gridCol w:w="418"/>
        <w:gridCol w:w="319"/>
        <w:gridCol w:w="319"/>
        <w:gridCol w:w="319"/>
        <w:gridCol w:w="319"/>
        <w:gridCol w:w="319"/>
        <w:gridCol w:w="319"/>
        <w:gridCol w:w="1797"/>
      </w:tblGrid>
      <w:tr w:rsidR="001F4088" w:rsidRPr="001B3B52" w14:paraId="4ADFD907" w14:textId="77777777" w:rsidTr="00C7007B">
        <w:trPr>
          <w:cantSplit/>
        </w:trPr>
        <w:tc>
          <w:tcPr>
            <w:tcW w:w="4221" w:type="dxa"/>
            <w:gridSpan w:val="2"/>
          </w:tcPr>
          <w:p w14:paraId="7D9B6120" w14:textId="77777777" w:rsidR="001F4088" w:rsidRPr="001B3B52" w:rsidRDefault="001F4088" w:rsidP="00C555F9">
            <w:pPr>
              <w:spacing w:before="60" w:after="60"/>
              <w:jc w:val="both"/>
            </w:pPr>
            <w:r w:rsidRPr="001B3B52">
              <w:t>- du compte ouvert au nom de :</w:t>
            </w:r>
          </w:p>
        </w:tc>
        <w:tc>
          <w:tcPr>
            <w:tcW w:w="4781" w:type="dxa"/>
            <w:gridSpan w:val="10"/>
          </w:tcPr>
          <w:p w14:paraId="4CEA12CB" w14:textId="77777777" w:rsidR="001F4088" w:rsidRPr="001B3B52" w:rsidRDefault="001F4088" w:rsidP="00C555F9">
            <w:pPr>
              <w:spacing w:before="60" w:after="60"/>
              <w:jc w:val="both"/>
            </w:pPr>
          </w:p>
        </w:tc>
      </w:tr>
      <w:tr w:rsidR="001F4088" w:rsidRPr="001B3B52" w14:paraId="071BCAFA" w14:textId="77777777" w:rsidTr="00C7007B">
        <w:tblPrEx>
          <w:tblCellMar>
            <w:left w:w="71" w:type="dxa"/>
            <w:right w:w="71" w:type="dxa"/>
          </w:tblCellMar>
        </w:tblPrEx>
        <w:trPr>
          <w:cantSplit/>
        </w:trPr>
        <w:tc>
          <w:tcPr>
            <w:tcW w:w="3473" w:type="dxa"/>
          </w:tcPr>
          <w:p w14:paraId="0895AEDF" w14:textId="77777777" w:rsidR="001F4088" w:rsidRPr="001B3B52" w:rsidRDefault="001F4088" w:rsidP="00C555F9">
            <w:pPr>
              <w:spacing w:before="60" w:after="60"/>
              <w:jc w:val="both"/>
            </w:pPr>
          </w:p>
        </w:tc>
        <w:tc>
          <w:tcPr>
            <w:tcW w:w="748" w:type="dxa"/>
          </w:tcPr>
          <w:p w14:paraId="716265DE" w14:textId="77777777" w:rsidR="001F4088" w:rsidRPr="001B3B52" w:rsidRDefault="001F4088" w:rsidP="00C555F9">
            <w:pPr>
              <w:spacing w:before="60" w:after="60"/>
              <w:jc w:val="both"/>
            </w:pPr>
          </w:p>
        </w:tc>
        <w:tc>
          <w:tcPr>
            <w:tcW w:w="326" w:type="dxa"/>
          </w:tcPr>
          <w:p w14:paraId="66EAF314" w14:textId="77777777" w:rsidR="001F4088" w:rsidRPr="001B3B52" w:rsidRDefault="001F4088" w:rsidP="00C555F9">
            <w:pPr>
              <w:spacing w:before="60" w:after="60"/>
              <w:jc w:val="both"/>
            </w:pPr>
          </w:p>
        </w:tc>
        <w:tc>
          <w:tcPr>
            <w:tcW w:w="326" w:type="dxa"/>
          </w:tcPr>
          <w:p w14:paraId="5E7C22CD" w14:textId="77777777" w:rsidR="001F4088" w:rsidRPr="001B3B52" w:rsidRDefault="001F4088" w:rsidP="00C555F9">
            <w:pPr>
              <w:spacing w:before="60" w:after="60"/>
              <w:jc w:val="both"/>
            </w:pPr>
          </w:p>
        </w:tc>
        <w:tc>
          <w:tcPr>
            <w:tcW w:w="418" w:type="dxa"/>
          </w:tcPr>
          <w:p w14:paraId="5B4FF8D3" w14:textId="77777777" w:rsidR="001F4088" w:rsidRPr="001B3B52" w:rsidRDefault="001F4088" w:rsidP="00C555F9">
            <w:pPr>
              <w:spacing w:before="60" w:after="60"/>
              <w:jc w:val="both"/>
            </w:pPr>
          </w:p>
        </w:tc>
        <w:tc>
          <w:tcPr>
            <w:tcW w:w="319" w:type="dxa"/>
          </w:tcPr>
          <w:p w14:paraId="26099524" w14:textId="77777777" w:rsidR="001F4088" w:rsidRPr="001B3B52" w:rsidRDefault="001F4088" w:rsidP="00C555F9">
            <w:pPr>
              <w:spacing w:before="60" w:after="60"/>
              <w:jc w:val="both"/>
            </w:pPr>
          </w:p>
        </w:tc>
        <w:tc>
          <w:tcPr>
            <w:tcW w:w="319" w:type="dxa"/>
          </w:tcPr>
          <w:p w14:paraId="58AB3B6D" w14:textId="77777777" w:rsidR="001F4088" w:rsidRPr="001B3B52" w:rsidRDefault="001F4088" w:rsidP="00C555F9">
            <w:pPr>
              <w:spacing w:before="60" w:after="60"/>
              <w:jc w:val="both"/>
            </w:pPr>
          </w:p>
        </w:tc>
        <w:tc>
          <w:tcPr>
            <w:tcW w:w="319" w:type="dxa"/>
          </w:tcPr>
          <w:p w14:paraId="3C13AB06" w14:textId="77777777" w:rsidR="001F4088" w:rsidRPr="001B3B52" w:rsidRDefault="001F4088" w:rsidP="00C555F9">
            <w:pPr>
              <w:spacing w:before="60" w:after="60"/>
              <w:jc w:val="both"/>
            </w:pPr>
          </w:p>
        </w:tc>
        <w:tc>
          <w:tcPr>
            <w:tcW w:w="319" w:type="dxa"/>
          </w:tcPr>
          <w:p w14:paraId="5994EAA2" w14:textId="77777777" w:rsidR="001F4088" w:rsidRPr="001B3B52" w:rsidRDefault="001F4088" w:rsidP="00C555F9">
            <w:pPr>
              <w:spacing w:before="60" w:after="60"/>
              <w:jc w:val="both"/>
            </w:pPr>
          </w:p>
        </w:tc>
        <w:tc>
          <w:tcPr>
            <w:tcW w:w="319" w:type="dxa"/>
          </w:tcPr>
          <w:p w14:paraId="40FA2071" w14:textId="77777777" w:rsidR="001F4088" w:rsidRPr="001B3B52" w:rsidRDefault="001F4088" w:rsidP="00C555F9">
            <w:pPr>
              <w:spacing w:before="60" w:after="60"/>
              <w:jc w:val="both"/>
            </w:pPr>
          </w:p>
        </w:tc>
        <w:tc>
          <w:tcPr>
            <w:tcW w:w="319" w:type="dxa"/>
          </w:tcPr>
          <w:p w14:paraId="56BB75DA" w14:textId="77777777" w:rsidR="001F4088" w:rsidRPr="001B3B52" w:rsidRDefault="001F4088" w:rsidP="00C555F9">
            <w:pPr>
              <w:spacing w:before="60" w:after="60"/>
              <w:jc w:val="both"/>
            </w:pPr>
          </w:p>
        </w:tc>
        <w:tc>
          <w:tcPr>
            <w:tcW w:w="1797" w:type="dxa"/>
            <w:tcBorders>
              <w:left w:val="nil"/>
              <w:right w:val="single" w:sz="6" w:space="0" w:color="auto"/>
            </w:tcBorders>
          </w:tcPr>
          <w:p w14:paraId="70A50E20" w14:textId="77777777" w:rsidR="001F4088" w:rsidRPr="001B3B52" w:rsidRDefault="001F4088" w:rsidP="00C555F9">
            <w:pPr>
              <w:spacing w:before="60" w:after="60"/>
              <w:jc w:val="both"/>
            </w:pPr>
          </w:p>
        </w:tc>
      </w:tr>
      <w:tr w:rsidR="001F4088" w:rsidRPr="001B3B52" w14:paraId="49002094" w14:textId="77777777" w:rsidTr="00C7007B">
        <w:tblPrEx>
          <w:tblCellMar>
            <w:left w:w="71" w:type="dxa"/>
            <w:right w:w="71" w:type="dxa"/>
          </w:tblCellMar>
        </w:tblPrEx>
        <w:trPr>
          <w:cantSplit/>
        </w:trPr>
        <w:tc>
          <w:tcPr>
            <w:tcW w:w="3473" w:type="dxa"/>
          </w:tcPr>
          <w:p w14:paraId="50469B48" w14:textId="77777777" w:rsidR="001F4088" w:rsidRPr="001B3B52" w:rsidRDefault="001F4088" w:rsidP="00C555F9">
            <w:pPr>
              <w:spacing w:before="60" w:after="60"/>
              <w:jc w:val="both"/>
            </w:pPr>
            <w:r w:rsidRPr="001B3B52">
              <w:t>- sous le numéro :</w:t>
            </w:r>
          </w:p>
        </w:tc>
        <w:tc>
          <w:tcPr>
            <w:tcW w:w="748" w:type="dxa"/>
          </w:tcPr>
          <w:p w14:paraId="3FBFF76B" w14:textId="77777777" w:rsidR="001F4088" w:rsidRPr="001B3B52" w:rsidRDefault="001F4088" w:rsidP="00C555F9">
            <w:pPr>
              <w:spacing w:before="60" w:after="60"/>
              <w:jc w:val="both"/>
            </w:pPr>
          </w:p>
        </w:tc>
        <w:tc>
          <w:tcPr>
            <w:tcW w:w="326" w:type="dxa"/>
            <w:tcBorders>
              <w:left w:val="single" w:sz="6" w:space="0" w:color="auto"/>
              <w:bottom w:val="single" w:sz="6" w:space="0" w:color="auto"/>
            </w:tcBorders>
          </w:tcPr>
          <w:p w14:paraId="42838AAE" w14:textId="77777777" w:rsidR="001F4088" w:rsidRPr="001B3B52" w:rsidRDefault="001F4088" w:rsidP="00C555F9">
            <w:pPr>
              <w:spacing w:before="60" w:after="60"/>
              <w:jc w:val="both"/>
            </w:pPr>
          </w:p>
        </w:tc>
        <w:tc>
          <w:tcPr>
            <w:tcW w:w="326" w:type="dxa"/>
            <w:tcBorders>
              <w:left w:val="single" w:sz="6" w:space="0" w:color="auto"/>
              <w:bottom w:val="single" w:sz="6" w:space="0" w:color="auto"/>
            </w:tcBorders>
          </w:tcPr>
          <w:p w14:paraId="4B6C01A3" w14:textId="77777777" w:rsidR="001F4088" w:rsidRPr="001B3B52" w:rsidRDefault="001F4088" w:rsidP="00C555F9">
            <w:pPr>
              <w:spacing w:before="60" w:after="60"/>
              <w:jc w:val="both"/>
            </w:pPr>
          </w:p>
        </w:tc>
        <w:tc>
          <w:tcPr>
            <w:tcW w:w="418" w:type="dxa"/>
            <w:tcBorders>
              <w:left w:val="single" w:sz="6" w:space="0" w:color="auto"/>
              <w:bottom w:val="single" w:sz="6" w:space="0" w:color="auto"/>
              <w:right w:val="single" w:sz="6" w:space="0" w:color="auto"/>
            </w:tcBorders>
          </w:tcPr>
          <w:p w14:paraId="0987AE8C" w14:textId="77777777" w:rsidR="001F4088" w:rsidRPr="001B3B52" w:rsidRDefault="001F4088" w:rsidP="00C555F9">
            <w:pPr>
              <w:spacing w:before="60" w:after="60"/>
              <w:jc w:val="both"/>
            </w:pPr>
          </w:p>
        </w:tc>
        <w:tc>
          <w:tcPr>
            <w:tcW w:w="319" w:type="dxa"/>
            <w:tcBorders>
              <w:left w:val="nil"/>
              <w:bottom w:val="single" w:sz="6" w:space="0" w:color="auto"/>
            </w:tcBorders>
          </w:tcPr>
          <w:p w14:paraId="353FECA7" w14:textId="77777777" w:rsidR="001F4088" w:rsidRPr="001B3B52" w:rsidRDefault="001F4088" w:rsidP="00C555F9">
            <w:pPr>
              <w:spacing w:before="60" w:after="60"/>
              <w:jc w:val="both"/>
            </w:pPr>
          </w:p>
        </w:tc>
        <w:tc>
          <w:tcPr>
            <w:tcW w:w="319" w:type="dxa"/>
            <w:tcBorders>
              <w:left w:val="single" w:sz="6" w:space="0" w:color="auto"/>
              <w:bottom w:val="single" w:sz="6" w:space="0" w:color="auto"/>
            </w:tcBorders>
          </w:tcPr>
          <w:p w14:paraId="70669A8E" w14:textId="77777777" w:rsidR="001F4088" w:rsidRPr="001B3B52" w:rsidRDefault="001F4088" w:rsidP="00C555F9">
            <w:pPr>
              <w:spacing w:before="60" w:after="60"/>
              <w:jc w:val="both"/>
            </w:pPr>
          </w:p>
        </w:tc>
        <w:tc>
          <w:tcPr>
            <w:tcW w:w="319" w:type="dxa"/>
            <w:tcBorders>
              <w:left w:val="single" w:sz="6" w:space="0" w:color="auto"/>
              <w:bottom w:val="single" w:sz="6" w:space="0" w:color="auto"/>
            </w:tcBorders>
          </w:tcPr>
          <w:p w14:paraId="2B443C43" w14:textId="77777777" w:rsidR="001F4088" w:rsidRPr="001B3B52" w:rsidRDefault="001F4088" w:rsidP="00C555F9">
            <w:pPr>
              <w:spacing w:before="60" w:after="60"/>
              <w:jc w:val="both"/>
            </w:pPr>
          </w:p>
        </w:tc>
        <w:tc>
          <w:tcPr>
            <w:tcW w:w="319" w:type="dxa"/>
            <w:tcBorders>
              <w:left w:val="single" w:sz="6" w:space="0" w:color="auto"/>
              <w:bottom w:val="single" w:sz="6" w:space="0" w:color="auto"/>
              <w:right w:val="single" w:sz="6" w:space="0" w:color="auto"/>
            </w:tcBorders>
          </w:tcPr>
          <w:p w14:paraId="73C8A7C9" w14:textId="77777777" w:rsidR="001F4088" w:rsidRPr="001B3B52" w:rsidRDefault="001F4088" w:rsidP="00C555F9">
            <w:pPr>
              <w:spacing w:before="60" w:after="60"/>
              <w:jc w:val="both"/>
            </w:pPr>
          </w:p>
        </w:tc>
        <w:tc>
          <w:tcPr>
            <w:tcW w:w="319" w:type="dxa"/>
            <w:tcBorders>
              <w:left w:val="nil"/>
              <w:bottom w:val="single" w:sz="6" w:space="0" w:color="auto"/>
              <w:right w:val="single" w:sz="6" w:space="0" w:color="auto"/>
            </w:tcBorders>
          </w:tcPr>
          <w:p w14:paraId="73D9B4DD" w14:textId="77777777" w:rsidR="001F4088" w:rsidRPr="001B3B52" w:rsidRDefault="001F4088" w:rsidP="00C555F9">
            <w:pPr>
              <w:spacing w:before="60" w:after="60"/>
              <w:jc w:val="both"/>
            </w:pPr>
          </w:p>
        </w:tc>
        <w:tc>
          <w:tcPr>
            <w:tcW w:w="319" w:type="dxa"/>
            <w:tcBorders>
              <w:left w:val="nil"/>
              <w:bottom w:val="single" w:sz="6" w:space="0" w:color="auto"/>
            </w:tcBorders>
          </w:tcPr>
          <w:p w14:paraId="01FC8364" w14:textId="77777777" w:rsidR="001F4088" w:rsidRPr="001B3B52" w:rsidRDefault="001F4088" w:rsidP="00C555F9">
            <w:pPr>
              <w:spacing w:before="60" w:after="60"/>
              <w:jc w:val="both"/>
            </w:pPr>
          </w:p>
        </w:tc>
        <w:tc>
          <w:tcPr>
            <w:tcW w:w="1797" w:type="dxa"/>
            <w:tcBorders>
              <w:left w:val="single" w:sz="6" w:space="0" w:color="auto"/>
              <w:bottom w:val="single" w:sz="6" w:space="0" w:color="auto"/>
              <w:right w:val="single" w:sz="6" w:space="0" w:color="auto"/>
            </w:tcBorders>
          </w:tcPr>
          <w:p w14:paraId="4F49459B" w14:textId="77777777" w:rsidR="001F4088" w:rsidRPr="001B3B52" w:rsidRDefault="001F4088" w:rsidP="00C555F9">
            <w:pPr>
              <w:spacing w:before="60" w:after="60"/>
              <w:jc w:val="both"/>
            </w:pPr>
          </w:p>
        </w:tc>
      </w:tr>
      <w:tr w:rsidR="001F4088" w:rsidRPr="001B3B52" w14:paraId="3BC78568" w14:textId="77777777" w:rsidTr="00C7007B">
        <w:trPr>
          <w:cantSplit/>
        </w:trPr>
        <w:tc>
          <w:tcPr>
            <w:tcW w:w="4221" w:type="dxa"/>
            <w:gridSpan w:val="2"/>
          </w:tcPr>
          <w:p w14:paraId="24EEB35F" w14:textId="77777777" w:rsidR="001F4088" w:rsidRPr="001B3B52" w:rsidRDefault="001F4088" w:rsidP="00C555F9">
            <w:pPr>
              <w:spacing w:before="60" w:after="60"/>
              <w:jc w:val="both"/>
            </w:pPr>
            <w:r w:rsidRPr="001B3B52">
              <w:t>- auprès de :</w:t>
            </w:r>
          </w:p>
        </w:tc>
        <w:tc>
          <w:tcPr>
            <w:tcW w:w="4781" w:type="dxa"/>
            <w:gridSpan w:val="10"/>
            <w:tcBorders>
              <w:bottom w:val="single" w:sz="6" w:space="0" w:color="auto"/>
            </w:tcBorders>
          </w:tcPr>
          <w:p w14:paraId="746402AC" w14:textId="77777777" w:rsidR="001F4088" w:rsidRPr="001B3B52" w:rsidRDefault="001F4088" w:rsidP="00C555F9">
            <w:pPr>
              <w:spacing w:before="60" w:after="60"/>
              <w:jc w:val="both"/>
            </w:pPr>
          </w:p>
        </w:tc>
      </w:tr>
    </w:tbl>
    <w:p w14:paraId="7055C99C" w14:textId="77777777" w:rsidR="001F4088" w:rsidRPr="001B3B52" w:rsidRDefault="001F4088" w:rsidP="00C555F9">
      <w:pPr>
        <w:jc w:val="both"/>
      </w:pPr>
    </w:p>
    <w:p w14:paraId="262455EB" w14:textId="77777777" w:rsidR="001F4088" w:rsidRDefault="001F4088" w:rsidP="00C555F9">
      <w:pPr>
        <w:jc w:val="both"/>
        <w:rPr>
          <w:i/>
        </w:rPr>
      </w:pPr>
      <w:r w:rsidRPr="001B3B52">
        <w:rPr>
          <w:i/>
        </w:rPr>
        <w:t>joindre un relevé d’identité bancaire ou postal</w:t>
      </w:r>
    </w:p>
    <w:p w14:paraId="0F65D3B9" w14:textId="77777777" w:rsidR="00FB03A0" w:rsidRDefault="00FB03A0" w:rsidP="00C555F9">
      <w:pPr>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6C1044" w:rsidRPr="001B3B52" w14:paraId="00C0F649" w14:textId="77777777" w:rsidTr="006C1044">
        <w:trPr>
          <w:trHeight w:val="924"/>
        </w:trPr>
        <w:tc>
          <w:tcPr>
            <w:tcW w:w="9430" w:type="dxa"/>
            <w:tcBorders>
              <w:top w:val="single" w:sz="4" w:space="0" w:color="auto"/>
            </w:tcBorders>
            <w:shd w:val="clear" w:color="auto" w:fill="auto"/>
          </w:tcPr>
          <w:p w14:paraId="15CFF4AE" w14:textId="77777777" w:rsidR="006C1044" w:rsidRDefault="006C1044" w:rsidP="006C1044">
            <w:pPr>
              <w:spacing w:line="-240" w:lineRule="auto"/>
              <w:jc w:val="center"/>
            </w:pPr>
            <w:r w:rsidRPr="006C1044">
              <w:t>Fait en un seul original,</w:t>
            </w:r>
          </w:p>
          <w:p w14:paraId="6F3C3A63" w14:textId="77777777" w:rsidR="006C1044" w:rsidRDefault="006C1044" w:rsidP="006C1044">
            <w:pPr>
              <w:spacing w:line="-240" w:lineRule="auto"/>
              <w:jc w:val="center"/>
            </w:pPr>
          </w:p>
          <w:p w14:paraId="128820DB" w14:textId="77777777" w:rsidR="006C1044" w:rsidRDefault="006C1044" w:rsidP="006C1044">
            <w:pPr>
              <w:spacing w:line="-240" w:lineRule="auto"/>
              <w:jc w:val="center"/>
            </w:pPr>
            <w:r w:rsidRPr="006C1044">
              <w:t>à ........................................ le .......................</w:t>
            </w:r>
          </w:p>
          <w:p w14:paraId="2C2695CB" w14:textId="77777777" w:rsidR="006C1044" w:rsidRDefault="006C1044" w:rsidP="006C1044">
            <w:pPr>
              <w:spacing w:line="-240" w:lineRule="auto"/>
              <w:jc w:val="center"/>
            </w:pPr>
          </w:p>
          <w:p w14:paraId="335D6898" w14:textId="77777777" w:rsidR="006C1044" w:rsidRDefault="006C1044" w:rsidP="006C1044">
            <w:pPr>
              <w:spacing w:line="-240" w:lineRule="auto"/>
              <w:jc w:val="center"/>
            </w:pPr>
          </w:p>
          <w:p w14:paraId="27805B7A" w14:textId="77777777" w:rsidR="006C1044" w:rsidRDefault="006C1044" w:rsidP="006C1044">
            <w:pPr>
              <w:spacing w:line="-240" w:lineRule="auto"/>
              <w:jc w:val="center"/>
            </w:pPr>
          </w:p>
          <w:p w14:paraId="2072F3BD" w14:textId="77777777" w:rsidR="006C1044" w:rsidRDefault="006C1044" w:rsidP="006C1044">
            <w:pPr>
              <w:spacing w:line="-240" w:lineRule="auto"/>
              <w:jc w:val="center"/>
            </w:pPr>
          </w:p>
          <w:p w14:paraId="37E64276" w14:textId="77777777" w:rsidR="006C1044" w:rsidRDefault="006C1044" w:rsidP="006C1044">
            <w:pPr>
              <w:spacing w:line="-240" w:lineRule="auto"/>
              <w:jc w:val="center"/>
            </w:pPr>
          </w:p>
          <w:p w14:paraId="1BF94231" w14:textId="77777777" w:rsidR="006C1044" w:rsidRDefault="006C1044" w:rsidP="006C1044">
            <w:pPr>
              <w:spacing w:line="-240" w:lineRule="auto"/>
              <w:jc w:val="center"/>
            </w:pPr>
          </w:p>
          <w:p w14:paraId="5524D309" w14:textId="446D013B" w:rsidR="006C1044" w:rsidRPr="006C1044" w:rsidRDefault="006C1044" w:rsidP="006C1044">
            <w:pPr>
              <w:spacing w:line="-240" w:lineRule="auto"/>
              <w:jc w:val="center"/>
              <w:rPr>
                <w:b/>
                <w:color w:val="FF0000"/>
              </w:rPr>
            </w:pPr>
            <w:r w:rsidRPr="006C1044">
              <w:rPr>
                <w:b/>
                <w:smallCaps/>
                <w:color w:val="FF0000"/>
              </w:rPr>
              <w:t>Nom – Prenom et Fonction du signataire titulaire du certificat de signature électronique</w:t>
            </w:r>
          </w:p>
        </w:tc>
      </w:tr>
      <w:tr w:rsidR="006C1044" w:rsidRPr="001B3B52" w14:paraId="75EB0888" w14:textId="77777777" w:rsidTr="006C1044">
        <w:trPr>
          <w:trHeight w:val="719"/>
        </w:trPr>
        <w:tc>
          <w:tcPr>
            <w:tcW w:w="9430" w:type="dxa"/>
            <w:tcBorders>
              <w:top w:val="nil"/>
            </w:tcBorders>
            <w:shd w:val="clear" w:color="auto" w:fill="auto"/>
          </w:tcPr>
          <w:p w14:paraId="25923AEB" w14:textId="557C15AC" w:rsidR="006C1044" w:rsidRPr="006C1044" w:rsidRDefault="006C1044" w:rsidP="006C1044">
            <w:pPr>
              <w:spacing w:line="-240" w:lineRule="auto"/>
              <w:jc w:val="center"/>
            </w:pPr>
            <w:r w:rsidRPr="00C8072E">
              <w:rPr>
                <w:b/>
                <w:color w:val="FF0000"/>
              </w:rPr>
              <w:t>*la signature n’étant plus obligatoire sur l’offre et la candidature, le candidat retenu devra, s’il ne l’a pas effectué au dépôt, signer électroniquement l’accord-cadre adressé par la Caf au moment de la notification</w:t>
            </w:r>
            <w:r>
              <w:rPr>
                <w:b/>
                <w:color w:val="FF0000"/>
              </w:rPr>
              <w:t>.</w:t>
            </w:r>
          </w:p>
        </w:tc>
      </w:tr>
    </w:tbl>
    <w:p w14:paraId="2CBFA961" w14:textId="77777777" w:rsidR="006C1044" w:rsidRDefault="006C1044" w:rsidP="00C555F9">
      <w:pPr>
        <w:spacing w:before="600" w:after="120"/>
        <w:ind w:left="567"/>
        <w:jc w:val="center"/>
        <w:rPr>
          <w:b/>
        </w:rPr>
      </w:pPr>
    </w:p>
    <w:p w14:paraId="0220EB56" w14:textId="034FF03B" w:rsidR="001F4088" w:rsidRDefault="001F4088" w:rsidP="00C555F9">
      <w:pPr>
        <w:spacing w:before="600" w:after="120"/>
        <w:ind w:left="567"/>
        <w:jc w:val="center"/>
      </w:pPr>
      <w:r w:rsidRPr="001B3B52">
        <w:rPr>
          <w:b/>
        </w:rPr>
        <w:lastRenderedPageBreak/>
        <w:t>COORDONNEES DE LA PERSONNE POUVANT ETRE CONTACTEE SI DES RENSEIGNEMENTS COMPLEMENTAIRES S’AVERAIENT NECESSAIRES</w:t>
      </w:r>
      <w:r w:rsidRPr="001B3B52">
        <w:t xml:space="preserve"> :</w:t>
      </w:r>
    </w:p>
    <w:tbl>
      <w:tblPr>
        <w:tblW w:w="8407" w:type="dxa"/>
        <w:tblInd w:w="-72" w:type="dxa"/>
        <w:tblLayout w:type="fixed"/>
        <w:tblCellMar>
          <w:left w:w="70" w:type="dxa"/>
          <w:right w:w="70" w:type="dxa"/>
        </w:tblCellMar>
        <w:tblLook w:val="0000" w:firstRow="0" w:lastRow="0" w:firstColumn="0" w:lastColumn="0" w:noHBand="0" w:noVBand="0"/>
      </w:tblPr>
      <w:tblGrid>
        <w:gridCol w:w="1051"/>
        <w:gridCol w:w="836"/>
        <w:gridCol w:w="2410"/>
        <w:gridCol w:w="1984"/>
        <w:gridCol w:w="2126"/>
      </w:tblGrid>
      <w:tr w:rsidR="006C1044" w:rsidRPr="008F286F" w14:paraId="05531136" w14:textId="77777777" w:rsidTr="006C1044">
        <w:trPr>
          <w:cantSplit/>
        </w:trPr>
        <w:tc>
          <w:tcPr>
            <w:tcW w:w="1051" w:type="dxa"/>
          </w:tcPr>
          <w:p w14:paraId="56B90351" w14:textId="77777777" w:rsidR="006C1044" w:rsidRPr="008F286F" w:rsidRDefault="006C1044" w:rsidP="00D30D2C">
            <w:pPr>
              <w:spacing w:before="240"/>
              <w:jc w:val="both"/>
            </w:pPr>
            <w:r w:rsidRPr="008F286F">
              <w:t>NOM</w:t>
            </w:r>
          </w:p>
        </w:tc>
        <w:tc>
          <w:tcPr>
            <w:tcW w:w="3246" w:type="dxa"/>
            <w:gridSpan w:val="2"/>
            <w:tcBorders>
              <w:bottom w:val="single" w:sz="6" w:space="0" w:color="auto"/>
            </w:tcBorders>
          </w:tcPr>
          <w:p w14:paraId="12C12C05" w14:textId="77777777" w:rsidR="006C1044" w:rsidRPr="008F286F" w:rsidRDefault="006C1044" w:rsidP="00D30D2C">
            <w:pPr>
              <w:spacing w:before="240"/>
              <w:jc w:val="both"/>
            </w:pPr>
          </w:p>
        </w:tc>
        <w:tc>
          <w:tcPr>
            <w:tcW w:w="1984" w:type="dxa"/>
          </w:tcPr>
          <w:p w14:paraId="17C27D62" w14:textId="77777777" w:rsidR="006C1044" w:rsidRPr="008F286F" w:rsidRDefault="006C1044" w:rsidP="00D30D2C">
            <w:pPr>
              <w:spacing w:before="240"/>
              <w:jc w:val="center"/>
            </w:pPr>
            <w:r w:rsidRPr="008F286F">
              <w:t>FONCTION :</w:t>
            </w:r>
          </w:p>
        </w:tc>
        <w:tc>
          <w:tcPr>
            <w:tcW w:w="2126" w:type="dxa"/>
            <w:tcBorders>
              <w:bottom w:val="single" w:sz="6" w:space="0" w:color="auto"/>
            </w:tcBorders>
          </w:tcPr>
          <w:p w14:paraId="1B50C99B" w14:textId="77777777" w:rsidR="006C1044" w:rsidRPr="008F286F" w:rsidRDefault="006C1044" w:rsidP="00D30D2C">
            <w:pPr>
              <w:spacing w:before="240"/>
              <w:jc w:val="both"/>
            </w:pPr>
          </w:p>
        </w:tc>
      </w:tr>
      <w:tr w:rsidR="006C1044" w:rsidRPr="008F286F" w14:paraId="012B33DA" w14:textId="77777777" w:rsidTr="006C1044">
        <w:trPr>
          <w:cantSplit/>
        </w:trPr>
        <w:tc>
          <w:tcPr>
            <w:tcW w:w="1887" w:type="dxa"/>
            <w:gridSpan w:val="2"/>
          </w:tcPr>
          <w:p w14:paraId="5EC7E62F" w14:textId="77777777" w:rsidR="006C1044" w:rsidRPr="008F286F" w:rsidRDefault="006C1044" w:rsidP="00D30D2C">
            <w:pPr>
              <w:spacing w:before="240"/>
              <w:jc w:val="both"/>
            </w:pPr>
            <w:r w:rsidRPr="008F286F">
              <w:t>Adresse :</w:t>
            </w:r>
          </w:p>
        </w:tc>
        <w:tc>
          <w:tcPr>
            <w:tcW w:w="6520" w:type="dxa"/>
            <w:gridSpan w:val="3"/>
            <w:tcBorders>
              <w:bottom w:val="single" w:sz="6" w:space="0" w:color="auto"/>
            </w:tcBorders>
          </w:tcPr>
          <w:p w14:paraId="35D6814D" w14:textId="77777777" w:rsidR="006C1044" w:rsidRPr="008F286F" w:rsidRDefault="006C1044" w:rsidP="00D30D2C">
            <w:pPr>
              <w:spacing w:before="240"/>
              <w:jc w:val="both"/>
            </w:pPr>
          </w:p>
        </w:tc>
      </w:tr>
      <w:tr w:rsidR="006C1044" w:rsidRPr="008F286F" w14:paraId="1785D820" w14:textId="77777777" w:rsidTr="006C1044">
        <w:trPr>
          <w:cantSplit/>
        </w:trPr>
        <w:tc>
          <w:tcPr>
            <w:tcW w:w="1887" w:type="dxa"/>
            <w:gridSpan w:val="2"/>
          </w:tcPr>
          <w:p w14:paraId="7170F39B" w14:textId="77777777" w:rsidR="006C1044" w:rsidRPr="008F286F" w:rsidRDefault="006C1044" w:rsidP="00D30D2C">
            <w:pPr>
              <w:spacing w:before="120"/>
              <w:jc w:val="both"/>
            </w:pPr>
          </w:p>
        </w:tc>
        <w:tc>
          <w:tcPr>
            <w:tcW w:w="6520" w:type="dxa"/>
            <w:gridSpan w:val="3"/>
            <w:tcBorders>
              <w:bottom w:val="single" w:sz="4" w:space="0" w:color="auto"/>
            </w:tcBorders>
          </w:tcPr>
          <w:p w14:paraId="153E711B" w14:textId="77777777" w:rsidR="006C1044" w:rsidRPr="008F286F" w:rsidRDefault="006C1044" w:rsidP="00D30D2C">
            <w:pPr>
              <w:spacing w:before="120"/>
              <w:jc w:val="both"/>
            </w:pPr>
          </w:p>
        </w:tc>
      </w:tr>
      <w:tr w:rsidR="006C1044" w:rsidRPr="008F286F" w14:paraId="28A7C111" w14:textId="77777777" w:rsidTr="006C1044">
        <w:trPr>
          <w:cantSplit/>
        </w:trPr>
        <w:tc>
          <w:tcPr>
            <w:tcW w:w="1887" w:type="dxa"/>
            <w:gridSpan w:val="2"/>
          </w:tcPr>
          <w:p w14:paraId="04C109C3" w14:textId="587433BE" w:rsidR="006C1044" w:rsidRPr="008F286F" w:rsidRDefault="006C1044" w:rsidP="00D30D2C">
            <w:pPr>
              <w:spacing w:before="240"/>
              <w:jc w:val="both"/>
            </w:pPr>
            <w:r w:rsidRPr="008F286F">
              <w:t>Téléphone</w:t>
            </w:r>
            <w:r>
              <w:t xml:space="preserve"> fixe</w:t>
            </w:r>
            <w:r w:rsidRPr="008F286F">
              <w:t> :</w:t>
            </w:r>
          </w:p>
        </w:tc>
        <w:tc>
          <w:tcPr>
            <w:tcW w:w="6520" w:type="dxa"/>
            <w:gridSpan w:val="3"/>
          </w:tcPr>
          <w:p w14:paraId="7CA031E9" w14:textId="77777777" w:rsidR="006C1044" w:rsidRPr="008F286F" w:rsidRDefault="006C1044" w:rsidP="00D30D2C">
            <w:pPr>
              <w:spacing w:before="240"/>
              <w:jc w:val="both"/>
            </w:pPr>
          </w:p>
        </w:tc>
      </w:tr>
      <w:tr w:rsidR="006C1044" w:rsidRPr="008F286F" w14:paraId="4F27B78F" w14:textId="77777777" w:rsidTr="006C1044">
        <w:trPr>
          <w:cantSplit/>
        </w:trPr>
        <w:tc>
          <w:tcPr>
            <w:tcW w:w="1887" w:type="dxa"/>
            <w:gridSpan w:val="2"/>
          </w:tcPr>
          <w:p w14:paraId="46A661BF" w14:textId="24EFBB39" w:rsidR="006C1044" w:rsidRPr="008F286F" w:rsidRDefault="006C1044" w:rsidP="00D30D2C">
            <w:pPr>
              <w:spacing w:before="120" w:after="120"/>
              <w:jc w:val="both"/>
            </w:pPr>
            <w:r w:rsidRPr="008F286F">
              <w:t>Télé</w:t>
            </w:r>
            <w:r>
              <w:t>phone mobile</w:t>
            </w:r>
            <w:r w:rsidRPr="008F286F">
              <w:t> :</w:t>
            </w:r>
          </w:p>
        </w:tc>
        <w:tc>
          <w:tcPr>
            <w:tcW w:w="6520" w:type="dxa"/>
            <w:gridSpan w:val="3"/>
            <w:tcBorders>
              <w:top w:val="single" w:sz="4" w:space="0" w:color="auto"/>
              <w:bottom w:val="single" w:sz="4" w:space="0" w:color="auto"/>
            </w:tcBorders>
          </w:tcPr>
          <w:p w14:paraId="7800BB8B" w14:textId="77777777" w:rsidR="006C1044" w:rsidRPr="008F286F" w:rsidRDefault="006C1044" w:rsidP="00D30D2C">
            <w:pPr>
              <w:spacing w:before="120" w:after="120"/>
              <w:jc w:val="both"/>
            </w:pPr>
          </w:p>
        </w:tc>
      </w:tr>
      <w:tr w:rsidR="006C1044" w:rsidRPr="008F286F" w14:paraId="7B5C8F23" w14:textId="77777777" w:rsidTr="006C1044">
        <w:trPr>
          <w:cantSplit/>
        </w:trPr>
        <w:tc>
          <w:tcPr>
            <w:tcW w:w="1887" w:type="dxa"/>
            <w:gridSpan w:val="2"/>
          </w:tcPr>
          <w:p w14:paraId="41B9D0BA" w14:textId="77777777" w:rsidR="006C1044" w:rsidRPr="008F286F" w:rsidRDefault="006C1044" w:rsidP="00D30D2C">
            <w:pPr>
              <w:spacing w:before="120" w:after="120"/>
              <w:jc w:val="both"/>
              <w:rPr>
                <w:noProof/>
              </w:rPr>
            </w:pPr>
            <w:r w:rsidRPr="008F286F">
              <w:rPr>
                <w:noProof/>
              </w:rPr>
              <w:t>E-mail :</w:t>
            </w:r>
          </w:p>
        </w:tc>
        <w:tc>
          <w:tcPr>
            <w:tcW w:w="6520" w:type="dxa"/>
            <w:gridSpan w:val="3"/>
            <w:tcBorders>
              <w:top w:val="single" w:sz="4" w:space="0" w:color="auto"/>
              <w:bottom w:val="single" w:sz="6" w:space="0" w:color="auto"/>
            </w:tcBorders>
          </w:tcPr>
          <w:p w14:paraId="10893901" w14:textId="77777777" w:rsidR="006C1044" w:rsidRPr="008F286F" w:rsidRDefault="006C1044" w:rsidP="00D30D2C">
            <w:pPr>
              <w:spacing w:before="120" w:after="120"/>
              <w:jc w:val="both"/>
            </w:pPr>
          </w:p>
        </w:tc>
      </w:tr>
    </w:tbl>
    <w:p w14:paraId="4196F16F" w14:textId="77777777" w:rsidR="006C1044" w:rsidRPr="001B3B52" w:rsidRDefault="006C1044" w:rsidP="006C1044">
      <w:pPr>
        <w:spacing w:before="600" w:after="120"/>
        <w:ind w:left="567"/>
      </w:pPr>
    </w:p>
    <w:p w14:paraId="43F0E4EF" w14:textId="77777777" w:rsidR="001F4088" w:rsidRPr="001B3B52" w:rsidRDefault="001F4088" w:rsidP="00C555F9">
      <w:pPr>
        <w:spacing w:before="120" w:after="120"/>
        <w:ind w:left="567"/>
        <w:jc w:val="center"/>
      </w:pPr>
    </w:p>
    <w:p w14:paraId="14FF6724" w14:textId="77777777" w:rsidR="001F4088" w:rsidRPr="001B3B52" w:rsidRDefault="001F4088" w:rsidP="00C555F9"/>
    <w:p w14:paraId="25247F96" w14:textId="77777777" w:rsidR="001F4088" w:rsidRPr="001B3B52" w:rsidRDefault="001F4088" w:rsidP="00C555F9"/>
    <w:p w14:paraId="043F571E" w14:textId="77777777" w:rsidR="001F4088" w:rsidRPr="001B3B52" w:rsidRDefault="001F4088" w:rsidP="00C555F9"/>
    <w:p w14:paraId="0CFDC12A" w14:textId="77777777" w:rsidR="001F4088" w:rsidRPr="001B3B52" w:rsidRDefault="001F4088" w:rsidP="00C555F9"/>
    <w:p w14:paraId="4E7BA0DE" w14:textId="77777777" w:rsidR="00A04D58" w:rsidRDefault="00A04D58" w:rsidP="00C555F9"/>
    <w:p w14:paraId="77D742FB" w14:textId="77777777" w:rsidR="00A04D58" w:rsidRDefault="00A04D58" w:rsidP="00C555F9"/>
    <w:p w14:paraId="18318B53" w14:textId="77777777" w:rsidR="00A04D58" w:rsidRDefault="00A04D58" w:rsidP="00C555F9"/>
    <w:p w14:paraId="3FBAB79C" w14:textId="77777777" w:rsidR="00A04D58" w:rsidRDefault="00A04D58" w:rsidP="00C555F9"/>
    <w:sectPr w:rsidR="00A04D58" w:rsidSect="006C1044">
      <w:headerReference w:type="default" r:id="rId8"/>
      <w:footerReference w:type="even" r:id="rId9"/>
      <w:footerReference w:type="default" r:id="rId10"/>
      <w:pgSz w:w="11907" w:h="16840" w:code="9"/>
      <w:pgMar w:top="2410" w:right="1559" w:bottom="709" w:left="1418" w:header="284"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2C019" w14:textId="77777777" w:rsidR="00CB119F" w:rsidRDefault="00CB119F">
      <w:r>
        <w:separator/>
      </w:r>
    </w:p>
  </w:endnote>
  <w:endnote w:type="continuationSeparator" w:id="0">
    <w:p w14:paraId="7520933A" w14:textId="77777777" w:rsidR="00CB119F" w:rsidRDefault="00CB1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onotype Sorts">
    <w:altName w:val="Symbol"/>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D457" w14:textId="77777777" w:rsidR="00CB119F" w:rsidRDefault="00CB119F">
    <w:pPr>
      <w:pStyle w:val="En-tt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5F8F396" w14:textId="77777777" w:rsidR="00CB119F" w:rsidRDefault="00CB119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E71AA" w14:textId="3116A37D" w:rsidR="00CB119F" w:rsidRDefault="00CB119F" w:rsidP="00634EC5">
    <w:pPr>
      <w:pStyle w:val="Pieddepage"/>
      <w:pBdr>
        <w:top w:val="single" w:sz="4" w:space="1" w:color="auto"/>
      </w:pBdr>
      <w:tabs>
        <w:tab w:val="left" w:pos="7371"/>
      </w:tabs>
      <w:ind w:right="360"/>
      <w:rPr>
        <w:b/>
        <w:i/>
      </w:rPr>
    </w:pPr>
    <w:r>
      <w:rPr>
        <w:rStyle w:val="Numrodepage"/>
      </w:rPr>
      <w:t xml:space="preserve">MA </w:t>
    </w:r>
    <w:r w:rsidR="00634EC5">
      <w:rPr>
        <w:rStyle w:val="Numrodepage"/>
      </w:rPr>
      <w:t xml:space="preserve">01-2025 </w:t>
    </w:r>
    <w:r>
      <w:rPr>
        <w:rStyle w:val="Numrodepage"/>
      </w:rPr>
      <w:t xml:space="preserve">– AE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022A3" w14:textId="77777777" w:rsidR="00CB119F" w:rsidRDefault="00CB119F">
      <w:r>
        <w:separator/>
      </w:r>
    </w:p>
  </w:footnote>
  <w:footnote w:type="continuationSeparator" w:id="0">
    <w:p w14:paraId="1E799C95" w14:textId="77777777" w:rsidR="00CB119F" w:rsidRDefault="00CB1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C20A" w14:textId="77777777" w:rsidR="00634EC5" w:rsidRDefault="00634EC5" w:rsidP="00634EC5">
    <w:pPr>
      <w:pStyle w:val="En-tte"/>
      <w:tabs>
        <w:tab w:val="clear" w:pos="4536"/>
        <w:tab w:val="clear" w:pos="9072"/>
      </w:tabs>
      <w:ind w:left="851"/>
      <w:jc w:val="right"/>
    </w:pPr>
    <w:r>
      <w:t xml:space="preserve">Page </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4</w:t>
    </w:r>
    <w:r>
      <w:rPr>
        <w:b/>
        <w:bCs/>
        <w:sz w:val="24"/>
        <w:szCs w:val="24"/>
      </w:rPr>
      <w:fldChar w:fldCharType="end"/>
    </w:r>
  </w:p>
  <w:p w14:paraId="05F6DCFE" w14:textId="69CD1500" w:rsidR="00634EC5" w:rsidRDefault="00634EC5" w:rsidP="00634EC5">
    <w:pPr>
      <w:pStyle w:val="En-tte"/>
      <w:tabs>
        <w:tab w:val="clear" w:pos="4536"/>
        <w:tab w:val="clear" w:pos="9072"/>
      </w:tabs>
      <w:ind w:left="851"/>
      <w:rPr>
        <w:b/>
        <w:bCs/>
        <w:sz w:val="16"/>
        <w:szCs w:val="16"/>
      </w:rPr>
    </w:pPr>
    <w:r>
      <w:rPr>
        <w:b/>
        <w:bCs/>
        <w:sz w:val="16"/>
        <w:szCs w:val="16"/>
      </w:rPr>
      <w:t>DIRECTION SUPPORTS, OUTILS ET SOLIDARITE</w:t>
    </w:r>
    <w:r>
      <w:rPr>
        <w:b/>
        <w:bCs/>
        <w:sz w:val="16"/>
        <w:szCs w:val="16"/>
      </w:rPr>
      <w:tab/>
    </w:r>
    <w:r>
      <w:rPr>
        <w:b/>
        <w:bCs/>
        <w:sz w:val="16"/>
        <w:szCs w:val="16"/>
      </w:rPr>
      <w:tab/>
    </w:r>
  </w:p>
  <w:p w14:paraId="17F673FF" w14:textId="77777777" w:rsidR="00634EC5" w:rsidRPr="00293855" w:rsidRDefault="00634EC5" w:rsidP="00634EC5">
    <w:pPr>
      <w:pStyle w:val="En-tte"/>
      <w:tabs>
        <w:tab w:val="clear" w:pos="4536"/>
        <w:tab w:val="clear" w:pos="9072"/>
      </w:tabs>
      <w:ind w:left="851"/>
    </w:pPr>
    <w:r w:rsidRPr="00A140EE">
      <w:rPr>
        <w:b/>
        <w:bCs/>
        <w:sz w:val="16"/>
        <w:szCs w:val="16"/>
      </w:rPr>
      <w:t>BUREAU DES MARCHES</w:t>
    </w:r>
  </w:p>
  <w:p w14:paraId="64CCAEB6" w14:textId="77777777" w:rsidR="00634EC5" w:rsidRDefault="00634EC5" w:rsidP="00634EC5">
    <w:pPr>
      <w:pStyle w:val="En-tte"/>
      <w:tabs>
        <w:tab w:val="center" w:pos="4146"/>
        <w:tab w:val="right" w:pos="6839"/>
      </w:tabs>
      <w:ind w:left="2552"/>
      <w:jc w:val="right"/>
      <w:rPr>
        <w:b/>
        <w:bCs/>
      </w:rPr>
    </w:pPr>
  </w:p>
  <w:p w14:paraId="1B577B59" w14:textId="2F802DFF" w:rsidR="00634EC5" w:rsidRDefault="00634EC5" w:rsidP="00634EC5">
    <w:pPr>
      <w:pStyle w:val="En-tte"/>
      <w:tabs>
        <w:tab w:val="center" w:pos="4146"/>
        <w:tab w:val="right" w:pos="6839"/>
      </w:tabs>
      <w:jc w:val="right"/>
      <w:rPr>
        <w:b/>
        <w:bCs/>
      </w:rPr>
    </w:pPr>
    <w:r>
      <w:rPr>
        <w:b/>
        <w:bCs/>
        <w:noProof/>
      </w:rPr>
      <mc:AlternateContent>
        <mc:Choice Requires="wpg">
          <w:drawing>
            <wp:anchor distT="0" distB="0" distL="114300" distR="114300" simplePos="0" relativeHeight="251659264" behindDoc="0" locked="0" layoutInCell="1" allowOverlap="1" wp14:anchorId="47845C1E" wp14:editId="08974D61">
              <wp:simplePos x="0" y="0"/>
              <wp:positionH relativeFrom="page">
                <wp:posOffset>0</wp:posOffset>
              </wp:positionH>
              <wp:positionV relativeFrom="page">
                <wp:posOffset>247650</wp:posOffset>
              </wp:positionV>
              <wp:extent cx="7560310" cy="1256030"/>
              <wp:effectExtent l="0" t="0" r="2540" b="1270"/>
              <wp:wrapNone/>
              <wp:docPr id="1565425228"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6"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7"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8"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0B1BFA01" id="Groupe 1" o:spid="_x0000_s1026" style="position:absolute;margin-left:0;margin-top:19.5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4" o:title=""/>
              </v:shape>
              <w10:wrap anchorx="page" anchory="page"/>
            </v:group>
          </w:pict>
        </mc:Fallback>
      </mc:AlternateContent>
    </w:r>
  </w:p>
  <w:p w14:paraId="0623C925" w14:textId="77777777" w:rsidR="00634EC5" w:rsidRPr="001C4666" w:rsidRDefault="00634EC5" w:rsidP="00634EC5">
    <w:pPr>
      <w:pStyle w:val="En-tte"/>
      <w:tabs>
        <w:tab w:val="center" w:pos="4146"/>
        <w:tab w:val="right" w:pos="6839"/>
      </w:tabs>
      <w:jc w:val="right"/>
      <w:rPr>
        <w:b/>
        <w:bCs/>
      </w:rPr>
    </w:pPr>
  </w:p>
  <w:p w14:paraId="25E852AE" w14:textId="77777777" w:rsidR="00634EC5" w:rsidRPr="001C4666" w:rsidRDefault="00634EC5" w:rsidP="00634EC5">
    <w:pPr>
      <w:pStyle w:val="En-tte"/>
    </w:pPr>
  </w:p>
  <w:p w14:paraId="42FDA6A8" w14:textId="5E8E2656" w:rsidR="00CB119F" w:rsidRPr="00634EC5" w:rsidRDefault="00CB119F" w:rsidP="00634E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7428A"/>
    <w:multiLevelType w:val="multilevel"/>
    <w:tmpl w:val="FAB4649C"/>
    <w:lvl w:ilvl="0">
      <w:start w:val="1"/>
      <w:numFmt w:val="bullet"/>
      <w:lvlText w:val="-"/>
      <w:lvlJc w:val="left"/>
      <w:pPr>
        <w:ind w:left="644" w:hanging="360"/>
      </w:pPr>
      <w:rPr>
        <w:rFonts w:ascii="OpenSymbol" w:hAnsi="OpenSymbol" w:cs="Open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BFB2862"/>
    <w:multiLevelType w:val="multilevel"/>
    <w:tmpl w:val="39DE7B0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7C15273"/>
    <w:multiLevelType w:val="multilevel"/>
    <w:tmpl w:val="593269E8"/>
    <w:lvl w:ilvl="0">
      <w:start w:val="1"/>
      <w:numFmt w:val="decimal"/>
      <w:pStyle w:val="Titre2"/>
      <w:lvlText w:val="%1."/>
      <w:lvlJc w:val="left"/>
      <w:pPr>
        <w:tabs>
          <w:tab w:val="num" w:pos="360"/>
        </w:tabs>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36C623F"/>
    <w:multiLevelType w:val="singleLevel"/>
    <w:tmpl w:val="90D4B7AA"/>
    <w:lvl w:ilvl="0">
      <w:numFmt w:val="bullet"/>
      <w:lvlText w:val="-"/>
      <w:lvlJc w:val="left"/>
      <w:pPr>
        <w:tabs>
          <w:tab w:val="num" w:pos="644"/>
        </w:tabs>
        <w:ind w:left="644" w:hanging="360"/>
      </w:pPr>
      <w:rPr>
        <w:rFonts w:hint="default"/>
      </w:rPr>
    </w:lvl>
  </w:abstractNum>
  <w:abstractNum w:abstractNumId="5" w15:restartNumberingAfterBreak="0">
    <w:nsid w:val="36D7105B"/>
    <w:multiLevelType w:val="multilevel"/>
    <w:tmpl w:val="6AF6DDE2"/>
    <w:lvl w:ilvl="0">
      <w:start w:val="1"/>
      <w:numFmt w:val="decimal"/>
      <w:lvlText w:val="%1)"/>
      <w:lvlJc w:val="left"/>
      <w:pPr>
        <w:tabs>
          <w:tab w:val="num" w:pos="360"/>
        </w:tabs>
        <w:ind w:left="360" w:hanging="360"/>
      </w:pPr>
    </w:lvl>
    <w:lvl w:ilvl="1">
      <w:start w:val="2"/>
      <w:numFmt w:val="decimal"/>
      <w:lvlText w:val="%2)"/>
      <w:lvlJc w:val="left"/>
      <w:pPr>
        <w:tabs>
          <w:tab w:val="num" w:pos="720"/>
        </w:tabs>
        <w:ind w:left="720" w:hanging="360"/>
      </w:pPr>
    </w:lvl>
    <w:lvl w:ilvl="2">
      <w:start w:val="1"/>
      <w:numFmt w:val="decimal"/>
      <w:pStyle w:val="Titre3"/>
      <w:lvlText w:val="%3."/>
      <w:lvlJc w:val="left"/>
      <w:pPr>
        <w:tabs>
          <w:tab w:val="num" w:pos="360"/>
        </w:tabs>
        <w:ind w:left="0" w:firstLine="0"/>
      </w:pPr>
      <w:rPr>
        <w:rFonts w:ascii="Arial" w:hAnsi="Arial" w:hint="default"/>
        <w:b/>
        <w:i w:val="0"/>
        <w:sz w:val="20"/>
      </w:rPr>
    </w:lvl>
    <w:lvl w:ilvl="3">
      <w:start w:val="1"/>
      <w:numFmt w:val="decimal"/>
      <w:lvlText w:val="2.%4."/>
      <w:lvlJc w:val="left"/>
      <w:pPr>
        <w:tabs>
          <w:tab w:val="num" w:pos="360"/>
        </w:tabs>
        <w:ind w:left="0" w:firstLine="0"/>
      </w:pPr>
      <w:rPr>
        <w:rFonts w:ascii="Arial" w:hAnsi="Arial" w:hint="default"/>
        <w:b/>
        <w:i w:val="0"/>
        <w:sz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CCC26D2"/>
    <w:multiLevelType w:val="multilevel"/>
    <w:tmpl w:val="F04E8D82"/>
    <w:lvl w:ilvl="0">
      <w:start w:val="4"/>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7" w15:restartNumberingAfterBreak="0">
    <w:nsid w:val="3CD27A98"/>
    <w:multiLevelType w:val="hybridMultilevel"/>
    <w:tmpl w:val="B2D29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AF269D"/>
    <w:multiLevelType w:val="singleLevel"/>
    <w:tmpl w:val="0E52CC08"/>
    <w:lvl w:ilvl="0">
      <w:start w:val="3"/>
      <w:numFmt w:val="bullet"/>
      <w:lvlText w:val=""/>
      <w:lvlJc w:val="left"/>
      <w:pPr>
        <w:tabs>
          <w:tab w:val="num" w:pos="1494"/>
        </w:tabs>
        <w:ind w:left="1494" w:hanging="360"/>
      </w:pPr>
      <w:rPr>
        <w:rFonts w:ascii="Symbol" w:hAnsi="Symbol" w:hint="default"/>
      </w:rPr>
    </w:lvl>
  </w:abstractNum>
  <w:abstractNum w:abstractNumId="9" w15:restartNumberingAfterBreak="0">
    <w:nsid w:val="3EF57836"/>
    <w:multiLevelType w:val="hybridMultilevel"/>
    <w:tmpl w:val="66D6B510"/>
    <w:lvl w:ilvl="0" w:tplc="8B6AEE58">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6F4B12"/>
    <w:multiLevelType w:val="hybridMultilevel"/>
    <w:tmpl w:val="28CEDB60"/>
    <w:lvl w:ilvl="0" w:tplc="1B808336">
      <w:start w:val="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5E37C5"/>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79B2E9E"/>
    <w:multiLevelType w:val="hybridMultilevel"/>
    <w:tmpl w:val="0BDEC804"/>
    <w:lvl w:ilvl="0" w:tplc="2A72D25E">
      <w:start w:val="1"/>
      <w:numFmt w:val="bullet"/>
      <w:lvlText w:val="-"/>
      <w:lvlJc w:val="left"/>
      <w:pPr>
        <w:ind w:left="1494" w:hanging="360"/>
      </w:pPr>
      <w:rPr>
        <w:rFonts w:ascii="Verdana" w:eastAsia="Times New Roman" w:hAnsi="Verdana"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3" w15:restartNumberingAfterBreak="0">
    <w:nsid w:val="5BE941A6"/>
    <w:multiLevelType w:val="multilevel"/>
    <w:tmpl w:val="6AF6DDE2"/>
    <w:lvl w:ilvl="0">
      <w:start w:val="1"/>
      <w:numFmt w:val="decimal"/>
      <w:lvlText w:val="%1)"/>
      <w:lvlJc w:val="left"/>
      <w:pPr>
        <w:tabs>
          <w:tab w:val="num" w:pos="360"/>
        </w:tabs>
        <w:ind w:left="360" w:hanging="360"/>
      </w:pPr>
    </w:lvl>
    <w:lvl w:ilvl="1">
      <w:start w:val="2"/>
      <w:numFmt w:val="decimal"/>
      <w:lvlText w:val="%2)"/>
      <w:lvlJc w:val="left"/>
      <w:pPr>
        <w:tabs>
          <w:tab w:val="num" w:pos="720"/>
        </w:tabs>
        <w:ind w:left="720" w:hanging="360"/>
      </w:pPr>
    </w:lvl>
    <w:lvl w:ilvl="2">
      <w:start w:val="1"/>
      <w:numFmt w:val="decimal"/>
      <w:lvlText w:val="%3."/>
      <w:lvlJc w:val="left"/>
      <w:pPr>
        <w:tabs>
          <w:tab w:val="num" w:pos="360"/>
        </w:tabs>
        <w:ind w:left="0" w:firstLine="0"/>
      </w:pPr>
      <w:rPr>
        <w:rFonts w:ascii="Arial" w:hAnsi="Arial" w:hint="default"/>
        <w:b/>
        <w:i w:val="0"/>
        <w:sz w:val="20"/>
      </w:rPr>
    </w:lvl>
    <w:lvl w:ilvl="3">
      <w:start w:val="1"/>
      <w:numFmt w:val="decimal"/>
      <w:lvlText w:val="2.%4."/>
      <w:lvlJc w:val="left"/>
      <w:pPr>
        <w:tabs>
          <w:tab w:val="num" w:pos="360"/>
        </w:tabs>
        <w:ind w:left="0" w:firstLine="0"/>
      </w:pPr>
      <w:rPr>
        <w:rFonts w:ascii="Arial" w:hAnsi="Arial" w:hint="default"/>
        <w:b/>
        <w:i w:val="0"/>
        <w:sz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FF924F4"/>
    <w:multiLevelType w:val="singleLevel"/>
    <w:tmpl w:val="D40AFF98"/>
    <w:lvl w:ilvl="0">
      <w:start w:val="2"/>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62BC1BBC"/>
    <w:multiLevelType w:val="hybridMultilevel"/>
    <w:tmpl w:val="81A2AB30"/>
    <w:lvl w:ilvl="0" w:tplc="E5F8DC00">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3623D5"/>
    <w:multiLevelType w:val="hybridMultilevel"/>
    <w:tmpl w:val="469C3558"/>
    <w:lvl w:ilvl="0" w:tplc="040C000F">
      <w:start w:val="2"/>
      <w:numFmt w:val="decimal"/>
      <w:lvlText w:val="%1."/>
      <w:lvlJc w:val="left"/>
      <w:pPr>
        <w:ind w:left="2771" w:hanging="360"/>
      </w:pPr>
      <w:rPr>
        <w:rFonts w:hint="default"/>
      </w:rPr>
    </w:lvl>
    <w:lvl w:ilvl="1" w:tplc="040C0019" w:tentative="1">
      <w:start w:val="1"/>
      <w:numFmt w:val="lowerLetter"/>
      <w:lvlText w:val="%2."/>
      <w:lvlJc w:val="left"/>
      <w:pPr>
        <w:ind w:left="3491" w:hanging="360"/>
      </w:pPr>
    </w:lvl>
    <w:lvl w:ilvl="2" w:tplc="040C001B" w:tentative="1">
      <w:start w:val="1"/>
      <w:numFmt w:val="lowerRoman"/>
      <w:lvlText w:val="%3."/>
      <w:lvlJc w:val="right"/>
      <w:pPr>
        <w:ind w:left="4211" w:hanging="180"/>
      </w:pPr>
    </w:lvl>
    <w:lvl w:ilvl="3" w:tplc="040C000F" w:tentative="1">
      <w:start w:val="1"/>
      <w:numFmt w:val="decimal"/>
      <w:lvlText w:val="%4."/>
      <w:lvlJc w:val="left"/>
      <w:pPr>
        <w:ind w:left="4931" w:hanging="360"/>
      </w:pPr>
    </w:lvl>
    <w:lvl w:ilvl="4" w:tplc="040C0019" w:tentative="1">
      <w:start w:val="1"/>
      <w:numFmt w:val="lowerLetter"/>
      <w:lvlText w:val="%5."/>
      <w:lvlJc w:val="left"/>
      <w:pPr>
        <w:ind w:left="5651" w:hanging="360"/>
      </w:pPr>
    </w:lvl>
    <w:lvl w:ilvl="5" w:tplc="040C001B" w:tentative="1">
      <w:start w:val="1"/>
      <w:numFmt w:val="lowerRoman"/>
      <w:lvlText w:val="%6."/>
      <w:lvlJc w:val="right"/>
      <w:pPr>
        <w:ind w:left="6371" w:hanging="180"/>
      </w:pPr>
    </w:lvl>
    <w:lvl w:ilvl="6" w:tplc="040C000F" w:tentative="1">
      <w:start w:val="1"/>
      <w:numFmt w:val="decimal"/>
      <w:lvlText w:val="%7."/>
      <w:lvlJc w:val="left"/>
      <w:pPr>
        <w:ind w:left="7091" w:hanging="360"/>
      </w:pPr>
    </w:lvl>
    <w:lvl w:ilvl="7" w:tplc="040C0019" w:tentative="1">
      <w:start w:val="1"/>
      <w:numFmt w:val="lowerLetter"/>
      <w:lvlText w:val="%8."/>
      <w:lvlJc w:val="left"/>
      <w:pPr>
        <w:ind w:left="7811" w:hanging="360"/>
      </w:pPr>
    </w:lvl>
    <w:lvl w:ilvl="8" w:tplc="040C001B" w:tentative="1">
      <w:start w:val="1"/>
      <w:numFmt w:val="lowerRoman"/>
      <w:lvlText w:val="%9."/>
      <w:lvlJc w:val="right"/>
      <w:pPr>
        <w:ind w:left="8531" w:hanging="180"/>
      </w:pPr>
    </w:lvl>
  </w:abstractNum>
  <w:abstractNum w:abstractNumId="17" w15:restartNumberingAfterBreak="0">
    <w:nsid w:val="6CBA6041"/>
    <w:multiLevelType w:val="singleLevel"/>
    <w:tmpl w:val="446EB598"/>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D4370AD"/>
    <w:multiLevelType w:val="multilevel"/>
    <w:tmpl w:val="FB6E661C"/>
    <w:lvl w:ilvl="0">
      <w:start w:val="2"/>
      <w:numFmt w:val="decimal"/>
      <w:lvlText w:val="%1"/>
      <w:lvlJc w:val="left"/>
      <w:pPr>
        <w:tabs>
          <w:tab w:val="num" w:pos="360"/>
        </w:tabs>
        <w:ind w:left="360" w:hanging="360"/>
      </w:pPr>
      <w:rPr>
        <w:rFonts w:hint="default"/>
        <w:b/>
        <w:u w:val="single"/>
      </w:rPr>
    </w:lvl>
    <w:lvl w:ilvl="1">
      <w:start w:val="1"/>
      <w:numFmt w:val="decimal"/>
      <w:lvlText w:val="%1.%2"/>
      <w:lvlJc w:val="left"/>
      <w:pPr>
        <w:tabs>
          <w:tab w:val="num" w:pos="360"/>
        </w:tabs>
        <w:ind w:left="360" w:hanging="36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1080"/>
        </w:tabs>
        <w:ind w:left="1080" w:hanging="108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440"/>
        </w:tabs>
        <w:ind w:left="1440" w:hanging="144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800"/>
        </w:tabs>
        <w:ind w:left="1800" w:hanging="180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19"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abstractNum w:abstractNumId="20" w15:restartNumberingAfterBreak="0">
    <w:nsid w:val="7B315DE7"/>
    <w:multiLevelType w:val="hybridMultilevel"/>
    <w:tmpl w:val="4ACCD3DE"/>
    <w:lvl w:ilvl="0" w:tplc="FFFFFFFF">
      <w:start w:val="1"/>
      <w:numFmt w:val="bullet"/>
      <w:lvlText w:val=""/>
      <w:lvlJc w:val="left"/>
      <w:pPr>
        <w:ind w:left="720" w:hanging="360"/>
      </w:pPr>
      <w:rPr>
        <w:rFonts w:ascii="Wingdings" w:hAnsi="Wingdings"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1771933">
    <w:abstractNumId w:val="3"/>
  </w:num>
  <w:num w:numId="2" w16cid:durableId="1130630027">
    <w:abstractNumId w:val="5"/>
  </w:num>
  <w:num w:numId="3" w16cid:durableId="87579366">
    <w:abstractNumId w:val="19"/>
  </w:num>
  <w:num w:numId="4" w16cid:durableId="741147156">
    <w:abstractNumId w:val="4"/>
  </w:num>
  <w:num w:numId="5" w16cid:durableId="347997035">
    <w:abstractNumId w:val="13"/>
  </w:num>
  <w:num w:numId="6" w16cid:durableId="832181159">
    <w:abstractNumId w:val="15"/>
  </w:num>
  <w:num w:numId="7" w16cid:durableId="1785034683">
    <w:abstractNumId w:val="2"/>
  </w:num>
  <w:num w:numId="8" w16cid:durableId="1394619209">
    <w:abstractNumId w:val="16"/>
  </w:num>
  <w:num w:numId="9" w16cid:durableId="861086698">
    <w:abstractNumId w:val="0"/>
    <w:lvlOverride w:ilvl="0">
      <w:lvl w:ilvl="0">
        <w:start w:val="1"/>
        <w:numFmt w:val="bullet"/>
        <w:lvlText w:val=""/>
        <w:legacy w:legacy="1" w:legacySpace="0" w:legacyIndent="397"/>
        <w:lvlJc w:val="left"/>
        <w:pPr>
          <w:ind w:left="397" w:hanging="397"/>
        </w:pPr>
        <w:rPr>
          <w:rFonts w:ascii="Wingdings" w:hAnsi="Wingdings" w:hint="default"/>
          <w:sz w:val="20"/>
        </w:rPr>
      </w:lvl>
    </w:lvlOverride>
  </w:num>
  <w:num w:numId="10" w16cid:durableId="2075271364">
    <w:abstractNumId w:val="8"/>
  </w:num>
  <w:num w:numId="11" w16cid:durableId="536746203">
    <w:abstractNumId w:val="17"/>
  </w:num>
  <w:num w:numId="12" w16cid:durableId="1659532211">
    <w:abstractNumId w:val="9"/>
  </w:num>
  <w:num w:numId="13" w16cid:durableId="1750884510">
    <w:abstractNumId w:val="14"/>
  </w:num>
  <w:num w:numId="14" w16cid:durableId="673806103">
    <w:abstractNumId w:val="18"/>
  </w:num>
  <w:num w:numId="15" w16cid:durableId="1404525911">
    <w:abstractNumId w:val="6"/>
  </w:num>
  <w:num w:numId="16" w16cid:durableId="585652340">
    <w:abstractNumId w:val="11"/>
  </w:num>
  <w:num w:numId="17" w16cid:durableId="1369989072">
    <w:abstractNumId w:val="10"/>
  </w:num>
  <w:num w:numId="18" w16cid:durableId="1306205631">
    <w:abstractNumId w:val="1"/>
  </w:num>
  <w:num w:numId="19" w16cid:durableId="1101218210">
    <w:abstractNumId w:val="20"/>
  </w:num>
  <w:num w:numId="20" w16cid:durableId="254898041">
    <w:abstractNumId w:val="12"/>
  </w:num>
  <w:num w:numId="21" w16cid:durableId="152956118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hideGrammaticalErrors/>
  <w:activeWritingStyle w:appName="MSWord" w:lang="fr-FR" w:vendorID="9" w:dllVersion="512" w:checkStyle="1"/>
  <w:attachedTemplate r:id="rId1"/>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79C3"/>
    <w:rsid w:val="000165B8"/>
    <w:rsid w:val="000431D0"/>
    <w:rsid w:val="00044100"/>
    <w:rsid w:val="00054356"/>
    <w:rsid w:val="00062DD7"/>
    <w:rsid w:val="000771A1"/>
    <w:rsid w:val="000A0E2D"/>
    <w:rsid w:val="000B1074"/>
    <w:rsid w:val="000D005E"/>
    <w:rsid w:val="000D20E4"/>
    <w:rsid w:val="000D7439"/>
    <w:rsid w:val="000F796F"/>
    <w:rsid w:val="00101BC7"/>
    <w:rsid w:val="00105581"/>
    <w:rsid w:val="00106883"/>
    <w:rsid w:val="00112AE9"/>
    <w:rsid w:val="00115084"/>
    <w:rsid w:val="00122DFD"/>
    <w:rsid w:val="00126E20"/>
    <w:rsid w:val="001413D2"/>
    <w:rsid w:val="00160132"/>
    <w:rsid w:val="00182A1B"/>
    <w:rsid w:val="001833B6"/>
    <w:rsid w:val="001A4348"/>
    <w:rsid w:val="001B6DBB"/>
    <w:rsid w:val="001C0E4A"/>
    <w:rsid w:val="001C1809"/>
    <w:rsid w:val="001E524B"/>
    <w:rsid w:val="001F4088"/>
    <w:rsid w:val="00201618"/>
    <w:rsid w:val="00216752"/>
    <w:rsid w:val="002707EF"/>
    <w:rsid w:val="002837F9"/>
    <w:rsid w:val="002A677B"/>
    <w:rsid w:val="002A6C66"/>
    <w:rsid w:val="002B4CAE"/>
    <w:rsid w:val="002B6B53"/>
    <w:rsid w:val="002B75B3"/>
    <w:rsid w:val="00301440"/>
    <w:rsid w:val="00305879"/>
    <w:rsid w:val="00310A6B"/>
    <w:rsid w:val="00344B76"/>
    <w:rsid w:val="003519E2"/>
    <w:rsid w:val="00370F7B"/>
    <w:rsid w:val="003755A1"/>
    <w:rsid w:val="003824AD"/>
    <w:rsid w:val="003A37C8"/>
    <w:rsid w:val="003C20FC"/>
    <w:rsid w:val="003D72D1"/>
    <w:rsid w:val="00423E09"/>
    <w:rsid w:val="00440255"/>
    <w:rsid w:val="00461422"/>
    <w:rsid w:val="00464547"/>
    <w:rsid w:val="004648C1"/>
    <w:rsid w:val="00467A4D"/>
    <w:rsid w:val="004906C7"/>
    <w:rsid w:val="004A42ED"/>
    <w:rsid w:val="004B7214"/>
    <w:rsid w:val="004E383B"/>
    <w:rsid w:val="004E522E"/>
    <w:rsid w:val="004E7C82"/>
    <w:rsid w:val="00540BD1"/>
    <w:rsid w:val="005450CE"/>
    <w:rsid w:val="005471A9"/>
    <w:rsid w:val="00556905"/>
    <w:rsid w:val="00564429"/>
    <w:rsid w:val="00564DA6"/>
    <w:rsid w:val="00596BF0"/>
    <w:rsid w:val="005B66B5"/>
    <w:rsid w:val="005B7CF8"/>
    <w:rsid w:val="005C41C2"/>
    <w:rsid w:val="00612891"/>
    <w:rsid w:val="00613F86"/>
    <w:rsid w:val="00634EC5"/>
    <w:rsid w:val="00636E69"/>
    <w:rsid w:val="006408AE"/>
    <w:rsid w:val="00642A97"/>
    <w:rsid w:val="0067306E"/>
    <w:rsid w:val="0068411B"/>
    <w:rsid w:val="00695BA1"/>
    <w:rsid w:val="00696EF2"/>
    <w:rsid w:val="006B6C8A"/>
    <w:rsid w:val="006C1044"/>
    <w:rsid w:val="006C3447"/>
    <w:rsid w:val="006C6B82"/>
    <w:rsid w:val="006C7517"/>
    <w:rsid w:val="006D1758"/>
    <w:rsid w:val="006F4000"/>
    <w:rsid w:val="007206AB"/>
    <w:rsid w:val="007326F2"/>
    <w:rsid w:val="00733455"/>
    <w:rsid w:val="00734699"/>
    <w:rsid w:val="00745417"/>
    <w:rsid w:val="007618E7"/>
    <w:rsid w:val="007723FD"/>
    <w:rsid w:val="0078638A"/>
    <w:rsid w:val="00792442"/>
    <w:rsid w:val="007E75E5"/>
    <w:rsid w:val="007E79C3"/>
    <w:rsid w:val="008073A9"/>
    <w:rsid w:val="00825977"/>
    <w:rsid w:val="00826D30"/>
    <w:rsid w:val="008274D8"/>
    <w:rsid w:val="00847CA9"/>
    <w:rsid w:val="00851877"/>
    <w:rsid w:val="00852C91"/>
    <w:rsid w:val="0086355B"/>
    <w:rsid w:val="00875E6B"/>
    <w:rsid w:val="008775DF"/>
    <w:rsid w:val="00877B2A"/>
    <w:rsid w:val="00882EF2"/>
    <w:rsid w:val="00892DE6"/>
    <w:rsid w:val="008D2CE9"/>
    <w:rsid w:val="008D614B"/>
    <w:rsid w:val="008E4106"/>
    <w:rsid w:val="00903E0A"/>
    <w:rsid w:val="0091079D"/>
    <w:rsid w:val="009156FC"/>
    <w:rsid w:val="00944C42"/>
    <w:rsid w:val="00945C65"/>
    <w:rsid w:val="009754F2"/>
    <w:rsid w:val="009945DE"/>
    <w:rsid w:val="009F1474"/>
    <w:rsid w:val="009F2D2A"/>
    <w:rsid w:val="00A030E6"/>
    <w:rsid w:val="00A04D58"/>
    <w:rsid w:val="00A2506A"/>
    <w:rsid w:val="00A30734"/>
    <w:rsid w:val="00A30BCB"/>
    <w:rsid w:val="00A4399C"/>
    <w:rsid w:val="00A57FAE"/>
    <w:rsid w:val="00A76D54"/>
    <w:rsid w:val="00AA0377"/>
    <w:rsid w:val="00AA04C5"/>
    <w:rsid w:val="00AB329F"/>
    <w:rsid w:val="00AB3A6D"/>
    <w:rsid w:val="00AC1556"/>
    <w:rsid w:val="00AC2A46"/>
    <w:rsid w:val="00AF0122"/>
    <w:rsid w:val="00B121C0"/>
    <w:rsid w:val="00B13F91"/>
    <w:rsid w:val="00B170BC"/>
    <w:rsid w:val="00B2096D"/>
    <w:rsid w:val="00B35CE2"/>
    <w:rsid w:val="00B37E69"/>
    <w:rsid w:val="00B72C2B"/>
    <w:rsid w:val="00B76C4F"/>
    <w:rsid w:val="00B839DB"/>
    <w:rsid w:val="00B907FD"/>
    <w:rsid w:val="00B93E7E"/>
    <w:rsid w:val="00B944E1"/>
    <w:rsid w:val="00B9764D"/>
    <w:rsid w:val="00BA03F1"/>
    <w:rsid w:val="00BA2234"/>
    <w:rsid w:val="00BA3B9B"/>
    <w:rsid w:val="00BB2D9D"/>
    <w:rsid w:val="00BC1376"/>
    <w:rsid w:val="00BC5419"/>
    <w:rsid w:val="00BF0A7B"/>
    <w:rsid w:val="00C26AB5"/>
    <w:rsid w:val="00C371A0"/>
    <w:rsid w:val="00C555F9"/>
    <w:rsid w:val="00C57115"/>
    <w:rsid w:val="00C7007B"/>
    <w:rsid w:val="00C91C9B"/>
    <w:rsid w:val="00C927C2"/>
    <w:rsid w:val="00C93BAD"/>
    <w:rsid w:val="00C94CF9"/>
    <w:rsid w:val="00CB119F"/>
    <w:rsid w:val="00CD555F"/>
    <w:rsid w:val="00CE5C05"/>
    <w:rsid w:val="00CF211E"/>
    <w:rsid w:val="00CF2AB9"/>
    <w:rsid w:val="00D12299"/>
    <w:rsid w:val="00D243D9"/>
    <w:rsid w:val="00D25E17"/>
    <w:rsid w:val="00D54FF4"/>
    <w:rsid w:val="00D6166A"/>
    <w:rsid w:val="00D87DEF"/>
    <w:rsid w:val="00D971D0"/>
    <w:rsid w:val="00E1613C"/>
    <w:rsid w:val="00E16321"/>
    <w:rsid w:val="00E26336"/>
    <w:rsid w:val="00E40EAD"/>
    <w:rsid w:val="00E81D77"/>
    <w:rsid w:val="00EA2E46"/>
    <w:rsid w:val="00EA400D"/>
    <w:rsid w:val="00EB0119"/>
    <w:rsid w:val="00EC2878"/>
    <w:rsid w:val="00EC69E3"/>
    <w:rsid w:val="00F03722"/>
    <w:rsid w:val="00F30548"/>
    <w:rsid w:val="00F337BE"/>
    <w:rsid w:val="00F63079"/>
    <w:rsid w:val="00F82445"/>
    <w:rsid w:val="00F879EB"/>
    <w:rsid w:val="00FB03A0"/>
    <w:rsid w:val="00FB1F90"/>
    <w:rsid w:val="00FE28C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5316AF2E"/>
  <w14:defaultImageDpi w14:val="300"/>
  <w15:docId w15:val="{48DA7579-5B61-45B4-8448-9DB9FC61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hAnsi="Arial" w:cs="Arial"/>
    </w:rPr>
  </w:style>
  <w:style w:type="paragraph" w:styleId="Titre1">
    <w:name w:val="heading 1"/>
    <w:basedOn w:val="Normal"/>
    <w:next w:val="Normal"/>
    <w:qFormat/>
    <w:pPr>
      <w:pBdr>
        <w:top w:val="single" w:sz="4" w:space="1" w:color="auto"/>
        <w:left w:val="single" w:sz="4" w:space="4" w:color="auto"/>
        <w:bottom w:val="single" w:sz="4" w:space="1" w:color="auto"/>
        <w:right w:val="single" w:sz="4" w:space="4" w:color="auto"/>
      </w:pBdr>
      <w:shd w:val="pct15" w:color="auto" w:fill="auto"/>
      <w:jc w:val="center"/>
      <w:outlineLvl w:val="0"/>
    </w:pPr>
    <w:rPr>
      <w:b/>
      <w:bCs/>
      <w:caps/>
      <w:spacing w:val="40"/>
      <w:sz w:val="22"/>
      <w:szCs w:val="22"/>
    </w:rPr>
  </w:style>
  <w:style w:type="paragraph" w:styleId="Titre2">
    <w:name w:val="heading 2"/>
    <w:basedOn w:val="Normal"/>
    <w:next w:val="Normal"/>
    <w:qFormat/>
    <w:rsid w:val="00AB3A6D"/>
    <w:pPr>
      <w:numPr>
        <w:numId w:val="1"/>
      </w:numPr>
      <w:tabs>
        <w:tab w:val="left" w:pos="851"/>
      </w:tabs>
      <w:outlineLvl w:val="1"/>
    </w:pPr>
    <w:rPr>
      <w:b/>
      <w:bCs/>
      <w:u w:val="single"/>
    </w:rPr>
  </w:style>
  <w:style w:type="paragraph" w:styleId="Titre3">
    <w:name w:val="heading 3"/>
    <w:basedOn w:val="Normal"/>
    <w:next w:val="Normal"/>
    <w:qFormat/>
    <w:pPr>
      <w:numPr>
        <w:ilvl w:val="2"/>
        <w:numId w:val="2"/>
      </w:numPr>
      <w:shd w:val="pct10" w:color="auto" w:fill="auto"/>
      <w:jc w:val="both"/>
      <w:outlineLvl w:val="2"/>
    </w:pPr>
    <w:rPr>
      <w:b/>
      <w:bCs/>
    </w:rPr>
  </w:style>
  <w:style w:type="paragraph" w:styleId="Titre4">
    <w:name w:val="heading 4"/>
    <w:basedOn w:val="Normal"/>
    <w:next w:val="Normal"/>
    <w:qFormat/>
    <w:rsid w:val="004A42ED"/>
    <w:pPr>
      <w:jc w:val="both"/>
      <w:outlineLvl w:val="3"/>
    </w:pPr>
    <w:rPr>
      <w:b/>
      <w:bCs/>
    </w:rPr>
  </w:style>
  <w:style w:type="paragraph" w:styleId="Titre5">
    <w:name w:val="heading 5"/>
    <w:basedOn w:val="Normal"/>
    <w:next w:val="Normal"/>
    <w:qFormat/>
    <w:pPr>
      <w:outlineLvl w:val="4"/>
    </w:pPr>
    <w:rPr>
      <w:i/>
      <w:iCs/>
      <w:sz w:val="22"/>
      <w:szCs w:val="22"/>
    </w:rPr>
  </w:style>
  <w:style w:type="paragraph" w:styleId="Titre6">
    <w:name w:val="heading 6"/>
    <w:basedOn w:val="Normal"/>
    <w:next w:val="Normal"/>
    <w:qFormat/>
    <w:pPr>
      <w:spacing w:before="240" w:after="60"/>
      <w:outlineLvl w:val="5"/>
    </w:pPr>
    <w:rPr>
      <w:i/>
      <w:iCs/>
      <w:sz w:val="22"/>
      <w:szCs w:val="22"/>
    </w:rPr>
  </w:style>
  <w:style w:type="paragraph" w:styleId="Titre7">
    <w:name w:val="heading 7"/>
    <w:basedOn w:val="Normal"/>
    <w:next w:val="Normal"/>
    <w:qFormat/>
    <w:pPr>
      <w:spacing w:before="240" w:after="60"/>
      <w:outlineLvl w:val="6"/>
    </w:p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autoRedefine/>
    <w:qFormat/>
    <w:pPr>
      <w:spacing w:before="240" w:after="60"/>
      <w:jc w:val="center"/>
      <w:outlineLvl w:val="8"/>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
    <w:name w:val="a)"/>
    <w:basedOn w:val="Normal"/>
    <w:rPr>
      <w:rFonts w:ascii="Times New Roman" w:hAnsi="Times New Roman" w:cs="Times New Roman"/>
      <w:b/>
      <w:bCs/>
      <w:i/>
      <w:iCs/>
      <w:color w:val="000000"/>
    </w:rPr>
  </w:style>
  <w:style w:type="paragraph" w:styleId="En-tte">
    <w:name w:val="header"/>
    <w:aliases w:val="En-tête1,E.e,En-tête tbo,En-tête11,E.e1,normal3,En-tête SQ,head,En-tête Portrait,Header_En tete"/>
    <w:basedOn w:val="Normal"/>
    <w:link w:val="En-tteCar"/>
    <w:uiPriority w:val="99"/>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cs="Tahoma"/>
    </w:rPr>
  </w:style>
  <w:style w:type="paragraph" w:styleId="Corpsdetexte">
    <w:name w:val="Body Text"/>
    <w:basedOn w:val="Normal"/>
    <w:semiHidden/>
    <w:pPr>
      <w:jc w:val="both"/>
    </w:pPr>
    <w:rPr>
      <w:rFonts w:ascii="Arial Narrow" w:hAnsi="Arial Narrow"/>
      <w:sz w:val="24"/>
      <w:szCs w:val="24"/>
    </w:rPr>
  </w:style>
  <w:style w:type="paragraph" w:styleId="Corpsdetexte2">
    <w:name w:val="Body Text 2"/>
    <w:basedOn w:val="Normal"/>
    <w:semiHidden/>
    <w:pPr>
      <w:jc w:val="both"/>
    </w:pPr>
    <w:rPr>
      <w:rFonts w:ascii="Arial Narrow" w:hAnsi="Arial Narrow"/>
    </w:rPr>
  </w:style>
  <w:style w:type="paragraph" w:styleId="Retraitcorpsdetexte">
    <w:name w:val="Body Text Indent"/>
    <w:basedOn w:val="Normal"/>
    <w:semiHidden/>
    <w:pPr>
      <w:tabs>
        <w:tab w:val="left" w:pos="709"/>
        <w:tab w:val="right" w:pos="10205"/>
      </w:tabs>
      <w:ind w:left="425"/>
    </w:pPr>
  </w:style>
  <w:style w:type="paragraph" w:styleId="Retraitcorpsdetexte2">
    <w:name w:val="Body Text Indent 2"/>
    <w:basedOn w:val="Normal"/>
    <w:semiHidden/>
    <w:pPr>
      <w:tabs>
        <w:tab w:val="right" w:pos="10205"/>
      </w:tabs>
      <w:ind w:left="426"/>
    </w:pPr>
    <w:rPr>
      <w:b/>
      <w:bCs/>
    </w:rPr>
  </w:style>
  <w:style w:type="paragraph" w:styleId="Retraitcorpsdetexte3">
    <w:name w:val="Body Text Indent 3"/>
    <w:basedOn w:val="Normal"/>
    <w:semiHidden/>
    <w:pPr>
      <w:tabs>
        <w:tab w:val="center" w:pos="2694"/>
        <w:tab w:val="center" w:pos="2977"/>
        <w:tab w:val="center" w:pos="3402"/>
        <w:tab w:val="center" w:pos="3686"/>
        <w:tab w:val="center" w:pos="4111"/>
        <w:tab w:val="center" w:pos="4395"/>
        <w:tab w:val="center" w:pos="4678"/>
        <w:tab w:val="center" w:pos="4962"/>
        <w:tab w:val="left" w:pos="5245"/>
        <w:tab w:val="right" w:pos="10205"/>
      </w:tabs>
      <w:ind w:left="709"/>
    </w:pPr>
  </w:style>
  <w:style w:type="paragraph" w:styleId="TM1">
    <w:name w:val="toc 1"/>
    <w:basedOn w:val="Normal"/>
    <w:next w:val="Normal"/>
    <w:autoRedefine/>
    <w:semiHidden/>
    <w:pPr>
      <w:spacing w:before="120"/>
    </w:pPr>
    <w:rPr>
      <w:rFonts w:asciiTheme="minorHAnsi" w:hAnsiTheme="minorHAnsi"/>
      <w:b/>
      <w:caps/>
      <w:sz w:val="22"/>
      <w:szCs w:val="22"/>
    </w:rPr>
  </w:style>
  <w:style w:type="paragraph" w:styleId="TM2">
    <w:name w:val="toc 2"/>
    <w:basedOn w:val="Normal"/>
    <w:next w:val="Normal"/>
    <w:autoRedefine/>
    <w:uiPriority w:val="39"/>
    <w:pPr>
      <w:ind w:left="200"/>
    </w:pPr>
    <w:rPr>
      <w:rFonts w:asciiTheme="minorHAnsi" w:hAnsiTheme="minorHAnsi"/>
      <w:smallCaps/>
      <w:sz w:val="22"/>
      <w:szCs w:val="22"/>
    </w:rPr>
  </w:style>
  <w:style w:type="paragraph" w:styleId="TM3">
    <w:name w:val="toc 3"/>
    <w:basedOn w:val="Normal"/>
    <w:next w:val="Normal"/>
    <w:autoRedefine/>
    <w:semiHidden/>
    <w:pPr>
      <w:ind w:left="400"/>
    </w:pPr>
    <w:rPr>
      <w:rFonts w:asciiTheme="minorHAnsi" w:hAnsiTheme="minorHAnsi"/>
      <w:i/>
      <w:sz w:val="22"/>
      <w:szCs w:val="22"/>
    </w:rPr>
  </w:style>
  <w:style w:type="paragraph" w:styleId="TM4">
    <w:name w:val="toc 4"/>
    <w:basedOn w:val="Normal"/>
    <w:next w:val="Normal"/>
    <w:autoRedefine/>
    <w:semiHidden/>
    <w:pPr>
      <w:ind w:left="600"/>
    </w:pPr>
    <w:rPr>
      <w:rFonts w:asciiTheme="minorHAnsi" w:hAnsiTheme="minorHAnsi"/>
      <w:sz w:val="18"/>
      <w:szCs w:val="18"/>
    </w:rPr>
  </w:style>
  <w:style w:type="paragraph" w:styleId="TM5">
    <w:name w:val="toc 5"/>
    <w:basedOn w:val="Normal"/>
    <w:next w:val="Normal"/>
    <w:autoRedefine/>
    <w:semiHidden/>
    <w:pPr>
      <w:ind w:left="800"/>
    </w:pPr>
    <w:rPr>
      <w:rFonts w:asciiTheme="minorHAnsi" w:hAnsiTheme="minorHAnsi"/>
      <w:sz w:val="18"/>
      <w:szCs w:val="18"/>
    </w:rPr>
  </w:style>
  <w:style w:type="paragraph" w:styleId="TM6">
    <w:name w:val="toc 6"/>
    <w:basedOn w:val="Normal"/>
    <w:next w:val="Normal"/>
    <w:autoRedefine/>
    <w:semiHidden/>
    <w:pPr>
      <w:ind w:left="1000"/>
    </w:pPr>
    <w:rPr>
      <w:rFonts w:asciiTheme="minorHAnsi" w:hAnsiTheme="minorHAnsi"/>
      <w:sz w:val="18"/>
      <w:szCs w:val="18"/>
    </w:rPr>
  </w:style>
  <w:style w:type="paragraph" w:styleId="TM7">
    <w:name w:val="toc 7"/>
    <w:basedOn w:val="Normal"/>
    <w:next w:val="Normal"/>
    <w:autoRedefine/>
    <w:semiHidden/>
    <w:pPr>
      <w:ind w:left="1200"/>
    </w:pPr>
    <w:rPr>
      <w:rFonts w:asciiTheme="minorHAnsi" w:hAnsiTheme="minorHAnsi"/>
      <w:sz w:val="18"/>
      <w:szCs w:val="18"/>
    </w:rPr>
  </w:style>
  <w:style w:type="paragraph" w:styleId="TM8">
    <w:name w:val="toc 8"/>
    <w:basedOn w:val="Normal"/>
    <w:next w:val="Normal"/>
    <w:autoRedefine/>
    <w:semiHidden/>
    <w:pPr>
      <w:ind w:left="1400"/>
    </w:pPr>
    <w:rPr>
      <w:rFonts w:asciiTheme="minorHAnsi" w:hAnsiTheme="minorHAnsi"/>
      <w:sz w:val="18"/>
      <w:szCs w:val="18"/>
    </w:rPr>
  </w:style>
  <w:style w:type="paragraph" w:styleId="TM9">
    <w:name w:val="toc 9"/>
    <w:basedOn w:val="Normal"/>
    <w:next w:val="Normal"/>
    <w:autoRedefine/>
    <w:semiHidden/>
    <w:pPr>
      <w:ind w:left="1600"/>
    </w:pPr>
    <w:rPr>
      <w:rFonts w:asciiTheme="minorHAnsi" w:hAnsiTheme="minorHAnsi"/>
      <w:sz w:val="18"/>
      <w:szCs w:val="18"/>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tabs>
        <w:tab w:val="right" w:pos="851"/>
      </w:tabs>
      <w:jc w:val="center"/>
    </w:pPr>
    <w:rPr>
      <w:color w:val="FF0000"/>
      <w:sz w:val="22"/>
      <w:szCs w:val="22"/>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Titreindex">
    <w:name w:val="index heading"/>
    <w:basedOn w:val="Normal"/>
    <w:next w:val="Index1"/>
    <w:semiHidden/>
  </w:style>
  <w:style w:type="character" w:styleId="Lienhypertexte">
    <w:name w:val="Hyperlink"/>
    <w:semiHidden/>
    <w:rPr>
      <w:color w:val="0000FF"/>
      <w:u w:val="single"/>
    </w:rPr>
  </w:style>
  <w:style w:type="paragraph" w:customStyle="1" w:styleId="fcasegauche">
    <w:name w:val="f_case_gauche"/>
    <w:basedOn w:val="Normal"/>
    <w:uiPriority w:val="99"/>
    <w:pPr>
      <w:widowControl/>
      <w:spacing w:after="60"/>
      <w:ind w:left="284" w:hanging="284"/>
      <w:jc w:val="both"/>
    </w:pPr>
    <w:rPr>
      <w:rFonts w:ascii="Univers (WN)" w:hAnsi="Univers (WN)"/>
    </w:rPr>
  </w:style>
  <w:style w:type="paragraph" w:styleId="Normalcentr">
    <w:name w:val="Block Text"/>
    <w:basedOn w:val="Normal"/>
    <w:semiHidden/>
    <w:pPr>
      <w:tabs>
        <w:tab w:val="left" w:pos="1276"/>
      </w:tabs>
      <w:ind w:left="315" w:right="-1" w:hanging="1"/>
    </w:pPr>
    <w:rPr>
      <w:b/>
      <w:bCs/>
      <w:color w:val="0000FF"/>
    </w:rPr>
  </w:style>
  <w:style w:type="paragraph" w:customStyle="1" w:styleId="Puce1">
    <w:name w:val="Puce 1"/>
    <w:basedOn w:val="Normal"/>
    <w:pPr>
      <w:widowControl/>
      <w:numPr>
        <w:numId w:val="3"/>
      </w:numPr>
    </w:pPr>
    <w:rPr>
      <w:rFonts w:ascii="Optima" w:hAnsi="Optima"/>
      <w:sz w:val="22"/>
      <w:szCs w:val="22"/>
    </w:rPr>
  </w:style>
  <w:style w:type="paragraph" w:styleId="NormalWeb">
    <w:name w:val="Normal (Web)"/>
    <w:basedOn w:val="Normal"/>
    <w:pPr>
      <w:widowControl/>
      <w:spacing w:before="100" w:beforeAutospacing="1" w:after="100" w:afterAutospacing="1"/>
    </w:pPr>
    <w:rPr>
      <w:rFonts w:ascii="Times New Roman" w:hAnsi="Times New Roman" w:cs="Times New Roman"/>
      <w:sz w:val="24"/>
      <w:szCs w:val="24"/>
    </w:rPr>
  </w:style>
  <w:style w:type="paragraph" w:customStyle="1" w:styleId="Standardniv1">
    <w:name w:val="Standard niv 1"/>
    <w:basedOn w:val="Titre1"/>
    <w:pPr>
      <w:widowControl/>
      <w:pBdr>
        <w:top w:val="none" w:sz="0" w:space="0" w:color="auto"/>
        <w:left w:val="none" w:sz="0" w:space="0" w:color="auto"/>
        <w:bottom w:val="none" w:sz="0" w:space="0" w:color="auto"/>
        <w:right w:val="none" w:sz="0" w:space="0" w:color="auto"/>
      </w:pBdr>
      <w:shd w:val="clear" w:color="auto" w:fill="auto"/>
      <w:ind w:left="567"/>
      <w:jc w:val="both"/>
      <w:outlineLvl w:val="9"/>
    </w:pPr>
    <w:rPr>
      <w:rFonts w:ascii="Times" w:hAnsi="Times" w:cs="Times New Roman"/>
      <w:b w:val="0"/>
      <w:bCs w:val="0"/>
      <w:caps w:val="0"/>
      <w:spacing w:val="0"/>
    </w:rPr>
  </w:style>
  <w:style w:type="paragraph" w:customStyle="1" w:styleId="alinaniv1">
    <w:name w:val="alinéa niv 1"/>
    <w:basedOn w:val="Standardniv1"/>
    <w:pPr>
      <w:ind w:left="851" w:hanging="283"/>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CarCar1">
    <w:name w:val="Car Car1"/>
    <w:basedOn w:val="Normal"/>
    <w:pPr>
      <w:overflowPunct w:val="0"/>
      <w:autoSpaceDE w:val="0"/>
      <w:autoSpaceDN w:val="0"/>
      <w:adjustRightInd w:val="0"/>
      <w:spacing w:after="160" w:line="240" w:lineRule="exact"/>
      <w:textAlignment w:val="baseline"/>
    </w:pPr>
    <w:rPr>
      <w:rFonts w:ascii="Optima" w:hAnsi="Optima" w:cs="Times New Roman"/>
      <w:sz w:val="22"/>
      <w:lang w:val="en-US" w:eastAsia="en-US"/>
    </w:rPr>
  </w:style>
  <w:style w:type="paragraph" w:customStyle="1" w:styleId="CarCar1CarCarCarCarCarCarCarCarCar">
    <w:name w:val="Car Car1 Car Car Car Car Car Car Car Car Car"/>
    <w:basedOn w:val="Normal"/>
    <w:pPr>
      <w:overflowPunct w:val="0"/>
      <w:autoSpaceDE w:val="0"/>
      <w:autoSpaceDN w:val="0"/>
      <w:adjustRightInd w:val="0"/>
      <w:spacing w:after="160" w:line="240" w:lineRule="exact"/>
      <w:textAlignment w:val="baseline"/>
    </w:pPr>
    <w:rPr>
      <w:rFonts w:ascii="Optima" w:hAnsi="Optima" w:cs="Times New Roman"/>
      <w:sz w:val="22"/>
      <w:lang w:val="en-US" w:eastAsia="en-US"/>
    </w:rPr>
  </w:style>
  <w:style w:type="character" w:styleId="Lienhypertextesuivivisit">
    <w:name w:val="FollowedHyperlink"/>
    <w:semiHidden/>
    <w:rPr>
      <w:color w:val="800080"/>
      <w:u w:val="single"/>
    </w:rPr>
  </w:style>
  <w:style w:type="paragraph" w:styleId="Notedebasdepage">
    <w:name w:val="footnote text"/>
    <w:basedOn w:val="Normal"/>
    <w:semiHidden/>
  </w:style>
  <w:style w:type="character" w:styleId="Appelnotedebasdep">
    <w:name w:val="footnote reference"/>
    <w:semiHidden/>
    <w:rPr>
      <w:vertAlign w:val="superscript"/>
    </w:rPr>
  </w:style>
  <w:style w:type="paragraph" w:customStyle="1" w:styleId="Default">
    <w:name w:val="Default"/>
    <w:rPr>
      <w:rFonts w:ascii="Arial" w:hAnsi="Arial"/>
      <w:snapToGrid w:val="0"/>
      <w:color w:val="000000"/>
      <w:sz w:val="24"/>
    </w:rPr>
  </w:style>
  <w:style w:type="paragraph" w:customStyle="1" w:styleId="Default1">
    <w:name w:val="Default1"/>
    <w:basedOn w:val="Default"/>
    <w:next w:val="Default"/>
    <w:rPr>
      <w:color w:val="auto"/>
    </w:rPr>
  </w:style>
  <w:style w:type="paragraph" w:styleId="Paragraphedeliste">
    <w:name w:val="List Paragraph"/>
    <w:basedOn w:val="Normal"/>
    <w:uiPriority w:val="34"/>
    <w:qFormat/>
    <w:rsid w:val="006408AE"/>
    <w:pPr>
      <w:widowControl/>
      <w:ind w:left="720"/>
      <w:contextualSpacing/>
    </w:pPr>
    <w:rPr>
      <w:rFonts w:ascii="Times New Roman" w:hAnsi="Times New Roman" w:cs="Times New Roman"/>
    </w:rPr>
  </w:style>
  <w:style w:type="character" w:customStyle="1" w:styleId="En-tteCar">
    <w:name w:val="En-tête Car"/>
    <w:aliases w:val="En-tête1 Car,E.e Car,En-tête tbo Car,En-tête11 Car,E.e1 Car,normal3 Car,En-tête SQ Car,head Car,En-tête Portrait Car,Header_En tete Car"/>
    <w:link w:val="En-tte"/>
    <w:uiPriority w:val="99"/>
    <w:rsid w:val="007723FD"/>
    <w:rPr>
      <w:rFonts w:ascii="Arial" w:hAnsi="Arial" w:cs="Arial"/>
    </w:rPr>
  </w:style>
  <w:style w:type="paragraph" w:styleId="Sansinterligne">
    <w:name w:val="No Spacing"/>
    <w:qFormat/>
    <w:rsid w:val="003A37C8"/>
    <w:rPr>
      <w:rFonts w:ascii="Calibri" w:eastAsia="Calibri" w:hAnsi="Calibri"/>
      <w:sz w:val="22"/>
    </w:rPr>
  </w:style>
  <w:style w:type="paragraph" w:customStyle="1" w:styleId="StyleLatinGaramondComplexeArial12ptAprs0pt">
    <w:name w:val="Style (Latin) Garamond (Complexe) Arial 12 pt Après : 0 pt"/>
    <w:basedOn w:val="Normal"/>
    <w:rsid w:val="003A37C8"/>
    <w:pPr>
      <w:widowControl/>
      <w:suppressAutoHyphens/>
      <w:spacing w:after="120"/>
      <w:jc w:val="both"/>
    </w:pPr>
    <w:rPr>
      <w:rFonts w:ascii="Optima" w:hAnsi="Optima" w:cs="Times New Roman"/>
      <w:sz w:val="22"/>
    </w:rPr>
  </w:style>
  <w:style w:type="paragraph" w:customStyle="1" w:styleId="textedeloi">
    <w:name w:val="texte de loi"/>
    <w:basedOn w:val="Normal"/>
    <w:next w:val="Normal"/>
    <w:uiPriority w:val="99"/>
    <w:rsid w:val="003A37C8"/>
    <w:pPr>
      <w:widowControl/>
      <w:tabs>
        <w:tab w:val="left" w:pos="170"/>
      </w:tabs>
      <w:suppressAutoHyphens/>
      <w:spacing w:before="80" w:line="250" w:lineRule="exact"/>
      <w:jc w:val="both"/>
    </w:pPr>
    <w:rPr>
      <w:rFonts w:ascii="Times New Roman" w:hAnsi="Times New Roman" w:cs="Times New Roman"/>
      <w:sz w:val="18"/>
      <w:szCs w:val="18"/>
      <w:lang w:eastAsia="ar-SA"/>
    </w:rPr>
  </w:style>
  <w:style w:type="paragraph" w:customStyle="1" w:styleId="fcase1ertab">
    <w:name w:val="f_case_1ertab"/>
    <w:basedOn w:val="Normal"/>
    <w:uiPriority w:val="99"/>
    <w:rsid w:val="00882EF2"/>
    <w:pPr>
      <w:widowControl/>
      <w:tabs>
        <w:tab w:val="left" w:pos="426"/>
      </w:tabs>
      <w:ind w:left="709" w:hanging="709"/>
      <w:jc w:val="both"/>
    </w:pPr>
    <w:rPr>
      <w:rFonts w:ascii="Univers" w:hAnsi="Univers" w:cs="Times New Roman"/>
    </w:rPr>
  </w:style>
  <w:style w:type="table" w:styleId="Grilledutableau">
    <w:name w:val="Table Grid"/>
    <w:basedOn w:val="TableauNormal"/>
    <w:uiPriority w:val="59"/>
    <w:rsid w:val="00882EF2"/>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2">
    <w:name w:val="Corps de texte 22"/>
    <w:basedOn w:val="Normal"/>
    <w:rsid w:val="00882EF2"/>
    <w:pPr>
      <w:widowControl/>
      <w:tabs>
        <w:tab w:val="left" w:pos="1134"/>
        <w:tab w:val="left" w:pos="6237"/>
      </w:tabs>
      <w:suppressAutoHyphens/>
      <w:jc w:val="both"/>
    </w:pPr>
    <w:rPr>
      <w:rFonts w:ascii="Times New Roman" w:hAnsi="Times New Roman" w:cs="Times New Roman"/>
      <w:sz w:val="24"/>
    </w:rPr>
  </w:style>
  <w:style w:type="paragraph" w:customStyle="1" w:styleId="Standard">
    <w:name w:val="Standard"/>
    <w:link w:val="StandardCar"/>
    <w:rsid w:val="002B6B53"/>
    <w:pPr>
      <w:tabs>
        <w:tab w:val="left" w:pos="708"/>
      </w:tabs>
      <w:suppressAutoHyphens/>
      <w:spacing w:after="200" w:line="276" w:lineRule="auto"/>
    </w:pPr>
    <w:rPr>
      <w:rFonts w:eastAsia="Arial Unicode MS" w:cs="Mangal"/>
      <w:sz w:val="24"/>
      <w:szCs w:val="24"/>
      <w:lang w:eastAsia="zh-CN" w:bidi="hi-IN"/>
    </w:rPr>
  </w:style>
  <w:style w:type="character" w:customStyle="1" w:styleId="StandardCar">
    <w:name w:val="Standard Car"/>
    <w:basedOn w:val="Policepardfaut"/>
    <w:link w:val="Standard"/>
    <w:rsid w:val="002B6B53"/>
    <w:rPr>
      <w:rFonts w:eastAsia="Arial Unicode MS" w:cs="Mangal"/>
      <w:sz w:val="24"/>
      <w:szCs w:val="24"/>
      <w:lang w:eastAsia="zh-CN" w:bidi="hi-IN"/>
    </w:rPr>
  </w:style>
  <w:style w:type="paragraph" w:customStyle="1" w:styleId="Corpsdetexte21">
    <w:name w:val="Corps de texte 21"/>
    <w:basedOn w:val="Normal"/>
    <w:rsid w:val="00D12299"/>
    <w:pPr>
      <w:widowControl/>
    </w:pPr>
    <w:rPr>
      <w:rFonts w:cs="Times New Roman"/>
      <w:sz w:val="22"/>
    </w:rPr>
  </w:style>
  <w:style w:type="character" w:customStyle="1" w:styleId="PieddepageCar">
    <w:name w:val="Pied de page Car"/>
    <w:link w:val="Pieddepage"/>
    <w:semiHidden/>
    <w:rsid w:val="00D12299"/>
    <w:rPr>
      <w:rFonts w:ascii="Arial" w:hAnsi="Arial" w:cs="Arial"/>
    </w:rPr>
  </w:style>
  <w:style w:type="paragraph" w:customStyle="1" w:styleId="jojo">
    <w:name w:val="jojo"/>
    <w:basedOn w:val="Normal"/>
    <w:rsid w:val="00AA0377"/>
    <w:pPr>
      <w:widowControl/>
    </w:pPr>
    <w:rPr>
      <w:rFonts w:cs="Times New Roman"/>
      <w:sz w:val="24"/>
    </w:rPr>
  </w:style>
  <w:style w:type="character" w:styleId="lev">
    <w:name w:val="Strong"/>
    <w:uiPriority w:val="22"/>
    <w:qFormat/>
    <w:rsid w:val="00AA0377"/>
    <w:rPr>
      <w:b/>
      <w:bCs/>
    </w:rPr>
  </w:style>
  <w:style w:type="paragraph" w:customStyle="1" w:styleId="Corpsdetexte31">
    <w:name w:val="Corps de texte 31"/>
    <w:basedOn w:val="Normal"/>
    <w:rsid w:val="001F4088"/>
    <w:pPr>
      <w:widowControl/>
      <w:jc w:val="both"/>
    </w:pPr>
    <w:rPr>
      <w:rFonts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36061">
      <w:bodyDiv w:val="1"/>
      <w:marLeft w:val="0"/>
      <w:marRight w:val="0"/>
      <w:marTop w:val="0"/>
      <w:marBottom w:val="0"/>
      <w:divBdr>
        <w:top w:val="none" w:sz="0" w:space="0" w:color="auto"/>
        <w:left w:val="none" w:sz="0" w:space="0" w:color="auto"/>
        <w:bottom w:val="none" w:sz="0" w:space="0" w:color="auto"/>
        <w:right w:val="none" w:sz="0" w:space="0" w:color="auto"/>
      </w:divBdr>
    </w:div>
    <w:div w:id="694889494">
      <w:bodyDiv w:val="1"/>
      <w:marLeft w:val="0"/>
      <w:marRight w:val="0"/>
      <w:marTop w:val="0"/>
      <w:marBottom w:val="0"/>
      <w:divBdr>
        <w:top w:val="none" w:sz="0" w:space="0" w:color="auto"/>
        <w:left w:val="none" w:sz="0" w:space="0" w:color="auto"/>
        <w:bottom w:val="none" w:sz="0" w:space="0" w:color="auto"/>
        <w:right w:val="none" w:sz="0" w:space="0" w:color="auto"/>
      </w:divBdr>
    </w:div>
    <w:div w:id="990401834">
      <w:bodyDiv w:val="1"/>
      <w:marLeft w:val="0"/>
      <w:marRight w:val="0"/>
      <w:marTop w:val="0"/>
      <w:marBottom w:val="0"/>
      <w:divBdr>
        <w:top w:val="none" w:sz="0" w:space="0" w:color="auto"/>
        <w:left w:val="none" w:sz="0" w:space="0" w:color="auto"/>
        <w:bottom w:val="none" w:sz="0" w:space="0" w:color="auto"/>
        <w:right w:val="none" w:sz="0" w:space="0" w:color="auto"/>
      </w:divBdr>
    </w:div>
    <w:div w:id="17559305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AA__DOSSIERS_DE_CONSULTATION\Micro-ordinateurs%20portables_2011\Pr&#233;paration\Version%206\Lot%201\07bis.%20RDC_AC_AOO_INF_25_11_10.do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CEC2F-92A1-4FC6-AE14-D62F0C2C8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07bis. RDC_AC_AOO_INF_25_11_10.dot</Template>
  <TotalTime>468</TotalTime>
  <Pages>5</Pages>
  <Words>1361</Words>
  <Characters>7491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1</vt:lpstr>
    </vt:vector>
  </TitlesOfParts>
  <Company>CNAF</Company>
  <LinksUpToDate>false</LinksUpToDate>
  <CharactersWithSpaces>8835</CharactersWithSpaces>
  <SharedDoc>false</SharedDoc>
  <HLinks>
    <vt:vector size="12" baseType="variant">
      <vt:variant>
        <vt:i4>5439615</vt:i4>
      </vt:variant>
      <vt:variant>
        <vt:i4>9</vt:i4>
      </vt:variant>
      <vt:variant>
        <vt:i4>0</vt:i4>
      </vt:variant>
      <vt:variant>
        <vt:i4>5</vt:i4>
      </vt:variant>
      <vt:variant>
        <vt:lpwstr>http://www.meoss.achatpublic.com/</vt:lpwstr>
      </vt:variant>
      <vt:variant>
        <vt:lpwstr/>
      </vt:variant>
      <vt:variant>
        <vt:i4>5439615</vt:i4>
      </vt:variant>
      <vt:variant>
        <vt:i4>6</vt:i4>
      </vt:variant>
      <vt:variant>
        <vt:i4>0</vt:i4>
      </vt:variant>
      <vt:variant>
        <vt:i4>5</vt:i4>
      </vt:variant>
      <vt:variant>
        <vt:lpwstr>http://www.meoss.achatpublic.com/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cvjamcnf</dc:creator>
  <cp:lastModifiedBy>Amelie QUINTIN 751</cp:lastModifiedBy>
  <cp:revision>55</cp:revision>
  <cp:lastPrinted>2021-06-03T11:17:00Z</cp:lastPrinted>
  <dcterms:created xsi:type="dcterms:W3CDTF">2017-01-16T12:25:00Z</dcterms:created>
  <dcterms:modified xsi:type="dcterms:W3CDTF">2025-04-07T12:07:00Z</dcterms:modified>
</cp:coreProperties>
</file>