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CD61B" w14:textId="77777777" w:rsidR="00105C23" w:rsidRDefault="00105C23" w:rsidP="00105C23">
      <w:pPr>
        <w:rPr>
          <w:rStyle w:val="Style3"/>
        </w:rPr>
      </w:pPr>
    </w:p>
    <w:p w14:paraId="1F5E9BEF" w14:textId="77777777" w:rsidR="00105C23" w:rsidRDefault="00105C23" w:rsidP="00105C23">
      <w:pPr>
        <w:rPr>
          <w:rStyle w:val="Style3"/>
        </w:rPr>
      </w:pPr>
    </w:p>
    <w:p w14:paraId="0B90D64D" w14:textId="77777777" w:rsidR="00105C23" w:rsidRDefault="00105C23" w:rsidP="00105C23"/>
    <w:p w14:paraId="4E79FD79" w14:textId="77777777" w:rsidR="00105C23" w:rsidRDefault="00105C23" w:rsidP="00105C23"/>
    <w:p w14:paraId="38FDD8F5" w14:textId="77777777"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48DD6E5B" wp14:editId="71DF791D">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14:paraId="7D790C36" w14:textId="77777777"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14:paraId="27D67253" w14:textId="77777777"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14:paraId="68EC939F" w14:textId="77777777" w:rsidR="001D4F6C" w:rsidRDefault="001D4F6C" w:rsidP="001D4F6C"/>
    <w:p w14:paraId="56E820D0" w14:textId="77777777" w:rsidR="00105C23" w:rsidRDefault="00105C23" w:rsidP="001D4F6C"/>
    <w:p w14:paraId="223FB48A" w14:textId="77777777" w:rsidR="00105C23" w:rsidRPr="00105C23" w:rsidRDefault="00105C23" w:rsidP="001D4F6C">
      <w:pPr>
        <w:rPr>
          <w:rFonts w:ascii="Marianne Medium" w:hAnsi="Marianne Medium"/>
        </w:rPr>
      </w:pPr>
    </w:p>
    <w:p w14:paraId="00FDD7F8" w14:textId="77777777"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14:paraId="7520C4D3" w14:textId="77777777" w:rsidTr="00EE1F84">
        <w:tc>
          <w:tcPr>
            <w:tcW w:w="9002" w:type="dxa"/>
            <w:shd w:val="clear" w:color="auto" w:fill="DBE5F1" w:themeFill="accent1" w:themeFillTint="33"/>
          </w:tcPr>
          <w:p w14:paraId="255303A9" w14:textId="77777777"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14:paraId="7CC03792" w14:textId="77777777"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14:paraId="052BC0BA" w14:textId="77777777" w:rsidR="00EE1F84" w:rsidRPr="00105C23" w:rsidRDefault="00EE1F84" w:rsidP="00EE1F84">
      <w:pPr>
        <w:tabs>
          <w:tab w:val="left" w:pos="851"/>
        </w:tabs>
        <w:rPr>
          <w:rFonts w:ascii="Marianne Medium" w:hAnsi="Marianne Medium"/>
        </w:rPr>
      </w:pPr>
    </w:p>
    <w:p w14:paraId="7A8D4C99" w14:textId="77777777"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14:paraId="0B670AB4" w14:textId="77777777" w:rsidTr="00EE1F84">
        <w:tc>
          <w:tcPr>
            <w:tcW w:w="10277" w:type="dxa"/>
            <w:shd w:val="clear" w:color="auto" w:fill="DBE5F1" w:themeFill="accent1" w:themeFillTint="33"/>
          </w:tcPr>
          <w:p w14:paraId="19C09028" w14:textId="77777777"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14:paraId="0B124966" w14:textId="77777777" w:rsidR="00EE1F84" w:rsidRPr="00105C23" w:rsidRDefault="00EE1F84" w:rsidP="00EE1F84">
      <w:pPr>
        <w:tabs>
          <w:tab w:val="left" w:pos="426"/>
          <w:tab w:val="left" w:pos="851"/>
        </w:tabs>
        <w:rPr>
          <w:rFonts w:ascii="Marianne Medium" w:hAnsi="Marianne Medium"/>
        </w:rPr>
      </w:pPr>
    </w:p>
    <w:p w14:paraId="579695C3" w14:textId="77777777"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14:paraId="46FC2D29" w14:textId="77777777" w:rsidR="00EE1F84" w:rsidRPr="00EE5245" w:rsidRDefault="00EE1F84" w:rsidP="00EE1F84">
      <w:pPr>
        <w:tabs>
          <w:tab w:val="left" w:pos="426"/>
          <w:tab w:val="left" w:pos="851"/>
        </w:tabs>
        <w:rPr>
          <w:rFonts w:ascii="Marianne Medium" w:hAnsi="Marianne Medium"/>
          <w:sz w:val="20"/>
        </w:rPr>
      </w:pPr>
    </w:p>
    <w:p w14:paraId="535D5722" w14:textId="77777777" w:rsidR="00EE1F84" w:rsidRPr="00EE5245" w:rsidRDefault="00E50D25" w:rsidP="00EE1F84">
      <w:pPr>
        <w:tabs>
          <w:tab w:val="left" w:pos="426"/>
          <w:tab w:val="left" w:pos="851"/>
        </w:tabs>
        <w:rPr>
          <w:rFonts w:ascii="Marianne Medium" w:hAnsi="Marianne Medium"/>
          <w:sz w:val="20"/>
        </w:rPr>
      </w:pPr>
      <w:r>
        <w:rPr>
          <w:rFonts w:ascii="Arial" w:hAnsi="Arial" w:cs="Arial"/>
          <w:bCs/>
          <w:szCs w:val="22"/>
        </w:rPr>
        <w:t>MAINTENANCE TECHNIQUE DES INSTALLATIONS DE TRAITEMENT D’AIR ET DE CLIMATISATION AU PROFIT DE L’HIA CLERMONT-TON</w:t>
      </w:r>
      <w:r w:rsidR="005F79EC">
        <w:rPr>
          <w:rFonts w:ascii="Arial" w:hAnsi="Arial" w:cs="Arial"/>
          <w:bCs/>
          <w:szCs w:val="22"/>
        </w:rPr>
        <w:t>N</w:t>
      </w:r>
      <w:r>
        <w:rPr>
          <w:rFonts w:ascii="Arial" w:hAnsi="Arial" w:cs="Arial"/>
          <w:bCs/>
          <w:szCs w:val="22"/>
        </w:rPr>
        <w:t>ERRE DE BREST </w:t>
      </w:r>
    </w:p>
    <w:p w14:paraId="3EE49A01" w14:textId="77777777" w:rsidR="00EE1F84" w:rsidRPr="00EE5245" w:rsidRDefault="00EE1F84" w:rsidP="00EE1F84">
      <w:pPr>
        <w:tabs>
          <w:tab w:val="left" w:pos="426"/>
          <w:tab w:val="left" w:pos="851"/>
        </w:tabs>
        <w:rPr>
          <w:rFonts w:ascii="Marianne Medium" w:hAnsi="Marianne Medium"/>
          <w:sz w:val="20"/>
        </w:rPr>
      </w:pPr>
    </w:p>
    <w:p w14:paraId="62F4EC5B" w14:textId="77777777"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14:paraId="691C50A6" w14:textId="77777777"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14:paraId="7E4ED83A" w14:textId="77777777" w:rsidR="00EE1F84" w:rsidRPr="00EE5245" w:rsidRDefault="00F91032" w:rsidP="00EE1F84">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t xml:space="preserve">à l’ensemble du marché ou de l’accord-cadre </w:t>
      </w:r>
      <w:r w:rsidR="00EE1F84" w:rsidRPr="00EE5245">
        <w:rPr>
          <w:rFonts w:ascii="Marianne Medium" w:hAnsi="Marianne Medium"/>
          <w:i/>
          <w:iCs/>
          <w:sz w:val="16"/>
          <w:szCs w:val="18"/>
        </w:rPr>
        <w:t>(en cas de non allotissement)</w:t>
      </w:r>
      <w:r w:rsidR="00EE1F84" w:rsidRPr="00EE5245">
        <w:rPr>
          <w:rFonts w:ascii="Calibri" w:hAnsi="Calibri" w:cs="Calibri"/>
          <w:i/>
          <w:iCs/>
          <w:sz w:val="16"/>
          <w:szCs w:val="18"/>
        </w:rPr>
        <w:t> </w:t>
      </w:r>
      <w:r w:rsidR="00EE1F84" w:rsidRPr="00EE5245">
        <w:rPr>
          <w:rFonts w:ascii="Marianne Medium" w:hAnsi="Marianne Medium"/>
          <w:iCs/>
          <w:sz w:val="20"/>
        </w:rPr>
        <w:t>;</w:t>
      </w:r>
    </w:p>
    <w:p w14:paraId="31CA26CD" w14:textId="77777777" w:rsidR="00EE1F84" w:rsidRPr="00EE5245" w:rsidRDefault="00EE1F84" w:rsidP="00EE1F84">
      <w:pPr>
        <w:tabs>
          <w:tab w:val="left" w:pos="426"/>
          <w:tab w:val="left" w:pos="851"/>
        </w:tabs>
        <w:rPr>
          <w:rFonts w:ascii="Marianne Medium" w:hAnsi="Marianne Medium"/>
          <w:sz w:val="20"/>
        </w:rPr>
      </w:pPr>
    </w:p>
    <w:p w14:paraId="333F5885" w14:textId="77777777"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14EF5">
        <w:rPr>
          <w:rFonts w:ascii="Marianne Medium" w:hAnsi="Marianne Medium" w:cs="Times New Roman"/>
          <w:sz w:val="18"/>
        </w:rPr>
      </w:r>
      <w:r w:rsidR="00814EF5">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ab/>
      </w:r>
      <w:r w:rsidRPr="00EE5245">
        <w:rPr>
          <w:rFonts w:ascii="Marianne Medium" w:hAnsi="Marianne Medium" w:cs="Times New Roman"/>
          <w:szCs w:val="22"/>
        </w:rPr>
        <w:t>au lot n°</w:t>
      </w:r>
      <w:sdt>
        <w:sdtPr>
          <w:rPr>
            <w:rFonts w:ascii="Marianne Medium" w:hAnsi="Marianne Medium" w:cs="Times New Roman"/>
            <w:szCs w:val="22"/>
          </w:rPr>
          <w:id w:val="1799640839"/>
          <w:placeholder>
            <w:docPart w:val="DefaultPlaceholder_1082065158"/>
          </w:placeholder>
        </w:sdtPr>
        <w:sdtEndPr/>
        <w:sdtContent>
          <w:r w:rsidRPr="00EE5245">
            <w:rPr>
              <w:rFonts w:ascii="Marianne Medium" w:hAnsi="Marianne Medium" w:cs="Times New Roman"/>
              <w:szCs w:val="22"/>
            </w:rPr>
            <w:t>…….</w:t>
          </w:r>
        </w:sdtContent>
      </w:sdt>
      <w:r w:rsidRPr="00EE5245">
        <w:rPr>
          <w:rFonts w:ascii="Marianne Medium" w:hAnsi="Marianne Medium" w:cs="Times New Roman"/>
          <w:szCs w:val="22"/>
        </w:rPr>
        <w:t xml:space="preserve"> ou aux lots n°</w:t>
      </w:r>
      <w:sdt>
        <w:sdtPr>
          <w:rPr>
            <w:rFonts w:ascii="Marianne Medium" w:hAnsi="Marianne Medium" w:cs="Times New Roman"/>
            <w:szCs w:val="22"/>
          </w:rPr>
          <w:id w:val="2126734878"/>
          <w:placeholder>
            <w:docPart w:val="DefaultPlaceholder_1082065158"/>
          </w:placeholder>
        </w:sdtPr>
        <w:sdtEndPr/>
        <w:sdtContent>
          <w:r w:rsidRPr="00EE5245">
            <w:rPr>
              <w:rFonts w:ascii="Marianne Medium" w:hAnsi="Marianne Medium" w:cs="Times New Roman"/>
              <w:szCs w:val="22"/>
            </w:rPr>
            <w:t>……………</w:t>
          </w:r>
        </w:sdtContent>
      </w:sdt>
      <w:r w:rsidRPr="00EE5245">
        <w:rPr>
          <w:rFonts w:ascii="Marianne Medium" w:hAnsi="Marianne Medium" w:cs="Times New Roman"/>
          <w:szCs w:val="22"/>
        </w:rPr>
        <w:t xml:space="preserve"> du marché ou de l’accord-cadre</w:t>
      </w:r>
      <w:r w:rsidRPr="00EE5245">
        <w:rPr>
          <w:rFonts w:ascii="Marianne Medium" w:hAnsi="Marianne Medium" w:cs="Times New Roman"/>
          <w:sz w:val="18"/>
        </w:rPr>
        <w:t xml:space="preserve"> </w:t>
      </w:r>
      <w:r w:rsidRPr="00EE5245">
        <w:rPr>
          <w:rFonts w:ascii="Marianne Medium" w:hAnsi="Marianne Medium" w:cs="Times New Roman"/>
          <w:i/>
          <w:iCs/>
          <w:sz w:val="16"/>
          <w:szCs w:val="18"/>
        </w:rPr>
        <w:t>(en cas d’allotissement)</w:t>
      </w:r>
      <w:r w:rsidRPr="00EE5245">
        <w:rPr>
          <w:rFonts w:ascii="Calibri" w:hAnsi="Calibri" w:cs="Calibri"/>
          <w:sz w:val="18"/>
        </w:rPr>
        <w:t> </w:t>
      </w:r>
      <w:r w:rsidRPr="00EE5245">
        <w:rPr>
          <w:rFonts w:ascii="Marianne Medium" w:hAnsi="Marianne Medium" w:cs="Times New Roman"/>
          <w:sz w:val="18"/>
        </w:rPr>
        <w:t>;</w:t>
      </w:r>
    </w:p>
    <w:p w14:paraId="2033BC30" w14:textId="77777777"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i/>
          <w:iCs/>
          <w:sz w:val="16"/>
          <w:szCs w:val="18"/>
        </w:rPr>
        <w:t>(Indiquer l’intitulé du ou des lots tel qu’il figure dans l’avis d'appel à la concurrence</w:t>
      </w:r>
      <w:r w:rsidRPr="00EE5245">
        <w:rPr>
          <w:rFonts w:ascii="Marianne Medium" w:hAnsi="Marianne Medium" w:cs="Times New Roman"/>
          <w:bCs/>
          <w:i/>
          <w:iCs/>
          <w:sz w:val="16"/>
          <w:szCs w:val="18"/>
        </w:rPr>
        <w:t xml:space="preserve"> ou l’invitation à confirmer l’intérêt.</w:t>
      </w:r>
      <w:r w:rsidRPr="00EE5245">
        <w:rPr>
          <w:rFonts w:ascii="Marianne Medium" w:hAnsi="Marianne Medium" w:cs="Times New Roman"/>
          <w:i/>
          <w:iCs/>
          <w:sz w:val="16"/>
          <w:szCs w:val="18"/>
        </w:rPr>
        <w:t>)</w:t>
      </w:r>
    </w:p>
    <w:p w14:paraId="7BC7370E" w14:textId="77777777" w:rsidR="00EE1F84" w:rsidRPr="00EE5245" w:rsidRDefault="00EE1F84" w:rsidP="00EE1F84">
      <w:pPr>
        <w:pStyle w:val="fcasegauche"/>
        <w:tabs>
          <w:tab w:val="left" w:pos="851"/>
        </w:tabs>
        <w:spacing w:after="0"/>
        <w:rPr>
          <w:rFonts w:ascii="Marianne Medium" w:hAnsi="Marianne Medium" w:cs="Times New Roman"/>
          <w:sz w:val="18"/>
        </w:rPr>
      </w:pPr>
    </w:p>
    <w:p w14:paraId="24980814" w14:textId="77777777" w:rsidR="00EE1F84" w:rsidRPr="00EE5245" w:rsidRDefault="00EE1F84" w:rsidP="00EE1F84">
      <w:pPr>
        <w:pStyle w:val="fcasegauche"/>
        <w:tabs>
          <w:tab w:val="left" w:pos="851"/>
        </w:tabs>
        <w:spacing w:after="0"/>
        <w:ind w:left="1134" w:firstLine="283"/>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14EF5">
        <w:rPr>
          <w:rFonts w:ascii="Marianne Medium" w:hAnsi="Marianne Medium" w:cs="Times New Roman"/>
          <w:sz w:val="18"/>
        </w:rPr>
      </w:r>
      <w:r w:rsidR="00814EF5">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ab/>
        <w:t>correspondant, pour les lots n°</w:t>
      </w:r>
      <w:sdt>
        <w:sdtPr>
          <w:rPr>
            <w:rFonts w:ascii="Marianne Medium" w:hAnsi="Marianne Medium" w:cs="Times New Roman"/>
            <w:sz w:val="18"/>
          </w:rPr>
          <w:id w:val="-350576383"/>
          <w:placeholder>
            <w:docPart w:val="DefaultPlaceholder_1082065158"/>
          </w:placeholder>
        </w:sdtPr>
        <w:sdtEndPr/>
        <w:sdtContent>
          <w:r w:rsidRPr="00EE5245">
            <w:rPr>
              <w:rFonts w:ascii="Marianne Medium" w:hAnsi="Marianne Medium" w:cs="Times New Roman"/>
              <w:sz w:val="18"/>
            </w:rPr>
            <w:t>…….,</w:t>
          </w:r>
        </w:sdtContent>
      </w:sdt>
      <w:r w:rsidRPr="00EE5245">
        <w:rPr>
          <w:rFonts w:ascii="Marianne Medium" w:hAnsi="Marianne Medium" w:cs="Times New Roman"/>
          <w:sz w:val="18"/>
        </w:rPr>
        <w:t xml:space="preserve"> à l’offre variable </w:t>
      </w:r>
      <w:r w:rsidRPr="00EE5245">
        <w:rPr>
          <w:rFonts w:ascii="Marianne Medium" w:hAnsi="Marianne Medium" w:cs="Times New Roman"/>
          <w:i/>
          <w:iCs/>
          <w:sz w:val="16"/>
          <w:szCs w:val="18"/>
        </w:rPr>
        <w:t>(en cas d’allotissement)</w:t>
      </w:r>
      <w:r w:rsidRPr="00EE5245">
        <w:rPr>
          <w:rFonts w:ascii="Calibri" w:hAnsi="Calibri" w:cs="Calibri"/>
          <w:sz w:val="18"/>
        </w:rPr>
        <w:t> </w:t>
      </w:r>
      <w:r w:rsidRPr="00EE5245">
        <w:rPr>
          <w:rFonts w:ascii="Marianne Medium" w:hAnsi="Marianne Medium" w:cs="Times New Roman"/>
          <w:sz w:val="18"/>
        </w:rPr>
        <w:t>;</w:t>
      </w:r>
    </w:p>
    <w:p w14:paraId="777AA1A2" w14:textId="77777777"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sz w:val="18"/>
        </w:rPr>
        <w:tab/>
      </w:r>
      <w:r w:rsidRPr="00EE5245">
        <w:rPr>
          <w:rFonts w:ascii="Marianne Medium" w:hAnsi="Marianne Medium" w:cs="Times New Roman"/>
          <w:sz w:val="18"/>
        </w:rPr>
        <w:tab/>
      </w:r>
    </w:p>
    <w:p w14:paraId="3697B0CC" w14:textId="77777777" w:rsidR="00EE1F84" w:rsidRPr="00EE5245" w:rsidRDefault="00EE1F84" w:rsidP="00EE1F84">
      <w:pPr>
        <w:pStyle w:val="fcasegauche"/>
        <w:tabs>
          <w:tab w:val="left" w:pos="851"/>
        </w:tabs>
        <w:spacing w:after="0"/>
        <w:ind w:left="0" w:firstLine="0"/>
        <w:rPr>
          <w:rFonts w:ascii="Marianne Medium" w:hAnsi="Marianne Medium" w:cs="Times New Roman"/>
          <w:sz w:val="18"/>
        </w:rPr>
      </w:pPr>
    </w:p>
    <w:p w14:paraId="74666024" w14:textId="77777777"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14:paraId="168343B6" w14:textId="77777777"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814EF5">
        <w:rPr>
          <w:rFonts w:ascii="Marianne Medium" w:hAnsi="Marianne Medium" w:cs="Times New Roman"/>
          <w:szCs w:val="22"/>
        </w:rPr>
      </w:r>
      <w:r w:rsidR="00814EF5">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t>à l’offre de base.</w:t>
      </w:r>
    </w:p>
    <w:p w14:paraId="44C94FB2" w14:textId="77777777" w:rsidR="00EE1F84" w:rsidRPr="00EE5245" w:rsidRDefault="00EE1F84" w:rsidP="00EE1F84">
      <w:pPr>
        <w:pStyle w:val="fcasegauche"/>
        <w:tabs>
          <w:tab w:val="left" w:pos="851"/>
        </w:tabs>
        <w:spacing w:after="0"/>
        <w:rPr>
          <w:rFonts w:ascii="Marianne Medium" w:hAnsi="Marianne Medium" w:cs="Times New Roman"/>
          <w:szCs w:val="22"/>
        </w:rPr>
      </w:pPr>
    </w:p>
    <w:p w14:paraId="7A032A70" w14:textId="77777777" w:rsidR="00EE1F84" w:rsidRPr="00EE5245" w:rsidRDefault="00EE1F84"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14EF5">
        <w:rPr>
          <w:rFonts w:ascii="Marianne Medium" w:hAnsi="Marianne Medium" w:cs="Times New Roman"/>
          <w:szCs w:val="22"/>
        </w:rPr>
      </w:r>
      <w:r w:rsidR="00814EF5">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szCs w:val="22"/>
        </w:rPr>
        <w:tab/>
        <w:t>à la variante suivante</w:t>
      </w:r>
      <w:r w:rsidRPr="00EE5245">
        <w:rPr>
          <w:rFonts w:ascii="Calibri" w:hAnsi="Calibri" w:cs="Calibri"/>
          <w:szCs w:val="22"/>
        </w:rPr>
        <w:t> </w:t>
      </w:r>
      <w:r w:rsidRPr="00EE5245">
        <w:rPr>
          <w:rFonts w:ascii="Marianne Medium" w:hAnsi="Marianne Medium" w:cs="Times New Roman"/>
          <w:szCs w:val="22"/>
        </w:rPr>
        <w:t xml:space="preserve">: </w:t>
      </w:r>
    </w:p>
    <w:p w14:paraId="66801587" w14:textId="77777777" w:rsidR="00EE1F84" w:rsidRPr="00EE5245" w:rsidRDefault="00EE1F84" w:rsidP="00EE1F84">
      <w:pPr>
        <w:pStyle w:val="fcasegauche"/>
        <w:tabs>
          <w:tab w:val="left" w:pos="851"/>
        </w:tabs>
        <w:spacing w:after="0"/>
        <w:rPr>
          <w:rFonts w:ascii="Marianne Medium" w:hAnsi="Marianne Medium" w:cs="Times New Roman"/>
          <w:sz w:val="18"/>
        </w:rPr>
      </w:pPr>
    </w:p>
    <w:p w14:paraId="5AC6CC36" w14:textId="77777777" w:rsidR="00EE1F84" w:rsidRPr="00EE5245" w:rsidRDefault="00EE1F84" w:rsidP="00EE1F84">
      <w:pPr>
        <w:pStyle w:val="fcasegauche"/>
        <w:tabs>
          <w:tab w:val="left" w:pos="851"/>
        </w:tabs>
        <w:spacing w:after="0"/>
        <w:rPr>
          <w:rFonts w:ascii="Marianne Medium" w:hAnsi="Marianne Medium" w:cs="Times New Roman"/>
          <w:sz w:val="18"/>
        </w:rPr>
      </w:pPr>
    </w:p>
    <w:p w14:paraId="17950A3D" w14:textId="77777777" w:rsidR="00EE1F84" w:rsidRPr="00EE5245" w:rsidRDefault="00EE1F84" w:rsidP="00EE1F84">
      <w:pPr>
        <w:pStyle w:val="fcasegauche"/>
        <w:tabs>
          <w:tab w:val="left" w:pos="851"/>
        </w:tabs>
        <w:spacing w:after="0"/>
        <w:ind w:left="0" w:firstLine="0"/>
        <w:rPr>
          <w:rFonts w:ascii="Marianne Medium" w:hAnsi="Marianne Medium" w:cs="Times New Roman"/>
          <w:sz w:val="18"/>
        </w:rPr>
      </w:pPr>
    </w:p>
    <w:p w14:paraId="4BB678BD" w14:textId="77777777" w:rsidR="00EE1F84" w:rsidRPr="00EE5245" w:rsidRDefault="00EE1F84" w:rsidP="00EE1F84">
      <w:pPr>
        <w:pStyle w:val="fcasegauche"/>
        <w:tabs>
          <w:tab w:val="left" w:pos="851"/>
        </w:tabs>
        <w:spacing w:after="0"/>
        <w:ind w:left="0" w:firstLine="0"/>
        <w:rPr>
          <w:rFonts w:ascii="Marianne Medium" w:hAnsi="Marianne Medium" w:cs="Times New Roman"/>
          <w:sz w:val="18"/>
        </w:rPr>
      </w:pPr>
    </w:p>
    <w:p w14:paraId="3242B571" w14:textId="77777777" w:rsidR="00EE1F84" w:rsidRPr="00EE5245" w:rsidRDefault="00EE1F84" w:rsidP="00EE1F84">
      <w:pPr>
        <w:pStyle w:val="fcasegauche"/>
        <w:tabs>
          <w:tab w:val="left" w:pos="851"/>
        </w:tabs>
        <w:spacing w:after="0"/>
        <w:ind w:left="851" w:firstLine="0"/>
        <w:rPr>
          <w:rFonts w:ascii="Marianne Medium" w:hAnsi="Marianne Medium" w:cs="Times New Roman"/>
          <w:sz w:val="18"/>
        </w:rPr>
      </w:pPr>
    </w:p>
    <w:p w14:paraId="44376E2B"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14:paraId="59941958" w14:textId="77777777" w:rsidTr="00EE1F84">
        <w:tc>
          <w:tcPr>
            <w:tcW w:w="10277" w:type="dxa"/>
            <w:shd w:val="clear" w:color="auto" w:fill="DBE5F1" w:themeFill="accent1" w:themeFillTint="33"/>
          </w:tcPr>
          <w:p w14:paraId="1D8A315A" w14:textId="77777777"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lastRenderedPageBreak/>
              <w:t>B - Engagement du titulaire ou du groupement titulaire</w:t>
            </w:r>
          </w:p>
        </w:tc>
      </w:tr>
    </w:tbl>
    <w:p w14:paraId="219D2208" w14:textId="77777777" w:rsidR="00EE1F84" w:rsidRPr="00105C23" w:rsidRDefault="00EE1F84" w:rsidP="00EE1F84">
      <w:pPr>
        <w:tabs>
          <w:tab w:val="left" w:pos="851"/>
        </w:tabs>
        <w:rPr>
          <w:rFonts w:ascii="Marianne Medium" w:hAnsi="Marianne Medium"/>
        </w:rPr>
      </w:pPr>
    </w:p>
    <w:p w14:paraId="242F5750" w14:textId="77777777"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14:paraId="473559B3" w14:textId="77777777" w:rsidR="00EE1F84" w:rsidRPr="00EE5245" w:rsidRDefault="00EE1F84" w:rsidP="00EE1F84">
      <w:pPr>
        <w:tabs>
          <w:tab w:val="left" w:pos="851"/>
        </w:tabs>
        <w:rPr>
          <w:rFonts w:ascii="Marianne Medium" w:hAnsi="Marianne Medium"/>
          <w:sz w:val="20"/>
        </w:rPr>
      </w:pPr>
    </w:p>
    <w:p w14:paraId="64BF065C"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14:paraId="0F63EB90" w14:textId="77777777" w:rsidR="00EE1F84" w:rsidRPr="00EE5245" w:rsidRDefault="00E50D25"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r w:rsidR="003B189E">
            <w:rPr>
              <w:rFonts w:ascii="Marianne Medium" w:hAnsi="Marianne Medium"/>
              <w:sz w:val="20"/>
              <w:lang w:val="en-GB"/>
            </w:rPr>
            <w:t>DAF_2025_000275</w:t>
          </w:r>
        </w:sdtContent>
      </w:sdt>
    </w:p>
    <w:p w14:paraId="0750BB9F" w14:textId="77777777" w:rsidR="005F79EC" w:rsidRPr="00EE5245" w:rsidRDefault="005F79EC" w:rsidP="005F79EC">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Pr>
          <w:rFonts w:ascii="Marianne Medium" w:hAnsi="Marianne Medium"/>
          <w:sz w:val="20"/>
        </w:rPr>
        <w:fldChar w:fldCharType="end"/>
      </w:r>
      <w:r w:rsidRPr="00EE5245">
        <w:rPr>
          <w:rFonts w:ascii="Marianne Medium" w:hAnsi="Marianne Medium"/>
          <w:sz w:val="20"/>
        </w:rPr>
        <w:t xml:space="preserve"> CCTP n°</w:t>
      </w:r>
      <w:sdt>
        <w:sdtPr>
          <w:rPr>
            <w:rFonts w:ascii="Marianne Medium" w:hAnsi="Marianne Medium"/>
            <w:sz w:val="20"/>
            <w:lang w:val="en-GB"/>
          </w:rPr>
          <w:id w:val="-75134889"/>
          <w:placeholder>
            <w:docPart w:val="4BA8F298243C4FD09A11ADD16193C799"/>
          </w:placeholder>
        </w:sdtPr>
        <w:sdtEndPr/>
        <w:sdtContent>
          <w:sdt>
            <w:sdtPr>
              <w:rPr>
                <w:rFonts w:ascii="Marianne Medium" w:hAnsi="Marianne Medium"/>
                <w:sz w:val="20"/>
                <w:lang w:val="en-GB"/>
              </w:rPr>
              <w:id w:val="-1080903622"/>
              <w:placeholder>
                <w:docPart w:val="F4F0A3647E9E4042ADEA5216DE1B94E2"/>
              </w:placeholder>
            </w:sdtPr>
            <w:sdtEndPr/>
            <w:sdtContent>
              <w:r>
                <w:rPr>
                  <w:rFonts w:ascii="Marianne Medium" w:hAnsi="Marianne Medium"/>
                  <w:sz w:val="20"/>
                  <w:lang w:val="en-GB"/>
                </w:rPr>
                <w:t>DAF_2025_000275</w:t>
              </w:r>
              <w:bookmarkStart w:id="0" w:name="_GoBack"/>
              <w:bookmarkEnd w:id="0"/>
            </w:sdtContent>
          </w:sdt>
        </w:sdtContent>
      </w:sdt>
    </w:p>
    <w:p w14:paraId="3F3A811A" w14:textId="7FA402C3" w:rsidR="00EE1F84" w:rsidRPr="00EE5245" w:rsidRDefault="00E50D25" w:rsidP="005F79EC">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CCAG</w:t>
      </w:r>
      <w:r w:rsidR="00EE1F84" w:rsidRPr="00EE5245">
        <w:rPr>
          <w:rFonts w:ascii="Calibri" w:hAnsi="Calibri" w:cs="Calibri"/>
          <w:sz w:val="20"/>
        </w:rPr>
        <w:t> </w:t>
      </w:r>
      <w:r w:rsidR="00EE1F84" w:rsidRPr="00EE5245">
        <w:rPr>
          <w:rFonts w:ascii="Marianne Medium" w:hAnsi="Marianne Medium"/>
          <w:sz w:val="20"/>
        </w:rPr>
        <w:t xml:space="preserve">: </w:t>
      </w:r>
      <w:sdt>
        <w:sdtPr>
          <w:rPr>
            <w:rFonts w:ascii="Marianne Medium" w:hAnsi="Marianne Medium"/>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Pr>
              <w:rFonts w:ascii="Marianne Medium" w:hAnsi="Marianne Medium"/>
              <w:sz w:val="20"/>
              <w:lang w:val="en-GB"/>
            </w:rPr>
            <w:t>Fournitures courantes et services</w:t>
          </w:r>
        </w:sdtContent>
      </w:sdt>
    </w:p>
    <w:p w14:paraId="026B65EB" w14:textId="77777777" w:rsidR="00EE1F84" w:rsidRPr="00EE5245" w:rsidRDefault="003B189E"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Autres</w:t>
      </w:r>
      <w:r w:rsidR="00EE1F84" w:rsidRPr="00EE5245">
        <w:rPr>
          <w:rFonts w:ascii="Calibri" w:hAnsi="Calibri" w:cs="Calibri"/>
          <w:sz w:val="20"/>
        </w:rPr>
        <w:t> </w:t>
      </w:r>
      <w:r w:rsidR="00EE1F84" w:rsidRPr="00EE5245">
        <w:rPr>
          <w:rFonts w:ascii="Marianne Medium" w:hAnsi="Marianne Medium"/>
          <w:sz w:val="20"/>
        </w:rPr>
        <w:t xml:space="preserve">: </w:t>
      </w:r>
      <w:sdt>
        <w:sdtPr>
          <w:rPr>
            <w:rFonts w:ascii="Marianne Medium" w:hAnsi="Marianne Medium"/>
            <w:sz w:val="20"/>
          </w:rPr>
          <w:id w:val="1868333600"/>
          <w:placeholder>
            <w:docPart w:val="8CF43CFDFAC44F0087A8D34A671540A4"/>
          </w:placeholder>
        </w:sdtPr>
        <w:sdtEndPr/>
        <w:sdtContent>
          <w:r>
            <w:rPr>
              <w:rFonts w:ascii="Marianne Medium" w:hAnsi="Marianne Medium"/>
              <w:sz w:val="20"/>
            </w:rPr>
            <w:t>annexes acte d’engagement n°DAF_2025_000275</w:t>
          </w:r>
        </w:sdtContent>
      </w:sdt>
    </w:p>
    <w:p w14:paraId="6D31A031" w14:textId="77777777" w:rsidR="00EE1F84" w:rsidRPr="00EE5245" w:rsidRDefault="00EE1F84" w:rsidP="00EE1F84">
      <w:pPr>
        <w:tabs>
          <w:tab w:val="left" w:pos="851"/>
        </w:tabs>
        <w:rPr>
          <w:rFonts w:ascii="Marianne Medium" w:hAnsi="Marianne Medium"/>
          <w:sz w:val="20"/>
        </w:rPr>
      </w:pPr>
    </w:p>
    <w:p w14:paraId="23DB5E02"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et conformément à leurs clauses,</w:t>
      </w:r>
    </w:p>
    <w:p w14:paraId="31B233FE" w14:textId="77777777" w:rsidR="00EE1F84" w:rsidRPr="00EE5245" w:rsidRDefault="00EE1F84" w:rsidP="00EE1F84">
      <w:pPr>
        <w:tabs>
          <w:tab w:val="left" w:pos="851"/>
        </w:tabs>
        <w:rPr>
          <w:rFonts w:ascii="Marianne Medium" w:hAnsi="Marianne Medium"/>
          <w:sz w:val="20"/>
        </w:rPr>
      </w:pPr>
    </w:p>
    <w:p w14:paraId="1C8152C5" w14:textId="77777777"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14:paraId="28510B96" w14:textId="77777777" w:rsidR="00EE1F84" w:rsidRPr="00EE5245" w:rsidRDefault="00EE1F84" w:rsidP="00EE1F84">
      <w:pPr>
        <w:tabs>
          <w:tab w:val="left" w:pos="851"/>
        </w:tabs>
        <w:rPr>
          <w:rFonts w:ascii="Marianne Medium" w:hAnsi="Marianne Medium"/>
          <w:sz w:val="20"/>
        </w:rPr>
      </w:pPr>
    </w:p>
    <w:p w14:paraId="48363FED" w14:textId="77777777"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s’engage, sur la base de son offre et pour son propre compte</w:t>
      </w:r>
      <w:r w:rsidRPr="00EE5245">
        <w:rPr>
          <w:rFonts w:ascii="Calibri" w:hAnsi="Calibri" w:cs="Calibri"/>
          <w:sz w:val="20"/>
        </w:rPr>
        <w:t> </w:t>
      </w:r>
      <w:r w:rsidRPr="00EE5245">
        <w:rPr>
          <w:rFonts w:ascii="Marianne Medium" w:hAnsi="Marianne Medium"/>
          <w:sz w:val="20"/>
        </w:rPr>
        <w:t>;</w:t>
      </w:r>
    </w:p>
    <w:p w14:paraId="643F370B" w14:textId="77777777"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14:paraId="682F99EE" w14:textId="77777777"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14:paraId="05311FBF" w14:textId="77777777"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14:paraId="489BA586" w14:textId="77777777" w:rsidR="00EE1F84" w:rsidRPr="00EE5245" w:rsidRDefault="00EE1F84" w:rsidP="00EE1F84">
      <w:pPr>
        <w:tabs>
          <w:tab w:val="left" w:pos="851"/>
        </w:tabs>
        <w:rPr>
          <w:rFonts w:ascii="Marianne Medium" w:hAnsi="Marianne Medium"/>
          <w:sz w:val="20"/>
        </w:rPr>
      </w:pPr>
    </w:p>
    <w:p w14:paraId="1629D5EE" w14:textId="77777777"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engage la société ……………………… sur la base de son offre</w:t>
      </w:r>
      <w:r w:rsidRPr="00EE5245">
        <w:rPr>
          <w:rFonts w:ascii="Calibri" w:hAnsi="Calibri" w:cs="Calibri"/>
          <w:sz w:val="20"/>
        </w:rPr>
        <w:t> </w:t>
      </w:r>
      <w:r w:rsidRPr="00EE5245">
        <w:rPr>
          <w:rFonts w:ascii="Marianne Medium" w:hAnsi="Marianne Medium"/>
          <w:sz w:val="20"/>
        </w:rPr>
        <w:t>;</w:t>
      </w:r>
    </w:p>
    <w:p w14:paraId="5E00D38A" w14:textId="77777777"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14:paraId="60C04B4B" w14:textId="77777777"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14:paraId="4C15673E" w14:textId="77777777"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14:paraId="6C269E0C" w14:textId="77777777" w:rsidR="00EE1F84" w:rsidRPr="00EE5245" w:rsidRDefault="00EE1F84" w:rsidP="00EE1F84">
      <w:pPr>
        <w:tabs>
          <w:tab w:val="left" w:pos="851"/>
        </w:tabs>
        <w:rPr>
          <w:rFonts w:ascii="Marianne Medium" w:hAnsi="Marianne Medium"/>
          <w:sz w:val="20"/>
        </w:rPr>
      </w:pPr>
    </w:p>
    <w:p w14:paraId="208A1B1D" w14:textId="77777777"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14EF5">
        <w:rPr>
          <w:rFonts w:ascii="Marianne Medium" w:hAnsi="Marianne Medium" w:cs="Times New Roman"/>
          <w:sz w:val="18"/>
        </w:rPr>
      </w:r>
      <w:r w:rsidR="00814EF5">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14:paraId="6D3ED89C" w14:textId="77777777"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14:paraId="1F08D7E7" w14:textId="77777777"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14:paraId="314F7CE1" w14:textId="77777777"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14:paraId="517693E9" w14:textId="77777777" w:rsidR="00EE1F84" w:rsidRPr="00EE5245" w:rsidRDefault="00EE1F84" w:rsidP="00EE1F84">
      <w:pPr>
        <w:pStyle w:val="fcase1ertab"/>
        <w:tabs>
          <w:tab w:val="left" w:pos="851"/>
        </w:tabs>
        <w:ind w:left="0" w:firstLine="0"/>
        <w:rPr>
          <w:rFonts w:ascii="Marianne Medium" w:hAnsi="Marianne Medium" w:cs="Times New Roman"/>
          <w:sz w:val="18"/>
        </w:rPr>
      </w:pPr>
    </w:p>
    <w:p w14:paraId="4D15391F" w14:textId="77777777" w:rsidR="00EE1F84" w:rsidRPr="00EE5245" w:rsidRDefault="00EE1F84" w:rsidP="00EE1F84">
      <w:pPr>
        <w:pStyle w:val="fcase1ertab"/>
        <w:tabs>
          <w:tab w:val="left" w:pos="851"/>
        </w:tabs>
        <w:ind w:left="0" w:firstLine="0"/>
        <w:rPr>
          <w:rFonts w:ascii="Marianne Medium" w:hAnsi="Marianne Medium" w:cs="Times New Roman"/>
          <w:sz w:val="18"/>
        </w:rPr>
      </w:pPr>
    </w:p>
    <w:p w14:paraId="423D2E2E" w14:textId="77777777"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à livrer les fournitures demandées ou à exécuter les prestations demandées</w:t>
      </w:r>
      <w:r w:rsidR="007F6C3D">
        <w:rPr>
          <w:rFonts w:ascii="Marianne Medium" w:hAnsi="Marianne Medium" w:cs="Times New Roman"/>
          <w:szCs w:val="22"/>
        </w:rPr>
        <w:t> :</w:t>
      </w:r>
    </w:p>
    <w:p w14:paraId="40218556" w14:textId="77777777"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14EF5">
        <w:rPr>
          <w:rFonts w:ascii="Marianne Medium" w:hAnsi="Marianne Medium" w:cs="Times New Roman"/>
          <w:sz w:val="18"/>
        </w:rPr>
      </w:r>
      <w:r w:rsidR="00814EF5">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aux prix indiqués ci-dessous</w:t>
      </w:r>
      <w:r w:rsidRPr="00EE5245">
        <w:rPr>
          <w:rFonts w:ascii="Calibri" w:hAnsi="Calibri" w:cs="Calibri"/>
          <w:szCs w:val="22"/>
        </w:rPr>
        <w:t> </w:t>
      </w:r>
      <w:r w:rsidRPr="00EE5245">
        <w:rPr>
          <w:rFonts w:ascii="Marianne Medium" w:hAnsi="Marianne Medium" w:cs="Times New Roman"/>
          <w:szCs w:val="22"/>
        </w:rPr>
        <w:t>;</w:t>
      </w:r>
    </w:p>
    <w:p w14:paraId="6104F9EC" w14:textId="77777777" w:rsidR="00EE1F84" w:rsidRPr="00EE5245" w:rsidRDefault="00EE1F84" w:rsidP="00EE1F84">
      <w:pPr>
        <w:tabs>
          <w:tab w:val="left" w:pos="426"/>
          <w:tab w:val="left" w:pos="851"/>
        </w:tabs>
        <w:spacing w:before="12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Taux de la TVA</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29536216"/>
          <w:placeholder>
            <w:docPart w:val="2905551C3953405BB0115DC087AB10AE"/>
          </w:placeholder>
          <w:showingPlcHdr/>
        </w:sdtPr>
        <w:sdtEndPr/>
        <w:sdtContent>
          <w:permStart w:id="1614836205" w:edGrp="everyone"/>
          <w:r w:rsidR="00ED2198" w:rsidRPr="00EE5245">
            <w:rPr>
              <w:rStyle w:val="Textedelespacerserv"/>
              <w:rFonts w:ascii="Marianne Medium" w:hAnsi="Marianne Medium"/>
              <w:sz w:val="20"/>
            </w:rPr>
            <w:t>Cliquez ici pour taper du texte.</w:t>
          </w:r>
          <w:permEnd w:id="1614836205"/>
        </w:sdtContent>
      </w:sdt>
    </w:p>
    <w:p w14:paraId="16F4D018" w14:textId="77777777" w:rsidR="00EE1F84" w:rsidRPr="00EE5245" w:rsidRDefault="00EE1F84" w:rsidP="00EE1F84">
      <w:pPr>
        <w:tabs>
          <w:tab w:val="left" w:pos="426"/>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hors taxes</w:t>
      </w:r>
      <w:r w:rsidRPr="00EE5245">
        <w:rPr>
          <w:rStyle w:val="Caractresdenotedebasdepage"/>
          <w:rFonts w:ascii="Calibri" w:hAnsi="Calibri" w:cs="Calibri"/>
          <w:sz w:val="20"/>
        </w:rPr>
        <w:t> </w:t>
      </w:r>
      <w:r w:rsidRPr="00EE5245">
        <w:rPr>
          <w:rFonts w:ascii="Marianne Medium" w:hAnsi="Marianne Medium"/>
          <w:sz w:val="20"/>
        </w:rPr>
        <w:t>:</w:t>
      </w:r>
      <w:r w:rsidR="00ED2198" w:rsidRPr="00EE5245">
        <w:rPr>
          <w:rFonts w:ascii="Marianne Medium" w:hAnsi="Marianne Medium"/>
          <w:sz w:val="20"/>
        </w:rPr>
        <w:t xml:space="preserve"> </w:t>
      </w:r>
      <w:sdt>
        <w:sdtPr>
          <w:rPr>
            <w:rFonts w:ascii="Marianne Medium" w:hAnsi="Marianne Medium"/>
            <w:sz w:val="20"/>
          </w:rPr>
          <w:id w:val="1202139802"/>
          <w:placeholder>
            <w:docPart w:val="61FC75EB45E846EC83C542DA70C0E26D"/>
          </w:placeholder>
          <w:showingPlcHdr/>
        </w:sdtPr>
        <w:sdtEndPr/>
        <w:sdtContent>
          <w:permStart w:id="1515858261" w:edGrp="everyone"/>
          <w:r w:rsidR="00ED2198" w:rsidRPr="00EE5245">
            <w:rPr>
              <w:rStyle w:val="Textedelespacerserv"/>
              <w:rFonts w:ascii="Marianne Medium" w:hAnsi="Marianne Medium"/>
              <w:sz w:val="20"/>
            </w:rPr>
            <w:t>Cliquez ici pour taper du texte.</w:t>
          </w:r>
          <w:permEnd w:id="1515858261"/>
        </w:sdtContent>
      </w:sdt>
    </w:p>
    <w:p w14:paraId="48DFD7C6" w14:textId="77777777" w:rsidR="00EE1F84" w:rsidRPr="00EE5245" w:rsidRDefault="00EE1F84" w:rsidP="00EE1F84">
      <w:pPr>
        <w:tabs>
          <w:tab w:val="left" w:pos="426"/>
          <w:tab w:val="left" w:pos="851"/>
        </w:tabs>
        <w:spacing w:before="120"/>
        <w:rPr>
          <w:rFonts w:ascii="Marianne Medium" w:hAnsi="Marianne Medium"/>
          <w:sz w:val="20"/>
        </w:rPr>
      </w:pPr>
      <w:r w:rsidRPr="00EE5245">
        <w:rPr>
          <w:rFonts w:ascii="Marianne Medium" w:hAnsi="Marianne Medium"/>
          <w:sz w:val="20"/>
        </w:rPr>
        <w:t>Montant hors taxes arrêté en chiffres à</w:t>
      </w:r>
      <w:r w:rsidRPr="00EE5245">
        <w:rPr>
          <w:rFonts w:ascii="Calibri" w:hAnsi="Calibri" w:cs="Calibri"/>
          <w:sz w:val="20"/>
        </w:rPr>
        <w:t> </w:t>
      </w:r>
      <w:r w:rsidRPr="00EE5245">
        <w:rPr>
          <w:rFonts w:ascii="Marianne Medium" w:hAnsi="Marianne Medium"/>
          <w:sz w:val="20"/>
        </w:rPr>
        <w:t xml:space="preserve">: </w:t>
      </w:r>
    </w:p>
    <w:sdt>
      <w:sdtPr>
        <w:rPr>
          <w:rFonts w:ascii="Marianne Medium" w:hAnsi="Marianne Medium"/>
          <w:sz w:val="20"/>
        </w:rPr>
        <w:id w:val="599997437"/>
        <w:placeholder>
          <w:docPart w:val="B8ED85429F0243E8BC4D9DFC8A16A86A"/>
        </w:placeholder>
        <w:showingPlcHdr/>
      </w:sdtPr>
      <w:sdtEndPr/>
      <w:sdtContent>
        <w:p w14:paraId="4E65A377" w14:textId="77777777" w:rsidR="00ED2198" w:rsidRPr="00EE5245" w:rsidRDefault="00ED2198" w:rsidP="00EE1F84">
          <w:pPr>
            <w:tabs>
              <w:tab w:val="left" w:pos="426"/>
              <w:tab w:val="left" w:pos="851"/>
            </w:tabs>
            <w:spacing w:before="120"/>
            <w:rPr>
              <w:rFonts w:ascii="Marianne Medium" w:hAnsi="Marianne Medium"/>
              <w:sz w:val="20"/>
            </w:rPr>
          </w:pPr>
          <w:r w:rsidRPr="00EE5245">
            <w:rPr>
              <w:rStyle w:val="Textedelespacerserv"/>
              <w:rFonts w:ascii="Marianne Medium" w:hAnsi="Marianne Medium"/>
              <w:sz w:val="20"/>
            </w:rPr>
            <w:t>Cliquez ici pour taper du texte.</w:t>
          </w:r>
        </w:p>
      </w:sdtContent>
    </w:sdt>
    <w:p w14:paraId="2C3CF296" w14:textId="77777777"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hors taxes arrêté en lettres à</w:t>
      </w:r>
      <w:r w:rsidRPr="00EE5245">
        <w:rPr>
          <w:rFonts w:ascii="Calibri" w:hAnsi="Calibri" w:cs="Calibri"/>
          <w:szCs w:val="22"/>
        </w:rPr>
        <w:t> </w:t>
      </w:r>
      <w:r w:rsidRPr="00EE5245">
        <w:rPr>
          <w:rFonts w:ascii="Marianne Medium" w:hAnsi="Marianne Medium" w:cs="Times New Roman"/>
          <w:szCs w:val="22"/>
        </w:rPr>
        <w:t xml:space="preserve">: </w:t>
      </w:r>
    </w:p>
    <w:sdt>
      <w:sdtPr>
        <w:rPr>
          <w:rFonts w:ascii="Marianne Medium" w:hAnsi="Marianne Medium" w:cs="Times New Roman"/>
          <w:sz w:val="18"/>
        </w:rPr>
        <w:id w:val="1661960977"/>
        <w:placeholder>
          <w:docPart w:val="2F863D5736D24414B96D279C476AB4E3"/>
        </w:placeholder>
        <w:showingPlcHdr/>
      </w:sdtPr>
      <w:sdtEndPr/>
      <w:sdtContent>
        <w:p w14:paraId="39331C9D" w14:textId="77777777" w:rsidR="00ED2198" w:rsidRPr="00EE5245" w:rsidRDefault="00ED2198" w:rsidP="00EE1F84">
          <w:pPr>
            <w:pStyle w:val="fcase1ertab"/>
            <w:tabs>
              <w:tab w:val="left" w:pos="851"/>
            </w:tabs>
            <w:spacing w:before="120"/>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14:paraId="78DD8EBF" w14:textId="77777777" w:rsidR="00EE1F84" w:rsidRPr="00EE5245" w:rsidRDefault="00EE1F84" w:rsidP="00EE1F84">
      <w:pPr>
        <w:tabs>
          <w:tab w:val="left" w:pos="426"/>
          <w:tab w:val="left" w:pos="709"/>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TTC</w:t>
      </w:r>
      <w:r w:rsidRPr="00EE5245">
        <w:rPr>
          <w:rStyle w:val="Caractresdenotedebasdepage"/>
          <w:rFonts w:ascii="Calibri" w:hAnsi="Calibri" w:cs="Calibri"/>
          <w:sz w:val="20"/>
        </w:rPr>
        <w:t> </w:t>
      </w:r>
      <w:r w:rsidRPr="00EE5245">
        <w:rPr>
          <w:rFonts w:ascii="Marianne Medium" w:hAnsi="Marianne Medium"/>
          <w:sz w:val="20"/>
        </w:rPr>
        <w:t>:</w:t>
      </w:r>
    </w:p>
    <w:p w14:paraId="66BA1BD0" w14:textId="77777777"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TTC arrêté en chiffres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r w:rsidRPr="00EE5245">
        <w:rPr>
          <w:rFonts w:ascii="Marianne Medium" w:hAnsi="Marianne Medium" w:cs="Times New Roman"/>
          <w:szCs w:val="22"/>
        </w:rPr>
        <w:t>.......................................</w:t>
      </w:r>
    </w:p>
    <w:p w14:paraId="0CC9E018" w14:textId="77777777" w:rsidR="00EE1F84" w:rsidRPr="00EE5245" w:rsidRDefault="00EE1F84" w:rsidP="00EE1F84">
      <w:pPr>
        <w:pStyle w:val="fcase1ertab"/>
        <w:tabs>
          <w:tab w:val="left" w:pos="851"/>
        </w:tabs>
        <w:spacing w:before="120"/>
        <w:ind w:left="0" w:firstLine="0"/>
        <w:rPr>
          <w:rFonts w:ascii="Marianne Medium" w:hAnsi="Marianne Medium" w:cs="Times New Roman"/>
          <w:szCs w:val="22"/>
          <w:u w:val="single"/>
        </w:rPr>
      </w:pPr>
      <w:r w:rsidRPr="00EE5245">
        <w:rPr>
          <w:rFonts w:ascii="Marianne Medium" w:hAnsi="Marianne Medium" w:cs="Times New Roman"/>
          <w:szCs w:val="22"/>
        </w:rPr>
        <w:t>Montant TTC arrêté en lettres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r w:rsidRPr="00EE5245">
        <w:rPr>
          <w:rFonts w:ascii="Marianne Medium" w:hAnsi="Marianne Medium" w:cs="Times New Roman"/>
          <w:szCs w:val="22"/>
        </w:rPr>
        <w:t>..</w:t>
      </w:r>
    </w:p>
    <w:p w14:paraId="37A6B0EA" w14:textId="77777777" w:rsidR="00DB773E" w:rsidRPr="00EE5245" w:rsidRDefault="00DB773E" w:rsidP="00EE1F84">
      <w:pPr>
        <w:pStyle w:val="fcase1ertab"/>
        <w:tabs>
          <w:tab w:val="left" w:pos="851"/>
        </w:tabs>
        <w:spacing w:before="120"/>
        <w:ind w:left="0" w:firstLine="0"/>
        <w:rPr>
          <w:rFonts w:ascii="Marianne Medium" w:hAnsi="Marianne Medium" w:cs="Times New Roman"/>
          <w:sz w:val="18"/>
          <w:u w:val="single"/>
        </w:rPr>
      </w:pPr>
    </w:p>
    <w:p w14:paraId="10DDE3B1" w14:textId="77777777" w:rsidR="00EE1F84" w:rsidRPr="00EE5245" w:rsidRDefault="00EE1F84" w:rsidP="00EE1F84">
      <w:pPr>
        <w:pStyle w:val="fcase1ertab"/>
        <w:tabs>
          <w:tab w:val="left" w:pos="851"/>
        </w:tabs>
        <w:spacing w:before="120"/>
        <w:ind w:left="0" w:firstLine="0"/>
        <w:rPr>
          <w:rFonts w:ascii="Marianne Medium" w:hAnsi="Marianne Medium" w:cs="Times New Roman"/>
          <w:sz w:val="18"/>
        </w:rPr>
      </w:pPr>
      <w:r w:rsidRPr="00EE5245">
        <w:rPr>
          <w:rFonts w:ascii="Marianne Medium" w:hAnsi="Marianne Medium" w:cs="Times New Roman"/>
          <w:sz w:val="18"/>
          <w:u w:val="single"/>
        </w:rPr>
        <w:t>OU</w:t>
      </w:r>
    </w:p>
    <w:p w14:paraId="2B74B93F" w14:textId="77777777" w:rsidR="00EE1F84" w:rsidRPr="00EE5245" w:rsidRDefault="007F6C3D" w:rsidP="00EE1F84">
      <w:pPr>
        <w:pStyle w:val="fcase1ertab"/>
        <w:tabs>
          <w:tab w:val="clear" w:pos="426"/>
          <w:tab w:val="left" w:pos="851"/>
        </w:tabs>
        <w:spacing w:before="120"/>
        <w:ind w:firstLine="142"/>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1"/>
            </w:checkBox>
          </w:ffData>
        </w:fldChar>
      </w:r>
      <w:r>
        <w:rPr>
          <w:rFonts w:ascii="Marianne Medium" w:hAnsi="Marianne Medium" w:cs="Times New Roman"/>
          <w:szCs w:val="22"/>
        </w:rPr>
        <w:instrText xml:space="preserve"> FORMCHECKBOX </w:instrText>
      </w:r>
      <w:r w:rsidR="00814EF5">
        <w:rPr>
          <w:rFonts w:ascii="Marianne Medium" w:hAnsi="Marianne Medium" w:cs="Times New Roman"/>
          <w:szCs w:val="22"/>
        </w:rPr>
      </w:r>
      <w:r w:rsidR="00814EF5">
        <w:rPr>
          <w:rFonts w:ascii="Marianne Medium" w:hAnsi="Marianne Medium" w:cs="Times New Roman"/>
          <w:szCs w:val="22"/>
        </w:rPr>
        <w:fldChar w:fldCharType="separate"/>
      </w:r>
      <w:r>
        <w:rPr>
          <w:rFonts w:ascii="Marianne Medium" w:hAnsi="Marianne Medium" w:cs="Times New Roman"/>
          <w:szCs w:val="22"/>
        </w:rPr>
        <w:fldChar w:fldCharType="end"/>
      </w:r>
      <w:r w:rsidR="00EE1F84" w:rsidRPr="00EE5245">
        <w:rPr>
          <w:rFonts w:ascii="Marianne Medium" w:hAnsi="Marianne Medium" w:cs="Times New Roman"/>
          <w:szCs w:val="22"/>
        </w:rPr>
        <w:t xml:space="preserve"> </w:t>
      </w:r>
      <w:r w:rsidR="00EE1F84" w:rsidRPr="007F6C3D">
        <w:rPr>
          <w:rFonts w:ascii="Marianne Medium" w:hAnsi="Marianne Medium" w:cs="Times New Roman"/>
          <w:b/>
          <w:bCs/>
          <w:szCs w:val="22"/>
        </w:rPr>
        <w:t>aux prix indiqués dans l</w:t>
      </w:r>
      <w:r w:rsidR="0070434A">
        <w:rPr>
          <w:rFonts w:ascii="Marianne Medium" w:hAnsi="Marianne Medium" w:cs="Times New Roman"/>
          <w:b/>
          <w:bCs/>
          <w:szCs w:val="22"/>
        </w:rPr>
        <w:t xml:space="preserve">es </w:t>
      </w:r>
      <w:r w:rsidR="00FB565B">
        <w:rPr>
          <w:rFonts w:ascii="Marianne Medium" w:hAnsi="Marianne Medium" w:cs="Times New Roman"/>
          <w:b/>
          <w:bCs/>
          <w:szCs w:val="22"/>
        </w:rPr>
        <w:t xml:space="preserve">2 </w:t>
      </w:r>
      <w:r w:rsidR="00EE1F84" w:rsidRPr="007F6C3D">
        <w:rPr>
          <w:rFonts w:ascii="Marianne Medium" w:hAnsi="Marianne Medium" w:cs="Times New Roman"/>
          <w:b/>
          <w:bCs/>
          <w:szCs w:val="22"/>
        </w:rPr>
        <w:t>annexe</w:t>
      </w:r>
      <w:r w:rsidR="0070434A">
        <w:rPr>
          <w:rFonts w:ascii="Marianne Medium" w:hAnsi="Marianne Medium" w:cs="Times New Roman"/>
          <w:b/>
          <w:bCs/>
          <w:szCs w:val="22"/>
        </w:rPr>
        <w:t>s</w:t>
      </w:r>
      <w:r w:rsidR="00EE1F84" w:rsidRPr="007F6C3D">
        <w:rPr>
          <w:rFonts w:ascii="Marianne Medium" w:hAnsi="Marianne Medium" w:cs="Times New Roman"/>
          <w:b/>
          <w:bCs/>
          <w:szCs w:val="22"/>
        </w:rPr>
        <w:t xml:space="preserve"> financière</w:t>
      </w:r>
      <w:r w:rsidR="0070434A">
        <w:rPr>
          <w:rFonts w:ascii="Marianne Medium" w:hAnsi="Marianne Medium" w:cs="Times New Roman"/>
          <w:b/>
          <w:bCs/>
          <w:szCs w:val="22"/>
        </w:rPr>
        <w:t>s</w:t>
      </w:r>
      <w:r w:rsidR="00EE1F84" w:rsidRPr="007F6C3D">
        <w:rPr>
          <w:rFonts w:ascii="Marianne Medium" w:hAnsi="Marianne Medium" w:cs="Times New Roman"/>
          <w:b/>
          <w:bCs/>
          <w:szCs w:val="22"/>
        </w:rPr>
        <w:t xml:space="preserve"> jointe</w:t>
      </w:r>
      <w:r w:rsidR="0070434A">
        <w:rPr>
          <w:rFonts w:ascii="Marianne Medium" w:hAnsi="Marianne Medium" w:cs="Times New Roman"/>
          <w:b/>
          <w:bCs/>
          <w:szCs w:val="22"/>
        </w:rPr>
        <w:t>s</w:t>
      </w:r>
      <w:r w:rsidR="00EE1F84" w:rsidRPr="007F6C3D">
        <w:rPr>
          <w:rFonts w:ascii="Marianne Medium" w:hAnsi="Marianne Medium" w:cs="Times New Roman"/>
          <w:b/>
          <w:bCs/>
          <w:szCs w:val="22"/>
        </w:rPr>
        <w:t xml:space="preserve"> au présent document.</w:t>
      </w:r>
    </w:p>
    <w:p w14:paraId="37F3655A" w14:textId="77777777" w:rsidR="00EE1F84" w:rsidRPr="00EE5245" w:rsidRDefault="00EE1F84" w:rsidP="00EE1F84">
      <w:pPr>
        <w:pStyle w:val="fcasegauche"/>
        <w:tabs>
          <w:tab w:val="left" w:pos="851"/>
        </w:tabs>
        <w:spacing w:after="0"/>
        <w:ind w:left="0" w:firstLine="0"/>
        <w:rPr>
          <w:rFonts w:ascii="Marianne Medium" w:hAnsi="Marianne Medium" w:cs="Times New Roman"/>
          <w:sz w:val="18"/>
        </w:rPr>
      </w:pPr>
    </w:p>
    <w:p w14:paraId="0F8401C5" w14:textId="77777777" w:rsidR="00EE1F84" w:rsidRPr="00EE5245" w:rsidRDefault="00EE1F84" w:rsidP="00EE1F84">
      <w:pPr>
        <w:pStyle w:val="fcasegauche"/>
        <w:tabs>
          <w:tab w:val="left" w:pos="851"/>
        </w:tabs>
        <w:spacing w:after="0"/>
        <w:ind w:left="0" w:firstLine="0"/>
        <w:rPr>
          <w:rFonts w:ascii="Marianne Medium" w:hAnsi="Marianne Medium" w:cs="Times New Roman"/>
          <w:sz w:val="18"/>
        </w:rPr>
      </w:pPr>
    </w:p>
    <w:p w14:paraId="56448E66" w14:textId="77777777" w:rsidR="00EE1F84" w:rsidRPr="00105C23" w:rsidRDefault="00EE1F84" w:rsidP="00EE1F84">
      <w:pPr>
        <w:pStyle w:val="fcasegauche"/>
        <w:pageBreakBefore/>
        <w:tabs>
          <w:tab w:val="left" w:pos="851"/>
        </w:tabs>
        <w:spacing w:after="0"/>
        <w:ind w:left="0" w:firstLine="0"/>
        <w:rPr>
          <w:rFonts w:ascii="Marianne Medium" w:hAnsi="Marianne Medium" w:cs="Times New Roman"/>
        </w:rPr>
      </w:pPr>
    </w:p>
    <w:p w14:paraId="1F17C2DD" w14:textId="77777777"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14:paraId="6D9B49A9" w14:textId="77777777"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(en cas de groupement d’opérateurs économiques.)</w:t>
      </w:r>
    </w:p>
    <w:p w14:paraId="7965CD21" w14:textId="77777777" w:rsidR="00EE1F84" w:rsidRPr="00EE5245" w:rsidRDefault="00EE1F84" w:rsidP="00EE1F84">
      <w:pPr>
        <w:tabs>
          <w:tab w:val="left" w:pos="851"/>
          <w:tab w:val="left" w:pos="6237"/>
        </w:tabs>
        <w:rPr>
          <w:rFonts w:ascii="Marianne Medium" w:hAnsi="Marianne Medium"/>
          <w:i/>
          <w:iCs/>
          <w:sz w:val="16"/>
          <w:szCs w:val="18"/>
        </w:rPr>
      </w:pPr>
    </w:p>
    <w:p w14:paraId="517B6B31" w14:textId="77777777"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14:paraId="06CC088D" w14:textId="77777777"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14EF5">
        <w:rPr>
          <w:rFonts w:ascii="Marianne Medium" w:hAnsi="Marianne Medium" w:cs="Times New Roman"/>
          <w:szCs w:val="22"/>
        </w:rPr>
      </w:r>
      <w:r w:rsidR="00814EF5">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14EF5">
        <w:rPr>
          <w:rFonts w:ascii="Marianne Medium" w:hAnsi="Marianne Medium" w:cs="Times New Roman"/>
          <w:szCs w:val="22"/>
        </w:rPr>
      </w:r>
      <w:r w:rsidR="00814EF5">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14:paraId="5C70C337" w14:textId="77777777"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14:paraId="6CFE0572" w14:textId="77777777"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14:paraId="4D33333D"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23D8E7"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14:paraId="424504BD"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D392EF" w14:textId="77777777"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14:paraId="0BB8D795" w14:textId="77777777"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14:paraId="0C24D7CF"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0418945" w14:textId="77777777"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2D3BFB4D"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248DA4"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14:paraId="225AB029" w14:textId="77777777"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14:paraId="4FCA4B24" w14:textId="77777777" w:rsidTr="00EA2318">
        <w:trPr>
          <w:trHeight w:val="883"/>
        </w:trPr>
        <w:tc>
          <w:tcPr>
            <w:tcW w:w="4503" w:type="dxa"/>
            <w:tcBorders>
              <w:top w:val="single" w:sz="4" w:space="0" w:color="000000"/>
              <w:left w:val="single" w:sz="4" w:space="0" w:color="000000"/>
            </w:tcBorders>
            <w:shd w:val="clear" w:color="auto" w:fill="CCFFFF"/>
          </w:tcPr>
          <w:p w14:paraId="7C77DB8A" w14:textId="77777777"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14:paraId="1D2E37F1" w14:textId="77777777"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14:paraId="1124E74E" w14:textId="77777777" w:rsidR="00EE1F84" w:rsidRPr="00EE5245" w:rsidRDefault="00EE1F84" w:rsidP="00D06808">
            <w:pPr>
              <w:tabs>
                <w:tab w:val="left" w:pos="851"/>
              </w:tabs>
              <w:snapToGrid w:val="0"/>
              <w:rPr>
                <w:rFonts w:ascii="Marianne Medium" w:hAnsi="Marianne Medium"/>
                <w:sz w:val="20"/>
              </w:rPr>
            </w:pPr>
          </w:p>
        </w:tc>
      </w:tr>
      <w:tr w:rsidR="00EE1F84" w:rsidRPr="00EE5245" w14:paraId="276B1D6E" w14:textId="77777777" w:rsidTr="00EA2318">
        <w:trPr>
          <w:trHeight w:val="720"/>
        </w:trPr>
        <w:tc>
          <w:tcPr>
            <w:tcW w:w="4503" w:type="dxa"/>
            <w:tcBorders>
              <w:left w:val="single" w:sz="4" w:space="0" w:color="000000"/>
            </w:tcBorders>
            <w:shd w:val="clear" w:color="auto" w:fill="auto"/>
          </w:tcPr>
          <w:p w14:paraId="1EB17993" w14:textId="77777777"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14:paraId="1991B98C" w14:textId="77777777"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14:paraId="0687EBBB" w14:textId="77777777" w:rsidR="00EE1F84" w:rsidRPr="00EE5245" w:rsidRDefault="00EE1F84" w:rsidP="00D06808">
            <w:pPr>
              <w:tabs>
                <w:tab w:val="left" w:pos="851"/>
              </w:tabs>
              <w:snapToGrid w:val="0"/>
              <w:rPr>
                <w:rFonts w:ascii="Marianne Medium" w:hAnsi="Marianne Medium"/>
                <w:sz w:val="20"/>
              </w:rPr>
            </w:pPr>
          </w:p>
        </w:tc>
      </w:tr>
      <w:tr w:rsidR="00EE1F84" w:rsidRPr="00EE5245" w14:paraId="3B4DD938" w14:textId="77777777" w:rsidTr="00EA2318">
        <w:trPr>
          <w:trHeight w:val="845"/>
        </w:trPr>
        <w:tc>
          <w:tcPr>
            <w:tcW w:w="4503" w:type="dxa"/>
            <w:tcBorders>
              <w:left w:val="single" w:sz="4" w:space="0" w:color="000000"/>
              <w:bottom w:val="single" w:sz="4" w:space="0" w:color="000000"/>
            </w:tcBorders>
            <w:shd w:val="clear" w:color="auto" w:fill="CCFFFF"/>
          </w:tcPr>
          <w:p w14:paraId="5354DD27" w14:textId="77777777"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14:paraId="79B4F2FD" w14:textId="77777777"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14:paraId="2DDABB3D" w14:textId="77777777" w:rsidR="00EE1F84" w:rsidRPr="00EE5245" w:rsidRDefault="00EE1F84" w:rsidP="00D06808">
            <w:pPr>
              <w:tabs>
                <w:tab w:val="left" w:pos="851"/>
              </w:tabs>
              <w:snapToGrid w:val="0"/>
              <w:rPr>
                <w:rFonts w:ascii="Marianne Medium" w:hAnsi="Marianne Medium"/>
                <w:sz w:val="20"/>
              </w:rPr>
            </w:pPr>
          </w:p>
        </w:tc>
      </w:tr>
    </w:tbl>
    <w:p w14:paraId="34930CD1" w14:textId="77777777"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14:paraId="085F6EBE" w14:textId="77777777"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14:paraId="50282712" w14:textId="77777777"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14:paraId="2F6FB249"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6B175EB4" w14:textId="77777777"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14:paraId="7A990477"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14:paraId="5B4D4AC8"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14:paraId="3F3AB6BE"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14:paraId="4A8179EE" w14:textId="77777777"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14:paraId="642F704F"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0AF4602B"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5C1A0073"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6C9029C5"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14:paraId="719F5D47" w14:textId="77777777" w:rsidR="00EE1F84" w:rsidRPr="00EE5245" w:rsidRDefault="00EE1F84" w:rsidP="00EE1F84">
      <w:pPr>
        <w:tabs>
          <w:tab w:val="left" w:pos="426"/>
          <w:tab w:val="left" w:pos="851"/>
        </w:tabs>
        <w:rPr>
          <w:rFonts w:ascii="Marianne Medium" w:hAnsi="Marianne Medium"/>
          <w:b/>
          <w:sz w:val="20"/>
        </w:rPr>
      </w:pPr>
    </w:p>
    <w:p w14:paraId="09CA7098" w14:textId="77777777"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Sans renoncement express de la part du titulaire en cochant la case ci-dessous, une avance sera versée selon les conditions définies par l’article </w:t>
      </w:r>
      <w:r w:rsidR="00E50D25">
        <w:rPr>
          <w:rFonts w:ascii="Marianne Medium" w:hAnsi="Marianne Medium"/>
          <w:sz w:val="20"/>
          <w:szCs w:val="22"/>
          <w:lang w:eastAsia="zh-CN"/>
        </w:rPr>
        <w:t xml:space="preserve">4.4 </w:t>
      </w:r>
      <w:r w:rsidRPr="00326B82">
        <w:rPr>
          <w:rFonts w:ascii="Marianne Medium" w:hAnsi="Marianne Medium"/>
          <w:sz w:val="20"/>
          <w:szCs w:val="22"/>
          <w:lang w:eastAsia="zh-CN"/>
        </w:rPr>
        <w:t>du présent CCAP.</w:t>
      </w:r>
    </w:p>
    <w:p w14:paraId="364E3E2D" w14:textId="77777777" w:rsidR="00326B82" w:rsidRPr="00326B82" w:rsidRDefault="00326B82" w:rsidP="00326B82">
      <w:pPr>
        <w:tabs>
          <w:tab w:val="left" w:pos="426"/>
          <w:tab w:val="left" w:pos="851"/>
        </w:tabs>
        <w:rPr>
          <w:rFonts w:ascii="Marianne Medium" w:hAnsi="Marianne Medium"/>
          <w:sz w:val="20"/>
          <w:szCs w:val="22"/>
          <w:lang w:eastAsia="zh-CN"/>
        </w:rPr>
      </w:pPr>
    </w:p>
    <w:p w14:paraId="72B41EB5" w14:textId="77777777"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Je renonce au bénéfice de l’avance : </w:t>
      </w:r>
      <w:r w:rsidRPr="00326B82">
        <w:rPr>
          <w:rFonts w:ascii="Marianne Medium" w:hAnsi="Marianne Medium"/>
          <w:sz w:val="20"/>
          <w:szCs w:val="22"/>
          <w:lang w:eastAsia="zh-CN"/>
        </w:rPr>
        <w:sym w:font="Times New Roman" w:char="F078"/>
      </w:r>
      <w:r w:rsidRPr="00326B82">
        <w:rPr>
          <w:rFonts w:ascii="Marianne Medium" w:hAnsi="Marianne Medium"/>
          <w:sz w:val="20"/>
          <w:szCs w:val="22"/>
          <w:lang w:eastAsia="zh-CN"/>
        </w:rPr>
        <w:t xml:space="preserve"> OUI</w:t>
      </w:r>
    </w:p>
    <w:p w14:paraId="030B0835" w14:textId="77777777" w:rsidR="00EE1F84" w:rsidRPr="00EE5245" w:rsidRDefault="00EE1F84" w:rsidP="00EE1F84">
      <w:pPr>
        <w:tabs>
          <w:tab w:val="left" w:pos="426"/>
          <w:tab w:val="left" w:pos="851"/>
        </w:tabs>
        <w:rPr>
          <w:rFonts w:ascii="Marianne Medium" w:hAnsi="Marianne Medium"/>
          <w:b/>
          <w:sz w:val="20"/>
        </w:rPr>
      </w:pPr>
    </w:p>
    <w:p w14:paraId="594695DF" w14:textId="77777777" w:rsidR="00383F85" w:rsidRPr="00EE5245" w:rsidRDefault="00383F85" w:rsidP="00EE1F84">
      <w:pPr>
        <w:tabs>
          <w:tab w:val="left" w:pos="426"/>
          <w:tab w:val="left" w:pos="851"/>
        </w:tabs>
        <w:rPr>
          <w:rFonts w:ascii="Marianne Medium" w:hAnsi="Marianne Medium"/>
          <w:b/>
          <w:sz w:val="20"/>
        </w:rPr>
      </w:pPr>
    </w:p>
    <w:p w14:paraId="03F063D6" w14:textId="77777777"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14:paraId="3832A85D" w14:textId="77777777" w:rsidR="00383F85" w:rsidRPr="00EE5245" w:rsidRDefault="00383F85" w:rsidP="00383F85">
      <w:pPr>
        <w:tabs>
          <w:tab w:val="left" w:pos="426"/>
          <w:tab w:val="left" w:pos="851"/>
        </w:tabs>
        <w:rPr>
          <w:rFonts w:ascii="Marianne Medium" w:hAnsi="Marianne Medium"/>
          <w:b/>
          <w:sz w:val="20"/>
          <w:u w:val="single"/>
        </w:rPr>
      </w:pPr>
    </w:p>
    <w:p w14:paraId="0A71C44A" w14:textId="77777777"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14:paraId="49840FD1" w14:textId="77777777" w:rsidR="00383F85" w:rsidRPr="00EE5245" w:rsidRDefault="00383F85" w:rsidP="00383F85">
      <w:pPr>
        <w:tabs>
          <w:tab w:val="left" w:pos="426"/>
          <w:tab w:val="left" w:pos="851"/>
        </w:tabs>
        <w:rPr>
          <w:rFonts w:ascii="Marianne Medium" w:hAnsi="Marianne Medium"/>
          <w:sz w:val="20"/>
        </w:rPr>
      </w:pPr>
    </w:p>
    <w:p w14:paraId="6A5FA2F5" w14:textId="77777777"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814EF5">
        <w:rPr>
          <w:rFonts w:ascii="Marianne Medium" w:hAnsi="Marianne Medium"/>
          <w:sz w:val="20"/>
          <w:szCs w:val="22"/>
        </w:rPr>
      </w:r>
      <w:r w:rsidR="00814EF5">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814EF5">
        <w:rPr>
          <w:rFonts w:ascii="Marianne Medium" w:hAnsi="Marianne Medium"/>
          <w:sz w:val="20"/>
          <w:szCs w:val="22"/>
        </w:rPr>
      </w:r>
      <w:r w:rsidR="00814EF5">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14:paraId="71FB8FA1" w14:textId="77777777" w:rsidR="00EE1F84" w:rsidRPr="00EE5245" w:rsidRDefault="00EE1F84" w:rsidP="00EE1F84">
      <w:pPr>
        <w:tabs>
          <w:tab w:val="left" w:pos="426"/>
          <w:tab w:val="left" w:pos="851"/>
        </w:tabs>
        <w:rPr>
          <w:rFonts w:ascii="Marianne Medium" w:hAnsi="Marianne Medium"/>
          <w:b/>
          <w:sz w:val="20"/>
        </w:rPr>
      </w:pPr>
    </w:p>
    <w:p w14:paraId="5AC212A4" w14:textId="77777777" w:rsidR="00EE1F84" w:rsidRPr="00EE524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r w:rsidRPr="00EE5245">
        <w:rPr>
          <w:rFonts w:ascii="Marianne Medium" w:hAnsi="Marianne Medium" w:cs="Times New Roman"/>
          <w:i/>
          <w:color w:val="auto"/>
          <w:sz w:val="20"/>
          <w:szCs w:val="22"/>
          <w:u w:val="single"/>
        </w:rPr>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p w14:paraId="625200DB" w14:textId="0483CE16" w:rsidR="00FC60AF" w:rsidRDefault="00FC60AF" w:rsidP="00FC60AF">
      <w:pPr>
        <w:tabs>
          <w:tab w:val="left" w:pos="426"/>
          <w:tab w:val="left" w:pos="851"/>
        </w:tabs>
      </w:pPr>
    </w:p>
    <w:p w14:paraId="2D7F189F" w14:textId="77777777" w:rsidR="003E20AD" w:rsidRPr="00A60E72" w:rsidRDefault="003E20AD" w:rsidP="003E20AD">
      <w:pPr>
        <w:pStyle w:val="NormalWeb"/>
        <w:spacing w:before="0" w:beforeAutospacing="0" w:after="0" w:afterAutospacing="0"/>
        <w:jc w:val="both"/>
        <w:rPr>
          <w:rFonts w:ascii="Arial" w:hAnsi="Arial" w:cs="Arial"/>
          <w:sz w:val="20"/>
          <w:szCs w:val="20"/>
        </w:rPr>
      </w:pPr>
      <w:r w:rsidRPr="00A60E72">
        <w:rPr>
          <w:rFonts w:ascii="Arial" w:hAnsi="Arial" w:cs="Arial"/>
          <w:sz w:val="20"/>
          <w:szCs w:val="20"/>
        </w:rPr>
        <w:t>Le marché sera reconduit tacitement, au 1er janvier de chaque année, sans pouvoir excéder 4 ans (4</w:t>
      </w:r>
      <w:r>
        <w:rPr>
          <w:rFonts w:ascii="Arial" w:hAnsi="Arial" w:cs="Arial"/>
          <w:sz w:val="20"/>
          <w:szCs w:val="20"/>
        </w:rPr>
        <w:t xml:space="preserve"> </w:t>
      </w:r>
      <w:r w:rsidRPr="00A60E72">
        <w:rPr>
          <w:rFonts w:ascii="Arial" w:hAnsi="Arial" w:cs="Arial"/>
          <w:sz w:val="20"/>
          <w:szCs w:val="20"/>
        </w:rPr>
        <w:t>reconductions maximum).</w:t>
      </w:r>
    </w:p>
    <w:p w14:paraId="7FE0690B" w14:textId="77777777" w:rsidR="003E20AD" w:rsidRDefault="003E20AD" w:rsidP="003E20AD">
      <w:pPr>
        <w:pStyle w:val="NormalWeb"/>
        <w:spacing w:before="0" w:beforeAutospacing="0" w:after="0" w:afterAutospacing="0"/>
        <w:rPr>
          <w:rFonts w:ascii="Arial" w:hAnsi="Arial" w:cs="Arial"/>
          <w:sz w:val="20"/>
          <w:szCs w:val="20"/>
        </w:rPr>
      </w:pPr>
      <w:r w:rsidRPr="00A60E72">
        <w:rPr>
          <w:rFonts w:ascii="Arial" w:hAnsi="Arial" w:cs="Arial"/>
          <w:sz w:val="20"/>
          <w:szCs w:val="20"/>
        </w:rPr>
        <w:t xml:space="preserve">Le marché prendra fin au plus tard à l’issue du </w:t>
      </w:r>
      <w:r>
        <w:rPr>
          <w:rFonts w:ascii="Arial" w:hAnsi="Arial" w:cs="Arial"/>
          <w:sz w:val="20"/>
          <w:szCs w:val="20"/>
        </w:rPr>
        <w:t>48</w:t>
      </w:r>
      <w:r w:rsidRPr="00A60E72">
        <w:rPr>
          <w:rFonts w:ascii="Arial" w:hAnsi="Arial" w:cs="Arial"/>
          <w:sz w:val="20"/>
          <w:szCs w:val="20"/>
        </w:rPr>
        <w:t xml:space="preserve"> mois d’exécution.</w:t>
      </w:r>
    </w:p>
    <w:p w14:paraId="5F2AD0AB" w14:textId="77777777" w:rsidR="003E20AD" w:rsidRPr="00A60E72" w:rsidRDefault="003E20AD" w:rsidP="003E20AD">
      <w:pPr>
        <w:pStyle w:val="NormalWeb"/>
        <w:spacing w:before="0" w:beforeAutospacing="0" w:after="0" w:afterAutospacing="0"/>
        <w:rPr>
          <w:rFonts w:ascii="Arial" w:hAnsi="Arial" w:cs="Arial"/>
          <w:sz w:val="20"/>
          <w:szCs w:val="20"/>
        </w:rPr>
      </w:pPr>
    </w:p>
    <w:p w14:paraId="08940BC3" w14:textId="77777777" w:rsidR="003E20AD" w:rsidRDefault="003E20AD" w:rsidP="003E20AD">
      <w:pPr>
        <w:pStyle w:val="NormalWeb"/>
        <w:numPr>
          <w:ilvl w:val="0"/>
          <w:numId w:val="7"/>
        </w:numPr>
        <w:spacing w:before="0" w:beforeAutospacing="0" w:after="0" w:afterAutospacing="0"/>
        <w:rPr>
          <w:rFonts w:ascii="Arial" w:hAnsi="Arial" w:cs="Arial"/>
          <w:sz w:val="20"/>
          <w:szCs w:val="20"/>
        </w:rPr>
      </w:pPr>
      <w:r w:rsidRPr="00A60E72">
        <w:rPr>
          <w:rFonts w:ascii="Arial" w:hAnsi="Arial" w:cs="Arial"/>
          <w:sz w:val="20"/>
          <w:szCs w:val="20"/>
        </w:rPr>
        <w:t>1</w:t>
      </w:r>
      <w:r w:rsidRPr="00E80E76">
        <w:rPr>
          <w:rFonts w:ascii="Arial" w:hAnsi="Arial" w:cs="Arial"/>
          <w:sz w:val="20"/>
          <w:szCs w:val="20"/>
          <w:vertAlign w:val="superscript"/>
        </w:rPr>
        <w:t>ère</w:t>
      </w:r>
      <w:r w:rsidRPr="00A60E72">
        <w:rPr>
          <w:rFonts w:ascii="Arial" w:hAnsi="Arial" w:cs="Arial"/>
          <w:sz w:val="20"/>
          <w:szCs w:val="20"/>
        </w:rPr>
        <w:t xml:space="preserve"> période de reconduction : 1er janvier au 31 décembre de l’année N+</w:t>
      </w:r>
      <w:r>
        <w:rPr>
          <w:rFonts w:ascii="Arial" w:hAnsi="Arial" w:cs="Arial"/>
          <w:sz w:val="20"/>
          <w:szCs w:val="20"/>
        </w:rPr>
        <w:t>1</w:t>
      </w:r>
    </w:p>
    <w:p w14:paraId="3293F0F0" w14:textId="77777777" w:rsidR="003E20AD" w:rsidRDefault="003E20AD" w:rsidP="003E20AD">
      <w:pPr>
        <w:pStyle w:val="NormalWeb"/>
        <w:numPr>
          <w:ilvl w:val="0"/>
          <w:numId w:val="7"/>
        </w:numPr>
        <w:spacing w:before="0" w:beforeAutospacing="0" w:after="0" w:afterAutospacing="0"/>
        <w:rPr>
          <w:rFonts w:ascii="Arial" w:hAnsi="Arial" w:cs="Arial"/>
          <w:sz w:val="20"/>
          <w:szCs w:val="20"/>
        </w:rPr>
      </w:pPr>
      <w:r>
        <w:rPr>
          <w:rFonts w:ascii="Arial" w:hAnsi="Arial" w:cs="Arial"/>
          <w:sz w:val="20"/>
          <w:szCs w:val="20"/>
        </w:rPr>
        <w:t>2</w:t>
      </w:r>
      <w:r w:rsidRPr="00E80E76">
        <w:rPr>
          <w:rFonts w:ascii="Arial" w:hAnsi="Arial" w:cs="Arial"/>
          <w:sz w:val="20"/>
          <w:szCs w:val="20"/>
          <w:vertAlign w:val="superscript"/>
        </w:rPr>
        <w:t>ème</w:t>
      </w:r>
      <w:r>
        <w:rPr>
          <w:rFonts w:ascii="Arial" w:hAnsi="Arial" w:cs="Arial"/>
          <w:sz w:val="20"/>
          <w:szCs w:val="20"/>
        </w:rPr>
        <w:t xml:space="preserve"> </w:t>
      </w:r>
      <w:r w:rsidRPr="00A60E72">
        <w:rPr>
          <w:rFonts w:ascii="Arial" w:hAnsi="Arial" w:cs="Arial"/>
          <w:sz w:val="20"/>
          <w:szCs w:val="20"/>
        </w:rPr>
        <w:t>période de reconduction : 1er janvier au 31 décembre de l’année N+</w:t>
      </w:r>
      <w:r>
        <w:rPr>
          <w:rFonts w:ascii="Arial" w:hAnsi="Arial" w:cs="Arial"/>
          <w:sz w:val="20"/>
          <w:szCs w:val="20"/>
        </w:rPr>
        <w:t>2</w:t>
      </w:r>
      <w:r w:rsidRPr="00A60E72">
        <w:rPr>
          <w:rFonts w:ascii="Arial" w:hAnsi="Arial" w:cs="Arial"/>
          <w:sz w:val="20"/>
          <w:szCs w:val="20"/>
        </w:rPr>
        <w:t xml:space="preserve"> ;</w:t>
      </w:r>
    </w:p>
    <w:p w14:paraId="708EEA65" w14:textId="77777777" w:rsidR="003E20AD" w:rsidRDefault="003E20AD" w:rsidP="003E20AD">
      <w:pPr>
        <w:pStyle w:val="NormalWeb"/>
        <w:numPr>
          <w:ilvl w:val="0"/>
          <w:numId w:val="7"/>
        </w:numPr>
        <w:spacing w:before="0" w:beforeAutospacing="0" w:after="0" w:afterAutospacing="0"/>
        <w:rPr>
          <w:rFonts w:ascii="Arial" w:hAnsi="Arial" w:cs="Arial"/>
          <w:sz w:val="20"/>
          <w:szCs w:val="20"/>
        </w:rPr>
      </w:pPr>
      <w:r>
        <w:rPr>
          <w:rFonts w:ascii="Arial" w:hAnsi="Arial" w:cs="Arial"/>
          <w:sz w:val="20"/>
          <w:szCs w:val="20"/>
        </w:rPr>
        <w:t>3</w:t>
      </w:r>
      <w:r w:rsidRPr="00FB0934">
        <w:rPr>
          <w:rFonts w:ascii="Arial" w:hAnsi="Arial" w:cs="Arial"/>
          <w:sz w:val="20"/>
          <w:szCs w:val="20"/>
          <w:vertAlign w:val="superscript"/>
        </w:rPr>
        <w:t>ème</w:t>
      </w:r>
      <w:r>
        <w:rPr>
          <w:rFonts w:ascii="Arial" w:hAnsi="Arial" w:cs="Arial"/>
          <w:sz w:val="20"/>
          <w:szCs w:val="20"/>
        </w:rPr>
        <w:t xml:space="preserve"> </w:t>
      </w:r>
      <w:r w:rsidRPr="00A60E72">
        <w:rPr>
          <w:rFonts w:ascii="Arial" w:hAnsi="Arial" w:cs="Arial"/>
          <w:sz w:val="20"/>
          <w:szCs w:val="20"/>
        </w:rPr>
        <w:t>période de reconduction : 1er janvier au 31 décembre de l’année N+</w:t>
      </w:r>
      <w:r>
        <w:rPr>
          <w:rFonts w:ascii="Arial" w:hAnsi="Arial" w:cs="Arial"/>
          <w:sz w:val="20"/>
          <w:szCs w:val="20"/>
        </w:rPr>
        <w:t>3</w:t>
      </w:r>
      <w:r w:rsidRPr="00A60E72">
        <w:rPr>
          <w:rFonts w:ascii="Arial" w:hAnsi="Arial" w:cs="Arial"/>
          <w:sz w:val="20"/>
          <w:szCs w:val="20"/>
        </w:rPr>
        <w:t xml:space="preserve"> ;</w:t>
      </w:r>
    </w:p>
    <w:p w14:paraId="35C32246" w14:textId="77777777" w:rsidR="003E20AD" w:rsidRPr="00A60E72" w:rsidRDefault="003E20AD" w:rsidP="003E20AD">
      <w:pPr>
        <w:pStyle w:val="NormalWeb"/>
        <w:numPr>
          <w:ilvl w:val="0"/>
          <w:numId w:val="7"/>
        </w:numPr>
        <w:spacing w:before="0" w:beforeAutospacing="0" w:after="0" w:afterAutospacing="0"/>
        <w:rPr>
          <w:rFonts w:ascii="Arial" w:hAnsi="Arial" w:cs="Arial"/>
          <w:sz w:val="20"/>
          <w:szCs w:val="20"/>
        </w:rPr>
      </w:pPr>
      <w:r>
        <w:rPr>
          <w:rFonts w:ascii="Arial" w:hAnsi="Arial" w:cs="Arial"/>
          <w:sz w:val="20"/>
          <w:szCs w:val="20"/>
        </w:rPr>
        <w:t>Dernière période de reconduction : de la date anniversaire N+4 au jour précédant la date anniversaire.</w:t>
      </w:r>
    </w:p>
    <w:p w14:paraId="4DD83A6B" w14:textId="77777777" w:rsidR="00ED2198" w:rsidRPr="00EE5245" w:rsidRDefault="00ED2198" w:rsidP="00EE1F84">
      <w:pPr>
        <w:pStyle w:val="fcasegauche"/>
        <w:tabs>
          <w:tab w:val="left" w:pos="426"/>
          <w:tab w:val="left" w:pos="851"/>
        </w:tabs>
        <w:spacing w:after="0"/>
        <w:ind w:left="0" w:firstLine="0"/>
        <w:jc w:val="left"/>
        <w:rPr>
          <w:rFonts w:ascii="Marianne Medium" w:hAnsi="Marianne Medium" w:cs="Times New Roman"/>
          <w:sz w:val="18"/>
        </w:rPr>
      </w:pPr>
    </w:p>
    <w:p w14:paraId="7B46062A" w14:textId="77777777" w:rsidR="0067582E" w:rsidRDefault="0067582E">
      <w:pPr>
        <w:jc w:val="left"/>
        <w:rPr>
          <w:rFonts w:ascii="Marianne Medium" w:hAnsi="Marianne Medium"/>
          <w:b/>
          <w:sz w:val="20"/>
        </w:rPr>
      </w:pPr>
      <w:r>
        <w:rPr>
          <w:rFonts w:ascii="Marianne Medium" w:hAnsi="Marianne Medium"/>
          <w:b/>
          <w:sz w:val="20"/>
        </w:rP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14:paraId="454C6E5F" w14:textId="77777777" w:rsidTr="00ED2198">
        <w:tc>
          <w:tcPr>
            <w:tcW w:w="10419" w:type="dxa"/>
            <w:shd w:val="clear" w:color="auto" w:fill="DBE5F1" w:themeFill="accent1" w:themeFillTint="33"/>
          </w:tcPr>
          <w:p w14:paraId="48677DA8" w14:textId="77777777"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bCs/>
                <w:caps/>
                <w:szCs w:val="22"/>
              </w:rPr>
              <w:lastRenderedPageBreak/>
              <w:t>C - Signature du marché ou de l’accord-cadre par le titulaire individuel ou, en cas groupement, le mandataire dûment habilité ou chaque membre du groupement.</w:t>
            </w:r>
          </w:p>
        </w:tc>
      </w:tr>
    </w:tbl>
    <w:p w14:paraId="20331246" w14:textId="77777777" w:rsidR="00EE1F84" w:rsidRPr="00105C23" w:rsidRDefault="00EE1F84" w:rsidP="00EE1F84">
      <w:pPr>
        <w:tabs>
          <w:tab w:val="left" w:pos="851"/>
        </w:tabs>
        <w:rPr>
          <w:rFonts w:ascii="Marianne Medium" w:hAnsi="Marianne Medium"/>
        </w:rPr>
      </w:pPr>
    </w:p>
    <w:p w14:paraId="6250C026" w14:textId="77777777"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14:paraId="4EE85EE6" w14:textId="77777777"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14:paraId="7FC653B6"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438D8960"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14:paraId="27DC1054"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06B21EF"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A93C"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14:paraId="37843613"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7686630D"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14:paraId="1C92E655"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A9B010D" w14:textId="77777777" w:rsidR="00EE1F84" w:rsidRPr="00EE5245" w:rsidRDefault="00EE1F84" w:rsidP="00D06808">
            <w:pPr>
              <w:tabs>
                <w:tab w:val="left" w:pos="851"/>
              </w:tabs>
              <w:snapToGrid w:val="0"/>
              <w:rPr>
                <w:rFonts w:ascii="Marianne Medium" w:hAnsi="Marianne Medium"/>
                <w:b/>
                <w:bCs/>
                <w:sz w:val="20"/>
              </w:rPr>
            </w:pPr>
          </w:p>
        </w:tc>
      </w:tr>
    </w:tbl>
    <w:p w14:paraId="661B5563"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14:paraId="41A792AD" w14:textId="77777777" w:rsidR="00EE1F84" w:rsidRPr="00EE5245" w:rsidRDefault="00EE1F84" w:rsidP="00EE1F84">
      <w:pPr>
        <w:pStyle w:val="fcase1ertab"/>
        <w:tabs>
          <w:tab w:val="left" w:pos="851"/>
        </w:tabs>
        <w:ind w:left="0" w:firstLine="0"/>
        <w:rPr>
          <w:rFonts w:ascii="Marianne Medium" w:hAnsi="Marianne Medium" w:cs="Times New Roman"/>
          <w:b/>
          <w:szCs w:val="22"/>
        </w:rPr>
      </w:pPr>
    </w:p>
    <w:p w14:paraId="54B2DD46" w14:textId="77777777"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14:paraId="6CDFABE1" w14:textId="77777777" w:rsidR="00EE1F84" w:rsidRPr="00EE5245" w:rsidRDefault="00EE1F84" w:rsidP="00EE1F84">
      <w:pPr>
        <w:tabs>
          <w:tab w:val="left" w:pos="851"/>
        </w:tabs>
        <w:rPr>
          <w:rFonts w:ascii="Marianne Medium" w:hAnsi="Marianne Medium"/>
          <w:sz w:val="20"/>
        </w:rPr>
      </w:pPr>
    </w:p>
    <w:p w14:paraId="5BD1D4B1" w14:textId="77777777"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14:paraId="1BD9712E" w14:textId="77777777"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14:paraId="7FD7B43E" w14:textId="77777777" w:rsidR="00EE1F84" w:rsidRPr="00EE5245" w:rsidRDefault="00EE1F84" w:rsidP="00EE1F84">
      <w:pPr>
        <w:tabs>
          <w:tab w:val="left" w:pos="851"/>
        </w:tabs>
        <w:rPr>
          <w:rFonts w:ascii="Marianne Medium" w:hAnsi="Marianne Medium"/>
          <w:sz w:val="20"/>
        </w:rPr>
      </w:pPr>
    </w:p>
    <w:p w14:paraId="112ABA1E" w14:textId="77777777" w:rsidR="00EE1F84" w:rsidRPr="00EE5245" w:rsidRDefault="00EE1F84" w:rsidP="00EE1F84">
      <w:pPr>
        <w:tabs>
          <w:tab w:val="left" w:pos="851"/>
        </w:tabs>
        <w:rPr>
          <w:rFonts w:ascii="Marianne Medium" w:hAnsi="Marianne Medium"/>
          <w:sz w:val="20"/>
        </w:rPr>
      </w:pPr>
    </w:p>
    <w:p w14:paraId="2F32D3A9" w14:textId="77777777" w:rsidR="00EE1F84" w:rsidRPr="00EE5245" w:rsidRDefault="00EE1F84" w:rsidP="00EE1F84">
      <w:pPr>
        <w:tabs>
          <w:tab w:val="left" w:pos="851"/>
        </w:tabs>
        <w:rPr>
          <w:rFonts w:ascii="Marianne Medium" w:hAnsi="Marianne Medium"/>
          <w:sz w:val="20"/>
        </w:rPr>
      </w:pPr>
    </w:p>
    <w:p w14:paraId="4BEECE2A" w14:textId="77777777" w:rsidR="00EE1F84" w:rsidRPr="00EE5245" w:rsidRDefault="00EE1F84" w:rsidP="00EE1F84">
      <w:pPr>
        <w:tabs>
          <w:tab w:val="left" w:pos="851"/>
        </w:tabs>
        <w:rPr>
          <w:rFonts w:ascii="Marianne Medium" w:hAnsi="Marianne Medium"/>
          <w:sz w:val="20"/>
        </w:rPr>
      </w:pPr>
    </w:p>
    <w:p w14:paraId="2367FDF2" w14:textId="77777777"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14:paraId="6785FAD6" w14:textId="77777777"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14:paraId="19F4E05A" w14:textId="77777777"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14EF5">
        <w:rPr>
          <w:rFonts w:ascii="Marianne Medium" w:hAnsi="Marianne Medium" w:cs="Times New Roman"/>
          <w:szCs w:val="22"/>
        </w:rPr>
      </w:r>
      <w:r w:rsidR="00814EF5">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14EF5">
        <w:rPr>
          <w:rFonts w:ascii="Marianne Medium" w:hAnsi="Marianne Medium" w:cs="Times New Roman"/>
          <w:szCs w:val="22"/>
        </w:rPr>
      </w:r>
      <w:r w:rsidR="00814EF5">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14:paraId="624F92CB" w14:textId="77777777" w:rsidR="00EE1F84" w:rsidRPr="00EE5245" w:rsidRDefault="00EE1F84" w:rsidP="00EE1F84">
      <w:pPr>
        <w:tabs>
          <w:tab w:val="left" w:pos="851"/>
        </w:tabs>
        <w:rPr>
          <w:rFonts w:ascii="Marianne Medium" w:hAnsi="Marianne Medium"/>
          <w:sz w:val="20"/>
        </w:rPr>
      </w:pPr>
    </w:p>
    <w:p w14:paraId="21BF5522" w14:textId="77777777" w:rsidR="00EE1F84" w:rsidRPr="00EE5245" w:rsidRDefault="00EE1F84" w:rsidP="00EE1F84">
      <w:pPr>
        <w:tabs>
          <w:tab w:val="left" w:pos="851"/>
        </w:tabs>
        <w:rPr>
          <w:rFonts w:ascii="Marianne Medium" w:hAnsi="Marianne Medium"/>
          <w:sz w:val="20"/>
        </w:rPr>
      </w:pPr>
    </w:p>
    <w:p w14:paraId="4431B598"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14EF5">
        <w:rPr>
          <w:rFonts w:ascii="Marianne Medium" w:hAnsi="Marianne Medium" w:cs="Times New Roman"/>
          <w:sz w:val="18"/>
        </w:rPr>
      </w:r>
      <w:r w:rsidR="00814EF5">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14:paraId="4210638E"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14:paraId="09C8288A"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14:paraId="5EC7E376" w14:textId="77777777"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pour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14:paraId="356E21F3" w14:textId="77777777"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(joindre les pouvoirs en annexe du présent document.)</w:t>
      </w:r>
    </w:p>
    <w:p w14:paraId="5D193953" w14:textId="77777777" w:rsidR="00EE1F84" w:rsidRPr="00EE5245" w:rsidRDefault="00EE1F84" w:rsidP="00EE1F84">
      <w:pPr>
        <w:tabs>
          <w:tab w:val="left" w:pos="851"/>
        </w:tabs>
        <w:rPr>
          <w:rFonts w:ascii="Marianne Medium" w:hAnsi="Marianne Medium"/>
          <w:sz w:val="20"/>
        </w:rPr>
      </w:pPr>
    </w:p>
    <w:p w14:paraId="2BB8FB06" w14:textId="77777777"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pour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14:paraId="7282CECC" w14:textId="77777777"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(joindre les pouvoirs en annexe du présent document.)</w:t>
      </w:r>
    </w:p>
    <w:p w14:paraId="1F445C1A" w14:textId="77777777" w:rsidR="00EE1F84" w:rsidRPr="00EE5245" w:rsidRDefault="00EE1F84" w:rsidP="00EE1F84">
      <w:pPr>
        <w:tabs>
          <w:tab w:val="left" w:pos="851"/>
        </w:tabs>
        <w:rPr>
          <w:rFonts w:ascii="Marianne Medium" w:hAnsi="Marianne Medium"/>
          <w:iCs/>
          <w:sz w:val="20"/>
        </w:rPr>
      </w:pPr>
    </w:p>
    <w:p w14:paraId="1C8E0BD1" w14:textId="77777777"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t xml:space="preserve">ont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14:paraId="10681783" w14:textId="77777777" w:rsidR="00EE1F84" w:rsidRPr="00EE5245" w:rsidRDefault="00EE1F84" w:rsidP="00EE1F84">
      <w:pPr>
        <w:tabs>
          <w:tab w:val="left" w:pos="851"/>
        </w:tabs>
        <w:ind w:left="1134" w:hanging="850"/>
        <w:rPr>
          <w:rFonts w:ascii="Marianne Medium" w:hAnsi="Marianne Medium"/>
          <w:i/>
          <w:sz w:val="16"/>
          <w:szCs w:val="18"/>
        </w:rPr>
      </w:pPr>
    </w:p>
    <w:p w14:paraId="045AB41E" w14:textId="77777777" w:rsidR="00EE1F84" w:rsidRPr="00EE5245" w:rsidRDefault="00EE1F84" w:rsidP="00EE1F84">
      <w:pPr>
        <w:tabs>
          <w:tab w:val="left" w:pos="851"/>
        </w:tabs>
        <w:rPr>
          <w:rFonts w:ascii="Marianne Medium" w:hAnsi="Marianne Medium"/>
          <w:i/>
          <w:sz w:val="16"/>
          <w:szCs w:val="18"/>
        </w:rPr>
      </w:pPr>
    </w:p>
    <w:p w14:paraId="26BC86DE" w14:textId="77777777"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14:paraId="298EAD52"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14:paraId="619BDEE1" w14:textId="77777777" w:rsidR="00EE1F84" w:rsidRPr="00EE5245" w:rsidRDefault="00EE1F84" w:rsidP="00EE1F84">
      <w:pPr>
        <w:tabs>
          <w:tab w:val="left" w:pos="851"/>
        </w:tabs>
        <w:rPr>
          <w:rFonts w:ascii="Marianne Medium" w:hAnsi="Marianne Medium"/>
          <w:sz w:val="20"/>
        </w:rPr>
      </w:pPr>
    </w:p>
    <w:p w14:paraId="33C25181" w14:textId="77777777"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donnent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14:paraId="40BD8DB1" w14:textId="77777777" w:rsidR="00EE1F84" w:rsidRPr="00EE5245" w:rsidRDefault="00EE1F84" w:rsidP="00EE1F84">
      <w:pPr>
        <w:tabs>
          <w:tab w:val="left" w:pos="851"/>
        </w:tabs>
        <w:ind w:left="1701" w:hanging="850"/>
        <w:rPr>
          <w:rFonts w:ascii="Marianne Medium" w:hAnsi="Marianne Medium"/>
          <w:sz w:val="20"/>
        </w:rPr>
      </w:pPr>
    </w:p>
    <w:p w14:paraId="42F1923F" w14:textId="77777777"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donnent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14:paraId="488457A6" w14:textId="77777777" w:rsidR="00EE1F84" w:rsidRPr="00EE5245" w:rsidRDefault="00EE1F84" w:rsidP="00EE1F84">
      <w:pPr>
        <w:tabs>
          <w:tab w:val="left" w:pos="851"/>
        </w:tabs>
        <w:rPr>
          <w:rFonts w:ascii="Marianne Medium" w:hAnsi="Marianne Medium"/>
          <w:iCs/>
          <w:sz w:val="20"/>
        </w:rPr>
      </w:pPr>
    </w:p>
    <w:p w14:paraId="18235034" w14:textId="77777777"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14EF5">
        <w:rPr>
          <w:rFonts w:ascii="Marianne Medium" w:hAnsi="Marianne Medium"/>
          <w:sz w:val="20"/>
        </w:rPr>
      </w:r>
      <w:r w:rsidR="00814EF5">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t>donnent mandat au mandataire dans les conditions définies ci-dessous</w:t>
      </w:r>
      <w:r w:rsidRPr="00EE5245">
        <w:rPr>
          <w:rFonts w:ascii="Calibri" w:hAnsi="Calibri" w:cs="Calibri"/>
          <w:sz w:val="20"/>
        </w:rPr>
        <w:t> </w:t>
      </w:r>
      <w:r w:rsidRPr="00EE5245">
        <w:rPr>
          <w:rFonts w:ascii="Marianne Medium" w:hAnsi="Marianne Medium"/>
          <w:sz w:val="20"/>
        </w:rPr>
        <w:t>:</w:t>
      </w:r>
    </w:p>
    <w:p w14:paraId="1DC886A7" w14:textId="77777777"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14:paraId="30E26B24" w14:textId="77777777" w:rsidR="00EE1F84" w:rsidRPr="00EE5245" w:rsidRDefault="00EE1F84" w:rsidP="00EE1F84">
      <w:pPr>
        <w:tabs>
          <w:tab w:val="left" w:pos="851"/>
        </w:tabs>
        <w:rPr>
          <w:rFonts w:ascii="Marianne Medium" w:hAnsi="Marianne Medium"/>
          <w:sz w:val="20"/>
        </w:rPr>
      </w:pPr>
    </w:p>
    <w:p w14:paraId="79351FF0" w14:textId="77777777" w:rsidR="00EE1F84" w:rsidRPr="00EE5245" w:rsidRDefault="00EE1F84" w:rsidP="00EE1F84">
      <w:pPr>
        <w:tabs>
          <w:tab w:val="left" w:pos="851"/>
        </w:tabs>
        <w:rPr>
          <w:rFonts w:ascii="Marianne Medium" w:hAnsi="Marianne Medium"/>
          <w:sz w:val="20"/>
        </w:rPr>
      </w:pPr>
    </w:p>
    <w:p w14:paraId="06172E8E" w14:textId="77777777" w:rsidR="00EE1F84" w:rsidRPr="00EE5245" w:rsidRDefault="00EE1F84" w:rsidP="00EE1F84">
      <w:pPr>
        <w:tabs>
          <w:tab w:val="left" w:pos="851"/>
        </w:tabs>
        <w:rPr>
          <w:rFonts w:ascii="Marianne Medium" w:hAnsi="Marianne Medium"/>
          <w:sz w:val="20"/>
        </w:rPr>
      </w:pPr>
    </w:p>
    <w:p w14:paraId="4261B482" w14:textId="77777777" w:rsidR="00EE1F84" w:rsidRPr="00EE5245" w:rsidRDefault="00EE1F84" w:rsidP="00EE1F84">
      <w:pPr>
        <w:tabs>
          <w:tab w:val="left" w:pos="851"/>
        </w:tabs>
        <w:rPr>
          <w:rFonts w:ascii="Marianne Medium" w:hAnsi="Marianne Medium"/>
          <w:sz w:val="20"/>
        </w:rPr>
      </w:pPr>
    </w:p>
    <w:p w14:paraId="3956BE89" w14:textId="77777777" w:rsidR="00EE1F84" w:rsidRPr="00EE5245" w:rsidRDefault="00EE1F84" w:rsidP="00EE1F84">
      <w:pPr>
        <w:tabs>
          <w:tab w:val="left" w:pos="851"/>
        </w:tabs>
        <w:rPr>
          <w:rFonts w:ascii="Marianne Medium" w:hAnsi="Marianne Medium"/>
          <w:sz w:val="20"/>
        </w:rPr>
      </w:pPr>
    </w:p>
    <w:p w14:paraId="4FD86968" w14:textId="77777777" w:rsidR="00525911" w:rsidRPr="00EE5245" w:rsidRDefault="00525911" w:rsidP="00EE1F84">
      <w:pPr>
        <w:tabs>
          <w:tab w:val="left" w:pos="851"/>
        </w:tabs>
        <w:rPr>
          <w:rFonts w:ascii="Marianne Medium" w:hAnsi="Marianne Medium"/>
          <w:sz w:val="20"/>
        </w:rPr>
      </w:pPr>
    </w:p>
    <w:p w14:paraId="3C509A3E" w14:textId="77777777" w:rsidR="00DB773E" w:rsidRPr="00EE5245" w:rsidRDefault="00DB773E" w:rsidP="00EE1F84">
      <w:pPr>
        <w:tabs>
          <w:tab w:val="left" w:pos="851"/>
        </w:tabs>
        <w:rPr>
          <w:rFonts w:ascii="Marianne Medium" w:hAnsi="Marianne Medium"/>
          <w:sz w:val="20"/>
        </w:rPr>
      </w:pPr>
    </w:p>
    <w:p w14:paraId="7B39FFBB" w14:textId="77777777" w:rsidR="00DB773E" w:rsidRDefault="00DB773E" w:rsidP="00EE1F84">
      <w:pPr>
        <w:tabs>
          <w:tab w:val="left" w:pos="851"/>
        </w:tabs>
        <w:rPr>
          <w:rFonts w:ascii="Marianne Medium" w:hAnsi="Marianne Medium"/>
          <w:sz w:val="20"/>
        </w:rPr>
      </w:pPr>
    </w:p>
    <w:p w14:paraId="7B14A683" w14:textId="77777777" w:rsidR="00E50D25" w:rsidRDefault="00E50D25" w:rsidP="00EE1F84">
      <w:pPr>
        <w:tabs>
          <w:tab w:val="left" w:pos="851"/>
        </w:tabs>
        <w:rPr>
          <w:rFonts w:ascii="Marianne Medium" w:hAnsi="Marianne Medium"/>
          <w:sz w:val="20"/>
        </w:rPr>
      </w:pPr>
    </w:p>
    <w:p w14:paraId="6244D9E9" w14:textId="77777777" w:rsidR="00E50D25" w:rsidRDefault="00E50D25" w:rsidP="00EE1F84">
      <w:pPr>
        <w:tabs>
          <w:tab w:val="left" w:pos="851"/>
        </w:tabs>
        <w:rPr>
          <w:rFonts w:ascii="Marianne Medium" w:hAnsi="Marianne Medium"/>
          <w:sz w:val="20"/>
        </w:rPr>
      </w:pPr>
    </w:p>
    <w:p w14:paraId="0668B643" w14:textId="77777777" w:rsidR="00E50D25" w:rsidRPr="00EE5245" w:rsidRDefault="00E50D25" w:rsidP="00EE1F84">
      <w:pPr>
        <w:tabs>
          <w:tab w:val="left" w:pos="851"/>
        </w:tabs>
        <w:rPr>
          <w:rFonts w:ascii="Marianne Medium" w:hAnsi="Marianne Medium"/>
          <w:sz w:val="20"/>
        </w:rPr>
      </w:pPr>
    </w:p>
    <w:p w14:paraId="7A24CA0E" w14:textId="77777777" w:rsidR="00DB773E" w:rsidRPr="00EE5245" w:rsidRDefault="00DB773E" w:rsidP="00EE1F84">
      <w:pPr>
        <w:tabs>
          <w:tab w:val="left" w:pos="851"/>
        </w:tabs>
        <w:rPr>
          <w:rFonts w:ascii="Marianne Medium" w:hAnsi="Marianne Medium"/>
          <w:sz w:val="20"/>
        </w:rPr>
      </w:pPr>
    </w:p>
    <w:p w14:paraId="7068713F" w14:textId="77777777"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14:paraId="519BDC75"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71CD68F5"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14:paraId="70406E92"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2DEC2B5"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09AB4"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14:paraId="407FDD41" w14:textId="77777777" w:rsidTr="00D06808">
        <w:trPr>
          <w:trHeight w:val="1021"/>
        </w:trPr>
        <w:tc>
          <w:tcPr>
            <w:tcW w:w="4644" w:type="dxa"/>
            <w:tcBorders>
              <w:top w:val="single" w:sz="4" w:space="0" w:color="000000"/>
              <w:left w:val="single" w:sz="4" w:space="0" w:color="000000"/>
            </w:tcBorders>
            <w:shd w:val="clear" w:color="auto" w:fill="CCFFFF"/>
          </w:tcPr>
          <w:p w14:paraId="63655203"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14:paraId="4108314E"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14:paraId="72584C9B"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69B92C0F" w14:textId="77777777" w:rsidTr="00D06808">
        <w:trPr>
          <w:trHeight w:val="1021"/>
        </w:trPr>
        <w:tc>
          <w:tcPr>
            <w:tcW w:w="4644" w:type="dxa"/>
            <w:tcBorders>
              <w:left w:val="single" w:sz="4" w:space="0" w:color="000000"/>
            </w:tcBorders>
            <w:shd w:val="clear" w:color="auto" w:fill="auto"/>
          </w:tcPr>
          <w:p w14:paraId="0457E5B4"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14:paraId="3B13CAC3"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14:paraId="0156604D"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0FCAD4AF" w14:textId="77777777" w:rsidTr="00D06808">
        <w:trPr>
          <w:trHeight w:val="1021"/>
        </w:trPr>
        <w:tc>
          <w:tcPr>
            <w:tcW w:w="4644" w:type="dxa"/>
            <w:tcBorders>
              <w:left w:val="single" w:sz="4" w:space="0" w:color="000000"/>
            </w:tcBorders>
            <w:shd w:val="clear" w:color="auto" w:fill="CCFFFF"/>
          </w:tcPr>
          <w:p w14:paraId="7FDC1D3A"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14:paraId="3A5A4750"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14:paraId="346E8AAD"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2CE0369B" w14:textId="77777777" w:rsidTr="00D06808">
        <w:trPr>
          <w:trHeight w:val="1021"/>
        </w:trPr>
        <w:tc>
          <w:tcPr>
            <w:tcW w:w="4644" w:type="dxa"/>
            <w:tcBorders>
              <w:left w:val="single" w:sz="4" w:space="0" w:color="000000"/>
            </w:tcBorders>
            <w:shd w:val="clear" w:color="auto" w:fill="auto"/>
          </w:tcPr>
          <w:p w14:paraId="734DFC23"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14:paraId="11CEBE42"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14:paraId="4365A10D"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6E1474E7" w14:textId="77777777" w:rsidTr="00D06808">
        <w:trPr>
          <w:trHeight w:val="1021"/>
        </w:trPr>
        <w:tc>
          <w:tcPr>
            <w:tcW w:w="4644" w:type="dxa"/>
            <w:tcBorders>
              <w:left w:val="single" w:sz="4" w:space="0" w:color="000000"/>
              <w:bottom w:val="single" w:sz="4" w:space="0" w:color="000000"/>
            </w:tcBorders>
            <w:shd w:val="clear" w:color="auto" w:fill="CCFFFF"/>
          </w:tcPr>
          <w:p w14:paraId="309BABB4"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14:paraId="5F16F899"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14:paraId="0F4BE81E" w14:textId="77777777" w:rsidR="00EE1F84" w:rsidRPr="00EE5245" w:rsidRDefault="00EE1F84" w:rsidP="00D06808">
            <w:pPr>
              <w:tabs>
                <w:tab w:val="left" w:pos="851"/>
              </w:tabs>
              <w:snapToGrid w:val="0"/>
              <w:rPr>
                <w:rFonts w:ascii="Marianne Medium" w:hAnsi="Marianne Medium"/>
                <w:b/>
                <w:bCs/>
                <w:sz w:val="20"/>
              </w:rPr>
            </w:pPr>
          </w:p>
        </w:tc>
      </w:tr>
    </w:tbl>
    <w:p w14:paraId="21D5AFFD"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14:paraId="1DCD504F" w14:textId="77777777" w:rsidR="00EE1F84" w:rsidRPr="00EE5245" w:rsidRDefault="00EE1F84" w:rsidP="00EE1F84">
      <w:pPr>
        <w:tabs>
          <w:tab w:val="left" w:pos="851"/>
        </w:tabs>
        <w:rPr>
          <w:rFonts w:ascii="Marianne Medium" w:hAnsi="Marianne Medium"/>
          <w:sz w:val="20"/>
        </w:rPr>
      </w:pPr>
    </w:p>
    <w:p w14:paraId="688EA08B" w14:textId="77777777" w:rsidR="0067582E" w:rsidRDefault="0067582E">
      <w:pPr>
        <w:jc w:val="left"/>
        <w:rPr>
          <w:rFonts w:ascii="Marianne Medium" w:hAnsi="Marianne Medium"/>
          <w:bCs/>
          <w:sz w:val="20"/>
        </w:rPr>
      </w:pPr>
      <w:r>
        <w:rPr>
          <w:rFonts w:ascii="Marianne Medium" w:hAnsi="Marianne Medium"/>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14:paraId="3B92FBEA" w14:textId="77777777" w:rsidTr="0067582E">
        <w:tc>
          <w:tcPr>
            <w:tcW w:w="10277" w:type="dxa"/>
            <w:shd w:val="clear" w:color="auto" w:fill="DBE5F1" w:themeFill="accent1" w:themeFillTint="33"/>
          </w:tcPr>
          <w:p w14:paraId="42B1D707" w14:textId="77777777"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lastRenderedPageBreak/>
              <w:t>D - Identification et signature de l’acheteur</w:t>
            </w:r>
          </w:p>
        </w:tc>
      </w:tr>
    </w:tbl>
    <w:p w14:paraId="10D707B8" w14:textId="77777777" w:rsidR="00EE1F84" w:rsidRPr="00EE5245" w:rsidRDefault="00EE1F84" w:rsidP="00EE1F84">
      <w:pPr>
        <w:tabs>
          <w:tab w:val="left" w:pos="851"/>
        </w:tabs>
        <w:rPr>
          <w:rFonts w:ascii="Marianne Medium" w:hAnsi="Marianne Medium"/>
          <w:sz w:val="20"/>
        </w:rPr>
      </w:pPr>
    </w:p>
    <w:p w14:paraId="244FCACE" w14:textId="77777777"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14:paraId="2423F3B7" w14:textId="77777777"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14:paraId="124973C6" w14:textId="77777777"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14:paraId="26EB2090" w14:textId="77777777"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14:paraId="254CFF8B" w14:textId="77777777" w:rsidR="00EE1F84" w:rsidRPr="00EE5245" w:rsidRDefault="00EE1F84" w:rsidP="00EE1F84">
      <w:pPr>
        <w:pStyle w:val="En-tte"/>
        <w:tabs>
          <w:tab w:val="clear" w:pos="4536"/>
          <w:tab w:val="clear" w:pos="9072"/>
          <w:tab w:val="left" w:pos="851"/>
        </w:tabs>
        <w:rPr>
          <w:rFonts w:ascii="Marianne Medium" w:hAnsi="Marianne Medium"/>
          <w:sz w:val="20"/>
        </w:rPr>
      </w:pPr>
    </w:p>
    <w:p w14:paraId="15F43910" w14:textId="77777777"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14:paraId="553DCBD1" w14:textId="77777777" w:rsidR="00EE1F84" w:rsidRPr="00EE5245" w:rsidRDefault="00EE1F84" w:rsidP="00EE1F84">
      <w:pPr>
        <w:tabs>
          <w:tab w:val="left" w:pos="851"/>
        </w:tabs>
        <w:rPr>
          <w:rFonts w:ascii="Marianne Medium" w:hAnsi="Marianne Medium"/>
          <w:sz w:val="20"/>
        </w:rPr>
      </w:pPr>
    </w:p>
    <w:p w14:paraId="3EC0E2D3"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C13EF7">
        <w:rPr>
          <w:rFonts w:ascii="Marianne Medium" w:hAnsi="Marianne Medium"/>
          <w:sz w:val="20"/>
        </w:rPr>
        <w:t xml:space="preserve"> inspecteur</w:t>
      </w:r>
      <w:r w:rsidRPr="00EE5245">
        <w:rPr>
          <w:rFonts w:ascii="Marianne Medium" w:hAnsi="Marianne Medium"/>
          <w:sz w:val="20"/>
        </w:rPr>
        <w:t xml:space="preserve"> </w:t>
      </w:r>
      <w:r w:rsidR="00F32C6C">
        <w:rPr>
          <w:rFonts w:ascii="Marianne Medium" w:hAnsi="Marianne Medium"/>
          <w:sz w:val="20"/>
        </w:rPr>
        <w:t>Christophe RENARD</w:t>
      </w:r>
      <w:r w:rsidRPr="00EE5245">
        <w:rPr>
          <w:rFonts w:ascii="Marianne Medium" w:hAnsi="Marianne Medium"/>
          <w:sz w:val="20"/>
        </w:rPr>
        <w:t>,</w:t>
      </w:r>
    </w:p>
    <w:p w14:paraId="08CA8096" w14:textId="77777777" w:rsidR="00EE1F84"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Directeur des approvisionnements </w:t>
      </w:r>
      <w:r w:rsidR="00DB773E" w:rsidRPr="00EE5245">
        <w:rPr>
          <w:rFonts w:ascii="Marianne Medium" w:hAnsi="Marianne Medium"/>
          <w:sz w:val="20"/>
        </w:rPr>
        <w:t>en produits de santé des armées</w:t>
      </w:r>
    </w:p>
    <w:p w14:paraId="5BB3BC5A" w14:textId="77777777" w:rsidR="00EE1F84" w:rsidRPr="00EE5245" w:rsidRDefault="00EE1F84" w:rsidP="00EE1F84">
      <w:pPr>
        <w:tabs>
          <w:tab w:val="left" w:pos="851"/>
        </w:tabs>
        <w:rPr>
          <w:rFonts w:ascii="Marianne Medium" w:hAnsi="Marianne Medium"/>
          <w:sz w:val="20"/>
        </w:rPr>
      </w:pPr>
    </w:p>
    <w:p w14:paraId="194DBBF0" w14:textId="77777777"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14:paraId="562FA799" w14:textId="77777777" w:rsidR="00EE1F84" w:rsidRPr="00EE5245" w:rsidRDefault="00EE1F84" w:rsidP="00EE1F84">
      <w:pPr>
        <w:tabs>
          <w:tab w:val="left" w:pos="851"/>
        </w:tabs>
        <w:rPr>
          <w:rFonts w:ascii="Marianne Medium" w:hAnsi="Marianne Medium"/>
          <w:sz w:val="20"/>
        </w:rPr>
      </w:pPr>
    </w:p>
    <w:p w14:paraId="7D3D885F"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Monsieur Le pharmacien général </w:t>
      </w:r>
      <w:r w:rsidR="00C13EF7">
        <w:rPr>
          <w:rFonts w:ascii="Marianne Medium" w:hAnsi="Marianne Medium"/>
          <w:sz w:val="20"/>
        </w:rPr>
        <w:t>inspecteur</w:t>
      </w:r>
      <w:r w:rsidR="00A15DD5">
        <w:rPr>
          <w:rFonts w:ascii="Marianne Medium" w:hAnsi="Marianne Medium"/>
          <w:sz w:val="20"/>
        </w:rPr>
        <w:t xml:space="preserve"> </w:t>
      </w:r>
      <w:r w:rsidR="00F32C6C">
        <w:rPr>
          <w:rFonts w:ascii="Marianne Medium" w:hAnsi="Marianne Medium"/>
          <w:sz w:val="20"/>
        </w:rPr>
        <w:t>Christophe RENARD</w:t>
      </w:r>
      <w:r w:rsidRPr="00EE5245">
        <w:rPr>
          <w:rFonts w:ascii="Marianne Medium" w:hAnsi="Marianne Medium"/>
          <w:sz w:val="20"/>
        </w:rPr>
        <w:t>,</w:t>
      </w:r>
    </w:p>
    <w:p w14:paraId="3CA5A504"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14:paraId="39B851B6"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14:paraId="6F2382FD"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14:paraId="406515E0" w14:textId="77777777" w:rsidR="00EE1F84" w:rsidRPr="00EE5245" w:rsidRDefault="00EE1F84" w:rsidP="00EE1F84">
      <w:pPr>
        <w:pStyle w:val="fcase2metab"/>
        <w:ind w:left="0" w:firstLine="0"/>
        <w:rPr>
          <w:rFonts w:ascii="Marianne Medium" w:hAnsi="Marianne Medium" w:cs="Times New Roman"/>
          <w:sz w:val="18"/>
        </w:rPr>
      </w:pPr>
    </w:p>
    <w:p w14:paraId="010516DC" w14:textId="77777777"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14:paraId="3B4A994A" w14:textId="77777777" w:rsidR="00EE1F84" w:rsidRPr="00EE5245" w:rsidRDefault="00EE1F84" w:rsidP="00EE1F84">
      <w:pPr>
        <w:pStyle w:val="fcase2metab"/>
        <w:rPr>
          <w:rFonts w:ascii="Marianne Medium" w:hAnsi="Marianne Medium" w:cs="Times New Roman"/>
          <w:sz w:val="18"/>
        </w:rPr>
      </w:pPr>
    </w:p>
    <w:p w14:paraId="37E77B89"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14:paraId="467AF8EE"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14:paraId="76ACAB35"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14:paraId="59310DE8"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14:paraId="49EF6EA6"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14:paraId="0174A954" w14:textId="77777777"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14:paraId="7390B8E1" w14:textId="77777777" w:rsidR="00EE1F84" w:rsidRPr="00EE5245" w:rsidRDefault="00EE1F84" w:rsidP="00EE1F84">
      <w:pPr>
        <w:pStyle w:val="fcase2metab"/>
        <w:ind w:left="0" w:firstLine="0"/>
        <w:rPr>
          <w:rFonts w:ascii="Marianne Medium" w:hAnsi="Marianne Medium" w:cs="Times New Roman"/>
          <w:sz w:val="18"/>
        </w:rPr>
      </w:pPr>
    </w:p>
    <w:p w14:paraId="121186E1" w14:textId="77777777" w:rsidR="00EE1F84" w:rsidRPr="0067582E" w:rsidRDefault="00CD430D" w:rsidP="0067582E">
      <w:pPr>
        <w:pStyle w:val="Paragraphedeliste"/>
        <w:numPr>
          <w:ilvl w:val="0"/>
          <w:numId w:val="5"/>
        </w:numPr>
        <w:tabs>
          <w:tab w:val="left" w:pos="720"/>
          <w:tab w:val="left" w:pos="851"/>
        </w:tabs>
        <w:rPr>
          <w:rFonts w:ascii="Marianne Medium" w:hAnsi="Marianne Medium"/>
          <w:sz w:val="20"/>
          <w:u w:val="single"/>
        </w:rPr>
      </w:pPr>
      <w:r w:rsidRPr="0067582E">
        <w:rPr>
          <w:rFonts w:ascii="Marianne Medium" w:hAnsi="Marianne Medium"/>
          <w:sz w:val="20"/>
          <w:u w:val="single"/>
        </w:rPr>
        <w:t>Imputation budgétaire</w:t>
      </w:r>
    </w:p>
    <w:p w14:paraId="45701D69" w14:textId="77777777" w:rsidR="00CD430D" w:rsidRPr="00EE5245" w:rsidRDefault="00CD430D" w:rsidP="00CD430D">
      <w:pPr>
        <w:pStyle w:val="fcase2metab"/>
        <w:ind w:left="0" w:firstLine="0"/>
        <w:rPr>
          <w:rFonts w:ascii="Marianne Medium" w:hAnsi="Marianne Medium" w:cs="Times New Roman"/>
          <w:szCs w:val="22"/>
        </w:rPr>
      </w:pPr>
      <w:r w:rsidRPr="00EE5245">
        <w:rPr>
          <w:rFonts w:ascii="Marianne Medium" w:hAnsi="Marianne Medium" w:cs="Times New Roman"/>
          <w:szCs w:val="22"/>
        </w:rPr>
        <w:t>Ministère des armées – Service de santé des armées</w:t>
      </w:r>
    </w:p>
    <w:p w14:paraId="79251D68" w14:textId="77777777" w:rsidR="00CD430D" w:rsidRPr="00F32C6C" w:rsidRDefault="00CD430D" w:rsidP="00CD430D">
      <w:pPr>
        <w:pStyle w:val="fcase2metab"/>
        <w:numPr>
          <w:ilvl w:val="1"/>
          <w:numId w:val="5"/>
        </w:numPr>
        <w:rPr>
          <w:rFonts w:ascii="Marianne Medium" w:hAnsi="Marianne Medium" w:cs="Times New Roman"/>
          <w:szCs w:val="22"/>
        </w:rPr>
      </w:pPr>
      <w:r w:rsidRPr="00F32C6C">
        <w:rPr>
          <w:rFonts w:ascii="Marianne Medium" w:hAnsi="Marianne Medium" w:cs="Times New Roman"/>
          <w:szCs w:val="22"/>
        </w:rPr>
        <w:t>BOP : 17864 C</w:t>
      </w:r>
    </w:p>
    <w:p w14:paraId="1FE61DF0" w14:textId="77777777" w:rsidR="00CD430D" w:rsidRPr="00F32C6C" w:rsidRDefault="00CD430D" w:rsidP="00CD430D">
      <w:pPr>
        <w:pStyle w:val="fcase2metab"/>
        <w:numPr>
          <w:ilvl w:val="1"/>
          <w:numId w:val="5"/>
        </w:numPr>
        <w:rPr>
          <w:rFonts w:ascii="Marianne Medium" w:hAnsi="Marianne Medium" w:cs="Times New Roman"/>
          <w:szCs w:val="22"/>
        </w:rPr>
      </w:pPr>
      <w:r w:rsidRPr="00F32C6C">
        <w:rPr>
          <w:rFonts w:ascii="Marianne Medium" w:hAnsi="Marianne Medium" w:cs="Times New Roman"/>
          <w:szCs w:val="22"/>
        </w:rPr>
        <w:t>Action : 05</w:t>
      </w:r>
    </w:p>
    <w:p w14:paraId="5A173D1A" w14:textId="77777777" w:rsidR="00CD430D" w:rsidRPr="00F32C6C" w:rsidRDefault="00CD430D" w:rsidP="00CD430D">
      <w:pPr>
        <w:pStyle w:val="fcase2metab"/>
        <w:numPr>
          <w:ilvl w:val="1"/>
          <w:numId w:val="5"/>
        </w:numPr>
        <w:rPr>
          <w:rFonts w:ascii="Marianne Medium" w:hAnsi="Marianne Medium" w:cs="Times New Roman"/>
          <w:szCs w:val="22"/>
        </w:rPr>
      </w:pPr>
      <w:r w:rsidRPr="00F32C6C">
        <w:rPr>
          <w:rFonts w:ascii="Marianne Medium" w:hAnsi="Marianne Medium" w:cs="Times New Roman"/>
          <w:szCs w:val="22"/>
        </w:rPr>
        <w:t>Sous action : 80</w:t>
      </w:r>
    </w:p>
    <w:p w14:paraId="48900222" w14:textId="77777777" w:rsidR="00EE1F84" w:rsidRPr="00EE5245" w:rsidRDefault="00EE1F84" w:rsidP="00EE1F84">
      <w:pPr>
        <w:pStyle w:val="fcase2metab"/>
        <w:rPr>
          <w:rFonts w:ascii="Marianne Medium" w:hAnsi="Marianne Medium" w:cs="Times New Roman"/>
          <w:sz w:val="18"/>
        </w:rPr>
      </w:pPr>
    </w:p>
    <w:p w14:paraId="57AEBD93" w14:textId="77777777" w:rsidR="00EE1F84" w:rsidRPr="00EE5245" w:rsidRDefault="00EE1F84" w:rsidP="00EE1F84">
      <w:pPr>
        <w:pStyle w:val="fcase2metab"/>
        <w:rPr>
          <w:rFonts w:ascii="Marianne Medium" w:hAnsi="Marianne Medium" w:cs="Times New Roman"/>
          <w:sz w:val="18"/>
        </w:rPr>
      </w:pPr>
    </w:p>
    <w:p w14:paraId="65AB8778" w14:textId="77777777" w:rsidR="00EE1F84" w:rsidRPr="00EE5245" w:rsidRDefault="00EE1F84" w:rsidP="00EE1F84">
      <w:pPr>
        <w:pStyle w:val="fcase2metab"/>
        <w:ind w:left="0" w:firstLine="0"/>
        <w:rPr>
          <w:rFonts w:ascii="Marianne Medium" w:hAnsi="Marianne Medium" w:cs="Times New Roman"/>
          <w:sz w:val="18"/>
        </w:rPr>
      </w:pPr>
    </w:p>
    <w:p w14:paraId="0078E2FC" w14:textId="77777777" w:rsidR="00EE1F84" w:rsidRPr="00EE5245" w:rsidRDefault="00EE1F84" w:rsidP="00EE1F84">
      <w:pPr>
        <w:tabs>
          <w:tab w:val="left" w:pos="851"/>
        </w:tabs>
        <w:rPr>
          <w:rFonts w:ascii="Marianne Medium" w:hAnsi="Marianne Medium"/>
          <w:sz w:val="20"/>
        </w:rPr>
      </w:pPr>
    </w:p>
    <w:p w14:paraId="38A88F9A" w14:textId="77777777"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14:paraId="3599C750" w14:textId="77777777"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14:paraId="67800820" w14:textId="77777777" w:rsidR="00EE1F84" w:rsidRPr="00EE5245" w:rsidRDefault="00EE1F84" w:rsidP="00EE1F84">
      <w:pPr>
        <w:tabs>
          <w:tab w:val="left" w:pos="851"/>
        </w:tabs>
        <w:rPr>
          <w:rFonts w:ascii="Marianne Medium" w:hAnsi="Marianne Medium"/>
          <w:sz w:val="20"/>
        </w:rPr>
      </w:pPr>
    </w:p>
    <w:p w14:paraId="35C49914" w14:textId="77777777" w:rsidR="00EE1F84" w:rsidRPr="00EE5245" w:rsidRDefault="00EE1F84" w:rsidP="00EE1F84">
      <w:pPr>
        <w:tabs>
          <w:tab w:val="left" w:pos="851"/>
        </w:tabs>
        <w:rPr>
          <w:rFonts w:ascii="Marianne Medium" w:hAnsi="Marianne Medium"/>
          <w:sz w:val="20"/>
        </w:rPr>
      </w:pPr>
    </w:p>
    <w:p w14:paraId="52316BDB" w14:textId="77777777" w:rsidR="00EE1F84" w:rsidRPr="00EE5245" w:rsidRDefault="00EE1F84" w:rsidP="00EE1F84">
      <w:pPr>
        <w:tabs>
          <w:tab w:val="left" w:pos="851"/>
        </w:tabs>
        <w:rPr>
          <w:rFonts w:ascii="Marianne Medium" w:hAnsi="Marianne Medium"/>
          <w:sz w:val="20"/>
        </w:rPr>
      </w:pPr>
    </w:p>
    <w:p w14:paraId="4D03975C" w14:textId="77777777" w:rsidR="00EE1F84" w:rsidRPr="00EE5245" w:rsidRDefault="00EE1F84" w:rsidP="00EE1F84">
      <w:pPr>
        <w:tabs>
          <w:tab w:val="left" w:pos="851"/>
        </w:tabs>
        <w:rPr>
          <w:rFonts w:ascii="Marianne Medium" w:hAnsi="Marianne Medium"/>
          <w:sz w:val="20"/>
        </w:rPr>
      </w:pPr>
    </w:p>
    <w:p w14:paraId="1DD2865B" w14:textId="77777777"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0067582E">
        <w:rPr>
          <w:rFonts w:ascii="Marianne Medium" w:hAnsi="Marianne Medium"/>
          <w:sz w:val="20"/>
        </w:rPr>
        <w:t xml:space="preserve"> Orléans, </w:t>
      </w:r>
      <w:r w:rsidRPr="00EE5245">
        <w:rPr>
          <w:rFonts w:ascii="Marianne Medium" w:hAnsi="Marianne Medium"/>
          <w:sz w:val="20"/>
        </w:rPr>
        <w:t xml:space="preserve">le </w:t>
      </w:r>
      <w:r w:rsidRPr="00EE5245">
        <w:rPr>
          <w:rFonts w:ascii="Marianne Medium" w:hAnsi="Marianne Medium" w:cs="Marianne Medium"/>
          <w:sz w:val="20"/>
        </w:rPr>
        <w:t>…………………</w:t>
      </w:r>
    </w:p>
    <w:p w14:paraId="3079140C" w14:textId="77777777" w:rsidR="00EE1F84" w:rsidRPr="00EE5245" w:rsidRDefault="00EE1F84" w:rsidP="00EE1F84">
      <w:pPr>
        <w:tabs>
          <w:tab w:val="left" w:pos="851"/>
        </w:tabs>
        <w:rPr>
          <w:rFonts w:ascii="Marianne Medium" w:hAnsi="Marianne Medium"/>
          <w:sz w:val="20"/>
        </w:rPr>
      </w:pPr>
    </w:p>
    <w:p w14:paraId="3002D2AC" w14:textId="77777777" w:rsidR="00EE1F84" w:rsidRPr="00EE5245" w:rsidRDefault="00EE1F84" w:rsidP="00EE1F84">
      <w:pPr>
        <w:tabs>
          <w:tab w:val="left" w:pos="851"/>
        </w:tabs>
        <w:rPr>
          <w:rFonts w:ascii="Marianne Medium" w:hAnsi="Marianne Medium"/>
          <w:sz w:val="20"/>
        </w:rPr>
      </w:pPr>
    </w:p>
    <w:p w14:paraId="7758E0CE" w14:textId="77777777" w:rsidR="00EE1F84" w:rsidRPr="00EE5245" w:rsidRDefault="00EE1F84" w:rsidP="00EE1F84">
      <w:pPr>
        <w:tabs>
          <w:tab w:val="left" w:pos="851"/>
        </w:tabs>
        <w:rPr>
          <w:rFonts w:ascii="Marianne Medium" w:hAnsi="Marianne Medium"/>
          <w:sz w:val="20"/>
        </w:rPr>
      </w:pPr>
    </w:p>
    <w:p w14:paraId="27B53440" w14:textId="77777777"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p>
    <w:p w14:paraId="6DA24700" w14:textId="77777777"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(représentant de l’acheteur habilité à signer le marché ou l’accord-cadre)</w:t>
      </w:r>
    </w:p>
    <w:p w14:paraId="058ABD58" w14:textId="77777777" w:rsidR="00EE1F84" w:rsidRPr="00EE5245" w:rsidRDefault="00EE1F84" w:rsidP="00EE1F84">
      <w:pPr>
        <w:tabs>
          <w:tab w:val="left" w:pos="851"/>
        </w:tabs>
        <w:rPr>
          <w:rFonts w:ascii="Marianne Medium" w:hAnsi="Marianne Medium"/>
          <w:sz w:val="20"/>
        </w:rPr>
      </w:pPr>
    </w:p>
    <w:p w14:paraId="368E93A3" w14:textId="77777777" w:rsidR="00EE1F84" w:rsidRPr="00EE5245" w:rsidRDefault="00EE1F84" w:rsidP="00EE1F84">
      <w:pPr>
        <w:tabs>
          <w:tab w:val="left" w:pos="851"/>
        </w:tabs>
        <w:rPr>
          <w:rFonts w:ascii="Marianne Medium" w:hAnsi="Marianne Medium"/>
          <w:sz w:val="20"/>
        </w:rPr>
      </w:pPr>
    </w:p>
    <w:p w14:paraId="16C2B6AC" w14:textId="77777777" w:rsidR="00EE1F84" w:rsidRPr="00EE5245" w:rsidRDefault="00EE1F84" w:rsidP="00EE1F84">
      <w:pPr>
        <w:tabs>
          <w:tab w:val="left" w:pos="851"/>
        </w:tabs>
        <w:rPr>
          <w:rFonts w:ascii="Marianne Medium" w:hAnsi="Marianne Medium"/>
          <w:sz w:val="20"/>
        </w:rPr>
      </w:pPr>
    </w:p>
    <w:p w14:paraId="46E6B1E3" w14:textId="77777777" w:rsidR="00EE1F84" w:rsidRPr="00EE5245" w:rsidRDefault="00EE1F84" w:rsidP="00EE1F84">
      <w:pPr>
        <w:tabs>
          <w:tab w:val="left" w:pos="851"/>
        </w:tabs>
        <w:rPr>
          <w:rFonts w:ascii="Marianne Medium" w:hAnsi="Marianne Medium"/>
          <w:sz w:val="20"/>
        </w:rPr>
      </w:pPr>
    </w:p>
    <w:p w14:paraId="1B431D4B" w14:textId="77777777" w:rsidR="00EE1F84" w:rsidRPr="00EE5245" w:rsidRDefault="00EE1F84" w:rsidP="00EE1F84">
      <w:pPr>
        <w:tabs>
          <w:tab w:val="left" w:pos="851"/>
        </w:tabs>
        <w:rPr>
          <w:rFonts w:ascii="Marianne Medium" w:hAnsi="Marianne Medium"/>
          <w:sz w:val="20"/>
        </w:rPr>
      </w:pPr>
    </w:p>
    <w:p w14:paraId="78C79930" w14:textId="77777777" w:rsidR="00EE1F84" w:rsidRPr="00EE5245" w:rsidRDefault="00EE1F84" w:rsidP="00EE1F84">
      <w:pPr>
        <w:tabs>
          <w:tab w:val="left" w:pos="851"/>
        </w:tabs>
        <w:rPr>
          <w:rFonts w:ascii="Marianne Medium" w:hAnsi="Marianne Medium"/>
          <w:sz w:val="20"/>
        </w:rPr>
      </w:pPr>
    </w:p>
    <w:p w14:paraId="1C4CC991" w14:textId="77777777"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700C1" w14:textId="77777777" w:rsidR="00CE60EE" w:rsidRDefault="00CE60EE">
      <w:r>
        <w:separator/>
      </w:r>
    </w:p>
    <w:p w14:paraId="6424A9C7" w14:textId="77777777" w:rsidR="00CE60EE" w:rsidRDefault="00CE60EE"/>
    <w:p w14:paraId="6D9223F0" w14:textId="77777777" w:rsidR="00CE60EE" w:rsidRDefault="00CE60EE"/>
    <w:p w14:paraId="1A799691" w14:textId="77777777" w:rsidR="00CE60EE" w:rsidRDefault="00CE60EE"/>
    <w:p w14:paraId="4591ED33" w14:textId="77777777" w:rsidR="00CE60EE" w:rsidRDefault="00CE60EE" w:rsidP="001377C0"/>
    <w:p w14:paraId="0A45A408" w14:textId="77777777" w:rsidR="00CE60EE" w:rsidRDefault="00CE60EE" w:rsidP="001377C0"/>
    <w:p w14:paraId="2CB28CF7" w14:textId="77777777" w:rsidR="00CE60EE" w:rsidRDefault="00CE60EE"/>
    <w:p w14:paraId="58D6B333" w14:textId="77777777" w:rsidR="00CE60EE" w:rsidRDefault="00CE60EE"/>
    <w:p w14:paraId="3FA592B4" w14:textId="77777777" w:rsidR="00CE60EE" w:rsidRDefault="00CE60EE"/>
  </w:endnote>
  <w:endnote w:type="continuationSeparator" w:id="0">
    <w:p w14:paraId="06584A38" w14:textId="77777777" w:rsidR="00CE60EE" w:rsidRDefault="00CE60EE">
      <w:r>
        <w:continuationSeparator/>
      </w:r>
    </w:p>
    <w:p w14:paraId="04240A88" w14:textId="77777777" w:rsidR="00CE60EE" w:rsidRDefault="00CE60EE"/>
    <w:p w14:paraId="75B4C21E" w14:textId="77777777" w:rsidR="00CE60EE" w:rsidRDefault="00CE60EE"/>
    <w:p w14:paraId="3287FA60" w14:textId="77777777" w:rsidR="00CE60EE" w:rsidRDefault="00CE60EE"/>
    <w:p w14:paraId="259D09EC" w14:textId="77777777" w:rsidR="00CE60EE" w:rsidRDefault="00CE60EE" w:rsidP="001377C0"/>
    <w:p w14:paraId="14925C6F" w14:textId="77777777" w:rsidR="00CE60EE" w:rsidRDefault="00CE60EE" w:rsidP="001377C0"/>
    <w:p w14:paraId="4DF0BC8E" w14:textId="77777777" w:rsidR="00CE60EE" w:rsidRDefault="00CE60EE"/>
    <w:p w14:paraId="277E7033" w14:textId="77777777" w:rsidR="00CE60EE" w:rsidRDefault="00CE60EE"/>
    <w:p w14:paraId="38A31B7C" w14:textId="77777777" w:rsidR="00CE60EE" w:rsidRDefault="00CE60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tblInd w:w="-318" w:type="dxa"/>
      <w:tblLook w:val="04A0" w:firstRow="1" w:lastRow="0" w:firstColumn="1" w:lastColumn="0" w:noHBand="0" w:noVBand="1"/>
    </w:tblPr>
    <w:tblGrid>
      <w:gridCol w:w="1986"/>
      <w:gridCol w:w="7938"/>
      <w:gridCol w:w="893"/>
    </w:tblGrid>
    <w:tr w:rsidR="00547744" w:rsidRPr="00EC418E" w14:paraId="2BFF4DC4" w14:textId="77777777" w:rsidTr="00547744">
      <w:trPr>
        <w:trHeight w:val="266"/>
      </w:trPr>
      <w:tc>
        <w:tcPr>
          <w:tcW w:w="1986" w:type="dxa"/>
          <w:vAlign w:val="center"/>
        </w:tcPr>
        <w:p w14:paraId="2209E61A" w14:textId="77777777" w:rsidR="00547744" w:rsidRPr="00AB072C" w:rsidRDefault="00547744" w:rsidP="00547744">
          <w:pPr>
            <w:pStyle w:val="Pieddepage"/>
            <w:jc w:val="center"/>
            <w:rPr>
              <w:rFonts w:ascii="Marianne Medium" w:hAnsi="Marianne Medium"/>
              <w:sz w:val="14"/>
              <w:szCs w:val="14"/>
              <w:lang w:val="en-US"/>
            </w:rPr>
          </w:pPr>
          <w:r>
            <w:rPr>
              <w:rFonts w:ascii="Marianne Medium" w:hAnsi="Marianne Medium"/>
              <w:sz w:val="14"/>
              <w:szCs w:val="14"/>
              <w:lang w:val="en-US"/>
            </w:rPr>
            <w:t>AE</w:t>
          </w:r>
          <w:r w:rsidRPr="00AB072C">
            <w:rPr>
              <w:rFonts w:ascii="Marianne Medium" w:hAnsi="Marianne Medium"/>
              <w:sz w:val="14"/>
              <w:szCs w:val="14"/>
              <w:lang w:val="en-US"/>
            </w:rPr>
            <w:t>_</w:t>
          </w:r>
          <w:r>
            <w:rPr>
              <w:rFonts w:ascii="Marianne Medium" w:hAnsi="Marianne Medium"/>
              <w:sz w:val="14"/>
              <w:szCs w:val="14"/>
              <w:lang w:val="en-US"/>
            </w:rPr>
            <w:t>DAF_2025_000275</w:t>
          </w:r>
        </w:p>
      </w:tc>
      <w:permStart w:id="1319576740" w:edGrp="everyone" w:displacedByCustomXml="next"/>
      <w:sdt>
        <w:sdtPr>
          <w:rPr>
            <w:sz w:val="16"/>
            <w:szCs w:val="16"/>
          </w:rPr>
          <w:id w:val="71177675"/>
          <w:placeholder>
            <w:docPart w:val="B4F49201DD3E4530867717A5EEFC2699"/>
          </w:placeholder>
        </w:sdtPr>
        <w:sdtEndPr/>
        <w:sdtContent>
          <w:tc>
            <w:tcPr>
              <w:tcW w:w="7938" w:type="dxa"/>
              <w:vAlign w:val="center"/>
            </w:tcPr>
            <w:p w14:paraId="70CD29FE" w14:textId="77777777" w:rsidR="00547744" w:rsidRPr="00EC418E" w:rsidRDefault="00547744" w:rsidP="00547744">
              <w:pPr>
                <w:pStyle w:val="Pieddepage"/>
                <w:jc w:val="center"/>
                <w:rPr>
                  <w:sz w:val="16"/>
                  <w:szCs w:val="16"/>
                </w:rPr>
              </w:pPr>
              <w:r>
                <w:rPr>
                  <w:sz w:val="16"/>
                  <w:szCs w:val="16"/>
                </w:rPr>
                <w:t>Maintenance technique des installations de traitement d’air et de climatisation au profit de l’HIA Clermont Tonnerre de Brest</w:t>
              </w:r>
            </w:p>
          </w:tc>
        </w:sdtContent>
      </w:sdt>
      <w:permEnd w:id="1319576740" w:displacedByCustomXml="prev"/>
      <w:tc>
        <w:tcPr>
          <w:tcW w:w="893" w:type="dxa"/>
          <w:vAlign w:val="center"/>
        </w:tcPr>
        <w:p w14:paraId="09D0D81C" w14:textId="78430961" w:rsidR="00547744" w:rsidRPr="00AB072C" w:rsidRDefault="00547744" w:rsidP="00547744">
          <w:pPr>
            <w:pStyle w:val="Pieddepage"/>
            <w:jc w:val="center"/>
            <w:rPr>
              <w:rFonts w:ascii="Marianne Medium" w:hAnsi="Marianne Medium"/>
              <w:sz w:val="16"/>
              <w:szCs w:val="16"/>
            </w:rPr>
          </w:pPr>
          <w:r w:rsidRPr="00AB072C">
            <w:rPr>
              <w:rFonts w:ascii="Marianne Medium" w:hAnsi="Marianne Medium"/>
              <w:sz w:val="16"/>
              <w:szCs w:val="16"/>
            </w:rPr>
            <w:fldChar w:fldCharType="begin"/>
          </w:r>
          <w:r w:rsidRPr="00AB072C">
            <w:rPr>
              <w:rFonts w:ascii="Marianne Medium" w:hAnsi="Marianne Medium"/>
              <w:sz w:val="16"/>
              <w:szCs w:val="16"/>
            </w:rPr>
            <w:instrText>PAGE  \* Arabic  \* MERGEFORMAT</w:instrText>
          </w:r>
          <w:r w:rsidRPr="00AB072C">
            <w:rPr>
              <w:rFonts w:ascii="Marianne Medium" w:hAnsi="Marianne Medium"/>
              <w:sz w:val="16"/>
              <w:szCs w:val="16"/>
            </w:rPr>
            <w:fldChar w:fldCharType="separate"/>
          </w:r>
          <w:r w:rsidR="00814EF5">
            <w:rPr>
              <w:rFonts w:ascii="Marianne Medium" w:hAnsi="Marianne Medium"/>
              <w:noProof/>
              <w:sz w:val="16"/>
              <w:szCs w:val="16"/>
            </w:rPr>
            <w:t>1</w:t>
          </w:r>
          <w:r w:rsidRPr="00AB072C">
            <w:rPr>
              <w:rFonts w:ascii="Marianne Medium" w:hAnsi="Marianne Medium"/>
              <w:sz w:val="16"/>
              <w:szCs w:val="16"/>
            </w:rPr>
            <w:fldChar w:fldCharType="end"/>
          </w:r>
          <w:r w:rsidRPr="00AB072C">
            <w:rPr>
              <w:rFonts w:ascii="Marianne Medium" w:hAnsi="Marianne Medium"/>
              <w:sz w:val="16"/>
              <w:szCs w:val="16"/>
            </w:rPr>
            <w:t xml:space="preserve"> sur </w:t>
          </w:r>
          <w:r w:rsidRPr="00AB072C">
            <w:rPr>
              <w:rFonts w:ascii="Marianne Medium" w:hAnsi="Marianne Medium"/>
              <w:sz w:val="16"/>
              <w:szCs w:val="16"/>
            </w:rPr>
            <w:fldChar w:fldCharType="begin"/>
          </w:r>
          <w:r w:rsidRPr="00AB072C">
            <w:rPr>
              <w:rFonts w:ascii="Marianne Medium" w:hAnsi="Marianne Medium"/>
              <w:sz w:val="16"/>
              <w:szCs w:val="16"/>
            </w:rPr>
            <w:instrText>NUMPAGES  \* Arabic  \* MERGEFORMAT</w:instrText>
          </w:r>
          <w:r w:rsidRPr="00AB072C">
            <w:rPr>
              <w:rFonts w:ascii="Marianne Medium" w:hAnsi="Marianne Medium"/>
              <w:sz w:val="16"/>
              <w:szCs w:val="16"/>
            </w:rPr>
            <w:fldChar w:fldCharType="separate"/>
          </w:r>
          <w:r w:rsidR="00814EF5">
            <w:rPr>
              <w:rFonts w:ascii="Marianne Medium" w:hAnsi="Marianne Medium"/>
              <w:noProof/>
              <w:sz w:val="16"/>
              <w:szCs w:val="16"/>
            </w:rPr>
            <w:t>6</w:t>
          </w:r>
          <w:r w:rsidRPr="00AB072C">
            <w:rPr>
              <w:rFonts w:ascii="Marianne Medium" w:hAnsi="Marianne Medium"/>
              <w:sz w:val="16"/>
              <w:szCs w:val="16"/>
            </w:rPr>
            <w:fldChar w:fldCharType="end"/>
          </w:r>
        </w:p>
      </w:tc>
    </w:tr>
  </w:tbl>
  <w:p w14:paraId="7C571664"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79353CE9" w14:textId="77777777" w:rsidTr="00EC418E">
      <w:tc>
        <w:tcPr>
          <w:tcW w:w="3259" w:type="dxa"/>
          <w:vAlign w:val="center"/>
        </w:tcPr>
        <w:p w14:paraId="6FF354EE"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650E12DD"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67F69168"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0A6EB9B3"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8B6C6" w14:textId="77777777" w:rsidR="00CE60EE" w:rsidRDefault="00CE60EE">
      <w:r>
        <w:separator/>
      </w:r>
    </w:p>
    <w:p w14:paraId="3BA8BFDE" w14:textId="77777777" w:rsidR="00CE60EE" w:rsidRDefault="00CE60EE"/>
    <w:p w14:paraId="53D57DBD" w14:textId="77777777" w:rsidR="00CE60EE" w:rsidRDefault="00CE60EE"/>
    <w:p w14:paraId="4045B08C" w14:textId="77777777" w:rsidR="00CE60EE" w:rsidRDefault="00CE60EE"/>
    <w:p w14:paraId="4C92D27C" w14:textId="77777777" w:rsidR="00CE60EE" w:rsidRDefault="00CE60EE" w:rsidP="001377C0"/>
    <w:p w14:paraId="37A1C0E7" w14:textId="77777777" w:rsidR="00CE60EE" w:rsidRDefault="00CE60EE" w:rsidP="001377C0"/>
    <w:p w14:paraId="5372404C" w14:textId="77777777" w:rsidR="00CE60EE" w:rsidRDefault="00CE60EE"/>
    <w:p w14:paraId="61199067" w14:textId="77777777" w:rsidR="00CE60EE" w:rsidRDefault="00CE60EE"/>
    <w:p w14:paraId="2CC5B5BB" w14:textId="77777777" w:rsidR="00CE60EE" w:rsidRDefault="00CE60EE"/>
  </w:footnote>
  <w:footnote w:type="continuationSeparator" w:id="0">
    <w:p w14:paraId="31E2CA26" w14:textId="77777777" w:rsidR="00CE60EE" w:rsidRDefault="00CE60EE">
      <w:r>
        <w:continuationSeparator/>
      </w:r>
    </w:p>
    <w:p w14:paraId="6471D6F0" w14:textId="77777777" w:rsidR="00CE60EE" w:rsidRDefault="00CE60EE"/>
    <w:p w14:paraId="7E4FABCC" w14:textId="77777777" w:rsidR="00CE60EE" w:rsidRDefault="00CE60EE"/>
    <w:p w14:paraId="517E9F8E" w14:textId="77777777" w:rsidR="00CE60EE" w:rsidRDefault="00CE60EE"/>
    <w:p w14:paraId="01BBDA8A" w14:textId="77777777" w:rsidR="00CE60EE" w:rsidRDefault="00CE60EE" w:rsidP="001377C0"/>
    <w:p w14:paraId="1EBB8C58" w14:textId="77777777" w:rsidR="00CE60EE" w:rsidRDefault="00CE60EE" w:rsidP="001377C0"/>
    <w:p w14:paraId="1C03C5E5" w14:textId="77777777" w:rsidR="00CE60EE" w:rsidRDefault="00CE60EE"/>
    <w:p w14:paraId="57CB95F7" w14:textId="77777777" w:rsidR="00CE60EE" w:rsidRDefault="00CE60EE"/>
    <w:p w14:paraId="38451247" w14:textId="77777777" w:rsidR="00CE60EE" w:rsidRDefault="00CE60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F1576" w14:textId="77777777" w:rsidR="00EC0389" w:rsidRDefault="00EC0389"/>
  <w:p w14:paraId="270724FD" w14:textId="77777777" w:rsidR="00EC0389" w:rsidRDefault="00EC0389"/>
  <w:p w14:paraId="5822BE92" w14:textId="77777777" w:rsidR="00EC0389" w:rsidRDefault="00EC0389" w:rsidP="001377C0"/>
  <w:p w14:paraId="47F5DDE0" w14:textId="77777777" w:rsidR="00EC0389" w:rsidRDefault="00EC0389" w:rsidP="001377C0"/>
  <w:p w14:paraId="3E4DB75D" w14:textId="77777777" w:rsidR="00EC0389" w:rsidRDefault="00EC0389" w:rsidP="001377C0"/>
  <w:p w14:paraId="46802E38" w14:textId="77777777" w:rsidR="00EC0389" w:rsidRDefault="00EC0389" w:rsidP="0026463B"/>
  <w:p w14:paraId="3E7A0677"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0A0924"/>
    <w:multiLevelType w:val="hybridMultilevel"/>
    <w:tmpl w:val="A5564F52"/>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2FE5"/>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422"/>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3794"/>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26B82"/>
    <w:rsid w:val="003332F4"/>
    <w:rsid w:val="00334B63"/>
    <w:rsid w:val="00337BAD"/>
    <w:rsid w:val="00343E7D"/>
    <w:rsid w:val="003613BE"/>
    <w:rsid w:val="003622CC"/>
    <w:rsid w:val="003678CF"/>
    <w:rsid w:val="003735EE"/>
    <w:rsid w:val="00382E99"/>
    <w:rsid w:val="00383F85"/>
    <w:rsid w:val="0039082C"/>
    <w:rsid w:val="003963AB"/>
    <w:rsid w:val="003A063D"/>
    <w:rsid w:val="003A3F76"/>
    <w:rsid w:val="003A7C39"/>
    <w:rsid w:val="003B0EB6"/>
    <w:rsid w:val="003B189E"/>
    <w:rsid w:val="003B5015"/>
    <w:rsid w:val="003B64B5"/>
    <w:rsid w:val="003B65CC"/>
    <w:rsid w:val="003C08E9"/>
    <w:rsid w:val="003C747F"/>
    <w:rsid w:val="003E1630"/>
    <w:rsid w:val="003E20AD"/>
    <w:rsid w:val="003E5949"/>
    <w:rsid w:val="003E66E1"/>
    <w:rsid w:val="003E736C"/>
    <w:rsid w:val="003F05C8"/>
    <w:rsid w:val="003F0AAB"/>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67460"/>
    <w:rsid w:val="0048367A"/>
    <w:rsid w:val="00483800"/>
    <w:rsid w:val="00483932"/>
    <w:rsid w:val="0048567F"/>
    <w:rsid w:val="00491D45"/>
    <w:rsid w:val="00493D09"/>
    <w:rsid w:val="0049734E"/>
    <w:rsid w:val="0049751D"/>
    <w:rsid w:val="004A4BDB"/>
    <w:rsid w:val="004A61E2"/>
    <w:rsid w:val="004A73D9"/>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47744"/>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5F79EC"/>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C49FC"/>
    <w:rsid w:val="006E258D"/>
    <w:rsid w:val="006F128E"/>
    <w:rsid w:val="006F1431"/>
    <w:rsid w:val="006F2141"/>
    <w:rsid w:val="006F4DBF"/>
    <w:rsid w:val="006F6152"/>
    <w:rsid w:val="00702F90"/>
    <w:rsid w:val="0070434A"/>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18C3"/>
    <w:rsid w:val="007E35C8"/>
    <w:rsid w:val="007E6662"/>
    <w:rsid w:val="007F6C3D"/>
    <w:rsid w:val="00801B84"/>
    <w:rsid w:val="008050CC"/>
    <w:rsid w:val="00812368"/>
    <w:rsid w:val="008128F0"/>
    <w:rsid w:val="00814EF5"/>
    <w:rsid w:val="008227E3"/>
    <w:rsid w:val="00833F6B"/>
    <w:rsid w:val="00834728"/>
    <w:rsid w:val="00840DA0"/>
    <w:rsid w:val="00841729"/>
    <w:rsid w:val="008535A2"/>
    <w:rsid w:val="00861384"/>
    <w:rsid w:val="00861950"/>
    <w:rsid w:val="0086338F"/>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216A4"/>
    <w:rsid w:val="00A31F62"/>
    <w:rsid w:val="00A3462E"/>
    <w:rsid w:val="00A35AF2"/>
    <w:rsid w:val="00A37E78"/>
    <w:rsid w:val="00A4441F"/>
    <w:rsid w:val="00A478E4"/>
    <w:rsid w:val="00A530EE"/>
    <w:rsid w:val="00A63E58"/>
    <w:rsid w:val="00A97981"/>
    <w:rsid w:val="00AA04C3"/>
    <w:rsid w:val="00AA0C54"/>
    <w:rsid w:val="00AA6239"/>
    <w:rsid w:val="00AA6C74"/>
    <w:rsid w:val="00AB0E9F"/>
    <w:rsid w:val="00AB305D"/>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E60EE"/>
    <w:rsid w:val="00CF0637"/>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56B2"/>
    <w:rsid w:val="00DF71A0"/>
    <w:rsid w:val="00E0445E"/>
    <w:rsid w:val="00E07DD6"/>
    <w:rsid w:val="00E1589E"/>
    <w:rsid w:val="00E2267F"/>
    <w:rsid w:val="00E24454"/>
    <w:rsid w:val="00E34B9F"/>
    <w:rsid w:val="00E44030"/>
    <w:rsid w:val="00E45510"/>
    <w:rsid w:val="00E50D25"/>
    <w:rsid w:val="00E51F7A"/>
    <w:rsid w:val="00E523CD"/>
    <w:rsid w:val="00E55BF5"/>
    <w:rsid w:val="00E60597"/>
    <w:rsid w:val="00E61701"/>
    <w:rsid w:val="00E61AAC"/>
    <w:rsid w:val="00E632D8"/>
    <w:rsid w:val="00E671CA"/>
    <w:rsid w:val="00E67CD2"/>
    <w:rsid w:val="00E73F7D"/>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2C6C"/>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B565B"/>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152D15"/>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styleId="NormalWeb">
    <w:name w:val="Normal (Web)"/>
    <w:basedOn w:val="Normal"/>
    <w:uiPriority w:val="99"/>
    <w:unhideWhenUsed/>
    <w:rsid w:val="003E20AD"/>
    <w:pPr>
      <w:spacing w:before="100" w:beforeAutospacing="1" w:after="100" w:afterAutospacing="1"/>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2905551C3953405BB0115DC087AB10AE"/>
        <w:category>
          <w:name w:val="Général"/>
          <w:gallery w:val="placeholder"/>
        </w:category>
        <w:types>
          <w:type w:val="bbPlcHdr"/>
        </w:types>
        <w:behaviors>
          <w:behavior w:val="content"/>
        </w:behaviors>
        <w:guid w:val="{11866B32-2937-4C52-ACB1-EDF4D34E082C}"/>
      </w:docPartPr>
      <w:docPartBody>
        <w:p w:rsidR="002D0C0E" w:rsidRDefault="00C81852" w:rsidP="00C81852">
          <w:pPr>
            <w:pStyle w:val="2905551C3953405BB0115DC087AB10AE1"/>
          </w:pPr>
          <w:r w:rsidRPr="00ED2198">
            <w:rPr>
              <w:rStyle w:val="Textedelespacerserv"/>
            </w:rPr>
            <w:t>Cliquez ici pour taper du texte.</w:t>
          </w:r>
        </w:p>
      </w:docPartBody>
    </w:docPart>
    <w:docPart>
      <w:docPartPr>
        <w:name w:val="61FC75EB45E846EC83C542DA70C0E26D"/>
        <w:category>
          <w:name w:val="Général"/>
          <w:gallery w:val="placeholder"/>
        </w:category>
        <w:types>
          <w:type w:val="bbPlcHdr"/>
        </w:types>
        <w:behaviors>
          <w:behavior w:val="content"/>
        </w:behaviors>
        <w:guid w:val="{17818CFE-E77D-499C-A3EF-65529BCBD8D5}"/>
      </w:docPartPr>
      <w:docPartBody>
        <w:p w:rsidR="002D0C0E" w:rsidRDefault="00C81852" w:rsidP="00C81852">
          <w:pPr>
            <w:pStyle w:val="61FC75EB45E846EC83C542DA70C0E26D1"/>
          </w:pPr>
          <w:r w:rsidRPr="00ED2198">
            <w:rPr>
              <w:rStyle w:val="Textedelespacerserv"/>
            </w:rPr>
            <w:t>Cliquez ici pour taper du texte.</w:t>
          </w:r>
        </w:p>
      </w:docPartBody>
    </w:docPart>
    <w:docPart>
      <w:docPartPr>
        <w:name w:val="B8ED85429F0243E8BC4D9DFC8A16A86A"/>
        <w:category>
          <w:name w:val="Général"/>
          <w:gallery w:val="placeholder"/>
        </w:category>
        <w:types>
          <w:type w:val="bbPlcHdr"/>
        </w:types>
        <w:behaviors>
          <w:behavior w:val="content"/>
        </w:behaviors>
        <w:guid w:val="{88696798-5EDD-4E4F-8473-C906728A6144}"/>
      </w:docPartPr>
      <w:docPartBody>
        <w:p w:rsidR="002D0C0E" w:rsidRDefault="00C81852" w:rsidP="00C81852">
          <w:pPr>
            <w:pStyle w:val="B8ED85429F0243E8BC4D9DFC8A16A86A1"/>
          </w:pPr>
          <w:r w:rsidRPr="00ED2198">
            <w:rPr>
              <w:rStyle w:val="Textedelespacerserv"/>
            </w:rPr>
            <w:t>Cliquez ici pour taper du texte.</w:t>
          </w:r>
        </w:p>
      </w:docPartBody>
    </w:docPart>
    <w:docPart>
      <w:docPartPr>
        <w:name w:val="2F863D5736D24414B96D279C476AB4E3"/>
        <w:category>
          <w:name w:val="Général"/>
          <w:gallery w:val="placeholder"/>
        </w:category>
        <w:types>
          <w:type w:val="bbPlcHdr"/>
        </w:types>
        <w:behaviors>
          <w:behavior w:val="content"/>
        </w:behaviors>
        <w:guid w:val="{69D684E7-6342-4CA2-A098-21E10836BA54}"/>
      </w:docPartPr>
      <w:docPartBody>
        <w:p w:rsidR="002D0C0E" w:rsidRDefault="00C81852" w:rsidP="00C81852">
          <w:pPr>
            <w:pStyle w:val="2F863D5736D24414B96D279C476AB4E31"/>
          </w:pPr>
          <w:r w:rsidRPr="00ED2198">
            <w:rPr>
              <w:rStyle w:val="Textedelespacerserv"/>
              <w:rFonts w:ascii="Times New Roman" w:hAnsi="Times New Roman" w:cs="Times New Roman"/>
            </w:rPr>
            <w:t>Cliquez ici pour taper du texte.</w:t>
          </w:r>
        </w:p>
      </w:docPartBody>
    </w:docPart>
    <w:docPart>
      <w:docPartPr>
        <w:name w:val="B4F49201DD3E4530867717A5EEFC2699"/>
        <w:category>
          <w:name w:val="Général"/>
          <w:gallery w:val="placeholder"/>
        </w:category>
        <w:types>
          <w:type w:val="bbPlcHdr"/>
        </w:types>
        <w:behaviors>
          <w:behavior w:val="content"/>
        </w:behaviors>
        <w:guid w:val="{0713FA1E-BD5C-4916-9A95-A25137601477}"/>
      </w:docPartPr>
      <w:docPartBody>
        <w:p w:rsidR="00531519" w:rsidRDefault="009E1DC0" w:rsidP="009E1DC0">
          <w:pPr>
            <w:pStyle w:val="B4F49201DD3E4530867717A5EEFC2699"/>
          </w:pPr>
          <w:r w:rsidRPr="008A4CE5">
            <w:rPr>
              <w:rStyle w:val="Textedelespacerserv"/>
            </w:rPr>
            <w:t>Choisissez un élément.</w:t>
          </w:r>
        </w:p>
      </w:docPartBody>
    </w:docPart>
    <w:docPart>
      <w:docPartPr>
        <w:name w:val="4BA8F298243C4FD09A11ADD16193C799"/>
        <w:category>
          <w:name w:val="Général"/>
          <w:gallery w:val="placeholder"/>
        </w:category>
        <w:types>
          <w:type w:val="bbPlcHdr"/>
        </w:types>
        <w:behaviors>
          <w:behavior w:val="content"/>
        </w:behaviors>
        <w:guid w:val="{95904F75-F866-47C1-B443-2AFFFD639672}"/>
      </w:docPartPr>
      <w:docPartBody>
        <w:p w:rsidR="005E322C" w:rsidRDefault="00CD0A8E" w:rsidP="00CD0A8E">
          <w:pPr>
            <w:pStyle w:val="4BA8F298243C4FD09A11ADD16193C799"/>
          </w:pPr>
          <w:r w:rsidRPr="00ED2198">
            <w:rPr>
              <w:rStyle w:val="Textedelespacerserv"/>
            </w:rPr>
            <w:t>N°CCTP</w:t>
          </w:r>
        </w:p>
      </w:docPartBody>
    </w:docPart>
    <w:docPart>
      <w:docPartPr>
        <w:name w:val="F4F0A3647E9E4042ADEA5216DE1B94E2"/>
        <w:category>
          <w:name w:val="Général"/>
          <w:gallery w:val="placeholder"/>
        </w:category>
        <w:types>
          <w:type w:val="bbPlcHdr"/>
        </w:types>
        <w:behaviors>
          <w:behavior w:val="content"/>
        </w:behaviors>
        <w:guid w:val="{2B2445A1-FE24-4EEA-BAEC-7C5F727D3BE6}"/>
      </w:docPartPr>
      <w:docPartBody>
        <w:p w:rsidR="005E322C" w:rsidRDefault="00CD0A8E" w:rsidP="00CD0A8E">
          <w:pPr>
            <w:pStyle w:val="F4F0A3647E9E4042ADEA5216DE1B94E2"/>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04DF1"/>
    <w:rsid w:val="00100C4D"/>
    <w:rsid w:val="00161A6A"/>
    <w:rsid w:val="002D0C0E"/>
    <w:rsid w:val="00392180"/>
    <w:rsid w:val="003A063D"/>
    <w:rsid w:val="003F0AAB"/>
    <w:rsid w:val="004179DF"/>
    <w:rsid w:val="00467460"/>
    <w:rsid w:val="004A73D9"/>
    <w:rsid w:val="00531519"/>
    <w:rsid w:val="005E322C"/>
    <w:rsid w:val="00745779"/>
    <w:rsid w:val="00946748"/>
    <w:rsid w:val="009E1DC0"/>
    <w:rsid w:val="00AC175F"/>
    <w:rsid w:val="00C81852"/>
    <w:rsid w:val="00CD0A8E"/>
    <w:rsid w:val="00F2539A"/>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0A8E"/>
    <w:rPr>
      <w:color w:val="808080"/>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B4F49201DD3E4530867717A5EEFC2699">
    <w:name w:val="B4F49201DD3E4530867717A5EEFC2699"/>
    <w:rsid w:val="009E1DC0"/>
    <w:pPr>
      <w:spacing w:after="160" w:line="259" w:lineRule="auto"/>
    </w:pPr>
  </w:style>
  <w:style w:type="paragraph" w:customStyle="1" w:styleId="6855741D59FA42B6B362F8E28D156DBD">
    <w:name w:val="6855741D59FA42B6B362F8E28D156DBD"/>
    <w:rsid w:val="00531519"/>
    <w:pPr>
      <w:spacing w:after="160" w:line="259" w:lineRule="auto"/>
    </w:pPr>
  </w:style>
  <w:style w:type="paragraph" w:customStyle="1" w:styleId="4BA8F298243C4FD09A11ADD16193C799">
    <w:name w:val="4BA8F298243C4FD09A11ADD16193C799"/>
    <w:rsid w:val="00CD0A8E"/>
    <w:pPr>
      <w:spacing w:after="160" w:line="259" w:lineRule="auto"/>
    </w:pPr>
  </w:style>
  <w:style w:type="paragraph" w:customStyle="1" w:styleId="F4F0A3647E9E4042ADEA5216DE1B94E2">
    <w:name w:val="F4F0A3647E9E4042ADEA5216DE1B94E2"/>
    <w:rsid w:val="00CD0A8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C7565-B785-4C64-8B83-9161D950D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2</TotalTime>
  <Pages>6</Pages>
  <Words>1299</Words>
  <Characters>7644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8926</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DE SOUSA Agnes SA CE MINDEF</cp:lastModifiedBy>
  <cp:revision>7</cp:revision>
  <cp:lastPrinted>2017-03-07T09:34:00Z</cp:lastPrinted>
  <dcterms:created xsi:type="dcterms:W3CDTF">2025-03-10T14:11:00Z</dcterms:created>
  <dcterms:modified xsi:type="dcterms:W3CDTF">2025-03-19T08:16:00Z</dcterms:modified>
</cp:coreProperties>
</file>