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2AC" w:rsidRDefault="00B132AC">
      <w:pPr>
        <w:jc w:val="center"/>
        <w:rPr>
          <w:b/>
          <w:sz w:val="36"/>
        </w:rPr>
      </w:pPr>
    </w:p>
    <w:p w:rsidR="00B132AC" w:rsidRDefault="00B132AC">
      <w:pPr>
        <w:jc w:val="center"/>
        <w:rPr>
          <w:b/>
          <w:sz w:val="36"/>
        </w:rPr>
      </w:pPr>
    </w:p>
    <w:p w:rsidR="00B132AC" w:rsidRDefault="00B132AC">
      <w:pPr>
        <w:jc w:val="center"/>
        <w:rPr>
          <w:b/>
          <w:sz w:val="36"/>
        </w:rPr>
      </w:pPr>
    </w:p>
    <w:p w:rsidR="00B132AC" w:rsidRDefault="00B132AC">
      <w:pPr>
        <w:jc w:val="center"/>
        <w:rPr>
          <w:b/>
          <w:sz w:val="36"/>
        </w:rPr>
      </w:pPr>
    </w:p>
    <w:p w:rsidR="00B132AC" w:rsidRDefault="00B132AC">
      <w:pPr>
        <w:jc w:val="center"/>
        <w:rPr>
          <w:b/>
          <w:caps/>
          <w:sz w:val="36"/>
        </w:rPr>
      </w:pPr>
    </w:p>
    <w:p w:rsidR="00CA5AC5" w:rsidRPr="00CA5AC5" w:rsidRDefault="00CA5AC5" w:rsidP="00CA5AC5">
      <w:pPr>
        <w:jc w:val="center"/>
        <w:rPr>
          <w:b/>
          <w:caps/>
          <w:sz w:val="36"/>
        </w:rPr>
      </w:pPr>
      <w:r w:rsidRPr="00CA5AC5">
        <w:rPr>
          <w:b/>
          <w:caps/>
          <w:sz w:val="36"/>
        </w:rPr>
        <w:t>PRESTATIONS D’ACCÈS À UN SERVICE DE RECHERCHE ET D’INFORMATIONS EXPERT</w:t>
      </w:r>
    </w:p>
    <w:p w:rsidR="00CA5AC5" w:rsidRPr="00CA5AC5" w:rsidRDefault="00CA5AC5" w:rsidP="00CA5AC5">
      <w:pPr>
        <w:jc w:val="center"/>
        <w:rPr>
          <w:b/>
          <w:caps/>
          <w:sz w:val="36"/>
        </w:rPr>
      </w:pPr>
      <w:r w:rsidRPr="00CA5AC5">
        <w:rPr>
          <w:b/>
          <w:caps/>
          <w:sz w:val="36"/>
        </w:rPr>
        <w:t>SUR LES ENTREPRISES EN FRANCE</w:t>
      </w:r>
    </w:p>
    <w:p w:rsidR="00300525" w:rsidRDefault="00CA5AC5" w:rsidP="00CA5AC5">
      <w:pPr>
        <w:jc w:val="center"/>
        <w:rPr>
          <w:b/>
          <w:caps/>
          <w:sz w:val="36"/>
        </w:rPr>
      </w:pPr>
      <w:r w:rsidRPr="00CA5AC5">
        <w:rPr>
          <w:b/>
          <w:caps/>
          <w:sz w:val="36"/>
        </w:rPr>
        <w:t>ET SUR LEUR TÊTE DE GROUPE FRANÇAISE OU ÉTRANGÈRE</w:t>
      </w:r>
    </w:p>
    <w:p w:rsidR="00B132AC" w:rsidRDefault="00B132AC">
      <w:pPr>
        <w:jc w:val="center"/>
        <w:rPr>
          <w:b/>
          <w:sz w:val="36"/>
        </w:rPr>
      </w:pPr>
    </w:p>
    <w:p w:rsidR="00B132AC" w:rsidRDefault="002011A5">
      <w:pPr>
        <w:jc w:val="center"/>
        <w:rPr>
          <w:b/>
          <w:sz w:val="36"/>
        </w:rPr>
      </w:pPr>
      <w:r>
        <w:rPr>
          <w:b/>
          <w:sz w:val="36"/>
        </w:rPr>
        <w:t>LOT 1</w:t>
      </w:r>
    </w:p>
    <w:p w:rsidR="00B132AC" w:rsidRDefault="006A7A8F">
      <w:pPr>
        <w:jc w:val="center"/>
        <w:rPr>
          <w:b/>
          <w:sz w:val="36"/>
        </w:rPr>
      </w:pPr>
      <w:r>
        <w:rPr>
          <w:b/>
          <w:sz w:val="36"/>
        </w:rPr>
        <w:t>______________</w:t>
      </w:r>
    </w:p>
    <w:p w:rsidR="00B132AC" w:rsidRDefault="00B132AC">
      <w:pPr>
        <w:jc w:val="center"/>
        <w:rPr>
          <w:b/>
          <w:sz w:val="36"/>
        </w:rPr>
      </w:pPr>
    </w:p>
    <w:p w:rsidR="00B132AC" w:rsidRDefault="00B132AC">
      <w:pPr>
        <w:jc w:val="center"/>
        <w:rPr>
          <w:b/>
          <w:sz w:val="36"/>
        </w:rPr>
      </w:pPr>
    </w:p>
    <w:p w:rsidR="00B132AC" w:rsidRDefault="00B132AC">
      <w:pPr>
        <w:jc w:val="center"/>
        <w:rPr>
          <w:b/>
          <w:sz w:val="36"/>
        </w:rPr>
      </w:pPr>
    </w:p>
    <w:p w:rsidR="00B132AC" w:rsidRDefault="00B132AC">
      <w:pPr>
        <w:jc w:val="center"/>
        <w:rPr>
          <w:b/>
          <w:sz w:val="36"/>
        </w:rPr>
      </w:pPr>
      <w:r>
        <w:rPr>
          <w:b/>
          <w:sz w:val="36"/>
        </w:rPr>
        <w:t>ACTE D’ENGAGEMENT</w:t>
      </w:r>
    </w:p>
    <w:p w:rsidR="00B132AC" w:rsidRDefault="00B132AC">
      <w:pPr>
        <w:jc w:val="center"/>
        <w:rPr>
          <w:b/>
          <w:sz w:val="36"/>
        </w:rPr>
      </w:pPr>
    </w:p>
    <w:p w:rsidR="00B132AC" w:rsidRDefault="00B132AC">
      <w:pPr>
        <w:jc w:val="center"/>
        <w:rPr>
          <w:b/>
          <w:sz w:val="36"/>
        </w:rPr>
      </w:pPr>
    </w:p>
    <w:p w:rsidR="006A7A8F" w:rsidRDefault="006A7A8F" w:rsidP="006A7A8F">
      <w:pPr>
        <w:jc w:val="center"/>
        <w:rPr>
          <w:b/>
          <w:sz w:val="36"/>
        </w:rPr>
      </w:pPr>
      <w:r>
        <w:rPr>
          <w:b/>
          <w:sz w:val="36"/>
        </w:rPr>
        <w:t>______________</w:t>
      </w:r>
    </w:p>
    <w:p w:rsidR="00B132AC" w:rsidRDefault="00B132AC">
      <w:pPr>
        <w:jc w:val="center"/>
        <w:rPr>
          <w:b/>
          <w:sz w:val="36"/>
        </w:rPr>
      </w:pPr>
    </w:p>
    <w:p w:rsidR="005106B8" w:rsidRDefault="005106B8">
      <w:pPr>
        <w:rPr>
          <w:b/>
        </w:rPr>
      </w:pPr>
    </w:p>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Pr="005106B8" w:rsidRDefault="005106B8" w:rsidP="005106B8"/>
    <w:p w:rsidR="005106B8" w:rsidRDefault="005106B8"/>
    <w:p w:rsidR="005106B8" w:rsidRDefault="005106B8" w:rsidP="005106B8">
      <w:pPr>
        <w:ind w:firstLine="708"/>
      </w:pPr>
    </w:p>
    <w:p w:rsidR="00B132AC" w:rsidRDefault="00B132AC">
      <w:r w:rsidRPr="005106B8">
        <w:br w:type="page"/>
      </w:r>
    </w:p>
    <w:p w:rsidR="001F5EAE" w:rsidRDefault="001F5EAE" w:rsidP="001F5EAE">
      <w:pPr>
        <w:pStyle w:val="Titre1"/>
        <w:numPr>
          <w:ilvl w:val="0"/>
          <w:numId w:val="9"/>
        </w:numPr>
        <w:spacing w:before="0" w:after="0"/>
      </w:pPr>
      <w:r>
        <w:lastRenderedPageBreak/>
        <w:t>IDENTIFICATION DU POUVOIR ADJUDICATEUR</w:t>
      </w:r>
    </w:p>
    <w:p w:rsidR="001F5EAE" w:rsidRDefault="001F5EAE" w:rsidP="001F5EAE"/>
    <w:p w:rsidR="001F5EAE" w:rsidRDefault="001F5EAE" w:rsidP="001F5EAE">
      <w:pPr>
        <w:jc w:val="both"/>
      </w:pPr>
      <w:r>
        <w:rPr>
          <w:b/>
        </w:rPr>
        <w:t xml:space="preserve">Pouvoir adjudicateur : </w:t>
      </w:r>
      <w:r>
        <w:t xml:space="preserve">Institut National de </w:t>
      </w:r>
      <w:smartTag w:uri="urn:schemas-microsoft-com:office:smarttags" w:element="PersonName">
        <w:smartTagPr>
          <w:attr w:name="ProductID" w:val="la Propri￩t￩ Industrielle"/>
        </w:smartTagPr>
        <w:r>
          <w:t>la Propriété Industrielle</w:t>
        </w:r>
      </w:smartTag>
      <w:r>
        <w:t xml:space="preserve"> (INPI).</w:t>
      </w:r>
    </w:p>
    <w:p w:rsidR="005106B8" w:rsidRPr="009849F3" w:rsidRDefault="005106B8" w:rsidP="005106B8">
      <w:pPr>
        <w:jc w:val="center"/>
      </w:pPr>
      <w:r w:rsidRPr="009849F3">
        <w:t>15 RUE DES MINIMES</w:t>
      </w:r>
    </w:p>
    <w:p w:rsidR="005106B8" w:rsidRPr="009849F3" w:rsidRDefault="003177B1" w:rsidP="005106B8">
      <w:pPr>
        <w:jc w:val="center"/>
      </w:pPr>
      <w:r>
        <w:t>CS 50</w:t>
      </w:r>
      <w:r w:rsidR="005106B8" w:rsidRPr="009849F3">
        <w:t>001</w:t>
      </w:r>
    </w:p>
    <w:p w:rsidR="005106B8" w:rsidRPr="009849F3" w:rsidRDefault="003177B1" w:rsidP="005106B8">
      <w:pPr>
        <w:jc w:val="center"/>
        <w:rPr>
          <w:sz w:val="16"/>
        </w:rPr>
      </w:pPr>
      <w:r>
        <w:t>92</w:t>
      </w:r>
      <w:r w:rsidR="005106B8" w:rsidRPr="009849F3">
        <w:t>677 COURBEVOIE Cedex</w:t>
      </w:r>
      <w:r w:rsidR="005106B8" w:rsidRPr="009849F3">
        <w:rPr>
          <w:sz w:val="16"/>
        </w:rPr>
        <w:t xml:space="preserve"> </w:t>
      </w:r>
    </w:p>
    <w:p w:rsidR="001F5EAE" w:rsidRDefault="001F5EAE" w:rsidP="001F5EAE">
      <w:pPr>
        <w:jc w:val="both"/>
      </w:pPr>
    </w:p>
    <w:p w:rsidR="001109D8" w:rsidRDefault="00C9149B" w:rsidP="007F417C">
      <w:pPr>
        <w:jc w:val="both"/>
      </w:pPr>
      <w:r>
        <w:rPr>
          <w:b/>
        </w:rPr>
        <w:t xml:space="preserve">Comptable public assignataire des paiements : </w:t>
      </w:r>
    </w:p>
    <w:p w:rsidR="007F417C" w:rsidRDefault="007F417C" w:rsidP="001109D8">
      <w:pPr>
        <w:jc w:val="center"/>
      </w:pPr>
      <w:r>
        <w:t>l'Agent comptabl</w:t>
      </w:r>
      <w:r w:rsidR="003C009E">
        <w:t>e de l'INPI</w:t>
      </w:r>
    </w:p>
    <w:p w:rsidR="007F417C" w:rsidRDefault="007F417C" w:rsidP="007F417C">
      <w:pPr>
        <w:jc w:val="center"/>
      </w:pPr>
      <w:r>
        <w:t>15 RUE DES MINIMES</w:t>
      </w:r>
    </w:p>
    <w:p w:rsidR="007F417C" w:rsidRDefault="007F417C" w:rsidP="007F417C">
      <w:pPr>
        <w:jc w:val="center"/>
      </w:pPr>
      <w:r>
        <w:t>CS 50001</w:t>
      </w:r>
    </w:p>
    <w:p w:rsidR="007F417C" w:rsidRDefault="007F417C" w:rsidP="007F417C">
      <w:pPr>
        <w:jc w:val="center"/>
      </w:pPr>
      <w:r>
        <w:t xml:space="preserve">92677 COURBEVOIE Cedex </w:t>
      </w:r>
    </w:p>
    <w:p w:rsidR="007F417C" w:rsidRDefault="007F417C" w:rsidP="007F417C">
      <w:pPr>
        <w:jc w:val="center"/>
      </w:pPr>
      <w:r>
        <w:t>Tél : 01.56.65.80.22</w:t>
      </w:r>
    </w:p>
    <w:p w:rsidR="001F5EAE" w:rsidRDefault="001F5EAE" w:rsidP="007F417C">
      <w:pPr>
        <w:jc w:val="both"/>
      </w:pPr>
      <w:r>
        <w:t xml:space="preserve"> </w:t>
      </w:r>
    </w:p>
    <w:p w:rsidR="00DC2A33" w:rsidRDefault="00DC2A33" w:rsidP="00DC2A33">
      <w:pPr>
        <w:jc w:val="both"/>
      </w:pPr>
      <w:r>
        <w:rPr>
          <w:b/>
        </w:rPr>
        <w:t>Représentant légal du pouvoir adjudicateur du marché, signataire et ordonnateur</w:t>
      </w:r>
      <w:r>
        <w:t xml:space="preserve"> : le Directeur gén</w:t>
      </w:r>
      <w:r w:rsidR="00F17FB8">
        <w:t>éra</w:t>
      </w:r>
      <w:r w:rsidR="00E45D0C">
        <w:t>l de l'INPI.</w:t>
      </w:r>
    </w:p>
    <w:p w:rsidR="001F5EAE" w:rsidRDefault="001F5EAE" w:rsidP="001F5EAE">
      <w:pPr>
        <w:jc w:val="both"/>
      </w:pPr>
    </w:p>
    <w:p w:rsidR="00DB367D" w:rsidRPr="00DB367D" w:rsidRDefault="00DB367D" w:rsidP="00DB367D"/>
    <w:p w:rsidR="00DB367D" w:rsidRDefault="00DB367D" w:rsidP="00DB367D">
      <w:pPr>
        <w:pStyle w:val="Titre1"/>
        <w:numPr>
          <w:ilvl w:val="0"/>
          <w:numId w:val="9"/>
        </w:numPr>
        <w:spacing w:before="0" w:after="0"/>
      </w:pPr>
      <w:r>
        <w:t>OBJET ET MODE DE PASSATION DU MARCHE</w:t>
      </w:r>
    </w:p>
    <w:p w:rsidR="00DB367D" w:rsidRDefault="00DB367D" w:rsidP="00DB367D"/>
    <w:p w:rsidR="00DB367D" w:rsidRDefault="00DB367D" w:rsidP="00DB367D">
      <w:r>
        <w:t xml:space="preserve">Le présent marché a pour objet </w:t>
      </w:r>
      <w:r w:rsidR="005C1EF7">
        <w:t>la réalisation de</w:t>
      </w:r>
      <w:r w:rsidR="00FE335E">
        <w:t xml:space="preserve"> prestations d’accès à un service de recherche et d’information expert sur les entreprises en France et sur leur tête de groupe française ou étrangère.</w:t>
      </w:r>
    </w:p>
    <w:p w:rsidR="00DB367D" w:rsidRDefault="00DB367D" w:rsidP="00DB367D"/>
    <w:p w:rsidR="00C97FDA" w:rsidRDefault="00C97FDA" w:rsidP="00C97FDA">
      <w:pPr>
        <w:jc w:val="both"/>
      </w:pPr>
      <w:r>
        <w:t>Ce marché est passé en application des articles L. 2124-2, R. 2124-1, R. 2124-2 et R. 2161-2 à R. 2161-5 du code de la commande publique</w:t>
      </w:r>
      <w:r w:rsidRPr="001131F4">
        <w:t>.</w:t>
      </w:r>
    </w:p>
    <w:p w:rsidR="00C97FDA" w:rsidRDefault="00C97FDA" w:rsidP="00C97FDA">
      <w:pPr>
        <w:jc w:val="both"/>
      </w:pPr>
    </w:p>
    <w:p w:rsidR="00DD6431" w:rsidRPr="002717E6" w:rsidRDefault="00DD6431" w:rsidP="00C97FDA">
      <w:pPr>
        <w:jc w:val="both"/>
        <w:rPr>
          <w:color w:val="FF0000"/>
        </w:rPr>
      </w:pPr>
    </w:p>
    <w:p w:rsidR="00816527" w:rsidRDefault="00FE335E" w:rsidP="00816527">
      <w:pPr>
        <w:pStyle w:val="Titre1"/>
        <w:numPr>
          <w:ilvl w:val="0"/>
          <w:numId w:val="9"/>
        </w:numPr>
      </w:pPr>
      <w:r>
        <w:t>LOT CONCERNÉ</w:t>
      </w:r>
    </w:p>
    <w:p w:rsidR="00FE335E" w:rsidRPr="00CA5AC5" w:rsidRDefault="00FE335E" w:rsidP="00FE335E">
      <w:pPr>
        <w:jc w:val="both"/>
      </w:pPr>
      <w:r>
        <w:t>Le présent acte d’engagement concerne le</w:t>
      </w:r>
      <w:r w:rsidR="005C1EF7">
        <w:t> </w:t>
      </w:r>
      <w:r w:rsidR="00C940CE">
        <w:t>l</w:t>
      </w:r>
      <w:r w:rsidRPr="00CA5AC5">
        <w:t xml:space="preserve">ot 1: Entreprises en </w:t>
      </w:r>
      <w:r w:rsidR="00C940CE">
        <w:t>France.</w:t>
      </w:r>
    </w:p>
    <w:p w:rsidR="00CA5AC5" w:rsidRPr="00CA5AC5" w:rsidRDefault="00FE335E" w:rsidP="00FE335E">
      <w:pPr>
        <w:jc w:val="both"/>
      </w:pPr>
      <w:r w:rsidRPr="00FE335E">
        <w:t xml:space="preserve"> </w:t>
      </w:r>
    </w:p>
    <w:p w:rsidR="00816527" w:rsidRDefault="00816527" w:rsidP="00816527">
      <w:pPr>
        <w:pStyle w:val="Titre1"/>
        <w:numPr>
          <w:ilvl w:val="0"/>
          <w:numId w:val="9"/>
        </w:numPr>
      </w:pPr>
      <w:r>
        <w:t>DURÉE DU MARCHE</w:t>
      </w:r>
    </w:p>
    <w:p w:rsidR="00816527" w:rsidRDefault="00816527" w:rsidP="00816527">
      <w:pPr>
        <w:pStyle w:val="Corpsdetexte"/>
      </w:pPr>
      <w:r>
        <w:t xml:space="preserve">Ce marché est conclu </w:t>
      </w:r>
      <w:r w:rsidR="00D460C6">
        <w:t>pour une durée d'un an</w:t>
      </w:r>
      <w:r>
        <w:t>. Il sera reconduit tacitement par période d'une année. Sa durée totale ne pourra pas excéder quatre années.</w:t>
      </w:r>
    </w:p>
    <w:p w:rsidR="00D460C6" w:rsidRPr="00D460C6" w:rsidRDefault="00D460C6" w:rsidP="00D460C6">
      <w:pPr>
        <w:pStyle w:val="Corpsdetexte"/>
      </w:pPr>
      <w:r w:rsidRPr="00D460C6">
        <w:t>Le marché débutera par défaut à sa date de notification. En cas d’émission d’un ordre de service fixant la date de début, à la date fixée par cet ordre de service. </w:t>
      </w:r>
    </w:p>
    <w:p w:rsidR="00D460C6" w:rsidRPr="00D460C6" w:rsidRDefault="00D460C6" w:rsidP="00D460C6">
      <w:pPr>
        <w:pStyle w:val="Corpsdetexte"/>
      </w:pPr>
      <w:r w:rsidRPr="00D460C6">
        <w:t>Dans tous les cas, le mar</w:t>
      </w:r>
      <w:r>
        <w:t>ché débutera au plus tard, le 03/09/2025</w:t>
      </w:r>
      <w:r w:rsidRPr="00D460C6">
        <w:t>.</w:t>
      </w:r>
    </w:p>
    <w:p w:rsidR="00D460C6" w:rsidRDefault="00D460C6" w:rsidP="00816527">
      <w:pPr>
        <w:pStyle w:val="Corpsdetexte"/>
      </w:pPr>
    </w:p>
    <w:p w:rsidR="00816527" w:rsidRDefault="00816527" w:rsidP="00816527">
      <w:pPr>
        <w:spacing w:before="240"/>
        <w:jc w:val="both"/>
        <w:rPr>
          <w:b/>
        </w:rPr>
      </w:pPr>
      <w:r w:rsidRPr="00AA3D8A">
        <w:t>L’INPI p</w:t>
      </w:r>
      <w:r>
        <w:t>ourra prendre</w:t>
      </w:r>
      <w:r w:rsidRPr="00AA3D8A">
        <w:t xml:space="preserve"> chaque année et au plus tard dans un délai de 1</w:t>
      </w:r>
      <w:r>
        <w:t>2</w:t>
      </w:r>
      <w:r w:rsidRPr="00AA3D8A">
        <w:t>0 jours avant la fin de la période annuelle, la décision de</w:t>
      </w:r>
      <w:r>
        <w:t xml:space="preserve"> ne pas reconduire le marché</w:t>
      </w:r>
      <w:r w:rsidRPr="00AA3D8A">
        <w:t>, sans que le titulaire puisse la refuser</w:t>
      </w:r>
      <w:r w:rsidRPr="00AA3D8A">
        <w:rPr>
          <w:b/>
        </w:rPr>
        <w:t>.</w:t>
      </w:r>
    </w:p>
    <w:p w:rsidR="001131F4" w:rsidRDefault="001131F4" w:rsidP="001F5EAE"/>
    <w:p w:rsidR="00BD71AA" w:rsidRDefault="00DB367D" w:rsidP="00BD71AA">
      <w:pPr>
        <w:pStyle w:val="Titre1"/>
        <w:numPr>
          <w:ilvl w:val="0"/>
          <w:numId w:val="9"/>
        </w:numPr>
        <w:spacing w:before="0"/>
      </w:pPr>
      <w:r>
        <w:br w:type="page"/>
      </w:r>
      <w:bookmarkStart w:id="0" w:name="_Toc179711029"/>
      <w:r w:rsidR="00BD71AA">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rsidR="00BD71AA" w:rsidRDefault="00BD71AA" w:rsidP="00AB53EC">
            <w:pPr>
              <w:ind w:left="1134" w:hanging="1134"/>
              <w:jc w:val="both"/>
            </w:pPr>
            <w:r w:rsidRPr="00453BCC">
              <w:t>Je soussigné (nom, prénom) : ……………………………………………………………</w:t>
            </w:r>
          </w:p>
        </w:tc>
      </w:tr>
      <w:tr w:rsidR="00BD71AA"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rsidR="00BD71AA" w:rsidRPr="00674409" w:rsidRDefault="00BD71AA" w:rsidP="00AB53EC">
            <w:pPr>
              <w:tabs>
                <w:tab w:val="left" w:pos="1490"/>
              </w:tabs>
            </w:pPr>
            <w:r w:rsidRPr="00674409">
              <w:t>Qualité </w:t>
            </w:r>
            <w:r w:rsidRPr="00674409">
              <w:rPr>
                <w:rStyle w:val="Appelnotedebasdep"/>
              </w:rPr>
              <w:footnoteReference w:id="1"/>
            </w:r>
            <w:r w:rsidRPr="00674409">
              <w:t>:</w:t>
            </w:r>
            <w:r w:rsidRPr="00674409">
              <w:tab/>
            </w:r>
            <w:r>
              <w:fldChar w:fldCharType="begin">
                <w:ffData>
                  <w:name w:val="CaseACocher21"/>
                  <w:enabled/>
                  <w:calcOnExit w:val="0"/>
                  <w:checkBox>
                    <w:sizeAuto/>
                    <w:default w:val="0"/>
                  </w:checkBox>
                </w:ffData>
              </w:fldChar>
            </w:r>
            <w:bookmarkStart w:id="1" w:name="CaseACocher21"/>
            <w:r>
              <w:instrText xml:space="preserve"> FORMCHECKBOX </w:instrText>
            </w:r>
            <w:r w:rsidR="004114CF">
              <w:fldChar w:fldCharType="separate"/>
            </w:r>
            <w:r>
              <w:fldChar w:fldCharType="end"/>
            </w:r>
            <w:bookmarkEnd w:id="1"/>
            <w:r>
              <w:t xml:space="preserve"> </w:t>
            </w:r>
            <w:r w:rsidRPr="00674409">
              <w:t>Représentant légal de l’entreprise</w:t>
            </w:r>
          </w:p>
          <w:p w:rsidR="00BD71AA" w:rsidRPr="00674409" w:rsidRDefault="00BD71AA" w:rsidP="00AB53EC">
            <w:pPr>
              <w:ind w:left="1490" w:hanging="1490"/>
            </w:pPr>
            <w:r w:rsidRPr="00674409">
              <w:tab/>
            </w:r>
            <w:r>
              <w:fldChar w:fldCharType="begin">
                <w:ffData>
                  <w:name w:val="CaseACocher22"/>
                  <w:enabled/>
                  <w:calcOnExit w:val="0"/>
                  <w:checkBox>
                    <w:sizeAuto/>
                    <w:default w:val="0"/>
                  </w:checkBox>
                </w:ffData>
              </w:fldChar>
            </w:r>
            <w:bookmarkStart w:id="2" w:name="CaseACocher22"/>
            <w:r>
              <w:instrText xml:space="preserve"> FORMCHECKBOX </w:instrText>
            </w:r>
            <w:r w:rsidR="004114CF">
              <w:fldChar w:fldCharType="separate"/>
            </w:r>
            <w:r>
              <w:fldChar w:fldCharType="end"/>
            </w:r>
            <w:bookmarkEnd w:id="2"/>
            <w:r>
              <w:t xml:space="preserve"> </w:t>
            </w:r>
            <w:r w:rsidRPr="00674409">
              <w:t>Ayant reçu pouvoir du représentant légal de l’entreprise</w:t>
            </w:r>
          </w:p>
          <w:p w:rsidR="00BD71AA" w:rsidRPr="00A80D7C" w:rsidRDefault="00BD71AA" w:rsidP="00AB53EC">
            <w:pPr>
              <w:ind w:left="1134" w:hanging="1134"/>
              <w:jc w:val="both"/>
              <w:rPr>
                <w:sz w:val="10"/>
                <w:szCs w:val="10"/>
              </w:rPr>
            </w:pPr>
          </w:p>
        </w:tc>
      </w:tr>
      <w:tr w:rsidR="00BD71AA"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rsidR="00BD71AA" w:rsidRDefault="00BD71AA" w:rsidP="00AB53EC">
            <w:pPr>
              <w:numPr>
                <w:ilvl w:val="0"/>
                <w:numId w:val="3"/>
              </w:numPr>
              <w:tabs>
                <w:tab w:val="clear" w:pos="1778"/>
                <w:tab w:val="num" w:pos="214"/>
              </w:tabs>
              <w:ind w:left="214" w:hanging="214"/>
              <w:jc w:val="both"/>
            </w:pPr>
            <w:r>
              <w:t>dénomination</w:t>
            </w:r>
            <w:r w:rsidRPr="00453BCC">
              <w:t xml:space="preserve"> sociale : …………………………………………………………………………</w:t>
            </w:r>
            <w:r>
              <w:t>…</w:t>
            </w:r>
          </w:p>
        </w:tc>
      </w:tr>
      <w:tr w:rsidR="00BD71AA" w:rsidTr="00AB53EC">
        <w:trPr>
          <w:trHeight w:val="847"/>
        </w:trPr>
        <w:tc>
          <w:tcPr>
            <w:tcW w:w="9214" w:type="dxa"/>
            <w:gridSpan w:val="20"/>
            <w:tcBorders>
              <w:top w:val="single" w:sz="4" w:space="0" w:color="FFFFFF"/>
              <w:left w:val="single" w:sz="4" w:space="0" w:color="FFFFFF"/>
              <w:bottom w:val="nil"/>
              <w:right w:val="single" w:sz="4" w:space="0" w:color="FFFFFF"/>
            </w:tcBorders>
          </w:tcPr>
          <w:p w:rsidR="00BD71AA" w:rsidRPr="00453BCC" w:rsidRDefault="00BD71AA" w:rsidP="00AB53EC">
            <w:pPr>
              <w:numPr>
                <w:ilvl w:val="0"/>
                <w:numId w:val="3"/>
              </w:numPr>
              <w:tabs>
                <w:tab w:val="num" w:pos="214"/>
              </w:tabs>
              <w:spacing w:before="120"/>
              <w:ind w:left="215" w:hanging="215"/>
            </w:pPr>
            <w:r w:rsidRPr="00453BCC">
              <w:t>adresse :………………………………………………………………………………………</w:t>
            </w:r>
          </w:p>
          <w:p w:rsidR="00BD71AA" w:rsidRDefault="00BD71AA" w:rsidP="00AB53EC">
            <w:pPr>
              <w:tabs>
                <w:tab w:val="num" w:pos="214"/>
              </w:tabs>
              <w:spacing w:before="120"/>
              <w:ind w:left="215" w:hanging="215"/>
            </w:pPr>
            <w:r w:rsidRPr="00E51497">
              <w:t xml:space="preserve"> ………………………………………………………………………………………</w:t>
            </w:r>
            <w:r>
              <w:t>…………..</w:t>
            </w:r>
          </w:p>
        </w:tc>
      </w:tr>
      <w:tr w:rsidR="00BD71AA" w:rsidTr="00AB53EC">
        <w:trPr>
          <w:trHeight w:val="365"/>
        </w:trPr>
        <w:tc>
          <w:tcPr>
            <w:tcW w:w="4421" w:type="dxa"/>
            <w:vMerge w:val="restart"/>
            <w:tcBorders>
              <w:top w:val="single" w:sz="4" w:space="0" w:color="FFFFFF"/>
              <w:left w:val="single" w:sz="4" w:space="0" w:color="FFFFFF"/>
            </w:tcBorders>
            <w:vAlign w:val="center"/>
          </w:tcPr>
          <w:p w:rsidR="00BD71AA" w:rsidRDefault="00BD71AA" w:rsidP="00AB53EC">
            <w:pPr>
              <w:ind w:left="214" w:hanging="214"/>
            </w:pPr>
            <w:r>
              <w:t xml:space="preserve">-  </w:t>
            </w:r>
            <w:r w:rsidRPr="00E51497">
              <w:t>Immatriculée sous le n° SIRET :</w:t>
            </w:r>
            <w:r>
              <w:t xml:space="preserve"> </w:t>
            </w:r>
          </w:p>
        </w:tc>
        <w:tc>
          <w:tcPr>
            <w:tcW w:w="341" w:type="dxa"/>
            <w:tcBorders>
              <w:top w:val="nil"/>
            </w:tcBorders>
            <w:vAlign w:val="center"/>
          </w:tcPr>
          <w:p w:rsidR="00BD71AA" w:rsidRPr="00F56FE2" w:rsidRDefault="00BD71AA" w:rsidP="00AB53EC">
            <w:pPr>
              <w:jc w:val="center"/>
              <w:rPr>
                <w:b/>
              </w:rPr>
            </w:pPr>
          </w:p>
        </w:tc>
        <w:tc>
          <w:tcPr>
            <w:tcW w:w="342" w:type="dxa"/>
            <w:gridSpan w:val="2"/>
            <w:tcBorders>
              <w:top w:val="nil"/>
            </w:tcBorders>
            <w:vAlign w:val="center"/>
          </w:tcPr>
          <w:p w:rsidR="00BD71AA" w:rsidRPr="00F56FE2" w:rsidRDefault="00BD71AA" w:rsidP="00AB53EC">
            <w:pPr>
              <w:jc w:val="center"/>
              <w:rPr>
                <w:b/>
              </w:rPr>
            </w:pPr>
          </w:p>
        </w:tc>
        <w:tc>
          <w:tcPr>
            <w:tcW w:w="343" w:type="dxa"/>
            <w:gridSpan w:val="2"/>
            <w:tcBorders>
              <w:top w:val="nil"/>
            </w:tcBorders>
            <w:vAlign w:val="center"/>
          </w:tcPr>
          <w:p w:rsidR="00BD71AA" w:rsidRPr="00F56FE2" w:rsidRDefault="00BD71AA" w:rsidP="00AB53EC">
            <w:pPr>
              <w:jc w:val="center"/>
              <w:rPr>
                <w:b/>
              </w:rPr>
            </w:pPr>
          </w:p>
        </w:tc>
        <w:tc>
          <w:tcPr>
            <w:tcW w:w="342" w:type="dxa"/>
            <w:gridSpan w:val="2"/>
            <w:tcBorders>
              <w:top w:val="nil"/>
            </w:tcBorders>
            <w:vAlign w:val="center"/>
          </w:tcPr>
          <w:p w:rsidR="00BD71AA" w:rsidRPr="00F56FE2" w:rsidRDefault="00BD71AA" w:rsidP="00AB53EC">
            <w:pPr>
              <w:jc w:val="center"/>
              <w:rPr>
                <w:b/>
              </w:rPr>
            </w:pPr>
          </w:p>
        </w:tc>
        <w:tc>
          <w:tcPr>
            <w:tcW w:w="343" w:type="dxa"/>
            <w:gridSpan w:val="2"/>
            <w:tcBorders>
              <w:top w:val="nil"/>
            </w:tcBorders>
            <w:vAlign w:val="center"/>
          </w:tcPr>
          <w:p w:rsidR="00BD71AA" w:rsidRPr="00F56FE2" w:rsidRDefault="00BD71AA" w:rsidP="00AB53EC">
            <w:pPr>
              <w:jc w:val="center"/>
              <w:rPr>
                <w:b/>
              </w:rPr>
            </w:pPr>
          </w:p>
        </w:tc>
        <w:tc>
          <w:tcPr>
            <w:tcW w:w="342" w:type="dxa"/>
            <w:gridSpan w:val="2"/>
            <w:tcBorders>
              <w:top w:val="nil"/>
            </w:tcBorders>
            <w:vAlign w:val="center"/>
          </w:tcPr>
          <w:p w:rsidR="00BD71AA" w:rsidRPr="00F56FE2" w:rsidRDefault="00BD71AA" w:rsidP="00AB53EC">
            <w:pPr>
              <w:jc w:val="center"/>
              <w:rPr>
                <w:b/>
              </w:rPr>
            </w:pPr>
          </w:p>
        </w:tc>
        <w:tc>
          <w:tcPr>
            <w:tcW w:w="343" w:type="dxa"/>
            <w:tcBorders>
              <w:top w:val="nil"/>
            </w:tcBorders>
            <w:vAlign w:val="center"/>
          </w:tcPr>
          <w:p w:rsidR="00BD71AA" w:rsidRPr="00F56FE2" w:rsidRDefault="00BD71AA" w:rsidP="00AB53EC">
            <w:pPr>
              <w:jc w:val="center"/>
              <w:rPr>
                <w:b/>
              </w:rPr>
            </w:pPr>
          </w:p>
        </w:tc>
        <w:tc>
          <w:tcPr>
            <w:tcW w:w="342" w:type="dxa"/>
            <w:tcBorders>
              <w:top w:val="nil"/>
            </w:tcBorders>
            <w:vAlign w:val="center"/>
          </w:tcPr>
          <w:p w:rsidR="00BD71AA" w:rsidRPr="00F56FE2" w:rsidRDefault="00BD71AA" w:rsidP="00AB53EC">
            <w:pPr>
              <w:jc w:val="center"/>
              <w:rPr>
                <w:b/>
              </w:rPr>
            </w:pPr>
          </w:p>
        </w:tc>
        <w:tc>
          <w:tcPr>
            <w:tcW w:w="342" w:type="dxa"/>
            <w:tcBorders>
              <w:top w:val="nil"/>
            </w:tcBorders>
            <w:vAlign w:val="center"/>
          </w:tcPr>
          <w:p w:rsidR="00BD71AA" w:rsidRPr="00F56FE2" w:rsidRDefault="00BD71AA" w:rsidP="00AB53EC">
            <w:pPr>
              <w:jc w:val="center"/>
              <w:rPr>
                <w:b/>
              </w:rPr>
            </w:pPr>
          </w:p>
        </w:tc>
        <w:tc>
          <w:tcPr>
            <w:tcW w:w="343" w:type="dxa"/>
            <w:tcBorders>
              <w:top w:val="nil"/>
            </w:tcBorders>
            <w:vAlign w:val="center"/>
          </w:tcPr>
          <w:p w:rsidR="00BD71AA" w:rsidRPr="00F56FE2" w:rsidRDefault="00BD71AA" w:rsidP="00AB53EC">
            <w:pPr>
              <w:jc w:val="center"/>
              <w:rPr>
                <w:b/>
              </w:rPr>
            </w:pPr>
          </w:p>
        </w:tc>
        <w:tc>
          <w:tcPr>
            <w:tcW w:w="342" w:type="dxa"/>
            <w:tcBorders>
              <w:top w:val="nil"/>
            </w:tcBorders>
            <w:vAlign w:val="center"/>
          </w:tcPr>
          <w:p w:rsidR="00BD71AA" w:rsidRPr="00F56FE2" w:rsidRDefault="00BD71AA" w:rsidP="00AB53EC">
            <w:pPr>
              <w:jc w:val="center"/>
              <w:rPr>
                <w:b/>
              </w:rPr>
            </w:pPr>
          </w:p>
        </w:tc>
        <w:tc>
          <w:tcPr>
            <w:tcW w:w="343" w:type="dxa"/>
            <w:tcBorders>
              <w:top w:val="nil"/>
            </w:tcBorders>
            <w:vAlign w:val="center"/>
          </w:tcPr>
          <w:p w:rsidR="00BD71AA" w:rsidRPr="00F56FE2" w:rsidRDefault="00BD71AA" w:rsidP="00AB53EC">
            <w:pPr>
              <w:jc w:val="center"/>
              <w:rPr>
                <w:b/>
              </w:rPr>
            </w:pPr>
          </w:p>
        </w:tc>
        <w:tc>
          <w:tcPr>
            <w:tcW w:w="342" w:type="dxa"/>
            <w:tcBorders>
              <w:top w:val="nil"/>
            </w:tcBorders>
            <w:vAlign w:val="center"/>
          </w:tcPr>
          <w:p w:rsidR="00BD71AA" w:rsidRPr="00F56FE2" w:rsidRDefault="00BD71AA" w:rsidP="00AB53EC">
            <w:pPr>
              <w:jc w:val="center"/>
              <w:rPr>
                <w:b/>
              </w:rPr>
            </w:pPr>
          </w:p>
        </w:tc>
        <w:tc>
          <w:tcPr>
            <w:tcW w:w="343" w:type="dxa"/>
            <w:tcBorders>
              <w:top w:val="nil"/>
              <w:right w:val="single" w:sz="4" w:space="0" w:color="auto"/>
            </w:tcBorders>
            <w:vAlign w:val="center"/>
          </w:tcPr>
          <w:p w:rsidR="00BD71AA" w:rsidRPr="00F56FE2" w:rsidRDefault="00BD71AA" w:rsidP="00AB53EC">
            <w:pPr>
              <w:jc w:val="center"/>
              <w:rPr>
                <w:b/>
              </w:rPr>
            </w:pPr>
          </w:p>
        </w:tc>
      </w:tr>
      <w:tr w:rsidR="00BD71AA" w:rsidTr="00AB53EC">
        <w:trPr>
          <w:trHeight w:val="130"/>
        </w:trPr>
        <w:tc>
          <w:tcPr>
            <w:tcW w:w="4421" w:type="dxa"/>
            <w:vMerge/>
            <w:tcBorders>
              <w:top w:val="nil"/>
              <w:left w:val="single" w:sz="4" w:space="0" w:color="FFFFFF"/>
              <w:bottom w:val="single" w:sz="4" w:space="0" w:color="FFFFFF"/>
            </w:tcBorders>
          </w:tcPr>
          <w:p w:rsidR="00BD71AA" w:rsidRDefault="00BD71AA" w:rsidP="00AB53EC">
            <w:pPr>
              <w:ind w:left="1031" w:hanging="1134"/>
              <w:jc w:val="both"/>
            </w:pPr>
          </w:p>
        </w:tc>
        <w:tc>
          <w:tcPr>
            <w:tcW w:w="3080" w:type="dxa"/>
            <w:gridSpan w:val="14"/>
          </w:tcPr>
          <w:p w:rsidR="00BD71AA" w:rsidRDefault="00BD71AA" w:rsidP="00AB53EC">
            <w:pPr>
              <w:jc w:val="center"/>
            </w:pPr>
            <w:r w:rsidRPr="00E51497">
              <w:rPr>
                <w:sz w:val="14"/>
                <w:szCs w:val="14"/>
              </w:rPr>
              <w:t>N° SIREN</w:t>
            </w:r>
          </w:p>
        </w:tc>
        <w:tc>
          <w:tcPr>
            <w:tcW w:w="1713" w:type="dxa"/>
            <w:gridSpan w:val="5"/>
            <w:tcBorders>
              <w:right w:val="single" w:sz="4" w:space="0" w:color="auto"/>
            </w:tcBorders>
          </w:tcPr>
          <w:p w:rsidR="00BD71AA" w:rsidRDefault="00BD71AA" w:rsidP="00AB53EC">
            <w:pPr>
              <w:jc w:val="center"/>
            </w:pPr>
            <w:r w:rsidRPr="00E51497">
              <w:rPr>
                <w:sz w:val="14"/>
                <w:szCs w:val="14"/>
              </w:rPr>
              <w:t>NIC</w:t>
            </w:r>
          </w:p>
        </w:tc>
      </w:tr>
      <w:tr w:rsidR="00BD71AA"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rsidR="00BD71AA" w:rsidRPr="00E51497" w:rsidRDefault="00BD71AA" w:rsidP="00AB53EC">
            <w:pPr>
              <w:jc w:val="center"/>
              <w:rPr>
                <w:sz w:val="14"/>
                <w:szCs w:val="14"/>
              </w:rPr>
            </w:pPr>
          </w:p>
        </w:tc>
      </w:tr>
      <w:tr w:rsidR="00BD71AA" w:rsidTr="00AB53EC">
        <w:trPr>
          <w:trHeight w:val="347"/>
        </w:trPr>
        <w:tc>
          <w:tcPr>
            <w:tcW w:w="4421" w:type="dxa"/>
            <w:tcBorders>
              <w:top w:val="single" w:sz="4" w:space="0" w:color="FFFFFF"/>
              <w:left w:val="single" w:sz="4" w:space="0" w:color="FFFFFF"/>
              <w:bottom w:val="single" w:sz="4" w:space="0" w:color="FFFFFF"/>
            </w:tcBorders>
            <w:vAlign w:val="bottom"/>
          </w:tcPr>
          <w:p w:rsidR="00BD71AA" w:rsidRPr="00453BCC" w:rsidRDefault="00BD71AA" w:rsidP="00AB53EC">
            <w:pPr>
              <w:numPr>
                <w:ilvl w:val="0"/>
                <w:numId w:val="20"/>
              </w:numPr>
              <w:tabs>
                <w:tab w:val="num" w:pos="214"/>
              </w:tabs>
              <w:ind w:left="214" w:hanging="214"/>
            </w:pPr>
            <w:r w:rsidRPr="00453BCC">
              <w:t>Code Activité Principale Exercée :</w:t>
            </w:r>
          </w:p>
        </w:tc>
        <w:tc>
          <w:tcPr>
            <w:tcW w:w="357" w:type="dxa"/>
            <w:gridSpan w:val="2"/>
            <w:tcBorders>
              <w:top w:val="nil"/>
            </w:tcBorders>
            <w:vAlign w:val="center"/>
          </w:tcPr>
          <w:p w:rsidR="00BD71AA" w:rsidRPr="00F56FE2" w:rsidRDefault="00BD71AA" w:rsidP="00AB53EC">
            <w:pPr>
              <w:jc w:val="center"/>
              <w:rPr>
                <w:b/>
              </w:rPr>
            </w:pPr>
          </w:p>
        </w:tc>
        <w:tc>
          <w:tcPr>
            <w:tcW w:w="369" w:type="dxa"/>
            <w:gridSpan w:val="2"/>
            <w:tcBorders>
              <w:top w:val="nil"/>
            </w:tcBorders>
            <w:vAlign w:val="center"/>
          </w:tcPr>
          <w:p w:rsidR="00BD71AA" w:rsidRPr="00F56FE2" w:rsidRDefault="00BD71AA" w:rsidP="00AB53EC">
            <w:pPr>
              <w:jc w:val="center"/>
              <w:rPr>
                <w:b/>
              </w:rPr>
            </w:pPr>
          </w:p>
        </w:tc>
        <w:tc>
          <w:tcPr>
            <w:tcW w:w="357" w:type="dxa"/>
            <w:gridSpan w:val="2"/>
            <w:tcBorders>
              <w:top w:val="nil"/>
            </w:tcBorders>
            <w:vAlign w:val="center"/>
          </w:tcPr>
          <w:p w:rsidR="00BD71AA" w:rsidRPr="00F56FE2" w:rsidRDefault="00BD71AA" w:rsidP="00AB53EC">
            <w:pPr>
              <w:jc w:val="center"/>
              <w:rPr>
                <w:b/>
              </w:rPr>
            </w:pPr>
          </w:p>
        </w:tc>
        <w:tc>
          <w:tcPr>
            <w:tcW w:w="357" w:type="dxa"/>
            <w:gridSpan w:val="2"/>
            <w:tcBorders>
              <w:top w:val="nil"/>
            </w:tcBorders>
            <w:vAlign w:val="center"/>
          </w:tcPr>
          <w:p w:rsidR="00BD71AA" w:rsidRPr="00F56FE2" w:rsidRDefault="00BD71AA" w:rsidP="00AB53EC">
            <w:pPr>
              <w:jc w:val="center"/>
              <w:rPr>
                <w:b/>
              </w:rPr>
            </w:pPr>
          </w:p>
        </w:tc>
        <w:tc>
          <w:tcPr>
            <w:tcW w:w="357" w:type="dxa"/>
            <w:gridSpan w:val="2"/>
            <w:tcBorders>
              <w:top w:val="nil"/>
            </w:tcBorders>
            <w:vAlign w:val="center"/>
          </w:tcPr>
          <w:p w:rsidR="00BD71AA" w:rsidRPr="00F56FE2" w:rsidRDefault="00BD71AA" w:rsidP="00AB53EC">
            <w:pPr>
              <w:jc w:val="center"/>
              <w:rPr>
                <w:b/>
              </w:rPr>
            </w:pPr>
          </w:p>
        </w:tc>
        <w:tc>
          <w:tcPr>
            <w:tcW w:w="2996" w:type="dxa"/>
            <w:gridSpan w:val="9"/>
            <w:tcBorders>
              <w:top w:val="single" w:sz="4" w:space="0" w:color="FFFFFF"/>
              <w:bottom w:val="single" w:sz="4" w:space="0" w:color="FFFFFF"/>
              <w:right w:val="single" w:sz="4" w:space="0" w:color="FFFFFF"/>
            </w:tcBorders>
          </w:tcPr>
          <w:p w:rsidR="00BD71AA" w:rsidRDefault="00BD71AA" w:rsidP="00AB53EC">
            <w:pPr>
              <w:rPr>
                <w:sz w:val="14"/>
                <w:szCs w:val="14"/>
              </w:rPr>
            </w:pPr>
          </w:p>
        </w:tc>
      </w:tr>
    </w:tbl>
    <w:p w:rsidR="00BD71AA" w:rsidRPr="00563BF9" w:rsidRDefault="00BD71AA" w:rsidP="00BD71AA">
      <w:pPr>
        <w:rPr>
          <w:sz w:val="12"/>
        </w:rPr>
      </w:pPr>
    </w:p>
    <w:p w:rsidR="00BD71AA" w:rsidRPr="00DF5152" w:rsidRDefault="00BD71AA" w:rsidP="00BD71AA">
      <w:pPr>
        <w:pStyle w:val="Corpsdetexte"/>
        <w:spacing w:before="60" w:after="60"/>
        <w:rPr>
          <w:sz w:val="21"/>
          <w:szCs w:val="21"/>
        </w:rPr>
      </w:pPr>
      <w:r w:rsidRPr="00DF5152">
        <w:rPr>
          <w:sz w:val="21"/>
          <w:szCs w:val="21"/>
        </w:rPr>
        <w:t>Après avoir pris connaissance du présent acte d’engagement,</w:t>
      </w:r>
    </w:p>
    <w:p w:rsidR="00BD71AA" w:rsidRPr="00F13CA5" w:rsidRDefault="00BD71AA" w:rsidP="00BD71AA">
      <w:pPr>
        <w:pStyle w:val="Corpsdetexte"/>
        <w:spacing w:before="60" w:after="60"/>
        <w:rPr>
          <w:sz w:val="21"/>
          <w:szCs w:val="21"/>
        </w:rPr>
      </w:pPr>
      <w:r w:rsidRPr="00F13CA5">
        <w:rPr>
          <w:sz w:val="21"/>
          <w:szCs w:val="21"/>
        </w:rPr>
        <w:t xml:space="preserve">Après avoir satisfait aux exigences des articles </w:t>
      </w:r>
      <w:r w:rsidR="00EA3DE4" w:rsidRPr="00F13CA5">
        <w:rPr>
          <w:sz w:val="21"/>
          <w:szCs w:val="21"/>
        </w:rPr>
        <w:t>R. 2143-3</w:t>
      </w:r>
      <w:r w:rsidR="004C53D8" w:rsidRPr="00F13CA5">
        <w:rPr>
          <w:sz w:val="21"/>
          <w:szCs w:val="21"/>
        </w:rPr>
        <w:t xml:space="preserve"> et R. 2143-5 à R. 2143-16</w:t>
      </w:r>
      <w:r w:rsidR="00430D56" w:rsidRPr="00F13CA5">
        <w:rPr>
          <w:sz w:val="21"/>
          <w:szCs w:val="21"/>
        </w:rPr>
        <w:t xml:space="preserve"> </w:t>
      </w:r>
      <w:r w:rsidR="004C53D8" w:rsidRPr="00F13CA5">
        <w:rPr>
          <w:sz w:val="21"/>
          <w:szCs w:val="21"/>
        </w:rPr>
        <w:t>du code de la commande publique</w:t>
      </w:r>
      <w:r w:rsidR="00430D56" w:rsidRPr="00F13CA5">
        <w:rPr>
          <w:sz w:val="21"/>
          <w:szCs w:val="21"/>
        </w:rPr>
        <w:t>.</w:t>
      </w:r>
    </w:p>
    <w:p w:rsidR="00BD71AA" w:rsidRPr="00DF5152" w:rsidRDefault="00BD71AA" w:rsidP="00BD71AA">
      <w:pPr>
        <w:pStyle w:val="Corpsdetexte"/>
        <w:spacing w:before="60" w:after="60"/>
        <w:rPr>
          <w:sz w:val="21"/>
          <w:szCs w:val="21"/>
        </w:rPr>
      </w:pPr>
      <w:r w:rsidRPr="00DF5152">
        <w:rPr>
          <w:sz w:val="21"/>
          <w:szCs w:val="21"/>
        </w:rPr>
        <w:t xml:space="preserve">Déclare adhérer aux documents visés à l’article </w:t>
      </w:r>
      <w:r w:rsidR="00816527">
        <w:rPr>
          <w:sz w:val="21"/>
          <w:szCs w:val="21"/>
        </w:rPr>
        <w:fldChar w:fldCharType="begin"/>
      </w:r>
      <w:r w:rsidR="00816527">
        <w:rPr>
          <w:sz w:val="21"/>
          <w:szCs w:val="21"/>
        </w:rPr>
        <w:instrText xml:space="preserve"> REF _Ref315164516 \r \h </w:instrText>
      </w:r>
      <w:r w:rsidR="00816527">
        <w:rPr>
          <w:sz w:val="21"/>
          <w:szCs w:val="21"/>
        </w:rPr>
      </w:r>
      <w:r w:rsidR="00816527">
        <w:rPr>
          <w:sz w:val="21"/>
          <w:szCs w:val="21"/>
        </w:rPr>
        <w:fldChar w:fldCharType="separate"/>
      </w:r>
      <w:r w:rsidR="007143BF">
        <w:rPr>
          <w:sz w:val="21"/>
          <w:szCs w:val="21"/>
        </w:rPr>
        <w:t>8</w:t>
      </w:r>
      <w:r w:rsidR="00816527">
        <w:rPr>
          <w:sz w:val="21"/>
          <w:szCs w:val="21"/>
        </w:rPr>
        <w:fldChar w:fldCharType="end"/>
      </w:r>
      <w:r w:rsidR="003A5834" w:rsidRPr="00DF5152">
        <w:rPr>
          <w:sz w:val="21"/>
          <w:szCs w:val="21"/>
        </w:rPr>
        <w:t xml:space="preserve"> </w:t>
      </w:r>
      <w:r w:rsidRPr="00DF5152">
        <w:rPr>
          <w:sz w:val="21"/>
          <w:szCs w:val="21"/>
        </w:rPr>
        <w:t>du présent acte d’engagement, et m’engage, sans réserve, conformément aux stipulations de ces documents, à exécuter les prestations du marché dans les conditions ci-après définies.</w:t>
      </w:r>
    </w:p>
    <w:p w:rsidR="00BD71AA" w:rsidRPr="00DF5152" w:rsidRDefault="00BD71AA" w:rsidP="00BD71AA">
      <w:pPr>
        <w:pStyle w:val="Corpsdetexte"/>
        <w:spacing w:before="60" w:after="60"/>
        <w:rPr>
          <w:sz w:val="21"/>
          <w:szCs w:val="21"/>
        </w:rPr>
      </w:pPr>
      <w:r w:rsidRPr="00DF5152">
        <w:rPr>
          <w:sz w:val="21"/>
          <w:szCs w:val="21"/>
        </w:rPr>
        <w:t>L’offre ainsi présentée ne me lie tou</w:t>
      </w:r>
      <w:r w:rsidR="00ED7A01">
        <w:rPr>
          <w:sz w:val="21"/>
          <w:szCs w:val="21"/>
        </w:rPr>
        <w:t>tefois que si l’attribution du marché est effectuée</w:t>
      </w:r>
      <w:r w:rsidR="00456552">
        <w:rPr>
          <w:sz w:val="21"/>
          <w:szCs w:val="21"/>
        </w:rPr>
        <w:t xml:space="preserve"> dans un délai de 18</w:t>
      </w:r>
      <w:r w:rsidRPr="00DF5152">
        <w:rPr>
          <w:sz w:val="21"/>
          <w:szCs w:val="21"/>
        </w:rPr>
        <w:t>0 jours à compter de la date limite de remise des offres fixée par le règlement de la consultation.</w:t>
      </w:r>
    </w:p>
    <w:p w:rsidR="00BD71AA" w:rsidRDefault="00BD71AA" w:rsidP="00BD71AA">
      <w:pPr>
        <w:pStyle w:val="Titre1"/>
        <w:numPr>
          <w:ilvl w:val="0"/>
          <w:numId w:val="9"/>
        </w:numPr>
        <w:tabs>
          <w:tab w:val="clear" w:pos="851"/>
          <w:tab w:val="num" w:pos="432"/>
          <w:tab w:val="left" w:pos="1134"/>
          <w:tab w:val="left" w:pos="1418"/>
        </w:tabs>
        <w:spacing w:before="240"/>
        <w:ind w:left="431" w:hanging="431"/>
      </w:pPr>
      <w:bookmarkStart w:id="3" w:name="_Ref29376268"/>
      <w:r>
        <w:t>CONTRACTANTS – GROUPEMENT D’ENTREPRISES</w:t>
      </w:r>
      <w:r>
        <w:rPr>
          <w:rStyle w:val="Appelnotedebasdep"/>
        </w:rPr>
        <w:footnoteReference w:id="2"/>
      </w:r>
      <w:bookmarkEnd w:id="3"/>
    </w:p>
    <w:p w:rsidR="00BD71AA" w:rsidRPr="006C5692" w:rsidRDefault="00BD71AA" w:rsidP="00BD71AA">
      <w:pPr>
        <w:spacing w:after="120"/>
        <w:jc w:val="both"/>
        <w:rPr>
          <w:bCs/>
          <w:sz w:val="28"/>
          <w:szCs w:val="28"/>
        </w:rPr>
      </w:pPr>
      <w:r w:rsidRPr="006C5692">
        <w:rPr>
          <w:bCs/>
          <w:szCs w:val="28"/>
        </w:rPr>
        <w:t>En cas de candidature groupée, remplir un seul acte d’engagement pour le groupement et compléter l’annexe à cet acte d’engagement.</w:t>
      </w:r>
    </w:p>
    <w:p w:rsidR="00BD71AA" w:rsidRPr="006C5692" w:rsidRDefault="00BD71AA" w:rsidP="00BD71AA">
      <w:pPr>
        <w:jc w:val="both"/>
        <w:rPr>
          <w:b/>
        </w:rPr>
      </w:pPr>
      <w:r w:rsidRPr="006C5692">
        <w:rPr>
          <w:b/>
        </w:rPr>
        <w:t>Nous soussignés :</w:t>
      </w:r>
    </w:p>
    <w:p w:rsidR="00BD71AA" w:rsidRPr="006C5692" w:rsidRDefault="00BD71AA" w:rsidP="00BD71AA">
      <w:pPr>
        <w:jc w:val="both"/>
      </w:pPr>
      <w:r w:rsidRPr="006C5692">
        <w:rPr>
          <w:b/>
        </w:rPr>
        <w:t>M</w:t>
      </w:r>
      <w:r w:rsidRPr="006C5692">
        <w:t>…………………………….……</w:t>
      </w:r>
      <w:r w:rsidRPr="006C5692">
        <w:tab/>
      </w:r>
      <w:r w:rsidRPr="006C5692">
        <w:tab/>
      </w:r>
      <w:r w:rsidRPr="006C5692">
        <w:rPr>
          <w:b/>
        </w:rPr>
        <w:t>M</w:t>
      </w:r>
      <w:r w:rsidRPr="006C5692">
        <w:t xml:space="preserve"> ……………………………………</w:t>
      </w:r>
    </w:p>
    <w:p w:rsidR="00BD71AA" w:rsidRPr="006C5692" w:rsidRDefault="00BD71AA" w:rsidP="00BD71AA">
      <w:pPr>
        <w:jc w:val="both"/>
      </w:pPr>
      <w:r w:rsidRPr="006C5692">
        <w:rPr>
          <w:b/>
        </w:rPr>
        <w:t>M</w:t>
      </w:r>
      <w:r w:rsidRPr="006C5692">
        <w:t>………………………………….</w:t>
      </w:r>
      <w:r w:rsidRPr="006C5692">
        <w:tab/>
      </w:r>
      <w:r w:rsidRPr="006C5692">
        <w:tab/>
      </w:r>
      <w:r w:rsidRPr="006C5692">
        <w:rPr>
          <w:b/>
        </w:rPr>
        <w:t>M</w:t>
      </w:r>
      <w:r w:rsidRPr="006C5692">
        <w:t xml:space="preserve"> ……………………………………</w:t>
      </w:r>
    </w:p>
    <w:p w:rsidR="00BD71AA" w:rsidRPr="00DF5152" w:rsidRDefault="00BD71AA" w:rsidP="00BD71AA">
      <w:pPr>
        <w:pStyle w:val="Corpsdetexte"/>
        <w:spacing w:before="60" w:after="60"/>
        <w:rPr>
          <w:sz w:val="21"/>
          <w:szCs w:val="21"/>
        </w:rPr>
      </w:pPr>
      <w:r w:rsidRPr="00DF5152">
        <w:rPr>
          <w:sz w:val="21"/>
          <w:szCs w:val="21"/>
        </w:rPr>
        <w:t>Après avoir pris connaissance du présent acte d’engagement,</w:t>
      </w:r>
    </w:p>
    <w:p w:rsidR="00F13CA5" w:rsidRPr="00F13CA5" w:rsidRDefault="00F13CA5" w:rsidP="00F13CA5">
      <w:pPr>
        <w:pStyle w:val="Corpsdetexte"/>
        <w:spacing w:before="60" w:after="60"/>
        <w:rPr>
          <w:sz w:val="21"/>
          <w:szCs w:val="21"/>
        </w:rPr>
      </w:pPr>
      <w:r w:rsidRPr="00F13CA5">
        <w:rPr>
          <w:sz w:val="21"/>
          <w:szCs w:val="21"/>
        </w:rPr>
        <w:t>Après avoir satisfait aux exigences des articles R. 2143-3 et R. 2143-5 à R. 2143-16 du code de la commande publique.</w:t>
      </w:r>
    </w:p>
    <w:p w:rsidR="00BD71AA" w:rsidRPr="00DF5152" w:rsidRDefault="00BD71AA" w:rsidP="00BD71AA">
      <w:pPr>
        <w:pStyle w:val="Corpsdetexte"/>
        <w:spacing w:before="60" w:after="60"/>
        <w:rPr>
          <w:sz w:val="21"/>
          <w:szCs w:val="21"/>
        </w:rPr>
      </w:pPr>
      <w:r w:rsidRPr="00DF5152">
        <w:rPr>
          <w:sz w:val="21"/>
          <w:szCs w:val="21"/>
        </w:rPr>
        <w:t xml:space="preserve">Déclarons adhérer aux documents visés à l’article </w:t>
      </w:r>
      <w:r w:rsidR="00816527">
        <w:rPr>
          <w:sz w:val="21"/>
          <w:szCs w:val="21"/>
        </w:rPr>
        <w:fldChar w:fldCharType="begin"/>
      </w:r>
      <w:r w:rsidR="00816527">
        <w:rPr>
          <w:sz w:val="21"/>
          <w:szCs w:val="21"/>
        </w:rPr>
        <w:instrText xml:space="preserve"> REF _Ref315164516 \r \h </w:instrText>
      </w:r>
      <w:r w:rsidR="00816527">
        <w:rPr>
          <w:sz w:val="21"/>
          <w:szCs w:val="21"/>
        </w:rPr>
      </w:r>
      <w:r w:rsidR="00816527">
        <w:rPr>
          <w:sz w:val="21"/>
          <w:szCs w:val="21"/>
        </w:rPr>
        <w:fldChar w:fldCharType="separate"/>
      </w:r>
      <w:r w:rsidR="007143BF">
        <w:rPr>
          <w:sz w:val="21"/>
          <w:szCs w:val="21"/>
        </w:rPr>
        <w:t>8</w:t>
      </w:r>
      <w:r w:rsidR="00816527">
        <w:rPr>
          <w:sz w:val="21"/>
          <w:szCs w:val="21"/>
        </w:rPr>
        <w:fldChar w:fldCharType="end"/>
      </w:r>
      <w:r w:rsidR="003A5834" w:rsidRPr="00DF5152">
        <w:rPr>
          <w:sz w:val="21"/>
          <w:szCs w:val="21"/>
        </w:rPr>
        <w:t xml:space="preserve"> </w:t>
      </w:r>
      <w:r w:rsidRPr="00DF5152">
        <w:rPr>
          <w:sz w:val="21"/>
          <w:szCs w:val="21"/>
        </w:rPr>
        <w:t>du présent acte d’engagement, et nous engageons, sans réserve, conformément aux stipulations de ces documents, à exécuter les prestations du marché dans les conditions ci-après définies.</w:t>
      </w:r>
    </w:p>
    <w:p w:rsidR="00BD71AA" w:rsidRPr="00DF5152" w:rsidRDefault="00BD71AA" w:rsidP="00BD71AA">
      <w:pPr>
        <w:pStyle w:val="Corpsdetexte"/>
        <w:spacing w:before="60" w:after="60"/>
        <w:rPr>
          <w:sz w:val="21"/>
          <w:szCs w:val="21"/>
        </w:rPr>
      </w:pPr>
      <w:r w:rsidRPr="00DF5152">
        <w:rPr>
          <w:sz w:val="21"/>
          <w:szCs w:val="21"/>
        </w:rPr>
        <w:t>L’offre ainsi présenté</w:t>
      </w:r>
      <w:r w:rsidR="00ED7A01">
        <w:rPr>
          <w:sz w:val="21"/>
          <w:szCs w:val="21"/>
        </w:rPr>
        <w:t>e ne nous lie toutefois que si l’attribution du marché est effectuée dans un délai de 18</w:t>
      </w:r>
      <w:r w:rsidRPr="00DF5152">
        <w:rPr>
          <w:sz w:val="21"/>
          <w:szCs w:val="21"/>
        </w:rPr>
        <w:t>0 jours à compter de la date limite de remise des offres fixée par le règlement de la consultation.</w:t>
      </w:r>
    </w:p>
    <w:p w:rsidR="00BD71AA" w:rsidRDefault="00BD71AA" w:rsidP="00BD71AA">
      <w:pPr>
        <w:jc w:val="both"/>
        <w:rPr>
          <w:b/>
        </w:rPr>
      </w:pPr>
    </w:p>
    <w:p w:rsidR="00BD71AA" w:rsidRPr="006C5692" w:rsidRDefault="00BD71AA" w:rsidP="00BD71AA">
      <w:pPr>
        <w:jc w:val="both"/>
      </w:pPr>
      <w:r w:rsidRPr="006C5692">
        <w:rPr>
          <w:b/>
        </w:rPr>
        <w:t xml:space="preserve">L'entreprise </w:t>
      </w:r>
      <w:r w:rsidRPr="006C5692">
        <w:t>…………………………………………………………………………………. est le mandataire des entrepreneurs groupés qui ont signé la lettre de candidature</w:t>
      </w:r>
      <w:r w:rsidR="005702D4">
        <w:t xml:space="preserve"> </w:t>
      </w:r>
      <w:r w:rsidR="004C53D8">
        <w:rPr>
          <w:i/>
          <w:sz w:val="18"/>
          <w:szCs w:val="18"/>
        </w:rPr>
        <w:t>(article R. 2142-24</w:t>
      </w:r>
      <w:r w:rsidR="005702D4" w:rsidRPr="009B45B9">
        <w:rPr>
          <w:i/>
          <w:sz w:val="18"/>
          <w:szCs w:val="18"/>
        </w:rPr>
        <w:t xml:space="preserve"> du </w:t>
      </w:r>
      <w:r w:rsidR="004C53D8">
        <w:rPr>
          <w:i/>
          <w:sz w:val="18"/>
          <w:szCs w:val="18"/>
        </w:rPr>
        <w:t>code de la commande publique</w:t>
      </w:r>
      <w:r w:rsidR="005702D4">
        <w:rPr>
          <w:i/>
          <w:sz w:val="18"/>
          <w:szCs w:val="18"/>
        </w:rPr>
        <w:t>)</w:t>
      </w:r>
      <w:r w:rsidRPr="006C5692">
        <w:t>.</w:t>
      </w:r>
    </w:p>
    <w:p w:rsidR="00563BF9" w:rsidRDefault="00563BF9" w:rsidP="00563BF9">
      <w:pPr>
        <w:pStyle w:val="Titre1"/>
        <w:spacing w:before="240" w:after="120"/>
        <w:rPr>
          <w:caps/>
        </w:rPr>
      </w:pPr>
      <w:r w:rsidRPr="00563BF9">
        <w:rPr>
          <w:caps/>
        </w:rPr>
        <w:t>Correspondance </w:t>
      </w:r>
    </w:p>
    <w:p w:rsidR="00563BF9" w:rsidRDefault="00563BF9" w:rsidP="00563BF9">
      <w:pPr>
        <w:pStyle w:val="Corpsdetexte"/>
        <w:spacing w:before="60" w:after="60"/>
      </w:pPr>
      <w:r>
        <w:t>Adresse électronique pour correspondance : ……………………………………@....................</w:t>
      </w:r>
    </w:p>
    <w:p w:rsidR="004809F5" w:rsidRPr="004809F5" w:rsidRDefault="004809F5" w:rsidP="000E6760">
      <w:pPr>
        <w:pStyle w:val="Titre1"/>
        <w:spacing w:before="360"/>
      </w:pPr>
      <w:bookmarkStart w:id="4" w:name="_Ref315164516"/>
      <w:r w:rsidRPr="004809F5">
        <w:lastRenderedPageBreak/>
        <w:t>PIECES CONSTITUTIVES DU MARCHE</w:t>
      </w:r>
      <w:bookmarkEnd w:id="0"/>
      <w:bookmarkEnd w:id="4"/>
    </w:p>
    <w:p w:rsidR="00267916" w:rsidRPr="00AC0265" w:rsidRDefault="00520A3E" w:rsidP="00267916">
      <w:pPr>
        <w:pStyle w:val="Corpsdetexte"/>
      </w:pPr>
      <w:r>
        <w:t>Par dérogation à l’article 4.1 du CCAG-</w:t>
      </w:r>
      <w:r w:rsidRPr="005C1EF7">
        <w:t>FCS</w:t>
      </w:r>
      <w:r>
        <w:t>, l</w:t>
      </w:r>
      <w:r w:rsidR="00267916" w:rsidRPr="00AC0265">
        <w:t xml:space="preserve">es pièces constitutives </w:t>
      </w:r>
      <w:r w:rsidR="00267916">
        <w:rPr>
          <w:bCs/>
        </w:rPr>
        <w:t>du</w:t>
      </w:r>
      <w:r w:rsidR="00267916" w:rsidRPr="00AC0265">
        <w:rPr>
          <w:bCs/>
        </w:rPr>
        <w:t xml:space="preserve"> marché</w:t>
      </w:r>
      <w:r w:rsidR="00267916" w:rsidRPr="00AC0265">
        <w:t xml:space="preserve"> sont les suivantes par ordre de priorité décroissant:</w:t>
      </w:r>
    </w:p>
    <w:p w:rsidR="000E6760" w:rsidRDefault="00267916" w:rsidP="000E6760">
      <w:pPr>
        <w:pStyle w:val="Retraitcorpsdetexte"/>
        <w:numPr>
          <w:ilvl w:val="0"/>
          <w:numId w:val="20"/>
        </w:numPr>
        <w:tabs>
          <w:tab w:val="clear" w:pos="284"/>
          <w:tab w:val="left" w:pos="1134"/>
        </w:tabs>
        <w:spacing w:before="60"/>
        <w:ind w:left="1775" w:hanging="357"/>
        <w:rPr>
          <w:rFonts w:ascii="Arial" w:hAnsi="Arial"/>
          <w:kern w:val="16"/>
        </w:rPr>
      </w:pPr>
      <w:r w:rsidRPr="00AC0265">
        <w:rPr>
          <w:rFonts w:ascii="Arial" w:hAnsi="Arial"/>
          <w:kern w:val="16"/>
        </w:rPr>
        <w:t>L</w:t>
      </w:r>
      <w:r>
        <w:rPr>
          <w:rFonts w:ascii="Arial" w:hAnsi="Arial"/>
          <w:kern w:val="16"/>
        </w:rPr>
        <w:t xml:space="preserve">e présent </w:t>
      </w:r>
      <w:r w:rsidRPr="00AC0265">
        <w:rPr>
          <w:rFonts w:ascii="Arial" w:hAnsi="Arial"/>
          <w:kern w:val="16"/>
        </w:rPr>
        <w:t>acte d'engagement,</w:t>
      </w:r>
      <w:r w:rsidR="005B4E02">
        <w:rPr>
          <w:rFonts w:ascii="Arial" w:hAnsi="Arial"/>
          <w:kern w:val="16"/>
        </w:rPr>
        <w:t xml:space="preserve"> et ses éventuelles annexes, dans la version résultant des dernières modifications éventuelles, opérées par avenant, </w:t>
      </w:r>
    </w:p>
    <w:p w:rsidR="00A433C8" w:rsidRDefault="00A433C8" w:rsidP="000E6760">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Le cadre de réponse,</w:t>
      </w:r>
    </w:p>
    <w:p w:rsidR="000E6760" w:rsidRDefault="000E6760" w:rsidP="000E6760">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 xml:space="preserve">Le </w:t>
      </w:r>
      <w:r w:rsidRPr="004809F5">
        <w:rPr>
          <w:rFonts w:ascii="Arial" w:hAnsi="Arial"/>
          <w:kern w:val="16"/>
        </w:rPr>
        <w:t>cahier des clauses administratives particulières</w:t>
      </w:r>
      <w:r w:rsidR="000E3FF3">
        <w:rPr>
          <w:rFonts w:ascii="Arial" w:hAnsi="Arial"/>
          <w:kern w:val="16"/>
        </w:rPr>
        <w:t xml:space="preserve"> (CCAP)</w:t>
      </w:r>
      <w:r w:rsidRPr="004809F5">
        <w:rPr>
          <w:rFonts w:ascii="Arial" w:hAnsi="Arial"/>
          <w:kern w:val="16"/>
        </w:rPr>
        <w:t xml:space="preserve">, </w:t>
      </w:r>
    </w:p>
    <w:p w:rsidR="00926730" w:rsidRDefault="00926730" w:rsidP="000E6760">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Le cahier des clauses techniques particulières</w:t>
      </w:r>
      <w:r w:rsidR="000E3FF3">
        <w:rPr>
          <w:rFonts w:ascii="Arial" w:hAnsi="Arial"/>
          <w:kern w:val="16"/>
        </w:rPr>
        <w:t xml:space="preserve"> (CCTP)</w:t>
      </w:r>
      <w:r w:rsidR="004B3E4A">
        <w:rPr>
          <w:rFonts w:ascii="Arial" w:hAnsi="Arial"/>
          <w:kern w:val="16"/>
        </w:rPr>
        <w:t xml:space="preserve"> du lot 1</w:t>
      </w:r>
      <w:r>
        <w:rPr>
          <w:rFonts w:ascii="Arial" w:hAnsi="Arial"/>
          <w:kern w:val="16"/>
        </w:rPr>
        <w:t>,</w:t>
      </w:r>
    </w:p>
    <w:p w:rsidR="00926730" w:rsidRDefault="00926730" w:rsidP="000E6760">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 xml:space="preserve">Le </w:t>
      </w:r>
      <w:r w:rsidR="004B3E4A">
        <w:rPr>
          <w:rFonts w:ascii="Arial" w:hAnsi="Arial"/>
          <w:kern w:val="16"/>
        </w:rPr>
        <w:t>bordereau des prix</w:t>
      </w:r>
      <w:r w:rsidR="004114CF">
        <w:rPr>
          <w:rFonts w:ascii="Arial" w:hAnsi="Arial"/>
          <w:kern w:val="16"/>
        </w:rPr>
        <w:t xml:space="preserve"> du lot 1</w:t>
      </w:r>
      <w:bookmarkStart w:id="5" w:name="_GoBack"/>
      <w:bookmarkEnd w:id="5"/>
      <w:r w:rsidR="00B85FD9">
        <w:rPr>
          <w:rFonts w:ascii="Arial" w:hAnsi="Arial"/>
          <w:kern w:val="16"/>
        </w:rPr>
        <w:t xml:space="preserve">, </w:t>
      </w:r>
      <w:r>
        <w:rPr>
          <w:rFonts w:ascii="Arial" w:hAnsi="Arial"/>
          <w:kern w:val="16"/>
        </w:rPr>
        <w:t xml:space="preserve"> </w:t>
      </w:r>
    </w:p>
    <w:p w:rsidR="005B4E02" w:rsidRDefault="005B4E02" w:rsidP="005B4E02">
      <w:pPr>
        <w:pStyle w:val="Titre2"/>
        <w:keepNext w:val="0"/>
        <w:numPr>
          <w:ilvl w:val="0"/>
          <w:numId w:val="20"/>
        </w:numPr>
        <w:spacing w:before="60" w:after="0"/>
        <w:ind w:left="1775" w:right="-6" w:hanging="357"/>
        <w:rPr>
          <w:b w:val="0"/>
          <w:kern w:val="16"/>
        </w:rPr>
      </w:pPr>
      <w:r>
        <w:rPr>
          <w:b w:val="0"/>
          <w:kern w:val="16"/>
        </w:rPr>
        <w:t>l</w:t>
      </w:r>
      <w:r w:rsidRPr="00267916">
        <w:rPr>
          <w:b w:val="0"/>
          <w:kern w:val="16"/>
        </w:rPr>
        <w:t>e cahier des clauses administratives générales des marchés de fournitures courantes et de services (CCAG-FCS) approuvé</w:t>
      </w:r>
      <w:r w:rsidR="005C1EF7">
        <w:rPr>
          <w:b w:val="0"/>
          <w:kern w:val="16"/>
        </w:rPr>
        <w:t xml:space="preserve"> par l’arrêté du 30 mars 2021</w:t>
      </w:r>
      <w:r w:rsidRPr="00267916">
        <w:rPr>
          <w:b w:val="0"/>
          <w:kern w:val="16"/>
        </w:rPr>
        <w:t xml:space="preserve"> ; ce document, bien que non joint au marché, est réputé bien connu et le titulaire du marché reconnaît expressément son caractère contractuel,</w:t>
      </w:r>
    </w:p>
    <w:p w:rsidR="005B4E02" w:rsidRDefault="005B4E02" w:rsidP="005B4E02">
      <w:pPr>
        <w:pStyle w:val="Retraitcorpsdetexte"/>
        <w:numPr>
          <w:ilvl w:val="0"/>
          <w:numId w:val="20"/>
        </w:numPr>
        <w:tabs>
          <w:tab w:val="clear" w:pos="284"/>
          <w:tab w:val="left" w:pos="1134"/>
        </w:tabs>
        <w:spacing w:before="60"/>
        <w:ind w:left="1775" w:hanging="357"/>
        <w:rPr>
          <w:rFonts w:ascii="Arial" w:hAnsi="Arial"/>
          <w:kern w:val="16"/>
        </w:rPr>
      </w:pPr>
      <w:r>
        <w:rPr>
          <w:rFonts w:ascii="Arial" w:hAnsi="Arial"/>
          <w:kern w:val="16"/>
        </w:rPr>
        <w:t>les actes spéciaux de sous-traitance et leurs avenants, postérieurs à la notification du marché,</w:t>
      </w:r>
    </w:p>
    <w:p w:rsidR="005B4E02" w:rsidRPr="004809F5" w:rsidRDefault="005B4E02" w:rsidP="005B4E02">
      <w:pPr>
        <w:pStyle w:val="Retraitcorpsdetexte"/>
        <w:numPr>
          <w:ilvl w:val="0"/>
          <w:numId w:val="20"/>
        </w:numPr>
        <w:tabs>
          <w:tab w:val="clear" w:pos="284"/>
          <w:tab w:val="left" w:pos="1134"/>
        </w:tabs>
        <w:spacing w:before="60"/>
        <w:ind w:left="1775" w:hanging="357"/>
        <w:rPr>
          <w:rFonts w:ascii="Arial" w:hAnsi="Arial"/>
          <w:kern w:val="16"/>
        </w:rPr>
      </w:pPr>
      <w:r w:rsidRPr="004809F5">
        <w:rPr>
          <w:rFonts w:ascii="Arial" w:hAnsi="Arial"/>
          <w:kern w:val="16"/>
        </w:rPr>
        <w:t xml:space="preserve">la proposition technique </w:t>
      </w:r>
      <w:r>
        <w:rPr>
          <w:rFonts w:ascii="Arial" w:hAnsi="Arial"/>
          <w:kern w:val="16"/>
        </w:rPr>
        <w:t xml:space="preserve">et financière </w:t>
      </w:r>
      <w:r w:rsidRPr="004809F5">
        <w:rPr>
          <w:rFonts w:ascii="Arial" w:hAnsi="Arial"/>
          <w:kern w:val="16"/>
        </w:rPr>
        <w:t>du titu</w:t>
      </w:r>
      <w:r>
        <w:rPr>
          <w:rFonts w:ascii="Arial" w:hAnsi="Arial"/>
          <w:kern w:val="16"/>
        </w:rPr>
        <w:t>laire.</w:t>
      </w:r>
    </w:p>
    <w:p w:rsidR="007170C1" w:rsidRDefault="007170C1" w:rsidP="007170C1">
      <w:pPr>
        <w:pStyle w:val="Titre1"/>
        <w:numPr>
          <w:ilvl w:val="0"/>
          <w:numId w:val="0"/>
        </w:numPr>
        <w:spacing w:before="0" w:after="120"/>
        <w:ind w:left="851" w:hanging="851"/>
      </w:pPr>
    </w:p>
    <w:p w:rsidR="00F50E82" w:rsidRDefault="00F50E82" w:rsidP="00F50E82">
      <w:pPr>
        <w:pStyle w:val="Titre1"/>
        <w:numPr>
          <w:ilvl w:val="0"/>
          <w:numId w:val="9"/>
        </w:numPr>
      </w:pPr>
      <w:r>
        <w:t>PRIX DU MARCHÉ</w:t>
      </w:r>
    </w:p>
    <w:p w:rsidR="00F50E82" w:rsidRDefault="00F50E82" w:rsidP="00F50E82">
      <w:r>
        <w:t>Les prix du marché sont ceux renseignés au bordereau des prix.</w:t>
      </w:r>
    </w:p>
    <w:p w:rsidR="007170C1" w:rsidRPr="007170C1" w:rsidRDefault="007170C1" w:rsidP="007170C1"/>
    <w:p w:rsidR="00C52BD9" w:rsidRDefault="00C52BD9" w:rsidP="00C52BD9">
      <w:pPr>
        <w:pStyle w:val="Titre1"/>
        <w:numPr>
          <w:ilvl w:val="0"/>
          <w:numId w:val="9"/>
        </w:numPr>
        <w:spacing w:before="0" w:after="120"/>
      </w:pPr>
      <w:r w:rsidRPr="007170C1">
        <w:br w:type="page"/>
      </w:r>
      <w:r>
        <w:lastRenderedPageBreak/>
        <w:t>PAIEMENTS</w:t>
      </w:r>
    </w:p>
    <w:p w:rsidR="00C52BD9" w:rsidRDefault="00C52BD9" w:rsidP="00C52BD9">
      <w:pPr>
        <w:pStyle w:val="Titre2"/>
        <w:numPr>
          <w:ilvl w:val="1"/>
          <w:numId w:val="9"/>
        </w:numPr>
        <w:spacing w:before="0"/>
      </w:pPr>
      <w:r>
        <w:t>Relevé d’identité bancaire ou postal</w:t>
      </w:r>
    </w:p>
    <w:p w:rsidR="00C52BD9" w:rsidRDefault="00C52BD9" w:rsidP="00C52BD9">
      <w:pPr>
        <w:pStyle w:val="Corpsdetexte"/>
      </w:pPr>
      <w:r>
        <w:t xml:space="preserve">La personne publique se libérera des sommes dues au titulaire au titre du présent marché en en faisant porter les montants au crédit du compte suivant (joindre un RIB ou un RIP </w:t>
      </w:r>
      <w:r w:rsidRPr="005B4E02">
        <w:rPr>
          <w:u w:val="single"/>
        </w:rPr>
        <w:t>original</w:t>
      </w:r>
      <w:r>
        <w:t>)</w:t>
      </w:r>
      <w:r w:rsidR="00EC6ACB">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F9140A"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IBAN – Identifiant international de compte</w:t>
            </w:r>
          </w:p>
        </w:tc>
      </w:tr>
      <w:tr w:rsidR="00C52BD9" w:rsidRPr="00F9140A" w:rsidTr="005A38E7">
        <w:tc>
          <w:tcPr>
            <w:tcW w:w="1488" w:type="dxa"/>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rPr>
            </w:pPr>
          </w:p>
        </w:tc>
        <w:tc>
          <w:tcPr>
            <w:tcW w:w="1809" w:type="dxa"/>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rsidR="00C52BD9" w:rsidRPr="00F9140A" w:rsidRDefault="00C52BD9" w:rsidP="005A38E7">
            <w:pPr>
              <w:spacing w:before="60" w:after="60"/>
              <w:jc w:val="center"/>
              <w:rPr>
                <w:b/>
                <w:caps/>
              </w:rPr>
            </w:pPr>
          </w:p>
        </w:tc>
      </w:tr>
      <w:tr w:rsidR="00C52BD9" w:rsidRPr="00F9140A"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rsidR="00C52BD9" w:rsidRPr="00F9140A" w:rsidRDefault="00C52BD9" w:rsidP="005A38E7">
            <w:pPr>
              <w:tabs>
                <w:tab w:val="left" w:pos="3402"/>
              </w:tabs>
              <w:spacing w:before="60" w:after="60"/>
              <w:jc w:val="center"/>
              <w:rPr>
                <w:sz w:val="18"/>
              </w:rPr>
            </w:pPr>
            <w:r w:rsidRPr="00F9140A">
              <w:rPr>
                <w:sz w:val="18"/>
              </w:rPr>
              <w:t>Domiciliation</w:t>
            </w:r>
          </w:p>
        </w:tc>
      </w:tr>
      <w:tr w:rsidR="00C52BD9" w:rsidRPr="00F9140A"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rsidR="00C52BD9" w:rsidRPr="00F9140A" w:rsidRDefault="00C52BD9" w:rsidP="005A38E7">
            <w:pPr>
              <w:tabs>
                <w:tab w:val="left" w:pos="3402"/>
              </w:tabs>
              <w:spacing w:before="60" w:after="60"/>
              <w:jc w:val="center"/>
              <w:rPr>
                <w:caps/>
              </w:rPr>
            </w:pPr>
          </w:p>
        </w:tc>
        <w:tc>
          <w:tcPr>
            <w:tcW w:w="5033" w:type="dxa"/>
            <w:gridSpan w:val="2"/>
            <w:tcBorders>
              <w:top w:val="dashSmallGap" w:sz="4" w:space="0" w:color="auto"/>
              <w:left w:val="single" w:sz="4" w:space="0" w:color="auto"/>
              <w:bottom w:val="single" w:sz="4" w:space="0" w:color="auto"/>
              <w:right w:val="single" w:sz="4" w:space="0" w:color="auto"/>
            </w:tcBorders>
          </w:tcPr>
          <w:p w:rsidR="00C52BD9" w:rsidRPr="00F9140A" w:rsidRDefault="00C52BD9" w:rsidP="005A38E7">
            <w:pPr>
              <w:tabs>
                <w:tab w:val="left" w:pos="3402"/>
              </w:tabs>
              <w:spacing w:before="60" w:after="60"/>
              <w:jc w:val="center"/>
              <w:rPr>
                <w:caps/>
              </w:rPr>
            </w:pPr>
          </w:p>
        </w:tc>
      </w:tr>
      <w:tr w:rsidR="00C52BD9" w:rsidRPr="00F9140A"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rsidR="00C52BD9" w:rsidRPr="00F9140A" w:rsidRDefault="00C52BD9" w:rsidP="005A38E7">
            <w:pPr>
              <w:tabs>
                <w:tab w:val="left" w:pos="3402"/>
              </w:tabs>
              <w:spacing w:before="60" w:after="60"/>
              <w:rPr>
                <w:sz w:val="18"/>
              </w:rPr>
            </w:pPr>
            <w:r w:rsidRPr="00F9140A">
              <w:rPr>
                <w:sz w:val="18"/>
              </w:rPr>
              <w:t>Titulaire du compte</w:t>
            </w:r>
            <w:r>
              <w:rPr>
                <w:sz w:val="18"/>
              </w:rPr>
              <w:t> :</w:t>
            </w:r>
          </w:p>
        </w:tc>
        <w:tc>
          <w:tcPr>
            <w:tcW w:w="7546" w:type="dxa"/>
            <w:gridSpan w:val="5"/>
            <w:tcBorders>
              <w:top w:val="single" w:sz="4" w:space="0" w:color="auto"/>
              <w:bottom w:val="single" w:sz="4" w:space="0" w:color="auto"/>
              <w:right w:val="single" w:sz="4" w:space="0" w:color="auto"/>
            </w:tcBorders>
          </w:tcPr>
          <w:p w:rsidR="00C52BD9" w:rsidRPr="00F9140A" w:rsidRDefault="00C52BD9" w:rsidP="005A38E7">
            <w:pPr>
              <w:spacing w:before="60" w:after="60"/>
              <w:rPr>
                <w:caps/>
              </w:rPr>
            </w:pPr>
          </w:p>
        </w:tc>
      </w:tr>
    </w:tbl>
    <w:p w:rsidR="00C52BD9" w:rsidRDefault="00C52BD9" w:rsidP="00C52BD9">
      <w:pPr>
        <w:pStyle w:val="Corpsdetexte"/>
        <w:keepNext/>
        <w:spacing w:before="0" w:after="0"/>
        <w:rPr>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Tr="005A38E7">
        <w:trPr>
          <w:trHeight w:val="234"/>
        </w:trPr>
        <w:tc>
          <w:tcPr>
            <w:tcW w:w="9926" w:type="dxa"/>
            <w:gridSpan w:val="9"/>
          </w:tcPr>
          <w:p w:rsidR="00C52BD9" w:rsidRPr="003B4DA2" w:rsidRDefault="00C52BD9" w:rsidP="005A38E7">
            <w:pPr>
              <w:pStyle w:val="Retraitcorpsdetexte2"/>
              <w:keepNext/>
              <w:ind w:left="0"/>
              <w:jc w:val="center"/>
              <w:rPr>
                <w:rFonts w:ascii="Arial" w:hAnsi="Arial"/>
              </w:rPr>
            </w:pPr>
            <w:r w:rsidRPr="0040275F">
              <w:rPr>
                <w:rFonts w:ascii="Arial" w:hAnsi="Arial"/>
                <w:b/>
                <w:bCs/>
                <w:u w:val="single"/>
              </w:rPr>
              <w:t xml:space="preserve">En cas de groupement </w:t>
            </w:r>
            <w:r>
              <w:rPr>
                <w:rFonts w:ascii="Arial" w:hAnsi="Arial"/>
                <w:b/>
                <w:bCs/>
                <w:u w:val="single"/>
              </w:rPr>
              <w:t xml:space="preserve">conjoint </w:t>
            </w:r>
            <w:r w:rsidRPr="0040275F">
              <w:rPr>
                <w:rFonts w:ascii="Arial" w:hAnsi="Arial"/>
                <w:b/>
                <w:bCs/>
                <w:u w:val="single"/>
              </w:rPr>
              <w:t>d’entreprises :</w:t>
            </w:r>
          </w:p>
        </w:tc>
      </w:tr>
      <w:tr w:rsidR="00C52BD9" w:rsidTr="005A38E7">
        <w:trPr>
          <w:trHeight w:val="1746"/>
        </w:trPr>
        <w:tc>
          <w:tcPr>
            <w:tcW w:w="9926" w:type="dxa"/>
            <w:gridSpan w:val="9"/>
          </w:tcPr>
          <w:p w:rsidR="00C52BD9" w:rsidRPr="0040275F" w:rsidRDefault="00C52BD9" w:rsidP="005A38E7">
            <w:pPr>
              <w:pStyle w:val="Retraitcorpsdetexte2"/>
              <w:keepNext/>
              <w:ind w:left="0"/>
              <w:rPr>
                <w:rFonts w:ascii="Arial" w:hAnsi="Arial"/>
              </w:rPr>
            </w:pPr>
            <w:r w:rsidRPr="0040275F">
              <w:rPr>
                <w:rFonts w:ascii="Arial" w:hAnsi="Arial"/>
              </w:rPr>
              <w:t xml:space="preserve">Les soussignés </w:t>
            </w:r>
            <w:r>
              <w:rPr>
                <w:rFonts w:ascii="Arial" w:hAnsi="Arial"/>
              </w:rPr>
              <w:t>sociétés</w:t>
            </w:r>
            <w:r w:rsidRPr="0040275F">
              <w:rPr>
                <w:rFonts w:ascii="Arial" w:hAnsi="Arial"/>
              </w:rPr>
              <w:t xml:space="preserve"> groupés</w:t>
            </w:r>
            <w:r>
              <w:rPr>
                <w:rFonts w:ascii="Arial" w:hAnsi="Arial"/>
              </w:rPr>
              <w:t xml:space="preserve"> conjointement</w:t>
            </w:r>
            <w:r w:rsidRPr="0040275F">
              <w:rPr>
                <w:rFonts w:ascii="Arial" w:hAnsi="Arial"/>
              </w:rPr>
              <w:t>, autres que le mandataire, donnent par les présentes (jointes en annexe) à ce mandataire qui l'accepte, procuration à l'effet de percevoir pour leur compte les sommes qui leur sont dues en exécution du marché par règlement au compte du mandataire :</w:t>
            </w:r>
          </w:p>
          <w:p w:rsidR="00C52BD9" w:rsidRPr="003B4DA2" w:rsidRDefault="00C52BD9" w:rsidP="005A38E7">
            <w:pPr>
              <w:keepNext/>
              <w:tabs>
                <w:tab w:val="num" w:pos="709"/>
              </w:tabs>
              <w:spacing w:before="120"/>
              <w:ind w:left="1418" w:right="-142"/>
              <w:jc w:val="both"/>
            </w:pPr>
            <w:r w:rsidRPr="003B4DA2">
              <w:fldChar w:fldCharType="begin">
                <w:ffData>
                  <w:name w:val="CaseACocher23"/>
                  <w:enabled/>
                  <w:calcOnExit w:val="0"/>
                  <w:checkBox>
                    <w:sizeAuto/>
                    <w:default w:val="0"/>
                  </w:checkBox>
                </w:ffData>
              </w:fldChar>
            </w:r>
            <w:bookmarkStart w:id="6" w:name="CaseACocher23"/>
            <w:r w:rsidRPr="003B4DA2">
              <w:instrText xml:space="preserve"> FORMCHECKBOX </w:instrText>
            </w:r>
            <w:r w:rsidR="004114CF">
              <w:fldChar w:fldCharType="separate"/>
            </w:r>
            <w:r w:rsidRPr="003B4DA2">
              <w:fldChar w:fldCharType="end"/>
            </w:r>
            <w:bookmarkEnd w:id="6"/>
            <w:r w:rsidRPr="003B4DA2">
              <w:tab/>
              <w:t>OUI</w:t>
            </w:r>
            <w:r w:rsidRPr="003B4DA2">
              <w:tab/>
            </w:r>
          </w:p>
          <w:p w:rsidR="00C52BD9" w:rsidRPr="003B4DA2" w:rsidRDefault="00C52BD9" w:rsidP="005A38E7">
            <w:pPr>
              <w:keepNext/>
              <w:tabs>
                <w:tab w:val="num" w:pos="709"/>
              </w:tabs>
              <w:spacing w:before="120"/>
              <w:ind w:left="1418" w:right="-142"/>
              <w:jc w:val="both"/>
            </w:pPr>
            <w:r w:rsidRPr="003B4DA2">
              <w:fldChar w:fldCharType="begin">
                <w:ffData>
                  <w:name w:val="CaseACocher24"/>
                  <w:enabled/>
                  <w:calcOnExit w:val="0"/>
                  <w:checkBox>
                    <w:sizeAuto/>
                    <w:default w:val="0"/>
                  </w:checkBox>
                </w:ffData>
              </w:fldChar>
            </w:r>
            <w:bookmarkStart w:id="7" w:name="CaseACocher24"/>
            <w:r w:rsidRPr="003B4DA2">
              <w:instrText xml:space="preserve"> FORMCHECKBOX </w:instrText>
            </w:r>
            <w:r w:rsidR="004114CF">
              <w:fldChar w:fldCharType="separate"/>
            </w:r>
            <w:r w:rsidRPr="003B4DA2">
              <w:fldChar w:fldCharType="end"/>
            </w:r>
            <w:bookmarkEnd w:id="7"/>
            <w:r w:rsidRPr="003B4DA2">
              <w:tab/>
              <w:t xml:space="preserve">NON </w:t>
            </w:r>
          </w:p>
          <w:p w:rsidR="00C52BD9" w:rsidRPr="0040275F" w:rsidRDefault="00C52BD9" w:rsidP="005A38E7">
            <w:pPr>
              <w:pStyle w:val="Retraitcorpsdetexte2"/>
              <w:keepNext/>
              <w:spacing w:before="60"/>
              <w:ind w:left="0"/>
              <w:rPr>
                <w:rFonts w:ascii="Arial" w:hAnsi="Arial"/>
                <w:b/>
                <w:bCs/>
                <w:u w:val="single"/>
              </w:rPr>
            </w:pPr>
            <w:r w:rsidRPr="003B4DA2">
              <w:rPr>
                <w:rFonts w:ascii="Arial" w:hAnsi="Arial"/>
              </w:rPr>
              <w:t>Ces paiements seront libératoires vis-à-vis des prestataires groupés.</w:t>
            </w:r>
          </w:p>
        </w:tc>
      </w:tr>
      <w:tr w:rsidR="00C52BD9" w:rsidTr="005A38E7">
        <w:trPr>
          <w:trHeight w:val="954"/>
        </w:trPr>
        <w:tc>
          <w:tcPr>
            <w:tcW w:w="9926" w:type="dxa"/>
            <w:gridSpan w:val="9"/>
          </w:tcPr>
          <w:p w:rsidR="00C52BD9" w:rsidRDefault="00C52BD9" w:rsidP="005A38E7">
            <w:pPr>
              <w:pStyle w:val="Corpsdetexte"/>
              <w:keepNext/>
              <w:ind w:left="70"/>
              <w:rPr>
                <w:b/>
              </w:rPr>
            </w:pPr>
            <w:r w:rsidRPr="00CC33CB">
              <w:rPr>
                <w:b/>
              </w:rPr>
              <w:t>En cas de réponse négative</w:t>
            </w:r>
            <w:r>
              <w:rPr>
                <w:b/>
              </w:rPr>
              <w:t xml:space="preserve">, </w:t>
            </w:r>
            <w:r w:rsidRPr="00CC33CB">
              <w:rPr>
                <w:b/>
              </w:rPr>
              <w:t xml:space="preserve"> </w:t>
            </w:r>
            <w:r>
              <w:t xml:space="preserve">la personne publique se libérera des sommes dues au(x) membres du groupement, autre que le mandataire, au titre du présent marché en en faisant porter les montants au crédit du suivant (joindre un RIB ou un RIP </w:t>
            </w:r>
            <w:r w:rsidRPr="005B4E02">
              <w:rPr>
                <w:u w:val="single"/>
              </w:rPr>
              <w:t>original</w:t>
            </w:r>
            <w:r>
              <w:t>) :</w:t>
            </w:r>
          </w:p>
        </w:tc>
      </w:tr>
      <w:tr w:rsidR="00C52BD9"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keepNext/>
              <w:tabs>
                <w:tab w:val="left" w:pos="3402"/>
              </w:tabs>
              <w:spacing w:before="60" w:after="60"/>
              <w:jc w:val="center"/>
              <w:rPr>
                <w:sz w:val="18"/>
              </w:rPr>
            </w:pPr>
            <w:r>
              <w:rPr>
                <w:sz w:val="18"/>
              </w:rPr>
              <w:t>IBAN – Identifiant international de compte</w:t>
            </w:r>
          </w:p>
        </w:tc>
      </w:tr>
      <w:tr w:rsidR="00C52BD9"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rsidR="00C52BD9" w:rsidRDefault="00C52BD9" w:rsidP="005A38E7">
            <w:pPr>
              <w:keepNext/>
              <w:spacing w:before="60" w:after="60"/>
              <w:jc w:val="center"/>
              <w:rPr>
                <w:b/>
                <w:caps/>
              </w:rPr>
            </w:pPr>
          </w:p>
        </w:tc>
      </w:tr>
      <w:tr w:rsidR="00C52BD9"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tabs>
                <w:tab w:val="left" w:pos="3402"/>
              </w:tabs>
              <w:spacing w:before="60" w:after="60"/>
              <w:jc w:val="center"/>
              <w:rPr>
                <w:sz w:val="18"/>
              </w:rPr>
            </w:pPr>
            <w:r>
              <w:rPr>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rsidR="00C52BD9" w:rsidRDefault="00C52BD9" w:rsidP="005A38E7">
            <w:pPr>
              <w:tabs>
                <w:tab w:val="left" w:pos="3402"/>
              </w:tabs>
              <w:spacing w:before="60" w:after="60"/>
              <w:jc w:val="center"/>
              <w:rPr>
                <w:sz w:val="18"/>
              </w:rPr>
            </w:pPr>
            <w:r>
              <w:rPr>
                <w:sz w:val="18"/>
              </w:rPr>
              <w:t>Domiciliation</w:t>
            </w:r>
          </w:p>
        </w:tc>
      </w:tr>
      <w:tr w:rsidR="00C52BD9"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rsidR="00C52BD9" w:rsidRDefault="00C52BD9" w:rsidP="005A38E7">
            <w:pPr>
              <w:tabs>
                <w:tab w:val="left" w:pos="3402"/>
              </w:tabs>
              <w:spacing w:before="60" w:after="60"/>
              <w:jc w:val="center"/>
              <w:rPr>
                <w:caps/>
              </w:rPr>
            </w:pPr>
          </w:p>
        </w:tc>
        <w:tc>
          <w:tcPr>
            <w:tcW w:w="4078" w:type="dxa"/>
            <w:gridSpan w:val="3"/>
            <w:tcBorders>
              <w:top w:val="dashSmallGap" w:sz="4" w:space="0" w:color="auto"/>
              <w:left w:val="single" w:sz="4" w:space="0" w:color="auto"/>
              <w:bottom w:val="single" w:sz="4" w:space="0" w:color="auto"/>
              <w:right w:val="single" w:sz="4" w:space="0" w:color="auto"/>
            </w:tcBorders>
          </w:tcPr>
          <w:p w:rsidR="00C52BD9" w:rsidRDefault="00C52BD9" w:rsidP="005A38E7">
            <w:pPr>
              <w:tabs>
                <w:tab w:val="left" w:pos="3402"/>
              </w:tabs>
              <w:spacing w:before="60" w:after="60"/>
              <w:jc w:val="center"/>
              <w:rPr>
                <w:caps/>
              </w:rPr>
            </w:pPr>
          </w:p>
        </w:tc>
      </w:tr>
      <w:tr w:rsidR="00C52BD9"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rsidR="00C52BD9" w:rsidRDefault="00C52BD9" w:rsidP="005A38E7">
            <w:pPr>
              <w:tabs>
                <w:tab w:val="left" w:pos="3402"/>
              </w:tabs>
              <w:spacing w:before="60" w:after="60"/>
              <w:rPr>
                <w:sz w:val="18"/>
              </w:rPr>
            </w:pPr>
            <w:r>
              <w:rPr>
                <w:sz w:val="18"/>
              </w:rPr>
              <w:t>Titulaire du compte :</w:t>
            </w:r>
          </w:p>
        </w:tc>
        <w:tc>
          <w:tcPr>
            <w:tcW w:w="6700" w:type="dxa"/>
            <w:gridSpan w:val="7"/>
            <w:tcBorders>
              <w:top w:val="single" w:sz="4" w:space="0" w:color="auto"/>
              <w:bottom w:val="single" w:sz="4" w:space="0" w:color="auto"/>
              <w:right w:val="single" w:sz="4" w:space="0" w:color="auto"/>
            </w:tcBorders>
          </w:tcPr>
          <w:p w:rsidR="00C52BD9" w:rsidRDefault="00C52BD9" w:rsidP="005A38E7">
            <w:pPr>
              <w:spacing w:before="60" w:after="60"/>
              <w:rPr>
                <w:caps/>
              </w:rPr>
            </w:pPr>
          </w:p>
        </w:tc>
      </w:tr>
      <w:tr w:rsidR="00C52BD9" w:rsidRPr="00516F0C"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rsidR="00C52BD9" w:rsidRDefault="00C52BD9" w:rsidP="005A38E7">
            <w:pPr>
              <w:spacing w:before="60" w:after="60"/>
              <w:rPr>
                <w:sz w:val="18"/>
              </w:rPr>
            </w:pPr>
            <w:r>
              <w:rPr>
                <w:sz w:val="18"/>
              </w:rPr>
              <w:t>(R</w:t>
            </w:r>
            <w:r w:rsidRPr="00516F0C">
              <w:rPr>
                <w:sz w:val="18"/>
              </w:rPr>
              <w:t>eproduire ce tableau en autant de fois que de membres de groupements</w:t>
            </w:r>
            <w:r>
              <w:rPr>
                <w:sz w:val="18"/>
              </w:rPr>
              <w:t>)</w:t>
            </w:r>
          </w:p>
          <w:p w:rsidR="00C52BD9" w:rsidRDefault="00C52BD9" w:rsidP="005A38E7">
            <w:pPr>
              <w:tabs>
                <w:tab w:val="left" w:pos="6237"/>
              </w:tabs>
              <w:rPr>
                <w:b/>
                <w:bCs/>
              </w:rPr>
            </w:pPr>
          </w:p>
          <w:p w:rsidR="00C52BD9" w:rsidRDefault="00C52BD9" w:rsidP="005A38E7">
            <w:pPr>
              <w:tabs>
                <w:tab w:val="left" w:pos="6237"/>
              </w:tabs>
            </w:pPr>
            <w:r>
              <w:rPr>
                <w:b/>
                <w:bCs/>
              </w:rPr>
              <w:t>Répartition des prestations</w:t>
            </w:r>
            <w:r>
              <w:rPr>
                <w:i/>
                <w:iCs/>
              </w:rPr>
              <w:t xml:space="preserve"> </w:t>
            </w:r>
            <w:r>
              <w:rPr>
                <w:b/>
                <w:bCs/>
              </w:rPr>
              <w:t>:</w:t>
            </w:r>
          </w:p>
          <w:p w:rsidR="00C52BD9" w:rsidRPr="00516F0C" w:rsidRDefault="00C52BD9" w:rsidP="005A38E7">
            <w:pPr>
              <w:spacing w:before="120"/>
              <w:jc w:val="both"/>
            </w:pPr>
            <w:r>
              <w:rPr>
                <w:i/>
                <w:iCs/>
                <w:sz w:val="18"/>
                <w:szCs w:val="18"/>
              </w:rPr>
              <w:t>(Les membres du groupement conjoint indiquent dans le tableau ci-dessous la répartition des prestations que chacun d’entre eux s’engage à réaliser.)</w:t>
            </w: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rsidR="00C52BD9" w:rsidRPr="00AA2388" w:rsidRDefault="00C52BD9" w:rsidP="005A38E7">
            <w:pPr>
              <w:jc w:val="center"/>
              <w:rPr>
                <w:b/>
                <w:bCs/>
              </w:rPr>
            </w:pPr>
            <w:r>
              <w:rPr>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jc w:val="center"/>
              <w:rPr>
                <w:b/>
                <w:sz w:val="18"/>
              </w:rPr>
            </w:pPr>
            <w:r w:rsidRPr="00AA2388">
              <w:rPr>
                <w:b/>
                <w:bCs/>
                <w:iCs/>
                <w:szCs w:val="20"/>
              </w:rPr>
              <w:t>Prestations exécutées par les membres du groupement conjoint</w:t>
            </w: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rsidR="00C52BD9" w:rsidRDefault="00C52BD9" w:rsidP="005A38E7">
            <w:pPr>
              <w:jc w:val="both"/>
              <w:rPr>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C52BD9" w:rsidRDefault="00C52BD9" w:rsidP="005A38E7">
            <w:pPr>
              <w:spacing w:before="60" w:after="60"/>
              <w:jc w:val="center"/>
              <w:rPr>
                <w:sz w:val="18"/>
              </w:rPr>
            </w:pPr>
            <w:r>
              <w:rPr>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jc w:val="center"/>
              <w:rPr>
                <w:b/>
                <w:bCs/>
              </w:rPr>
            </w:pPr>
            <w:r>
              <w:rPr>
                <w:b/>
                <w:bCs/>
              </w:rPr>
              <w:t>Montant en € HT de la prestation</w:t>
            </w: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rPr>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rsidR="00C52BD9" w:rsidRPr="00AA2388" w:rsidRDefault="00C52BD9" w:rsidP="005A38E7">
            <w:pPr>
              <w:rPr>
                <w:bCs/>
              </w:rPr>
            </w:pP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r>
      <w:tr w:rsidR="00C52BD9" w:rsidRPr="00AA2388"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rsidR="00C52BD9" w:rsidRPr="004402E9" w:rsidRDefault="00C52BD9" w:rsidP="005A38E7">
            <w:pPr>
              <w:jc w:val="right"/>
              <w:rPr>
                <w:b/>
                <w:bCs/>
              </w:rPr>
            </w:pPr>
            <w:r w:rsidRPr="004402E9">
              <w:rPr>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rsidR="00C52BD9" w:rsidRPr="00AA2388" w:rsidRDefault="00C52BD9" w:rsidP="005A38E7">
            <w:pPr>
              <w:rPr>
                <w:bCs/>
              </w:rPr>
            </w:pPr>
          </w:p>
        </w:tc>
      </w:tr>
    </w:tbl>
    <w:p w:rsidR="00C52BD9" w:rsidRDefault="00C52BD9" w:rsidP="00C52BD9">
      <w:pPr>
        <w:pStyle w:val="Corpsdetexte"/>
        <w:keepNext/>
        <w:spacing w:before="0"/>
        <w:rPr>
          <w:b/>
        </w:rPr>
      </w:pPr>
    </w:p>
    <w:p w:rsidR="00631BDE" w:rsidRDefault="00631BDE" w:rsidP="00631BDE">
      <w:pPr>
        <w:pStyle w:val="Titre2"/>
        <w:tabs>
          <w:tab w:val="clear" w:pos="284"/>
          <w:tab w:val="clear" w:pos="1134"/>
        </w:tabs>
        <w:spacing w:before="240" w:after="60"/>
        <w:rPr>
          <w:kern w:val="16"/>
        </w:rPr>
      </w:pPr>
      <w:r>
        <w:rPr>
          <w:kern w:val="16"/>
        </w:rPr>
        <w:t>Périodicité des règlements</w:t>
      </w:r>
    </w:p>
    <w:p w:rsidR="00366AFA" w:rsidRPr="00D90612" w:rsidRDefault="00366AFA" w:rsidP="00366AFA">
      <w:pPr>
        <w:pStyle w:val="Corpsdetexte"/>
        <w:spacing w:after="0"/>
      </w:pPr>
      <w:r w:rsidRPr="00D90612">
        <w:t>L’entreprise titulaire entrant</w:t>
      </w:r>
      <w:r w:rsidR="001848F5">
        <w:t xml:space="preserve"> dans les catégories des PME / artisan</w:t>
      </w:r>
      <w:r w:rsidRPr="00D90612">
        <w:t xml:space="preserve"> telle qu’elles sont définies par l’article</w:t>
      </w:r>
      <w:r w:rsidR="0088689B">
        <w:t xml:space="preserve"> R</w:t>
      </w:r>
      <w:r w:rsidR="00864BC4">
        <w:t xml:space="preserve"> 2151-13 du code de la commande publique</w:t>
      </w:r>
      <w:r w:rsidRPr="00D90612">
        <w:rPr>
          <w:rStyle w:val="Appelnotedebasdep"/>
        </w:rPr>
        <w:footnoteReference w:id="3"/>
      </w:r>
      <w:r w:rsidR="001848F5">
        <w:t xml:space="preserve"> ou bien une SCOP ou une entreprise adaptée.</w:t>
      </w:r>
      <w:r w:rsidRPr="00D90612">
        <w:t xml:space="preserv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366AFA" w:rsidRPr="00D90612" w:rsidTr="00366AF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rsidR="00366AFA" w:rsidRPr="00D90612" w:rsidRDefault="007545E9" w:rsidP="00765D5C">
            <w:pPr>
              <w:pStyle w:val="Corpsdetexte"/>
              <w:keepNext/>
              <w:tabs>
                <w:tab w:val="left" w:pos="426"/>
              </w:tabs>
            </w:pPr>
            <w:r>
              <w:fldChar w:fldCharType="begin">
                <w:ffData>
                  <w:name w:val="CaseACocher25"/>
                  <w:enabled/>
                  <w:calcOnExit w:val="0"/>
                  <w:checkBox>
                    <w:sizeAuto/>
                    <w:default w:val="0"/>
                  </w:checkBox>
                </w:ffData>
              </w:fldChar>
            </w:r>
            <w:bookmarkStart w:id="8" w:name="CaseACocher25"/>
            <w:r>
              <w:instrText xml:space="preserve"> FORMCHECKBOX </w:instrText>
            </w:r>
            <w:r w:rsidR="004114CF">
              <w:fldChar w:fldCharType="separate"/>
            </w:r>
            <w:r>
              <w:fldChar w:fldCharType="end"/>
            </w:r>
            <w:bookmarkEnd w:id="8"/>
            <w:r>
              <w:t xml:space="preserve"> </w:t>
            </w:r>
            <w:r w:rsidR="00366AFA" w:rsidRPr="00D90612">
              <w:t>Je demande</w:t>
            </w:r>
            <w:r w:rsidR="00366AFA" w:rsidRPr="00D90612">
              <w:rPr>
                <w:rStyle w:val="Appelnotedebasdep"/>
              </w:rPr>
              <w:footnoteReference w:id="4"/>
            </w:r>
          </w:p>
          <w:p w:rsidR="00366AFA" w:rsidRPr="00D90612" w:rsidRDefault="007545E9" w:rsidP="00765D5C">
            <w:pPr>
              <w:pStyle w:val="Corpsdetexte"/>
              <w:keepNext/>
            </w:pPr>
            <w:r>
              <w:fldChar w:fldCharType="begin">
                <w:ffData>
                  <w:name w:val="CaseACocher26"/>
                  <w:enabled/>
                  <w:calcOnExit w:val="0"/>
                  <w:checkBox>
                    <w:sizeAuto/>
                    <w:default w:val="0"/>
                  </w:checkBox>
                </w:ffData>
              </w:fldChar>
            </w:r>
            <w:bookmarkStart w:id="9" w:name="CaseACocher26"/>
            <w:r>
              <w:instrText xml:space="preserve"> FORMCHECKBOX </w:instrText>
            </w:r>
            <w:r w:rsidR="004114CF">
              <w:fldChar w:fldCharType="separate"/>
            </w:r>
            <w:r>
              <w:fldChar w:fldCharType="end"/>
            </w:r>
            <w:bookmarkEnd w:id="9"/>
            <w:r>
              <w:t xml:space="preserve"> </w:t>
            </w:r>
            <w:r w:rsidR="00366AFA" w:rsidRPr="00D90612">
              <w:t xml:space="preserve">Je refuse </w:t>
            </w:r>
            <w:r w:rsidR="00DB367D">
              <w:rPr>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rsidR="00366AFA" w:rsidRPr="00366AFA" w:rsidRDefault="00366AFA" w:rsidP="00366AFA">
            <w:pPr>
              <w:pStyle w:val="Corpsdetexte"/>
              <w:keepNext/>
              <w:rPr>
                <w:b/>
                <w:bCs/>
              </w:rPr>
            </w:pPr>
            <w:r w:rsidRPr="00D90612">
              <w:t xml:space="preserve">que les paiements des acomptes pour les prestations ayant donné lieu à un commencement d’exécution du marché, </w:t>
            </w:r>
            <w:r w:rsidRPr="004932F6">
              <w:t>soient effectués mensuellement.</w:t>
            </w:r>
          </w:p>
        </w:tc>
      </w:tr>
    </w:tbl>
    <w:p w:rsidR="004809F5" w:rsidRDefault="004809F5" w:rsidP="004809F5">
      <w:pPr>
        <w:pStyle w:val="Corpsdetexte"/>
      </w:pPr>
    </w:p>
    <w:tbl>
      <w:tblPr>
        <w:tblW w:w="0" w:type="auto"/>
        <w:tblLayout w:type="fixed"/>
        <w:tblCellMar>
          <w:left w:w="70" w:type="dxa"/>
          <w:right w:w="70" w:type="dxa"/>
        </w:tblCellMar>
        <w:tblLook w:val="0000" w:firstRow="0" w:lastRow="0" w:firstColumn="0" w:lastColumn="0" w:noHBand="0" w:noVBand="0"/>
      </w:tblPr>
      <w:tblGrid>
        <w:gridCol w:w="9142"/>
      </w:tblGrid>
      <w:tr w:rsidR="00B132AC">
        <w:trPr>
          <w:cantSplit/>
        </w:trPr>
        <w:tc>
          <w:tcPr>
            <w:tcW w:w="9142" w:type="dxa"/>
            <w:tcBorders>
              <w:top w:val="single" w:sz="6" w:space="0" w:color="auto"/>
              <w:left w:val="single" w:sz="6" w:space="0" w:color="auto"/>
              <w:bottom w:val="single" w:sz="6" w:space="0" w:color="auto"/>
              <w:right w:val="single" w:sz="6" w:space="0" w:color="auto"/>
            </w:tcBorders>
          </w:tcPr>
          <w:p w:rsidR="00B132AC" w:rsidRDefault="00B132AC">
            <w:pPr>
              <w:tabs>
                <w:tab w:val="right" w:pos="8300"/>
              </w:tabs>
              <w:ind w:left="1134" w:hanging="1134"/>
              <w:jc w:val="both"/>
            </w:pPr>
          </w:p>
          <w:p w:rsidR="00B132AC" w:rsidRDefault="00B132AC">
            <w:pPr>
              <w:tabs>
                <w:tab w:val="left" w:pos="2410"/>
                <w:tab w:val="left" w:pos="4253"/>
                <w:tab w:val="right" w:pos="8300"/>
              </w:tabs>
              <w:ind w:left="1134" w:hanging="1134"/>
              <w:jc w:val="both"/>
            </w:pPr>
            <w:r>
              <w:t>à                                     le</w:t>
            </w:r>
          </w:p>
          <w:p w:rsidR="00B132AC" w:rsidRDefault="00B132AC">
            <w:pPr>
              <w:tabs>
                <w:tab w:val="right" w:pos="8300"/>
              </w:tabs>
              <w:ind w:left="1134" w:hanging="1134"/>
              <w:jc w:val="both"/>
            </w:pPr>
            <w:r>
              <w:t>fait en un seul original</w:t>
            </w:r>
          </w:p>
          <w:p w:rsidR="00B132AC" w:rsidRDefault="00B132AC">
            <w:pPr>
              <w:ind w:left="1134" w:hanging="1134"/>
              <w:jc w:val="both"/>
            </w:pPr>
            <w:r>
              <w:t>l’entreprise,</w:t>
            </w:r>
          </w:p>
          <w:p w:rsidR="00B132AC" w:rsidRDefault="00B132AC">
            <w:pPr>
              <w:tabs>
                <w:tab w:val="right" w:pos="8300"/>
              </w:tabs>
              <w:ind w:left="1134" w:hanging="1134"/>
              <w:jc w:val="both"/>
            </w:pPr>
          </w:p>
          <w:p w:rsidR="00B132AC" w:rsidRDefault="00B132AC">
            <w:pPr>
              <w:tabs>
                <w:tab w:val="right" w:pos="8300"/>
              </w:tabs>
              <w:ind w:left="1134" w:hanging="1134"/>
              <w:jc w:val="both"/>
            </w:pPr>
          </w:p>
          <w:p w:rsidR="00B132AC" w:rsidRDefault="00B132AC">
            <w:pPr>
              <w:tabs>
                <w:tab w:val="right" w:pos="8300"/>
              </w:tabs>
              <w:ind w:left="1134" w:hanging="1134"/>
              <w:jc w:val="both"/>
            </w:pPr>
          </w:p>
          <w:p w:rsidR="00B132AC" w:rsidRDefault="00B132AC">
            <w:pPr>
              <w:tabs>
                <w:tab w:val="right" w:pos="8300"/>
              </w:tabs>
              <w:ind w:left="1134" w:hanging="1134"/>
              <w:jc w:val="both"/>
            </w:pPr>
          </w:p>
          <w:p w:rsidR="00B132AC" w:rsidRDefault="00B132AC">
            <w:pPr>
              <w:tabs>
                <w:tab w:val="right" w:pos="8300"/>
              </w:tabs>
              <w:ind w:left="1134" w:hanging="1134"/>
              <w:jc w:val="both"/>
            </w:pPr>
          </w:p>
          <w:p w:rsidR="00B132AC" w:rsidRDefault="00B132AC">
            <w:pPr>
              <w:tabs>
                <w:tab w:val="right" w:pos="8300"/>
              </w:tabs>
              <w:ind w:left="1134" w:hanging="1134"/>
              <w:jc w:val="both"/>
            </w:pPr>
            <w:r>
              <w:t>(cachet et signature)</w:t>
            </w:r>
          </w:p>
        </w:tc>
      </w:tr>
      <w:tr w:rsidR="00B132AC">
        <w:trPr>
          <w:cantSplit/>
        </w:trPr>
        <w:tc>
          <w:tcPr>
            <w:tcW w:w="9142" w:type="dxa"/>
            <w:tcBorders>
              <w:left w:val="single" w:sz="6" w:space="0" w:color="auto"/>
              <w:bottom w:val="single" w:sz="6" w:space="0" w:color="auto"/>
              <w:right w:val="single" w:sz="6" w:space="0" w:color="auto"/>
            </w:tcBorders>
          </w:tcPr>
          <w:p w:rsidR="00B132AC" w:rsidRDefault="00B132AC">
            <w:pPr>
              <w:tabs>
                <w:tab w:val="right" w:pos="8300"/>
              </w:tabs>
              <w:ind w:left="1134" w:hanging="1134"/>
            </w:pPr>
            <w:r>
              <w:t xml:space="preserve">à </w:t>
            </w:r>
            <w:r w:rsidR="00242A95">
              <w:t>Courbevoie</w:t>
            </w:r>
            <w:r>
              <w:t>, le</w:t>
            </w:r>
          </w:p>
          <w:p w:rsidR="00B132AC" w:rsidRDefault="00B132AC">
            <w:pPr>
              <w:tabs>
                <w:tab w:val="right" w:pos="8300"/>
              </w:tabs>
            </w:pPr>
            <w:r>
              <w:t>est acceptée la présente offre pour valoir acte d'engagement,</w:t>
            </w:r>
            <w:r w:rsidR="009660CE">
              <w:t xml:space="preserve"> </w:t>
            </w:r>
          </w:p>
          <w:p w:rsidR="00B132AC" w:rsidRDefault="00975E19">
            <w:pPr>
              <w:tabs>
                <w:tab w:val="right" w:pos="8300"/>
              </w:tabs>
              <w:ind w:left="1134" w:hanging="1134"/>
            </w:pPr>
            <w:r>
              <w:t>le représentant légal du pouvoir adjudicateur</w:t>
            </w:r>
            <w:r w:rsidR="00B132AC">
              <w:t>,</w:t>
            </w: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p w:rsidR="00B132AC" w:rsidRDefault="00B132AC">
            <w:pPr>
              <w:tabs>
                <w:tab w:val="right" w:pos="8300"/>
              </w:tabs>
              <w:ind w:left="1134" w:hanging="1134"/>
            </w:pPr>
          </w:p>
        </w:tc>
      </w:tr>
    </w:tbl>
    <w:p w:rsidR="00300525" w:rsidRDefault="00300525"/>
    <w:p w:rsidR="00300525" w:rsidRPr="00164310" w:rsidRDefault="00300525" w:rsidP="00300525">
      <w:pPr>
        <w:pStyle w:val="Lgende"/>
        <w:pBdr>
          <w:top w:val="single" w:sz="4" w:space="0" w:color="auto"/>
        </w:pBdr>
        <w:shd w:val="clear" w:color="auto" w:fill="auto"/>
        <w:rPr>
          <w:rFonts w:ascii="Arial" w:hAnsi="Arial" w:cs="Arial"/>
          <w:sz w:val="22"/>
          <w:szCs w:val="22"/>
        </w:rPr>
      </w:pPr>
      <w:r>
        <w:br w:type="page"/>
      </w:r>
      <w:r w:rsidRPr="00CC33CB">
        <w:rPr>
          <w:rFonts w:ascii="Arial" w:hAnsi="Arial" w:cs="Arial"/>
          <w:sz w:val="22"/>
          <w:szCs w:val="22"/>
        </w:rPr>
        <w:lastRenderedPageBreak/>
        <w:t>ANNEXE AU CADRE D'ENGAGEMENT</w:t>
      </w:r>
    </w:p>
    <w:p w:rsidR="00300525" w:rsidRPr="00164310" w:rsidRDefault="00300525" w:rsidP="00300525">
      <w:pPr>
        <w:pBdr>
          <w:top w:val="single" w:sz="4" w:space="0" w:color="auto"/>
          <w:left w:val="single" w:sz="4" w:space="4" w:color="auto"/>
          <w:bottom w:val="single" w:sz="4" w:space="1" w:color="auto"/>
          <w:right w:val="single" w:sz="4" w:space="4" w:color="auto"/>
        </w:pBdr>
        <w:jc w:val="center"/>
        <w:rPr>
          <w:b/>
        </w:rPr>
      </w:pPr>
      <w:r w:rsidRPr="00164310">
        <w:rPr>
          <w:b/>
        </w:rPr>
        <w:t xml:space="preserve">POUR COMPLETER L'ARTICLE </w:t>
      </w:r>
      <w:r w:rsidR="00816527">
        <w:rPr>
          <w:b/>
        </w:rPr>
        <w:fldChar w:fldCharType="begin"/>
      </w:r>
      <w:r w:rsidR="00816527">
        <w:rPr>
          <w:b/>
        </w:rPr>
        <w:instrText xml:space="preserve"> REF _Ref29376268 \r \h </w:instrText>
      </w:r>
      <w:r w:rsidR="00816527">
        <w:rPr>
          <w:b/>
        </w:rPr>
      </w:r>
      <w:r w:rsidR="00816527">
        <w:rPr>
          <w:b/>
        </w:rPr>
        <w:fldChar w:fldCharType="separate"/>
      </w:r>
      <w:r w:rsidR="007143BF">
        <w:rPr>
          <w:b/>
        </w:rPr>
        <w:t>6</w:t>
      </w:r>
      <w:r w:rsidR="00816527">
        <w:rPr>
          <w:b/>
        </w:rPr>
        <w:fldChar w:fldCharType="end"/>
      </w:r>
      <w:r w:rsidRPr="00164310">
        <w:rPr>
          <w:b/>
        </w:rPr>
        <w:t xml:space="preserve"> : CONTRACTANTS</w:t>
      </w:r>
      <w:r>
        <w:rPr>
          <w:b/>
        </w:rPr>
        <w:t xml:space="preserve"> – GROUPEMENT D’ENTREPRISES </w:t>
      </w:r>
    </w:p>
    <w:p w:rsidR="00300525" w:rsidRDefault="00300525" w:rsidP="00300525"/>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rsidR="00300525" w:rsidRDefault="00300525" w:rsidP="00601455">
            <w:pPr>
              <w:ind w:left="1134" w:hanging="1134"/>
              <w:jc w:val="both"/>
            </w:pPr>
          </w:p>
          <w:p w:rsidR="00300525" w:rsidRDefault="00300525" w:rsidP="00601455">
            <w:pPr>
              <w:ind w:left="1134" w:hanging="1134"/>
              <w:jc w:val="both"/>
            </w:pPr>
            <w:r>
              <w:t>N</w:t>
            </w:r>
            <w:r w:rsidRPr="00453BCC">
              <w:t>om, prénom et qualité : ……………………………………………………………</w:t>
            </w:r>
          </w:p>
        </w:tc>
      </w:tr>
      <w:tr w:rsidR="00300525"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rsidR="00300525" w:rsidRPr="00674409" w:rsidRDefault="00300525" w:rsidP="00601455">
            <w:pPr>
              <w:tabs>
                <w:tab w:val="left" w:pos="1490"/>
              </w:tabs>
            </w:pPr>
            <w:r w:rsidRPr="00674409">
              <w:t>Qualité </w:t>
            </w:r>
            <w:r w:rsidRPr="00674409">
              <w:rPr>
                <w:rStyle w:val="Appelnotedebasdep"/>
              </w:rPr>
              <w:footnoteReference w:id="5"/>
            </w:r>
            <w:r w:rsidRPr="00674409">
              <w:t>:</w:t>
            </w:r>
            <w:r w:rsidRPr="00674409">
              <w:tab/>
            </w:r>
            <w:r w:rsidR="007545E9">
              <w:fldChar w:fldCharType="begin">
                <w:ffData>
                  <w:name w:val="CaseACocher27"/>
                  <w:enabled/>
                  <w:calcOnExit w:val="0"/>
                  <w:checkBox>
                    <w:sizeAuto/>
                    <w:default w:val="0"/>
                  </w:checkBox>
                </w:ffData>
              </w:fldChar>
            </w:r>
            <w:bookmarkStart w:id="10" w:name="CaseACocher27"/>
            <w:r w:rsidR="007545E9">
              <w:instrText xml:space="preserve"> FORMCHECKBOX </w:instrText>
            </w:r>
            <w:r w:rsidR="004114CF">
              <w:fldChar w:fldCharType="separate"/>
            </w:r>
            <w:r w:rsidR="007545E9">
              <w:fldChar w:fldCharType="end"/>
            </w:r>
            <w:bookmarkEnd w:id="10"/>
            <w:r w:rsidR="007545E9">
              <w:t xml:space="preserve"> </w:t>
            </w:r>
            <w:r w:rsidRPr="00674409">
              <w:t>Représentant légal de l’entreprise</w:t>
            </w:r>
          </w:p>
          <w:p w:rsidR="00300525" w:rsidRPr="00674409" w:rsidRDefault="00300525" w:rsidP="00601455">
            <w:pPr>
              <w:ind w:left="1490" w:hanging="1490"/>
            </w:pPr>
            <w:r w:rsidRPr="00674409">
              <w:tab/>
            </w:r>
            <w:r w:rsidR="007545E9">
              <w:fldChar w:fldCharType="begin">
                <w:ffData>
                  <w:name w:val="CaseACocher28"/>
                  <w:enabled/>
                  <w:calcOnExit w:val="0"/>
                  <w:checkBox>
                    <w:sizeAuto/>
                    <w:default w:val="0"/>
                  </w:checkBox>
                </w:ffData>
              </w:fldChar>
            </w:r>
            <w:bookmarkStart w:id="11" w:name="CaseACocher28"/>
            <w:r w:rsidR="007545E9">
              <w:instrText xml:space="preserve"> FORMCHECKBOX </w:instrText>
            </w:r>
            <w:r w:rsidR="004114CF">
              <w:fldChar w:fldCharType="separate"/>
            </w:r>
            <w:r w:rsidR="007545E9">
              <w:fldChar w:fldCharType="end"/>
            </w:r>
            <w:bookmarkEnd w:id="11"/>
            <w:r w:rsidR="007545E9">
              <w:t xml:space="preserve"> </w:t>
            </w:r>
            <w:r w:rsidRPr="00674409">
              <w:t>Ayant reçu pouvoir du représentant légal de l’entreprise</w:t>
            </w:r>
          </w:p>
          <w:p w:rsidR="00300525" w:rsidRDefault="00300525" w:rsidP="00601455">
            <w:pPr>
              <w:ind w:left="1134" w:hanging="1134"/>
              <w:jc w:val="both"/>
            </w:pPr>
          </w:p>
        </w:tc>
      </w:tr>
      <w:tr w:rsidR="00300525"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rsidR="00300525" w:rsidRDefault="00300525" w:rsidP="00300525">
            <w:pPr>
              <w:numPr>
                <w:ilvl w:val="0"/>
                <w:numId w:val="3"/>
              </w:numPr>
              <w:tabs>
                <w:tab w:val="clear" w:pos="1778"/>
                <w:tab w:val="num" w:pos="214"/>
              </w:tabs>
              <w:ind w:left="214" w:hanging="214"/>
              <w:jc w:val="both"/>
            </w:pPr>
            <w:r>
              <w:t>dénomination</w:t>
            </w:r>
            <w:r w:rsidRPr="00453BCC">
              <w:t xml:space="preserve"> sociale : …………………………………………………………………………</w:t>
            </w:r>
            <w:r>
              <w:t>…</w:t>
            </w:r>
          </w:p>
        </w:tc>
      </w:tr>
      <w:tr w:rsidR="00300525" w:rsidTr="00601455">
        <w:trPr>
          <w:trHeight w:val="992"/>
        </w:trPr>
        <w:tc>
          <w:tcPr>
            <w:tcW w:w="9214" w:type="dxa"/>
            <w:gridSpan w:val="20"/>
            <w:tcBorders>
              <w:top w:val="single" w:sz="4" w:space="0" w:color="FFFFFF"/>
              <w:left w:val="single" w:sz="4" w:space="0" w:color="auto"/>
              <w:bottom w:val="nil"/>
              <w:right w:val="single" w:sz="4" w:space="0" w:color="auto"/>
            </w:tcBorders>
          </w:tcPr>
          <w:p w:rsidR="00300525" w:rsidRPr="00453BCC" w:rsidRDefault="00300525" w:rsidP="00300525">
            <w:pPr>
              <w:numPr>
                <w:ilvl w:val="0"/>
                <w:numId w:val="3"/>
              </w:numPr>
              <w:tabs>
                <w:tab w:val="num" w:pos="214"/>
              </w:tabs>
              <w:spacing w:before="120"/>
              <w:ind w:left="215" w:hanging="215"/>
            </w:pPr>
            <w:r w:rsidRPr="00453BCC">
              <w:t>adresse :………………………………………………………………………………………</w:t>
            </w:r>
          </w:p>
          <w:p w:rsidR="00300525" w:rsidRDefault="00300525" w:rsidP="00601455">
            <w:pPr>
              <w:tabs>
                <w:tab w:val="num" w:pos="214"/>
              </w:tabs>
              <w:spacing w:before="120"/>
              <w:ind w:left="215" w:hanging="215"/>
            </w:pPr>
            <w:r w:rsidRPr="00E51497">
              <w:t xml:space="preserve"> ………………………………………………………………………………………</w:t>
            </w:r>
            <w:r>
              <w:t>…………..</w:t>
            </w:r>
          </w:p>
        </w:tc>
      </w:tr>
      <w:tr w:rsidR="00300525" w:rsidTr="00F56FE2">
        <w:trPr>
          <w:trHeight w:val="365"/>
        </w:trPr>
        <w:tc>
          <w:tcPr>
            <w:tcW w:w="4421" w:type="dxa"/>
            <w:vMerge w:val="restart"/>
            <w:tcBorders>
              <w:top w:val="single" w:sz="4" w:space="0" w:color="FFFFFF"/>
              <w:left w:val="single" w:sz="4" w:space="0" w:color="auto"/>
            </w:tcBorders>
            <w:vAlign w:val="center"/>
          </w:tcPr>
          <w:p w:rsidR="00300525" w:rsidRDefault="00300525" w:rsidP="00601455">
            <w:pPr>
              <w:ind w:left="214" w:hanging="214"/>
            </w:pPr>
            <w:r>
              <w:t xml:space="preserve">-  </w:t>
            </w:r>
            <w:r w:rsidRPr="00E51497">
              <w:t>Immatriculée sous le n° SIRET :</w:t>
            </w:r>
            <w:r>
              <w:t xml:space="preserve"> </w:t>
            </w:r>
          </w:p>
        </w:tc>
        <w:tc>
          <w:tcPr>
            <w:tcW w:w="341" w:type="dxa"/>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right w:val="single" w:sz="4" w:space="0" w:color="auto"/>
            </w:tcBorders>
            <w:vAlign w:val="center"/>
          </w:tcPr>
          <w:p w:rsidR="00300525" w:rsidRPr="00F56FE2" w:rsidRDefault="00300525" w:rsidP="00F56FE2">
            <w:pPr>
              <w:jc w:val="center"/>
              <w:rPr>
                <w:b/>
              </w:rPr>
            </w:pPr>
          </w:p>
        </w:tc>
      </w:tr>
      <w:tr w:rsidR="00300525" w:rsidTr="00601455">
        <w:trPr>
          <w:trHeight w:val="130"/>
        </w:trPr>
        <w:tc>
          <w:tcPr>
            <w:tcW w:w="4421" w:type="dxa"/>
            <w:vMerge/>
            <w:tcBorders>
              <w:top w:val="nil"/>
              <w:left w:val="single" w:sz="4" w:space="0" w:color="auto"/>
              <w:bottom w:val="single" w:sz="4" w:space="0" w:color="FFFFFF"/>
            </w:tcBorders>
          </w:tcPr>
          <w:p w:rsidR="00300525" w:rsidRDefault="00300525" w:rsidP="00601455">
            <w:pPr>
              <w:ind w:left="1031" w:hanging="1134"/>
              <w:jc w:val="both"/>
            </w:pPr>
          </w:p>
        </w:tc>
        <w:tc>
          <w:tcPr>
            <w:tcW w:w="3080" w:type="dxa"/>
            <w:gridSpan w:val="14"/>
          </w:tcPr>
          <w:p w:rsidR="00300525" w:rsidRDefault="00300525" w:rsidP="00601455">
            <w:pPr>
              <w:jc w:val="center"/>
            </w:pPr>
            <w:r w:rsidRPr="00E51497">
              <w:rPr>
                <w:sz w:val="14"/>
                <w:szCs w:val="14"/>
              </w:rPr>
              <w:t>N° SIREN</w:t>
            </w:r>
          </w:p>
        </w:tc>
        <w:tc>
          <w:tcPr>
            <w:tcW w:w="1713" w:type="dxa"/>
            <w:gridSpan w:val="5"/>
            <w:tcBorders>
              <w:right w:val="single" w:sz="4" w:space="0" w:color="auto"/>
            </w:tcBorders>
          </w:tcPr>
          <w:p w:rsidR="00300525" w:rsidRDefault="00300525" w:rsidP="00601455">
            <w:pPr>
              <w:jc w:val="center"/>
            </w:pPr>
            <w:r w:rsidRPr="00E51497">
              <w:rPr>
                <w:sz w:val="14"/>
                <w:szCs w:val="14"/>
              </w:rPr>
              <w:t>NIC</w:t>
            </w:r>
          </w:p>
        </w:tc>
      </w:tr>
      <w:tr w:rsidR="00300525"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rsidR="00300525" w:rsidRPr="00E51497" w:rsidRDefault="00300525" w:rsidP="00601455">
            <w:pPr>
              <w:jc w:val="center"/>
              <w:rPr>
                <w:sz w:val="14"/>
                <w:szCs w:val="14"/>
              </w:rPr>
            </w:pPr>
          </w:p>
        </w:tc>
      </w:tr>
      <w:tr w:rsidR="00300525" w:rsidTr="00F56FE2">
        <w:trPr>
          <w:trHeight w:val="217"/>
        </w:trPr>
        <w:tc>
          <w:tcPr>
            <w:tcW w:w="4421" w:type="dxa"/>
            <w:vMerge w:val="restart"/>
            <w:tcBorders>
              <w:top w:val="single" w:sz="4" w:space="0" w:color="FFFFFF"/>
              <w:left w:val="single" w:sz="4" w:space="0" w:color="auto"/>
            </w:tcBorders>
            <w:vAlign w:val="bottom"/>
          </w:tcPr>
          <w:p w:rsidR="00300525" w:rsidRDefault="00300525" w:rsidP="00300525">
            <w:pPr>
              <w:numPr>
                <w:ilvl w:val="0"/>
                <w:numId w:val="20"/>
              </w:numPr>
              <w:tabs>
                <w:tab w:val="num" w:pos="214"/>
              </w:tabs>
              <w:ind w:left="214" w:hanging="214"/>
            </w:pPr>
            <w:r w:rsidRPr="00453BCC">
              <w:t>Code Activité Principale Exercée </w:t>
            </w:r>
          </w:p>
          <w:p w:rsidR="00300525" w:rsidRPr="00453BCC" w:rsidRDefault="00300525" w:rsidP="00601455"/>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69"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2996" w:type="dxa"/>
            <w:gridSpan w:val="9"/>
            <w:vMerge w:val="restart"/>
            <w:tcBorders>
              <w:top w:val="single" w:sz="4" w:space="0" w:color="FFFFFF"/>
              <w:right w:val="single" w:sz="4" w:space="0" w:color="auto"/>
            </w:tcBorders>
          </w:tcPr>
          <w:p w:rsidR="00300525" w:rsidRDefault="00300525" w:rsidP="00601455">
            <w:pPr>
              <w:rPr>
                <w:sz w:val="14"/>
                <w:szCs w:val="14"/>
              </w:rPr>
            </w:pPr>
          </w:p>
        </w:tc>
      </w:tr>
      <w:tr w:rsidR="00300525" w:rsidTr="00601455">
        <w:trPr>
          <w:trHeight w:val="126"/>
        </w:trPr>
        <w:tc>
          <w:tcPr>
            <w:tcW w:w="4421" w:type="dxa"/>
            <w:vMerge/>
            <w:tcBorders>
              <w:left w:val="single" w:sz="4" w:space="0" w:color="auto"/>
              <w:bottom w:val="single" w:sz="4" w:space="0" w:color="auto"/>
              <w:right w:val="nil"/>
            </w:tcBorders>
            <w:vAlign w:val="bottom"/>
          </w:tcPr>
          <w:p w:rsidR="00300525" w:rsidRPr="00453BCC" w:rsidRDefault="00300525" w:rsidP="00300525">
            <w:pPr>
              <w:numPr>
                <w:ilvl w:val="0"/>
                <w:numId w:val="20"/>
              </w:numPr>
              <w:tabs>
                <w:tab w:val="num" w:pos="214"/>
              </w:tabs>
              <w:ind w:left="214" w:hanging="214"/>
            </w:pPr>
          </w:p>
        </w:tc>
        <w:tc>
          <w:tcPr>
            <w:tcW w:w="1797" w:type="dxa"/>
            <w:gridSpan w:val="10"/>
            <w:tcBorders>
              <w:top w:val="single" w:sz="4" w:space="0" w:color="auto"/>
              <w:left w:val="nil"/>
              <w:bottom w:val="single" w:sz="4" w:space="0" w:color="auto"/>
              <w:right w:val="nil"/>
            </w:tcBorders>
          </w:tcPr>
          <w:p w:rsidR="00300525" w:rsidRDefault="00300525" w:rsidP="00601455">
            <w:pPr>
              <w:rPr>
                <w:sz w:val="14"/>
                <w:szCs w:val="14"/>
              </w:rPr>
            </w:pPr>
          </w:p>
        </w:tc>
        <w:tc>
          <w:tcPr>
            <w:tcW w:w="2996" w:type="dxa"/>
            <w:gridSpan w:val="9"/>
            <w:vMerge/>
            <w:tcBorders>
              <w:left w:val="nil"/>
              <w:bottom w:val="single" w:sz="4" w:space="0" w:color="auto"/>
              <w:right w:val="single" w:sz="4" w:space="0" w:color="auto"/>
            </w:tcBorders>
          </w:tcPr>
          <w:p w:rsidR="00300525" w:rsidRDefault="00300525" w:rsidP="00601455">
            <w:pPr>
              <w:rPr>
                <w:sz w:val="14"/>
                <w:szCs w:val="14"/>
              </w:rPr>
            </w:pPr>
          </w:p>
        </w:tc>
      </w:tr>
    </w:tbl>
    <w:p w:rsidR="00300525" w:rsidRPr="00164310" w:rsidRDefault="00300525" w:rsidP="00300525">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rsidR="00300525" w:rsidRDefault="00300525" w:rsidP="00601455">
            <w:pPr>
              <w:ind w:left="1134" w:hanging="1134"/>
              <w:jc w:val="both"/>
            </w:pPr>
          </w:p>
          <w:p w:rsidR="00300525" w:rsidRDefault="00300525" w:rsidP="00601455">
            <w:pPr>
              <w:ind w:left="1134" w:hanging="1134"/>
              <w:jc w:val="both"/>
            </w:pPr>
            <w:r>
              <w:t>N</w:t>
            </w:r>
            <w:r w:rsidRPr="00453BCC">
              <w:t>om, prénom et qualité : ……………………………………………………………</w:t>
            </w:r>
          </w:p>
        </w:tc>
      </w:tr>
      <w:tr w:rsidR="00300525"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rsidR="00300525" w:rsidRPr="00674409" w:rsidRDefault="00300525" w:rsidP="00601455">
            <w:pPr>
              <w:tabs>
                <w:tab w:val="left" w:pos="1490"/>
              </w:tabs>
            </w:pPr>
            <w:r w:rsidRPr="00674409">
              <w:t>Qualité</w:t>
            </w:r>
            <w:r>
              <w:t xml:space="preserve"> </w:t>
            </w:r>
            <w:r w:rsidR="00DB367D">
              <w:rPr>
                <w:vertAlign w:val="superscript"/>
              </w:rPr>
              <w:t>1</w:t>
            </w:r>
            <w:r w:rsidRPr="00674409">
              <w:t> :</w:t>
            </w:r>
            <w:r w:rsidRPr="00674409">
              <w:tab/>
            </w:r>
            <w:r w:rsidR="007545E9">
              <w:fldChar w:fldCharType="begin">
                <w:ffData>
                  <w:name w:val="CaseACocher29"/>
                  <w:enabled/>
                  <w:calcOnExit w:val="0"/>
                  <w:checkBox>
                    <w:sizeAuto/>
                    <w:default w:val="0"/>
                  </w:checkBox>
                </w:ffData>
              </w:fldChar>
            </w:r>
            <w:bookmarkStart w:id="12" w:name="CaseACocher29"/>
            <w:r w:rsidR="007545E9">
              <w:instrText xml:space="preserve"> FORMCHECKBOX </w:instrText>
            </w:r>
            <w:r w:rsidR="004114CF">
              <w:fldChar w:fldCharType="separate"/>
            </w:r>
            <w:r w:rsidR="007545E9">
              <w:fldChar w:fldCharType="end"/>
            </w:r>
            <w:bookmarkEnd w:id="12"/>
            <w:r w:rsidR="007545E9">
              <w:t xml:space="preserve"> </w:t>
            </w:r>
            <w:r w:rsidRPr="00674409">
              <w:t>Représentant légal de l’entreprise</w:t>
            </w:r>
          </w:p>
          <w:p w:rsidR="00300525" w:rsidRPr="00674409" w:rsidRDefault="00300525" w:rsidP="00601455">
            <w:pPr>
              <w:ind w:left="1490" w:hanging="1490"/>
            </w:pPr>
            <w:r w:rsidRPr="00674409">
              <w:tab/>
            </w:r>
            <w:r w:rsidR="007545E9">
              <w:fldChar w:fldCharType="begin">
                <w:ffData>
                  <w:name w:val="CaseACocher30"/>
                  <w:enabled/>
                  <w:calcOnExit w:val="0"/>
                  <w:checkBox>
                    <w:sizeAuto/>
                    <w:default w:val="0"/>
                  </w:checkBox>
                </w:ffData>
              </w:fldChar>
            </w:r>
            <w:bookmarkStart w:id="13" w:name="CaseACocher30"/>
            <w:r w:rsidR="007545E9">
              <w:instrText xml:space="preserve"> FORMCHECKBOX </w:instrText>
            </w:r>
            <w:r w:rsidR="004114CF">
              <w:fldChar w:fldCharType="separate"/>
            </w:r>
            <w:r w:rsidR="007545E9">
              <w:fldChar w:fldCharType="end"/>
            </w:r>
            <w:bookmarkEnd w:id="13"/>
            <w:r w:rsidR="007545E9">
              <w:t xml:space="preserve"> </w:t>
            </w:r>
            <w:r w:rsidRPr="00674409">
              <w:t>Ayant reçu pouvoir du représentant légal de l’entreprise</w:t>
            </w:r>
          </w:p>
          <w:p w:rsidR="00300525" w:rsidRDefault="00300525" w:rsidP="00601455">
            <w:pPr>
              <w:ind w:left="1134" w:hanging="1134"/>
              <w:jc w:val="both"/>
            </w:pPr>
          </w:p>
        </w:tc>
      </w:tr>
      <w:tr w:rsidR="00300525"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rsidR="00300525" w:rsidRDefault="00300525" w:rsidP="00300525">
            <w:pPr>
              <w:numPr>
                <w:ilvl w:val="0"/>
                <w:numId w:val="3"/>
              </w:numPr>
              <w:tabs>
                <w:tab w:val="clear" w:pos="1778"/>
                <w:tab w:val="num" w:pos="214"/>
              </w:tabs>
              <w:ind w:left="214" w:hanging="214"/>
              <w:jc w:val="both"/>
            </w:pPr>
            <w:r>
              <w:t>dénomination</w:t>
            </w:r>
            <w:r w:rsidRPr="00453BCC">
              <w:t xml:space="preserve"> sociale : …………………………………………………………………………</w:t>
            </w:r>
            <w:r>
              <w:t>…</w:t>
            </w:r>
          </w:p>
        </w:tc>
      </w:tr>
      <w:tr w:rsidR="00300525" w:rsidTr="00601455">
        <w:trPr>
          <w:trHeight w:val="992"/>
        </w:trPr>
        <w:tc>
          <w:tcPr>
            <w:tcW w:w="9214" w:type="dxa"/>
            <w:gridSpan w:val="20"/>
            <w:tcBorders>
              <w:top w:val="single" w:sz="4" w:space="0" w:color="FFFFFF"/>
              <w:left w:val="single" w:sz="4" w:space="0" w:color="auto"/>
              <w:bottom w:val="nil"/>
              <w:right w:val="single" w:sz="4" w:space="0" w:color="auto"/>
            </w:tcBorders>
          </w:tcPr>
          <w:p w:rsidR="00300525" w:rsidRPr="00453BCC" w:rsidRDefault="00300525" w:rsidP="00300525">
            <w:pPr>
              <w:numPr>
                <w:ilvl w:val="0"/>
                <w:numId w:val="3"/>
              </w:numPr>
              <w:tabs>
                <w:tab w:val="num" w:pos="214"/>
              </w:tabs>
              <w:spacing w:before="120"/>
              <w:ind w:left="215" w:hanging="215"/>
            </w:pPr>
            <w:r w:rsidRPr="00453BCC">
              <w:t>adresse :………………………………………………………………………………………</w:t>
            </w:r>
          </w:p>
          <w:p w:rsidR="00300525" w:rsidRDefault="00300525" w:rsidP="00601455">
            <w:pPr>
              <w:tabs>
                <w:tab w:val="num" w:pos="214"/>
              </w:tabs>
              <w:spacing w:before="120"/>
              <w:ind w:left="215" w:hanging="215"/>
            </w:pPr>
            <w:r w:rsidRPr="00E51497">
              <w:t xml:space="preserve"> ………………………………………………………………………………………</w:t>
            </w:r>
            <w:r>
              <w:t>…………..</w:t>
            </w:r>
          </w:p>
        </w:tc>
      </w:tr>
      <w:tr w:rsidR="00300525" w:rsidTr="00F56FE2">
        <w:trPr>
          <w:trHeight w:val="365"/>
        </w:trPr>
        <w:tc>
          <w:tcPr>
            <w:tcW w:w="4421" w:type="dxa"/>
            <w:vMerge w:val="restart"/>
            <w:tcBorders>
              <w:top w:val="single" w:sz="4" w:space="0" w:color="FFFFFF"/>
              <w:left w:val="single" w:sz="4" w:space="0" w:color="auto"/>
            </w:tcBorders>
            <w:vAlign w:val="center"/>
          </w:tcPr>
          <w:p w:rsidR="00300525" w:rsidRDefault="00300525" w:rsidP="00601455">
            <w:pPr>
              <w:ind w:left="214" w:hanging="214"/>
            </w:pPr>
            <w:r>
              <w:t xml:space="preserve">-  </w:t>
            </w:r>
            <w:r w:rsidRPr="00E51497">
              <w:t>Immatriculée sous le n° SIRET :</w:t>
            </w:r>
            <w:r>
              <w:t xml:space="preserve"> </w:t>
            </w:r>
          </w:p>
        </w:tc>
        <w:tc>
          <w:tcPr>
            <w:tcW w:w="341" w:type="dxa"/>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right w:val="single" w:sz="4" w:space="0" w:color="auto"/>
            </w:tcBorders>
            <w:vAlign w:val="center"/>
          </w:tcPr>
          <w:p w:rsidR="00300525" w:rsidRPr="00F56FE2" w:rsidRDefault="00300525" w:rsidP="00F56FE2">
            <w:pPr>
              <w:jc w:val="center"/>
              <w:rPr>
                <w:b/>
              </w:rPr>
            </w:pPr>
          </w:p>
        </w:tc>
      </w:tr>
      <w:tr w:rsidR="00300525" w:rsidTr="00601455">
        <w:trPr>
          <w:trHeight w:val="130"/>
        </w:trPr>
        <w:tc>
          <w:tcPr>
            <w:tcW w:w="4421" w:type="dxa"/>
            <w:vMerge/>
            <w:tcBorders>
              <w:top w:val="nil"/>
              <w:left w:val="single" w:sz="4" w:space="0" w:color="auto"/>
              <w:bottom w:val="single" w:sz="4" w:space="0" w:color="FFFFFF"/>
            </w:tcBorders>
          </w:tcPr>
          <w:p w:rsidR="00300525" w:rsidRDefault="00300525" w:rsidP="00601455">
            <w:pPr>
              <w:ind w:left="1031" w:hanging="1134"/>
              <w:jc w:val="both"/>
            </w:pPr>
          </w:p>
        </w:tc>
        <w:tc>
          <w:tcPr>
            <w:tcW w:w="3080" w:type="dxa"/>
            <w:gridSpan w:val="14"/>
          </w:tcPr>
          <w:p w:rsidR="00300525" w:rsidRDefault="00300525" w:rsidP="00601455">
            <w:pPr>
              <w:jc w:val="center"/>
            </w:pPr>
            <w:r w:rsidRPr="00E51497">
              <w:rPr>
                <w:sz w:val="14"/>
                <w:szCs w:val="14"/>
              </w:rPr>
              <w:t>N° SIREN</w:t>
            </w:r>
          </w:p>
        </w:tc>
        <w:tc>
          <w:tcPr>
            <w:tcW w:w="1713" w:type="dxa"/>
            <w:gridSpan w:val="5"/>
            <w:tcBorders>
              <w:right w:val="single" w:sz="4" w:space="0" w:color="auto"/>
            </w:tcBorders>
          </w:tcPr>
          <w:p w:rsidR="00300525" w:rsidRDefault="00300525" w:rsidP="00601455">
            <w:pPr>
              <w:jc w:val="center"/>
            </w:pPr>
            <w:r w:rsidRPr="00E51497">
              <w:rPr>
                <w:sz w:val="14"/>
                <w:szCs w:val="14"/>
              </w:rPr>
              <w:t>NIC</w:t>
            </w:r>
          </w:p>
        </w:tc>
      </w:tr>
      <w:tr w:rsidR="00300525"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rsidR="00300525" w:rsidRPr="00E51497" w:rsidRDefault="00300525" w:rsidP="00601455">
            <w:pPr>
              <w:jc w:val="center"/>
              <w:rPr>
                <w:sz w:val="14"/>
                <w:szCs w:val="14"/>
              </w:rPr>
            </w:pPr>
          </w:p>
        </w:tc>
      </w:tr>
      <w:tr w:rsidR="00300525" w:rsidTr="00F56FE2">
        <w:trPr>
          <w:trHeight w:val="217"/>
        </w:trPr>
        <w:tc>
          <w:tcPr>
            <w:tcW w:w="4421" w:type="dxa"/>
            <w:vMerge w:val="restart"/>
            <w:tcBorders>
              <w:top w:val="single" w:sz="4" w:space="0" w:color="FFFFFF"/>
              <w:left w:val="single" w:sz="4" w:space="0" w:color="auto"/>
            </w:tcBorders>
            <w:vAlign w:val="bottom"/>
          </w:tcPr>
          <w:p w:rsidR="00300525" w:rsidRDefault="00300525" w:rsidP="00300525">
            <w:pPr>
              <w:numPr>
                <w:ilvl w:val="0"/>
                <w:numId w:val="20"/>
              </w:numPr>
              <w:tabs>
                <w:tab w:val="num" w:pos="214"/>
              </w:tabs>
              <w:ind w:left="214" w:hanging="214"/>
            </w:pPr>
            <w:r w:rsidRPr="00453BCC">
              <w:t>Code Activité Principale Exercée </w:t>
            </w:r>
          </w:p>
          <w:p w:rsidR="00300525" w:rsidRPr="00453BCC" w:rsidRDefault="00300525" w:rsidP="00601455"/>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69" w:type="dxa"/>
            <w:gridSpan w:val="2"/>
            <w:tcBorders>
              <w:top w:val="nil"/>
              <w:bottom w:val="single" w:sz="4" w:space="0" w:color="auto"/>
            </w:tcBorders>
          </w:tcPr>
          <w:p w:rsidR="00300525" w:rsidRPr="00F56FE2" w:rsidRDefault="00300525" w:rsidP="00601455">
            <w:pPr>
              <w:rPr>
                <w:b/>
              </w:rPr>
            </w:pPr>
          </w:p>
        </w:tc>
        <w:tc>
          <w:tcPr>
            <w:tcW w:w="357" w:type="dxa"/>
            <w:gridSpan w:val="2"/>
            <w:tcBorders>
              <w:top w:val="nil"/>
              <w:bottom w:val="single" w:sz="4" w:space="0" w:color="auto"/>
            </w:tcBorders>
          </w:tcPr>
          <w:p w:rsidR="00300525" w:rsidRPr="00F56FE2" w:rsidRDefault="00300525" w:rsidP="00601455">
            <w:pPr>
              <w:rPr>
                <w:b/>
              </w:rPr>
            </w:pPr>
          </w:p>
        </w:tc>
        <w:tc>
          <w:tcPr>
            <w:tcW w:w="357" w:type="dxa"/>
            <w:gridSpan w:val="2"/>
            <w:tcBorders>
              <w:top w:val="nil"/>
              <w:bottom w:val="single" w:sz="4" w:space="0" w:color="auto"/>
            </w:tcBorders>
          </w:tcPr>
          <w:p w:rsidR="00300525" w:rsidRPr="00F56FE2" w:rsidRDefault="00300525" w:rsidP="00601455">
            <w:pPr>
              <w:rPr>
                <w:b/>
              </w:rPr>
            </w:pPr>
          </w:p>
        </w:tc>
        <w:tc>
          <w:tcPr>
            <w:tcW w:w="357" w:type="dxa"/>
            <w:gridSpan w:val="2"/>
            <w:tcBorders>
              <w:top w:val="nil"/>
              <w:bottom w:val="single" w:sz="4" w:space="0" w:color="auto"/>
            </w:tcBorders>
          </w:tcPr>
          <w:p w:rsidR="00300525" w:rsidRPr="00F56FE2" w:rsidRDefault="00300525" w:rsidP="00601455">
            <w:pPr>
              <w:rPr>
                <w:b/>
              </w:rPr>
            </w:pPr>
          </w:p>
        </w:tc>
        <w:tc>
          <w:tcPr>
            <w:tcW w:w="2996" w:type="dxa"/>
            <w:gridSpan w:val="9"/>
            <w:vMerge w:val="restart"/>
            <w:tcBorders>
              <w:top w:val="single" w:sz="4" w:space="0" w:color="FFFFFF"/>
              <w:right w:val="single" w:sz="4" w:space="0" w:color="auto"/>
            </w:tcBorders>
          </w:tcPr>
          <w:p w:rsidR="00300525" w:rsidRDefault="00300525" w:rsidP="00601455">
            <w:pPr>
              <w:rPr>
                <w:sz w:val="14"/>
                <w:szCs w:val="14"/>
              </w:rPr>
            </w:pPr>
          </w:p>
        </w:tc>
      </w:tr>
      <w:tr w:rsidR="00300525" w:rsidTr="00601455">
        <w:trPr>
          <w:trHeight w:val="141"/>
        </w:trPr>
        <w:tc>
          <w:tcPr>
            <w:tcW w:w="4421" w:type="dxa"/>
            <w:vMerge/>
            <w:tcBorders>
              <w:left w:val="single" w:sz="4" w:space="0" w:color="auto"/>
              <w:bottom w:val="single" w:sz="4" w:space="0" w:color="auto"/>
              <w:right w:val="nil"/>
            </w:tcBorders>
            <w:vAlign w:val="bottom"/>
          </w:tcPr>
          <w:p w:rsidR="00300525" w:rsidRPr="00453BCC" w:rsidRDefault="00300525" w:rsidP="00300525">
            <w:pPr>
              <w:numPr>
                <w:ilvl w:val="0"/>
                <w:numId w:val="20"/>
              </w:numPr>
              <w:tabs>
                <w:tab w:val="num" w:pos="214"/>
              </w:tabs>
              <w:ind w:left="214" w:hanging="214"/>
            </w:pPr>
          </w:p>
        </w:tc>
        <w:tc>
          <w:tcPr>
            <w:tcW w:w="1797" w:type="dxa"/>
            <w:gridSpan w:val="10"/>
            <w:tcBorders>
              <w:top w:val="single" w:sz="4" w:space="0" w:color="auto"/>
              <w:left w:val="nil"/>
              <w:bottom w:val="single" w:sz="4" w:space="0" w:color="auto"/>
              <w:right w:val="nil"/>
            </w:tcBorders>
          </w:tcPr>
          <w:p w:rsidR="00300525" w:rsidRDefault="00300525" w:rsidP="00601455">
            <w:pPr>
              <w:rPr>
                <w:sz w:val="14"/>
                <w:szCs w:val="14"/>
              </w:rPr>
            </w:pPr>
          </w:p>
        </w:tc>
        <w:tc>
          <w:tcPr>
            <w:tcW w:w="2996" w:type="dxa"/>
            <w:gridSpan w:val="9"/>
            <w:vMerge/>
            <w:tcBorders>
              <w:left w:val="nil"/>
              <w:bottom w:val="single" w:sz="4" w:space="0" w:color="auto"/>
              <w:right w:val="single" w:sz="4" w:space="0" w:color="auto"/>
            </w:tcBorders>
          </w:tcPr>
          <w:p w:rsidR="00300525" w:rsidRDefault="00300525" w:rsidP="00601455">
            <w:pPr>
              <w:rPr>
                <w:sz w:val="14"/>
                <w:szCs w:val="14"/>
              </w:rPr>
            </w:pPr>
          </w:p>
        </w:tc>
      </w:tr>
    </w:tbl>
    <w:p w:rsidR="00300525" w:rsidRPr="00164310" w:rsidRDefault="00300525" w:rsidP="00300525">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rsidR="00300525" w:rsidRDefault="00300525" w:rsidP="00601455">
            <w:pPr>
              <w:ind w:left="1134" w:hanging="1134"/>
              <w:jc w:val="both"/>
            </w:pPr>
          </w:p>
          <w:p w:rsidR="00300525" w:rsidRDefault="00300525" w:rsidP="00601455">
            <w:pPr>
              <w:ind w:left="1134" w:hanging="1134"/>
              <w:jc w:val="both"/>
            </w:pPr>
            <w:r>
              <w:t>N</w:t>
            </w:r>
            <w:r w:rsidRPr="00453BCC">
              <w:t>om, prénom et qualité : ……………………………………………………………</w:t>
            </w:r>
          </w:p>
        </w:tc>
      </w:tr>
      <w:tr w:rsidR="00300525"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rsidR="00300525" w:rsidRPr="00674409" w:rsidRDefault="00300525" w:rsidP="00601455">
            <w:pPr>
              <w:tabs>
                <w:tab w:val="left" w:pos="1490"/>
              </w:tabs>
            </w:pPr>
            <w:r w:rsidRPr="00674409">
              <w:t>Qualité</w:t>
            </w:r>
            <w:r>
              <w:t xml:space="preserve"> </w:t>
            </w:r>
            <w:r w:rsidR="00DB367D">
              <w:rPr>
                <w:vertAlign w:val="superscript"/>
              </w:rPr>
              <w:t>1</w:t>
            </w:r>
            <w:r w:rsidRPr="00674409">
              <w:t> :</w:t>
            </w:r>
            <w:r w:rsidRPr="00674409">
              <w:tab/>
            </w:r>
            <w:r w:rsidR="007545E9">
              <w:fldChar w:fldCharType="begin">
                <w:ffData>
                  <w:name w:val="CaseACocher31"/>
                  <w:enabled/>
                  <w:calcOnExit w:val="0"/>
                  <w:checkBox>
                    <w:sizeAuto/>
                    <w:default w:val="0"/>
                  </w:checkBox>
                </w:ffData>
              </w:fldChar>
            </w:r>
            <w:bookmarkStart w:id="14" w:name="CaseACocher31"/>
            <w:r w:rsidR="007545E9">
              <w:instrText xml:space="preserve"> FORMCHECKBOX </w:instrText>
            </w:r>
            <w:r w:rsidR="004114CF">
              <w:fldChar w:fldCharType="separate"/>
            </w:r>
            <w:r w:rsidR="007545E9">
              <w:fldChar w:fldCharType="end"/>
            </w:r>
            <w:bookmarkEnd w:id="14"/>
            <w:r w:rsidR="007545E9">
              <w:t xml:space="preserve"> </w:t>
            </w:r>
            <w:r w:rsidRPr="00674409">
              <w:t>Représentant légal de l’entreprise</w:t>
            </w:r>
          </w:p>
          <w:p w:rsidR="00300525" w:rsidRPr="00674409" w:rsidRDefault="00300525" w:rsidP="00601455">
            <w:pPr>
              <w:ind w:left="1490" w:hanging="1490"/>
            </w:pPr>
            <w:r w:rsidRPr="00674409">
              <w:tab/>
            </w:r>
            <w:r w:rsidR="007545E9">
              <w:fldChar w:fldCharType="begin">
                <w:ffData>
                  <w:name w:val="CaseACocher32"/>
                  <w:enabled/>
                  <w:calcOnExit w:val="0"/>
                  <w:checkBox>
                    <w:sizeAuto/>
                    <w:default w:val="0"/>
                  </w:checkBox>
                </w:ffData>
              </w:fldChar>
            </w:r>
            <w:bookmarkStart w:id="15" w:name="CaseACocher32"/>
            <w:r w:rsidR="007545E9">
              <w:instrText xml:space="preserve"> FORMCHECKBOX </w:instrText>
            </w:r>
            <w:r w:rsidR="004114CF">
              <w:fldChar w:fldCharType="separate"/>
            </w:r>
            <w:r w:rsidR="007545E9">
              <w:fldChar w:fldCharType="end"/>
            </w:r>
            <w:bookmarkEnd w:id="15"/>
            <w:r w:rsidR="007545E9">
              <w:t xml:space="preserve"> </w:t>
            </w:r>
            <w:r w:rsidRPr="00674409">
              <w:t>Ayant reçu pouvoir du représentant légal de l’entreprise</w:t>
            </w:r>
          </w:p>
          <w:p w:rsidR="00300525" w:rsidRDefault="00300525" w:rsidP="00601455">
            <w:pPr>
              <w:ind w:left="1134" w:hanging="1134"/>
              <w:jc w:val="both"/>
            </w:pPr>
          </w:p>
        </w:tc>
      </w:tr>
      <w:tr w:rsidR="00300525"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rsidR="00300525" w:rsidRDefault="00300525" w:rsidP="00300525">
            <w:pPr>
              <w:numPr>
                <w:ilvl w:val="0"/>
                <w:numId w:val="3"/>
              </w:numPr>
              <w:tabs>
                <w:tab w:val="clear" w:pos="1778"/>
                <w:tab w:val="num" w:pos="214"/>
              </w:tabs>
              <w:ind w:left="214" w:hanging="214"/>
              <w:jc w:val="both"/>
            </w:pPr>
            <w:r>
              <w:t>dénomination</w:t>
            </w:r>
            <w:r w:rsidRPr="00453BCC">
              <w:t xml:space="preserve"> sociale : …………………………………………………………………………</w:t>
            </w:r>
            <w:r>
              <w:t>…</w:t>
            </w:r>
          </w:p>
        </w:tc>
      </w:tr>
      <w:tr w:rsidR="00300525" w:rsidTr="00601455">
        <w:trPr>
          <w:trHeight w:val="992"/>
        </w:trPr>
        <w:tc>
          <w:tcPr>
            <w:tcW w:w="9214" w:type="dxa"/>
            <w:gridSpan w:val="20"/>
            <w:tcBorders>
              <w:top w:val="single" w:sz="4" w:space="0" w:color="FFFFFF"/>
              <w:left w:val="single" w:sz="4" w:space="0" w:color="auto"/>
              <w:bottom w:val="nil"/>
              <w:right w:val="single" w:sz="4" w:space="0" w:color="auto"/>
            </w:tcBorders>
          </w:tcPr>
          <w:p w:rsidR="00300525" w:rsidRPr="00453BCC" w:rsidRDefault="00300525" w:rsidP="00300525">
            <w:pPr>
              <w:numPr>
                <w:ilvl w:val="0"/>
                <w:numId w:val="3"/>
              </w:numPr>
              <w:tabs>
                <w:tab w:val="num" w:pos="214"/>
              </w:tabs>
              <w:spacing w:before="120"/>
              <w:ind w:left="215" w:hanging="215"/>
            </w:pPr>
            <w:r w:rsidRPr="00453BCC">
              <w:t>adresse :………………………………………………………………………………………</w:t>
            </w:r>
          </w:p>
          <w:p w:rsidR="00300525" w:rsidRDefault="00300525" w:rsidP="00601455">
            <w:pPr>
              <w:tabs>
                <w:tab w:val="num" w:pos="214"/>
              </w:tabs>
              <w:spacing w:before="120"/>
              <w:ind w:left="215" w:hanging="215"/>
            </w:pPr>
            <w:r w:rsidRPr="00E51497">
              <w:t xml:space="preserve"> ………………………………………………………………………………………</w:t>
            </w:r>
            <w:r>
              <w:t>…………..</w:t>
            </w:r>
          </w:p>
        </w:tc>
      </w:tr>
      <w:tr w:rsidR="00300525" w:rsidTr="00F56FE2">
        <w:trPr>
          <w:trHeight w:val="365"/>
        </w:trPr>
        <w:tc>
          <w:tcPr>
            <w:tcW w:w="4421" w:type="dxa"/>
            <w:vMerge w:val="restart"/>
            <w:tcBorders>
              <w:top w:val="single" w:sz="4" w:space="0" w:color="FFFFFF"/>
              <w:left w:val="single" w:sz="4" w:space="0" w:color="auto"/>
            </w:tcBorders>
            <w:vAlign w:val="center"/>
          </w:tcPr>
          <w:p w:rsidR="00300525" w:rsidRDefault="00300525" w:rsidP="00601455">
            <w:pPr>
              <w:ind w:left="214" w:hanging="214"/>
            </w:pPr>
            <w:r>
              <w:t xml:space="preserve">-  </w:t>
            </w:r>
            <w:r w:rsidRPr="00E51497">
              <w:t>Immatriculée sous le n° SIRET :</w:t>
            </w:r>
            <w:r>
              <w:t xml:space="preserve"> </w:t>
            </w:r>
          </w:p>
        </w:tc>
        <w:tc>
          <w:tcPr>
            <w:tcW w:w="341" w:type="dxa"/>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gridSpan w:val="2"/>
            <w:tcBorders>
              <w:top w:val="nil"/>
            </w:tcBorders>
            <w:vAlign w:val="center"/>
          </w:tcPr>
          <w:p w:rsidR="00300525" w:rsidRPr="00F56FE2" w:rsidRDefault="00300525" w:rsidP="00F56FE2">
            <w:pPr>
              <w:jc w:val="center"/>
              <w:rPr>
                <w:b/>
              </w:rPr>
            </w:pPr>
          </w:p>
        </w:tc>
        <w:tc>
          <w:tcPr>
            <w:tcW w:w="342" w:type="dxa"/>
            <w:gridSpan w:val="2"/>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tcBorders>
            <w:vAlign w:val="center"/>
          </w:tcPr>
          <w:p w:rsidR="00300525" w:rsidRPr="00F56FE2" w:rsidRDefault="00300525" w:rsidP="00F56FE2">
            <w:pPr>
              <w:jc w:val="center"/>
              <w:rPr>
                <w:b/>
              </w:rPr>
            </w:pPr>
          </w:p>
        </w:tc>
        <w:tc>
          <w:tcPr>
            <w:tcW w:w="342" w:type="dxa"/>
            <w:tcBorders>
              <w:top w:val="nil"/>
            </w:tcBorders>
            <w:vAlign w:val="center"/>
          </w:tcPr>
          <w:p w:rsidR="00300525" w:rsidRPr="00F56FE2" w:rsidRDefault="00300525" w:rsidP="00F56FE2">
            <w:pPr>
              <w:jc w:val="center"/>
              <w:rPr>
                <w:b/>
              </w:rPr>
            </w:pPr>
          </w:p>
        </w:tc>
        <w:tc>
          <w:tcPr>
            <w:tcW w:w="343" w:type="dxa"/>
            <w:tcBorders>
              <w:top w:val="nil"/>
              <w:right w:val="single" w:sz="4" w:space="0" w:color="auto"/>
            </w:tcBorders>
            <w:vAlign w:val="center"/>
          </w:tcPr>
          <w:p w:rsidR="00300525" w:rsidRPr="00F56FE2" w:rsidRDefault="00300525" w:rsidP="00F56FE2">
            <w:pPr>
              <w:jc w:val="center"/>
              <w:rPr>
                <w:b/>
              </w:rPr>
            </w:pPr>
          </w:p>
        </w:tc>
      </w:tr>
      <w:tr w:rsidR="00300525" w:rsidTr="00601455">
        <w:trPr>
          <w:trHeight w:val="130"/>
        </w:trPr>
        <w:tc>
          <w:tcPr>
            <w:tcW w:w="4421" w:type="dxa"/>
            <w:vMerge/>
            <w:tcBorders>
              <w:top w:val="nil"/>
              <w:left w:val="single" w:sz="4" w:space="0" w:color="auto"/>
              <w:bottom w:val="single" w:sz="4" w:space="0" w:color="FFFFFF"/>
            </w:tcBorders>
          </w:tcPr>
          <w:p w:rsidR="00300525" w:rsidRDefault="00300525" w:rsidP="00601455">
            <w:pPr>
              <w:ind w:left="1031" w:hanging="1134"/>
              <w:jc w:val="both"/>
            </w:pPr>
          </w:p>
        </w:tc>
        <w:tc>
          <w:tcPr>
            <w:tcW w:w="3080" w:type="dxa"/>
            <w:gridSpan w:val="14"/>
          </w:tcPr>
          <w:p w:rsidR="00300525" w:rsidRDefault="00300525" w:rsidP="00601455">
            <w:pPr>
              <w:jc w:val="center"/>
            </w:pPr>
            <w:r w:rsidRPr="00E51497">
              <w:rPr>
                <w:sz w:val="14"/>
                <w:szCs w:val="14"/>
              </w:rPr>
              <w:t>N° SIREN</w:t>
            </w:r>
          </w:p>
        </w:tc>
        <w:tc>
          <w:tcPr>
            <w:tcW w:w="1713" w:type="dxa"/>
            <w:gridSpan w:val="5"/>
            <w:tcBorders>
              <w:right w:val="single" w:sz="4" w:space="0" w:color="auto"/>
            </w:tcBorders>
          </w:tcPr>
          <w:p w:rsidR="00300525" w:rsidRDefault="00300525" w:rsidP="00601455">
            <w:pPr>
              <w:jc w:val="center"/>
            </w:pPr>
            <w:r w:rsidRPr="00E51497">
              <w:rPr>
                <w:sz w:val="14"/>
                <w:szCs w:val="14"/>
              </w:rPr>
              <w:t>NIC</w:t>
            </w:r>
          </w:p>
        </w:tc>
      </w:tr>
      <w:tr w:rsidR="00300525"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rsidR="00300525" w:rsidRPr="00E51497" w:rsidRDefault="00300525" w:rsidP="00601455">
            <w:pPr>
              <w:jc w:val="center"/>
              <w:rPr>
                <w:sz w:val="14"/>
                <w:szCs w:val="14"/>
              </w:rPr>
            </w:pPr>
          </w:p>
        </w:tc>
      </w:tr>
      <w:tr w:rsidR="00300525" w:rsidTr="00F56FE2">
        <w:trPr>
          <w:trHeight w:val="217"/>
        </w:trPr>
        <w:tc>
          <w:tcPr>
            <w:tcW w:w="4421" w:type="dxa"/>
            <w:tcBorders>
              <w:top w:val="single" w:sz="4" w:space="0" w:color="FFFFFF"/>
              <w:left w:val="single" w:sz="4" w:space="0" w:color="auto"/>
            </w:tcBorders>
            <w:vAlign w:val="bottom"/>
          </w:tcPr>
          <w:p w:rsidR="00300525" w:rsidRDefault="00300525" w:rsidP="00300525">
            <w:pPr>
              <w:numPr>
                <w:ilvl w:val="0"/>
                <w:numId w:val="20"/>
              </w:numPr>
              <w:tabs>
                <w:tab w:val="num" w:pos="214"/>
              </w:tabs>
              <w:ind w:left="214" w:hanging="214"/>
            </w:pPr>
            <w:r w:rsidRPr="00453BCC">
              <w:t>Code Activité Principale Exercée </w:t>
            </w:r>
          </w:p>
          <w:p w:rsidR="00300525" w:rsidRPr="00453BCC" w:rsidRDefault="00300525" w:rsidP="00601455"/>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69"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357" w:type="dxa"/>
            <w:gridSpan w:val="2"/>
            <w:tcBorders>
              <w:top w:val="nil"/>
              <w:bottom w:val="single" w:sz="4" w:space="0" w:color="auto"/>
            </w:tcBorders>
            <w:vAlign w:val="center"/>
          </w:tcPr>
          <w:p w:rsidR="00300525" w:rsidRPr="00F56FE2" w:rsidRDefault="00300525" w:rsidP="00F56FE2">
            <w:pPr>
              <w:jc w:val="center"/>
              <w:rPr>
                <w:b/>
              </w:rPr>
            </w:pPr>
          </w:p>
        </w:tc>
        <w:tc>
          <w:tcPr>
            <w:tcW w:w="2996" w:type="dxa"/>
            <w:gridSpan w:val="9"/>
            <w:tcBorders>
              <w:top w:val="single" w:sz="4" w:space="0" w:color="FFFFFF"/>
              <w:right w:val="single" w:sz="4" w:space="0" w:color="auto"/>
            </w:tcBorders>
          </w:tcPr>
          <w:p w:rsidR="00300525" w:rsidRDefault="00300525" w:rsidP="00601455">
            <w:pPr>
              <w:rPr>
                <w:sz w:val="14"/>
                <w:szCs w:val="14"/>
              </w:rPr>
            </w:pPr>
          </w:p>
        </w:tc>
      </w:tr>
    </w:tbl>
    <w:p w:rsidR="00300525" w:rsidRDefault="00300525"/>
    <w:sectPr w:rsidR="00300525" w:rsidSect="00DB367D">
      <w:headerReference w:type="default" r:id="rId7"/>
      <w:footerReference w:type="default" r:id="rId8"/>
      <w:headerReference w:type="first" r:id="rId9"/>
      <w:footerReference w:type="first" r:id="rId10"/>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3BF" w:rsidRDefault="007143BF">
      <w:r>
        <w:separator/>
      </w:r>
    </w:p>
  </w:endnote>
  <w:endnote w:type="continuationSeparator" w:id="0">
    <w:p w:rsidR="007143BF" w:rsidRDefault="00714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651" w:rsidRDefault="008256A6" w:rsidP="00CF5F7D">
    <w:pPr>
      <w:pStyle w:val="Pieddepage"/>
      <w:tabs>
        <w:tab w:val="clear" w:pos="9072"/>
        <w:tab w:val="right" w:pos="9065"/>
      </w:tabs>
      <w:rPr>
        <w:rFonts w:ascii="Arial" w:hAnsi="Arial"/>
        <w:snapToGrid w:val="0"/>
      </w:rPr>
    </w:pPr>
    <w:r w:rsidRPr="008256A6">
      <w:rPr>
        <w:rFonts w:ascii="Arial" w:hAnsi="Arial"/>
        <w:snapToGrid w:val="0"/>
        <w:sz w:val="16"/>
        <w:szCs w:val="16"/>
      </w:rPr>
      <w:t>A</w:t>
    </w:r>
    <w:r w:rsidR="00CA5AC5">
      <w:rPr>
        <w:rFonts w:ascii="Arial" w:hAnsi="Arial"/>
        <w:snapToGrid w:val="0"/>
        <w:sz w:val="16"/>
        <w:szCs w:val="16"/>
      </w:rPr>
      <w:t>E Données administratives et financières d’entreprises</w:t>
    </w:r>
    <w:r w:rsidR="00C940CE">
      <w:rPr>
        <w:rFonts w:ascii="Arial" w:hAnsi="Arial"/>
        <w:snapToGrid w:val="0"/>
        <w:sz w:val="16"/>
        <w:szCs w:val="16"/>
      </w:rPr>
      <w:t>. Lot 1</w:t>
    </w:r>
    <w:r w:rsidR="00C06651">
      <w:rPr>
        <w:rFonts w:ascii="Arial" w:hAnsi="Arial"/>
        <w:snapToGrid w:val="0"/>
      </w:rPr>
      <w:tab/>
    </w:r>
    <w:r w:rsidR="00C06651">
      <w:rPr>
        <w:rFonts w:ascii="Arial" w:hAnsi="Arial"/>
        <w:snapToGrid w:val="0"/>
      </w:rPr>
      <w:tab/>
      <w:t xml:space="preserve">Page </w:t>
    </w:r>
    <w:r w:rsidR="00C06651">
      <w:rPr>
        <w:rFonts w:ascii="Arial" w:hAnsi="Arial"/>
        <w:snapToGrid w:val="0"/>
      </w:rPr>
      <w:fldChar w:fldCharType="begin"/>
    </w:r>
    <w:r w:rsidR="00C06651">
      <w:rPr>
        <w:rFonts w:ascii="Arial" w:hAnsi="Arial"/>
        <w:snapToGrid w:val="0"/>
      </w:rPr>
      <w:instrText xml:space="preserve"> PAGE </w:instrText>
    </w:r>
    <w:r w:rsidR="00C06651">
      <w:rPr>
        <w:rFonts w:ascii="Arial" w:hAnsi="Arial"/>
        <w:snapToGrid w:val="0"/>
      </w:rPr>
      <w:fldChar w:fldCharType="separate"/>
    </w:r>
    <w:r w:rsidR="004114CF">
      <w:rPr>
        <w:rFonts w:ascii="Arial" w:hAnsi="Arial"/>
        <w:noProof/>
        <w:snapToGrid w:val="0"/>
      </w:rPr>
      <w:t>4</w:t>
    </w:r>
    <w:r w:rsidR="00C06651">
      <w:rPr>
        <w:rFonts w:ascii="Arial" w:hAnsi="Arial"/>
        <w:snapToGrid w:val="0"/>
      </w:rPr>
      <w:fldChar w:fldCharType="end"/>
    </w:r>
    <w:r w:rsidR="00C06651">
      <w:rPr>
        <w:rFonts w:ascii="Arial" w:hAnsi="Arial"/>
        <w:snapToGrid w:val="0"/>
      </w:rPr>
      <w:t xml:space="preserve"> sur </w:t>
    </w:r>
    <w:r w:rsidR="00C06651">
      <w:rPr>
        <w:rFonts w:ascii="Arial" w:hAnsi="Arial"/>
        <w:snapToGrid w:val="0"/>
      </w:rPr>
      <w:fldChar w:fldCharType="begin"/>
    </w:r>
    <w:r w:rsidR="00C06651">
      <w:rPr>
        <w:rFonts w:ascii="Arial" w:hAnsi="Arial"/>
        <w:snapToGrid w:val="0"/>
      </w:rPr>
      <w:instrText xml:space="preserve"> NUMPAGES </w:instrText>
    </w:r>
    <w:r w:rsidR="00C06651">
      <w:rPr>
        <w:rFonts w:ascii="Arial" w:hAnsi="Arial"/>
        <w:snapToGrid w:val="0"/>
      </w:rPr>
      <w:fldChar w:fldCharType="separate"/>
    </w:r>
    <w:r w:rsidR="004114CF">
      <w:rPr>
        <w:rFonts w:ascii="Arial" w:hAnsi="Arial"/>
        <w:noProof/>
        <w:snapToGrid w:val="0"/>
      </w:rPr>
      <w:t>7</w:t>
    </w:r>
    <w:r w:rsidR="00C06651">
      <w:rPr>
        <w:rFonts w:ascii="Arial" w:hAnsi="Arial"/>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8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8400"/>
    </w:tblGrid>
    <w:tr w:rsidR="00640438" w:rsidRPr="00830A4C" w:rsidTr="009F1FA3">
      <w:tc>
        <w:tcPr>
          <w:tcW w:w="8400" w:type="dxa"/>
          <w:vAlign w:val="bottom"/>
        </w:tcPr>
        <w:p w:rsidR="00640438" w:rsidRPr="00830A4C" w:rsidRDefault="00640438" w:rsidP="00640438">
          <w:pPr>
            <w:pStyle w:val="Pieddepage"/>
            <w:spacing w:line="240" w:lineRule="auto"/>
            <w:rPr>
              <w:rFonts w:ascii="Arial" w:hAnsi="Arial" w:cs="Arial"/>
              <w:b/>
              <w:sz w:val="15"/>
              <w:szCs w:val="15"/>
            </w:rPr>
          </w:pPr>
          <w:r w:rsidRPr="00830A4C">
            <w:rPr>
              <w:rFonts w:ascii="Arial" w:hAnsi="Arial" w:cs="Arial"/>
              <w:b/>
              <w:sz w:val="15"/>
              <w:szCs w:val="15"/>
            </w:rPr>
            <w:t>Siège</w:t>
          </w:r>
        </w:p>
        <w:p w:rsidR="00640438" w:rsidRPr="00830A4C" w:rsidRDefault="00640438" w:rsidP="00640438">
          <w:pPr>
            <w:pStyle w:val="Pieddepage"/>
            <w:spacing w:line="240" w:lineRule="auto"/>
            <w:rPr>
              <w:rFonts w:ascii="Arial" w:hAnsi="Arial" w:cs="Arial"/>
              <w:sz w:val="15"/>
              <w:szCs w:val="15"/>
            </w:rPr>
          </w:pPr>
          <w:r w:rsidRPr="00830A4C">
            <w:rPr>
              <w:rFonts w:ascii="Arial" w:hAnsi="Arial" w:cs="Arial"/>
              <w:sz w:val="15"/>
              <w:szCs w:val="15"/>
            </w:rPr>
            <w:t>15 rue des Minimes - CS 50001</w:t>
          </w:r>
        </w:p>
        <w:p w:rsidR="00640438" w:rsidRPr="00830A4C" w:rsidRDefault="00640438" w:rsidP="00640438">
          <w:pPr>
            <w:pStyle w:val="Pieddepage"/>
            <w:spacing w:line="240" w:lineRule="auto"/>
            <w:rPr>
              <w:rFonts w:ascii="Arial" w:hAnsi="Arial" w:cs="Arial"/>
              <w:sz w:val="15"/>
              <w:szCs w:val="15"/>
            </w:rPr>
          </w:pPr>
          <w:r w:rsidRPr="00830A4C">
            <w:rPr>
              <w:rFonts w:ascii="Arial" w:hAnsi="Arial" w:cs="Arial"/>
              <w:sz w:val="15"/>
              <w:szCs w:val="15"/>
            </w:rPr>
            <w:t>92677 COURBEVOIE Cedex</w:t>
          </w:r>
        </w:p>
        <w:p w:rsidR="00640438" w:rsidRPr="00830A4C" w:rsidRDefault="00640438" w:rsidP="00640438">
          <w:pPr>
            <w:pStyle w:val="Pieddepage"/>
            <w:spacing w:line="240" w:lineRule="auto"/>
            <w:rPr>
              <w:rFonts w:ascii="Arial" w:hAnsi="Arial" w:cs="Arial"/>
              <w:sz w:val="15"/>
              <w:szCs w:val="15"/>
            </w:rPr>
          </w:pPr>
          <w:r>
            <w:rPr>
              <w:rFonts w:ascii="Arial" w:hAnsi="Arial" w:cs="Arial"/>
              <w:sz w:val="15"/>
              <w:szCs w:val="15"/>
            </w:rPr>
            <w:t>Téléphone : 01 56 65 89 98</w:t>
          </w:r>
        </w:p>
        <w:p w:rsidR="00640438" w:rsidRPr="00830A4C" w:rsidRDefault="00640438" w:rsidP="00640438">
          <w:pPr>
            <w:pStyle w:val="Pieddepage"/>
            <w:spacing w:line="240" w:lineRule="auto"/>
            <w:rPr>
              <w:rFonts w:ascii="Arial" w:hAnsi="Arial" w:cs="Arial"/>
              <w:sz w:val="15"/>
              <w:szCs w:val="15"/>
            </w:rPr>
          </w:pPr>
          <w:r w:rsidRPr="00830A4C">
            <w:rPr>
              <w:rFonts w:ascii="Arial" w:hAnsi="Arial" w:cs="Arial"/>
              <w:sz w:val="15"/>
              <w:szCs w:val="15"/>
            </w:rPr>
            <w:t>Télécopie : +33 (0)1 56 65 86 00</w:t>
          </w:r>
        </w:p>
        <w:p w:rsidR="00640438" w:rsidRPr="00830A4C" w:rsidRDefault="004114CF" w:rsidP="00640438">
          <w:pPr>
            <w:pStyle w:val="Pieddepage"/>
            <w:spacing w:line="240" w:lineRule="auto"/>
            <w:rPr>
              <w:rFonts w:ascii="Arial" w:hAnsi="Arial" w:cs="Arial"/>
              <w:sz w:val="15"/>
              <w:szCs w:val="15"/>
            </w:rPr>
          </w:pPr>
          <w:hyperlink r:id="rId1" w:history="1">
            <w:r w:rsidR="00640438" w:rsidRPr="00830A4C">
              <w:rPr>
                <w:rStyle w:val="Lienhypertexte"/>
                <w:rFonts w:ascii="Arial" w:hAnsi="Arial" w:cs="Arial"/>
                <w:sz w:val="15"/>
                <w:szCs w:val="15"/>
              </w:rPr>
              <w:t>www.inpi.fr</w:t>
            </w:r>
          </w:hyperlink>
          <w:r w:rsidR="00640438" w:rsidRPr="00830A4C">
            <w:rPr>
              <w:rFonts w:ascii="Arial" w:hAnsi="Arial" w:cs="Arial"/>
              <w:sz w:val="15"/>
              <w:szCs w:val="15"/>
            </w:rPr>
            <w:t xml:space="preserve"> – </w:t>
          </w:r>
          <w:hyperlink r:id="rId2" w:history="1">
            <w:r w:rsidR="00640438" w:rsidRPr="00830A4C">
              <w:rPr>
                <w:rStyle w:val="Lienhypertexte"/>
                <w:rFonts w:ascii="Arial" w:hAnsi="Arial" w:cs="Arial"/>
                <w:sz w:val="15"/>
                <w:szCs w:val="15"/>
              </w:rPr>
              <w:t>contact@inpi.fr</w:t>
            </w:r>
          </w:hyperlink>
        </w:p>
        <w:p w:rsidR="00640438" w:rsidRPr="00830A4C" w:rsidRDefault="00640438" w:rsidP="00640438">
          <w:pPr>
            <w:pStyle w:val="Pieddepage"/>
            <w:spacing w:before="60" w:line="240" w:lineRule="auto"/>
            <w:rPr>
              <w:rFonts w:ascii="Arial" w:hAnsi="Arial" w:cs="Arial"/>
              <w:color w:val="0082A4"/>
              <w:sz w:val="11"/>
              <w:szCs w:val="11"/>
            </w:rPr>
          </w:pPr>
          <w:r w:rsidRPr="00830A4C">
            <w:rPr>
              <w:rFonts w:ascii="Arial" w:hAnsi="Arial" w:cs="Arial"/>
              <w:color w:val="0082A4"/>
              <w:sz w:val="11"/>
              <w:szCs w:val="11"/>
            </w:rPr>
            <w:t>Établissement public national</w:t>
          </w:r>
        </w:p>
        <w:p w:rsidR="00640438" w:rsidRPr="00830A4C" w:rsidRDefault="00640438" w:rsidP="00640438">
          <w:pPr>
            <w:pStyle w:val="Pieddepage"/>
            <w:spacing w:after="60" w:line="240" w:lineRule="auto"/>
            <w:rPr>
              <w:rFonts w:ascii="Arial" w:hAnsi="Arial" w:cs="Arial"/>
              <w:sz w:val="16"/>
              <w:szCs w:val="16"/>
            </w:rPr>
          </w:pPr>
          <w:r w:rsidRPr="00830A4C">
            <w:rPr>
              <w:rFonts w:ascii="Arial" w:hAnsi="Arial" w:cs="Arial"/>
              <w:color w:val="0082A4"/>
              <w:sz w:val="11"/>
              <w:szCs w:val="11"/>
            </w:rPr>
            <w:t>créé par la loi n° 51-444 du 19 avril 1951</w:t>
          </w:r>
        </w:p>
      </w:tc>
    </w:tr>
  </w:tbl>
  <w:p w:rsidR="00C06651" w:rsidRDefault="00C066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3BF" w:rsidRDefault="007143BF">
      <w:r>
        <w:separator/>
      </w:r>
    </w:p>
  </w:footnote>
  <w:footnote w:type="continuationSeparator" w:id="0">
    <w:p w:rsidR="007143BF" w:rsidRDefault="007143BF">
      <w:r>
        <w:continuationSeparator/>
      </w:r>
    </w:p>
  </w:footnote>
  <w:footnote w:id="1">
    <w:p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rsidR="00C06651" w:rsidRDefault="00C06651" w:rsidP="00864BC4">
      <w:pPr>
        <w:pStyle w:val="Notedebasdepage"/>
        <w:jc w:val="both"/>
      </w:pPr>
      <w:r>
        <w:rPr>
          <w:rStyle w:val="Appelnotedebasdep"/>
        </w:rPr>
        <w:footnoteRef/>
      </w:r>
      <w:r>
        <w:t xml:space="preserve">On entend par "petites et moyennes entreprises" les entreprises dont l'effectif ne dépasse pas 250 </w:t>
      </w:r>
      <w:r w:rsidRPr="004F6197">
        <w:t xml:space="preserve">employés et </w:t>
      </w:r>
      <w:r w:rsidR="004F6197" w:rsidRPr="004F6197">
        <w:rPr>
          <w:color w:val="000000"/>
          <w:shd w:val="clear" w:color="auto" w:fill="FFFFFF"/>
        </w:rPr>
        <w:t>dont le chiffre d'affaires n'excède pas 50 millions d'euros, ou dont le total du bilan annuel n'excède pas 43 millions d'euros</w:t>
      </w:r>
      <w:r w:rsidRPr="004F6197">
        <w:t>.</w:t>
      </w:r>
      <w:r>
        <w:t xml:space="preserve"> Ne sont pas considérées comme des PME les entreprises dont le capital social est détenu à hauteur de plus de 33% par une entreprise n'ayant pas le caractère d'une PME.</w:t>
      </w:r>
    </w:p>
    <w:p w:rsidR="00C06651" w:rsidRDefault="00C06651" w:rsidP="00366AFA">
      <w:pPr>
        <w:pStyle w:val="Notedebasdepage"/>
      </w:pPr>
    </w:p>
  </w:footnote>
  <w:footnote w:id="4">
    <w:p w:rsidR="00C06651" w:rsidRDefault="00C06651" w:rsidP="00366AFA">
      <w:pPr>
        <w:pStyle w:val="Notedebasdepage"/>
      </w:pPr>
      <w:r>
        <w:rPr>
          <w:rStyle w:val="Appelnotedebasdep"/>
        </w:rPr>
        <w:footnoteRef/>
      </w:r>
      <w:r>
        <w:t xml:space="preserve"> Cocher la case appropriée.</w:t>
      </w:r>
    </w:p>
  </w:footnote>
  <w:footnote w:id="5">
    <w:p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651" w:rsidRDefault="00C06651" w:rsidP="004809F5">
    <w:pPr>
      <w:pStyle w:val="En-tte"/>
      <w:spacing w:line="220" w:lineRule="exact"/>
      <w:ind w:left="2500"/>
      <w:rPr>
        <w:spacing w:val="156"/>
        <w:sz w:val="8"/>
      </w:rPr>
    </w:pPr>
    <w:r>
      <w:rPr>
        <w:spacing w:val="156"/>
        <w:sz w:val="8"/>
      </w:rPr>
      <w:t>RÉPUBLIQUE FRANÇAISE</w:t>
    </w:r>
  </w:p>
  <w:p w:rsidR="00C06651" w:rsidRDefault="00FB20DD">
    <w:pPr>
      <w:pStyle w:val="En-tte"/>
    </w:pPr>
    <w:r>
      <w:rPr>
        <w:noProof/>
      </w:rPr>
      <w:drawing>
        <wp:anchor distT="0" distB="0" distL="114300" distR="114300" simplePos="0" relativeHeight="251656192" behindDoc="1" locked="0" layoutInCell="1" allowOverlap="1">
          <wp:simplePos x="0" y="0"/>
          <wp:positionH relativeFrom="page">
            <wp:posOffset>3366135</wp:posOffset>
          </wp:positionH>
          <wp:positionV relativeFrom="page">
            <wp:posOffset>574040</wp:posOffset>
          </wp:positionV>
          <wp:extent cx="914400" cy="533400"/>
          <wp:effectExtent l="0" t="0" r="0" b="0"/>
          <wp:wrapNone/>
          <wp:docPr id="2" name="Image 2" descr="logo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ou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33400"/>
                  </a:xfrm>
                  <a:prstGeom prst="rect">
                    <a:avLst/>
                  </a:prstGeom>
                  <a:noFill/>
                </pic:spPr>
              </pic:pic>
            </a:graphicData>
          </a:graphic>
          <wp14:sizeRelH relativeFrom="page">
            <wp14:pctWidth>0</wp14:pctWidth>
          </wp14:sizeRelH>
          <wp14:sizeRelV relativeFrom="page">
            <wp14:pctHeight>0</wp14:pctHeight>
          </wp14:sizeRelV>
        </wp:anchor>
      </w:drawing>
    </w:r>
  </w:p>
  <w:p w:rsidR="00C06651" w:rsidRDefault="00C06651">
    <w:pPr>
      <w:pStyle w:val="En-tte"/>
    </w:pPr>
  </w:p>
  <w:p w:rsidR="00C06651" w:rsidRDefault="00C066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651" w:rsidRDefault="00C06651" w:rsidP="004809F5">
    <w:pPr>
      <w:pStyle w:val="En-tte"/>
      <w:spacing w:line="220" w:lineRule="exact"/>
      <w:ind w:left="2500"/>
      <w:rPr>
        <w:spacing w:val="156"/>
        <w:sz w:val="8"/>
      </w:rPr>
    </w:pPr>
    <w:r>
      <w:rPr>
        <w:spacing w:val="156"/>
        <w:sz w:val="8"/>
      </w:rPr>
      <w:t>RÉPUBLIQUE FRANÇAISE</w:t>
    </w:r>
  </w:p>
  <w:p w:rsidR="00C06651" w:rsidRDefault="00FB20DD">
    <w:pPr>
      <w:pStyle w:val="En-tte"/>
    </w:pPr>
    <w:r>
      <w:rPr>
        <w:noProof/>
      </w:rPr>
      <w:drawing>
        <wp:anchor distT="0" distB="0" distL="114300" distR="114300" simplePos="0" relativeHeight="251657216" behindDoc="1" locked="0" layoutInCell="1" allowOverlap="1">
          <wp:simplePos x="0" y="0"/>
          <wp:positionH relativeFrom="page">
            <wp:posOffset>3023235</wp:posOffset>
          </wp:positionH>
          <wp:positionV relativeFrom="page">
            <wp:posOffset>802640</wp:posOffset>
          </wp:positionV>
          <wp:extent cx="1449705" cy="845820"/>
          <wp:effectExtent l="0" t="0" r="0" b="0"/>
          <wp:wrapNone/>
          <wp:docPr id="5" name="Image 5" descr="logo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ou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705" cy="8458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5"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7"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8"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9"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0"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48C02124"/>
    <w:multiLevelType w:val="multilevel"/>
    <w:tmpl w:val="3894E4A8"/>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3"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4"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15"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6"/>
  </w:num>
  <w:num w:numId="5">
    <w:abstractNumId w:val="11"/>
  </w:num>
  <w:num w:numId="6">
    <w:abstractNumId w:val="3"/>
  </w:num>
  <w:num w:numId="7">
    <w:abstractNumId w:val="10"/>
  </w:num>
  <w:num w:numId="8">
    <w:abstractNumId w:val="4"/>
  </w:num>
  <w:num w:numId="9">
    <w:abstractNumId w:val="12"/>
  </w:num>
  <w:num w:numId="10">
    <w:abstractNumId w:val="12"/>
  </w:num>
  <w:num w:numId="11">
    <w:abstractNumId w:val="7"/>
  </w:num>
  <w:num w:numId="12">
    <w:abstractNumId w:val="5"/>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3"/>
  </w:num>
  <w:num w:numId="21">
    <w:abstractNumId w:val="14"/>
  </w:num>
  <w:num w:numId="22">
    <w:abstractNumId w:val="2"/>
  </w:num>
  <w:num w:numId="23">
    <w:abstractNumId w:val="15"/>
  </w:num>
  <w:num w:numId="24">
    <w:abstractNumId w:val="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3BF"/>
    <w:rsid w:val="00032F1C"/>
    <w:rsid w:val="000525CB"/>
    <w:rsid w:val="000533FC"/>
    <w:rsid w:val="00057293"/>
    <w:rsid w:val="000925FA"/>
    <w:rsid w:val="00097B73"/>
    <w:rsid w:val="000C23E4"/>
    <w:rsid w:val="000D7802"/>
    <w:rsid w:val="000E3FF3"/>
    <w:rsid w:val="000E6760"/>
    <w:rsid w:val="000F26B9"/>
    <w:rsid w:val="001109D8"/>
    <w:rsid w:val="0011137F"/>
    <w:rsid w:val="001131F4"/>
    <w:rsid w:val="00126E9C"/>
    <w:rsid w:val="00152A78"/>
    <w:rsid w:val="00177F6C"/>
    <w:rsid w:val="001848F5"/>
    <w:rsid w:val="00184DCE"/>
    <w:rsid w:val="00193974"/>
    <w:rsid w:val="001A5194"/>
    <w:rsid w:val="001B52DE"/>
    <w:rsid w:val="001C2AED"/>
    <w:rsid w:val="001E153A"/>
    <w:rsid w:val="001F3BDB"/>
    <w:rsid w:val="001F5EAE"/>
    <w:rsid w:val="002011A5"/>
    <w:rsid w:val="00206856"/>
    <w:rsid w:val="002164EC"/>
    <w:rsid w:val="00237147"/>
    <w:rsid w:val="00242A95"/>
    <w:rsid w:val="00245FCE"/>
    <w:rsid w:val="00252596"/>
    <w:rsid w:val="00267916"/>
    <w:rsid w:val="002717E6"/>
    <w:rsid w:val="002733C4"/>
    <w:rsid w:val="002D17C5"/>
    <w:rsid w:val="002D44D3"/>
    <w:rsid w:val="002E19EE"/>
    <w:rsid w:val="002F4C73"/>
    <w:rsid w:val="00300525"/>
    <w:rsid w:val="00305D24"/>
    <w:rsid w:val="003072B4"/>
    <w:rsid w:val="00313418"/>
    <w:rsid w:val="003177B1"/>
    <w:rsid w:val="00337000"/>
    <w:rsid w:val="00366AFA"/>
    <w:rsid w:val="00367310"/>
    <w:rsid w:val="00393BC7"/>
    <w:rsid w:val="003A5834"/>
    <w:rsid w:val="003C009E"/>
    <w:rsid w:val="003C76A7"/>
    <w:rsid w:val="003F113E"/>
    <w:rsid w:val="004114CF"/>
    <w:rsid w:val="00424D5D"/>
    <w:rsid w:val="00430D56"/>
    <w:rsid w:val="004402E9"/>
    <w:rsid w:val="0044376C"/>
    <w:rsid w:val="00456552"/>
    <w:rsid w:val="00475625"/>
    <w:rsid w:val="00477F03"/>
    <w:rsid w:val="004809F5"/>
    <w:rsid w:val="004B3E4A"/>
    <w:rsid w:val="004C53D8"/>
    <w:rsid w:val="004F6197"/>
    <w:rsid w:val="0050232E"/>
    <w:rsid w:val="005106B8"/>
    <w:rsid w:val="00520A3E"/>
    <w:rsid w:val="00563AB6"/>
    <w:rsid w:val="00563BF9"/>
    <w:rsid w:val="00565C10"/>
    <w:rsid w:val="005702D4"/>
    <w:rsid w:val="005A38E7"/>
    <w:rsid w:val="005B4E02"/>
    <w:rsid w:val="005B545C"/>
    <w:rsid w:val="005C1EF7"/>
    <w:rsid w:val="005E20BD"/>
    <w:rsid w:val="00601455"/>
    <w:rsid w:val="00631BDE"/>
    <w:rsid w:val="00637277"/>
    <w:rsid w:val="00640330"/>
    <w:rsid w:val="00640438"/>
    <w:rsid w:val="0064095C"/>
    <w:rsid w:val="006A7A8F"/>
    <w:rsid w:val="006C5BEB"/>
    <w:rsid w:val="006F4B2F"/>
    <w:rsid w:val="007143BF"/>
    <w:rsid w:val="007170C1"/>
    <w:rsid w:val="007203D6"/>
    <w:rsid w:val="00736160"/>
    <w:rsid w:val="007545E9"/>
    <w:rsid w:val="0075730A"/>
    <w:rsid w:val="00765D5C"/>
    <w:rsid w:val="007C5412"/>
    <w:rsid w:val="007D28D7"/>
    <w:rsid w:val="007F417C"/>
    <w:rsid w:val="00816527"/>
    <w:rsid w:val="008256A6"/>
    <w:rsid w:val="00826607"/>
    <w:rsid w:val="008542A0"/>
    <w:rsid w:val="00857DF7"/>
    <w:rsid w:val="00864BC4"/>
    <w:rsid w:val="00877EE9"/>
    <w:rsid w:val="0088689B"/>
    <w:rsid w:val="008B7E83"/>
    <w:rsid w:val="009028DB"/>
    <w:rsid w:val="00926730"/>
    <w:rsid w:val="009575DC"/>
    <w:rsid w:val="009660CE"/>
    <w:rsid w:val="00975E19"/>
    <w:rsid w:val="009828B9"/>
    <w:rsid w:val="009A4F0B"/>
    <w:rsid w:val="009A697C"/>
    <w:rsid w:val="009D03B6"/>
    <w:rsid w:val="009E090F"/>
    <w:rsid w:val="009F4594"/>
    <w:rsid w:val="00A4122E"/>
    <w:rsid w:val="00A433C8"/>
    <w:rsid w:val="00A53B6B"/>
    <w:rsid w:val="00A85B31"/>
    <w:rsid w:val="00AA2388"/>
    <w:rsid w:val="00AA53FA"/>
    <w:rsid w:val="00AB53EC"/>
    <w:rsid w:val="00AE53FB"/>
    <w:rsid w:val="00B132AC"/>
    <w:rsid w:val="00B259BC"/>
    <w:rsid w:val="00B27CB6"/>
    <w:rsid w:val="00B85FD9"/>
    <w:rsid w:val="00BB2D9A"/>
    <w:rsid w:val="00BB4972"/>
    <w:rsid w:val="00BC40CA"/>
    <w:rsid w:val="00BD71AA"/>
    <w:rsid w:val="00BE6F5B"/>
    <w:rsid w:val="00C06651"/>
    <w:rsid w:val="00C2106A"/>
    <w:rsid w:val="00C4070A"/>
    <w:rsid w:val="00C42382"/>
    <w:rsid w:val="00C52BD9"/>
    <w:rsid w:val="00C66CBA"/>
    <w:rsid w:val="00C71E5D"/>
    <w:rsid w:val="00C7326C"/>
    <w:rsid w:val="00C82D86"/>
    <w:rsid w:val="00C9149B"/>
    <w:rsid w:val="00C92E64"/>
    <w:rsid w:val="00C940CE"/>
    <w:rsid w:val="00C97FDA"/>
    <w:rsid w:val="00CA07C2"/>
    <w:rsid w:val="00CA5AC5"/>
    <w:rsid w:val="00CE467D"/>
    <w:rsid w:val="00CF2FED"/>
    <w:rsid w:val="00CF5F7D"/>
    <w:rsid w:val="00D11DB1"/>
    <w:rsid w:val="00D460C6"/>
    <w:rsid w:val="00D549DD"/>
    <w:rsid w:val="00D92567"/>
    <w:rsid w:val="00DB367D"/>
    <w:rsid w:val="00DC2A33"/>
    <w:rsid w:val="00DD6431"/>
    <w:rsid w:val="00DF5152"/>
    <w:rsid w:val="00E045A6"/>
    <w:rsid w:val="00E15E44"/>
    <w:rsid w:val="00E3317E"/>
    <w:rsid w:val="00E45D0C"/>
    <w:rsid w:val="00E70DAE"/>
    <w:rsid w:val="00E85A79"/>
    <w:rsid w:val="00EA3DE4"/>
    <w:rsid w:val="00EA5AE3"/>
    <w:rsid w:val="00EC6ACB"/>
    <w:rsid w:val="00ED7A01"/>
    <w:rsid w:val="00ED7D65"/>
    <w:rsid w:val="00EE5FB2"/>
    <w:rsid w:val="00F13CA5"/>
    <w:rsid w:val="00F17FB8"/>
    <w:rsid w:val="00F50E82"/>
    <w:rsid w:val="00F56FE2"/>
    <w:rsid w:val="00F72452"/>
    <w:rsid w:val="00F83AFA"/>
    <w:rsid w:val="00FB20DD"/>
    <w:rsid w:val="00FB4663"/>
    <w:rsid w:val="00FB46D6"/>
    <w:rsid w:val="00FC2F74"/>
    <w:rsid w:val="00FD0C12"/>
    <w:rsid w:val="00FD7541"/>
    <w:rsid w:val="00FE13C2"/>
    <w:rsid w:val="00FE17BA"/>
    <w:rsid w:val="00FE2EA4"/>
    <w:rsid w:val="00FE3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shapelayout v:ext="edit">
      <o:idmap v:ext="edit" data="1"/>
    </o:shapelayout>
  </w:shapeDefaults>
  <w:decimalSymbol w:val=","/>
  <w:listSeparator w:val=";"/>
  <w14:docId w14:val="08B22820"/>
  <w15:chartTrackingRefBased/>
  <w15:docId w15:val="{D2B52269-C441-49E7-ACA8-3DAB66818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link w:val="PieddepageCar"/>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customStyle="1" w:styleId="PieddepageCar">
    <w:name w:val="Pied de page Car"/>
    <w:basedOn w:val="Policepardfaut"/>
    <w:link w:val="Pieddepage"/>
    <w:rsid w:val="00640438"/>
    <w:rPr>
      <w:rFonts w:ascii="Times" w:hAnsi="Times" w:cs="Times"/>
      <w:sz w:val="22"/>
      <w:szCs w:val="22"/>
    </w:rPr>
  </w:style>
  <w:style w:type="table" w:styleId="Grilledutableau">
    <w:name w:val="Table Grid"/>
    <w:basedOn w:val="TableauNormal"/>
    <w:rsid w:val="00640438"/>
    <w:pPr>
      <w:spacing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mailto:contact@inpi.fr" TargetMode="External"/><Relationship Id="rId1" Type="http://schemas.openxmlformats.org/officeDocument/2006/relationships/hyperlink" Target="http://www.inp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ERVICE%20ACHATS\Mod&#232;les\DOCUMENTS%20DCE\Ae\AE_mod&#232;le%20201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AE_modèle 2019.dotx</Template>
  <TotalTime>1</TotalTime>
  <Pages>7</Pages>
  <Words>1377</Words>
  <Characters>7578</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8938</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Plouzennec Eric</dc:creator>
  <cp:keywords/>
  <dc:description/>
  <cp:lastModifiedBy>Plouzennec Eric</cp:lastModifiedBy>
  <cp:revision>3</cp:revision>
  <cp:lastPrinted>2009-06-03T15:16:00Z</cp:lastPrinted>
  <dcterms:created xsi:type="dcterms:W3CDTF">2025-04-11T07:29:00Z</dcterms:created>
  <dcterms:modified xsi:type="dcterms:W3CDTF">2025-04-11T07:31:00Z</dcterms:modified>
</cp:coreProperties>
</file>