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2 rue de la Milétrie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Pr="009D2399" w:rsidRDefault="004766AF">
      <w:pPr>
        <w:rPr>
          <w:rFonts w:ascii="Arial" w:hAnsi="Arial" w:cs="Arial"/>
          <w:b/>
          <w:bCs/>
        </w:rPr>
      </w:pPr>
      <w:r>
        <w:rPr>
          <w:rFonts w:ascii="Arial" w:hAnsi="Arial" w:cs="Arial"/>
          <w:b/>
          <w:bCs/>
        </w:rPr>
        <w:t>Marché de t</w:t>
      </w:r>
      <w:bookmarkStart w:id="0" w:name="_GoBack"/>
      <w:bookmarkEnd w:id="0"/>
      <w:r w:rsidR="00C83FD8">
        <w:rPr>
          <w:rFonts w:ascii="Arial" w:hAnsi="Arial" w:cs="Arial"/>
          <w:b/>
          <w:bCs/>
        </w:rPr>
        <w:t>ravaux, de maintenance et de réparation des bâtiments, installations et infrastructures – Toitures terrasses.</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4766AF">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4766AF">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4766AF">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766AF">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766AF">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766AF">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766AF">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766AF">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766AF">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4766AF">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766AF">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766AF">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260" w:rsidRDefault="008F6260">
      <w:r>
        <w:separator/>
      </w:r>
    </w:p>
  </w:endnote>
  <w:endnote w:type="continuationSeparator" w:id="0">
    <w:p w:rsidR="008F6260" w:rsidRDefault="008F6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C83FD8" w:rsidP="00C83FD8">
          <w:pPr>
            <w:jc w:val="center"/>
            <w:rPr>
              <w:rFonts w:ascii="Arial" w:hAnsi="Arial" w:cs="Arial"/>
              <w:b/>
              <w:bCs/>
            </w:rPr>
          </w:pPr>
          <w:r>
            <w:rPr>
              <w:rFonts w:ascii="Arial" w:hAnsi="Arial" w:cs="Arial"/>
              <w:b/>
              <w:i/>
              <w:iCs/>
            </w:rPr>
            <w:t>25S026</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766AF">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766AF">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260" w:rsidRDefault="008F6260">
      <w:r>
        <w:separator/>
      </w:r>
    </w:p>
  </w:footnote>
  <w:footnote w:type="continuationSeparator" w:id="0">
    <w:p w:rsidR="008F6260" w:rsidRDefault="008F6260">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766AF"/>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2E0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8F6260"/>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3FD8"/>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6846E34"/>
  <w15:docId w15:val="{48480403-6AB0-4398-9F2C-7D263CF6C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1B02A-7A5E-4052-8BF6-3ECB0E29E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2087</Words>
  <Characters>11479</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13539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FOURNIER Elodie</cp:lastModifiedBy>
  <cp:revision>3</cp:revision>
  <cp:lastPrinted>2016-11-02T12:51:00Z</cp:lastPrinted>
  <dcterms:created xsi:type="dcterms:W3CDTF">2025-02-04T14:04:00Z</dcterms:created>
  <dcterms:modified xsi:type="dcterms:W3CDTF">2025-04-03T12:01:00Z</dcterms:modified>
</cp:coreProperties>
</file>