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761DE487" w:rsidR="00C27A74" w:rsidRPr="00B069C2" w:rsidRDefault="00AB2CBA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Marine nationale</w:t>
      </w:r>
      <w:r w:rsidR="00C27A74">
        <w:drawing>
          <wp:anchor distT="0" distB="0" distL="114300" distR="114300" simplePos="0" relativeHeight="251659264" behindDoc="0" locked="0" layoutInCell="1" allowOverlap="1" wp14:anchorId="0934B838" wp14:editId="468BE149">
            <wp:simplePos x="0" y="0"/>
            <wp:positionH relativeFrom="margin">
              <wp:posOffset>-381000</wp:posOffset>
            </wp:positionH>
            <wp:positionV relativeFrom="page">
              <wp:posOffset>427990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1E6545C8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D834D1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5B00249000"/>
            </w:textInput>
          </w:ffData>
        </w:fldChar>
      </w:r>
      <w:r w:rsidR="00D834D1">
        <w:rPr>
          <w:rFonts w:ascii="Arial" w:hAnsi="Arial" w:cs="Arial"/>
        </w:rPr>
        <w:instrText xml:space="preserve"> FORMTEXT </w:instrText>
      </w:r>
      <w:r w:rsidR="00D834D1">
        <w:rPr>
          <w:rFonts w:ascii="Arial" w:hAnsi="Arial" w:cs="Arial"/>
        </w:rPr>
      </w:r>
      <w:r w:rsidR="00D834D1">
        <w:rPr>
          <w:rFonts w:ascii="Arial" w:hAnsi="Arial" w:cs="Arial"/>
        </w:rPr>
        <w:fldChar w:fldCharType="separate"/>
      </w:r>
      <w:r w:rsidR="00D834D1">
        <w:rPr>
          <w:rFonts w:ascii="Arial" w:hAnsi="Arial" w:cs="Arial"/>
          <w:noProof/>
        </w:rPr>
        <w:t>25B00249000</w:t>
      </w:r>
      <w:r w:rsidR="00D834D1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bookmarkStart w:id="1" w:name="_GoBack"/>
      <w:r w:rsidR="00C62C2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rechanges d'interphone portable au profit de la Marine Nationale."/>
            </w:textInput>
          </w:ffData>
        </w:fldChar>
      </w:r>
      <w:r w:rsidR="00C62C2D">
        <w:rPr>
          <w:rFonts w:ascii="Arial" w:hAnsi="Arial" w:cs="Arial"/>
        </w:rPr>
        <w:instrText xml:space="preserve"> FORMTEXT </w:instrText>
      </w:r>
      <w:r w:rsidR="00C62C2D">
        <w:rPr>
          <w:rFonts w:ascii="Arial" w:hAnsi="Arial" w:cs="Arial"/>
        </w:rPr>
      </w:r>
      <w:r w:rsidR="00C62C2D">
        <w:rPr>
          <w:rFonts w:ascii="Arial" w:hAnsi="Arial" w:cs="Arial"/>
        </w:rPr>
        <w:fldChar w:fldCharType="separate"/>
      </w:r>
      <w:r w:rsidR="00C62C2D">
        <w:rPr>
          <w:rFonts w:ascii="Arial" w:hAnsi="Arial" w:cs="Arial"/>
          <w:noProof/>
        </w:rPr>
        <w:t>l'approvisionnement de rechanges d'interphone portable au profit de la Marine Nationale.</w:t>
      </w:r>
      <w:r w:rsidR="00C62C2D">
        <w:rPr>
          <w:rFonts w:ascii="Arial" w:hAnsi="Arial" w:cs="Arial"/>
        </w:rPr>
        <w:fldChar w:fldCharType="end"/>
      </w:r>
      <w:bookmarkEnd w:id="1"/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0A994E14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6551BED" w14:textId="19DF2227" w:rsidR="00B46277" w:rsidRDefault="00B46277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6DA79C3E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5F39F3">
        <w:rPr>
          <w:rFonts w:ascii="Arial" w:hAnsi="Arial" w:cs="Arial"/>
          <w:sz w:val="22"/>
          <w:szCs w:val="22"/>
        </w:rPr>
        <w:t>DD Christelle LALUT</w:t>
      </w:r>
    </w:p>
    <w:p w14:paraId="7FC67E28" w14:textId="1D730281" w:rsidR="00C27A74" w:rsidRDefault="005F39F3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Chef du département achats rechanges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4E3361"/>
    <w:rsid w:val="00507409"/>
    <w:rsid w:val="0051312A"/>
    <w:rsid w:val="00515002"/>
    <w:rsid w:val="00527135"/>
    <w:rsid w:val="0054114E"/>
    <w:rsid w:val="0054204C"/>
    <w:rsid w:val="0054653C"/>
    <w:rsid w:val="005814EA"/>
    <w:rsid w:val="005B0BAA"/>
    <w:rsid w:val="005C2B5C"/>
    <w:rsid w:val="005F20BE"/>
    <w:rsid w:val="005F39F3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533BA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46277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C2D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5088D"/>
    <w:rsid w:val="00D55F81"/>
    <w:rsid w:val="00D640F7"/>
    <w:rsid w:val="00D6451F"/>
    <w:rsid w:val="00D66CDC"/>
    <w:rsid w:val="00D7299E"/>
    <w:rsid w:val="00D834D1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56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983FB-A8DB-4F7A-B9BD-F592028A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</Template>
  <TotalTime>64</TotalTime>
  <Pages>1</Pages>
  <Words>279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2116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13</cp:revision>
  <cp:lastPrinted>2025-03-31T07:34:00Z</cp:lastPrinted>
  <dcterms:created xsi:type="dcterms:W3CDTF">2024-01-03T10:12:00Z</dcterms:created>
  <dcterms:modified xsi:type="dcterms:W3CDTF">2025-03-31T07:34:00Z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