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AA5E" w14:textId="5B10CD0D" w:rsidR="00DE2CB6" w:rsidRDefault="00DE2CB6" w:rsidP="00EC1C3C">
      <w:pPr>
        <w:pStyle w:val="Titre"/>
        <w:rPr>
          <w:sz w:val="20"/>
        </w:rPr>
      </w:pPr>
      <w:r w:rsidRPr="00AF6AD2">
        <w:rPr>
          <w:sz w:val="20"/>
        </w:rPr>
        <w:t xml:space="preserve">Annexe 1 au Règlement de consultation </w:t>
      </w:r>
    </w:p>
    <w:p w14:paraId="2E975E37" w14:textId="77777777" w:rsidR="00E326D3" w:rsidRPr="00E326D3" w:rsidRDefault="00E326D3" w:rsidP="00E326D3"/>
    <w:p w14:paraId="62A9C528" w14:textId="77777777" w:rsidR="00E326D3" w:rsidRDefault="00E326D3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sz w:val="20"/>
        </w:rPr>
      </w:pPr>
    </w:p>
    <w:p w14:paraId="214F60DA" w14:textId="77777777" w:rsidR="00E326D3" w:rsidRDefault="00DE2CB6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sz w:val="20"/>
        </w:rPr>
      </w:pPr>
      <w:r w:rsidRPr="00AF6AD2">
        <w:rPr>
          <w:sz w:val="20"/>
        </w:rPr>
        <w:t>attestation de visite</w:t>
      </w:r>
      <w:r w:rsidR="00541CB3">
        <w:rPr>
          <w:sz w:val="20"/>
        </w:rPr>
        <w:t xml:space="preserve"> </w:t>
      </w:r>
      <w:bookmarkStart w:id="0" w:name="_Hlk155792848"/>
      <w:bookmarkStart w:id="1" w:name="_Hlk155792849"/>
    </w:p>
    <w:p w14:paraId="1AF5998F" w14:textId="77777777" w:rsidR="00E326D3" w:rsidRDefault="00E326D3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sz w:val="20"/>
        </w:rPr>
      </w:pPr>
    </w:p>
    <w:p w14:paraId="2FE69892" w14:textId="28FBDCA1" w:rsidR="00E326D3" w:rsidRDefault="00E326D3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sz w:val="20"/>
        </w:rPr>
      </w:pPr>
      <w:r w:rsidRPr="00E326D3">
        <w:rPr>
          <w:sz w:val="20"/>
        </w:rPr>
        <w:t>accoRd-cadre de prestations DE SERVICEs RELATIF A LA REALISATION DE PRESTATIONS DE MAINTENANCE DES MATERIELS DE RESTAURATION ET FONTAINES A EAU DU CROUS DE TOULOUSE-OCCITANIE</w:t>
      </w:r>
      <w:r>
        <w:rPr>
          <w:sz w:val="20"/>
        </w:rPr>
        <w:t xml:space="preserve"> N°</w:t>
      </w:r>
      <w:r w:rsidRPr="00AF6AD2">
        <w:rPr>
          <w:sz w:val="20"/>
        </w:rPr>
        <w:t>202</w:t>
      </w:r>
      <w:r>
        <w:rPr>
          <w:sz w:val="20"/>
        </w:rPr>
        <w:t>5</w:t>
      </w:r>
      <w:r w:rsidRPr="00AF6AD2">
        <w:rPr>
          <w:sz w:val="20"/>
        </w:rPr>
        <w:t>-</w:t>
      </w:r>
      <w:r w:rsidR="001A20D4">
        <w:rPr>
          <w:sz w:val="20"/>
        </w:rPr>
        <w:t>23</w:t>
      </w:r>
    </w:p>
    <w:p w14:paraId="07BE6BEE" w14:textId="3C77D5BB" w:rsidR="00E326D3" w:rsidRPr="00E326D3" w:rsidRDefault="00E326D3" w:rsidP="00E326D3">
      <w:pPr>
        <w:pStyle w:val="Titre"/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rPr>
          <w:b w:val="0"/>
          <w:caps w:val="0"/>
          <w:sz w:val="20"/>
        </w:rPr>
      </w:pPr>
    </w:p>
    <w:p w14:paraId="42A24ECC" w14:textId="77777777" w:rsidR="00E326D3" w:rsidRPr="00E326D3" w:rsidRDefault="00E326D3" w:rsidP="00E326D3"/>
    <w:bookmarkEnd w:id="0"/>
    <w:bookmarkEnd w:id="1"/>
    <w:p w14:paraId="02C821A3" w14:textId="77777777" w:rsidR="00A40459" w:rsidRPr="00AF6AD2" w:rsidRDefault="00A40459" w:rsidP="00A40459"/>
    <w:p w14:paraId="52BF2914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0A97CD52" w14:textId="77777777" w:rsidR="00DE2CB6" w:rsidRPr="00AF6AD2" w:rsidRDefault="00DE2CB6" w:rsidP="00DE2CB6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AF6AD2">
        <w:rPr>
          <w:rFonts w:ascii="Arial" w:hAnsi="Arial" w:cs="Arial"/>
          <w:b/>
          <w:bCs/>
          <w:sz w:val="20"/>
          <w:szCs w:val="20"/>
        </w:rPr>
        <w:t xml:space="preserve">Je soussigné ...................................................................................................................................... </w:t>
      </w:r>
    </w:p>
    <w:p w14:paraId="7CAC803A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00C02F2E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67DE9FCC" w14:textId="77777777" w:rsidR="00DE2CB6" w:rsidRPr="00AF6AD2" w:rsidRDefault="00DE2CB6" w:rsidP="00DE2CB6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AF6AD2">
        <w:rPr>
          <w:rFonts w:ascii="Arial" w:hAnsi="Arial" w:cs="Arial"/>
          <w:b/>
          <w:bCs/>
          <w:sz w:val="20"/>
          <w:szCs w:val="20"/>
        </w:rPr>
        <w:t xml:space="preserve">Représentant la société ……………………………………………………………………………………. </w:t>
      </w:r>
    </w:p>
    <w:p w14:paraId="62A535C4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770C91A4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383C40EE" w14:textId="77777777" w:rsidR="00991ACD" w:rsidRPr="00AF6AD2" w:rsidRDefault="00991ACD" w:rsidP="00DE2CB6">
      <w:pPr>
        <w:pStyle w:val="Default"/>
        <w:rPr>
          <w:rFonts w:ascii="Arial" w:hAnsi="Arial" w:cs="Arial"/>
          <w:sz w:val="20"/>
          <w:szCs w:val="20"/>
        </w:rPr>
      </w:pPr>
    </w:p>
    <w:p w14:paraId="7A93CA24" w14:textId="77777777" w:rsidR="00DE2CB6" w:rsidRPr="00AF6AD2" w:rsidRDefault="00DE2CB6" w:rsidP="00DE2CB6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AF6AD2">
        <w:rPr>
          <w:rFonts w:ascii="Arial" w:hAnsi="Arial" w:cs="Arial"/>
          <w:b/>
          <w:bCs/>
          <w:sz w:val="20"/>
          <w:szCs w:val="20"/>
        </w:rPr>
        <w:t xml:space="preserve">En qualité de …………………………………………………………………………………………………. </w:t>
      </w:r>
    </w:p>
    <w:p w14:paraId="12BEC58F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3BADC9CE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1523A8EC" w14:textId="77777777" w:rsidR="00DE2CB6" w:rsidRPr="00AF6AD2" w:rsidRDefault="00DE2CB6" w:rsidP="00DE2CB6">
      <w:pPr>
        <w:pStyle w:val="Default"/>
        <w:rPr>
          <w:rFonts w:ascii="Arial" w:hAnsi="Arial" w:cs="Arial"/>
          <w:sz w:val="20"/>
          <w:szCs w:val="20"/>
        </w:rPr>
      </w:pPr>
    </w:p>
    <w:p w14:paraId="14142B59" w14:textId="188B7F6C" w:rsidR="00B36F02" w:rsidRPr="00AF6AD2" w:rsidRDefault="00DE2CB6" w:rsidP="00DE2CB6">
      <w:pPr>
        <w:tabs>
          <w:tab w:val="left" w:pos="5670"/>
        </w:tabs>
        <w:rPr>
          <w:rFonts w:cs="Arial"/>
          <w:b/>
          <w:bCs/>
        </w:rPr>
      </w:pPr>
      <w:r w:rsidRPr="00AF6AD2">
        <w:rPr>
          <w:rFonts w:cs="Arial"/>
          <w:b/>
          <w:bCs/>
        </w:rPr>
        <w:t xml:space="preserve">Déclare avoir </w:t>
      </w:r>
      <w:r w:rsidR="00E326D3" w:rsidRPr="00AF6AD2">
        <w:rPr>
          <w:rFonts w:cs="Arial"/>
          <w:b/>
          <w:bCs/>
        </w:rPr>
        <w:t xml:space="preserve">visité </w:t>
      </w:r>
      <w:r w:rsidR="00E326D3">
        <w:rPr>
          <w:rFonts w:cs="Arial"/>
          <w:b/>
          <w:bCs/>
        </w:rPr>
        <w:t xml:space="preserve">le site : </w:t>
      </w:r>
      <w:r w:rsidR="00E326D3" w:rsidRPr="00AF6AD2">
        <w:rPr>
          <w:rFonts w:cs="Arial"/>
          <w:b/>
          <w:bCs/>
        </w:rPr>
        <w:t>…</w:t>
      </w:r>
      <w:r w:rsidR="00A96919" w:rsidRPr="00AF6AD2">
        <w:rPr>
          <w:rFonts w:cs="Arial"/>
          <w:b/>
          <w:bCs/>
        </w:rPr>
        <w:t>…………………………</w:t>
      </w:r>
      <w:r w:rsidR="00991ACD" w:rsidRPr="00AF6AD2">
        <w:rPr>
          <w:rFonts w:cs="Arial"/>
          <w:b/>
          <w:bCs/>
        </w:rPr>
        <w:t xml:space="preserve"> </w:t>
      </w:r>
    </w:p>
    <w:p w14:paraId="64CF9EFE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0C134FD1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5BE9BAB9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30AD3515" w14:textId="3CB08303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  <w:r w:rsidRPr="00AF6AD2">
        <w:rPr>
          <w:rFonts w:cs="Arial"/>
          <w:b/>
          <w:bCs/>
        </w:rPr>
        <w:t xml:space="preserve">Fait à </w:t>
      </w:r>
      <w:r w:rsidR="00A96919" w:rsidRPr="00AF6AD2">
        <w:rPr>
          <w:rFonts w:cs="Arial"/>
          <w:b/>
          <w:bCs/>
        </w:rPr>
        <w:t>……………………</w:t>
      </w:r>
      <w:r w:rsidRPr="00AF6AD2">
        <w:rPr>
          <w:rFonts w:cs="Arial"/>
          <w:b/>
          <w:bCs/>
        </w:rPr>
        <w:t>le :</w:t>
      </w:r>
    </w:p>
    <w:p w14:paraId="7FDA335A" w14:textId="77777777" w:rsidR="00991ACD" w:rsidRPr="00AF6AD2" w:rsidRDefault="00991ACD" w:rsidP="00DE2CB6">
      <w:pPr>
        <w:tabs>
          <w:tab w:val="left" w:pos="5670"/>
        </w:tabs>
        <w:rPr>
          <w:rFonts w:cs="Arial"/>
          <w:bCs/>
        </w:rPr>
      </w:pPr>
    </w:p>
    <w:p w14:paraId="70F103E5" w14:textId="77777777" w:rsidR="00991ACD" w:rsidRPr="00AF6AD2" w:rsidRDefault="00991ACD" w:rsidP="00DE2CB6">
      <w:pPr>
        <w:tabs>
          <w:tab w:val="left" w:pos="5670"/>
        </w:tabs>
        <w:rPr>
          <w:rFonts w:cs="Arial"/>
          <w:bCs/>
        </w:rPr>
      </w:pPr>
    </w:p>
    <w:p w14:paraId="598E4A67" w14:textId="77777777" w:rsidR="00991ACD" w:rsidRPr="00AF6AD2" w:rsidRDefault="00991ACD" w:rsidP="00DE2CB6">
      <w:pPr>
        <w:tabs>
          <w:tab w:val="left" w:pos="5670"/>
        </w:tabs>
        <w:rPr>
          <w:rFonts w:cs="Arial"/>
          <w:bCs/>
        </w:rPr>
      </w:pPr>
    </w:p>
    <w:p w14:paraId="42C948DB" w14:textId="77777777" w:rsidR="00A96919" w:rsidRPr="00AF6AD2" w:rsidRDefault="00991ACD" w:rsidP="00A96919">
      <w:pPr>
        <w:tabs>
          <w:tab w:val="left" w:pos="5670"/>
        </w:tabs>
        <w:ind w:left="4248" w:hanging="4248"/>
        <w:rPr>
          <w:rFonts w:cs="Arial"/>
          <w:bCs/>
        </w:rPr>
      </w:pPr>
      <w:r w:rsidRPr="00AF6AD2">
        <w:rPr>
          <w:rFonts w:cs="Arial"/>
          <w:bCs/>
        </w:rPr>
        <w:t>Visa du représentant du candidat</w:t>
      </w:r>
      <w:r w:rsidRPr="00AF6AD2">
        <w:rPr>
          <w:rFonts w:cs="Arial"/>
          <w:bCs/>
        </w:rPr>
        <w:tab/>
      </w:r>
      <w:r w:rsidRPr="00AF6AD2">
        <w:rPr>
          <w:rFonts w:cs="Arial"/>
          <w:bCs/>
        </w:rPr>
        <w:tab/>
      </w:r>
      <w:r w:rsidR="00A96919" w:rsidRPr="00AF6AD2">
        <w:rPr>
          <w:rFonts w:cs="Arial"/>
          <w:bCs/>
        </w:rPr>
        <w:tab/>
      </w:r>
      <w:r w:rsidRPr="00AF6AD2">
        <w:rPr>
          <w:rFonts w:cs="Arial"/>
          <w:bCs/>
        </w:rPr>
        <w:t>Visa du directeur</w:t>
      </w:r>
      <w:r w:rsidR="00A96919" w:rsidRPr="00AF6AD2">
        <w:rPr>
          <w:rFonts w:cs="Arial"/>
          <w:bCs/>
        </w:rPr>
        <w:t xml:space="preserve"> </w:t>
      </w:r>
    </w:p>
    <w:p w14:paraId="3EFCC191" w14:textId="77777777" w:rsidR="00991ACD" w:rsidRPr="00AF6AD2" w:rsidRDefault="00A96919" w:rsidP="00A96919">
      <w:pPr>
        <w:tabs>
          <w:tab w:val="left" w:pos="5670"/>
        </w:tabs>
        <w:ind w:left="4248" w:hanging="4248"/>
        <w:rPr>
          <w:rFonts w:cs="Arial"/>
          <w:bCs/>
        </w:rPr>
      </w:pPr>
      <w:r w:rsidRPr="00AF6AD2">
        <w:rPr>
          <w:rFonts w:cs="Arial"/>
          <w:bCs/>
        </w:rPr>
        <w:tab/>
      </w:r>
      <w:r w:rsidRPr="00AF6AD2">
        <w:rPr>
          <w:rFonts w:cs="Arial"/>
          <w:bCs/>
        </w:rPr>
        <w:tab/>
      </w:r>
      <w:r w:rsidRPr="00AF6AD2">
        <w:rPr>
          <w:rFonts w:cs="Arial"/>
          <w:bCs/>
        </w:rPr>
        <w:tab/>
        <w:t>ou de la directrice</w:t>
      </w:r>
      <w:r w:rsidR="00991ACD" w:rsidRPr="00AF6AD2">
        <w:rPr>
          <w:rFonts w:cs="Arial"/>
          <w:bCs/>
        </w:rPr>
        <w:t xml:space="preserve"> de l’unité de gestion </w:t>
      </w:r>
    </w:p>
    <w:p w14:paraId="019AA083" w14:textId="77777777" w:rsidR="00991ACD" w:rsidRPr="00AF6AD2" w:rsidRDefault="00991ACD" w:rsidP="00DE2CB6">
      <w:pPr>
        <w:tabs>
          <w:tab w:val="left" w:pos="5670"/>
        </w:tabs>
        <w:rPr>
          <w:rFonts w:cs="Arial"/>
          <w:bCs/>
        </w:rPr>
      </w:pPr>
      <w:r w:rsidRPr="00AF6AD2">
        <w:rPr>
          <w:rFonts w:cs="Arial"/>
          <w:bCs/>
        </w:rPr>
        <w:tab/>
      </w:r>
      <w:r w:rsidRPr="00AF6AD2">
        <w:rPr>
          <w:rFonts w:cs="Arial"/>
          <w:bCs/>
        </w:rPr>
        <w:tab/>
        <w:t>ou de son représentant</w:t>
      </w:r>
    </w:p>
    <w:p w14:paraId="240C63FC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0A647C57" w14:textId="77777777" w:rsidR="00991ACD" w:rsidRPr="00AF6AD2" w:rsidRDefault="00991ACD" w:rsidP="00DE2CB6">
      <w:pPr>
        <w:tabs>
          <w:tab w:val="left" w:pos="5670"/>
        </w:tabs>
        <w:rPr>
          <w:rFonts w:cs="Arial"/>
          <w:b/>
          <w:bCs/>
        </w:rPr>
      </w:pPr>
    </w:p>
    <w:p w14:paraId="4C02C0A7" w14:textId="77777777" w:rsidR="00991ACD" w:rsidRPr="00AF6AD2" w:rsidRDefault="00991ACD" w:rsidP="009005B0">
      <w:pPr>
        <w:tabs>
          <w:tab w:val="left" w:pos="5670"/>
        </w:tabs>
        <w:jc w:val="center"/>
        <w:rPr>
          <w:rFonts w:cs="Arial"/>
          <w:b/>
          <w:bCs/>
        </w:rPr>
      </w:pPr>
    </w:p>
    <w:sectPr w:rsidR="00991ACD" w:rsidRPr="00AF6AD2" w:rsidSect="00DE2CB6">
      <w:footerReference w:type="default" r:id="rId11"/>
      <w:headerReference w:type="first" r:id="rId12"/>
      <w:footerReference w:type="first" r:id="rId13"/>
      <w:type w:val="continuous"/>
      <w:pgSz w:w="11906" w:h="16838" w:code="9"/>
      <w:pgMar w:top="-810" w:right="964" w:bottom="964" w:left="964" w:header="28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FA5F" w14:textId="77777777" w:rsidR="00BA7A8B" w:rsidRDefault="00BA7A8B" w:rsidP="005D6473">
      <w:r>
        <w:separator/>
      </w:r>
    </w:p>
  </w:endnote>
  <w:endnote w:type="continuationSeparator" w:id="0">
    <w:p w14:paraId="792187D3" w14:textId="77777777" w:rsidR="00BA7A8B" w:rsidRDefault="00BA7A8B" w:rsidP="005D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A9EE" w14:textId="77777777" w:rsidR="00B42076" w:rsidRPr="00FB7185" w:rsidRDefault="00686880" w:rsidP="003824D9">
    <w:pPr>
      <w:pStyle w:val="Pagination"/>
      <w:rPr>
        <w:b/>
      </w:rPr>
    </w:pPr>
    <w:r w:rsidRPr="00D84971">
      <w:fldChar w:fldCharType="begin"/>
    </w:r>
    <w:r w:rsidRPr="00D84971">
      <w:instrText xml:space="preserve"> PAGE   \* MERGEFORMAT </w:instrText>
    </w:r>
    <w:r w:rsidRPr="00D84971">
      <w:fldChar w:fldCharType="separate"/>
    </w:r>
    <w:r>
      <w:t>2</w:t>
    </w:r>
    <w:r w:rsidRPr="00D84971">
      <w:fldChar w:fldCharType="end"/>
    </w:r>
    <w:r w:rsidRPr="00D84971">
      <w:t>/</w:t>
    </w:r>
    <w:fldSimple w:instr=" NUMPAGES   \* MERGEFORMAT ">
      <w: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EC73" w14:textId="7F5FEA85" w:rsidR="00B42076" w:rsidRPr="003824D9" w:rsidRDefault="005A5ACA" w:rsidP="005A5ACA">
    <w:pPr>
      <w:pStyle w:val="Pagination"/>
    </w:pPr>
    <w:r>
      <w:t xml:space="preserve"> Consultation </w:t>
    </w:r>
    <w:r w:rsidR="00596B28">
      <w:t>202</w:t>
    </w:r>
    <w:r w:rsidR="00E326D3">
      <w:t>5-</w:t>
    </w:r>
    <w:r w:rsidR="009005B0">
      <w:t>xx</w:t>
    </w:r>
    <w:r w:rsidR="00BB3D71">
      <w:t xml:space="preserve"> </w:t>
    </w:r>
    <w:r w:rsidR="00DE2CB6">
      <w:t xml:space="preserve">Attestation de visite </w:t>
    </w:r>
    <w:r>
      <w:t xml:space="preserve">                                                                                                          </w:t>
    </w:r>
    <w:r w:rsidR="00686880" w:rsidRPr="003824D9">
      <w:fldChar w:fldCharType="begin"/>
    </w:r>
    <w:r w:rsidR="00686880" w:rsidRPr="003824D9">
      <w:instrText xml:space="preserve"> PAGE   \* MERGEFORMAT </w:instrText>
    </w:r>
    <w:r w:rsidR="00686880" w:rsidRPr="003824D9">
      <w:fldChar w:fldCharType="separate"/>
    </w:r>
    <w:r w:rsidR="00686880" w:rsidRPr="003824D9">
      <w:t>2</w:t>
    </w:r>
    <w:r w:rsidR="00686880" w:rsidRPr="003824D9">
      <w:fldChar w:fldCharType="end"/>
    </w:r>
    <w:r w:rsidR="00686880" w:rsidRPr="003824D9">
      <w:t>/</w:t>
    </w:r>
    <w:fldSimple w:instr=" NUMPAGES   \* MERGEFORMAT ">
      <w:r w:rsidR="00686880" w:rsidRPr="003824D9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59ADA" w14:textId="77777777" w:rsidR="00BA7A8B" w:rsidRDefault="00BA7A8B" w:rsidP="005D6473">
      <w:r>
        <w:separator/>
      </w:r>
    </w:p>
  </w:footnote>
  <w:footnote w:type="continuationSeparator" w:id="0">
    <w:p w14:paraId="0497E245" w14:textId="77777777" w:rsidR="00BA7A8B" w:rsidRDefault="00BA7A8B" w:rsidP="005D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9A0D" w14:textId="77777777" w:rsidR="00B42076" w:rsidRPr="006C636D" w:rsidRDefault="00B42076" w:rsidP="005D6473">
    <w:r>
      <w:rPr>
        <w:noProof/>
        <w:lang w:eastAsia="fr-FR"/>
      </w:rPr>
      <w:drawing>
        <wp:anchor distT="0" distB="720090" distL="114300" distR="114300" simplePos="0" relativeHeight="251659264" behindDoc="1" locked="0" layoutInCell="1" allowOverlap="0" wp14:anchorId="1183A8A5" wp14:editId="02E986CE">
          <wp:simplePos x="0" y="0"/>
          <wp:positionH relativeFrom="margin">
            <wp:align>right</wp:align>
          </wp:positionH>
          <wp:positionV relativeFrom="page">
            <wp:posOffset>612140</wp:posOffset>
          </wp:positionV>
          <wp:extent cx="935990" cy="935990"/>
          <wp:effectExtent l="0" t="0" r="0" b="0"/>
          <wp:wrapTopAndBottom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us-logo-paris-bla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720090" distL="114300" distR="114300" simplePos="0" relativeHeight="251658240" behindDoc="1" locked="0" layoutInCell="1" allowOverlap="0" wp14:anchorId="53E54BE8" wp14:editId="1E9DE2BA">
          <wp:simplePos x="0" y="0"/>
          <wp:positionH relativeFrom="page">
            <wp:posOffset>363855</wp:posOffset>
          </wp:positionH>
          <wp:positionV relativeFrom="page">
            <wp:posOffset>363855</wp:posOffset>
          </wp:positionV>
          <wp:extent cx="1800000" cy="1800000"/>
          <wp:effectExtent l="0" t="0" r="0" b="0"/>
          <wp:wrapTopAndBottom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premier_ministr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786FAE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D25B8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7698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D42AA0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4881E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F84E2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D847B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E1B5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613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88F94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283B34"/>
    <w:multiLevelType w:val="hybridMultilevel"/>
    <w:tmpl w:val="7DE8BDE8"/>
    <w:lvl w:ilvl="0" w:tplc="F4ECAE6C">
      <w:numFmt w:val="bullet"/>
      <w:pStyle w:val="Textepuce1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377916"/>
    <w:multiLevelType w:val="hybridMultilevel"/>
    <w:tmpl w:val="25C0A87E"/>
    <w:lvl w:ilvl="0" w:tplc="B3B0F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C001C"/>
    <w:multiLevelType w:val="hybridMultilevel"/>
    <w:tmpl w:val="BE263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82B18"/>
    <w:multiLevelType w:val="hybridMultilevel"/>
    <w:tmpl w:val="96F85348"/>
    <w:lvl w:ilvl="0" w:tplc="62026D88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5F5F5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56FF1"/>
    <w:multiLevelType w:val="multilevel"/>
    <w:tmpl w:val="ABA45970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0111008"/>
    <w:multiLevelType w:val="hybridMultilevel"/>
    <w:tmpl w:val="B86A3CA4"/>
    <w:lvl w:ilvl="0" w:tplc="C0864548">
      <w:numFmt w:val="bullet"/>
      <w:pStyle w:val="Titre4"/>
      <w:lvlText w:val="•"/>
      <w:lvlJc w:val="left"/>
      <w:pPr>
        <w:ind w:left="720" w:hanging="360"/>
      </w:pPr>
      <w:rPr>
        <w:rFonts w:ascii="Arial" w:hAnsi="Arial" w:hint="default"/>
        <w:b/>
        <w:i w:val="0"/>
        <w:color w:val="5F5F5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E188E"/>
    <w:multiLevelType w:val="hybridMultilevel"/>
    <w:tmpl w:val="BE122C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6"/>
  </w:num>
  <w:num w:numId="13">
    <w:abstractNumId w:val="19"/>
  </w:num>
  <w:num w:numId="14">
    <w:abstractNumId w:val="12"/>
  </w:num>
  <w:num w:numId="15">
    <w:abstractNumId w:val="13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A8B"/>
    <w:rsid w:val="00034488"/>
    <w:rsid w:val="00037AE3"/>
    <w:rsid w:val="000A003A"/>
    <w:rsid w:val="000B725D"/>
    <w:rsid w:val="000C0540"/>
    <w:rsid w:val="000C711B"/>
    <w:rsid w:val="000C7BA4"/>
    <w:rsid w:val="000F47F9"/>
    <w:rsid w:val="00150826"/>
    <w:rsid w:val="00195158"/>
    <w:rsid w:val="00197F36"/>
    <w:rsid w:val="001A20D4"/>
    <w:rsid w:val="001A5DDF"/>
    <w:rsid w:val="001B18F7"/>
    <w:rsid w:val="001B585A"/>
    <w:rsid w:val="001E1FFB"/>
    <w:rsid w:val="002019AB"/>
    <w:rsid w:val="00217EF0"/>
    <w:rsid w:val="0022180D"/>
    <w:rsid w:val="002557C7"/>
    <w:rsid w:val="00286BBA"/>
    <w:rsid w:val="00305138"/>
    <w:rsid w:val="003110FF"/>
    <w:rsid w:val="003144B5"/>
    <w:rsid w:val="003337AA"/>
    <w:rsid w:val="00360567"/>
    <w:rsid w:val="00370CC5"/>
    <w:rsid w:val="003824D9"/>
    <w:rsid w:val="00393524"/>
    <w:rsid w:val="003C48F2"/>
    <w:rsid w:val="003C7C34"/>
    <w:rsid w:val="004627F2"/>
    <w:rsid w:val="00462D62"/>
    <w:rsid w:val="004756F3"/>
    <w:rsid w:val="00480E51"/>
    <w:rsid w:val="00483A5E"/>
    <w:rsid w:val="004B25A4"/>
    <w:rsid w:val="004D286C"/>
    <w:rsid w:val="004D5272"/>
    <w:rsid w:val="00523158"/>
    <w:rsid w:val="005232F9"/>
    <w:rsid w:val="00527435"/>
    <w:rsid w:val="00541CB3"/>
    <w:rsid w:val="00550AF2"/>
    <w:rsid w:val="00567EDF"/>
    <w:rsid w:val="00596B28"/>
    <w:rsid w:val="005A1A74"/>
    <w:rsid w:val="005A5ACA"/>
    <w:rsid w:val="005B2FA6"/>
    <w:rsid w:val="005D6473"/>
    <w:rsid w:val="005E3872"/>
    <w:rsid w:val="00606733"/>
    <w:rsid w:val="006073D4"/>
    <w:rsid w:val="00615644"/>
    <w:rsid w:val="00666E29"/>
    <w:rsid w:val="00686880"/>
    <w:rsid w:val="006B108E"/>
    <w:rsid w:val="006B19F2"/>
    <w:rsid w:val="006C296F"/>
    <w:rsid w:val="006C636D"/>
    <w:rsid w:val="006D6988"/>
    <w:rsid w:val="006F538E"/>
    <w:rsid w:val="00705372"/>
    <w:rsid w:val="00721698"/>
    <w:rsid w:val="00722DCF"/>
    <w:rsid w:val="00741FD6"/>
    <w:rsid w:val="007750F7"/>
    <w:rsid w:val="007E4CC4"/>
    <w:rsid w:val="00820FB2"/>
    <w:rsid w:val="00836655"/>
    <w:rsid w:val="00882E48"/>
    <w:rsid w:val="008A3E4C"/>
    <w:rsid w:val="008B1845"/>
    <w:rsid w:val="008B784B"/>
    <w:rsid w:val="008D50F0"/>
    <w:rsid w:val="008E5A7D"/>
    <w:rsid w:val="009005B0"/>
    <w:rsid w:val="00907DD3"/>
    <w:rsid w:val="0092435E"/>
    <w:rsid w:val="00942A13"/>
    <w:rsid w:val="00962526"/>
    <w:rsid w:val="00971591"/>
    <w:rsid w:val="009764FA"/>
    <w:rsid w:val="0098769C"/>
    <w:rsid w:val="00991ACD"/>
    <w:rsid w:val="009A005D"/>
    <w:rsid w:val="009B1B86"/>
    <w:rsid w:val="009C3768"/>
    <w:rsid w:val="009D24AB"/>
    <w:rsid w:val="00A110B4"/>
    <w:rsid w:val="00A21890"/>
    <w:rsid w:val="00A22761"/>
    <w:rsid w:val="00A40459"/>
    <w:rsid w:val="00A55424"/>
    <w:rsid w:val="00A96919"/>
    <w:rsid w:val="00AC284D"/>
    <w:rsid w:val="00AE2161"/>
    <w:rsid w:val="00AF6AD2"/>
    <w:rsid w:val="00B27BC2"/>
    <w:rsid w:val="00B317AB"/>
    <w:rsid w:val="00B36F02"/>
    <w:rsid w:val="00B42076"/>
    <w:rsid w:val="00B57222"/>
    <w:rsid w:val="00B71150"/>
    <w:rsid w:val="00B92487"/>
    <w:rsid w:val="00B93D3A"/>
    <w:rsid w:val="00BA4D1D"/>
    <w:rsid w:val="00BA56DB"/>
    <w:rsid w:val="00BA7A8B"/>
    <w:rsid w:val="00BB3D71"/>
    <w:rsid w:val="00BE185D"/>
    <w:rsid w:val="00BE31E2"/>
    <w:rsid w:val="00BE3EF8"/>
    <w:rsid w:val="00C02BEA"/>
    <w:rsid w:val="00C24279"/>
    <w:rsid w:val="00C26920"/>
    <w:rsid w:val="00C30949"/>
    <w:rsid w:val="00C573DE"/>
    <w:rsid w:val="00C91F5D"/>
    <w:rsid w:val="00D84F92"/>
    <w:rsid w:val="00DA34CA"/>
    <w:rsid w:val="00DB2103"/>
    <w:rsid w:val="00DC1A26"/>
    <w:rsid w:val="00DC4FAF"/>
    <w:rsid w:val="00DE2CB6"/>
    <w:rsid w:val="00DF66AA"/>
    <w:rsid w:val="00E326D3"/>
    <w:rsid w:val="00E34CFC"/>
    <w:rsid w:val="00E53DD3"/>
    <w:rsid w:val="00EA4CCE"/>
    <w:rsid w:val="00EB7723"/>
    <w:rsid w:val="00EC1C3C"/>
    <w:rsid w:val="00EE4520"/>
    <w:rsid w:val="00F51D4C"/>
    <w:rsid w:val="00F80DED"/>
    <w:rsid w:val="00FA1E79"/>
    <w:rsid w:val="00FA224B"/>
    <w:rsid w:val="00FA4673"/>
    <w:rsid w:val="00FB7185"/>
    <w:rsid w:val="00FC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7AAA8CE"/>
  <w15:docId w15:val="{B553193D-A6A5-47FF-91C1-ABFA9556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473"/>
    <w:pPr>
      <w:spacing w:before="120" w:line="240" w:lineRule="auto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uiPriority w:val="3"/>
    <w:qFormat/>
    <w:rsid w:val="00B27BC2"/>
    <w:pPr>
      <w:keepNext/>
      <w:keepLines/>
      <w:suppressAutoHyphens/>
      <w:spacing w:before="360" w:after="240"/>
      <w:outlineLvl w:val="0"/>
    </w:pPr>
    <w:rPr>
      <w:rFonts w:eastAsiaTheme="majorEastAsia" w:cstheme="majorBidi"/>
      <w:b/>
      <w:bCs/>
      <w:color w:val="E1000F"/>
      <w:sz w:val="24"/>
      <w:szCs w:val="22"/>
    </w:rPr>
  </w:style>
  <w:style w:type="paragraph" w:styleId="Titre2">
    <w:name w:val="heading 2"/>
    <w:basedOn w:val="Normal"/>
    <w:next w:val="Normal"/>
    <w:uiPriority w:val="4"/>
    <w:qFormat/>
    <w:rsid w:val="00B27BC2"/>
    <w:pPr>
      <w:keepNext/>
      <w:keepLines/>
      <w:numPr>
        <w:ilvl w:val="1"/>
        <w:numId w:val="12"/>
      </w:numPr>
      <w:suppressAutoHyphens/>
      <w:spacing w:before="240" w:after="240"/>
      <w:outlineLvl w:val="1"/>
    </w:pPr>
    <w:rPr>
      <w:rFonts w:eastAsiaTheme="majorEastAsia" w:cstheme="majorBidi"/>
      <w:b/>
      <w:bCs/>
      <w:sz w:val="22"/>
      <w:szCs w:val="22"/>
    </w:rPr>
  </w:style>
  <w:style w:type="paragraph" w:styleId="Titre3">
    <w:name w:val="heading 3"/>
    <w:basedOn w:val="Titre2"/>
    <w:next w:val="Normal"/>
    <w:link w:val="Titre3Car"/>
    <w:uiPriority w:val="5"/>
    <w:qFormat/>
    <w:rsid w:val="00B27BC2"/>
    <w:pPr>
      <w:numPr>
        <w:ilvl w:val="0"/>
        <w:numId w:val="0"/>
      </w:numPr>
      <w:contextualSpacing/>
      <w:outlineLvl w:val="2"/>
    </w:pPr>
    <w:rPr>
      <w:bCs w:val="0"/>
      <w:color w:val="000091"/>
      <w:sz w:val="20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6B19F2"/>
    <w:pPr>
      <w:numPr>
        <w:numId w:val="17"/>
      </w:numPr>
      <w:spacing w:after="160"/>
      <w:ind w:left="714" w:hanging="357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5"/>
    <w:rsid w:val="00B27BC2"/>
    <w:rPr>
      <w:rFonts w:ascii="Arial" w:eastAsiaTheme="majorEastAsia" w:hAnsi="Arial" w:cstheme="majorBidi"/>
      <w:b/>
      <w:color w:val="000091"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6B19F2"/>
    <w:rPr>
      <w:rFonts w:ascii="Arial" w:hAnsi="Arial"/>
      <w:b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"/>
    <w:qFormat/>
    <w:rsid w:val="00EC1C3C"/>
    <w:pPr>
      <w:keepNext/>
      <w:keepLines/>
      <w:suppressAutoHyphens/>
      <w:contextualSpacing/>
      <w:jc w:val="center"/>
      <w:outlineLvl w:val="0"/>
    </w:pPr>
    <w:rPr>
      <w:b/>
      <w:caps/>
      <w:sz w:val="28"/>
    </w:rPr>
  </w:style>
  <w:style w:type="character" w:customStyle="1" w:styleId="TitreCar">
    <w:name w:val="Titre Car"/>
    <w:basedOn w:val="Policepardfaut"/>
    <w:link w:val="Titre"/>
    <w:uiPriority w:val="1"/>
    <w:rsid w:val="00EC1C3C"/>
    <w:rPr>
      <w:rFonts w:ascii="Arial" w:hAnsi="Arial"/>
      <w:b/>
      <w: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184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paragraph" w:customStyle="1" w:styleId="Textepuce1">
    <w:name w:val="Texte puce 1"/>
    <w:basedOn w:val="Paragraphedeliste"/>
    <w:uiPriority w:val="6"/>
    <w:qFormat/>
    <w:rsid w:val="006B19F2"/>
    <w:pPr>
      <w:numPr>
        <w:numId w:val="11"/>
      </w:numPr>
      <w:spacing w:before="0"/>
      <w:ind w:left="993" w:hanging="284"/>
    </w:pPr>
    <w:rPr>
      <w:szCs w:val="18"/>
    </w:rPr>
  </w:style>
  <w:style w:type="paragraph" w:styleId="Sous-titre">
    <w:name w:val="Subtitle"/>
    <w:basedOn w:val="Normal"/>
    <w:next w:val="Normal"/>
    <w:link w:val="Sous-titreCar"/>
    <w:uiPriority w:val="2"/>
    <w:qFormat/>
    <w:rsid w:val="00EC1C3C"/>
    <w:pPr>
      <w:keepNext/>
      <w:keepLines/>
      <w:numPr>
        <w:ilvl w:val="1"/>
      </w:numPr>
      <w:suppressAutoHyphens/>
      <w:spacing w:before="0" w:after="840"/>
      <w:jc w:val="center"/>
    </w:pPr>
    <w:rPr>
      <w:rFonts w:eastAsiaTheme="minorEastAsia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2"/>
    <w:rsid w:val="00EC1C3C"/>
    <w:rPr>
      <w:rFonts w:ascii="Arial" w:eastAsiaTheme="minorEastAsia" w:hAnsi="Arial"/>
      <w:sz w:val="18"/>
      <w:szCs w:val="18"/>
    </w:rPr>
  </w:style>
  <w:style w:type="paragraph" w:customStyle="1" w:styleId="Texte-Pieddepage">
    <w:name w:val="Texte - Pied de page"/>
    <w:basedOn w:val="Normal"/>
    <w:uiPriority w:val="8"/>
    <w:qFormat/>
    <w:rsid w:val="00B42076"/>
    <w:pPr>
      <w:keepNext/>
      <w:keepLines/>
      <w:suppressAutoHyphens/>
    </w:pPr>
    <w:rPr>
      <w:color w:val="808080" w:themeColor="background1" w:themeShade="80"/>
      <w:sz w:val="14"/>
      <w:lang w:val="en-US"/>
    </w:rPr>
  </w:style>
  <w:style w:type="paragraph" w:customStyle="1" w:styleId="Pagination">
    <w:name w:val="Pagination"/>
    <w:basedOn w:val="Normal"/>
    <w:uiPriority w:val="7"/>
    <w:qFormat/>
    <w:rsid w:val="003824D9"/>
    <w:pPr>
      <w:jc w:val="right"/>
    </w:pPr>
    <w:rPr>
      <w:color w:val="808080" w:themeColor="background1" w:themeShade="80"/>
      <w:sz w:val="14"/>
      <w:lang w:val="en-US"/>
    </w:rPr>
  </w:style>
  <w:style w:type="paragraph" w:styleId="Adresseexpditeur">
    <w:name w:val="envelope return"/>
    <w:basedOn w:val="Normal"/>
    <w:uiPriority w:val="99"/>
    <w:semiHidden/>
    <w:unhideWhenUsed/>
    <w:rsid w:val="00483A5E"/>
    <w:rPr>
      <w:rFonts w:asciiTheme="majorHAnsi" w:eastAsiaTheme="majorEastAsia" w:hAnsiTheme="majorHAnsi" w:cstheme="majorBidi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83A5E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83A5E"/>
    <w:rPr>
      <w:rFonts w:ascii="Arial" w:hAnsi="Arial"/>
      <w:i/>
      <w:iCs/>
    </w:rPr>
  </w:style>
  <w:style w:type="paragraph" w:styleId="Bibliographie">
    <w:name w:val="Bibliography"/>
    <w:basedOn w:val="Normal"/>
    <w:next w:val="Normal"/>
    <w:uiPriority w:val="37"/>
    <w:semiHidden/>
    <w:rsid w:val="00483A5E"/>
  </w:style>
  <w:style w:type="paragraph" w:styleId="Citation">
    <w:name w:val="Quote"/>
    <w:basedOn w:val="Normal"/>
    <w:next w:val="Normal"/>
    <w:link w:val="CitationCar"/>
    <w:uiPriority w:val="29"/>
    <w:semiHidden/>
    <w:rsid w:val="00483A5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8B1845"/>
    <w:rPr>
      <w:rFonts w:ascii="Arial" w:hAnsi="Arial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rsid w:val="00483A5E"/>
    <w:pPr>
      <w:pBdr>
        <w:top w:val="single" w:sz="4" w:space="10" w:color="005841" w:themeColor="accent1"/>
        <w:bottom w:val="single" w:sz="4" w:space="10" w:color="005841" w:themeColor="accent1"/>
      </w:pBdr>
      <w:spacing w:before="360" w:after="360"/>
      <w:ind w:left="864" w:right="864"/>
      <w:jc w:val="center"/>
    </w:pPr>
    <w:rPr>
      <w:i/>
      <w:iCs/>
      <w:color w:val="00584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8B1845"/>
    <w:rPr>
      <w:rFonts w:ascii="Arial" w:hAnsi="Arial"/>
      <w:i/>
      <w:iCs/>
      <w:color w:val="005841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3A5E"/>
  </w:style>
  <w:style w:type="character" w:customStyle="1" w:styleId="CommentaireCar">
    <w:name w:val="Commentaire Car"/>
    <w:basedOn w:val="Policepardfaut"/>
    <w:link w:val="Commentaire"/>
    <w:uiPriority w:val="99"/>
    <w:semiHidden/>
    <w:rsid w:val="00483A5E"/>
    <w:rPr>
      <w:rFonts w:ascii="Arial" w:hAnsi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483A5E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83A5E"/>
    <w:rPr>
      <w:rFonts w:ascii="Arial" w:hAnsi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83A5E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83A5E"/>
    <w:rPr>
      <w:rFonts w:ascii="Arial" w:hAnsi="Arial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83A5E"/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83A5E"/>
    <w:rPr>
      <w:rFonts w:ascii="Arial" w:hAnsi="Arial"/>
      <w:sz w:val="16"/>
      <w:szCs w:val="16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83A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83A5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qFormat/>
    <w:rsid w:val="00483A5E"/>
    <w:pPr>
      <w:spacing w:before="240" w:after="0" w:line="240" w:lineRule="atLeast"/>
      <w:outlineLvl w:val="9"/>
    </w:pPr>
    <w:rPr>
      <w:b w:val="0"/>
      <w:bCs w:val="0"/>
      <w:color w:val="004130" w:themeColor="accent1" w:themeShade="BF"/>
      <w:sz w:val="32"/>
      <w:szCs w:val="32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83A5E"/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83A5E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83A5E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83A5E"/>
    <w:rPr>
      <w:rFonts w:ascii="Arial" w:hAnsi="Arial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83A5E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83A5E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83A5E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83A5E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83A5E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83A5E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83A5E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83A5E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83A5E"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83A5E"/>
    <w:pPr>
      <w:spacing w:after="200"/>
    </w:pPr>
    <w:rPr>
      <w:i/>
      <w:iCs/>
      <w:color w:val="000091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483A5E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83A5E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83A5E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83A5E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83A5E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83A5E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83A5E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83A5E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83A5E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483A5E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83A5E"/>
    <w:pPr>
      <w:numPr>
        <w:numId w:val="6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83A5E"/>
    <w:pPr>
      <w:numPr>
        <w:numId w:val="7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83A5E"/>
    <w:pPr>
      <w:numPr>
        <w:numId w:val="8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83A5E"/>
    <w:pPr>
      <w:numPr>
        <w:numId w:val="9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83A5E"/>
    <w:pPr>
      <w:numPr>
        <w:numId w:val="10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483A5E"/>
    <w:pPr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83A5E"/>
    <w:pPr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83A5E"/>
    <w:pPr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83A5E"/>
    <w:pPr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83A5E"/>
    <w:pPr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483A5E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483A5E"/>
    <w:pPr>
      <w:pBdr>
        <w:top w:val="single" w:sz="2" w:space="10" w:color="005841" w:themeColor="accent1"/>
        <w:left w:val="single" w:sz="2" w:space="10" w:color="005841" w:themeColor="accent1"/>
        <w:bottom w:val="single" w:sz="2" w:space="10" w:color="005841" w:themeColor="accent1"/>
        <w:right w:val="single" w:sz="2" w:space="10" w:color="005841" w:themeColor="accent1"/>
      </w:pBdr>
      <w:ind w:left="1152" w:right="1152"/>
    </w:pPr>
    <w:rPr>
      <w:rFonts w:asciiTheme="minorHAnsi" w:eastAsiaTheme="minorEastAsia" w:hAnsiTheme="minorHAnsi"/>
      <w:i/>
      <w:iCs/>
      <w:color w:val="005841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83A5E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B1845"/>
    <w:rPr>
      <w:rFonts w:ascii="Arial" w:hAnsi="Arial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83A5E"/>
  </w:style>
  <w:style w:type="character" w:customStyle="1" w:styleId="NotedefinCar">
    <w:name w:val="Note de fin Car"/>
    <w:basedOn w:val="Policepardfaut"/>
    <w:link w:val="Notedefin"/>
    <w:uiPriority w:val="99"/>
    <w:semiHidden/>
    <w:rsid w:val="008B1845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3A5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1845"/>
    <w:rPr>
      <w:rFonts w:ascii="Arial" w:hAnsi="Arial"/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83A5E"/>
    <w:rPr>
      <w:rFonts w:ascii="Consolas" w:hAnsi="Consolas" w:cs="Consola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B1845"/>
    <w:rPr>
      <w:rFonts w:ascii="Consolas" w:hAnsi="Consolas" w:cs="Consolas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83A5E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8B1845"/>
    <w:rPr>
      <w:rFonts w:ascii="Arial" w:hAnsi="Arial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83A5E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B1845"/>
    <w:rPr>
      <w:rFonts w:ascii="Arial" w:hAnsi="Arial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83A5E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B1845"/>
    <w:rPr>
      <w:rFonts w:ascii="Arial" w:hAnsi="Arial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83A5E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B1845"/>
    <w:rPr>
      <w:rFonts w:ascii="Arial" w:hAnsi="Arial"/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83A5E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8B1845"/>
    <w:rPr>
      <w:rFonts w:ascii="Arial" w:hAnsi="Arial"/>
    </w:rPr>
  </w:style>
  <w:style w:type="paragraph" w:styleId="Retraitnormal">
    <w:name w:val="Normal Indent"/>
    <w:basedOn w:val="Normal"/>
    <w:uiPriority w:val="99"/>
    <w:semiHidden/>
    <w:unhideWhenUsed/>
    <w:rsid w:val="00483A5E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83A5E"/>
  </w:style>
  <w:style w:type="character" w:customStyle="1" w:styleId="SalutationsCar">
    <w:name w:val="Salutations Car"/>
    <w:basedOn w:val="Policepardfaut"/>
    <w:link w:val="Salutations"/>
    <w:uiPriority w:val="99"/>
    <w:semiHidden/>
    <w:rsid w:val="008B1845"/>
    <w:rPr>
      <w:rFonts w:ascii="Arial" w:hAnsi="Arial"/>
    </w:rPr>
  </w:style>
  <w:style w:type="paragraph" w:styleId="Signature">
    <w:name w:val="Signature"/>
    <w:basedOn w:val="Normal"/>
    <w:link w:val="SignatureCar"/>
    <w:uiPriority w:val="99"/>
    <w:semiHidden/>
    <w:unhideWhenUsed/>
    <w:rsid w:val="00483A5E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8B1845"/>
    <w:rPr>
      <w:rFonts w:ascii="Arial" w:hAnsi="Arial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83A5E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B1845"/>
    <w:rPr>
      <w:rFonts w:ascii="Arial" w:hAnsi="Arial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83A5E"/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83A5E"/>
    <w:pPr>
      <w:ind w:left="200" w:hanging="20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483A5E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B1845"/>
    <w:rPr>
      <w:rFonts w:ascii="Consolas" w:hAnsi="Consolas" w:cs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483A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8B1845"/>
    <w:rPr>
      <w:rFonts w:ascii="Consolas" w:hAnsi="Consolas" w:cs="Consolas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83A5E"/>
  </w:style>
  <w:style w:type="character" w:customStyle="1" w:styleId="TitredenoteCar">
    <w:name w:val="Titre de note Car"/>
    <w:basedOn w:val="Policepardfaut"/>
    <w:link w:val="Titredenote"/>
    <w:uiPriority w:val="99"/>
    <w:semiHidden/>
    <w:rsid w:val="008B1845"/>
    <w:rPr>
      <w:rFonts w:ascii="Arial" w:hAnsi="Arial"/>
    </w:rPr>
  </w:style>
  <w:style w:type="paragraph" w:styleId="Titreindex">
    <w:name w:val="index heading"/>
    <w:basedOn w:val="Normal"/>
    <w:next w:val="Index1"/>
    <w:uiPriority w:val="99"/>
    <w:semiHidden/>
    <w:unhideWhenUsed/>
    <w:rsid w:val="00483A5E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483A5E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483A5E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83A5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83A5E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83A5E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83A5E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83A5E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83A5E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83A5E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83A5E"/>
    <w:pPr>
      <w:spacing w:after="100"/>
      <w:ind w:left="1600"/>
    </w:pPr>
  </w:style>
  <w:style w:type="paragraph" w:styleId="En-tte">
    <w:name w:val="header"/>
    <w:basedOn w:val="Normal"/>
    <w:link w:val="En-tteCar"/>
    <w:uiPriority w:val="99"/>
    <w:unhideWhenUsed/>
    <w:rsid w:val="00B420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076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B420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076"/>
    <w:rPr>
      <w:rFonts w:ascii="Arial" w:hAnsi="Arial"/>
    </w:rPr>
  </w:style>
  <w:style w:type="paragraph" w:customStyle="1" w:styleId="Paragraphedeliste1">
    <w:name w:val="Paragraphe de liste1"/>
    <w:basedOn w:val="Normal"/>
    <w:rsid w:val="00BA7A8B"/>
    <w:pPr>
      <w:suppressAutoHyphens/>
      <w:spacing w:before="0" w:after="160" w:line="259" w:lineRule="auto"/>
      <w:ind w:left="720"/>
      <w:jc w:val="left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Default">
    <w:name w:val="Default"/>
    <w:rsid w:val="00DE2CB6"/>
    <w:pPr>
      <w:autoSpaceDE w:val="0"/>
      <w:autoSpaceDN w:val="0"/>
      <w:adjustRightInd w:val="0"/>
      <w:spacing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541CB3"/>
    <w:rPr>
      <w:rFonts w:ascii="Arial" w:hAnsi="Arial" w:cs="Arial"/>
    </w:rPr>
  </w:style>
  <w:style w:type="paragraph" w:styleId="Sansinterligne">
    <w:name w:val="No Spacing"/>
    <w:link w:val="SansinterligneCar"/>
    <w:uiPriority w:val="1"/>
    <w:qFormat/>
    <w:rsid w:val="00541CB3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3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AMPETENGA\AppData\Local\Temp\Temp3_KitCom2021.zip\Document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1A9D3309FF84C9A5EE61114E09E03" ma:contentTypeVersion="0" ma:contentTypeDescription="Crée un document." ma:contentTypeScope="" ma:versionID="45f9e3782b1da99119d6ba8e7e12b6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d6ca9f312fcd1c0ab10337cdbdb7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D6D0E7-C917-44C1-A032-2D4BDB8476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70844C-7DE3-4AC0-B3C0-CCB5CC9E1F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F8781-85EC-49AF-BCCC-6CD262B76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AE7852-2855-4DF2-9F08-FCC506F62424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</Template>
  <TotalTime>2</TotalTime>
  <Pages>1</Pages>
  <Words>77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</vt:lpstr>
    </vt:vector>
  </TitlesOfParts>
  <Manager>GOUVERNEMENT</Manager>
  <Company>GOUVERNEMENT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>Document</dc:subject>
  <dc:creator>MR</dc:creator>
  <cp:lastModifiedBy>Murielle Roussel</cp:lastModifiedBy>
  <cp:revision>4</cp:revision>
  <cp:lastPrinted>2021-05-06T13:05:00Z</cp:lastPrinted>
  <dcterms:created xsi:type="dcterms:W3CDTF">2025-01-09T07:15:00Z</dcterms:created>
  <dcterms:modified xsi:type="dcterms:W3CDTF">2025-03-13T08:35:00Z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0x0101004AB1A9D3309FF84C9A5EE61114E09E03</vt:lpwstr>
  </property>
</Properties>
</file>