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7FCF6" w14:textId="77777777" w:rsidR="00B97BDA" w:rsidRPr="00385C9E" w:rsidRDefault="00B97BDA" w:rsidP="00B97BDA">
      <w:pPr>
        <w:pStyle w:val="RedaliaNormal"/>
        <w:keepNext w:val="0"/>
        <w:keepLines w:val="0"/>
        <w:tabs>
          <w:tab w:val="left" w:pos="1560"/>
        </w:tabs>
        <w:ind w:left="1560"/>
        <w:rPr>
          <w:rFonts w:ascii="Roboto Light" w:hAnsi="Roboto Light"/>
          <w:sz w:val="21"/>
          <w:szCs w:val="21"/>
        </w:rPr>
      </w:pPr>
      <w:r w:rsidRPr="00385C9E">
        <w:rPr>
          <w:rFonts w:ascii="Roboto Light" w:hAnsi="Roboto Light"/>
          <w:sz w:val="21"/>
          <w:szCs w:val="21"/>
        </w:rPr>
        <w:t>Opération : Travaux assainissement –</w:t>
      </w:r>
      <w:r>
        <w:rPr>
          <w:rFonts w:ascii="Roboto Light" w:hAnsi="Roboto Light"/>
          <w:sz w:val="21"/>
          <w:szCs w:val="21"/>
        </w:rPr>
        <w:t xml:space="preserve"> Mise </w:t>
      </w:r>
      <w:r w:rsidRPr="00495B4E">
        <w:rPr>
          <w:rFonts w:ascii="Roboto Light" w:hAnsi="Roboto Light"/>
          <w:sz w:val="21"/>
          <w:szCs w:val="21"/>
        </w:rPr>
        <w:t>en conformité du système d’assainissement - Quartier Ailleret - 1er RA (90)</w:t>
      </w:r>
      <w:r>
        <w:rPr>
          <w:rFonts w:ascii="Roboto Light" w:hAnsi="Roboto Light"/>
          <w:sz w:val="21"/>
          <w:szCs w:val="21"/>
        </w:rPr>
        <w:t xml:space="preserve"> – Réseaux et STEP</w:t>
      </w:r>
    </w:p>
    <w:p w14:paraId="5EB059E8" w14:textId="77777777" w:rsidR="00B97BDA" w:rsidRPr="00762DF4" w:rsidRDefault="00B97BDA" w:rsidP="00B97BDA">
      <w:pPr>
        <w:pStyle w:val="RedaliaTitredocument"/>
        <w:widowControl/>
        <w:tabs>
          <w:tab w:val="left" w:pos="1560"/>
        </w:tabs>
        <w:ind w:left="1560"/>
        <w:rPr>
          <w:rFonts w:ascii="Roboto" w:hAnsi="Roboto" w:cs="Arial"/>
        </w:rPr>
      </w:pPr>
    </w:p>
    <w:p w14:paraId="2E7612BE" w14:textId="77777777" w:rsidR="00B97BDA" w:rsidRPr="00762DF4" w:rsidRDefault="00B97BDA" w:rsidP="00B97BDA">
      <w:pPr>
        <w:pStyle w:val="RedaliaTitredocument"/>
        <w:widowControl/>
        <w:tabs>
          <w:tab w:val="left" w:pos="1560"/>
        </w:tabs>
        <w:ind w:left="1560"/>
        <w:rPr>
          <w:rFonts w:ascii="Roboto" w:hAnsi="Roboto" w:cs="Arial"/>
          <w:szCs w:val="40"/>
        </w:rPr>
      </w:pPr>
      <w:r w:rsidRPr="00762DF4">
        <w:rPr>
          <w:rFonts w:ascii="Roboto" w:hAnsi="Roboto" w:cs="Arial"/>
          <w:szCs w:val="40"/>
        </w:rPr>
        <w:t>MARCHE PUBLIC DE TRAVAUX</w:t>
      </w:r>
    </w:p>
    <w:p w14:paraId="02B9C75D" w14:textId="77777777" w:rsidR="00B97BDA" w:rsidRDefault="00B97BDA" w:rsidP="00B97BDA">
      <w:pPr>
        <w:pStyle w:val="RedaliaSoustitredocument"/>
        <w:widowControl/>
        <w:tabs>
          <w:tab w:val="left" w:pos="1560"/>
        </w:tabs>
        <w:ind w:left="1560"/>
        <w:rPr>
          <w:rFonts w:ascii="Roboto" w:hAnsi="Roboto" w:cs="Arial"/>
          <w:szCs w:val="28"/>
        </w:rPr>
      </w:pPr>
    </w:p>
    <w:p w14:paraId="2C21E113" w14:textId="77777777" w:rsidR="00B97BDA" w:rsidRDefault="00B97BDA" w:rsidP="00B97BDA">
      <w:pPr>
        <w:pStyle w:val="RedaliaSoustitredocument"/>
        <w:widowControl/>
        <w:tabs>
          <w:tab w:val="left" w:pos="1560"/>
        </w:tabs>
        <w:ind w:left="1560"/>
        <w:rPr>
          <w:rFonts w:ascii="Roboto" w:hAnsi="Roboto" w:cs="Arial"/>
          <w:szCs w:val="28"/>
        </w:rPr>
      </w:pPr>
    </w:p>
    <w:p w14:paraId="2AC468C7" w14:textId="77777777" w:rsidR="00B97BDA" w:rsidRDefault="00B97BDA" w:rsidP="00B97BDA">
      <w:pPr>
        <w:pStyle w:val="RedaliaSoustitredocument"/>
        <w:widowControl/>
        <w:tabs>
          <w:tab w:val="left" w:pos="1560"/>
        </w:tabs>
        <w:ind w:left="1560"/>
        <w:rPr>
          <w:rFonts w:ascii="Roboto Light" w:hAnsi="Roboto Light" w:cs="Arial"/>
          <w:b/>
        </w:rPr>
      </w:pPr>
      <w:r w:rsidRPr="00821115">
        <w:rPr>
          <w:rFonts w:ascii="Roboto Light" w:hAnsi="Roboto Light" w:cs="Arial"/>
          <w:b/>
        </w:rPr>
        <w:t xml:space="preserve">CAHIER DES </w:t>
      </w:r>
      <w:r w:rsidR="00B04E4D">
        <w:rPr>
          <w:rFonts w:ascii="Roboto Light" w:hAnsi="Roboto Light" w:cs="Arial"/>
          <w:b/>
        </w:rPr>
        <w:t>GARANTIES ET BLAN DE FONCTIONNEMENT</w:t>
      </w:r>
    </w:p>
    <w:p w14:paraId="4BF460BA" w14:textId="77777777" w:rsidR="00B04E4D" w:rsidRPr="00B04E4D" w:rsidRDefault="00B04E4D" w:rsidP="00B04E4D">
      <w:pPr>
        <w:pStyle w:val="RedaliaSoustitredocument"/>
        <w:widowControl/>
        <w:tabs>
          <w:tab w:val="left" w:pos="1560"/>
        </w:tabs>
        <w:ind w:left="1560"/>
        <w:rPr>
          <w:rFonts w:ascii="Roboto Light" w:hAnsi="Roboto Light" w:cs="Arial"/>
          <w:b/>
          <w:color w:val="FF0000"/>
          <w:sz w:val="32"/>
          <w:szCs w:val="22"/>
        </w:rPr>
      </w:pPr>
      <w:r w:rsidRPr="00B04E4D">
        <w:rPr>
          <w:rFonts w:ascii="Roboto Light" w:hAnsi="Roboto Light" w:cs="Arial"/>
          <w:b/>
          <w:color w:val="FF0000"/>
          <w:sz w:val="32"/>
          <w:szCs w:val="22"/>
        </w:rPr>
        <w:t>Lot n° 2 : Réhabilitation de la station de traitement</w:t>
      </w:r>
    </w:p>
    <w:p w14:paraId="792F8F84" w14:textId="77777777" w:rsidR="00B97BDA" w:rsidRPr="00AE284B" w:rsidRDefault="00B97BDA" w:rsidP="00B97BDA">
      <w:pPr>
        <w:pStyle w:val="RdaliaTitreparagraphe"/>
        <w:widowControl/>
        <w:tabs>
          <w:tab w:val="left" w:pos="1560"/>
        </w:tabs>
        <w:ind w:left="1560"/>
        <w:rPr>
          <w:rFonts w:ascii="Roboto Light" w:hAnsi="Roboto Light" w:cs="Arial"/>
          <w:b/>
          <w:sz w:val="24"/>
          <w:szCs w:val="24"/>
        </w:rPr>
      </w:pPr>
      <w:r>
        <w:rPr>
          <w:rFonts w:ascii="Roboto Light" w:hAnsi="Roboto Light" w:cs="Arial"/>
          <w:b/>
          <w:sz w:val="24"/>
          <w:szCs w:val="24"/>
        </w:rPr>
        <w:t>Acheteur public</w:t>
      </w:r>
    </w:p>
    <w:p w14:paraId="30A1B3E3" w14:textId="77777777" w:rsidR="00B97BDA" w:rsidRPr="00A72CF4" w:rsidRDefault="00B97BDA" w:rsidP="00B97BDA">
      <w:pPr>
        <w:pStyle w:val="RedaliaNormal"/>
        <w:keepNext w:val="0"/>
        <w:keepLines w:val="0"/>
        <w:tabs>
          <w:tab w:val="left" w:pos="1560"/>
        </w:tabs>
        <w:ind w:left="1560"/>
        <w:rPr>
          <w:rFonts w:ascii="Roboto Light" w:hAnsi="Roboto Light"/>
          <w:sz w:val="21"/>
          <w:szCs w:val="21"/>
        </w:rPr>
      </w:pPr>
      <w:r w:rsidRPr="00A72CF4">
        <w:rPr>
          <w:rFonts w:ascii="Roboto Light" w:hAnsi="Roboto Light"/>
          <w:sz w:val="21"/>
          <w:szCs w:val="21"/>
        </w:rPr>
        <w:t>État - Ministère des armées - Secrétariat Général pour l’Administration</w:t>
      </w:r>
    </w:p>
    <w:p w14:paraId="467EEBE6" w14:textId="77777777" w:rsidR="00B97BDA" w:rsidRPr="00A72CF4" w:rsidRDefault="00B97BDA" w:rsidP="00B97BDA">
      <w:pPr>
        <w:pStyle w:val="RedaliaNormal"/>
        <w:keepNext w:val="0"/>
        <w:keepLines w:val="0"/>
        <w:tabs>
          <w:tab w:val="left" w:pos="1560"/>
        </w:tabs>
        <w:ind w:left="1560"/>
        <w:rPr>
          <w:rFonts w:ascii="Roboto Light" w:hAnsi="Roboto Light"/>
          <w:sz w:val="21"/>
          <w:szCs w:val="21"/>
        </w:rPr>
      </w:pPr>
      <w:r w:rsidRPr="00A72CF4">
        <w:rPr>
          <w:rFonts w:ascii="Roboto Light" w:hAnsi="Roboto Light"/>
          <w:sz w:val="21"/>
          <w:szCs w:val="21"/>
        </w:rPr>
        <w:t>Direction Centrale du Service Infrastructure de la Défense</w:t>
      </w:r>
    </w:p>
    <w:p w14:paraId="0E2CA7A1" w14:textId="77777777" w:rsidR="00B97BDA" w:rsidRPr="00AE284B" w:rsidRDefault="00B97BDA" w:rsidP="00B97BDA">
      <w:pPr>
        <w:pStyle w:val="RedaliaNormal"/>
        <w:keepNext w:val="0"/>
        <w:keepLines w:val="0"/>
        <w:tabs>
          <w:tab w:val="left" w:pos="1560"/>
        </w:tabs>
        <w:ind w:left="1560"/>
        <w:rPr>
          <w:rFonts w:ascii="Roboto Light" w:hAnsi="Roboto Light"/>
          <w:sz w:val="21"/>
          <w:szCs w:val="21"/>
        </w:rPr>
      </w:pPr>
      <w:r w:rsidRPr="00A72CF4">
        <w:rPr>
          <w:rFonts w:ascii="Roboto Light" w:hAnsi="Roboto Light"/>
          <w:sz w:val="21"/>
          <w:szCs w:val="21"/>
        </w:rPr>
        <w:t>Établissement du service d’infrastructure de la défense Nord Est (SID NE)</w:t>
      </w:r>
    </w:p>
    <w:p w14:paraId="6227937E" w14:textId="77777777" w:rsidR="00B97BDA" w:rsidRPr="00AE284B" w:rsidRDefault="00B97BDA" w:rsidP="00B97BDA">
      <w:pPr>
        <w:pStyle w:val="RdaliaTitreparagraphe"/>
        <w:widowControl/>
        <w:tabs>
          <w:tab w:val="left" w:pos="1560"/>
        </w:tabs>
        <w:ind w:left="1560"/>
        <w:rPr>
          <w:rFonts w:ascii="Roboto Light" w:hAnsi="Roboto Light" w:cs="Arial"/>
          <w:b/>
          <w:sz w:val="24"/>
          <w:szCs w:val="24"/>
        </w:rPr>
      </w:pPr>
      <w:r>
        <w:rPr>
          <w:rFonts w:ascii="Roboto Light" w:hAnsi="Roboto Light" w:cs="Arial"/>
          <w:b/>
          <w:sz w:val="24"/>
          <w:szCs w:val="24"/>
        </w:rPr>
        <w:t>Maître de l’ouvrage</w:t>
      </w:r>
    </w:p>
    <w:p w14:paraId="235237F8" w14:textId="77777777" w:rsidR="00B97BDA" w:rsidRDefault="00B97BDA" w:rsidP="00B97BDA">
      <w:pPr>
        <w:pStyle w:val="RedaliaNormal"/>
        <w:keepNext w:val="0"/>
        <w:keepLines w:val="0"/>
        <w:tabs>
          <w:tab w:val="left" w:pos="1560"/>
        </w:tabs>
        <w:ind w:left="1560"/>
        <w:rPr>
          <w:rFonts w:ascii="Roboto Light" w:hAnsi="Roboto Light"/>
          <w:sz w:val="21"/>
          <w:szCs w:val="21"/>
        </w:rPr>
      </w:pPr>
      <w:r w:rsidRPr="00A72CF4">
        <w:rPr>
          <w:rFonts w:ascii="Roboto Light" w:hAnsi="Roboto Light"/>
          <w:sz w:val="21"/>
          <w:szCs w:val="21"/>
        </w:rPr>
        <w:t>ÉTAT - MINISTERE DES ARMEES</w:t>
      </w:r>
    </w:p>
    <w:p w14:paraId="2439EDDA" w14:textId="77777777" w:rsidR="00B97BDA" w:rsidRPr="00AE284B" w:rsidRDefault="00B97BDA" w:rsidP="00B97BDA">
      <w:pPr>
        <w:pStyle w:val="RdaliaTitreparagraphe"/>
        <w:widowControl/>
        <w:tabs>
          <w:tab w:val="left" w:pos="1560"/>
        </w:tabs>
        <w:ind w:left="1560"/>
        <w:rPr>
          <w:rFonts w:ascii="Roboto Light" w:hAnsi="Roboto Light" w:cs="Arial"/>
          <w:b/>
          <w:sz w:val="24"/>
          <w:szCs w:val="24"/>
        </w:rPr>
      </w:pPr>
      <w:r>
        <w:rPr>
          <w:rFonts w:ascii="Roboto Light" w:hAnsi="Roboto Light" w:cs="Arial"/>
          <w:b/>
          <w:sz w:val="24"/>
          <w:szCs w:val="24"/>
        </w:rPr>
        <w:t>Conducteur de l’opération</w:t>
      </w:r>
    </w:p>
    <w:p w14:paraId="5D6685FB" w14:textId="77777777" w:rsidR="00B97BDA" w:rsidRDefault="00B97BDA" w:rsidP="00B97BDA">
      <w:pPr>
        <w:pStyle w:val="RedaliaNormal"/>
        <w:keepNext w:val="0"/>
        <w:keepLines w:val="0"/>
        <w:tabs>
          <w:tab w:val="left" w:pos="1560"/>
        </w:tabs>
        <w:ind w:left="1560"/>
        <w:rPr>
          <w:rFonts w:ascii="Roboto Light" w:hAnsi="Roboto Light"/>
          <w:sz w:val="21"/>
          <w:szCs w:val="21"/>
        </w:rPr>
      </w:pPr>
      <w:r w:rsidRPr="00A72CF4">
        <w:rPr>
          <w:rFonts w:ascii="Roboto Light" w:hAnsi="Roboto Light"/>
          <w:sz w:val="21"/>
          <w:szCs w:val="21"/>
        </w:rPr>
        <w:t>SERVICE D’INFRASTRUCTURE DE LA DÉFENSE</w:t>
      </w:r>
    </w:p>
    <w:p w14:paraId="412EDA75" w14:textId="77777777" w:rsidR="00B97BDA" w:rsidRPr="00AE284B" w:rsidRDefault="00B97BDA" w:rsidP="00B97BDA">
      <w:pPr>
        <w:pStyle w:val="RdaliaTitreparagraphe"/>
        <w:widowControl/>
        <w:tabs>
          <w:tab w:val="left" w:pos="1560"/>
        </w:tabs>
        <w:ind w:left="1560"/>
        <w:rPr>
          <w:rFonts w:ascii="Roboto Light" w:hAnsi="Roboto Light" w:cs="Arial"/>
          <w:b/>
          <w:sz w:val="24"/>
          <w:szCs w:val="24"/>
        </w:rPr>
      </w:pPr>
      <w:r w:rsidRPr="00AE284B">
        <w:rPr>
          <w:rFonts w:ascii="Roboto Light" w:hAnsi="Roboto Light" w:cs="Arial"/>
          <w:b/>
          <w:sz w:val="24"/>
          <w:szCs w:val="24"/>
        </w:rPr>
        <w:t>Maître d’œuvre</w:t>
      </w:r>
    </w:p>
    <w:p w14:paraId="3D7F800A" w14:textId="77777777" w:rsidR="00B97BDA" w:rsidRPr="00AE284B" w:rsidRDefault="00B97BDA" w:rsidP="00B97BDA">
      <w:pPr>
        <w:pStyle w:val="RedaliaNormal"/>
        <w:keepNext w:val="0"/>
        <w:keepLines w:val="0"/>
        <w:tabs>
          <w:tab w:val="left" w:pos="1560"/>
        </w:tabs>
        <w:ind w:left="1560"/>
        <w:rPr>
          <w:rFonts w:ascii="Roboto Light" w:hAnsi="Roboto Light"/>
          <w:sz w:val="21"/>
          <w:szCs w:val="21"/>
        </w:rPr>
      </w:pPr>
      <w:r w:rsidRPr="00AE284B">
        <w:rPr>
          <w:rFonts w:ascii="Roboto Light" w:hAnsi="Roboto Light"/>
          <w:sz w:val="21"/>
          <w:szCs w:val="21"/>
        </w:rPr>
        <w:t xml:space="preserve">VERDI Ingénierie </w:t>
      </w:r>
      <w:r>
        <w:rPr>
          <w:rFonts w:ascii="Roboto Light" w:hAnsi="Roboto Light"/>
          <w:sz w:val="21"/>
          <w:szCs w:val="21"/>
        </w:rPr>
        <w:t>BFC</w:t>
      </w:r>
    </w:p>
    <w:p w14:paraId="5F5FC8B0" w14:textId="77777777" w:rsidR="00B97BDA" w:rsidRDefault="00B97BDA" w:rsidP="00B97BDA">
      <w:pPr>
        <w:pStyle w:val="RedaliaNormal"/>
        <w:keepNext w:val="0"/>
        <w:keepLines w:val="0"/>
        <w:tabs>
          <w:tab w:val="left" w:pos="1560"/>
        </w:tabs>
        <w:ind w:left="1560"/>
        <w:rPr>
          <w:rFonts w:ascii="Roboto Light" w:hAnsi="Roboto Light"/>
          <w:sz w:val="21"/>
          <w:szCs w:val="21"/>
        </w:rPr>
      </w:pPr>
      <w:r>
        <w:rPr>
          <w:rFonts w:ascii="Roboto Light" w:hAnsi="Roboto Light"/>
          <w:sz w:val="21"/>
          <w:szCs w:val="21"/>
        </w:rPr>
        <w:t>3 Place du général de Gaulle</w:t>
      </w:r>
    </w:p>
    <w:p w14:paraId="78A2E598" w14:textId="77777777" w:rsidR="00B97BDA" w:rsidRPr="00AE284B" w:rsidRDefault="00B97BDA" w:rsidP="00B97BDA">
      <w:pPr>
        <w:pStyle w:val="RedaliaNormal"/>
        <w:keepNext w:val="0"/>
        <w:keepLines w:val="0"/>
        <w:tabs>
          <w:tab w:val="left" w:pos="1560"/>
        </w:tabs>
        <w:ind w:left="1560"/>
        <w:rPr>
          <w:rFonts w:ascii="Roboto Light" w:hAnsi="Roboto Light"/>
          <w:sz w:val="21"/>
          <w:szCs w:val="21"/>
        </w:rPr>
      </w:pPr>
      <w:r>
        <w:rPr>
          <w:rFonts w:ascii="Roboto Light" w:hAnsi="Roboto Light"/>
          <w:sz w:val="21"/>
          <w:szCs w:val="21"/>
        </w:rPr>
        <w:t>88000 Epinal</w:t>
      </w:r>
    </w:p>
    <w:p w14:paraId="1C4EFA5F" w14:textId="77777777" w:rsidR="00B97BDA" w:rsidRPr="00AE284B" w:rsidRDefault="00B97BDA" w:rsidP="00B97BDA">
      <w:pPr>
        <w:pStyle w:val="RedaliaNormal"/>
        <w:keepNext w:val="0"/>
        <w:keepLines w:val="0"/>
        <w:tabs>
          <w:tab w:val="left" w:pos="1560"/>
        </w:tabs>
        <w:ind w:left="1560"/>
        <w:rPr>
          <w:rFonts w:ascii="Roboto Light" w:hAnsi="Roboto Light"/>
          <w:sz w:val="21"/>
          <w:szCs w:val="21"/>
        </w:rPr>
      </w:pPr>
      <w:r w:rsidRPr="00AE284B">
        <w:rPr>
          <w:rFonts w:ascii="Roboto Light" w:hAnsi="Roboto Light"/>
          <w:sz w:val="21"/>
          <w:szCs w:val="21"/>
        </w:rPr>
        <w:t xml:space="preserve">Correspondant : </w:t>
      </w:r>
      <w:r>
        <w:rPr>
          <w:rFonts w:ascii="Roboto Light" w:hAnsi="Roboto Light"/>
          <w:sz w:val="21"/>
          <w:szCs w:val="21"/>
        </w:rPr>
        <w:t>LAABOULI Amine</w:t>
      </w:r>
    </w:p>
    <w:p w14:paraId="1CE7D59F" w14:textId="77777777" w:rsidR="00B97BDA" w:rsidRPr="00AE284B" w:rsidRDefault="00B97BDA" w:rsidP="00B97BDA">
      <w:pPr>
        <w:pStyle w:val="RedaliaNormal"/>
        <w:keepNext w:val="0"/>
        <w:keepLines w:val="0"/>
        <w:tabs>
          <w:tab w:val="left" w:pos="1560"/>
        </w:tabs>
        <w:ind w:left="1560"/>
        <w:rPr>
          <w:rFonts w:ascii="Roboto Light" w:hAnsi="Roboto Light"/>
          <w:sz w:val="21"/>
          <w:szCs w:val="21"/>
        </w:rPr>
      </w:pPr>
      <w:r w:rsidRPr="00AE284B">
        <w:rPr>
          <w:rFonts w:ascii="Roboto Light" w:hAnsi="Roboto Light"/>
          <w:sz w:val="21"/>
          <w:szCs w:val="21"/>
        </w:rPr>
        <w:t xml:space="preserve">Tel : 06 </w:t>
      </w:r>
      <w:r>
        <w:rPr>
          <w:rFonts w:ascii="Roboto Light" w:hAnsi="Roboto Light"/>
          <w:sz w:val="21"/>
          <w:szCs w:val="21"/>
        </w:rPr>
        <w:t>26 63 48 12</w:t>
      </w:r>
    </w:p>
    <w:p w14:paraId="04FAF6B4" w14:textId="77777777" w:rsidR="00B97BDA" w:rsidRPr="00AE284B" w:rsidRDefault="00B97BDA" w:rsidP="00B97BDA">
      <w:pPr>
        <w:pStyle w:val="RedaliaNormal"/>
        <w:keepNext w:val="0"/>
        <w:keepLines w:val="0"/>
        <w:tabs>
          <w:tab w:val="left" w:pos="1560"/>
        </w:tabs>
        <w:ind w:left="1560"/>
        <w:rPr>
          <w:rFonts w:ascii="Roboto Light" w:hAnsi="Roboto Light"/>
          <w:sz w:val="21"/>
          <w:szCs w:val="21"/>
        </w:rPr>
      </w:pPr>
      <w:r w:rsidRPr="00AE284B">
        <w:rPr>
          <w:rFonts w:ascii="Roboto Light" w:hAnsi="Roboto Light"/>
          <w:sz w:val="21"/>
          <w:szCs w:val="21"/>
        </w:rPr>
        <w:t xml:space="preserve">Courriel : </w:t>
      </w:r>
      <w:hyperlink r:id="rId9" w:history="1">
        <w:r w:rsidRPr="00BC0828">
          <w:rPr>
            <w:rStyle w:val="Lienhypertexte"/>
            <w:rFonts w:ascii="Roboto Light" w:hAnsi="Roboto Light"/>
            <w:sz w:val="21"/>
            <w:szCs w:val="21"/>
          </w:rPr>
          <w:t>alaabouli@verdi.fr</w:t>
        </w:r>
      </w:hyperlink>
    </w:p>
    <w:p w14:paraId="2AD704E0" w14:textId="77777777" w:rsidR="00B97BDA" w:rsidRPr="00AE284B" w:rsidRDefault="00B97BDA" w:rsidP="00B97BDA">
      <w:pPr>
        <w:pStyle w:val="RdaliaTitreparagraphe"/>
        <w:widowControl/>
        <w:tabs>
          <w:tab w:val="left" w:pos="1560"/>
        </w:tabs>
        <w:ind w:left="1560"/>
        <w:rPr>
          <w:rFonts w:ascii="Roboto Light" w:hAnsi="Roboto Light" w:cs="Arial"/>
          <w:b/>
          <w:sz w:val="24"/>
          <w:szCs w:val="24"/>
        </w:rPr>
      </w:pPr>
      <w:r w:rsidRPr="00AE284B">
        <w:rPr>
          <w:rFonts w:ascii="Roboto Light" w:hAnsi="Roboto Light" w:cs="Arial"/>
          <w:b/>
          <w:sz w:val="24"/>
          <w:szCs w:val="24"/>
        </w:rPr>
        <w:t xml:space="preserve">Objet </w:t>
      </w:r>
      <w:r w:rsidR="008C2B2C" w:rsidRPr="00AE284B">
        <w:rPr>
          <w:rFonts w:ascii="Roboto Light" w:hAnsi="Roboto Light" w:cs="Arial"/>
          <w:b/>
          <w:sz w:val="24"/>
          <w:szCs w:val="24"/>
        </w:rPr>
        <w:t>du marché</w:t>
      </w:r>
    </w:p>
    <w:p w14:paraId="15E2C2AB" w14:textId="77777777" w:rsidR="00B97BDA" w:rsidRPr="00385C9E" w:rsidRDefault="00B97BDA" w:rsidP="00B97BDA">
      <w:pPr>
        <w:pStyle w:val="RedaliaNormal"/>
        <w:keepNext w:val="0"/>
        <w:keepLines w:val="0"/>
        <w:tabs>
          <w:tab w:val="left" w:pos="1560"/>
        </w:tabs>
        <w:ind w:left="1560"/>
        <w:rPr>
          <w:rFonts w:ascii="Roboto Light" w:hAnsi="Roboto Light"/>
          <w:sz w:val="21"/>
          <w:szCs w:val="21"/>
        </w:rPr>
      </w:pPr>
      <w:r w:rsidRPr="00385C9E">
        <w:rPr>
          <w:rFonts w:ascii="Roboto Light" w:hAnsi="Roboto Light"/>
          <w:sz w:val="21"/>
          <w:szCs w:val="21"/>
        </w:rPr>
        <w:t>Travaux assainissement –</w:t>
      </w:r>
      <w:r>
        <w:rPr>
          <w:rFonts w:ascii="Roboto Light" w:hAnsi="Roboto Light"/>
          <w:sz w:val="21"/>
          <w:szCs w:val="21"/>
        </w:rPr>
        <w:t>M</w:t>
      </w:r>
      <w:r w:rsidRPr="00495B4E">
        <w:rPr>
          <w:rFonts w:ascii="Roboto Light" w:hAnsi="Roboto Light"/>
          <w:sz w:val="21"/>
          <w:szCs w:val="21"/>
        </w:rPr>
        <w:t xml:space="preserve">ise en conformité du système d’assainissement - Quartier Ailleret - 1er RA (90) </w:t>
      </w:r>
    </w:p>
    <w:p w14:paraId="3752E3ED" w14:textId="77777777" w:rsidR="00B97BDA" w:rsidRDefault="00B97BDA" w:rsidP="00B97BDA">
      <w:pPr>
        <w:keepNext w:val="0"/>
        <w:tabs>
          <w:tab w:val="left" w:pos="1560"/>
        </w:tabs>
        <w:spacing w:line="240" w:lineRule="auto"/>
        <w:ind w:left="1560"/>
      </w:pPr>
      <w:r>
        <w:t>Lot n° 2 : Réhabilitation de la station de traitement</w:t>
      </w:r>
    </w:p>
    <w:p w14:paraId="01FED1B8" w14:textId="77777777" w:rsidR="00B97BDA" w:rsidRDefault="00B97BDA" w:rsidP="00B97BDA">
      <w:pPr>
        <w:keepNext w:val="0"/>
        <w:tabs>
          <w:tab w:val="left" w:pos="1560"/>
        </w:tabs>
        <w:spacing w:line="240" w:lineRule="auto"/>
        <w:ind w:left="1560"/>
      </w:pPr>
      <w:r>
        <w:tab/>
        <w:t>DAF_2023_001511</w:t>
      </w:r>
    </w:p>
    <w:p w14:paraId="27C0326C" w14:textId="77777777" w:rsidR="00392ABA" w:rsidRPr="00762DF4" w:rsidRDefault="00047094" w:rsidP="00D279D9">
      <w:pPr>
        <w:keepNext w:val="0"/>
        <w:tabs>
          <w:tab w:val="left" w:pos="1560"/>
        </w:tabs>
        <w:ind w:left="1134"/>
        <w:rPr>
          <w:rFonts w:ascii="Roboto" w:hAnsi="Roboto" w:cs="Arial"/>
        </w:rPr>
        <w:sectPr w:rsidR="00392ABA" w:rsidRPr="00762DF4" w:rsidSect="003C4B3F">
          <w:headerReference w:type="default" r:id="rId10"/>
          <w:footerReference w:type="default" r:id="rId11"/>
          <w:headerReference w:type="first" r:id="rId12"/>
          <w:pgSz w:w="11907" w:h="16840" w:code="9"/>
          <w:pgMar w:top="1105" w:right="1275" w:bottom="0" w:left="0" w:header="567" w:footer="567" w:gutter="0"/>
          <w:cols w:space="720"/>
          <w:titlePg/>
          <w:docGrid w:linePitch="272"/>
        </w:sectPr>
      </w:pPr>
      <w:r>
        <w:rPr>
          <w:rFonts w:ascii="Roboto" w:hAnsi="Roboto" w:cs="Arial"/>
          <w:noProof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 wp14:anchorId="640B52B7" wp14:editId="217111D2">
                <wp:simplePos x="0" y="0"/>
                <wp:positionH relativeFrom="column">
                  <wp:posOffset>5226685</wp:posOffset>
                </wp:positionH>
                <wp:positionV relativeFrom="paragraph">
                  <wp:posOffset>148590</wp:posOffset>
                </wp:positionV>
                <wp:extent cx="2159000" cy="3543300"/>
                <wp:effectExtent l="0" t="0" r="0" b="0"/>
                <wp:wrapNone/>
                <wp:docPr id="246" name="Text Box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3543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ECEEB5" w14:textId="77777777" w:rsidR="004F777A" w:rsidRPr="000B7576" w:rsidRDefault="004F777A" w:rsidP="00FD523B">
                            <w:pPr>
                              <w:pStyle w:val="Conclusion0"/>
                              <w:rPr>
                                <w:rStyle w:val="lev"/>
                                <w:color w:val="FFFFFF" w:themeColor="background1"/>
                              </w:rPr>
                            </w:pPr>
                            <w:r w:rsidRPr="000B7576">
                              <w:rPr>
                                <w:rStyle w:val="lev"/>
                                <w:color w:val="FFFFFF" w:themeColor="background1"/>
                              </w:rPr>
                              <w:t>MAITRISE D’OUVRAGE</w:t>
                            </w:r>
                          </w:p>
                          <w:p w14:paraId="658E7416" w14:textId="77777777" w:rsidR="004F777A" w:rsidRPr="000B7576" w:rsidRDefault="004F777A" w:rsidP="00FD523B">
                            <w:pPr>
                              <w:pStyle w:val="Conclusion0"/>
                              <w:rPr>
                                <w:rStyle w:val="lev"/>
                                <w:color w:val="FFFFFF" w:themeColor="background1"/>
                              </w:rPr>
                            </w:pPr>
                          </w:p>
                          <w:p w14:paraId="25086422" w14:textId="77777777" w:rsidR="004F777A" w:rsidRDefault="004F777A" w:rsidP="00FD523B">
                            <w:pPr>
                              <w:pStyle w:val="Conclusion0"/>
                            </w:pPr>
                          </w:p>
                          <w:p w14:paraId="4DF634A8" w14:textId="77777777" w:rsidR="004F777A" w:rsidRPr="000B7576" w:rsidRDefault="004F777A" w:rsidP="00FD523B">
                            <w:pPr>
                              <w:pStyle w:val="Conclusion0"/>
                              <w:rPr>
                                <w:rStyle w:val="lev"/>
                                <w:color w:val="FFFFFF" w:themeColor="background1"/>
                              </w:rPr>
                            </w:pPr>
                          </w:p>
                          <w:p w14:paraId="794EF5BB" w14:textId="77777777" w:rsidR="004F777A" w:rsidRPr="000B7576" w:rsidRDefault="004F777A" w:rsidP="00097580">
                            <w:pPr>
                              <w:pStyle w:val="Conclusion0"/>
                              <w:rPr>
                                <w:rStyle w:val="lev"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039784" id="_x0000_t202" coordsize="21600,21600" o:spt="202" path="m,l,21600r21600,l21600,xe">
                <v:stroke joinstyle="miter"/>
                <v:path gradientshapeok="t" o:connecttype="rect"/>
              </v:shapetype>
              <v:shape id="Text Box 162" o:spid="_x0000_s1026" type="#_x0000_t202" style="position:absolute;left:0;text-align:left;margin-left:411.55pt;margin-top:11.7pt;width:170pt;height:279pt;z-index: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" filled="f" stroked="f">
                <v:textbox>
                  <w:txbxContent>
                    <w:p w14:paraId="5A11A54D" w14:textId="77777777" w:rsidR="004F777A" w:rsidRPr="000B7576" w:rsidRDefault="004F777A" w:rsidP="00FD523B">
                      <w:pPr>
                        <w:pStyle w:val="Conclusion0"/>
                        <w:rPr>
                          <w:rStyle w:val="lev"/>
                          <w:color w:val="FFFFFF" w:themeColor="background1"/>
                        </w:rPr>
                      </w:pPr>
                      <w:r w:rsidRPr="000B7576">
                        <w:rPr>
                          <w:rStyle w:val="lev"/>
                          <w:color w:val="FFFFFF" w:themeColor="background1"/>
                        </w:rPr>
                        <w:t>MAITRISE D’OUVRAGE</w:t>
                      </w:r>
                    </w:p>
                    <w:p w14:paraId="71FF6777" w14:textId="77777777" w:rsidR="004F777A" w:rsidRPr="000B7576" w:rsidRDefault="004F777A" w:rsidP="00FD523B">
                      <w:pPr>
                        <w:pStyle w:val="Conclusion0"/>
                        <w:rPr>
                          <w:rStyle w:val="lev"/>
                          <w:color w:val="FFFFFF" w:themeColor="background1"/>
                        </w:rPr>
                      </w:pPr>
                    </w:p>
                    <w:p w14:paraId="6E314108" w14:textId="77777777" w:rsidR="004F777A" w:rsidRDefault="004F777A" w:rsidP="00FD523B">
                      <w:pPr>
                        <w:pStyle w:val="Conclusion0"/>
                      </w:pPr>
                    </w:p>
                    <w:p w14:paraId="7298B309" w14:textId="77777777" w:rsidR="004F777A" w:rsidRPr="000B7576" w:rsidRDefault="004F777A" w:rsidP="00FD523B">
                      <w:pPr>
                        <w:pStyle w:val="Conclusion0"/>
                        <w:rPr>
                          <w:rStyle w:val="lev"/>
                          <w:color w:val="FFFFFF" w:themeColor="background1"/>
                        </w:rPr>
                      </w:pPr>
                    </w:p>
                    <w:p w14:paraId="67194618" w14:textId="77777777" w:rsidR="004F777A" w:rsidRPr="000B7576" w:rsidRDefault="004F777A" w:rsidP="00097580">
                      <w:pPr>
                        <w:pStyle w:val="Conclusion0"/>
                        <w:rPr>
                          <w:rStyle w:val="lev"/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Roboto" w:hAnsi="Roboto" w:cs="Arial"/>
          <w:noProof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 wp14:anchorId="09C568E1" wp14:editId="75552D11">
                <wp:simplePos x="0" y="0"/>
                <wp:positionH relativeFrom="column">
                  <wp:posOffset>571500</wp:posOffset>
                </wp:positionH>
                <wp:positionV relativeFrom="paragraph">
                  <wp:posOffset>9178290</wp:posOffset>
                </wp:positionV>
                <wp:extent cx="6731000" cy="1239520"/>
                <wp:effectExtent l="0" t="0" r="0" b="0"/>
                <wp:wrapNone/>
                <wp:docPr id="245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00" cy="1239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rto="http://schemas.microsoft.com/office/word/2006/arto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593"/>
                              <w:gridCol w:w="2542"/>
                              <w:gridCol w:w="2649"/>
                              <w:gridCol w:w="2542"/>
                            </w:tblGrid>
                            <w:tr w:rsidR="004F777A" w14:paraId="1A99D5CA" w14:textId="77777777" w:rsidTr="006F0080">
                              <w:tc>
                                <w:tcPr>
                                  <w:tcW w:w="2593" w:type="dxa"/>
                                </w:tcPr>
                                <w:p w14:paraId="6574932F" w14:textId="77777777" w:rsidR="004F777A" w:rsidRDefault="004F777A" w:rsidP="00E13833"/>
                              </w:tc>
                              <w:tc>
                                <w:tcPr>
                                  <w:tcW w:w="2542" w:type="dxa"/>
                                </w:tcPr>
                                <w:p w14:paraId="443F573A" w14:textId="77777777" w:rsidR="004F777A" w:rsidRDefault="004F777A" w:rsidP="00E13833"/>
                              </w:tc>
                              <w:tc>
                                <w:tcPr>
                                  <w:tcW w:w="2649" w:type="dxa"/>
                                </w:tcPr>
                                <w:p w14:paraId="4D022E27" w14:textId="77777777" w:rsidR="004F777A" w:rsidRDefault="004F777A" w:rsidP="00E13833"/>
                              </w:tc>
                              <w:tc>
                                <w:tcPr>
                                  <w:tcW w:w="2542" w:type="dxa"/>
                                </w:tcPr>
                                <w:p w14:paraId="67B15F17" w14:textId="77777777" w:rsidR="004F777A" w:rsidRDefault="004F777A" w:rsidP="00E13833"/>
                              </w:tc>
                            </w:tr>
                          </w:tbl>
                          <w:p w14:paraId="1AAB7775" w14:textId="77777777" w:rsidR="004F777A" w:rsidRPr="009727F8" w:rsidRDefault="004F777A" w:rsidP="00E1383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C568E1" id="_x0000_t202" coordsize="21600,21600" o:spt="202" path="m,l,21600r21600,l21600,xe">
                <v:stroke joinstyle="miter"/>
                <v:path gradientshapeok="t" o:connecttype="rect"/>
              </v:shapetype>
              <v:shape id="Text Box 173" o:spid="_x0000_s1027" type="#_x0000_t202" style="position:absolute;left:0;text-align:left;margin-left:45pt;margin-top:722.7pt;width:530pt;height:97.6pt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" stroked="f">
                <v:textbox>
                  <w:txbxContent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593"/>
                        <w:gridCol w:w="2542"/>
                        <w:gridCol w:w="2649"/>
                        <w:gridCol w:w="2542"/>
                      </w:tblGrid>
                      <w:tr w:rsidR="004F777A" w14:paraId="1A99D5CA" w14:textId="77777777" w:rsidTr="006F0080">
                        <w:tc>
                          <w:tcPr>
                            <w:tcW w:w="2593" w:type="dxa"/>
                          </w:tcPr>
                          <w:p w14:paraId="6574932F" w14:textId="77777777" w:rsidR="004F777A" w:rsidRDefault="004F777A" w:rsidP="00E13833"/>
                        </w:tc>
                        <w:tc>
                          <w:tcPr>
                            <w:tcW w:w="2542" w:type="dxa"/>
                          </w:tcPr>
                          <w:p w14:paraId="443F573A" w14:textId="77777777" w:rsidR="004F777A" w:rsidRDefault="004F777A" w:rsidP="00E13833"/>
                        </w:tc>
                        <w:tc>
                          <w:tcPr>
                            <w:tcW w:w="2649" w:type="dxa"/>
                          </w:tcPr>
                          <w:p w14:paraId="4D022E27" w14:textId="77777777" w:rsidR="004F777A" w:rsidRDefault="004F777A" w:rsidP="00E13833"/>
                        </w:tc>
                        <w:tc>
                          <w:tcPr>
                            <w:tcW w:w="2542" w:type="dxa"/>
                          </w:tcPr>
                          <w:p w14:paraId="67B15F17" w14:textId="77777777" w:rsidR="004F777A" w:rsidRDefault="004F777A" w:rsidP="00E13833"/>
                        </w:tc>
                      </w:tr>
                    </w:tbl>
                    <w:p w14:paraId="1AAB7775" w14:textId="77777777" w:rsidR="004F777A" w:rsidRPr="009727F8" w:rsidRDefault="004F777A" w:rsidP="00E13833"/>
                  </w:txbxContent>
                </v:textbox>
              </v:shape>
            </w:pict>
          </mc:Fallback>
        </mc:AlternateContent>
      </w:r>
    </w:p>
    <w:bookmarkStart w:id="0" w:name="_Toc272417382" w:displacedByCustomXml="next"/>
    <w:bookmarkStart w:id="1" w:name="_Toc282501952" w:displacedByCustomXml="next"/>
    <w:sdt>
      <w:sdtPr>
        <w:rPr>
          <w:b/>
          <w:bCs/>
          <w:szCs w:val="24"/>
        </w:rPr>
        <w:id w:val="5593695"/>
        <w:docPartObj>
          <w:docPartGallery w:val="Table of Contents"/>
          <w:docPartUnique/>
        </w:docPartObj>
      </w:sdtPr>
      <w:sdtEndPr>
        <w:rPr>
          <w:b w:val="0"/>
          <w:bCs w:val="0"/>
          <w:szCs w:val="22"/>
        </w:rPr>
      </w:sdtEndPr>
      <w:sdtContent>
        <w:p w14:paraId="135B2405" w14:textId="77777777" w:rsidR="005C2C76" w:rsidRPr="006B610A" w:rsidRDefault="005C2C76" w:rsidP="00D279D9">
          <w:pPr>
            <w:keepNext w:val="0"/>
            <w:tabs>
              <w:tab w:val="left" w:pos="1560"/>
            </w:tabs>
            <w:jc w:val="center"/>
            <w:rPr>
              <w:b/>
              <w:sz w:val="28"/>
              <w:szCs w:val="28"/>
            </w:rPr>
          </w:pPr>
          <w:r w:rsidRPr="006B610A">
            <w:rPr>
              <w:b/>
              <w:sz w:val="28"/>
              <w:szCs w:val="28"/>
            </w:rPr>
            <w:t>Sommaire</w:t>
          </w:r>
        </w:p>
        <w:p w14:paraId="2A818293" w14:textId="1A90C532" w:rsidR="00F15052" w:rsidRDefault="004C2091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r w:rsidRPr="00740FBA">
            <w:rPr>
              <w:rFonts w:ascii="Roboto" w:hAnsi="Roboto" w:cs="Arial"/>
            </w:rPr>
            <w:fldChar w:fldCharType="begin"/>
          </w:r>
          <w:r w:rsidR="005C2C76" w:rsidRPr="00740FBA">
            <w:rPr>
              <w:rFonts w:ascii="Roboto" w:hAnsi="Roboto" w:cs="Arial"/>
            </w:rPr>
            <w:instrText xml:space="preserve"> </w:instrText>
          </w:r>
          <w:r w:rsidR="00784717" w:rsidRPr="00740FBA">
            <w:rPr>
              <w:rFonts w:ascii="Roboto" w:hAnsi="Roboto" w:cs="Arial"/>
            </w:rPr>
            <w:instrText>TOC</w:instrText>
          </w:r>
          <w:r w:rsidR="005C2C76" w:rsidRPr="00740FBA">
            <w:rPr>
              <w:rFonts w:ascii="Roboto" w:hAnsi="Roboto" w:cs="Arial"/>
            </w:rPr>
            <w:instrText xml:space="preserve"> \o "1-3" \h \z \u </w:instrText>
          </w:r>
          <w:r w:rsidRPr="00740FBA">
            <w:rPr>
              <w:rFonts w:ascii="Roboto" w:hAnsi="Roboto" w:cs="Arial"/>
            </w:rPr>
            <w:fldChar w:fldCharType="separate"/>
          </w:r>
          <w:hyperlink w:anchor="_Toc191898456" w:history="1">
            <w:r w:rsidR="00F15052" w:rsidRPr="002A63B1">
              <w:rPr>
                <w:rStyle w:val="Lienhypertexte"/>
                <w:noProof/>
              </w:rPr>
              <w:t>1.</w:t>
            </w:r>
            <w:r w:rsidR="00F15052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F15052" w:rsidRPr="002A63B1">
              <w:rPr>
                <w:rStyle w:val="Lienhypertexte"/>
                <w:noProof/>
              </w:rPr>
              <w:t>aRTICLE I : capacité de traitement</w:t>
            </w:r>
            <w:r w:rsidR="00F15052">
              <w:rPr>
                <w:noProof/>
                <w:webHidden/>
              </w:rPr>
              <w:tab/>
            </w:r>
            <w:r w:rsidR="00F15052">
              <w:rPr>
                <w:noProof/>
                <w:webHidden/>
              </w:rPr>
              <w:fldChar w:fldCharType="begin"/>
            </w:r>
            <w:r w:rsidR="00F15052">
              <w:rPr>
                <w:noProof/>
                <w:webHidden/>
              </w:rPr>
              <w:instrText xml:space="preserve"> PAGEREF _Toc191898456 \h </w:instrText>
            </w:r>
            <w:r w:rsidR="00F15052">
              <w:rPr>
                <w:noProof/>
                <w:webHidden/>
              </w:rPr>
            </w:r>
            <w:r w:rsidR="00F15052">
              <w:rPr>
                <w:noProof/>
                <w:webHidden/>
              </w:rPr>
              <w:fldChar w:fldCharType="separate"/>
            </w:r>
            <w:r w:rsidR="004C0464">
              <w:rPr>
                <w:noProof/>
                <w:webHidden/>
              </w:rPr>
              <w:t>3</w:t>
            </w:r>
            <w:r w:rsidR="00F15052">
              <w:rPr>
                <w:noProof/>
                <w:webHidden/>
              </w:rPr>
              <w:fldChar w:fldCharType="end"/>
            </w:r>
          </w:hyperlink>
        </w:p>
        <w:p w14:paraId="457B0211" w14:textId="47D687A4" w:rsidR="00F15052" w:rsidRDefault="00F15052">
          <w:pPr>
            <w:pStyle w:val="TM2"/>
            <w:tabs>
              <w:tab w:val="left" w:pos="880"/>
              <w:tab w:val="right" w:leader="dot" w:pos="9119"/>
            </w:tabs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1898457" w:history="1">
            <w:r w:rsidRPr="002A63B1">
              <w:rPr>
                <w:rStyle w:val="Lienhypertexte"/>
                <w:rFonts w:ascii="Roboto Light" w:hAnsi="Roboto Light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2A63B1">
              <w:rPr>
                <w:rStyle w:val="Lienhypertexte"/>
                <w:rFonts w:ascii="Roboto Light" w:hAnsi="Roboto Light"/>
                <w:noProof/>
              </w:rPr>
              <w:t>Charges hydrauliques et polluantes en entrée de STEP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_Toc191898457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046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0B16A7" w14:textId="7752CA18" w:rsidR="00F15052" w:rsidRDefault="00F15052">
          <w:pPr>
            <w:pStyle w:val="TM2"/>
            <w:tabs>
              <w:tab w:val="left" w:pos="880"/>
              <w:tab w:val="right" w:leader="dot" w:pos="9119"/>
            </w:tabs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1898458" w:history="1">
            <w:r w:rsidRPr="002A63B1">
              <w:rPr>
                <w:rStyle w:val="Lienhypertexte"/>
                <w:rFonts w:ascii="Roboto Light" w:hAnsi="Roboto Light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2A63B1">
              <w:rPr>
                <w:rStyle w:val="Lienhypertexte"/>
                <w:rFonts w:ascii="Roboto Light" w:hAnsi="Roboto Light"/>
                <w:noProof/>
              </w:rPr>
              <w:t>boues à traiter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_Toc191898458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046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70BB4B" w14:textId="2B0ED520" w:rsidR="00F15052" w:rsidRDefault="00F15052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1898459" w:history="1">
            <w:r w:rsidRPr="002A63B1">
              <w:rPr>
                <w:rStyle w:val="Lienhypertexte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2A63B1">
              <w:rPr>
                <w:rStyle w:val="Lienhypertexte"/>
                <w:noProof/>
              </w:rPr>
              <w:t>aRTICLE II : Qualité du traitement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_Toc191898459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046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CDEFAE" w14:textId="5F692C7A" w:rsidR="00F15052" w:rsidRDefault="00F15052">
          <w:pPr>
            <w:pStyle w:val="TM2"/>
            <w:tabs>
              <w:tab w:val="left" w:pos="880"/>
              <w:tab w:val="right" w:leader="dot" w:pos="9119"/>
            </w:tabs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1898460" w:history="1">
            <w:r w:rsidRPr="002A63B1">
              <w:rPr>
                <w:rStyle w:val="Lienhypertexte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2A63B1">
              <w:rPr>
                <w:rStyle w:val="Lienhypertexte"/>
                <w:noProof/>
              </w:rPr>
              <w:t>Conditions à remplir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_Toc191898460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046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70D256" w14:textId="045A02FF" w:rsidR="00F15052" w:rsidRDefault="00F15052">
          <w:pPr>
            <w:pStyle w:val="TM2"/>
            <w:tabs>
              <w:tab w:val="left" w:pos="880"/>
              <w:tab w:val="right" w:leader="dot" w:pos="9119"/>
            </w:tabs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1898461" w:history="1">
            <w:r w:rsidRPr="002A63B1">
              <w:rPr>
                <w:rStyle w:val="Lienhypertexte"/>
                <w:noProof/>
              </w:rPr>
              <w:t>2.2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2A63B1">
              <w:rPr>
                <w:rStyle w:val="Lienhypertexte"/>
                <w:noProof/>
              </w:rPr>
              <w:t>Qualité du traitement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_Toc191898461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046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41E4D7" w14:textId="360083E9" w:rsidR="00F15052" w:rsidRDefault="00F15052">
          <w:pPr>
            <w:pStyle w:val="TM2"/>
            <w:tabs>
              <w:tab w:val="left" w:pos="880"/>
              <w:tab w:val="right" w:leader="dot" w:pos="9119"/>
            </w:tabs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1898462" w:history="1">
            <w:r w:rsidRPr="002A63B1">
              <w:rPr>
                <w:rStyle w:val="Lienhypertexte"/>
                <w:noProof/>
              </w:rPr>
              <w:t>2.3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2A63B1">
              <w:rPr>
                <w:rStyle w:val="Lienhypertexte"/>
                <w:noProof/>
              </w:rPr>
              <w:t>Qualité des boues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_Toc191898462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046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F4DD66" w14:textId="36DE6767" w:rsidR="00F15052" w:rsidRDefault="00F15052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1898463" w:history="1">
            <w:r w:rsidRPr="002A63B1">
              <w:rPr>
                <w:rStyle w:val="Lienhypertexte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2A63B1">
              <w:rPr>
                <w:rStyle w:val="Lienhypertexte"/>
                <w:noProof/>
              </w:rPr>
              <w:t>aRTICLE III : Efficacité des ouvrages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_Toc191898463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046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DE9555" w14:textId="66DD4715" w:rsidR="00F15052" w:rsidRDefault="00F15052">
          <w:pPr>
            <w:pStyle w:val="TM2"/>
            <w:tabs>
              <w:tab w:val="left" w:pos="880"/>
              <w:tab w:val="right" w:leader="dot" w:pos="9119"/>
            </w:tabs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1898464" w:history="1">
            <w:r w:rsidRPr="002A63B1">
              <w:rPr>
                <w:rStyle w:val="Lienhypertexte"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2A63B1">
              <w:rPr>
                <w:rStyle w:val="Lienhypertexte"/>
                <w:noProof/>
              </w:rPr>
              <w:t>Instrumentation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_Toc191898464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046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139A5A" w14:textId="3E5A74D0" w:rsidR="00F15052" w:rsidRDefault="00F15052">
          <w:pPr>
            <w:pStyle w:val="TM2"/>
            <w:tabs>
              <w:tab w:val="left" w:pos="880"/>
              <w:tab w:val="right" w:leader="dot" w:pos="9119"/>
            </w:tabs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1898465" w:history="1">
            <w:r w:rsidRPr="002A63B1">
              <w:rPr>
                <w:rStyle w:val="Lienhypertexte"/>
                <w:noProof/>
              </w:rPr>
              <w:t>3.2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2A63B1">
              <w:rPr>
                <w:rStyle w:val="Lienhypertexte"/>
                <w:noProof/>
              </w:rPr>
              <w:t>LSPR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_Toc191898465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046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151237" w14:textId="13A00768" w:rsidR="00F15052" w:rsidRDefault="00F15052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1898466" w:history="1">
            <w:r w:rsidRPr="002A63B1">
              <w:rPr>
                <w:rStyle w:val="Lienhypertexte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2A63B1">
              <w:rPr>
                <w:rStyle w:val="Lienhypertexte"/>
                <w:noProof/>
              </w:rPr>
              <w:t>aRTICLE IV : bilan de fonctionnement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_Toc191898466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046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687F34" w14:textId="1B9EDE21" w:rsidR="00F15052" w:rsidRDefault="00F15052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1898467" w:history="1">
            <w:r w:rsidRPr="002A63B1">
              <w:rPr>
                <w:rStyle w:val="Lienhypertexte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2A63B1">
              <w:rPr>
                <w:rStyle w:val="Lienhypertexte"/>
                <w:noProof/>
              </w:rPr>
              <w:t>aRTICLE V : Garantie de construction des nouveaux équipements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_Toc191898467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046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E4D05E" w14:textId="128EA0C8" w:rsidR="00F15052" w:rsidRDefault="00F15052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1898468" w:history="1">
            <w:r w:rsidRPr="002A63B1">
              <w:rPr>
                <w:rStyle w:val="Lienhypertexte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2A63B1">
              <w:rPr>
                <w:rStyle w:val="Lienhypertexte"/>
                <w:noProof/>
              </w:rPr>
              <w:t>aRTICLE VI : Qualité de l’air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_Toc191898468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0464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1A6BAF" w14:textId="7955ECB4" w:rsidR="00F15052" w:rsidRDefault="00F15052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1898469" w:history="1">
            <w:r w:rsidRPr="002A63B1">
              <w:rPr>
                <w:rStyle w:val="Lienhypertexte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2A63B1">
              <w:rPr>
                <w:rStyle w:val="Lienhypertexte"/>
                <w:noProof/>
              </w:rPr>
              <w:t>aRTICLE VII : Niveau sonore maximal garanti de jour et de nuit des nouveaux équipements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_Toc191898469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0464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A1E1A2" w14:textId="77777777" w:rsidR="005C2C76" w:rsidRPr="00762DF4" w:rsidRDefault="004C2091" w:rsidP="00D279D9">
          <w:pPr>
            <w:keepNext w:val="0"/>
            <w:tabs>
              <w:tab w:val="left" w:pos="1560"/>
            </w:tabs>
            <w:rPr>
              <w:rFonts w:ascii="Roboto" w:hAnsi="Roboto" w:cs="Arial"/>
            </w:rPr>
          </w:pPr>
          <w:r w:rsidRPr="00740FBA">
            <w:rPr>
              <w:rFonts w:ascii="Roboto" w:hAnsi="Roboto" w:cs="Arial"/>
            </w:rPr>
            <w:fldChar w:fldCharType="end"/>
          </w:r>
        </w:p>
      </w:sdtContent>
    </w:sdt>
    <w:p w14:paraId="2B59BB26" w14:textId="77777777" w:rsidR="0048332E" w:rsidRPr="00762DF4" w:rsidRDefault="0048332E" w:rsidP="00D279D9">
      <w:pPr>
        <w:keepNext w:val="0"/>
        <w:tabs>
          <w:tab w:val="left" w:pos="1560"/>
        </w:tabs>
        <w:spacing w:line="240" w:lineRule="auto"/>
        <w:jc w:val="left"/>
        <w:rPr>
          <w:rFonts w:ascii="Roboto" w:hAnsi="Roboto" w:cs="Arial"/>
        </w:rPr>
      </w:pPr>
      <w:r w:rsidRPr="00762DF4">
        <w:rPr>
          <w:rFonts w:ascii="Roboto" w:hAnsi="Roboto" w:cs="Arial"/>
        </w:rPr>
        <w:br w:type="page"/>
      </w:r>
    </w:p>
    <w:bookmarkEnd w:id="1"/>
    <w:bookmarkEnd w:id="0"/>
    <w:p w14:paraId="2C6D7C98" w14:textId="77777777" w:rsidR="004F777A" w:rsidRPr="00EF7C34" w:rsidRDefault="004F777A" w:rsidP="004F777A">
      <w:pPr>
        <w:rPr>
          <w:b/>
          <w:color w:val="FF0000"/>
        </w:rPr>
      </w:pPr>
      <w:r w:rsidRPr="00EF7C34">
        <w:rPr>
          <w:b/>
          <w:color w:val="FF0000"/>
        </w:rPr>
        <w:lastRenderedPageBreak/>
        <w:t>Ce document est à compléter par les candidats. Les parties ……………… sont à remplir.</w:t>
      </w:r>
    </w:p>
    <w:p w14:paraId="7F519A3F" w14:textId="77777777" w:rsidR="004F777A" w:rsidRDefault="004F777A" w:rsidP="004F777A"/>
    <w:p w14:paraId="78976A94" w14:textId="77777777" w:rsidR="003341A6" w:rsidRPr="00762DF4" w:rsidRDefault="004F777A" w:rsidP="004F777A">
      <w:pPr>
        <w:pStyle w:val="Titre1"/>
      </w:pPr>
      <w:bookmarkStart w:id="2" w:name="_Toc191898456"/>
      <w:r>
        <w:t>aRTICLE</w:t>
      </w:r>
      <w:r w:rsidR="008E0FF7">
        <w:t xml:space="preserve"> I : </w:t>
      </w:r>
      <w:r>
        <w:t>capacité de traitement</w:t>
      </w:r>
      <w:bookmarkEnd w:id="2"/>
    </w:p>
    <w:p w14:paraId="63E0AE2B" w14:textId="77777777" w:rsidR="001B14F4" w:rsidRPr="00821115" w:rsidRDefault="004F777A" w:rsidP="00D279D9">
      <w:pPr>
        <w:pStyle w:val="Titre2"/>
        <w:tabs>
          <w:tab w:val="clear" w:pos="0"/>
          <w:tab w:val="num" w:pos="142"/>
          <w:tab w:val="left" w:pos="1560"/>
          <w:tab w:val="num" w:pos="1800"/>
        </w:tabs>
        <w:spacing w:before="0" w:after="0" w:line="240" w:lineRule="auto"/>
        <w:ind w:left="576" w:hanging="576"/>
        <w:jc w:val="left"/>
        <w:rPr>
          <w:rFonts w:ascii="Roboto Light" w:hAnsi="Roboto Light"/>
        </w:rPr>
      </w:pPr>
      <w:bookmarkStart w:id="3" w:name="_Toc191898457"/>
      <w:r>
        <w:rPr>
          <w:rFonts w:ascii="Roboto Light" w:hAnsi="Roboto Light"/>
        </w:rPr>
        <w:t xml:space="preserve">Charges </w:t>
      </w:r>
      <w:r w:rsidR="00B97BDA">
        <w:rPr>
          <w:rFonts w:ascii="Roboto Light" w:hAnsi="Roboto Light"/>
        </w:rPr>
        <w:t>hydrauliques et polluantes en entrée de STEP</w:t>
      </w:r>
      <w:bookmarkEnd w:id="3"/>
    </w:p>
    <w:p w14:paraId="3D8691F2" w14:textId="77777777" w:rsidR="00B604B1" w:rsidRDefault="00B604B1" w:rsidP="00B604B1">
      <w:pPr>
        <w:rPr>
          <w:lang w:eastAsia="en-US"/>
        </w:rPr>
      </w:pPr>
    </w:p>
    <w:p w14:paraId="6E99C116" w14:textId="77777777" w:rsidR="00B97BDA" w:rsidRDefault="00B97BDA" w:rsidP="00B97BDA">
      <w:pPr>
        <w:keepNext w:val="0"/>
        <w:spacing w:line="240" w:lineRule="auto"/>
      </w:pPr>
      <w:r>
        <w:t>Les paramètres retenus pour le dimensionnement des nouveaux ouvrages sont récapitulés ci-dessous :</w:t>
      </w:r>
    </w:p>
    <w:p w14:paraId="1B915079" w14:textId="77777777" w:rsidR="00B97BDA" w:rsidRPr="005B6D37" w:rsidRDefault="00B97BDA" w:rsidP="00B97BDA">
      <w:pPr>
        <w:pStyle w:val="LEGENDEFIGURE"/>
        <w:keepNext w:val="0"/>
        <w:spacing w:after="240"/>
      </w:pPr>
      <w:bookmarkStart w:id="4" w:name="_Toc51661197"/>
      <w:bookmarkStart w:id="5" w:name="_Toc58344903"/>
      <w:bookmarkStart w:id="6" w:name="_Toc141866054"/>
      <w:r w:rsidRPr="005B6D37">
        <w:t xml:space="preserve">Charge hydraulique </w:t>
      </w:r>
      <w:bookmarkEnd w:id="4"/>
      <w:r w:rsidRPr="005B6D37">
        <w:t>retenue à l’entrée de la STEP</w:t>
      </w:r>
      <w:bookmarkEnd w:id="5"/>
      <w:bookmarkEnd w:id="6"/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53"/>
        <w:gridCol w:w="773"/>
        <w:gridCol w:w="1041"/>
      </w:tblGrid>
      <w:tr w:rsidR="00B97BDA" w:rsidRPr="00B52B06" w14:paraId="0A94FEF5" w14:textId="77777777" w:rsidTr="005E574C">
        <w:trPr>
          <w:trHeight w:val="213"/>
          <w:jc w:val="center"/>
        </w:trPr>
        <w:tc>
          <w:tcPr>
            <w:tcW w:w="4253" w:type="dxa"/>
            <w:shd w:val="clear" w:color="auto" w:fill="auto"/>
          </w:tcPr>
          <w:p w14:paraId="30C8DF97" w14:textId="77777777" w:rsidR="00B97BDA" w:rsidRPr="00EB0ABC" w:rsidRDefault="00B97BDA" w:rsidP="005E574C">
            <w:pPr>
              <w:keepNext w:val="0"/>
              <w:autoSpaceDE w:val="0"/>
              <w:autoSpaceDN w:val="0"/>
              <w:adjustRightInd w:val="0"/>
              <w:spacing w:line="240" w:lineRule="auto"/>
              <w:rPr>
                <w:rFonts w:ascii="Roboto Condensed" w:hAnsi="Roboto Condensed" w:cs="Arial"/>
                <w:b/>
                <w:color w:val="000000"/>
                <w:szCs w:val="20"/>
              </w:rPr>
            </w:pPr>
            <w:r w:rsidRPr="00EB0ABC">
              <w:rPr>
                <w:rFonts w:ascii="Roboto Condensed" w:hAnsi="Roboto Condensed" w:cs="Arial"/>
                <w:color w:val="000000"/>
                <w:szCs w:val="20"/>
              </w:rPr>
              <w:t>Capacité</w:t>
            </w:r>
          </w:p>
        </w:tc>
        <w:tc>
          <w:tcPr>
            <w:tcW w:w="746" w:type="dxa"/>
            <w:shd w:val="clear" w:color="auto" w:fill="auto"/>
          </w:tcPr>
          <w:p w14:paraId="25366F16" w14:textId="77777777" w:rsidR="00B97BDA" w:rsidRPr="00EB0ABC" w:rsidRDefault="00B97BDA" w:rsidP="005E574C">
            <w:pPr>
              <w:keepNext w:val="0"/>
              <w:spacing w:line="240" w:lineRule="auto"/>
              <w:rPr>
                <w:rFonts w:ascii="Roboto Condensed" w:hAnsi="Roboto Condensed" w:cs="Arial"/>
                <w:b/>
                <w:color w:val="000000"/>
                <w:szCs w:val="20"/>
              </w:rPr>
            </w:pPr>
            <w:r w:rsidRPr="00EB0ABC">
              <w:rPr>
                <w:rFonts w:ascii="Roboto Condensed" w:hAnsi="Roboto Condensed" w:cs="Arial"/>
                <w:color w:val="000000"/>
                <w:szCs w:val="20"/>
              </w:rPr>
              <w:t>EH</w:t>
            </w:r>
          </w:p>
        </w:tc>
        <w:tc>
          <w:tcPr>
            <w:tcW w:w="1041" w:type="dxa"/>
            <w:shd w:val="clear" w:color="auto" w:fill="auto"/>
          </w:tcPr>
          <w:p w14:paraId="3450608E" w14:textId="77777777" w:rsidR="00B97BDA" w:rsidRPr="00EB0ABC" w:rsidRDefault="00B97BDA" w:rsidP="005E574C">
            <w:pPr>
              <w:keepNex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Roboto Condensed" w:hAnsi="Roboto Condensed" w:cs="Arial"/>
                <w:b/>
                <w:color w:val="000000"/>
                <w:szCs w:val="20"/>
              </w:rPr>
            </w:pPr>
            <w:r w:rsidRPr="00EB0ABC">
              <w:rPr>
                <w:rFonts w:ascii="Roboto Condensed" w:hAnsi="Roboto Condensed" w:cs="Arial"/>
                <w:color w:val="000000"/>
                <w:szCs w:val="20"/>
              </w:rPr>
              <w:t>925</w:t>
            </w:r>
          </w:p>
        </w:tc>
      </w:tr>
      <w:tr w:rsidR="00B97BDA" w:rsidRPr="00FA5F17" w14:paraId="78F19082" w14:textId="77777777" w:rsidTr="005E574C">
        <w:trPr>
          <w:trHeight w:val="213"/>
          <w:jc w:val="center"/>
        </w:trPr>
        <w:tc>
          <w:tcPr>
            <w:tcW w:w="4253" w:type="dxa"/>
            <w:shd w:val="clear" w:color="auto" w:fill="F2F2F2"/>
          </w:tcPr>
          <w:p w14:paraId="1105A88A" w14:textId="77777777" w:rsidR="00B97BDA" w:rsidRPr="00EB0ABC" w:rsidRDefault="00B97BDA" w:rsidP="005E574C">
            <w:pPr>
              <w:keepNext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72A39"/>
                <w:szCs w:val="20"/>
              </w:rPr>
            </w:pPr>
            <w:r w:rsidRPr="00EB0ABC">
              <w:rPr>
                <w:rFonts w:ascii="Roboto Condensed" w:hAnsi="Roboto Condensed" w:cs="Arial"/>
                <w:color w:val="000000"/>
                <w:szCs w:val="20"/>
              </w:rPr>
              <w:t>Ratio de rejet</w:t>
            </w:r>
          </w:p>
        </w:tc>
        <w:tc>
          <w:tcPr>
            <w:tcW w:w="746" w:type="dxa"/>
            <w:shd w:val="clear" w:color="auto" w:fill="F2F2F2"/>
          </w:tcPr>
          <w:p w14:paraId="211F7E11" w14:textId="77777777" w:rsidR="00B97BDA" w:rsidRPr="00EB0ABC" w:rsidRDefault="00B97BDA" w:rsidP="005E574C">
            <w:pPr>
              <w:keepNex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Roboto Condensed" w:hAnsi="Roboto Condensed" w:cs="Arial"/>
                <w:color w:val="000000"/>
                <w:szCs w:val="20"/>
              </w:rPr>
            </w:pPr>
            <w:proofErr w:type="gramStart"/>
            <w:r w:rsidRPr="00EB0ABC">
              <w:rPr>
                <w:rFonts w:ascii="Roboto Condensed" w:hAnsi="Roboto Condensed" w:cs="Arial"/>
                <w:color w:val="000000"/>
                <w:szCs w:val="20"/>
              </w:rPr>
              <w:t>l</w:t>
            </w:r>
            <w:proofErr w:type="gramEnd"/>
            <w:r w:rsidRPr="00EB0ABC">
              <w:rPr>
                <w:rFonts w:ascii="Roboto Condensed" w:hAnsi="Roboto Condensed" w:cs="Arial"/>
                <w:color w:val="000000"/>
                <w:szCs w:val="20"/>
              </w:rPr>
              <w:t>/</w:t>
            </w:r>
            <w:proofErr w:type="spellStart"/>
            <w:r w:rsidRPr="00EB0ABC">
              <w:rPr>
                <w:rFonts w:ascii="Roboto Condensed" w:hAnsi="Roboto Condensed" w:cs="Arial"/>
                <w:color w:val="000000"/>
                <w:szCs w:val="20"/>
              </w:rPr>
              <w:t>hab</w:t>
            </w:r>
            <w:proofErr w:type="spellEnd"/>
            <w:r w:rsidRPr="00EB0ABC">
              <w:rPr>
                <w:rFonts w:ascii="Roboto Condensed" w:hAnsi="Roboto Condensed" w:cs="Arial"/>
                <w:color w:val="000000"/>
                <w:szCs w:val="20"/>
              </w:rPr>
              <w:t>/j</w:t>
            </w:r>
          </w:p>
        </w:tc>
        <w:tc>
          <w:tcPr>
            <w:tcW w:w="1041" w:type="dxa"/>
            <w:shd w:val="clear" w:color="auto" w:fill="F2F2F2"/>
          </w:tcPr>
          <w:p w14:paraId="50341409" w14:textId="77777777" w:rsidR="00B97BDA" w:rsidRPr="00EB0ABC" w:rsidRDefault="00B97BDA" w:rsidP="005E574C">
            <w:pPr>
              <w:keepNex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Roboto Condensed" w:hAnsi="Roboto Condensed" w:cs="Arial"/>
                <w:color w:val="000000"/>
                <w:szCs w:val="20"/>
              </w:rPr>
            </w:pPr>
            <w:r w:rsidRPr="00EB0ABC">
              <w:rPr>
                <w:rFonts w:ascii="Roboto Condensed" w:hAnsi="Roboto Condensed" w:cs="Arial"/>
                <w:color w:val="000000"/>
                <w:szCs w:val="20"/>
              </w:rPr>
              <w:t>135</w:t>
            </w:r>
          </w:p>
        </w:tc>
      </w:tr>
      <w:tr w:rsidR="00B97BDA" w:rsidRPr="00FA5F17" w14:paraId="4B266C8A" w14:textId="77777777" w:rsidTr="005E574C">
        <w:trPr>
          <w:trHeight w:val="262"/>
          <w:jc w:val="center"/>
        </w:trPr>
        <w:tc>
          <w:tcPr>
            <w:tcW w:w="4253" w:type="dxa"/>
            <w:shd w:val="clear" w:color="auto" w:fill="auto"/>
          </w:tcPr>
          <w:p w14:paraId="6641B300" w14:textId="77777777" w:rsidR="00B97BDA" w:rsidRPr="00EB0ABC" w:rsidRDefault="00B97BDA" w:rsidP="005E574C">
            <w:pPr>
              <w:keepNext w:val="0"/>
              <w:spacing w:line="240" w:lineRule="auto"/>
              <w:rPr>
                <w:rFonts w:ascii="Roboto Condensed" w:hAnsi="Roboto Condensed" w:cs="Arial"/>
                <w:color w:val="000000"/>
                <w:szCs w:val="20"/>
              </w:rPr>
            </w:pPr>
            <w:r w:rsidRPr="00EB0ABC">
              <w:rPr>
                <w:rFonts w:ascii="Roboto Condensed" w:hAnsi="Roboto Condensed" w:cs="Arial"/>
                <w:color w:val="000000"/>
                <w:szCs w:val="20"/>
              </w:rPr>
              <w:t>Débit des eaux usées strictes</w:t>
            </w:r>
          </w:p>
        </w:tc>
        <w:tc>
          <w:tcPr>
            <w:tcW w:w="746" w:type="dxa"/>
            <w:shd w:val="clear" w:color="auto" w:fill="auto"/>
          </w:tcPr>
          <w:p w14:paraId="017CF6DF" w14:textId="77777777" w:rsidR="00B97BDA" w:rsidRPr="00EB0ABC" w:rsidRDefault="00B97BDA" w:rsidP="005E574C">
            <w:pPr>
              <w:keepNext w:val="0"/>
              <w:spacing w:line="240" w:lineRule="auto"/>
              <w:rPr>
                <w:rFonts w:ascii="Roboto Condensed" w:hAnsi="Roboto Condensed" w:cs="Arial"/>
                <w:color w:val="000000"/>
                <w:szCs w:val="20"/>
              </w:rPr>
            </w:pPr>
            <w:proofErr w:type="gramStart"/>
            <w:r w:rsidRPr="00EB0ABC">
              <w:rPr>
                <w:rFonts w:ascii="Roboto Condensed" w:hAnsi="Roboto Condensed" w:cs="Arial"/>
                <w:color w:val="000000"/>
                <w:szCs w:val="20"/>
              </w:rPr>
              <w:t>m</w:t>
            </w:r>
            <w:proofErr w:type="gramEnd"/>
            <w:r w:rsidRPr="00EB0ABC">
              <w:rPr>
                <w:rFonts w:ascii="Roboto Condensed" w:hAnsi="Roboto Condensed" w:cs="Arial"/>
                <w:color w:val="000000"/>
                <w:szCs w:val="20"/>
              </w:rPr>
              <w:t>³/j</w:t>
            </w:r>
          </w:p>
        </w:tc>
        <w:tc>
          <w:tcPr>
            <w:tcW w:w="1041" w:type="dxa"/>
            <w:shd w:val="clear" w:color="auto" w:fill="auto"/>
          </w:tcPr>
          <w:p w14:paraId="321783C2" w14:textId="77777777" w:rsidR="00B97BDA" w:rsidRPr="00EB0ABC" w:rsidRDefault="00B97BDA" w:rsidP="005E574C">
            <w:pPr>
              <w:keepNext w:val="0"/>
              <w:spacing w:line="240" w:lineRule="auto"/>
              <w:jc w:val="center"/>
              <w:rPr>
                <w:rFonts w:ascii="Roboto Condensed" w:hAnsi="Roboto Condensed" w:cs="Arial"/>
                <w:color w:val="000000"/>
                <w:szCs w:val="20"/>
              </w:rPr>
            </w:pPr>
            <w:r w:rsidRPr="00EB0ABC">
              <w:rPr>
                <w:rFonts w:ascii="Roboto Condensed" w:hAnsi="Roboto Condensed" w:cs="Arial"/>
                <w:color w:val="000000"/>
                <w:szCs w:val="20"/>
              </w:rPr>
              <w:t>125</w:t>
            </w:r>
          </w:p>
        </w:tc>
      </w:tr>
      <w:tr w:rsidR="00B97BDA" w:rsidRPr="00FA5F17" w14:paraId="485A3CD5" w14:textId="77777777" w:rsidTr="005E574C">
        <w:trPr>
          <w:trHeight w:val="262"/>
          <w:jc w:val="center"/>
        </w:trPr>
        <w:tc>
          <w:tcPr>
            <w:tcW w:w="4253" w:type="dxa"/>
            <w:shd w:val="clear" w:color="auto" w:fill="F2F2F2"/>
          </w:tcPr>
          <w:p w14:paraId="1C1EBEEB" w14:textId="77777777" w:rsidR="00B97BDA" w:rsidRPr="00EB0ABC" w:rsidRDefault="00B97BDA" w:rsidP="005E574C">
            <w:pPr>
              <w:keepNext w:val="0"/>
              <w:spacing w:line="240" w:lineRule="auto"/>
              <w:rPr>
                <w:rFonts w:ascii="Roboto Condensed" w:hAnsi="Roboto Condensed" w:cs="Arial"/>
                <w:color w:val="000000"/>
                <w:szCs w:val="20"/>
              </w:rPr>
            </w:pPr>
            <w:r w:rsidRPr="00EB0ABC">
              <w:rPr>
                <w:rFonts w:ascii="Roboto Condensed" w:hAnsi="Roboto Condensed" w:cs="Arial"/>
                <w:color w:val="000000"/>
                <w:szCs w:val="20"/>
              </w:rPr>
              <w:t>Débit horaire des eaux usées strictes</w:t>
            </w:r>
          </w:p>
        </w:tc>
        <w:tc>
          <w:tcPr>
            <w:tcW w:w="746" w:type="dxa"/>
            <w:shd w:val="clear" w:color="auto" w:fill="F2F2F2"/>
          </w:tcPr>
          <w:p w14:paraId="628EF1D2" w14:textId="77777777" w:rsidR="00B97BDA" w:rsidRPr="00EB0ABC" w:rsidRDefault="00B97BDA" w:rsidP="005E574C">
            <w:pPr>
              <w:keepNext w:val="0"/>
              <w:spacing w:line="240" w:lineRule="auto"/>
              <w:rPr>
                <w:rFonts w:ascii="Roboto Condensed" w:hAnsi="Roboto Condensed" w:cs="Arial"/>
                <w:color w:val="000000"/>
                <w:szCs w:val="20"/>
              </w:rPr>
            </w:pPr>
            <w:proofErr w:type="gramStart"/>
            <w:r w:rsidRPr="00EB0ABC">
              <w:rPr>
                <w:rFonts w:ascii="Roboto Condensed" w:hAnsi="Roboto Condensed" w:cs="Arial"/>
                <w:color w:val="000000"/>
                <w:szCs w:val="20"/>
              </w:rPr>
              <w:t>m</w:t>
            </w:r>
            <w:proofErr w:type="gramEnd"/>
            <w:r w:rsidRPr="00EB0ABC">
              <w:rPr>
                <w:rFonts w:ascii="Roboto Condensed" w:hAnsi="Roboto Condensed" w:cs="Arial"/>
                <w:color w:val="000000"/>
                <w:szCs w:val="20"/>
                <w:vertAlign w:val="superscript"/>
              </w:rPr>
              <w:t>3</w:t>
            </w:r>
            <w:r w:rsidRPr="00EB0ABC">
              <w:rPr>
                <w:rFonts w:ascii="Roboto Condensed" w:hAnsi="Roboto Condensed" w:cs="Arial"/>
                <w:color w:val="000000"/>
                <w:szCs w:val="20"/>
              </w:rPr>
              <w:t>/h</w:t>
            </w:r>
          </w:p>
        </w:tc>
        <w:tc>
          <w:tcPr>
            <w:tcW w:w="1041" w:type="dxa"/>
            <w:shd w:val="clear" w:color="auto" w:fill="F2F2F2"/>
          </w:tcPr>
          <w:p w14:paraId="20DFE4D3" w14:textId="77777777" w:rsidR="00B97BDA" w:rsidRPr="00EB0ABC" w:rsidRDefault="00B97BDA" w:rsidP="005E574C">
            <w:pPr>
              <w:keepNext w:val="0"/>
              <w:spacing w:line="240" w:lineRule="auto"/>
              <w:jc w:val="center"/>
              <w:rPr>
                <w:rFonts w:ascii="Roboto Condensed" w:hAnsi="Roboto Condensed" w:cs="Arial"/>
                <w:color w:val="000000"/>
                <w:szCs w:val="20"/>
              </w:rPr>
            </w:pPr>
            <w:r w:rsidRPr="00EB0ABC">
              <w:rPr>
                <w:rFonts w:ascii="Roboto Condensed" w:hAnsi="Roboto Condensed" w:cs="Arial"/>
                <w:color w:val="000000"/>
                <w:szCs w:val="20"/>
              </w:rPr>
              <w:t>5,2</w:t>
            </w:r>
          </w:p>
        </w:tc>
      </w:tr>
      <w:tr w:rsidR="00B97BDA" w:rsidRPr="00FA5F17" w14:paraId="3C439F72" w14:textId="77777777" w:rsidTr="005E574C">
        <w:trPr>
          <w:trHeight w:val="262"/>
          <w:jc w:val="center"/>
        </w:trPr>
        <w:tc>
          <w:tcPr>
            <w:tcW w:w="4253" w:type="dxa"/>
            <w:shd w:val="clear" w:color="auto" w:fill="auto"/>
          </w:tcPr>
          <w:p w14:paraId="48DC8A79" w14:textId="77777777" w:rsidR="00B97BDA" w:rsidRPr="00EB0ABC" w:rsidRDefault="00B97BDA" w:rsidP="005E574C">
            <w:pPr>
              <w:keepNext w:val="0"/>
              <w:spacing w:line="240" w:lineRule="auto"/>
              <w:rPr>
                <w:rFonts w:ascii="Roboto Condensed" w:hAnsi="Roboto Condensed" w:cs="Arial"/>
                <w:color w:val="000000"/>
                <w:szCs w:val="20"/>
              </w:rPr>
            </w:pPr>
            <w:r w:rsidRPr="00EB0ABC">
              <w:rPr>
                <w:rFonts w:ascii="Roboto Condensed" w:hAnsi="Roboto Condensed" w:cs="Arial"/>
                <w:color w:val="000000"/>
                <w:szCs w:val="20"/>
              </w:rPr>
              <w:t>Débit horaire de pointe des eaux usées strictes</w:t>
            </w:r>
          </w:p>
        </w:tc>
        <w:tc>
          <w:tcPr>
            <w:tcW w:w="746" w:type="dxa"/>
            <w:shd w:val="clear" w:color="auto" w:fill="auto"/>
          </w:tcPr>
          <w:p w14:paraId="4FB92EA7" w14:textId="77777777" w:rsidR="00B97BDA" w:rsidRPr="00EB0ABC" w:rsidRDefault="00B97BDA" w:rsidP="005E574C">
            <w:pPr>
              <w:keepNext w:val="0"/>
              <w:spacing w:line="240" w:lineRule="auto"/>
              <w:rPr>
                <w:rFonts w:ascii="Roboto Condensed" w:hAnsi="Roboto Condensed" w:cs="Arial"/>
                <w:color w:val="000000"/>
                <w:szCs w:val="20"/>
              </w:rPr>
            </w:pPr>
            <w:proofErr w:type="gramStart"/>
            <w:r w:rsidRPr="00EB0ABC">
              <w:rPr>
                <w:rFonts w:ascii="Roboto Condensed" w:hAnsi="Roboto Condensed" w:cs="Arial"/>
                <w:color w:val="000000"/>
                <w:szCs w:val="20"/>
              </w:rPr>
              <w:t>m</w:t>
            </w:r>
            <w:proofErr w:type="gramEnd"/>
            <w:r w:rsidRPr="00EB0ABC">
              <w:rPr>
                <w:rFonts w:ascii="Roboto Condensed" w:hAnsi="Roboto Condensed" w:cs="Arial"/>
                <w:color w:val="000000"/>
                <w:szCs w:val="20"/>
                <w:vertAlign w:val="superscript"/>
              </w:rPr>
              <w:t>3</w:t>
            </w:r>
            <w:r w:rsidRPr="00EB0ABC">
              <w:rPr>
                <w:rFonts w:ascii="Roboto Condensed" w:hAnsi="Roboto Condensed" w:cs="Arial"/>
                <w:color w:val="000000"/>
                <w:szCs w:val="20"/>
              </w:rPr>
              <w:t>/h</w:t>
            </w:r>
          </w:p>
        </w:tc>
        <w:tc>
          <w:tcPr>
            <w:tcW w:w="1041" w:type="dxa"/>
            <w:shd w:val="clear" w:color="auto" w:fill="auto"/>
          </w:tcPr>
          <w:p w14:paraId="0E3FAFB0" w14:textId="77777777" w:rsidR="00B97BDA" w:rsidRPr="00EB0ABC" w:rsidRDefault="00B97BDA" w:rsidP="005E574C">
            <w:pPr>
              <w:keepNext w:val="0"/>
              <w:spacing w:line="240" w:lineRule="auto"/>
              <w:jc w:val="center"/>
              <w:rPr>
                <w:rFonts w:ascii="Roboto Condensed" w:hAnsi="Roboto Condensed" w:cs="Arial"/>
                <w:color w:val="000000"/>
                <w:szCs w:val="20"/>
              </w:rPr>
            </w:pPr>
            <w:r w:rsidRPr="00EB0ABC">
              <w:rPr>
                <w:rFonts w:ascii="Roboto Condensed" w:hAnsi="Roboto Condensed" w:cs="Arial"/>
                <w:color w:val="000000"/>
                <w:szCs w:val="20"/>
              </w:rPr>
              <w:t>18,6</w:t>
            </w:r>
          </w:p>
        </w:tc>
      </w:tr>
      <w:tr w:rsidR="00B97BDA" w:rsidRPr="00FA5F17" w14:paraId="155593EC" w14:textId="77777777" w:rsidTr="005E574C">
        <w:trPr>
          <w:trHeight w:val="278"/>
          <w:jc w:val="center"/>
        </w:trPr>
        <w:tc>
          <w:tcPr>
            <w:tcW w:w="4253" w:type="dxa"/>
            <w:shd w:val="clear" w:color="auto" w:fill="F2F2F2"/>
          </w:tcPr>
          <w:p w14:paraId="0948AE36" w14:textId="77777777" w:rsidR="00B97BDA" w:rsidRPr="00EB0ABC" w:rsidRDefault="00B97BDA" w:rsidP="005E574C">
            <w:pPr>
              <w:keepNext w:val="0"/>
              <w:spacing w:line="240" w:lineRule="auto"/>
              <w:rPr>
                <w:rFonts w:ascii="Roboto Condensed" w:hAnsi="Roboto Condensed" w:cs="Arial"/>
                <w:color w:val="000000"/>
                <w:szCs w:val="20"/>
              </w:rPr>
            </w:pPr>
            <w:r w:rsidRPr="00EB0ABC">
              <w:rPr>
                <w:rFonts w:ascii="Roboto Condensed" w:hAnsi="Roboto Condensed" w:cs="Arial"/>
                <w:color w:val="000000"/>
                <w:szCs w:val="20"/>
              </w:rPr>
              <w:t>Débit journalier des eaux claires parasites</w:t>
            </w:r>
            <w:r>
              <w:rPr>
                <w:rFonts w:ascii="Roboto Condensed" w:hAnsi="Roboto Condensed" w:cs="Arial"/>
                <w:color w:val="000000"/>
                <w:szCs w:val="20"/>
              </w:rPr>
              <w:t>*</w:t>
            </w:r>
          </w:p>
        </w:tc>
        <w:tc>
          <w:tcPr>
            <w:tcW w:w="746" w:type="dxa"/>
            <w:shd w:val="clear" w:color="auto" w:fill="F2F2F2"/>
          </w:tcPr>
          <w:p w14:paraId="44500045" w14:textId="77777777" w:rsidR="00B97BDA" w:rsidRPr="00EB0ABC" w:rsidRDefault="00B97BDA" w:rsidP="005E574C">
            <w:pPr>
              <w:keepNext w:val="0"/>
              <w:spacing w:line="240" w:lineRule="auto"/>
              <w:rPr>
                <w:rFonts w:ascii="Roboto Condensed" w:hAnsi="Roboto Condensed" w:cs="Arial"/>
                <w:color w:val="000000"/>
                <w:szCs w:val="20"/>
              </w:rPr>
            </w:pPr>
            <w:proofErr w:type="gramStart"/>
            <w:r w:rsidRPr="00EB0ABC">
              <w:rPr>
                <w:rFonts w:ascii="Roboto Condensed" w:hAnsi="Roboto Condensed" w:cs="Arial"/>
                <w:color w:val="000000"/>
                <w:szCs w:val="20"/>
              </w:rPr>
              <w:t>m</w:t>
            </w:r>
            <w:proofErr w:type="gramEnd"/>
            <w:r w:rsidRPr="00EB0ABC">
              <w:rPr>
                <w:rFonts w:ascii="Roboto Condensed" w:hAnsi="Roboto Condensed" w:cs="Arial"/>
                <w:color w:val="000000"/>
                <w:szCs w:val="20"/>
                <w:vertAlign w:val="superscript"/>
              </w:rPr>
              <w:t>3</w:t>
            </w:r>
            <w:r w:rsidRPr="00EB0ABC">
              <w:rPr>
                <w:rFonts w:ascii="Roboto Condensed" w:hAnsi="Roboto Condensed" w:cs="Arial"/>
                <w:color w:val="000000"/>
                <w:szCs w:val="20"/>
              </w:rPr>
              <w:t>/j</w:t>
            </w:r>
          </w:p>
        </w:tc>
        <w:tc>
          <w:tcPr>
            <w:tcW w:w="1041" w:type="dxa"/>
            <w:shd w:val="clear" w:color="auto" w:fill="F2F2F2"/>
          </w:tcPr>
          <w:p w14:paraId="4C2728D0" w14:textId="77777777" w:rsidR="00B97BDA" w:rsidRPr="00EB0ABC" w:rsidRDefault="00B97BDA" w:rsidP="005E574C">
            <w:pPr>
              <w:keepNext w:val="0"/>
              <w:spacing w:line="240" w:lineRule="auto"/>
              <w:jc w:val="center"/>
              <w:rPr>
                <w:rFonts w:ascii="Roboto Condensed" w:hAnsi="Roboto Condensed" w:cs="Arial"/>
                <w:color w:val="000000"/>
                <w:szCs w:val="20"/>
              </w:rPr>
            </w:pPr>
            <w:r w:rsidRPr="00EB0ABC">
              <w:rPr>
                <w:rFonts w:ascii="Roboto Condensed" w:hAnsi="Roboto Condensed" w:cs="Arial"/>
                <w:color w:val="000000"/>
                <w:szCs w:val="20"/>
              </w:rPr>
              <w:t>125</w:t>
            </w:r>
          </w:p>
        </w:tc>
      </w:tr>
      <w:tr w:rsidR="00B97BDA" w:rsidRPr="00FA5F17" w14:paraId="401A61E4" w14:textId="77777777" w:rsidTr="005E574C">
        <w:trPr>
          <w:trHeight w:val="278"/>
          <w:jc w:val="center"/>
        </w:trPr>
        <w:tc>
          <w:tcPr>
            <w:tcW w:w="4253" w:type="dxa"/>
            <w:shd w:val="clear" w:color="auto" w:fill="auto"/>
          </w:tcPr>
          <w:p w14:paraId="0F188ED7" w14:textId="77777777" w:rsidR="00B97BDA" w:rsidRPr="00EB0ABC" w:rsidRDefault="00B97BDA" w:rsidP="005E574C">
            <w:pPr>
              <w:keepNext w:val="0"/>
              <w:spacing w:line="240" w:lineRule="auto"/>
              <w:rPr>
                <w:rFonts w:ascii="Roboto Condensed" w:hAnsi="Roboto Condensed" w:cs="Arial"/>
                <w:color w:val="000000"/>
                <w:szCs w:val="20"/>
              </w:rPr>
            </w:pPr>
            <w:r w:rsidRPr="00EB0ABC">
              <w:rPr>
                <w:rFonts w:ascii="Roboto Condensed" w:hAnsi="Roboto Condensed" w:cs="Arial"/>
                <w:color w:val="000000"/>
                <w:szCs w:val="20"/>
              </w:rPr>
              <w:t>Débit horaires des eaux claires parasites</w:t>
            </w:r>
          </w:p>
        </w:tc>
        <w:tc>
          <w:tcPr>
            <w:tcW w:w="746" w:type="dxa"/>
            <w:shd w:val="clear" w:color="auto" w:fill="auto"/>
          </w:tcPr>
          <w:p w14:paraId="3C2C9A3C" w14:textId="77777777" w:rsidR="00B97BDA" w:rsidRPr="00EB0ABC" w:rsidRDefault="00B97BDA" w:rsidP="005E574C">
            <w:pPr>
              <w:keepNext w:val="0"/>
              <w:spacing w:line="240" w:lineRule="auto"/>
              <w:rPr>
                <w:rFonts w:ascii="Roboto Condensed" w:hAnsi="Roboto Condensed" w:cs="Arial"/>
                <w:color w:val="000000"/>
                <w:szCs w:val="20"/>
              </w:rPr>
            </w:pPr>
            <w:proofErr w:type="gramStart"/>
            <w:r w:rsidRPr="00EB0ABC">
              <w:rPr>
                <w:rFonts w:ascii="Roboto Condensed" w:hAnsi="Roboto Condensed" w:cs="Arial"/>
                <w:color w:val="000000"/>
                <w:szCs w:val="20"/>
              </w:rPr>
              <w:t>m</w:t>
            </w:r>
            <w:proofErr w:type="gramEnd"/>
            <w:r w:rsidRPr="00EB0ABC">
              <w:rPr>
                <w:rFonts w:ascii="Roboto Condensed" w:hAnsi="Roboto Condensed" w:cs="Arial"/>
                <w:color w:val="000000"/>
                <w:szCs w:val="20"/>
                <w:vertAlign w:val="superscript"/>
              </w:rPr>
              <w:t>3</w:t>
            </w:r>
            <w:r w:rsidRPr="00EB0ABC">
              <w:rPr>
                <w:rFonts w:ascii="Roboto Condensed" w:hAnsi="Roboto Condensed" w:cs="Arial"/>
                <w:color w:val="000000"/>
                <w:szCs w:val="20"/>
              </w:rPr>
              <w:t>/h</w:t>
            </w:r>
          </w:p>
        </w:tc>
        <w:tc>
          <w:tcPr>
            <w:tcW w:w="1041" w:type="dxa"/>
            <w:shd w:val="clear" w:color="auto" w:fill="auto"/>
          </w:tcPr>
          <w:p w14:paraId="1625B841" w14:textId="77777777" w:rsidR="00B97BDA" w:rsidRPr="00EB0ABC" w:rsidRDefault="00B97BDA" w:rsidP="005E574C">
            <w:pPr>
              <w:keepNext w:val="0"/>
              <w:spacing w:line="240" w:lineRule="auto"/>
              <w:jc w:val="center"/>
              <w:rPr>
                <w:rFonts w:ascii="Roboto Condensed" w:hAnsi="Roboto Condensed" w:cs="Arial"/>
                <w:color w:val="000000"/>
                <w:szCs w:val="20"/>
              </w:rPr>
            </w:pPr>
            <w:r w:rsidRPr="00EB0ABC">
              <w:rPr>
                <w:rFonts w:ascii="Roboto Condensed" w:hAnsi="Roboto Condensed" w:cs="Arial"/>
                <w:color w:val="000000"/>
                <w:szCs w:val="20"/>
              </w:rPr>
              <w:t>5,2</w:t>
            </w:r>
          </w:p>
        </w:tc>
      </w:tr>
      <w:tr w:rsidR="00B97BDA" w:rsidRPr="00FA5F17" w14:paraId="7188B29C" w14:textId="77777777" w:rsidTr="005E574C">
        <w:trPr>
          <w:trHeight w:val="278"/>
          <w:jc w:val="center"/>
        </w:trPr>
        <w:tc>
          <w:tcPr>
            <w:tcW w:w="4253" w:type="dxa"/>
            <w:shd w:val="clear" w:color="auto" w:fill="F2F2F2"/>
          </w:tcPr>
          <w:p w14:paraId="4F2A3E38" w14:textId="77777777" w:rsidR="00B97BDA" w:rsidRPr="00EB0ABC" w:rsidRDefault="00B97BDA" w:rsidP="005E574C">
            <w:pPr>
              <w:keepNext w:val="0"/>
              <w:spacing w:line="240" w:lineRule="auto"/>
              <w:rPr>
                <w:rFonts w:ascii="Roboto Condensed" w:hAnsi="Roboto Condensed" w:cs="Arial"/>
                <w:color w:val="000000"/>
                <w:szCs w:val="20"/>
              </w:rPr>
            </w:pPr>
            <w:r w:rsidRPr="00EB0ABC">
              <w:rPr>
                <w:rFonts w:ascii="Roboto Condensed" w:hAnsi="Roboto Condensed" w:cs="Arial"/>
                <w:color w:val="000000"/>
                <w:szCs w:val="20"/>
              </w:rPr>
              <w:t>Débit total à l’entrée de la station</w:t>
            </w:r>
          </w:p>
        </w:tc>
        <w:tc>
          <w:tcPr>
            <w:tcW w:w="746" w:type="dxa"/>
            <w:shd w:val="clear" w:color="auto" w:fill="F2F2F2"/>
          </w:tcPr>
          <w:p w14:paraId="22A1D4BE" w14:textId="77777777" w:rsidR="00B97BDA" w:rsidRPr="00EB0ABC" w:rsidRDefault="00B97BDA" w:rsidP="005E574C">
            <w:pPr>
              <w:keepNext w:val="0"/>
              <w:spacing w:line="240" w:lineRule="auto"/>
              <w:rPr>
                <w:rFonts w:ascii="Roboto Condensed" w:hAnsi="Roboto Condensed" w:cs="Arial"/>
                <w:color w:val="000000"/>
                <w:szCs w:val="20"/>
              </w:rPr>
            </w:pPr>
            <w:proofErr w:type="gramStart"/>
            <w:r w:rsidRPr="00EB0ABC">
              <w:rPr>
                <w:rFonts w:ascii="Roboto Condensed" w:hAnsi="Roboto Condensed" w:cs="Arial"/>
                <w:color w:val="000000"/>
                <w:szCs w:val="20"/>
              </w:rPr>
              <w:t>m</w:t>
            </w:r>
            <w:proofErr w:type="gramEnd"/>
            <w:r w:rsidRPr="00EB0ABC">
              <w:rPr>
                <w:rFonts w:ascii="Roboto Condensed" w:hAnsi="Roboto Condensed" w:cs="Arial"/>
                <w:color w:val="000000"/>
                <w:szCs w:val="20"/>
                <w:vertAlign w:val="superscript"/>
              </w:rPr>
              <w:t>3</w:t>
            </w:r>
            <w:r w:rsidRPr="00EB0ABC">
              <w:rPr>
                <w:rFonts w:ascii="Roboto Condensed" w:hAnsi="Roboto Condensed" w:cs="Arial"/>
                <w:color w:val="000000"/>
                <w:szCs w:val="20"/>
              </w:rPr>
              <w:t>/j</w:t>
            </w:r>
          </w:p>
        </w:tc>
        <w:tc>
          <w:tcPr>
            <w:tcW w:w="1041" w:type="dxa"/>
            <w:shd w:val="clear" w:color="auto" w:fill="F2F2F2"/>
          </w:tcPr>
          <w:p w14:paraId="356B542A" w14:textId="77777777" w:rsidR="00B97BDA" w:rsidRPr="00EB0ABC" w:rsidRDefault="00B97BDA" w:rsidP="005E574C">
            <w:pPr>
              <w:keepNext w:val="0"/>
              <w:spacing w:line="240" w:lineRule="auto"/>
              <w:jc w:val="center"/>
              <w:rPr>
                <w:rFonts w:ascii="Roboto Condensed" w:hAnsi="Roboto Condensed" w:cs="Arial"/>
                <w:color w:val="000000"/>
                <w:szCs w:val="20"/>
              </w:rPr>
            </w:pPr>
            <w:r w:rsidRPr="00EB0ABC">
              <w:rPr>
                <w:rFonts w:ascii="Roboto Condensed" w:hAnsi="Roboto Condensed" w:cs="Arial"/>
                <w:color w:val="000000"/>
                <w:szCs w:val="20"/>
              </w:rPr>
              <w:t>250</w:t>
            </w:r>
          </w:p>
        </w:tc>
      </w:tr>
      <w:tr w:rsidR="00B97BDA" w:rsidRPr="00FA5F17" w14:paraId="0CA0ACDD" w14:textId="77777777" w:rsidTr="005E574C">
        <w:trPr>
          <w:trHeight w:val="278"/>
          <w:jc w:val="center"/>
        </w:trPr>
        <w:tc>
          <w:tcPr>
            <w:tcW w:w="4253" w:type="dxa"/>
            <w:shd w:val="clear" w:color="auto" w:fill="auto"/>
          </w:tcPr>
          <w:p w14:paraId="24390555" w14:textId="77777777" w:rsidR="00B97BDA" w:rsidRPr="00EB0ABC" w:rsidRDefault="00B97BDA" w:rsidP="005E574C">
            <w:pPr>
              <w:keepNext w:val="0"/>
              <w:spacing w:line="240" w:lineRule="auto"/>
              <w:rPr>
                <w:rFonts w:ascii="Roboto Condensed" w:hAnsi="Roboto Condensed" w:cs="Arial"/>
                <w:color w:val="000000"/>
                <w:szCs w:val="20"/>
              </w:rPr>
            </w:pPr>
            <w:r w:rsidRPr="00EB0ABC">
              <w:rPr>
                <w:rFonts w:ascii="Roboto Condensed" w:hAnsi="Roboto Condensed" w:cs="Arial"/>
                <w:color w:val="000000"/>
                <w:szCs w:val="20"/>
              </w:rPr>
              <w:t>Débit de pointe horaire</w:t>
            </w:r>
          </w:p>
        </w:tc>
        <w:tc>
          <w:tcPr>
            <w:tcW w:w="746" w:type="dxa"/>
            <w:shd w:val="clear" w:color="auto" w:fill="auto"/>
          </w:tcPr>
          <w:p w14:paraId="3A8E4EB1" w14:textId="77777777" w:rsidR="00B97BDA" w:rsidRPr="00EB0ABC" w:rsidRDefault="00B97BDA" w:rsidP="005E574C">
            <w:pPr>
              <w:keepNext w:val="0"/>
              <w:spacing w:line="240" w:lineRule="auto"/>
              <w:rPr>
                <w:rFonts w:ascii="Roboto Condensed" w:hAnsi="Roboto Condensed" w:cs="Arial"/>
                <w:color w:val="000000"/>
                <w:szCs w:val="20"/>
              </w:rPr>
            </w:pPr>
            <w:proofErr w:type="gramStart"/>
            <w:r w:rsidRPr="00EB0ABC">
              <w:rPr>
                <w:rFonts w:ascii="Roboto Condensed" w:hAnsi="Roboto Condensed" w:cs="Arial"/>
                <w:color w:val="000000"/>
                <w:szCs w:val="20"/>
              </w:rPr>
              <w:t>m</w:t>
            </w:r>
            <w:proofErr w:type="gramEnd"/>
            <w:r w:rsidRPr="00EB0ABC">
              <w:rPr>
                <w:rFonts w:ascii="Roboto Condensed" w:hAnsi="Roboto Condensed" w:cs="Arial"/>
                <w:color w:val="000000"/>
                <w:szCs w:val="20"/>
                <w:vertAlign w:val="superscript"/>
              </w:rPr>
              <w:t>3</w:t>
            </w:r>
            <w:r w:rsidRPr="00EB0ABC">
              <w:rPr>
                <w:rFonts w:ascii="Roboto Condensed" w:hAnsi="Roboto Condensed" w:cs="Arial"/>
                <w:color w:val="000000"/>
                <w:szCs w:val="20"/>
              </w:rPr>
              <w:t>/h</w:t>
            </w:r>
          </w:p>
        </w:tc>
        <w:tc>
          <w:tcPr>
            <w:tcW w:w="1041" w:type="dxa"/>
            <w:shd w:val="clear" w:color="auto" w:fill="auto"/>
          </w:tcPr>
          <w:p w14:paraId="006DBAB7" w14:textId="77777777" w:rsidR="00B97BDA" w:rsidRPr="00EB0ABC" w:rsidRDefault="00B97BDA" w:rsidP="005E574C">
            <w:pPr>
              <w:keepNext w:val="0"/>
              <w:spacing w:line="240" w:lineRule="auto"/>
              <w:jc w:val="center"/>
              <w:rPr>
                <w:rFonts w:ascii="Roboto Condensed" w:hAnsi="Roboto Condensed" w:cs="Arial"/>
                <w:color w:val="000000"/>
                <w:szCs w:val="20"/>
              </w:rPr>
            </w:pPr>
            <w:r w:rsidRPr="00EB0ABC">
              <w:rPr>
                <w:rFonts w:ascii="Roboto Condensed" w:hAnsi="Roboto Condensed" w:cs="Arial"/>
                <w:color w:val="000000"/>
                <w:szCs w:val="20"/>
              </w:rPr>
              <w:t>23,8</w:t>
            </w:r>
          </w:p>
        </w:tc>
      </w:tr>
    </w:tbl>
    <w:p w14:paraId="0B145E7A" w14:textId="77777777" w:rsidR="00B97BDA" w:rsidRDefault="00B97BDA" w:rsidP="00B97BDA">
      <w:pPr>
        <w:keepNext w:val="0"/>
        <w:spacing w:line="240" w:lineRule="auto"/>
      </w:pPr>
      <w:r>
        <w:t>* Hypothèse retenue pour un taux de dilution maximal de 100% en nappe haute et temps pluvieux.</w:t>
      </w:r>
    </w:p>
    <w:p w14:paraId="2779122D" w14:textId="77777777" w:rsidR="00B97BDA" w:rsidRDefault="00B97BDA" w:rsidP="00B97BDA">
      <w:pPr>
        <w:keepNext w:val="0"/>
        <w:spacing w:line="240" w:lineRule="auto"/>
      </w:pPr>
      <w:r>
        <w:t>Le débit de pointe horaire à l’entrée de la station est de 23,8 m</w:t>
      </w:r>
      <w:r w:rsidRPr="00A265D7">
        <w:rPr>
          <w:vertAlign w:val="superscript"/>
        </w:rPr>
        <w:t>3</w:t>
      </w:r>
      <w:r>
        <w:t>/h (&lt;36 m</w:t>
      </w:r>
      <w:r w:rsidRPr="00A265D7">
        <w:rPr>
          <w:vertAlign w:val="superscript"/>
        </w:rPr>
        <w:t>3</w:t>
      </w:r>
      <w:r>
        <w:t>/h : Débit maximal admissible par le clarificateur).</w:t>
      </w:r>
    </w:p>
    <w:p w14:paraId="6ABB0BBE" w14:textId="77777777" w:rsidR="00B97BDA" w:rsidRDefault="00B97BDA" w:rsidP="00B97BDA">
      <w:pPr>
        <w:keepNext w:val="0"/>
        <w:spacing w:line="240" w:lineRule="auto"/>
      </w:pPr>
      <w:r>
        <w:t>Le tableau ci-dessous résume les charges polluantes à l’entrée de la station pour 925 EH.</w:t>
      </w:r>
    </w:p>
    <w:p w14:paraId="24BE73D8" w14:textId="77777777" w:rsidR="00B97BDA" w:rsidRDefault="00B97BDA" w:rsidP="00B97BDA">
      <w:pPr>
        <w:keepNext w:val="0"/>
        <w:spacing w:line="240" w:lineRule="auto"/>
      </w:pPr>
    </w:p>
    <w:p w14:paraId="396EF259" w14:textId="77777777" w:rsidR="00B97BDA" w:rsidRDefault="00B97BDA" w:rsidP="00B97BDA">
      <w:pPr>
        <w:pStyle w:val="LEGENDEFIGURE"/>
        <w:keepNext w:val="0"/>
        <w:spacing w:after="240"/>
      </w:pPr>
      <w:bookmarkStart w:id="7" w:name="_Toc58344904"/>
      <w:bookmarkStart w:id="8" w:name="_Toc141866055"/>
      <w:r>
        <w:t>Charges polluantes à l'entrée de la station correspondante à 925EH</w:t>
      </w:r>
      <w:bookmarkEnd w:id="7"/>
      <w:bookmarkEnd w:id="8"/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44"/>
        <w:gridCol w:w="2485"/>
        <w:gridCol w:w="2272"/>
      </w:tblGrid>
      <w:tr w:rsidR="00B97BDA" w14:paraId="2B59FC5C" w14:textId="77777777" w:rsidTr="005E574C">
        <w:trPr>
          <w:trHeight w:val="438"/>
          <w:jc w:val="center"/>
        </w:trPr>
        <w:tc>
          <w:tcPr>
            <w:tcW w:w="2544" w:type="dxa"/>
            <w:shd w:val="clear" w:color="auto" w:fill="003551"/>
          </w:tcPr>
          <w:p w14:paraId="705401BE" w14:textId="77777777" w:rsidR="00B97BDA" w:rsidRPr="00EB0ABC" w:rsidRDefault="00B97BDA" w:rsidP="005E574C">
            <w:pPr>
              <w:pStyle w:val="Default"/>
              <w:widowControl/>
              <w:jc w:val="center"/>
              <w:rPr>
                <w:rFonts w:ascii="Roboto Condensed" w:hAnsi="Roboto Condensed" w:cs="Arial"/>
                <w:b/>
                <w:color w:val="FFFFFF"/>
                <w:sz w:val="20"/>
                <w:szCs w:val="20"/>
              </w:rPr>
            </w:pPr>
            <w:r w:rsidRPr="00EB0ABC">
              <w:rPr>
                <w:rFonts w:ascii="Roboto Condensed" w:hAnsi="Roboto Condensed" w:cs="Arial"/>
                <w:b/>
                <w:color w:val="FFFFFF"/>
                <w:sz w:val="20"/>
                <w:szCs w:val="20"/>
              </w:rPr>
              <w:t>Paramètre</w:t>
            </w:r>
          </w:p>
        </w:tc>
        <w:tc>
          <w:tcPr>
            <w:tcW w:w="2485" w:type="dxa"/>
            <w:shd w:val="clear" w:color="auto" w:fill="003551"/>
          </w:tcPr>
          <w:p w14:paraId="61D3C5D1" w14:textId="77777777" w:rsidR="00B97BDA" w:rsidRPr="00EB0ABC" w:rsidRDefault="00B97BDA" w:rsidP="005E574C">
            <w:pPr>
              <w:pStyle w:val="Default"/>
              <w:widowControl/>
              <w:jc w:val="center"/>
              <w:rPr>
                <w:rFonts w:ascii="Roboto Condensed" w:hAnsi="Roboto Condensed" w:cs="Arial"/>
                <w:b/>
                <w:color w:val="FFFFFF"/>
                <w:sz w:val="20"/>
                <w:szCs w:val="20"/>
              </w:rPr>
            </w:pPr>
            <w:r w:rsidRPr="00EB0ABC">
              <w:rPr>
                <w:rFonts w:ascii="Roboto Condensed" w:hAnsi="Roboto Condensed" w:cs="Arial"/>
                <w:b/>
                <w:color w:val="FFFFFF"/>
                <w:sz w:val="20"/>
                <w:szCs w:val="20"/>
              </w:rPr>
              <w:t>Ratio (g/EH/j)</w:t>
            </w:r>
          </w:p>
        </w:tc>
        <w:tc>
          <w:tcPr>
            <w:tcW w:w="2272" w:type="dxa"/>
            <w:shd w:val="clear" w:color="auto" w:fill="003551"/>
          </w:tcPr>
          <w:p w14:paraId="1458BD11" w14:textId="77777777" w:rsidR="00B97BDA" w:rsidRPr="00EB0ABC" w:rsidRDefault="00B97BDA" w:rsidP="005E574C">
            <w:pPr>
              <w:pStyle w:val="Default"/>
              <w:widowControl/>
              <w:jc w:val="center"/>
              <w:rPr>
                <w:rFonts w:ascii="Roboto Condensed" w:hAnsi="Roboto Condensed" w:cs="Arial"/>
                <w:b/>
                <w:color w:val="FFFFFF"/>
                <w:sz w:val="20"/>
                <w:szCs w:val="20"/>
              </w:rPr>
            </w:pPr>
            <w:r w:rsidRPr="00EB0ABC">
              <w:rPr>
                <w:rFonts w:ascii="Roboto Condensed" w:hAnsi="Roboto Condensed" w:cs="Arial"/>
                <w:b/>
                <w:color w:val="FFFFFF"/>
                <w:sz w:val="20"/>
                <w:szCs w:val="20"/>
              </w:rPr>
              <w:t>Charge polluante futures à l’entrée de la STEP (Kg/j)</w:t>
            </w:r>
          </w:p>
        </w:tc>
      </w:tr>
      <w:tr w:rsidR="00B97BDA" w14:paraId="10F3B216" w14:textId="77777777" w:rsidTr="005E574C">
        <w:trPr>
          <w:trHeight w:val="53"/>
          <w:jc w:val="center"/>
        </w:trPr>
        <w:tc>
          <w:tcPr>
            <w:tcW w:w="2544" w:type="dxa"/>
            <w:shd w:val="clear" w:color="auto" w:fill="F2F2F2"/>
          </w:tcPr>
          <w:p w14:paraId="36331E54" w14:textId="77777777" w:rsidR="00B97BDA" w:rsidRPr="00EB0ABC" w:rsidRDefault="00B97BDA" w:rsidP="005E574C">
            <w:pPr>
              <w:keepNext w:val="0"/>
              <w:spacing w:line="240" w:lineRule="auto"/>
              <w:jc w:val="center"/>
              <w:rPr>
                <w:rFonts w:ascii="Roboto Condensed" w:hAnsi="Roboto Condensed" w:cs="Arial"/>
                <w:color w:val="000000"/>
                <w:szCs w:val="20"/>
              </w:rPr>
            </w:pPr>
            <w:r w:rsidRPr="00EB0ABC">
              <w:rPr>
                <w:rFonts w:ascii="Roboto Condensed" w:hAnsi="Roboto Condensed" w:cs="Arial"/>
                <w:color w:val="000000"/>
                <w:szCs w:val="20"/>
              </w:rPr>
              <w:t>DBO5</w:t>
            </w:r>
          </w:p>
        </w:tc>
        <w:tc>
          <w:tcPr>
            <w:tcW w:w="2485" w:type="dxa"/>
            <w:shd w:val="clear" w:color="auto" w:fill="F2F2F2"/>
          </w:tcPr>
          <w:p w14:paraId="621F4C3D" w14:textId="77777777" w:rsidR="00B97BDA" w:rsidRPr="00EB0ABC" w:rsidRDefault="00B97BDA" w:rsidP="005E574C">
            <w:pPr>
              <w:keepNext w:val="0"/>
              <w:spacing w:line="240" w:lineRule="auto"/>
              <w:jc w:val="center"/>
              <w:rPr>
                <w:rFonts w:ascii="Roboto Condensed" w:hAnsi="Roboto Condensed" w:cs="Arial"/>
                <w:color w:val="000000"/>
                <w:szCs w:val="20"/>
              </w:rPr>
            </w:pPr>
            <w:r w:rsidRPr="00EB0ABC">
              <w:rPr>
                <w:rFonts w:ascii="Roboto Condensed" w:hAnsi="Roboto Condensed" w:cs="Arial"/>
                <w:color w:val="000000"/>
                <w:szCs w:val="20"/>
              </w:rPr>
              <w:t>60</w:t>
            </w:r>
          </w:p>
        </w:tc>
        <w:tc>
          <w:tcPr>
            <w:tcW w:w="2272" w:type="dxa"/>
            <w:shd w:val="clear" w:color="auto" w:fill="F2F2F2"/>
          </w:tcPr>
          <w:p w14:paraId="65BCA430" w14:textId="77777777" w:rsidR="00B97BDA" w:rsidRPr="00EB0ABC" w:rsidRDefault="00B97BDA" w:rsidP="005E574C">
            <w:pPr>
              <w:keepNext w:val="0"/>
              <w:spacing w:line="240" w:lineRule="auto"/>
              <w:jc w:val="center"/>
              <w:rPr>
                <w:rFonts w:ascii="Roboto Condensed" w:hAnsi="Roboto Condensed" w:cs="Arial"/>
                <w:color w:val="000000"/>
                <w:szCs w:val="20"/>
              </w:rPr>
            </w:pPr>
            <w:r w:rsidRPr="00EB0ABC">
              <w:rPr>
                <w:rFonts w:ascii="Roboto Condensed" w:hAnsi="Roboto Condensed" w:cs="Arial"/>
                <w:color w:val="000000"/>
                <w:szCs w:val="20"/>
              </w:rPr>
              <w:t>56</w:t>
            </w:r>
          </w:p>
        </w:tc>
      </w:tr>
      <w:tr w:rsidR="00B97BDA" w14:paraId="30621248" w14:textId="77777777" w:rsidTr="005E574C">
        <w:trPr>
          <w:trHeight w:val="53"/>
          <w:jc w:val="center"/>
        </w:trPr>
        <w:tc>
          <w:tcPr>
            <w:tcW w:w="2544" w:type="dxa"/>
            <w:shd w:val="clear" w:color="auto" w:fill="auto"/>
          </w:tcPr>
          <w:p w14:paraId="7003B800" w14:textId="77777777" w:rsidR="00B97BDA" w:rsidRPr="00EB0ABC" w:rsidRDefault="00B97BDA" w:rsidP="005E574C">
            <w:pPr>
              <w:keepNext w:val="0"/>
              <w:spacing w:line="240" w:lineRule="auto"/>
              <w:jc w:val="center"/>
              <w:rPr>
                <w:rFonts w:ascii="Roboto Condensed" w:hAnsi="Roboto Condensed" w:cs="Arial"/>
                <w:color w:val="000000"/>
                <w:szCs w:val="20"/>
              </w:rPr>
            </w:pPr>
            <w:r w:rsidRPr="00EB0ABC">
              <w:rPr>
                <w:rFonts w:ascii="Roboto Condensed" w:hAnsi="Roboto Condensed" w:cs="Arial"/>
                <w:color w:val="000000"/>
                <w:szCs w:val="20"/>
              </w:rPr>
              <w:t>DCO</w:t>
            </w:r>
          </w:p>
        </w:tc>
        <w:tc>
          <w:tcPr>
            <w:tcW w:w="2485" w:type="dxa"/>
            <w:shd w:val="clear" w:color="auto" w:fill="auto"/>
          </w:tcPr>
          <w:p w14:paraId="59B6D92D" w14:textId="77777777" w:rsidR="00B97BDA" w:rsidRPr="00EB0ABC" w:rsidRDefault="00B97BDA" w:rsidP="005E574C">
            <w:pPr>
              <w:keepNext w:val="0"/>
              <w:spacing w:line="240" w:lineRule="auto"/>
              <w:jc w:val="center"/>
              <w:rPr>
                <w:rFonts w:ascii="Roboto Condensed" w:hAnsi="Roboto Condensed" w:cs="Arial"/>
                <w:color w:val="000000"/>
                <w:szCs w:val="20"/>
              </w:rPr>
            </w:pPr>
            <w:r w:rsidRPr="00EB0ABC">
              <w:rPr>
                <w:rFonts w:ascii="Roboto Condensed" w:hAnsi="Roboto Condensed" w:cs="Arial"/>
                <w:color w:val="000000"/>
                <w:szCs w:val="20"/>
              </w:rPr>
              <w:t>120</w:t>
            </w:r>
          </w:p>
        </w:tc>
        <w:tc>
          <w:tcPr>
            <w:tcW w:w="2272" w:type="dxa"/>
            <w:shd w:val="clear" w:color="auto" w:fill="auto"/>
          </w:tcPr>
          <w:p w14:paraId="56B672E1" w14:textId="77777777" w:rsidR="00B97BDA" w:rsidRPr="00EB0ABC" w:rsidRDefault="00B97BDA" w:rsidP="005E574C">
            <w:pPr>
              <w:keepNext w:val="0"/>
              <w:spacing w:line="240" w:lineRule="auto"/>
              <w:jc w:val="center"/>
              <w:rPr>
                <w:rFonts w:ascii="Roboto Condensed" w:hAnsi="Roboto Condensed" w:cs="Arial"/>
                <w:color w:val="000000"/>
                <w:szCs w:val="20"/>
              </w:rPr>
            </w:pPr>
            <w:r w:rsidRPr="00EB0ABC">
              <w:rPr>
                <w:rFonts w:ascii="Roboto Condensed" w:hAnsi="Roboto Condensed" w:cs="Arial"/>
                <w:color w:val="000000"/>
                <w:szCs w:val="20"/>
              </w:rPr>
              <w:t>111</w:t>
            </w:r>
          </w:p>
        </w:tc>
      </w:tr>
      <w:tr w:rsidR="00B97BDA" w14:paraId="016A2756" w14:textId="77777777" w:rsidTr="005E574C">
        <w:trPr>
          <w:trHeight w:val="53"/>
          <w:jc w:val="center"/>
        </w:trPr>
        <w:tc>
          <w:tcPr>
            <w:tcW w:w="2544" w:type="dxa"/>
            <w:shd w:val="clear" w:color="auto" w:fill="F2F2F2"/>
          </w:tcPr>
          <w:p w14:paraId="3D642741" w14:textId="77777777" w:rsidR="00B97BDA" w:rsidRPr="00EB0ABC" w:rsidRDefault="00B97BDA" w:rsidP="005E574C">
            <w:pPr>
              <w:keepNext w:val="0"/>
              <w:spacing w:line="240" w:lineRule="auto"/>
              <w:jc w:val="center"/>
              <w:rPr>
                <w:rFonts w:ascii="Roboto Condensed" w:hAnsi="Roboto Condensed" w:cs="Arial"/>
                <w:color w:val="000000"/>
                <w:szCs w:val="20"/>
              </w:rPr>
            </w:pPr>
            <w:r w:rsidRPr="00EB0ABC">
              <w:rPr>
                <w:rFonts w:ascii="Roboto Condensed" w:hAnsi="Roboto Condensed" w:cs="Arial"/>
                <w:color w:val="000000"/>
                <w:szCs w:val="20"/>
              </w:rPr>
              <w:t>MES</w:t>
            </w:r>
          </w:p>
        </w:tc>
        <w:tc>
          <w:tcPr>
            <w:tcW w:w="2485" w:type="dxa"/>
            <w:shd w:val="clear" w:color="auto" w:fill="F2F2F2"/>
          </w:tcPr>
          <w:p w14:paraId="4642ACF3" w14:textId="77777777" w:rsidR="00B97BDA" w:rsidRPr="00EB0ABC" w:rsidRDefault="00B97BDA" w:rsidP="005E574C">
            <w:pPr>
              <w:keepNext w:val="0"/>
              <w:spacing w:line="240" w:lineRule="auto"/>
              <w:jc w:val="center"/>
              <w:rPr>
                <w:rFonts w:ascii="Roboto Condensed" w:hAnsi="Roboto Condensed" w:cs="Arial"/>
                <w:color w:val="000000"/>
                <w:szCs w:val="20"/>
              </w:rPr>
            </w:pPr>
            <w:r w:rsidRPr="00EB0ABC">
              <w:rPr>
                <w:rFonts w:ascii="Roboto Condensed" w:hAnsi="Roboto Condensed" w:cs="Arial"/>
                <w:color w:val="000000"/>
                <w:szCs w:val="20"/>
              </w:rPr>
              <w:t>90</w:t>
            </w:r>
          </w:p>
        </w:tc>
        <w:tc>
          <w:tcPr>
            <w:tcW w:w="2272" w:type="dxa"/>
            <w:shd w:val="clear" w:color="auto" w:fill="F2F2F2"/>
          </w:tcPr>
          <w:p w14:paraId="06F1B2EF" w14:textId="77777777" w:rsidR="00B97BDA" w:rsidRPr="00EB0ABC" w:rsidRDefault="00B97BDA" w:rsidP="005E574C">
            <w:pPr>
              <w:keepNext w:val="0"/>
              <w:spacing w:line="240" w:lineRule="auto"/>
              <w:jc w:val="center"/>
              <w:rPr>
                <w:rFonts w:ascii="Roboto Condensed" w:hAnsi="Roboto Condensed" w:cs="Arial"/>
                <w:color w:val="000000"/>
                <w:szCs w:val="20"/>
              </w:rPr>
            </w:pPr>
            <w:r w:rsidRPr="00EB0ABC">
              <w:rPr>
                <w:rFonts w:ascii="Roboto Condensed" w:hAnsi="Roboto Condensed" w:cs="Arial"/>
                <w:color w:val="000000"/>
                <w:szCs w:val="20"/>
              </w:rPr>
              <w:t>83</w:t>
            </w:r>
          </w:p>
        </w:tc>
      </w:tr>
      <w:tr w:rsidR="00B97BDA" w14:paraId="420EA575" w14:textId="77777777" w:rsidTr="005E574C">
        <w:trPr>
          <w:trHeight w:val="239"/>
          <w:jc w:val="center"/>
        </w:trPr>
        <w:tc>
          <w:tcPr>
            <w:tcW w:w="2544" w:type="dxa"/>
            <w:shd w:val="clear" w:color="auto" w:fill="auto"/>
          </w:tcPr>
          <w:p w14:paraId="6073BDAC" w14:textId="77777777" w:rsidR="00B97BDA" w:rsidRPr="00EB0ABC" w:rsidRDefault="00B97BDA" w:rsidP="005E574C">
            <w:pPr>
              <w:keepNext w:val="0"/>
              <w:spacing w:line="240" w:lineRule="auto"/>
              <w:jc w:val="center"/>
              <w:rPr>
                <w:rFonts w:ascii="Roboto Condensed" w:hAnsi="Roboto Condensed" w:cs="Arial"/>
                <w:color w:val="000000"/>
                <w:szCs w:val="20"/>
              </w:rPr>
            </w:pPr>
            <w:r w:rsidRPr="00EB0ABC">
              <w:rPr>
                <w:rFonts w:ascii="Roboto Condensed" w:hAnsi="Roboto Condensed" w:cs="Arial"/>
                <w:color w:val="000000"/>
                <w:szCs w:val="20"/>
              </w:rPr>
              <w:t>NTK</w:t>
            </w:r>
          </w:p>
        </w:tc>
        <w:tc>
          <w:tcPr>
            <w:tcW w:w="2485" w:type="dxa"/>
            <w:shd w:val="clear" w:color="auto" w:fill="auto"/>
          </w:tcPr>
          <w:p w14:paraId="53404880" w14:textId="77777777" w:rsidR="00B97BDA" w:rsidRPr="00EB0ABC" w:rsidRDefault="00B97BDA" w:rsidP="005E574C">
            <w:pPr>
              <w:keepNext w:val="0"/>
              <w:spacing w:line="240" w:lineRule="auto"/>
              <w:jc w:val="center"/>
              <w:rPr>
                <w:rFonts w:ascii="Roboto Condensed" w:hAnsi="Roboto Condensed" w:cs="Arial"/>
                <w:color w:val="000000"/>
                <w:szCs w:val="20"/>
              </w:rPr>
            </w:pPr>
            <w:r w:rsidRPr="00EB0ABC">
              <w:rPr>
                <w:rFonts w:ascii="Roboto Condensed" w:hAnsi="Roboto Condensed" w:cs="Arial"/>
                <w:color w:val="000000"/>
                <w:szCs w:val="20"/>
              </w:rPr>
              <w:t>14</w:t>
            </w:r>
          </w:p>
        </w:tc>
        <w:tc>
          <w:tcPr>
            <w:tcW w:w="2272" w:type="dxa"/>
            <w:shd w:val="clear" w:color="auto" w:fill="auto"/>
          </w:tcPr>
          <w:p w14:paraId="642A33B5" w14:textId="77777777" w:rsidR="00B97BDA" w:rsidRPr="00EB0ABC" w:rsidRDefault="00B97BDA" w:rsidP="005E574C">
            <w:pPr>
              <w:keepNext w:val="0"/>
              <w:spacing w:line="240" w:lineRule="auto"/>
              <w:jc w:val="center"/>
              <w:rPr>
                <w:rFonts w:ascii="Roboto Condensed" w:hAnsi="Roboto Condensed" w:cs="Arial"/>
                <w:color w:val="000000"/>
                <w:szCs w:val="20"/>
              </w:rPr>
            </w:pPr>
            <w:r w:rsidRPr="00EB0ABC">
              <w:rPr>
                <w:rFonts w:ascii="Roboto Condensed" w:hAnsi="Roboto Condensed" w:cs="Arial"/>
                <w:color w:val="000000"/>
                <w:szCs w:val="20"/>
              </w:rPr>
              <w:t>13</w:t>
            </w:r>
          </w:p>
        </w:tc>
      </w:tr>
      <w:tr w:rsidR="00B97BDA" w14:paraId="40065C56" w14:textId="77777777" w:rsidTr="005E574C">
        <w:trPr>
          <w:trHeight w:val="232"/>
          <w:jc w:val="center"/>
        </w:trPr>
        <w:tc>
          <w:tcPr>
            <w:tcW w:w="2544" w:type="dxa"/>
            <w:shd w:val="clear" w:color="auto" w:fill="F2F2F2"/>
          </w:tcPr>
          <w:p w14:paraId="46EE5943" w14:textId="77777777" w:rsidR="00B97BDA" w:rsidRPr="00EB0ABC" w:rsidRDefault="00B97BDA" w:rsidP="005E574C">
            <w:pPr>
              <w:keepNext w:val="0"/>
              <w:spacing w:line="240" w:lineRule="auto"/>
              <w:jc w:val="center"/>
              <w:rPr>
                <w:rFonts w:ascii="Roboto Condensed" w:hAnsi="Roboto Condensed" w:cs="Arial"/>
                <w:color w:val="000000"/>
                <w:szCs w:val="20"/>
              </w:rPr>
            </w:pPr>
            <w:r w:rsidRPr="00EB0ABC">
              <w:rPr>
                <w:rFonts w:ascii="Roboto Condensed" w:hAnsi="Roboto Condensed" w:cs="Arial"/>
                <w:color w:val="000000"/>
                <w:szCs w:val="20"/>
              </w:rPr>
              <w:t>Pt</w:t>
            </w:r>
          </w:p>
        </w:tc>
        <w:tc>
          <w:tcPr>
            <w:tcW w:w="2485" w:type="dxa"/>
            <w:shd w:val="clear" w:color="auto" w:fill="F2F2F2"/>
          </w:tcPr>
          <w:p w14:paraId="40E33E6D" w14:textId="77777777" w:rsidR="00B97BDA" w:rsidRPr="00EB0ABC" w:rsidRDefault="00B97BDA" w:rsidP="005E574C">
            <w:pPr>
              <w:keepNext w:val="0"/>
              <w:spacing w:line="240" w:lineRule="auto"/>
              <w:jc w:val="center"/>
              <w:rPr>
                <w:rFonts w:ascii="Roboto Condensed" w:hAnsi="Roboto Condensed" w:cs="Arial"/>
                <w:color w:val="000000"/>
                <w:szCs w:val="20"/>
              </w:rPr>
            </w:pPr>
            <w:r w:rsidRPr="00EB0ABC">
              <w:rPr>
                <w:rFonts w:ascii="Roboto Condensed" w:hAnsi="Roboto Condensed" w:cs="Arial"/>
                <w:color w:val="000000"/>
                <w:szCs w:val="20"/>
              </w:rPr>
              <w:t>4</w:t>
            </w:r>
          </w:p>
        </w:tc>
        <w:tc>
          <w:tcPr>
            <w:tcW w:w="2272" w:type="dxa"/>
            <w:shd w:val="clear" w:color="auto" w:fill="F2F2F2"/>
          </w:tcPr>
          <w:p w14:paraId="68DEA254" w14:textId="77777777" w:rsidR="00B97BDA" w:rsidRPr="00EB0ABC" w:rsidRDefault="00B97BDA" w:rsidP="005E574C">
            <w:pPr>
              <w:keepNext w:val="0"/>
              <w:spacing w:line="240" w:lineRule="auto"/>
              <w:jc w:val="center"/>
              <w:rPr>
                <w:rFonts w:ascii="Roboto Condensed" w:hAnsi="Roboto Condensed" w:cs="Arial"/>
                <w:color w:val="000000"/>
                <w:szCs w:val="20"/>
              </w:rPr>
            </w:pPr>
            <w:r w:rsidRPr="00EB0ABC">
              <w:rPr>
                <w:rFonts w:ascii="Roboto Condensed" w:hAnsi="Roboto Condensed" w:cs="Arial"/>
                <w:color w:val="000000"/>
                <w:szCs w:val="20"/>
              </w:rPr>
              <w:t>3,7</w:t>
            </w:r>
          </w:p>
        </w:tc>
      </w:tr>
    </w:tbl>
    <w:p w14:paraId="4F1137B1" w14:textId="77777777" w:rsidR="00B97BDA" w:rsidRDefault="00B97BDA" w:rsidP="00B604B1">
      <w:pPr>
        <w:rPr>
          <w:lang w:eastAsia="en-US"/>
        </w:rPr>
      </w:pPr>
    </w:p>
    <w:p w14:paraId="62926315" w14:textId="77777777" w:rsidR="00B97BDA" w:rsidRPr="00B604B1" w:rsidRDefault="00B97BDA" w:rsidP="00B604B1">
      <w:pPr>
        <w:rPr>
          <w:lang w:eastAsia="en-US"/>
        </w:rPr>
      </w:pPr>
    </w:p>
    <w:p w14:paraId="24EFF80B" w14:textId="77777777" w:rsidR="004F777A" w:rsidRPr="004F777A" w:rsidRDefault="004F777A" w:rsidP="004F777A">
      <w:pPr>
        <w:pStyle w:val="Titre2"/>
        <w:tabs>
          <w:tab w:val="clear" w:pos="0"/>
          <w:tab w:val="num" w:pos="142"/>
          <w:tab w:val="left" w:pos="1560"/>
          <w:tab w:val="num" w:pos="1800"/>
        </w:tabs>
        <w:spacing w:before="0" w:after="0" w:line="240" w:lineRule="auto"/>
        <w:ind w:left="576" w:hanging="576"/>
        <w:jc w:val="left"/>
        <w:rPr>
          <w:rFonts w:ascii="Roboto Light" w:hAnsi="Roboto Light"/>
        </w:rPr>
      </w:pPr>
      <w:bookmarkStart w:id="9" w:name="_Toc191898458"/>
      <w:r>
        <w:rPr>
          <w:rFonts w:ascii="Roboto Light" w:hAnsi="Roboto Light"/>
        </w:rPr>
        <w:t>boues à traiter</w:t>
      </w:r>
      <w:bookmarkEnd w:id="9"/>
    </w:p>
    <w:p w14:paraId="250B888D" w14:textId="77777777" w:rsidR="00B97BDA" w:rsidRPr="00BA7124" w:rsidRDefault="00B97BDA" w:rsidP="00B97BDA">
      <w:pPr>
        <w:pStyle w:val="TEXTECOURANT"/>
        <w:numPr>
          <w:ilvl w:val="0"/>
          <w:numId w:val="0"/>
        </w:numPr>
        <w:spacing w:line="240" w:lineRule="auto"/>
        <w:rPr>
          <w:lang w:eastAsia="fr-FR"/>
        </w:rPr>
      </w:pPr>
      <w:r w:rsidRPr="00BB04A4">
        <w:rPr>
          <w:lang w:eastAsia="fr-FR"/>
        </w:rPr>
        <w:t>Le tableau ci-dessous récapitule la production de boues</w:t>
      </w:r>
      <w:r>
        <w:rPr>
          <w:lang w:eastAsia="fr-FR"/>
        </w:rPr>
        <w:t xml:space="preserve"> théorique</w:t>
      </w:r>
      <w:r w:rsidRPr="00BB04A4">
        <w:rPr>
          <w:lang w:eastAsia="fr-FR"/>
        </w:rPr>
        <w:t xml:space="preserve"> au niveau de la station de traitement</w:t>
      </w:r>
      <w:r>
        <w:rPr>
          <w:lang w:eastAsia="fr-FR"/>
        </w:rPr>
        <w:t> :</w:t>
      </w:r>
    </w:p>
    <w:p w14:paraId="468258CC" w14:textId="77777777" w:rsidR="00B97BDA" w:rsidRDefault="00B97BDA" w:rsidP="00B97BDA">
      <w:pPr>
        <w:pStyle w:val="LEGENDEFIGURE"/>
        <w:keepNext w:val="0"/>
        <w:spacing w:after="240"/>
      </w:pPr>
      <w:bookmarkStart w:id="10" w:name="_Toc58344905"/>
      <w:bookmarkStart w:id="11" w:name="_Toc141866056"/>
      <w:r>
        <w:t>Production future des boues</w:t>
      </w:r>
      <w:bookmarkEnd w:id="10"/>
      <w:bookmarkEnd w:id="11"/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033"/>
        <w:gridCol w:w="2202"/>
      </w:tblGrid>
      <w:tr w:rsidR="00B97BDA" w:rsidRPr="00BB04A4" w14:paraId="3676BF22" w14:textId="77777777" w:rsidTr="00B97BDA">
        <w:trPr>
          <w:trHeight w:val="265"/>
          <w:jc w:val="center"/>
        </w:trPr>
        <w:tc>
          <w:tcPr>
            <w:tcW w:w="5033" w:type="dxa"/>
            <w:shd w:val="clear" w:color="auto" w:fill="003551"/>
          </w:tcPr>
          <w:p w14:paraId="11956035" w14:textId="77777777" w:rsidR="00B97BDA" w:rsidRPr="00B97BDA" w:rsidRDefault="00B97BDA" w:rsidP="005E574C">
            <w:pPr>
              <w:pStyle w:val="Default"/>
              <w:widowControl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B97BDA">
              <w:rPr>
                <w:rFonts w:ascii="Arial" w:hAnsi="Arial" w:cs="Arial"/>
                <w:b/>
                <w:color w:val="FFFFFF"/>
                <w:sz w:val="20"/>
                <w:szCs w:val="20"/>
              </w:rPr>
              <w:t>Capacité</w:t>
            </w:r>
          </w:p>
        </w:tc>
        <w:tc>
          <w:tcPr>
            <w:tcW w:w="2202" w:type="dxa"/>
            <w:shd w:val="clear" w:color="auto" w:fill="003551"/>
          </w:tcPr>
          <w:p w14:paraId="2A98796B" w14:textId="77777777" w:rsidR="00B97BDA" w:rsidRPr="00B97BDA" w:rsidRDefault="00B97BDA" w:rsidP="005E574C">
            <w:pPr>
              <w:pStyle w:val="Default"/>
              <w:widowControl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B97BDA">
              <w:rPr>
                <w:rFonts w:ascii="Arial" w:hAnsi="Arial" w:cs="Arial"/>
                <w:b/>
                <w:color w:val="FFFFFF"/>
                <w:sz w:val="20"/>
                <w:szCs w:val="20"/>
              </w:rPr>
              <w:t>925 EH</w:t>
            </w:r>
          </w:p>
        </w:tc>
      </w:tr>
      <w:tr w:rsidR="00B97BDA" w14:paraId="5840DFA5" w14:textId="77777777" w:rsidTr="00B97BDA">
        <w:trPr>
          <w:trHeight w:val="265"/>
          <w:jc w:val="center"/>
        </w:trPr>
        <w:tc>
          <w:tcPr>
            <w:tcW w:w="5033" w:type="dxa"/>
            <w:shd w:val="clear" w:color="auto" w:fill="F2F2F2"/>
          </w:tcPr>
          <w:p w14:paraId="048F5D36" w14:textId="77777777" w:rsidR="00B97BDA" w:rsidRPr="00B97BDA" w:rsidRDefault="00B97BDA" w:rsidP="005E574C">
            <w:pPr>
              <w:keepNext w:val="0"/>
              <w:spacing w:line="240" w:lineRule="auto"/>
              <w:rPr>
                <w:rFonts w:ascii="Roboto Condensed" w:hAnsi="Roboto Condensed" w:cs="Arial"/>
                <w:color w:val="000000"/>
                <w:sz w:val="20"/>
                <w:szCs w:val="20"/>
              </w:rPr>
            </w:pPr>
            <w:r w:rsidRPr="00B97BDA">
              <w:rPr>
                <w:rFonts w:ascii="Roboto Condensed" w:hAnsi="Roboto Condensed" w:cs="Arial"/>
                <w:color w:val="000000"/>
                <w:sz w:val="20"/>
                <w:szCs w:val="20"/>
              </w:rPr>
              <w:t>Débit total à l’entrée de la station (m</w:t>
            </w:r>
            <w:r w:rsidRPr="00B97BDA">
              <w:rPr>
                <w:rFonts w:ascii="Roboto Condensed" w:hAnsi="Roboto Condensed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B97BDA">
              <w:rPr>
                <w:rFonts w:ascii="Roboto Condensed" w:hAnsi="Roboto Condensed" w:cs="Arial"/>
                <w:color w:val="000000"/>
                <w:sz w:val="20"/>
                <w:szCs w:val="20"/>
              </w:rPr>
              <w:t>/j)</w:t>
            </w:r>
          </w:p>
        </w:tc>
        <w:tc>
          <w:tcPr>
            <w:tcW w:w="2202" w:type="dxa"/>
            <w:shd w:val="clear" w:color="auto" w:fill="F2F2F2"/>
          </w:tcPr>
          <w:p w14:paraId="0AF79CA3" w14:textId="77777777" w:rsidR="00B97BDA" w:rsidRPr="00B97BDA" w:rsidRDefault="00B97BDA" w:rsidP="005E574C">
            <w:pPr>
              <w:keepNext w:val="0"/>
              <w:spacing w:line="240" w:lineRule="auto"/>
              <w:jc w:val="center"/>
              <w:rPr>
                <w:rFonts w:ascii="Roboto Condensed" w:hAnsi="Roboto Condensed" w:cs="Arial"/>
                <w:color w:val="000000"/>
                <w:sz w:val="20"/>
                <w:szCs w:val="20"/>
              </w:rPr>
            </w:pPr>
            <w:r w:rsidRPr="00B97BDA">
              <w:rPr>
                <w:rFonts w:ascii="Roboto Condensed" w:hAnsi="Roboto Condensed" w:cs="Arial"/>
                <w:color w:val="000000"/>
                <w:sz w:val="20"/>
                <w:szCs w:val="20"/>
              </w:rPr>
              <w:t>250</w:t>
            </w:r>
          </w:p>
        </w:tc>
      </w:tr>
      <w:tr w:rsidR="00B97BDA" w14:paraId="73A9C65B" w14:textId="77777777" w:rsidTr="00B97BDA">
        <w:trPr>
          <w:trHeight w:val="265"/>
          <w:jc w:val="center"/>
        </w:trPr>
        <w:tc>
          <w:tcPr>
            <w:tcW w:w="5033" w:type="dxa"/>
            <w:shd w:val="clear" w:color="auto" w:fill="auto"/>
          </w:tcPr>
          <w:p w14:paraId="4BD0B341" w14:textId="77777777" w:rsidR="00B97BDA" w:rsidRPr="00B97BDA" w:rsidRDefault="00B97BDA" w:rsidP="005E574C">
            <w:pPr>
              <w:keepNext w:val="0"/>
              <w:spacing w:line="240" w:lineRule="auto"/>
              <w:rPr>
                <w:rFonts w:ascii="Roboto Condensed" w:hAnsi="Roboto Condensed" w:cs="Arial"/>
                <w:color w:val="000000"/>
                <w:sz w:val="20"/>
                <w:szCs w:val="20"/>
              </w:rPr>
            </w:pPr>
            <w:r w:rsidRPr="00B97BDA">
              <w:rPr>
                <w:rFonts w:ascii="Roboto Condensed" w:hAnsi="Roboto Condensed" w:cs="Arial"/>
                <w:color w:val="000000"/>
                <w:sz w:val="20"/>
                <w:szCs w:val="20"/>
              </w:rPr>
              <w:t>DBO</w:t>
            </w:r>
            <w:r w:rsidRPr="00B97BDA">
              <w:rPr>
                <w:rFonts w:ascii="Roboto Condensed" w:hAnsi="Roboto Condensed" w:cs="Arial"/>
                <w:color w:val="000000"/>
                <w:sz w:val="20"/>
                <w:szCs w:val="20"/>
                <w:vertAlign w:val="subscript"/>
              </w:rPr>
              <w:t>5</w:t>
            </w:r>
            <w:r w:rsidRPr="00B97BDA">
              <w:rPr>
                <w:rFonts w:ascii="Roboto Condensed" w:hAnsi="Roboto Condensed" w:cs="Arial"/>
                <w:color w:val="000000"/>
                <w:sz w:val="20"/>
                <w:szCs w:val="20"/>
              </w:rPr>
              <w:t xml:space="preserve"> (Kg/j)</w:t>
            </w:r>
          </w:p>
        </w:tc>
        <w:tc>
          <w:tcPr>
            <w:tcW w:w="2202" w:type="dxa"/>
            <w:shd w:val="clear" w:color="auto" w:fill="auto"/>
          </w:tcPr>
          <w:p w14:paraId="20799730" w14:textId="77777777" w:rsidR="00B97BDA" w:rsidRPr="00B97BDA" w:rsidRDefault="00B97BDA" w:rsidP="005E574C">
            <w:pPr>
              <w:keepNext w:val="0"/>
              <w:spacing w:line="240" w:lineRule="auto"/>
              <w:jc w:val="center"/>
              <w:rPr>
                <w:rFonts w:ascii="Roboto Condensed" w:hAnsi="Roboto Condensed" w:cs="Arial"/>
                <w:color w:val="000000"/>
                <w:sz w:val="20"/>
                <w:szCs w:val="20"/>
              </w:rPr>
            </w:pPr>
            <w:r w:rsidRPr="00B97BDA">
              <w:rPr>
                <w:rFonts w:ascii="Roboto Condensed" w:hAnsi="Roboto Condensed" w:cs="Arial"/>
                <w:color w:val="000000"/>
                <w:sz w:val="20"/>
                <w:szCs w:val="20"/>
              </w:rPr>
              <w:t>56</w:t>
            </w:r>
          </w:p>
        </w:tc>
      </w:tr>
      <w:tr w:rsidR="00B97BDA" w14:paraId="77EDBC9B" w14:textId="77777777" w:rsidTr="00B97BDA">
        <w:trPr>
          <w:trHeight w:val="265"/>
          <w:jc w:val="center"/>
        </w:trPr>
        <w:tc>
          <w:tcPr>
            <w:tcW w:w="5033" w:type="dxa"/>
            <w:shd w:val="clear" w:color="auto" w:fill="F2F2F2"/>
          </w:tcPr>
          <w:p w14:paraId="532B7A8F" w14:textId="77777777" w:rsidR="00B97BDA" w:rsidRPr="00B97BDA" w:rsidRDefault="00B97BDA" w:rsidP="005E574C">
            <w:pPr>
              <w:keepNext w:val="0"/>
              <w:spacing w:line="240" w:lineRule="auto"/>
              <w:rPr>
                <w:rFonts w:ascii="Roboto Condensed" w:hAnsi="Roboto Condensed" w:cs="Arial"/>
                <w:color w:val="000000"/>
                <w:sz w:val="20"/>
                <w:szCs w:val="20"/>
              </w:rPr>
            </w:pPr>
            <w:r w:rsidRPr="00B97BDA">
              <w:rPr>
                <w:rFonts w:ascii="Roboto Condensed" w:hAnsi="Roboto Condensed" w:cs="Arial"/>
                <w:color w:val="000000"/>
                <w:sz w:val="20"/>
                <w:szCs w:val="20"/>
              </w:rPr>
              <w:t>MES (Kg/j)</w:t>
            </w:r>
          </w:p>
        </w:tc>
        <w:tc>
          <w:tcPr>
            <w:tcW w:w="2202" w:type="dxa"/>
            <w:shd w:val="clear" w:color="auto" w:fill="F2F2F2"/>
          </w:tcPr>
          <w:p w14:paraId="46099033" w14:textId="77777777" w:rsidR="00B97BDA" w:rsidRPr="00B97BDA" w:rsidRDefault="00B97BDA" w:rsidP="005E574C">
            <w:pPr>
              <w:keepNext w:val="0"/>
              <w:spacing w:line="240" w:lineRule="auto"/>
              <w:jc w:val="center"/>
              <w:rPr>
                <w:rFonts w:ascii="Roboto Condensed" w:hAnsi="Roboto Condensed" w:cs="Arial"/>
                <w:color w:val="000000"/>
                <w:sz w:val="20"/>
                <w:szCs w:val="20"/>
              </w:rPr>
            </w:pPr>
            <w:r w:rsidRPr="00B97BDA">
              <w:rPr>
                <w:rFonts w:ascii="Roboto Condensed" w:hAnsi="Roboto Condensed" w:cs="Arial"/>
                <w:color w:val="000000"/>
                <w:sz w:val="20"/>
                <w:szCs w:val="20"/>
              </w:rPr>
              <w:t>83</w:t>
            </w:r>
          </w:p>
        </w:tc>
      </w:tr>
      <w:tr w:rsidR="00B97BDA" w14:paraId="68E25353" w14:textId="77777777" w:rsidTr="00B97BDA">
        <w:trPr>
          <w:trHeight w:val="279"/>
          <w:jc w:val="center"/>
        </w:trPr>
        <w:tc>
          <w:tcPr>
            <w:tcW w:w="5033" w:type="dxa"/>
            <w:shd w:val="clear" w:color="auto" w:fill="auto"/>
          </w:tcPr>
          <w:p w14:paraId="76697C78" w14:textId="77777777" w:rsidR="00B97BDA" w:rsidRPr="00B97BDA" w:rsidRDefault="00B97BDA" w:rsidP="005E574C">
            <w:pPr>
              <w:keepNext w:val="0"/>
              <w:spacing w:line="240" w:lineRule="auto"/>
              <w:rPr>
                <w:rFonts w:ascii="Roboto Condensed" w:hAnsi="Roboto Condensed" w:cs="Arial"/>
                <w:color w:val="000000"/>
                <w:sz w:val="20"/>
                <w:szCs w:val="20"/>
              </w:rPr>
            </w:pPr>
            <w:r w:rsidRPr="00B97BDA">
              <w:rPr>
                <w:rFonts w:ascii="Roboto Condensed" w:hAnsi="Roboto Condensed" w:cs="Arial"/>
                <w:color w:val="000000"/>
                <w:sz w:val="20"/>
                <w:szCs w:val="20"/>
              </w:rPr>
              <w:t>Production de Boues (Modèle AGHTM*) (Kg MS/j)</w:t>
            </w:r>
          </w:p>
        </w:tc>
        <w:tc>
          <w:tcPr>
            <w:tcW w:w="2202" w:type="dxa"/>
            <w:shd w:val="clear" w:color="auto" w:fill="auto"/>
          </w:tcPr>
          <w:p w14:paraId="47D8F2AB" w14:textId="77777777" w:rsidR="00B97BDA" w:rsidRPr="00B97BDA" w:rsidRDefault="00B97BDA" w:rsidP="005E574C">
            <w:pPr>
              <w:keepNext w:val="0"/>
              <w:spacing w:line="240" w:lineRule="auto"/>
              <w:jc w:val="center"/>
              <w:rPr>
                <w:rFonts w:ascii="Roboto Condensed" w:hAnsi="Roboto Condensed" w:cs="Arial"/>
                <w:color w:val="000000"/>
                <w:sz w:val="20"/>
                <w:szCs w:val="20"/>
              </w:rPr>
            </w:pPr>
            <w:r w:rsidRPr="00B97BDA">
              <w:rPr>
                <w:rFonts w:ascii="Roboto Condensed" w:hAnsi="Roboto Condensed" w:cs="Arial"/>
                <w:color w:val="000000"/>
                <w:sz w:val="20"/>
                <w:szCs w:val="20"/>
              </w:rPr>
              <w:t>70</w:t>
            </w:r>
          </w:p>
        </w:tc>
      </w:tr>
      <w:tr w:rsidR="00B97BDA" w14:paraId="5045D264" w14:textId="77777777" w:rsidTr="00B97BDA">
        <w:trPr>
          <w:trHeight w:val="265"/>
          <w:jc w:val="center"/>
        </w:trPr>
        <w:tc>
          <w:tcPr>
            <w:tcW w:w="5033" w:type="dxa"/>
            <w:shd w:val="clear" w:color="auto" w:fill="F2F2F2"/>
          </w:tcPr>
          <w:p w14:paraId="4DA382C0" w14:textId="77777777" w:rsidR="00B97BDA" w:rsidRPr="00B97BDA" w:rsidRDefault="00B97BDA" w:rsidP="005E574C">
            <w:pPr>
              <w:keepNext w:val="0"/>
              <w:spacing w:line="240" w:lineRule="auto"/>
              <w:rPr>
                <w:rFonts w:ascii="Roboto Condensed" w:hAnsi="Roboto Condensed" w:cs="Arial"/>
                <w:color w:val="000000"/>
                <w:sz w:val="20"/>
                <w:szCs w:val="20"/>
              </w:rPr>
            </w:pPr>
            <w:r w:rsidRPr="00B97BDA">
              <w:rPr>
                <w:rFonts w:ascii="Roboto Condensed" w:hAnsi="Roboto Condensed" w:cs="Arial"/>
                <w:color w:val="000000"/>
                <w:sz w:val="20"/>
                <w:szCs w:val="20"/>
              </w:rPr>
              <w:t xml:space="preserve">Production de Boues (Modèle </w:t>
            </w:r>
            <w:proofErr w:type="spellStart"/>
            <w:r w:rsidRPr="00B97BDA">
              <w:rPr>
                <w:rFonts w:ascii="Roboto Condensed" w:hAnsi="Roboto Condensed" w:cs="Arial"/>
                <w:color w:val="000000"/>
                <w:sz w:val="20"/>
                <w:szCs w:val="20"/>
              </w:rPr>
              <w:t>Cemagref</w:t>
            </w:r>
            <w:proofErr w:type="spellEnd"/>
            <w:r w:rsidRPr="00B97BDA">
              <w:rPr>
                <w:rFonts w:ascii="Roboto Condensed" w:hAnsi="Roboto Condensed" w:cs="Arial"/>
                <w:color w:val="000000"/>
                <w:sz w:val="20"/>
                <w:szCs w:val="20"/>
              </w:rPr>
              <w:t>) (Kg MS/j)</w:t>
            </w:r>
          </w:p>
        </w:tc>
        <w:tc>
          <w:tcPr>
            <w:tcW w:w="2202" w:type="dxa"/>
            <w:shd w:val="clear" w:color="auto" w:fill="F2F2F2"/>
          </w:tcPr>
          <w:p w14:paraId="14DBD34C" w14:textId="77777777" w:rsidR="00B97BDA" w:rsidRPr="00B97BDA" w:rsidRDefault="00B97BDA" w:rsidP="005E574C">
            <w:pPr>
              <w:keepNext w:val="0"/>
              <w:spacing w:line="240" w:lineRule="auto"/>
              <w:jc w:val="center"/>
              <w:rPr>
                <w:rFonts w:ascii="Roboto Condensed" w:hAnsi="Roboto Condensed" w:cs="Arial"/>
                <w:color w:val="000000"/>
                <w:sz w:val="20"/>
                <w:szCs w:val="20"/>
              </w:rPr>
            </w:pPr>
            <w:r w:rsidRPr="00B97BDA">
              <w:rPr>
                <w:rFonts w:ascii="Roboto Condensed" w:hAnsi="Roboto Condensed" w:cs="Arial"/>
                <w:color w:val="000000"/>
                <w:sz w:val="20"/>
                <w:szCs w:val="20"/>
              </w:rPr>
              <w:t>71</w:t>
            </w:r>
          </w:p>
        </w:tc>
      </w:tr>
    </w:tbl>
    <w:p w14:paraId="21A5209E" w14:textId="77777777" w:rsidR="00B97BDA" w:rsidRDefault="00B97BDA" w:rsidP="00B97BDA">
      <w:pPr>
        <w:pStyle w:val="Default"/>
        <w:widowControl/>
        <w:rPr>
          <w:rFonts w:ascii="Arial" w:hAnsi="Arial" w:cs="Arial"/>
          <w:sz w:val="18"/>
          <w:szCs w:val="18"/>
        </w:rPr>
      </w:pPr>
    </w:p>
    <w:p w14:paraId="56E12284" w14:textId="77777777" w:rsidR="00B97BDA" w:rsidRPr="00533636" w:rsidRDefault="00B97BDA" w:rsidP="00B97BDA">
      <w:pPr>
        <w:pStyle w:val="Default"/>
        <w:widowControl/>
        <w:rPr>
          <w:rFonts w:ascii="Roboto Light" w:eastAsia="Calibri" w:hAnsi="Roboto Light" w:cs="Roboto Light"/>
          <w:sz w:val="20"/>
          <w:szCs w:val="20"/>
        </w:rPr>
      </w:pPr>
      <w:r w:rsidRPr="00533636">
        <w:rPr>
          <w:rFonts w:ascii="Roboto Light" w:eastAsia="Calibri" w:hAnsi="Roboto Light" w:cs="Roboto Light"/>
          <w:sz w:val="20"/>
          <w:szCs w:val="20"/>
        </w:rPr>
        <w:t>* Charge massique retenu pour le calcul est de 0,1 Kg DBO5 / j / Kg MVS.</w:t>
      </w:r>
    </w:p>
    <w:p w14:paraId="15F608FB" w14:textId="77777777" w:rsidR="00B97BDA" w:rsidRPr="00533636" w:rsidRDefault="00B97BDA" w:rsidP="00B97BDA">
      <w:pPr>
        <w:pStyle w:val="Default"/>
        <w:widowControl/>
        <w:jc w:val="both"/>
        <w:rPr>
          <w:rFonts w:ascii="Roboto Light" w:eastAsia="Calibri" w:hAnsi="Roboto Light" w:cs="Roboto Light"/>
          <w:sz w:val="20"/>
          <w:szCs w:val="20"/>
        </w:rPr>
      </w:pPr>
      <w:r w:rsidRPr="00533636">
        <w:rPr>
          <w:rFonts w:ascii="Roboto Light" w:eastAsia="Calibri" w:hAnsi="Roboto Light" w:cs="Roboto Light"/>
          <w:sz w:val="20"/>
          <w:szCs w:val="20"/>
        </w:rPr>
        <w:lastRenderedPageBreak/>
        <w:t>La production des boues biologiques est estimée à 70 Kg MS/j. La filière de traitement des boues sera dimensionnée pour cette capacité.</w:t>
      </w:r>
    </w:p>
    <w:p w14:paraId="1AC355A9" w14:textId="77777777" w:rsidR="004F777A" w:rsidRDefault="004F777A" w:rsidP="004F777A">
      <w:pPr>
        <w:keepNext w:val="0"/>
      </w:pPr>
    </w:p>
    <w:p w14:paraId="52B9EB04" w14:textId="77777777" w:rsidR="004F777A" w:rsidRDefault="004F777A" w:rsidP="004F777A">
      <w:pPr>
        <w:pStyle w:val="Titre1"/>
      </w:pPr>
      <w:bookmarkStart w:id="12" w:name="_Toc191898459"/>
      <w:r>
        <w:t>aRTICLE II : Qualité du traitement</w:t>
      </w:r>
      <w:bookmarkEnd w:id="12"/>
    </w:p>
    <w:p w14:paraId="4179E241" w14:textId="77777777" w:rsidR="004F777A" w:rsidRDefault="004F777A" w:rsidP="004F777A">
      <w:pPr>
        <w:pStyle w:val="Titre2"/>
      </w:pPr>
      <w:bookmarkStart w:id="13" w:name="_Toc191898460"/>
      <w:r>
        <w:t>Conditions à remplir</w:t>
      </w:r>
      <w:bookmarkEnd w:id="13"/>
    </w:p>
    <w:p w14:paraId="7BE99D5E" w14:textId="77777777" w:rsidR="004F777A" w:rsidRDefault="004F777A" w:rsidP="004F777A">
      <w:pPr>
        <w:rPr>
          <w:rFonts w:cs="Arial"/>
        </w:rPr>
      </w:pPr>
      <w:r w:rsidRPr="00EF7C34">
        <w:rPr>
          <w:rFonts w:cs="Arial"/>
        </w:rPr>
        <w:t xml:space="preserve">La qualité de traitement </w:t>
      </w:r>
      <w:r>
        <w:rPr>
          <w:rFonts w:cs="Arial"/>
        </w:rPr>
        <w:t xml:space="preserve">et les paramètres </w:t>
      </w:r>
      <w:r w:rsidR="00B97BDA">
        <w:rPr>
          <w:rFonts w:cs="Arial"/>
        </w:rPr>
        <w:t>de fonctionnement</w:t>
      </w:r>
      <w:r>
        <w:rPr>
          <w:rFonts w:cs="Arial"/>
        </w:rPr>
        <w:t xml:space="preserve"> du process garantis sont </w:t>
      </w:r>
      <w:r w:rsidRPr="00EF7C34">
        <w:rPr>
          <w:rFonts w:cs="Arial"/>
        </w:rPr>
        <w:t>exigible</w:t>
      </w:r>
      <w:r>
        <w:rPr>
          <w:rFonts w:cs="Arial"/>
        </w:rPr>
        <w:t>s</w:t>
      </w:r>
      <w:r w:rsidRPr="00EF7C34">
        <w:rPr>
          <w:rFonts w:cs="Arial"/>
        </w:rPr>
        <w:t xml:space="preserve"> lorsque les conditions suivantes sont simultanément remplies :</w:t>
      </w:r>
    </w:p>
    <w:p w14:paraId="4C472379" w14:textId="77777777" w:rsidR="004F777A" w:rsidRDefault="004F777A" w:rsidP="004F777A">
      <w:pPr>
        <w:rPr>
          <w:rFonts w:cs="Arial"/>
        </w:rPr>
      </w:pPr>
    </w:p>
    <w:p w14:paraId="6028AA67" w14:textId="77777777" w:rsidR="004F777A" w:rsidRPr="004F777A" w:rsidRDefault="004F777A" w:rsidP="00833589">
      <w:pPr>
        <w:pStyle w:val="Paragraphedeliste"/>
        <w:numPr>
          <w:ilvl w:val="0"/>
          <w:numId w:val="48"/>
        </w:numPr>
        <w:rPr>
          <w:rFonts w:cs="Arial"/>
          <w:b/>
        </w:rPr>
      </w:pPr>
      <w:r w:rsidRPr="004F777A">
        <w:rPr>
          <w:rFonts w:cs="Arial"/>
          <w:b/>
        </w:rPr>
        <w:t>Conditions de charges et de débits</w:t>
      </w:r>
      <w:r w:rsidR="00B604B1">
        <w:rPr>
          <w:rFonts w:cs="Arial"/>
          <w:b/>
        </w:rPr>
        <w:t> :</w:t>
      </w:r>
    </w:p>
    <w:p w14:paraId="131E1C45" w14:textId="77777777" w:rsidR="004F777A" w:rsidRPr="00EF7C34" w:rsidRDefault="004F777A" w:rsidP="00833589">
      <w:pPr>
        <w:keepNext w:val="0"/>
        <w:numPr>
          <w:ilvl w:val="0"/>
          <w:numId w:val="47"/>
        </w:numPr>
        <w:tabs>
          <w:tab w:val="left" w:pos="1320"/>
          <w:tab w:val="left" w:pos="3062"/>
          <w:tab w:val="left" w:pos="4382"/>
          <w:tab w:val="left" w:pos="5702"/>
        </w:tabs>
        <w:spacing w:before="120" w:line="280" w:lineRule="exact"/>
        <w:rPr>
          <w:rFonts w:cs="Arial"/>
        </w:rPr>
      </w:pPr>
      <w:r w:rsidRPr="00EF7C34">
        <w:rPr>
          <w:rFonts w:cs="Arial"/>
        </w:rPr>
        <w:t>Les poids journaliers de DBO</w:t>
      </w:r>
      <w:r w:rsidRPr="00EF7C34">
        <w:rPr>
          <w:rFonts w:cs="Arial"/>
          <w:vertAlign w:val="subscript"/>
        </w:rPr>
        <w:t>5</w:t>
      </w:r>
      <w:r w:rsidRPr="00EF7C34">
        <w:rPr>
          <w:rFonts w:cs="Arial"/>
        </w:rPr>
        <w:t>, de DCO et de MES reçus sont compris, pour chacun de ces paramètres, entre 33 et 100% des charges nominales respectives.</w:t>
      </w:r>
    </w:p>
    <w:p w14:paraId="052F374C" w14:textId="77777777" w:rsidR="004F777A" w:rsidRPr="00EF7C34" w:rsidRDefault="004F777A" w:rsidP="00833589">
      <w:pPr>
        <w:keepNext w:val="0"/>
        <w:numPr>
          <w:ilvl w:val="0"/>
          <w:numId w:val="47"/>
        </w:numPr>
        <w:tabs>
          <w:tab w:val="left" w:pos="1320"/>
          <w:tab w:val="left" w:pos="3062"/>
          <w:tab w:val="left" w:pos="4382"/>
          <w:tab w:val="left" w:pos="5702"/>
        </w:tabs>
        <w:spacing w:before="120" w:line="280" w:lineRule="exact"/>
        <w:rPr>
          <w:rFonts w:cs="Arial"/>
        </w:rPr>
      </w:pPr>
      <w:r w:rsidRPr="00EF7C34">
        <w:rPr>
          <w:rFonts w:cs="Arial"/>
        </w:rPr>
        <w:t xml:space="preserve">Les poids journaliers de NTK et de P </w:t>
      </w:r>
      <w:r w:rsidRPr="00EF7C34">
        <w:rPr>
          <w:rFonts w:cs="Arial"/>
          <w:vertAlign w:val="subscript"/>
        </w:rPr>
        <w:t>total</w:t>
      </w:r>
      <w:r w:rsidRPr="00EF7C34">
        <w:rPr>
          <w:rFonts w:cs="Arial"/>
        </w:rPr>
        <w:t xml:space="preserve"> reçus sont compris, pour chacun de ces paramètres, entre 33 et 100% des charges nominales respectives.</w:t>
      </w:r>
    </w:p>
    <w:p w14:paraId="7F6902DF" w14:textId="77777777" w:rsidR="004F777A" w:rsidRPr="00EF7C34" w:rsidRDefault="004F777A" w:rsidP="00833589">
      <w:pPr>
        <w:keepNext w:val="0"/>
        <w:numPr>
          <w:ilvl w:val="0"/>
          <w:numId w:val="47"/>
        </w:numPr>
        <w:tabs>
          <w:tab w:val="left" w:pos="1320"/>
          <w:tab w:val="left" w:pos="3062"/>
          <w:tab w:val="left" w:pos="4382"/>
          <w:tab w:val="left" w:pos="5702"/>
        </w:tabs>
        <w:spacing w:before="120" w:line="280" w:lineRule="exact"/>
        <w:rPr>
          <w:rFonts w:cs="Arial"/>
        </w:rPr>
      </w:pPr>
      <w:r w:rsidRPr="00EF7C34">
        <w:rPr>
          <w:rFonts w:cs="Arial"/>
        </w:rPr>
        <w:t>Le débit journalier de temps sec est compris entre 33 et 100 % du débit nominal de temps sec, et la limite supérieure du débit journalier de temps de pluie correspond à 100% du débit journalier nominale de temps de pluie.</w:t>
      </w:r>
    </w:p>
    <w:p w14:paraId="7AA021EA" w14:textId="77777777" w:rsidR="004F777A" w:rsidRPr="00EF7C34" w:rsidRDefault="004F777A" w:rsidP="00833589">
      <w:pPr>
        <w:keepNext w:val="0"/>
        <w:numPr>
          <w:ilvl w:val="0"/>
          <w:numId w:val="47"/>
        </w:numPr>
        <w:tabs>
          <w:tab w:val="left" w:pos="1320"/>
          <w:tab w:val="left" w:pos="3062"/>
          <w:tab w:val="left" w:pos="4382"/>
          <w:tab w:val="left" w:pos="5702"/>
        </w:tabs>
        <w:spacing w:before="120" w:line="280" w:lineRule="exact"/>
        <w:rPr>
          <w:rFonts w:cs="Arial"/>
        </w:rPr>
      </w:pPr>
      <w:r w:rsidRPr="00EF7C34">
        <w:rPr>
          <w:rFonts w:cs="Arial"/>
        </w:rPr>
        <w:t>Le débit horaire de pointe est inférieur ou égal au débit horaire de pointe nominal.</w:t>
      </w:r>
    </w:p>
    <w:p w14:paraId="6C42066A" w14:textId="77777777" w:rsidR="004F777A" w:rsidRPr="00EF7C34" w:rsidRDefault="004F777A" w:rsidP="00833589">
      <w:pPr>
        <w:keepNext w:val="0"/>
        <w:numPr>
          <w:ilvl w:val="0"/>
          <w:numId w:val="47"/>
        </w:numPr>
        <w:tabs>
          <w:tab w:val="left" w:pos="1320"/>
          <w:tab w:val="left" w:pos="3062"/>
          <w:tab w:val="left" w:pos="4382"/>
          <w:tab w:val="left" w:pos="5702"/>
        </w:tabs>
        <w:spacing w:before="120" w:line="280" w:lineRule="exact"/>
        <w:rPr>
          <w:rFonts w:cs="Arial"/>
        </w:rPr>
      </w:pPr>
      <w:r w:rsidRPr="00EF7C34">
        <w:rPr>
          <w:rFonts w:cs="Arial"/>
        </w:rPr>
        <w:t>L’augmentation, par rapport aux flux moyens admis sur les cinq jours précédents, des poids journaliers de pollution (DBO</w:t>
      </w:r>
      <w:r w:rsidRPr="00EF7C34">
        <w:rPr>
          <w:rFonts w:cs="Arial"/>
          <w:vertAlign w:val="subscript"/>
        </w:rPr>
        <w:t>5</w:t>
      </w:r>
      <w:r w:rsidRPr="00EF7C34">
        <w:rPr>
          <w:rFonts w:cs="Arial"/>
        </w:rPr>
        <w:t xml:space="preserve">, DCO, </w:t>
      </w:r>
      <w:proofErr w:type="spellStart"/>
      <w:r w:rsidRPr="00EF7C34">
        <w:rPr>
          <w:rFonts w:cs="Arial"/>
        </w:rPr>
        <w:t>MeS</w:t>
      </w:r>
      <w:proofErr w:type="spellEnd"/>
      <w:r w:rsidRPr="00EF7C34">
        <w:rPr>
          <w:rFonts w:cs="Arial"/>
        </w:rPr>
        <w:t>) reçus par l'installation un jour particulier n'est pas supérieur à 100 %.</w:t>
      </w:r>
    </w:p>
    <w:p w14:paraId="3BFD0CD0" w14:textId="77777777" w:rsidR="004F777A" w:rsidRPr="00EF7C34" w:rsidRDefault="004F777A" w:rsidP="00833589">
      <w:pPr>
        <w:keepNext w:val="0"/>
        <w:numPr>
          <w:ilvl w:val="0"/>
          <w:numId w:val="47"/>
        </w:numPr>
        <w:tabs>
          <w:tab w:val="left" w:pos="1320"/>
          <w:tab w:val="left" w:pos="3062"/>
          <w:tab w:val="left" w:pos="4382"/>
          <w:tab w:val="left" w:pos="5702"/>
        </w:tabs>
        <w:spacing w:before="120" w:line="280" w:lineRule="exact"/>
        <w:rPr>
          <w:rFonts w:cs="Arial"/>
        </w:rPr>
      </w:pPr>
      <w:r w:rsidRPr="00EF7C34">
        <w:rPr>
          <w:rFonts w:cs="Arial"/>
        </w:rPr>
        <w:t>L’augmentation, par rapport aux flux moyens admis sur les quinze jours précédents, des poids journaliers de pollution NTK reçus par l'installation un jour particulier n'est pas supérieur à 50 %.</w:t>
      </w:r>
    </w:p>
    <w:p w14:paraId="75E16E96" w14:textId="77777777" w:rsidR="004F777A" w:rsidRDefault="004F777A" w:rsidP="00833589">
      <w:pPr>
        <w:pStyle w:val="Paragraphedeliste"/>
        <w:numPr>
          <w:ilvl w:val="0"/>
          <w:numId w:val="48"/>
        </w:numPr>
        <w:rPr>
          <w:rFonts w:cs="Arial"/>
          <w:b/>
        </w:rPr>
      </w:pPr>
      <w:r w:rsidRPr="004F777A">
        <w:rPr>
          <w:rFonts w:cs="Arial"/>
          <w:b/>
        </w:rPr>
        <w:t xml:space="preserve">Conditions de </w:t>
      </w:r>
      <w:r>
        <w:rPr>
          <w:rFonts w:cs="Arial"/>
          <w:b/>
        </w:rPr>
        <w:t>composition moyenne de l’effluent</w:t>
      </w:r>
      <w:r w:rsidR="00B604B1">
        <w:rPr>
          <w:rFonts w:cs="Arial"/>
          <w:b/>
        </w:rPr>
        <w:t> :</w:t>
      </w:r>
    </w:p>
    <w:p w14:paraId="645C6754" w14:textId="77777777" w:rsidR="004F777A" w:rsidRPr="00EF7C34" w:rsidRDefault="004F777A" w:rsidP="00833589">
      <w:pPr>
        <w:keepNext w:val="0"/>
        <w:numPr>
          <w:ilvl w:val="0"/>
          <w:numId w:val="49"/>
        </w:numPr>
        <w:tabs>
          <w:tab w:val="left" w:pos="1320"/>
          <w:tab w:val="left" w:pos="3062"/>
          <w:tab w:val="left" w:pos="4382"/>
          <w:tab w:val="left" w:pos="5702"/>
        </w:tabs>
        <w:spacing w:before="120" w:line="280" w:lineRule="exact"/>
        <w:rPr>
          <w:rFonts w:cs="Arial"/>
        </w:rPr>
      </w:pPr>
      <w:r w:rsidRPr="00EF7C34">
        <w:rPr>
          <w:rFonts w:cs="Arial"/>
        </w:rPr>
        <w:t>La concentration moyenne en DBO</w:t>
      </w:r>
      <w:r w:rsidRPr="00EF7C34">
        <w:rPr>
          <w:rFonts w:cs="Arial"/>
          <w:vertAlign w:val="subscript"/>
        </w:rPr>
        <w:t>5</w:t>
      </w:r>
      <w:r w:rsidRPr="00EF7C34">
        <w:rPr>
          <w:rFonts w:cs="Arial"/>
        </w:rPr>
        <w:t xml:space="preserve">, DCO, MES, NTK, </w:t>
      </w:r>
      <w:proofErr w:type="spellStart"/>
      <w:r w:rsidRPr="00EF7C34">
        <w:rPr>
          <w:rFonts w:cs="Arial"/>
        </w:rPr>
        <w:t>Ptot</w:t>
      </w:r>
      <w:proofErr w:type="spellEnd"/>
      <w:r w:rsidRPr="00EF7C34">
        <w:rPr>
          <w:rFonts w:cs="Arial"/>
        </w:rPr>
        <w:t xml:space="preserve"> est comprise entre 33 et 125% de la concentration nominale de DBO</w:t>
      </w:r>
      <w:r w:rsidRPr="00EF7C34">
        <w:rPr>
          <w:rFonts w:cs="Arial"/>
          <w:vertAlign w:val="subscript"/>
        </w:rPr>
        <w:t>5</w:t>
      </w:r>
      <w:r w:rsidRPr="00EF7C34">
        <w:rPr>
          <w:rFonts w:cs="Arial"/>
        </w:rPr>
        <w:t xml:space="preserve">, DCO, MES, NTK, </w:t>
      </w:r>
      <w:proofErr w:type="spellStart"/>
      <w:r w:rsidRPr="00EF7C34">
        <w:rPr>
          <w:rFonts w:cs="Arial"/>
        </w:rPr>
        <w:t>Ptot</w:t>
      </w:r>
      <w:proofErr w:type="spellEnd"/>
      <w:r w:rsidRPr="00EF7C34">
        <w:rPr>
          <w:rFonts w:cs="Arial"/>
        </w:rPr>
        <w:t xml:space="preserve"> (rapport des charges nominales au débit journalier nominal).</w:t>
      </w:r>
    </w:p>
    <w:p w14:paraId="47F4DEA7" w14:textId="77777777" w:rsidR="004F777A" w:rsidRPr="00EF7C34" w:rsidRDefault="004F777A" w:rsidP="00833589">
      <w:pPr>
        <w:keepNext w:val="0"/>
        <w:numPr>
          <w:ilvl w:val="0"/>
          <w:numId w:val="49"/>
        </w:numPr>
        <w:tabs>
          <w:tab w:val="left" w:pos="1320"/>
          <w:tab w:val="left" w:pos="3062"/>
          <w:tab w:val="left" w:pos="4382"/>
          <w:tab w:val="left" w:pos="5702"/>
        </w:tabs>
        <w:spacing w:before="120" w:line="280" w:lineRule="exact"/>
        <w:rPr>
          <w:rFonts w:cs="Arial"/>
        </w:rPr>
      </w:pPr>
      <w:r w:rsidRPr="00EF7C34">
        <w:rPr>
          <w:rFonts w:cs="Arial"/>
        </w:rPr>
        <w:t>La concentration moyenne en azote organique et ammoniacal Kjeldahl est inférieure à 120 mg/l.</w:t>
      </w:r>
    </w:p>
    <w:p w14:paraId="180E7E0B" w14:textId="77777777" w:rsidR="004F777A" w:rsidRPr="00EF7C34" w:rsidRDefault="004F777A" w:rsidP="00833589">
      <w:pPr>
        <w:keepNext w:val="0"/>
        <w:numPr>
          <w:ilvl w:val="0"/>
          <w:numId w:val="49"/>
        </w:numPr>
        <w:tabs>
          <w:tab w:val="left" w:pos="1320"/>
          <w:tab w:val="left" w:pos="3062"/>
          <w:tab w:val="left" w:pos="4382"/>
          <w:tab w:val="left" w:pos="5702"/>
        </w:tabs>
        <w:spacing w:before="120" w:line="280" w:lineRule="exact"/>
        <w:rPr>
          <w:rFonts w:cs="Arial"/>
        </w:rPr>
      </w:pPr>
      <w:r w:rsidRPr="00EF7C34">
        <w:rPr>
          <w:rFonts w:cs="Arial"/>
        </w:rPr>
        <w:t>La concentration moyenne en DCO mesurée sur échantillon décanté deux heures est inférieure ou égale à 1200 mg/l</w:t>
      </w:r>
    </w:p>
    <w:p w14:paraId="7F062982" w14:textId="77777777" w:rsidR="004F777A" w:rsidRDefault="004F777A" w:rsidP="004F777A">
      <w:pPr>
        <w:rPr>
          <w:lang w:eastAsia="en-US"/>
        </w:rPr>
      </w:pPr>
    </w:p>
    <w:p w14:paraId="2A73654D" w14:textId="77777777" w:rsidR="004F777A" w:rsidRDefault="004F777A" w:rsidP="00833589">
      <w:pPr>
        <w:pStyle w:val="Paragraphedeliste"/>
        <w:numPr>
          <w:ilvl w:val="0"/>
          <w:numId w:val="48"/>
        </w:numPr>
        <w:rPr>
          <w:rFonts w:cs="Arial"/>
          <w:b/>
        </w:rPr>
      </w:pPr>
      <w:r>
        <w:rPr>
          <w:rFonts w:cs="Arial"/>
          <w:b/>
        </w:rPr>
        <w:t>Autres conditions</w:t>
      </w:r>
      <w:r w:rsidR="00B604B1">
        <w:rPr>
          <w:rFonts w:cs="Arial"/>
          <w:b/>
        </w:rPr>
        <w:t> :</w:t>
      </w:r>
    </w:p>
    <w:p w14:paraId="2802053A" w14:textId="77777777" w:rsidR="00D010B6" w:rsidRPr="00FA168E" w:rsidRDefault="00D010B6" w:rsidP="00833589">
      <w:pPr>
        <w:keepNext w:val="0"/>
        <w:widowControl w:val="0"/>
        <w:numPr>
          <w:ilvl w:val="0"/>
          <w:numId w:val="50"/>
        </w:numPr>
        <w:tabs>
          <w:tab w:val="left" w:pos="1320"/>
          <w:tab w:val="left" w:pos="3062"/>
          <w:tab w:val="left" w:pos="4382"/>
          <w:tab w:val="left" w:pos="5702"/>
        </w:tabs>
        <w:spacing w:before="120" w:line="280" w:lineRule="exact"/>
        <w:rPr>
          <w:rFonts w:cs="Arial"/>
          <w:szCs w:val="21"/>
        </w:rPr>
      </w:pPr>
      <w:r w:rsidRPr="00FA168E">
        <w:rPr>
          <w:rFonts w:cs="Arial"/>
          <w:szCs w:val="21"/>
        </w:rPr>
        <w:t>PH compris entre 5,5 et 8,5</w:t>
      </w:r>
    </w:p>
    <w:p w14:paraId="708F5C22" w14:textId="77777777" w:rsidR="00D010B6" w:rsidRDefault="00D010B6" w:rsidP="00833589">
      <w:pPr>
        <w:keepNext w:val="0"/>
        <w:widowControl w:val="0"/>
        <w:numPr>
          <w:ilvl w:val="0"/>
          <w:numId w:val="50"/>
        </w:numPr>
        <w:tabs>
          <w:tab w:val="left" w:pos="1320"/>
          <w:tab w:val="left" w:pos="3062"/>
          <w:tab w:val="left" w:pos="4382"/>
          <w:tab w:val="left" w:pos="5702"/>
        </w:tabs>
        <w:spacing w:before="120" w:line="280" w:lineRule="exact"/>
        <w:rPr>
          <w:rFonts w:cs="Arial"/>
          <w:szCs w:val="21"/>
        </w:rPr>
      </w:pPr>
      <w:r w:rsidRPr="00FA168E">
        <w:rPr>
          <w:rFonts w:cs="Arial"/>
          <w:szCs w:val="21"/>
        </w:rPr>
        <w:t>Température : inférieure à 25°C</w:t>
      </w:r>
    </w:p>
    <w:p w14:paraId="46CE6AEE" w14:textId="77777777" w:rsidR="00D010B6" w:rsidRPr="00FA168E" w:rsidRDefault="00D010B6" w:rsidP="00833589">
      <w:pPr>
        <w:keepNext w:val="0"/>
        <w:widowControl w:val="0"/>
        <w:numPr>
          <w:ilvl w:val="0"/>
          <w:numId w:val="50"/>
        </w:numPr>
        <w:tabs>
          <w:tab w:val="left" w:pos="1320"/>
          <w:tab w:val="left" w:pos="3062"/>
          <w:tab w:val="left" w:pos="4382"/>
          <w:tab w:val="left" w:pos="5702"/>
        </w:tabs>
        <w:spacing w:before="120" w:line="280" w:lineRule="exact"/>
        <w:rPr>
          <w:rFonts w:cs="Arial"/>
          <w:szCs w:val="21"/>
        </w:rPr>
      </w:pPr>
      <w:r w:rsidRPr="00FA168E">
        <w:rPr>
          <w:rFonts w:cs="Arial"/>
          <w:szCs w:val="21"/>
        </w:rPr>
        <w:t>Concentrations moyennes durant l’heure la plus chargée</w:t>
      </w:r>
    </w:p>
    <w:p w14:paraId="77E8F98F" w14:textId="77777777" w:rsidR="00D010B6" w:rsidRPr="00FA168E" w:rsidRDefault="00D010B6" w:rsidP="00833589">
      <w:pPr>
        <w:keepNext w:val="0"/>
        <w:widowControl w:val="0"/>
        <w:numPr>
          <w:ilvl w:val="0"/>
          <w:numId w:val="52"/>
        </w:numPr>
        <w:tabs>
          <w:tab w:val="left" w:pos="1320"/>
          <w:tab w:val="left" w:pos="3062"/>
          <w:tab w:val="left" w:pos="4382"/>
          <w:tab w:val="left" w:pos="5702"/>
        </w:tabs>
        <w:spacing w:before="120" w:line="280" w:lineRule="exact"/>
        <w:rPr>
          <w:rFonts w:cs="Arial"/>
          <w:szCs w:val="21"/>
        </w:rPr>
      </w:pPr>
      <w:r w:rsidRPr="00FA168E">
        <w:rPr>
          <w:rFonts w:cs="Arial"/>
          <w:szCs w:val="21"/>
        </w:rPr>
        <w:t xml:space="preserve">Cyanures </w:t>
      </w:r>
      <w:r w:rsidRPr="00FA168E">
        <w:rPr>
          <w:rFonts w:cs="Arial"/>
          <w:szCs w:val="21"/>
        </w:rPr>
        <w:tab/>
      </w:r>
      <w:r w:rsidRPr="00FA168E">
        <w:rPr>
          <w:rFonts w:cs="Arial"/>
          <w:szCs w:val="21"/>
        </w:rPr>
        <w:tab/>
      </w:r>
      <w:r w:rsidRPr="00FA168E">
        <w:rPr>
          <w:rFonts w:cs="Arial"/>
          <w:szCs w:val="21"/>
        </w:rPr>
        <w:tab/>
        <w:t xml:space="preserve">inférieurs à </w:t>
      </w:r>
      <w:r w:rsidRPr="00FA168E">
        <w:rPr>
          <w:rFonts w:cs="Arial"/>
          <w:szCs w:val="21"/>
        </w:rPr>
        <w:tab/>
      </w:r>
      <w:r w:rsidRPr="00FA168E">
        <w:rPr>
          <w:rFonts w:cs="Arial"/>
          <w:szCs w:val="21"/>
        </w:rPr>
        <w:tab/>
        <w:t>0,5 mg/l</w:t>
      </w:r>
    </w:p>
    <w:p w14:paraId="3FBADFA1" w14:textId="77777777" w:rsidR="00D010B6" w:rsidRPr="00FA168E" w:rsidRDefault="00D010B6" w:rsidP="00833589">
      <w:pPr>
        <w:keepNext w:val="0"/>
        <w:widowControl w:val="0"/>
        <w:numPr>
          <w:ilvl w:val="0"/>
          <w:numId w:val="52"/>
        </w:numPr>
        <w:tabs>
          <w:tab w:val="left" w:pos="1320"/>
          <w:tab w:val="left" w:pos="3062"/>
          <w:tab w:val="left" w:pos="5670"/>
          <w:tab w:val="left" w:pos="5702"/>
        </w:tabs>
        <w:spacing w:before="120" w:line="280" w:lineRule="exact"/>
        <w:rPr>
          <w:rFonts w:cs="Arial"/>
          <w:szCs w:val="21"/>
        </w:rPr>
      </w:pPr>
      <w:r w:rsidRPr="00FA168E">
        <w:rPr>
          <w:rFonts w:cs="Arial"/>
          <w:szCs w:val="21"/>
        </w:rPr>
        <w:t xml:space="preserve">Chrome hexavalent </w:t>
      </w:r>
      <w:r w:rsidRPr="00FA168E">
        <w:rPr>
          <w:rFonts w:cs="Arial"/>
          <w:szCs w:val="21"/>
        </w:rPr>
        <w:tab/>
      </w:r>
      <w:r w:rsidRPr="00FA168E">
        <w:rPr>
          <w:rFonts w:cs="Arial"/>
          <w:szCs w:val="21"/>
        </w:rPr>
        <w:tab/>
        <w:t xml:space="preserve">inférieurs à </w:t>
      </w:r>
      <w:r w:rsidRPr="00FA168E">
        <w:rPr>
          <w:rFonts w:cs="Arial"/>
          <w:szCs w:val="21"/>
        </w:rPr>
        <w:tab/>
      </w:r>
      <w:r w:rsidRPr="00FA168E">
        <w:rPr>
          <w:rFonts w:cs="Arial"/>
          <w:szCs w:val="21"/>
        </w:rPr>
        <w:tab/>
        <w:t>0,2 mg/l</w:t>
      </w:r>
    </w:p>
    <w:p w14:paraId="7F2206EA" w14:textId="77777777" w:rsidR="00D010B6" w:rsidRPr="00FA168E" w:rsidRDefault="00D010B6" w:rsidP="00833589">
      <w:pPr>
        <w:keepNext w:val="0"/>
        <w:widowControl w:val="0"/>
        <w:numPr>
          <w:ilvl w:val="0"/>
          <w:numId w:val="52"/>
        </w:numPr>
        <w:tabs>
          <w:tab w:val="left" w:pos="1320"/>
          <w:tab w:val="left" w:pos="3062"/>
          <w:tab w:val="left" w:pos="4382"/>
          <w:tab w:val="left" w:pos="5702"/>
        </w:tabs>
        <w:spacing w:before="120" w:line="280" w:lineRule="exact"/>
        <w:rPr>
          <w:rFonts w:cs="Arial"/>
          <w:szCs w:val="21"/>
        </w:rPr>
      </w:pPr>
      <w:proofErr w:type="gramStart"/>
      <w:r w:rsidRPr="00FA168E">
        <w:rPr>
          <w:rFonts w:cs="Arial"/>
          <w:szCs w:val="21"/>
        </w:rPr>
        <w:t xml:space="preserve">Mercure </w:t>
      </w:r>
      <w:r w:rsidRPr="00FA168E">
        <w:rPr>
          <w:rFonts w:cs="Arial"/>
          <w:szCs w:val="21"/>
        </w:rPr>
        <w:tab/>
      </w:r>
      <w:r w:rsidRPr="00FA168E">
        <w:rPr>
          <w:rFonts w:cs="Arial"/>
          <w:szCs w:val="21"/>
        </w:rPr>
        <w:tab/>
      </w:r>
      <w:r w:rsidRPr="00FA168E">
        <w:rPr>
          <w:rFonts w:cs="Arial"/>
          <w:szCs w:val="21"/>
        </w:rPr>
        <w:tab/>
        <w:t>inférieurs</w:t>
      </w:r>
      <w:proofErr w:type="gramEnd"/>
      <w:r w:rsidRPr="00FA168E">
        <w:rPr>
          <w:rFonts w:cs="Arial"/>
          <w:szCs w:val="21"/>
        </w:rPr>
        <w:t xml:space="preserve"> à </w:t>
      </w:r>
      <w:r w:rsidRPr="00FA168E">
        <w:rPr>
          <w:rFonts w:cs="Arial"/>
          <w:szCs w:val="21"/>
        </w:rPr>
        <w:tab/>
      </w:r>
      <w:r w:rsidRPr="00FA168E">
        <w:rPr>
          <w:rFonts w:cs="Arial"/>
          <w:szCs w:val="21"/>
        </w:rPr>
        <w:tab/>
        <w:t>0,2 mg/l</w:t>
      </w:r>
    </w:p>
    <w:p w14:paraId="577040A2" w14:textId="77777777" w:rsidR="00D010B6" w:rsidRPr="00FA168E" w:rsidRDefault="00D010B6" w:rsidP="00833589">
      <w:pPr>
        <w:keepNext w:val="0"/>
        <w:widowControl w:val="0"/>
        <w:numPr>
          <w:ilvl w:val="0"/>
          <w:numId w:val="52"/>
        </w:numPr>
        <w:tabs>
          <w:tab w:val="left" w:pos="1320"/>
          <w:tab w:val="left" w:pos="3062"/>
          <w:tab w:val="left" w:pos="4382"/>
          <w:tab w:val="left" w:pos="5702"/>
        </w:tabs>
        <w:spacing w:before="120" w:line="280" w:lineRule="exact"/>
        <w:rPr>
          <w:rFonts w:cs="Arial"/>
          <w:szCs w:val="21"/>
        </w:rPr>
      </w:pPr>
      <w:r w:rsidRPr="00FA168E">
        <w:rPr>
          <w:rFonts w:cs="Arial"/>
          <w:szCs w:val="21"/>
        </w:rPr>
        <w:t>Métaux lourds (</w:t>
      </w:r>
      <w:proofErr w:type="spellStart"/>
      <w:r w:rsidRPr="00FA168E">
        <w:rPr>
          <w:rFonts w:cs="Arial"/>
          <w:szCs w:val="21"/>
        </w:rPr>
        <w:t>Zn+Pb+Cd+Cr+Cu+Hg+Ni</w:t>
      </w:r>
      <w:proofErr w:type="spellEnd"/>
      <w:r w:rsidRPr="00FA168E">
        <w:rPr>
          <w:rFonts w:cs="Arial"/>
          <w:szCs w:val="21"/>
        </w:rPr>
        <w:t>)</w:t>
      </w:r>
      <w:r w:rsidRPr="00FA168E">
        <w:rPr>
          <w:rFonts w:cs="Arial"/>
          <w:szCs w:val="21"/>
        </w:rPr>
        <w:tab/>
        <w:t xml:space="preserve">inférieurs à </w:t>
      </w:r>
      <w:r w:rsidRPr="00FA168E">
        <w:rPr>
          <w:rFonts w:cs="Arial"/>
          <w:szCs w:val="21"/>
        </w:rPr>
        <w:tab/>
      </w:r>
      <w:r w:rsidRPr="00FA168E">
        <w:rPr>
          <w:rFonts w:cs="Arial"/>
          <w:szCs w:val="21"/>
        </w:rPr>
        <w:tab/>
        <w:t>10 mg/l</w:t>
      </w:r>
    </w:p>
    <w:p w14:paraId="086C69FC" w14:textId="77777777" w:rsidR="00D010B6" w:rsidRPr="00FA168E" w:rsidRDefault="00D010B6" w:rsidP="00833589">
      <w:pPr>
        <w:keepNext w:val="0"/>
        <w:widowControl w:val="0"/>
        <w:numPr>
          <w:ilvl w:val="0"/>
          <w:numId w:val="52"/>
        </w:numPr>
        <w:tabs>
          <w:tab w:val="left" w:pos="1320"/>
          <w:tab w:val="left" w:pos="3062"/>
          <w:tab w:val="left" w:pos="4382"/>
          <w:tab w:val="left" w:pos="5702"/>
        </w:tabs>
        <w:spacing w:before="120" w:line="280" w:lineRule="exact"/>
        <w:rPr>
          <w:rFonts w:cs="Arial"/>
          <w:szCs w:val="21"/>
        </w:rPr>
      </w:pPr>
      <w:r w:rsidRPr="00FA168E">
        <w:rPr>
          <w:rFonts w:cs="Arial"/>
          <w:szCs w:val="21"/>
        </w:rPr>
        <w:lastRenderedPageBreak/>
        <w:t>Chacun des métaux lourds</w:t>
      </w:r>
      <w:r w:rsidRPr="00FA168E">
        <w:rPr>
          <w:rFonts w:cs="Arial"/>
          <w:szCs w:val="21"/>
        </w:rPr>
        <w:tab/>
      </w:r>
      <w:r w:rsidRPr="00FA168E">
        <w:rPr>
          <w:rFonts w:cs="Arial"/>
          <w:szCs w:val="21"/>
        </w:rPr>
        <w:tab/>
        <w:t xml:space="preserve">inférieurs à </w:t>
      </w:r>
      <w:r w:rsidRPr="00FA168E">
        <w:rPr>
          <w:rFonts w:cs="Arial"/>
          <w:szCs w:val="21"/>
        </w:rPr>
        <w:tab/>
      </w:r>
      <w:r w:rsidRPr="00FA168E">
        <w:rPr>
          <w:rFonts w:cs="Arial"/>
          <w:szCs w:val="21"/>
        </w:rPr>
        <w:tab/>
        <w:t>2 mg/l</w:t>
      </w:r>
    </w:p>
    <w:p w14:paraId="422AA7F0" w14:textId="77777777" w:rsidR="00D010B6" w:rsidRPr="00FA168E" w:rsidRDefault="00D010B6" w:rsidP="00833589">
      <w:pPr>
        <w:keepNext w:val="0"/>
        <w:widowControl w:val="0"/>
        <w:numPr>
          <w:ilvl w:val="0"/>
          <w:numId w:val="52"/>
        </w:numPr>
        <w:tabs>
          <w:tab w:val="left" w:pos="1320"/>
          <w:tab w:val="left" w:pos="3062"/>
          <w:tab w:val="left" w:pos="4382"/>
          <w:tab w:val="left" w:pos="5702"/>
        </w:tabs>
        <w:spacing w:before="120" w:line="280" w:lineRule="exact"/>
        <w:rPr>
          <w:rFonts w:cs="Arial"/>
          <w:szCs w:val="21"/>
        </w:rPr>
      </w:pPr>
      <w:r w:rsidRPr="00FA168E">
        <w:rPr>
          <w:rFonts w:cs="Arial"/>
          <w:szCs w:val="21"/>
        </w:rPr>
        <w:t xml:space="preserve">Phénols </w:t>
      </w:r>
      <w:r w:rsidRPr="00FA168E">
        <w:rPr>
          <w:rFonts w:cs="Arial"/>
          <w:szCs w:val="21"/>
        </w:rPr>
        <w:tab/>
      </w:r>
      <w:r w:rsidRPr="00FA168E">
        <w:rPr>
          <w:rFonts w:cs="Arial"/>
          <w:szCs w:val="21"/>
        </w:rPr>
        <w:tab/>
      </w:r>
      <w:r w:rsidRPr="00FA168E">
        <w:rPr>
          <w:rFonts w:cs="Arial"/>
          <w:szCs w:val="21"/>
        </w:rPr>
        <w:tab/>
        <w:t xml:space="preserve">inférieurs à </w:t>
      </w:r>
      <w:r w:rsidRPr="00FA168E">
        <w:rPr>
          <w:rFonts w:cs="Arial"/>
          <w:szCs w:val="21"/>
        </w:rPr>
        <w:tab/>
      </w:r>
      <w:r w:rsidRPr="00FA168E">
        <w:rPr>
          <w:rFonts w:cs="Arial"/>
          <w:szCs w:val="21"/>
        </w:rPr>
        <w:tab/>
        <w:t>5 mg/l</w:t>
      </w:r>
    </w:p>
    <w:p w14:paraId="79796F49" w14:textId="77777777" w:rsidR="00D010B6" w:rsidRPr="00FA168E" w:rsidRDefault="00D010B6" w:rsidP="00833589">
      <w:pPr>
        <w:keepNext w:val="0"/>
        <w:widowControl w:val="0"/>
        <w:numPr>
          <w:ilvl w:val="0"/>
          <w:numId w:val="52"/>
        </w:numPr>
        <w:tabs>
          <w:tab w:val="left" w:pos="1320"/>
          <w:tab w:val="left" w:pos="3062"/>
          <w:tab w:val="left" w:pos="4382"/>
          <w:tab w:val="left" w:pos="5702"/>
        </w:tabs>
        <w:spacing w:before="120" w:after="240" w:line="280" w:lineRule="exact"/>
        <w:rPr>
          <w:rFonts w:cs="Arial"/>
          <w:szCs w:val="21"/>
        </w:rPr>
      </w:pPr>
      <w:r w:rsidRPr="00FA168E">
        <w:rPr>
          <w:rFonts w:cs="Arial"/>
          <w:szCs w:val="21"/>
        </w:rPr>
        <w:t xml:space="preserve">Hydrocarbures totaux (AFNOR NFT90114) </w:t>
      </w:r>
      <w:r w:rsidRPr="00FA168E">
        <w:rPr>
          <w:rFonts w:cs="Arial"/>
          <w:szCs w:val="21"/>
        </w:rPr>
        <w:tab/>
        <w:t xml:space="preserve">inférieurs à </w:t>
      </w:r>
      <w:r w:rsidRPr="00FA168E">
        <w:rPr>
          <w:rFonts w:cs="Arial"/>
          <w:szCs w:val="21"/>
        </w:rPr>
        <w:tab/>
      </w:r>
      <w:r w:rsidRPr="00FA168E">
        <w:rPr>
          <w:rFonts w:cs="Arial"/>
          <w:szCs w:val="21"/>
        </w:rPr>
        <w:tab/>
        <w:t>30 mg/l</w:t>
      </w:r>
    </w:p>
    <w:p w14:paraId="42AF4033" w14:textId="77777777" w:rsidR="00D010B6" w:rsidRPr="00FA168E" w:rsidRDefault="004F777A" w:rsidP="00833589">
      <w:pPr>
        <w:keepNext w:val="0"/>
        <w:widowControl w:val="0"/>
        <w:numPr>
          <w:ilvl w:val="0"/>
          <w:numId w:val="50"/>
        </w:numPr>
        <w:tabs>
          <w:tab w:val="left" w:pos="1320"/>
          <w:tab w:val="left" w:pos="3062"/>
          <w:tab w:val="left" w:pos="4382"/>
          <w:tab w:val="left" w:pos="5702"/>
        </w:tabs>
        <w:spacing w:before="120" w:line="280" w:lineRule="exact"/>
        <w:rPr>
          <w:rFonts w:cs="Arial"/>
          <w:szCs w:val="21"/>
        </w:rPr>
      </w:pPr>
      <w:r w:rsidRPr="00D010B6">
        <w:rPr>
          <w:rFonts w:cs="Arial"/>
          <w:szCs w:val="21"/>
        </w:rPr>
        <w:t>Rapport D</w:t>
      </w:r>
      <w:r w:rsidR="00D010B6" w:rsidRPr="00D010B6">
        <w:rPr>
          <w:rFonts w:cs="Arial"/>
          <w:szCs w:val="21"/>
        </w:rPr>
        <w:t xml:space="preserve">CO/DBO5 est inférieur ou égal à2, </w:t>
      </w:r>
      <w:r w:rsidR="00D010B6" w:rsidRPr="00FA168E">
        <w:rPr>
          <w:rFonts w:cs="Arial"/>
          <w:szCs w:val="21"/>
        </w:rPr>
        <w:t>Rapport DCO/NTK est compris entre 7 et 20, sans jamais être inférieur à 80 % de la valeur nominale du rapport</w:t>
      </w:r>
    </w:p>
    <w:p w14:paraId="583EC7F5" w14:textId="77777777" w:rsidR="00D010B6" w:rsidRPr="00FA168E" w:rsidRDefault="00D010B6" w:rsidP="00833589">
      <w:pPr>
        <w:keepNext w:val="0"/>
        <w:widowControl w:val="0"/>
        <w:numPr>
          <w:ilvl w:val="0"/>
          <w:numId w:val="50"/>
        </w:numPr>
        <w:tabs>
          <w:tab w:val="left" w:pos="1320"/>
          <w:tab w:val="left" w:pos="3062"/>
          <w:tab w:val="left" w:pos="4382"/>
          <w:tab w:val="left" w:pos="5702"/>
        </w:tabs>
        <w:spacing w:before="120" w:line="280" w:lineRule="exact"/>
        <w:rPr>
          <w:rFonts w:cs="Arial"/>
          <w:szCs w:val="21"/>
        </w:rPr>
      </w:pPr>
      <w:r w:rsidRPr="00FA168E">
        <w:rPr>
          <w:rFonts w:cs="Arial"/>
          <w:szCs w:val="21"/>
        </w:rPr>
        <w:t xml:space="preserve">Rapport DCO/P </w:t>
      </w:r>
      <w:r w:rsidRPr="00D010B6">
        <w:rPr>
          <w:rFonts w:cs="Arial"/>
          <w:szCs w:val="21"/>
        </w:rPr>
        <w:t>total</w:t>
      </w:r>
      <w:r w:rsidRPr="00FA168E">
        <w:rPr>
          <w:rFonts w:cs="Arial"/>
          <w:szCs w:val="21"/>
        </w:rPr>
        <w:t xml:space="preserve"> est compris entre 25 et 100, sans jamais être inférieur à 80 % de la valeur nominale du rapport</w:t>
      </w:r>
    </w:p>
    <w:p w14:paraId="7B89DD43" w14:textId="77777777" w:rsidR="00D010B6" w:rsidRPr="00FA168E" w:rsidRDefault="00D010B6" w:rsidP="00833589">
      <w:pPr>
        <w:keepNext w:val="0"/>
        <w:widowControl w:val="0"/>
        <w:numPr>
          <w:ilvl w:val="0"/>
          <w:numId w:val="50"/>
        </w:numPr>
        <w:tabs>
          <w:tab w:val="left" w:pos="1320"/>
          <w:tab w:val="left" w:pos="3062"/>
          <w:tab w:val="left" w:pos="4382"/>
          <w:tab w:val="left" w:pos="5702"/>
        </w:tabs>
        <w:spacing w:before="120" w:line="280" w:lineRule="exact"/>
        <w:rPr>
          <w:rFonts w:cs="Arial"/>
          <w:szCs w:val="21"/>
        </w:rPr>
      </w:pPr>
      <w:r w:rsidRPr="00FA168E">
        <w:rPr>
          <w:rFonts w:cs="Arial"/>
          <w:szCs w:val="21"/>
        </w:rPr>
        <w:t>Le rapport d’alcalinité de l’effluent exprimé en kg de CaCO</w:t>
      </w:r>
      <w:r w:rsidRPr="00D010B6">
        <w:rPr>
          <w:rFonts w:cs="Arial"/>
          <w:szCs w:val="21"/>
        </w:rPr>
        <w:t>3</w:t>
      </w:r>
      <w:r w:rsidRPr="00FA168E">
        <w:rPr>
          <w:rFonts w:cs="Arial"/>
          <w:szCs w:val="21"/>
        </w:rPr>
        <w:t xml:space="preserve"> à l’azote à nitrifier et dénitrifier n'est pas inférieur à 3,5 en moyenne journalière.</w:t>
      </w:r>
    </w:p>
    <w:p w14:paraId="72FA5CAE" w14:textId="77777777" w:rsidR="004F777A" w:rsidRPr="00EF7C34" w:rsidRDefault="004F777A" w:rsidP="00833589">
      <w:pPr>
        <w:keepNext w:val="0"/>
        <w:numPr>
          <w:ilvl w:val="0"/>
          <w:numId w:val="50"/>
        </w:numPr>
        <w:tabs>
          <w:tab w:val="left" w:pos="1320"/>
          <w:tab w:val="left" w:pos="3062"/>
          <w:tab w:val="left" w:pos="4382"/>
          <w:tab w:val="left" w:pos="5702"/>
        </w:tabs>
        <w:spacing w:before="120" w:line="280" w:lineRule="exact"/>
        <w:rPr>
          <w:rFonts w:cs="Arial"/>
        </w:rPr>
      </w:pPr>
      <w:r w:rsidRPr="00EF7C34">
        <w:rPr>
          <w:rFonts w:cs="Arial"/>
        </w:rPr>
        <w:t>Les méthodes de mesures sont celles des normes AFNOR : NFT 90-008 ; NFT 90-012 ; NFT 90-013 ; NFT 90-014 ; NFT 90-015 ; NFT 90-022 ; NFT 90-023 ; NFT 90-101 ; NFT 90-103 ; NFT 90-105 ; NFT 90-110 ;</w:t>
      </w:r>
    </w:p>
    <w:p w14:paraId="09C27D78" w14:textId="77777777" w:rsidR="004F777A" w:rsidRPr="004F777A" w:rsidRDefault="00E27C5D" w:rsidP="004F777A">
      <w:pPr>
        <w:pStyle w:val="Titre2"/>
      </w:pPr>
      <w:bookmarkStart w:id="14" w:name="_Toc191898461"/>
      <w:r>
        <w:t>Qualité du traitement</w:t>
      </w:r>
      <w:bookmarkEnd w:id="14"/>
    </w:p>
    <w:p w14:paraId="05541A9F" w14:textId="77777777" w:rsidR="004F777A" w:rsidRDefault="004F777A" w:rsidP="005C68A9">
      <w:pPr>
        <w:pStyle w:val="Figure"/>
        <w:keepNext w:val="0"/>
        <w:keepLines w:val="0"/>
        <w:ind w:left="0"/>
        <w:rPr>
          <w:szCs w:val="21"/>
        </w:rPr>
      </w:pPr>
      <w:r>
        <w:rPr>
          <w:szCs w:val="21"/>
        </w:rPr>
        <w:t>Les</w:t>
      </w:r>
      <w:r w:rsidR="00E27C5D">
        <w:rPr>
          <w:szCs w:val="21"/>
        </w:rPr>
        <w:t xml:space="preserve"> garanties </w:t>
      </w:r>
      <w:r>
        <w:rPr>
          <w:szCs w:val="21"/>
        </w:rPr>
        <w:t xml:space="preserve"> de traitement liées </w:t>
      </w:r>
      <w:r w:rsidR="00E27C5D">
        <w:rPr>
          <w:szCs w:val="21"/>
        </w:rPr>
        <w:t>à l</w:t>
      </w:r>
      <w:r w:rsidR="00B97BDA">
        <w:rPr>
          <w:szCs w:val="21"/>
        </w:rPr>
        <w:t>’intervention sur la recirculation sont liés au respect des normes de rejet indiqués dans l’arrêté du 21 juillet 2015.</w:t>
      </w:r>
    </w:p>
    <w:p w14:paraId="068DF7D1" w14:textId="77777777" w:rsidR="004F777A" w:rsidRDefault="00E27C5D" w:rsidP="005C68A9">
      <w:pPr>
        <w:pStyle w:val="Figure"/>
        <w:keepNext w:val="0"/>
        <w:keepLines w:val="0"/>
        <w:ind w:left="0"/>
        <w:rPr>
          <w:szCs w:val="21"/>
        </w:rPr>
      </w:pPr>
      <w:r w:rsidRPr="00EF7C34">
        <w:t>Ces valeurs sont à respecter 95% du temps sur les bilans 24 heures.</w:t>
      </w:r>
    </w:p>
    <w:p w14:paraId="0F68CD4B" w14:textId="77777777" w:rsidR="00E27C5D" w:rsidRPr="004F777A" w:rsidRDefault="00E27C5D" w:rsidP="00E27C5D">
      <w:pPr>
        <w:pStyle w:val="Titre2"/>
      </w:pPr>
      <w:bookmarkStart w:id="15" w:name="_Toc191898462"/>
      <w:r>
        <w:t>Qualité des boues</w:t>
      </w:r>
      <w:bookmarkEnd w:id="15"/>
    </w:p>
    <w:p w14:paraId="42986AD9" w14:textId="77777777" w:rsidR="00E27C5D" w:rsidRPr="00E27C5D" w:rsidRDefault="00E27C5D" w:rsidP="00E27C5D">
      <w:pPr>
        <w:pStyle w:val="Figure"/>
        <w:keepNext w:val="0"/>
        <w:keepLines w:val="0"/>
        <w:ind w:left="0"/>
        <w:rPr>
          <w:szCs w:val="21"/>
        </w:rPr>
      </w:pPr>
      <w:r>
        <w:rPr>
          <w:szCs w:val="21"/>
        </w:rPr>
        <w:t>Les garanties  de traitement liées à la mise en place de la minéralisation des boues sur LSPR sont définis de la façon suivante :</w:t>
      </w:r>
    </w:p>
    <w:p w14:paraId="6C47CDF0" w14:textId="77777777" w:rsidR="00E27C5D" w:rsidRPr="00EF7C34" w:rsidRDefault="00E27C5D" w:rsidP="00E27C5D">
      <w:pPr>
        <w:rPr>
          <w:rFonts w:cs="Arial"/>
          <w:b/>
          <w:szCs w:val="20"/>
        </w:rPr>
      </w:pPr>
      <w:r w:rsidRPr="00EF7C34">
        <w:rPr>
          <w:rFonts w:cs="Arial"/>
          <w:b/>
          <w:szCs w:val="20"/>
        </w:rPr>
        <w:t>Concentration minimale en matières en suspension :</w:t>
      </w:r>
    </w:p>
    <w:p w14:paraId="19B4587E" w14:textId="77777777" w:rsidR="00E27C5D" w:rsidRPr="00EF7C34" w:rsidRDefault="00E27C5D" w:rsidP="00E27C5D">
      <w:pPr>
        <w:rPr>
          <w:rFonts w:cs="Arial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127"/>
      </w:tblGrid>
      <w:tr w:rsidR="00E27C5D" w:rsidRPr="00EF7C34" w14:paraId="04D59CE0" w14:textId="77777777" w:rsidTr="009623C6">
        <w:tc>
          <w:tcPr>
            <w:tcW w:w="6733" w:type="dxa"/>
          </w:tcPr>
          <w:p w14:paraId="36B38741" w14:textId="77777777" w:rsidR="00E27C5D" w:rsidRPr="00EF7C34" w:rsidRDefault="00E27C5D" w:rsidP="009623C6">
            <w:pPr>
              <w:ind w:left="284" w:right="1206"/>
              <w:rPr>
                <w:rFonts w:cs="Arial"/>
                <w:szCs w:val="20"/>
              </w:rPr>
            </w:pPr>
            <w:r w:rsidRPr="00EF7C34">
              <w:rPr>
                <w:rFonts w:cs="Arial"/>
                <w:szCs w:val="20"/>
              </w:rPr>
              <w:t xml:space="preserve">La concentration moyenne en matières sèches des boues </w:t>
            </w:r>
            <w:r>
              <w:rPr>
                <w:rFonts w:cs="Arial"/>
              </w:rPr>
              <w:t>épaissies</w:t>
            </w:r>
            <w:r w:rsidR="00EB4821">
              <w:rPr>
                <w:rFonts w:cs="Arial"/>
              </w:rPr>
              <w:t xml:space="preserve"> au bout de 5 ans de stockage</w:t>
            </w:r>
            <w:r w:rsidRPr="00EF7C34">
              <w:rPr>
                <w:rFonts w:cs="Arial"/>
                <w:szCs w:val="20"/>
              </w:rPr>
              <w:t> :</w:t>
            </w:r>
          </w:p>
        </w:tc>
        <w:tc>
          <w:tcPr>
            <w:tcW w:w="2127" w:type="dxa"/>
            <w:vAlign w:val="center"/>
          </w:tcPr>
          <w:p w14:paraId="2058AC45" w14:textId="77777777" w:rsidR="00E27C5D" w:rsidRPr="00EF7C34" w:rsidRDefault="00E27C5D" w:rsidP="00E27C5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</w:rPr>
              <w:t>250</w:t>
            </w:r>
            <w:r w:rsidRPr="00EF7C34">
              <w:rPr>
                <w:rFonts w:cs="Arial"/>
                <w:szCs w:val="20"/>
              </w:rPr>
              <w:t xml:space="preserve"> g/l +/- </w:t>
            </w:r>
            <w:r>
              <w:rPr>
                <w:rFonts w:cs="Arial"/>
                <w:szCs w:val="20"/>
              </w:rPr>
              <w:t>20</w:t>
            </w:r>
            <w:r w:rsidRPr="00EF7C34">
              <w:rPr>
                <w:rFonts w:cs="Arial"/>
                <w:szCs w:val="20"/>
              </w:rPr>
              <w:t>%</w:t>
            </w:r>
          </w:p>
        </w:tc>
      </w:tr>
    </w:tbl>
    <w:p w14:paraId="11EFEDA2" w14:textId="77777777" w:rsidR="00E27C5D" w:rsidRDefault="00E27C5D" w:rsidP="00E27C5D">
      <w:pPr>
        <w:pStyle w:val="Titre1"/>
      </w:pPr>
      <w:bookmarkStart w:id="16" w:name="_Toc191898463"/>
      <w:r>
        <w:t>aRTICLE III : Efficacité des ouvrages</w:t>
      </w:r>
      <w:bookmarkEnd w:id="16"/>
    </w:p>
    <w:p w14:paraId="3C7C126E" w14:textId="77777777" w:rsidR="00E27C5D" w:rsidRDefault="00E27C5D" w:rsidP="00E27C5D">
      <w:pPr>
        <w:pStyle w:val="Titre2"/>
      </w:pPr>
      <w:bookmarkStart w:id="17" w:name="_Toc191898464"/>
      <w:r>
        <w:t>Instrumentation</w:t>
      </w:r>
      <w:bookmarkEnd w:id="17"/>
    </w:p>
    <w:p w14:paraId="7EDBD0BC" w14:textId="77777777" w:rsidR="00E27C5D" w:rsidRPr="00E27C5D" w:rsidRDefault="00E27C5D" w:rsidP="00E27C5D">
      <w:pPr>
        <w:rPr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2339"/>
      </w:tblGrid>
      <w:tr w:rsidR="00E27C5D" w:rsidRPr="00EF7C34" w14:paraId="125FA9B9" w14:textId="77777777" w:rsidTr="00E27C5D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14:paraId="51E3C723" w14:textId="77777777" w:rsidR="00E27C5D" w:rsidRPr="00EF7C34" w:rsidRDefault="00E27C5D" w:rsidP="00833589">
            <w:pPr>
              <w:keepNext w:val="0"/>
              <w:numPr>
                <w:ilvl w:val="0"/>
                <w:numId w:val="51"/>
              </w:numPr>
              <w:tabs>
                <w:tab w:val="left" w:pos="1320"/>
                <w:tab w:val="left" w:pos="3062"/>
                <w:tab w:val="left" w:pos="4382"/>
                <w:tab w:val="left" w:pos="5702"/>
              </w:tabs>
              <w:spacing w:line="280" w:lineRule="exact"/>
              <w:ind w:right="1206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Précision de la sonde de mesure </w:t>
            </w:r>
            <w:r w:rsidRPr="00EF7C34">
              <w:rPr>
                <w:rFonts w:cs="Arial"/>
                <w:szCs w:val="20"/>
              </w:rPr>
              <w:t>:</w:t>
            </w:r>
          </w:p>
        </w:tc>
        <w:tc>
          <w:tcPr>
            <w:tcW w:w="2339" w:type="dxa"/>
            <w:tcBorders>
              <w:left w:val="single" w:sz="4" w:space="0" w:color="auto"/>
            </w:tcBorders>
          </w:tcPr>
          <w:p w14:paraId="2A5B79E2" w14:textId="77777777" w:rsidR="00E27C5D" w:rsidRPr="00EF7C34" w:rsidRDefault="00E27C5D" w:rsidP="00E27C5D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               ………… mm +/-                  ………… %</w:t>
            </w:r>
            <w:r w:rsidRPr="00001408">
              <w:t xml:space="preserve"> de la distance mesurée</w:t>
            </w:r>
          </w:p>
        </w:tc>
      </w:tr>
    </w:tbl>
    <w:p w14:paraId="7AFED0C8" w14:textId="77777777" w:rsidR="00C7791D" w:rsidRDefault="00C7791D" w:rsidP="00D279D9">
      <w:pPr>
        <w:keepNext w:val="0"/>
        <w:tabs>
          <w:tab w:val="left" w:pos="1560"/>
        </w:tabs>
      </w:pPr>
    </w:p>
    <w:p w14:paraId="1C9C79CD" w14:textId="77777777" w:rsidR="00E27C5D" w:rsidRDefault="00E27C5D" w:rsidP="00D279D9">
      <w:pPr>
        <w:keepNext w:val="0"/>
        <w:tabs>
          <w:tab w:val="left" w:pos="1560"/>
        </w:tabs>
      </w:pPr>
    </w:p>
    <w:p w14:paraId="39F96BBD" w14:textId="77777777" w:rsidR="00B97BDA" w:rsidRDefault="00B97BDA" w:rsidP="00D279D9">
      <w:pPr>
        <w:keepNext w:val="0"/>
        <w:tabs>
          <w:tab w:val="left" w:pos="1560"/>
        </w:tabs>
      </w:pPr>
    </w:p>
    <w:p w14:paraId="30A70954" w14:textId="77777777" w:rsidR="00B97BDA" w:rsidRDefault="00B97BDA" w:rsidP="00D279D9">
      <w:pPr>
        <w:keepNext w:val="0"/>
        <w:tabs>
          <w:tab w:val="left" w:pos="1560"/>
        </w:tabs>
      </w:pPr>
    </w:p>
    <w:p w14:paraId="131DA2ED" w14:textId="77777777" w:rsidR="00B97BDA" w:rsidRDefault="00B97BDA" w:rsidP="00D279D9">
      <w:pPr>
        <w:keepNext w:val="0"/>
        <w:tabs>
          <w:tab w:val="left" w:pos="1560"/>
        </w:tabs>
      </w:pPr>
    </w:p>
    <w:p w14:paraId="7300158B" w14:textId="77777777" w:rsidR="00F060C8" w:rsidRDefault="00F060C8" w:rsidP="00F060C8">
      <w:pPr>
        <w:pStyle w:val="Titre2"/>
      </w:pPr>
      <w:bookmarkStart w:id="18" w:name="_Toc191898465"/>
      <w:r>
        <w:lastRenderedPageBreak/>
        <w:t>LSPR</w:t>
      </w:r>
      <w:bookmarkEnd w:id="18"/>
    </w:p>
    <w:p w14:paraId="65475F38" w14:textId="77777777" w:rsidR="00EB4821" w:rsidRDefault="00EB4821" w:rsidP="00EB4821">
      <w:pPr>
        <w:rPr>
          <w:rFonts w:cs="Arial"/>
          <w:b/>
          <w:szCs w:val="21"/>
        </w:rPr>
      </w:pPr>
      <w:r>
        <w:rPr>
          <w:rFonts w:cs="Arial"/>
          <w:b/>
          <w:szCs w:val="21"/>
        </w:rPr>
        <w:t>Capacité de traitement</w:t>
      </w:r>
      <w:r w:rsidRPr="00FA168E">
        <w:rPr>
          <w:rFonts w:cs="Arial"/>
          <w:b/>
          <w:szCs w:val="21"/>
        </w:rPr>
        <w:t> :</w:t>
      </w:r>
    </w:p>
    <w:p w14:paraId="7E1CCC92" w14:textId="77777777" w:rsidR="00EB4821" w:rsidRPr="00EB4821" w:rsidRDefault="00EB4821" w:rsidP="00EB4821">
      <w:pPr>
        <w:rPr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127"/>
      </w:tblGrid>
      <w:tr w:rsidR="00F060C8" w:rsidRPr="00EF7C34" w14:paraId="26BC1815" w14:textId="77777777" w:rsidTr="009623C6">
        <w:tc>
          <w:tcPr>
            <w:tcW w:w="6733" w:type="dxa"/>
            <w:tcBorders>
              <w:top w:val="nil"/>
              <w:left w:val="nil"/>
              <w:bottom w:val="nil"/>
              <w:right w:val="nil"/>
            </w:tcBorders>
          </w:tcPr>
          <w:p w14:paraId="31E0E617" w14:textId="77777777" w:rsidR="00F060C8" w:rsidRPr="00EF7C34" w:rsidRDefault="00F060C8" w:rsidP="00833589">
            <w:pPr>
              <w:keepNext w:val="0"/>
              <w:numPr>
                <w:ilvl w:val="0"/>
                <w:numId w:val="51"/>
              </w:numPr>
              <w:tabs>
                <w:tab w:val="left" w:pos="1320"/>
                <w:tab w:val="left" w:pos="3062"/>
                <w:tab w:val="left" w:pos="4382"/>
                <w:tab w:val="left" w:pos="5702"/>
              </w:tabs>
              <w:spacing w:line="280" w:lineRule="exact"/>
              <w:ind w:right="1206"/>
              <w:rPr>
                <w:rFonts w:cs="Arial"/>
                <w:szCs w:val="20"/>
              </w:rPr>
            </w:pPr>
            <w:r w:rsidRPr="00EF7C34">
              <w:rPr>
                <w:rFonts w:cs="Arial"/>
                <w:szCs w:val="20"/>
              </w:rPr>
              <w:t xml:space="preserve">Capacité nominale </w:t>
            </w:r>
            <w:r>
              <w:rPr>
                <w:rFonts w:cs="Arial"/>
                <w:szCs w:val="20"/>
              </w:rPr>
              <w:t>de traitement</w:t>
            </w:r>
            <w:r w:rsidRPr="00EF7C34">
              <w:rPr>
                <w:rFonts w:cs="Arial"/>
                <w:szCs w:val="20"/>
              </w:rPr>
              <w:t> :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14:paraId="1BE7CD4F" w14:textId="77777777" w:rsidR="00F060C8" w:rsidRPr="00EF7C34" w:rsidRDefault="00F060C8" w:rsidP="009623C6">
            <w:pPr>
              <w:rPr>
                <w:rFonts w:cs="Arial"/>
                <w:szCs w:val="20"/>
              </w:rPr>
            </w:pPr>
            <w:r w:rsidRPr="00EF7C34">
              <w:rPr>
                <w:rFonts w:cs="Arial"/>
                <w:szCs w:val="20"/>
              </w:rPr>
              <w:t xml:space="preserve">  ………….. Kg MS/h</w:t>
            </w:r>
          </w:p>
        </w:tc>
      </w:tr>
    </w:tbl>
    <w:p w14:paraId="18F4A2F1" w14:textId="77777777" w:rsidR="00F060C8" w:rsidRPr="00EF7C34" w:rsidRDefault="00F060C8" w:rsidP="00F060C8">
      <w:pPr>
        <w:pStyle w:val="Normal2"/>
        <w:rPr>
          <w:rFonts w:ascii="Roboto Light" w:hAnsi="Roboto Ligh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127"/>
      </w:tblGrid>
      <w:tr w:rsidR="00F060C8" w:rsidRPr="00EF7C34" w14:paraId="5284B976" w14:textId="77777777" w:rsidTr="009623C6">
        <w:tc>
          <w:tcPr>
            <w:tcW w:w="6733" w:type="dxa"/>
            <w:tcBorders>
              <w:top w:val="nil"/>
              <w:left w:val="nil"/>
              <w:bottom w:val="nil"/>
              <w:right w:val="nil"/>
            </w:tcBorders>
          </w:tcPr>
          <w:p w14:paraId="7C1BABB3" w14:textId="77777777" w:rsidR="00F060C8" w:rsidRPr="00EF7C34" w:rsidRDefault="00F060C8" w:rsidP="00833589">
            <w:pPr>
              <w:keepNext w:val="0"/>
              <w:numPr>
                <w:ilvl w:val="0"/>
                <w:numId w:val="51"/>
              </w:numPr>
              <w:tabs>
                <w:tab w:val="left" w:pos="1320"/>
                <w:tab w:val="left" w:pos="3062"/>
                <w:tab w:val="left" w:pos="4382"/>
                <w:tab w:val="left" w:pos="5702"/>
              </w:tabs>
              <w:spacing w:line="280" w:lineRule="exact"/>
              <w:ind w:right="1206"/>
              <w:rPr>
                <w:rFonts w:cs="Arial"/>
                <w:szCs w:val="20"/>
              </w:rPr>
            </w:pPr>
            <w:r w:rsidRPr="00EF7C34">
              <w:rPr>
                <w:rFonts w:cs="Arial"/>
                <w:szCs w:val="20"/>
              </w:rPr>
              <w:t xml:space="preserve">Capacité nominale </w:t>
            </w:r>
            <w:r>
              <w:rPr>
                <w:rFonts w:cs="Arial"/>
                <w:szCs w:val="20"/>
              </w:rPr>
              <w:t>de traitement</w:t>
            </w:r>
            <w:r w:rsidRPr="00EF7C34">
              <w:rPr>
                <w:rFonts w:cs="Arial"/>
                <w:szCs w:val="20"/>
              </w:rPr>
              <w:t> :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14:paraId="4C96DC0D" w14:textId="77777777" w:rsidR="00F060C8" w:rsidRPr="00EF7C34" w:rsidRDefault="00F060C8" w:rsidP="009623C6">
            <w:pPr>
              <w:rPr>
                <w:rFonts w:cs="Arial"/>
                <w:szCs w:val="20"/>
              </w:rPr>
            </w:pPr>
            <w:r w:rsidRPr="00EF7C34">
              <w:rPr>
                <w:rFonts w:cs="Arial"/>
                <w:szCs w:val="20"/>
              </w:rPr>
              <w:t xml:space="preserve">      …………..    </w:t>
            </w:r>
            <w:proofErr w:type="gramStart"/>
            <w:r w:rsidRPr="00EF7C34">
              <w:rPr>
                <w:rFonts w:cs="Arial"/>
                <w:szCs w:val="20"/>
              </w:rPr>
              <w:t>m</w:t>
            </w:r>
            <w:proofErr w:type="gramEnd"/>
            <w:r w:rsidRPr="00EF7C34">
              <w:rPr>
                <w:rFonts w:cs="Arial"/>
                <w:szCs w:val="20"/>
                <w:vertAlign w:val="superscript"/>
              </w:rPr>
              <w:t>3</w:t>
            </w:r>
            <w:r w:rsidRPr="00EF7C34">
              <w:rPr>
                <w:rFonts w:cs="Arial"/>
                <w:szCs w:val="20"/>
              </w:rPr>
              <w:t>/h</w:t>
            </w:r>
          </w:p>
        </w:tc>
      </w:tr>
    </w:tbl>
    <w:p w14:paraId="48CBBC6F" w14:textId="77777777" w:rsidR="00F060C8" w:rsidRDefault="00F060C8" w:rsidP="00D279D9">
      <w:pPr>
        <w:keepNext w:val="0"/>
        <w:tabs>
          <w:tab w:val="left" w:pos="1560"/>
        </w:tabs>
      </w:pPr>
    </w:p>
    <w:p w14:paraId="4B08BCA0" w14:textId="77777777" w:rsidR="00EB4821" w:rsidRDefault="00EB4821" w:rsidP="00EB4821">
      <w:pPr>
        <w:rPr>
          <w:rFonts w:cs="Arial"/>
          <w:b/>
          <w:szCs w:val="21"/>
        </w:rPr>
      </w:pPr>
      <w:r>
        <w:rPr>
          <w:rFonts w:cs="Arial"/>
          <w:b/>
          <w:szCs w:val="21"/>
        </w:rPr>
        <w:t>Poste d’alimentation</w:t>
      </w:r>
      <w:r w:rsidR="00B97BDA">
        <w:rPr>
          <w:rFonts w:cs="Arial"/>
          <w:b/>
          <w:szCs w:val="21"/>
        </w:rPr>
        <w:t xml:space="preserve"> / recirculation</w:t>
      </w:r>
      <w:r w:rsidRPr="00FA168E">
        <w:rPr>
          <w:rFonts w:cs="Arial"/>
          <w:b/>
          <w:szCs w:val="21"/>
        </w:rPr>
        <w:t> :</w:t>
      </w:r>
    </w:p>
    <w:p w14:paraId="293918D9" w14:textId="77777777" w:rsidR="00F060C8" w:rsidRDefault="00F060C8" w:rsidP="00D279D9">
      <w:pPr>
        <w:keepNext w:val="0"/>
        <w:tabs>
          <w:tab w:val="left" w:pos="156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126"/>
      </w:tblGrid>
      <w:tr w:rsidR="00EB4821" w:rsidRPr="00FA168E" w14:paraId="78871029" w14:textId="77777777" w:rsidTr="009623C6">
        <w:tc>
          <w:tcPr>
            <w:tcW w:w="6733" w:type="dxa"/>
            <w:tcBorders>
              <w:top w:val="nil"/>
              <w:left w:val="nil"/>
              <w:bottom w:val="nil"/>
              <w:right w:val="nil"/>
            </w:tcBorders>
          </w:tcPr>
          <w:p w14:paraId="0E7B04B1" w14:textId="77777777" w:rsidR="00EB4821" w:rsidRPr="00FA168E" w:rsidRDefault="00EB4821" w:rsidP="00833589">
            <w:pPr>
              <w:keepNext w:val="0"/>
              <w:numPr>
                <w:ilvl w:val="0"/>
                <w:numId w:val="51"/>
              </w:numPr>
              <w:tabs>
                <w:tab w:val="left" w:pos="1320"/>
                <w:tab w:val="left" w:pos="3062"/>
                <w:tab w:val="left" w:pos="4382"/>
                <w:tab w:val="left" w:pos="5702"/>
              </w:tabs>
              <w:spacing w:line="280" w:lineRule="exact"/>
              <w:ind w:right="1206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Volume utile</w:t>
            </w:r>
            <w:r w:rsidRPr="00FA168E">
              <w:rPr>
                <w:rFonts w:cs="Arial"/>
                <w:szCs w:val="21"/>
              </w:rPr>
              <w:t> :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206FB532" w14:textId="77777777" w:rsidR="00EB4821" w:rsidRPr="00FA168E" w:rsidRDefault="00EB4821" w:rsidP="00EB4821">
            <w:pPr>
              <w:rPr>
                <w:rFonts w:cs="Arial"/>
                <w:szCs w:val="21"/>
              </w:rPr>
            </w:pPr>
            <w:r w:rsidRPr="00FA168E">
              <w:rPr>
                <w:rFonts w:cs="Arial"/>
                <w:szCs w:val="21"/>
              </w:rPr>
              <w:t xml:space="preserve">  …………..     </w:t>
            </w:r>
            <w:proofErr w:type="gramStart"/>
            <w:r w:rsidRPr="00FA168E">
              <w:rPr>
                <w:rFonts w:cs="Arial"/>
                <w:szCs w:val="21"/>
              </w:rPr>
              <w:t>m</w:t>
            </w:r>
            <w:proofErr w:type="gramEnd"/>
            <w:r w:rsidRPr="00FA168E">
              <w:rPr>
                <w:rFonts w:cs="Arial"/>
                <w:szCs w:val="21"/>
                <w:vertAlign w:val="superscript"/>
              </w:rPr>
              <w:t>3</w:t>
            </w:r>
          </w:p>
        </w:tc>
      </w:tr>
    </w:tbl>
    <w:p w14:paraId="7083DC4B" w14:textId="77777777" w:rsidR="00EB4821" w:rsidRPr="00FA168E" w:rsidRDefault="00EB4821" w:rsidP="00EB4821">
      <w:pPr>
        <w:rPr>
          <w:rFonts w:cs="Arial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126"/>
      </w:tblGrid>
      <w:tr w:rsidR="00EB4821" w:rsidRPr="00FA168E" w14:paraId="0C2EB9D9" w14:textId="77777777" w:rsidTr="009623C6">
        <w:tc>
          <w:tcPr>
            <w:tcW w:w="6733" w:type="dxa"/>
            <w:tcBorders>
              <w:top w:val="nil"/>
              <w:left w:val="nil"/>
              <w:bottom w:val="nil"/>
              <w:right w:val="nil"/>
            </w:tcBorders>
          </w:tcPr>
          <w:p w14:paraId="0DA71C90" w14:textId="77777777" w:rsidR="00EB4821" w:rsidRPr="00FA168E" w:rsidRDefault="00EB4821" w:rsidP="00833589">
            <w:pPr>
              <w:keepNext w:val="0"/>
              <w:numPr>
                <w:ilvl w:val="0"/>
                <w:numId w:val="51"/>
              </w:numPr>
              <w:tabs>
                <w:tab w:val="left" w:pos="1320"/>
                <w:tab w:val="left" w:pos="3062"/>
                <w:tab w:val="left" w:pos="4382"/>
                <w:tab w:val="left" w:pos="5702"/>
              </w:tabs>
              <w:spacing w:line="280" w:lineRule="exact"/>
              <w:ind w:right="1206"/>
              <w:rPr>
                <w:rFonts w:cs="Arial"/>
                <w:szCs w:val="21"/>
              </w:rPr>
            </w:pPr>
            <w:r w:rsidRPr="00FA168E">
              <w:rPr>
                <w:rFonts w:cs="Arial"/>
                <w:szCs w:val="21"/>
              </w:rPr>
              <w:t>Débit</w:t>
            </w:r>
            <w:r>
              <w:rPr>
                <w:rFonts w:cs="Arial"/>
                <w:szCs w:val="21"/>
              </w:rPr>
              <w:t xml:space="preserve"> d’alimentation</w:t>
            </w:r>
            <w:r w:rsidRPr="00FA168E">
              <w:rPr>
                <w:rFonts w:cs="Arial"/>
                <w:szCs w:val="21"/>
              </w:rPr>
              <w:t> :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5EFF88C4" w14:textId="77777777" w:rsidR="00EB4821" w:rsidRPr="00FA168E" w:rsidRDefault="00EB4821" w:rsidP="009623C6">
            <w:pPr>
              <w:rPr>
                <w:rFonts w:cs="Arial"/>
                <w:szCs w:val="21"/>
              </w:rPr>
            </w:pPr>
            <w:r w:rsidRPr="00FA168E">
              <w:rPr>
                <w:rFonts w:cs="Arial"/>
                <w:szCs w:val="21"/>
              </w:rPr>
              <w:t xml:space="preserve">  …………..     </w:t>
            </w:r>
            <w:proofErr w:type="gramStart"/>
            <w:r w:rsidRPr="00FA168E">
              <w:rPr>
                <w:rFonts w:cs="Arial"/>
                <w:szCs w:val="21"/>
              </w:rPr>
              <w:t>m</w:t>
            </w:r>
            <w:proofErr w:type="gramEnd"/>
            <w:r w:rsidRPr="00FA168E">
              <w:rPr>
                <w:rFonts w:cs="Arial"/>
                <w:szCs w:val="21"/>
                <w:vertAlign w:val="superscript"/>
              </w:rPr>
              <w:t>3</w:t>
            </w:r>
            <w:r w:rsidRPr="00FA168E">
              <w:rPr>
                <w:rFonts w:cs="Arial"/>
                <w:szCs w:val="21"/>
              </w:rPr>
              <w:t>/h</w:t>
            </w:r>
          </w:p>
        </w:tc>
      </w:tr>
    </w:tbl>
    <w:p w14:paraId="779C69DC" w14:textId="77777777" w:rsidR="00EB4821" w:rsidRPr="00FA168E" w:rsidRDefault="00EB4821" w:rsidP="00EB4821">
      <w:pPr>
        <w:rPr>
          <w:rFonts w:cs="Arial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126"/>
      </w:tblGrid>
      <w:tr w:rsidR="00EB4821" w:rsidRPr="00FA168E" w14:paraId="1607ACD2" w14:textId="77777777" w:rsidTr="009623C6">
        <w:tc>
          <w:tcPr>
            <w:tcW w:w="6733" w:type="dxa"/>
            <w:tcBorders>
              <w:top w:val="nil"/>
              <w:left w:val="nil"/>
              <w:bottom w:val="nil"/>
              <w:right w:val="nil"/>
            </w:tcBorders>
          </w:tcPr>
          <w:p w14:paraId="46960752" w14:textId="77777777" w:rsidR="00EB4821" w:rsidRPr="00FA168E" w:rsidRDefault="00EB4821" w:rsidP="00833589">
            <w:pPr>
              <w:keepNext w:val="0"/>
              <w:numPr>
                <w:ilvl w:val="0"/>
                <w:numId w:val="51"/>
              </w:numPr>
              <w:tabs>
                <w:tab w:val="left" w:pos="1320"/>
                <w:tab w:val="left" w:pos="3062"/>
                <w:tab w:val="left" w:pos="4382"/>
                <w:tab w:val="left" w:pos="5702"/>
              </w:tabs>
              <w:spacing w:line="280" w:lineRule="exact"/>
              <w:ind w:right="1206"/>
              <w:rPr>
                <w:rFonts w:cs="Arial"/>
                <w:szCs w:val="21"/>
              </w:rPr>
            </w:pPr>
            <w:r w:rsidRPr="00FA168E">
              <w:rPr>
                <w:rFonts w:cs="Arial"/>
                <w:szCs w:val="21"/>
              </w:rPr>
              <w:t>HMT :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04A3ABEF" w14:textId="77777777" w:rsidR="00EB4821" w:rsidRPr="00FA168E" w:rsidRDefault="00EB4821" w:rsidP="009623C6">
            <w:pPr>
              <w:rPr>
                <w:rFonts w:cs="Arial"/>
                <w:szCs w:val="21"/>
              </w:rPr>
            </w:pPr>
            <w:r w:rsidRPr="00FA168E">
              <w:rPr>
                <w:rFonts w:cs="Arial"/>
                <w:szCs w:val="21"/>
              </w:rPr>
              <w:t xml:space="preserve">  …………..     </w:t>
            </w:r>
            <w:proofErr w:type="gramStart"/>
            <w:r w:rsidRPr="00FA168E">
              <w:rPr>
                <w:rFonts w:cs="Arial"/>
                <w:szCs w:val="21"/>
              </w:rPr>
              <w:t>m</w:t>
            </w:r>
            <w:proofErr w:type="gramEnd"/>
          </w:p>
        </w:tc>
      </w:tr>
    </w:tbl>
    <w:p w14:paraId="3F7DA238" w14:textId="77777777" w:rsidR="00EB4821" w:rsidRDefault="00EB4821" w:rsidP="00EB4821">
      <w:pPr>
        <w:rPr>
          <w:rFonts w:cs="Arial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126"/>
      </w:tblGrid>
      <w:tr w:rsidR="0020732D" w:rsidRPr="00EF7C34" w14:paraId="412F736C" w14:textId="77777777" w:rsidTr="009623C6">
        <w:tc>
          <w:tcPr>
            <w:tcW w:w="6733" w:type="dxa"/>
            <w:tcBorders>
              <w:top w:val="nil"/>
              <w:left w:val="nil"/>
              <w:bottom w:val="nil"/>
              <w:right w:val="nil"/>
            </w:tcBorders>
          </w:tcPr>
          <w:p w14:paraId="51C52572" w14:textId="77777777" w:rsidR="0020732D" w:rsidRPr="0020732D" w:rsidRDefault="0020732D" w:rsidP="00833589">
            <w:pPr>
              <w:keepNext w:val="0"/>
              <w:numPr>
                <w:ilvl w:val="0"/>
                <w:numId w:val="51"/>
              </w:numPr>
              <w:tabs>
                <w:tab w:val="left" w:pos="1320"/>
                <w:tab w:val="left" w:pos="3062"/>
                <w:tab w:val="left" w:pos="4382"/>
                <w:tab w:val="left" w:pos="5702"/>
              </w:tabs>
              <w:spacing w:line="280" w:lineRule="exact"/>
              <w:ind w:right="1206"/>
              <w:rPr>
                <w:rFonts w:cs="Arial"/>
                <w:szCs w:val="21"/>
              </w:rPr>
            </w:pPr>
            <w:r w:rsidRPr="0020732D">
              <w:rPr>
                <w:rFonts w:cs="Arial"/>
                <w:szCs w:val="21"/>
              </w:rPr>
              <w:t>Puissance installée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5DDC" w14:textId="77777777" w:rsidR="0020732D" w:rsidRPr="0020732D" w:rsidRDefault="0020732D" w:rsidP="009623C6">
            <w:pPr>
              <w:rPr>
                <w:rFonts w:cs="Arial"/>
                <w:szCs w:val="21"/>
              </w:rPr>
            </w:pPr>
            <w:r w:rsidRPr="0020732D">
              <w:rPr>
                <w:rFonts w:cs="Arial"/>
                <w:szCs w:val="21"/>
              </w:rPr>
              <w:t xml:space="preserve">   …………  </w:t>
            </w:r>
            <w:proofErr w:type="gramStart"/>
            <w:r w:rsidRPr="0020732D">
              <w:rPr>
                <w:rFonts w:cs="Arial"/>
                <w:szCs w:val="21"/>
              </w:rPr>
              <w:t>kW</w:t>
            </w:r>
            <w:proofErr w:type="gramEnd"/>
          </w:p>
        </w:tc>
      </w:tr>
    </w:tbl>
    <w:p w14:paraId="546BE068" w14:textId="77777777" w:rsidR="0020732D" w:rsidRDefault="0020732D" w:rsidP="00EB4821">
      <w:pPr>
        <w:rPr>
          <w:rFonts w:cs="Arial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126"/>
      </w:tblGrid>
      <w:tr w:rsidR="00EB4821" w:rsidRPr="00FA168E" w14:paraId="697C702C" w14:textId="77777777" w:rsidTr="009623C6">
        <w:tc>
          <w:tcPr>
            <w:tcW w:w="6733" w:type="dxa"/>
            <w:tcBorders>
              <w:top w:val="nil"/>
              <w:left w:val="nil"/>
              <w:bottom w:val="nil"/>
              <w:right w:val="nil"/>
            </w:tcBorders>
          </w:tcPr>
          <w:p w14:paraId="498CDE62" w14:textId="77777777" w:rsidR="00EB4821" w:rsidRPr="00FA168E" w:rsidRDefault="00EB4821" w:rsidP="00833589">
            <w:pPr>
              <w:keepNext w:val="0"/>
              <w:numPr>
                <w:ilvl w:val="0"/>
                <w:numId w:val="51"/>
              </w:numPr>
              <w:tabs>
                <w:tab w:val="left" w:pos="1320"/>
                <w:tab w:val="left" w:pos="3062"/>
                <w:tab w:val="left" w:pos="4382"/>
                <w:tab w:val="left" w:pos="5702"/>
              </w:tabs>
              <w:spacing w:line="280" w:lineRule="exact"/>
              <w:ind w:right="1206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Consommation</w:t>
            </w:r>
            <w:r w:rsidRPr="00FA168E">
              <w:rPr>
                <w:rFonts w:cs="Arial"/>
                <w:szCs w:val="21"/>
              </w:rPr>
              <w:t> :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3C3C1EF5" w14:textId="77777777" w:rsidR="00EB4821" w:rsidRPr="00FA168E" w:rsidRDefault="00EB4821" w:rsidP="009623C6">
            <w:pPr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  …………..     </w:t>
            </w:r>
            <w:proofErr w:type="gramStart"/>
            <w:r>
              <w:rPr>
                <w:rFonts w:cs="Arial"/>
                <w:szCs w:val="21"/>
              </w:rPr>
              <w:t>kWh</w:t>
            </w:r>
            <w:proofErr w:type="gramEnd"/>
            <w:r>
              <w:rPr>
                <w:rFonts w:cs="Arial"/>
                <w:szCs w:val="21"/>
              </w:rPr>
              <w:t>/m</w:t>
            </w:r>
            <w:r w:rsidRPr="00C44D30">
              <w:rPr>
                <w:rFonts w:cs="Arial"/>
                <w:szCs w:val="21"/>
                <w:vertAlign w:val="superscript"/>
              </w:rPr>
              <w:t>3</w:t>
            </w:r>
          </w:p>
        </w:tc>
      </w:tr>
    </w:tbl>
    <w:p w14:paraId="65E839A6" w14:textId="77777777" w:rsidR="00EB4821" w:rsidRDefault="00EB4821" w:rsidP="00D279D9">
      <w:pPr>
        <w:keepNext w:val="0"/>
        <w:tabs>
          <w:tab w:val="left" w:pos="1560"/>
        </w:tabs>
      </w:pPr>
    </w:p>
    <w:p w14:paraId="18F88434" w14:textId="77777777" w:rsidR="00EB4821" w:rsidRDefault="00EB4821" w:rsidP="00EB4821">
      <w:pPr>
        <w:rPr>
          <w:rFonts w:cs="Arial"/>
          <w:b/>
          <w:szCs w:val="21"/>
        </w:rPr>
      </w:pPr>
      <w:r>
        <w:rPr>
          <w:rFonts w:cs="Arial"/>
          <w:b/>
          <w:szCs w:val="21"/>
        </w:rPr>
        <w:t>LSPR</w:t>
      </w:r>
      <w:r w:rsidRPr="00FA168E">
        <w:rPr>
          <w:rFonts w:cs="Arial"/>
          <w:b/>
          <w:szCs w:val="21"/>
        </w:rPr>
        <w:t>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126"/>
      </w:tblGrid>
      <w:tr w:rsidR="00EB4821" w:rsidRPr="00FA168E" w14:paraId="601F584C" w14:textId="77777777" w:rsidTr="009623C6">
        <w:tc>
          <w:tcPr>
            <w:tcW w:w="6733" w:type="dxa"/>
            <w:tcBorders>
              <w:top w:val="nil"/>
              <w:left w:val="nil"/>
              <w:bottom w:val="nil"/>
              <w:right w:val="nil"/>
            </w:tcBorders>
          </w:tcPr>
          <w:p w14:paraId="10F46BC7" w14:textId="77777777" w:rsidR="00EB4821" w:rsidRPr="00FA168E" w:rsidRDefault="00EB4821" w:rsidP="00833589">
            <w:pPr>
              <w:keepNext w:val="0"/>
              <w:numPr>
                <w:ilvl w:val="0"/>
                <w:numId w:val="51"/>
              </w:numPr>
              <w:tabs>
                <w:tab w:val="left" w:pos="1320"/>
                <w:tab w:val="left" w:pos="3062"/>
                <w:tab w:val="left" w:pos="4382"/>
                <w:tab w:val="left" w:pos="5702"/>
              </w:tabs>
              <w:spacing w:line="280" w:lineRule="exact"/>
              <w:ind w:right="1206"/>
              <w:rPr>
                <w:rFonts w:cs="Arial"/>
                <w:szCs w:val="21"/>
              </w:rPr>
            </w:pPr>
            <w:r w:rsidRPr="00FA168E">
              <w:rPr>
                <w:rFonts w:cs="Arial"/>
                <w:szCs w:val="21"/>
              </w:rPr>
              <w:t xml:space="preserve">Surface de </w:t>
            </w:r>
            <w:proofErr w:type="gramStart"/>
            <w:r w:rsidRPr="00FA168E">
              <w:rPr>
                <w:rFonts w:cs="Arial"/>
                <w:szCs w:val="21"/>
              </w:rPr>
              <w:t>filtration:</w:t>
            </w:r>
            <w:proofErr w:type="gram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0BD75D34" w14:textId="77777777" w:rsidR="00EB4821" w:rsidRPr="00FA168E" w:rsidRDefault="00EB4821" w:rsidP="009623C6">
            <w:pPr>
              <w:rPr>
                <w:rFonts w:cs="Arial"/>
                <w:szCs w:val="21"/>
              </w:rPr>
            </w:pPr>
            <w:r w:rsidRPr="00FA168E">
              <w:rPr>
                <w:rFonts w:cs="Arial"/>
                <w:szCs w:val="21"/>
              </w:rPr>
              <w:t xml:space="preserve">  …………..    </w:t>
            </w:r>
            <w:proofErr w:type="gramStart"/>
            <w:r w:rsidRPr="00FA168E">
              <w:rPr>
                <w:rFonts w:cs="Arial"/>
                <w:szCs w:val="21"/>
              </w:rPr>
              <w:t>m</w:t>
            </w:r>
            <w:proofErr w:type="gramEnd"/>
            <w:r w:rsidRPr="00FA168E">
              <w:rPr>
                <w:rFonts w:cs="Arial"/>
                <w:szCs w:val="21"/>
              </w:rPr>
              <w:t>²</w:t>
            </w:r>
          </w:p>
        </w:tc>
      </w:tr>
    </w:tbl>
    <w:p w14:paraId="2D8B5598" w14:textId="77777777" w:rsidR="00EB4821" w:rsidRPr="00FA168E" w:rsidRDefault="00EB4821" w:rsidP="00EB4821">
      <w:pPr>
        <w:rPr>
          <w:rFonts w:cs="Arial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126"/>
      </w:tblGrid>
      <w:tr w:rsidR="00EB4821" w:rsidRPr="00FA168E" w14:paraId="745285D5" w14:textId="77777777" w:rsidTr="009623C6">
        <w:tc>
          <w:tcPr>
            <w:tcW w:w="6733" w:type="dxa"/>
            <w:tcBorders>
              <w:top w:val="nil"/>
              <w:left w:val="nil"/>
              <w:bottom w:val="nil"/>
              <w:right w:val="nil"/>
            </w:tcBorders>
          </w:tcPr>
          <w:p w14:paraId="555F76F8" w14:textId="77777777" w:rsidR="00EB4821" w:rsidRPr="00FA168E" w:rsidRDefault="00EB4821" w:rsidP="00833589">
            <w:pPr>
              <w:keepNext w:val="0"/>
              <w:numPr>
                <w:ilvl w:val="0"/>
                <w:numId w:val="51"/>
              </w:numPr>
              <w:tabs>
                <w:tab w:val="left" w:pos="1320"/>
                <w:tab w:val="left" w:pos="3062"/>
                <w:tab w:val="left" w:pos="4382"/>
                <w:tab w:val="left" w:pos="5702"/>
              </w:tabs>
              <w:spacing w:line="280" w:lineRule="exact"/>
              <w:ind w:right="1206"/>
              <w:rPr>
                <w:rFonts w:cs="Arial"/>
                <w:szCs w:val="21"/>
              </w:rPr>
            </w:pPr>
            <w:r w:rsidRPr="00FA168E">
              <w:rPr>
                <w:rFonts w:cs="Arial"/>
                <w:szCs w:val="21"/>
              </w:rPr>
              <w:t>Nombre de lits :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4A63DE43" w14:textId="77777777" w:rsidR="00EB4821" w:rsidRPr="00FA168E" w:rsidRDefault="00EB4821" w:rsidP="00EB4821">
            <w:pPr>
              <w:rPr>
                <w:rFonts w:cs="Arial"/>
                <w:szCs w:val="21"/>
              </w:rPr>
            </w:pPr>
            <w:r w:rsidRPr="00FA168E">
              <w:rPr>
                <w:rFonts w:cs="Arial"/>
                <w:szCs w:val="21"/>
              </w:rPr>
              <w:t xml:space="preserve">  …………..    </w:t>
            </w:r>
            <w:proofErr w:type="gramStart"/>
            <w:r>
              <w:rPr>
                <w:rFonts w:cs="Arial"/>
                <w:szCs w:val="21"/>
              </w:rPr>
              <w:t>u</w:t>
            </w:r>
            <w:proofErr w:type="gramEnd"/>
          </w:p>
        </w:tc>
      </w:tr>
    </w:tbl>
    <w:p w14:paraId="1CE51FE3" w14:textId="77777777" w:rsidR="00EB4821" w:rsidRPr="00FA168E" w:rsidRDefault="00EB4821" w:rsidP="00EB4821">
      <w:pPr>
        <w:rPr>
          <w:rFonts w:cs="Arial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126"/>
      </w:tblGrid>
      <w:tr w:rsidR="00EB4821" w:rsidRPr="00FA168E" w14:paraId="799ED4D9" w14:textId="77777777" w:rsidTr="009623C6">
        <w:tc>
          <w:tcPr>
            <w:tcW w:w="6733" w:type="dxa"/>
            <w:tcBorders>
              <w:top w:val="nil"/>
              <w:left w:val="nil"/>
              <w:bottom w:val="nil"/>
              <w:right w:val="nil"/>
            </w:tcBorders>
          </w:tcPr>
          <w:p w14:paraId="1D050356" w14:textId="77777777" w:rsidR="00EB4821" w:rsidRPr="00FA168E" w:rsidRDefault="00EB4821" w:rsidP="00833589">
            <w:pPr>
              <w:keepNext w:val="0"/>
              <w:numPr>
                <w:ilvl w:val="0"/>
                <w:numId w:val="51"/>
              </w:numPr>
              <w:tabs>
                <w:tab w:val="left" w:pos="1320"/>
                <w:tab w:val="left" w:pos="3062"/>
                <w:tab w:val="left" w:pos="4382"/>
                <w:tab w:val="left" w:pos="5702"/>
              </w:tabs>
              <w:spacing w:after="240" w:line="280" w:lineRule="exact"/>
              <w:ind w:right="1206"/>
              <w:rPr>
                <w:rFonts w:cs="Arial"/>
                <w:szCs w:val="21"/>
              </w:rPr>
            </w:pPr>
            <w:r w:rsidRPr="00FA168E">
              <w:rPr>
                <w:rFonts w:cs="Arial"/>
                <w:szCs w:val="21"/>
              </w:rPr>
              <w:t>Massif filtrant Couche 1 :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45DB2BC" w14:textId="77777777" w:rsidR="00EB4821" w:rsidRPr="00FA168E" w:rsidRDefault="00EB4821" w:rsidP="009623C6">
            <w:pPr>
              <w:rPr>
                <w:rFonts w:cs="Arial"/>
                <w:szCs w:val="21"/>
              </w:rPr>
            </w:pPr>
          </w:p>
        </w:tc>
      </w:tr>
      <w:tr w:rsidR="00EB4821" w:rsidRPr="00FA168E" w14:paraId="50CC87A3" w14:textId="77777777" w:rsidTr="009623C6">
        <w:tc>
          <w:tcPr>
            <w:tcW w:w="6733" w:type="dxa"/>
            <w:tcBorders>
              <w:top w:val="nil"/>
              <w:left w:val="nil"/>
              <w:bottom w:val="nil"/>
              <w:right w:val="nil"/>
            </w:tcBorders>
          </w:tcPr>
          <w:p w14:paraId="5D588104" w14:textId="77777777" w:rsidR="00EB4821" w:rsidRPr="00FA168E" w:rsidRDefault="00EB4821" w:rsidP="00833589">
            <w:pPr>
              <w:keepNext w:val="0"/>
              <w:numPr>
                <w:ilvl w:val="0"/>
                <w:numId w:val="53"/>
              </w:numPr>
              <w:tabs>
                <w:tab w:val="left" w:pos="1320"/>
                <w:tab w:val="left" w:pos="3062"/>
                <w:tab w:val="left" w:pos="4382"/>
                <w:tab w:val="left" w:pos="5702"/>
              </w:tabs>
              <w:spacing w:line="280" w:lineRule="exact"/>
              <w:ind w:right="1206"/>
              <w:rPr>
                <w:rFonts w:cs="Arial"/>
                <w:szCs w:val="21"/>
              </w:rPr>
            </w:pPr>
            <w:r w:rsidRPr="00FA168E">
              <w:rPr>
                <w:rFonts w:cs="Arial"/>
                <w:szCs w:val="21"/>
              </w:rPr>
              <w:t>Granulométrie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275A5DC8" w14:textId="77777777" w:rsidR="00EB4821" w:rsidRPr="00FA168E" w:rsidRDefault="00EB4821" w:rsidP="009623C6">
            <w:pPr>
              <w:rPr>
                <w:rFonts w:cs="Arial"/>
                <w:szCs w:val="21"/>
              </w:rPr>
            </w:pPr>
            <w:r w:rsidRPr="00FA168E">
              <w:rPr>
                <w:rFonts w:cs="Arial"/>
                <w:szCs w:val="21"/>
              </w:rPr>
              <w:t>…………..</w:t>
            </w:r>
          </w:p>
        </w:tc>
      </w:tr>
    </w:tbl>
    <w:p w14:paraId="517C6B14" w14:textId="77777777" w:rsidR="00EB4821" w:rsidRPr="00FA168E" w:rsidRDefault="00EB4821" w:rsidP="00EB4821">
      <w:pPr>
        <w:rPr>
          <w:rFonts w:cs="Arial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126"/>
      </w:tblGrid>
      <w:tr w:rsidR="00EB4821" w:rsidRPr="00FA168E" w14:paraId="24D06999" w14:textId="77777777" w:rsidTr="009623C6">
        <w:tc>
          <w:tcPr>
            <w:tcW w:w="6733" w:type="dxa"/>
            <w:tcBorders>
              <w:top w:val="nil"/>
              <w:left w:val="nil"/>
              <w:bottom w:val="nil"/>
              <w:right w:val="nil"/>
            </w:tcBorders>
          </w:tcPr>
          <w:p w14:paraId="2D24C990" w14:textId="77777777" w:rsidR="00EB4821" w:rsidRPr="00FA168E" w:rsidRDefault="00EB4821" w:rsidP="00833589">
            <w:pPr>
              <w:keepNext w:val="0"/>
              <w:numPr>
                <w:ilvl w:val="0"/>
                <w:numId w:val="53"/>
              </w:numPr>
              <w:tabs>
                <w:tab w:val="left" w:pos="1320"/>
                <w:tab w:val="left" w:pos="3062"/>
                <w:tab w:val="left" w:pos="4382"/>
                <w:tab w:val="left" w:pos="5702"/>
              </w:tabs>
              <w:spacing w:line="280" w:lineRule="exact"/>
              <w:ind w:right="1206"/>
              <w:rPr>
                <w:rFonts w:cs="Arial"/>
                <w:szCs w:val="21"/>
              </w:rPr>
            </w:pPr>
            <w:r w:rsidRPr="00FA168E">
              <w:rPr>
                <w:rFonts w:cs="Arial"/>
                <w:szCs w:val="21"/>
              </w:rPr>
              <w:t>Epaisseur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77557758" w14:textId="77777777" w:rsidR="00EB4821" w:rsidRPr="00FA168E" w:rsidRDefault="00EB4821" w:rsidP="009623C6">
            <w:pPr>
              <w:rPr>
                <w:rFonts w:cs="Arial"/>
                <w:szCs w:val="21"/>
              </w:rPr>
            </w:pPr>
            <w:r w:rsidRPr="00FA168E">
              <w:rPr>
                <w:rFonts w:cs="Arial"/>
                <w:szCs w:val="21"/>
              </w:rPr>
              <w:t xml:space="preserve">…………..     </w:t>
            </w:r>
            <w:proofErr w:type="gramStart"/>
            <w:r w:rsidRPr="00FA168E">
              <w:rPr>
                <w:rFonts w:cs="Arial"/>
                <w:szCs w:val="21"/>
              </w:rPr>
              <w:t>m</w:t>
            </w:r>
            <w:proofErr w:type="gramEnd"/>
          </w:p>
        </w:tc>
      </w:tr>
    </w:tbl>
    <w:p w14:paraId="6A6FEB85" w14:textId="77777777" w:rsidR="00EB4821" w:rsidRDefault="00EB4821" w:rsidP="00EB4821">
      <w:pPr>
        <w:rPr>
          <w:rFonts w:cs="Arial"/>
          <w:b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126"/>
      </w:tblGrid>
      <w:tr w:rsidR="00EB4821" w:rsidRPr="00FA168E" w14:paraId="20817747" w14:textId="77777777" w:rsidTr="009623C6">
        <w:tc>
          <w:tcPr>
            <w:tcW w:w="6733" w:type="dxa"/>
            <w:tcBorders>
              <w:top w:val="nil"/>
              <w:left w:val="nil"/>
              <w:bottom w:val="nil"/>
              <w:right w:val="nil"/>
            </w:tcBorders>
          </w:tcPr>
          <w:p w14:paraId="62AB3E75" w14:textId="77777777" w:rsidR="00EB4821" w:rsidRPr="00FA168E" w:rsidRDefault="00EB4821" w:rsidP="00833589">
            <w:pPr>
              <w:keepNext w:val="0"/>
              <w:numPr>
                <w:ilvl w:val="0"/>
                <w:numId w:val="51"/>
              </w:numPr>
              <w:tabs>
                <w:tab w:val="left" w:pos="1320"/>
                <w:tab w:val="left" w:pos="3062"/>
                <w:tab w:val="left" w:pos="4382"/>
                <w:tab w:val="left" w:pos="5702"/>
              </w:tabs>
              <w:spacing w:after="240" w:line="280" w:lineRule="exact"/>
              <w:ind w:right="1206"/>
              <w:rPr>
                <w:rFonts w:cs="Arial"/>
                <w:szCs w:val="21"/>
              </w:rPr>
            </w:pPr>
            <w:r w:rsidRPr="00FA168E">
              <w:rPr>
                <w:rFonts w:cs="Arial"/>
                <w:szCs w:val="21"/>
              </w:rPr>
              <w:t>Massif filtrant Couche 2 :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E87F2FB" w14:textId="77777777" w:rsidR="00EB4821" w:rsidRPr="00FA168E" w:rsidRDefault="00EB4821" w:rsidP="009623C6">
            <w:pPr>
              <w:rPr>
                <w:rFonts w:cs="Arial"/>
                <w:szCs w:val="21"/>
              </w:rPr>
            </w:pPr>
          </w:p>
        </w:tc>
      </w:tr>
      <w:tr w:rsidR="00EB4821" w:rsidRPr="00FA168E" w14:paraId="1FFBDCF1" w14:textId="77777777" w:rsidTr="009623C6">
        <w:tc>
          <w:tcPr>
            <w:tcW w:w="6733" w:type="dxa"/>
            <w:tcBorders>
              <w:top w:val="nil"/>
              <w:left w:val="nil"/>
              <w:bottom w:val="nil"/>
              <w:right w:val="nil"/>
            </w:tcBorders>
          </w:tcPr>
          <w:p w14:paraId="21C9AE72" w14:textId="77777777" w:rsidR="00EB4821" w:rsidRPr="00FA168E" w:rsidRDefault="00EB4821" w:rsidP="00833589">
            <w:pPr>
              <w:keepNext w:val="0"/>
              <w:numPr>
                <w:ilvl w:val="0"/>
                <w:numId w:val="53"/>
              </w:numPr>
              <w:tabs>
                <w:tab w:val="left" w:pos="1320"/>
                <w:tab w:val="left" w:pos="3062"/>
                <w:tab w:val="left" w:pos="4382"/>
                <w:tab w:val="left" w:pos="5702"/>
              </w:tabs>
              <w:spacing w:line="280" w:lineRule="exact"/>
              <w:ind w:right="1206"/>
              <w:rPr>
                <w:rFonts w:cs="Arial"/>
                <w:szCs w:val="21"/>
              </w:rPr>
            </w:pPr>
            <w:r w:rsidRPr="00FA168E">
              <w:rPr>
                <w:rFonts w:cs="Arial"/>
                <w:szCs w:val="21"/>
              </w:rPr>
              <w:t>Granulométrie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5136021C" w14:textId="77777777" w:rsidR="00EB4821" w:rsidRPr="00FA168E" w:rsidRDefault="00EB4821" w:rsidP="009623C6">
            <w:pPr>
              <w:rPr>
                <w:rFonts w:cs="Arial"/>
                <w:szCs w:val="21"/>
              </w:rPr>
            </w:pPr>
            <w:r w:rsidRPr="00FA168E">
              <w:rPr>
                <w:rFonts w:cs="Arial"/>
                <w:szCs w:val="21"/>
              </w:rPr>
              <w:t>…………..</w:t>
            </w:r>
          </w:p>
        </w:tc>
      </w:tr>
    </w:tbl>
    <w:p w14:paraId="1C57CB31" w14:textId="77777777" w:rsidR="00EB4821" w:rsidRPr="00FA168E" w:rsidRDefault="00EB4821" w:rsidP="00EB4821">
      <w:pPr>
        <w:rPr>
          <w:rFonts w:cs="Arial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126"/>
      </w:tblGrid>
      <w:tr w:rsidR="00EB4821" w:rsidRPr="00FA168E" w14:paraId="7FAD9B35" w14:textId="77777777" w:rsidTr="009623C6">
        <w:tc>
          <w:tcPr>
            <w:tcW w:w="6733" w:type="dxa"/>
            <w:tcBorders>
              <w:top w:val="nil"/>
              <w:left w:val="nil"/>
              <w:bottom w:val="nil"/>
              <w:right w:val="nil"/>
            </w:tcBorders>
          </w:tcPr>
          <w:p w14:paraId="6F1ACEC5" w14:textId="77777777" w:rsidR="00EB4821" w:rsidRPr="00FA168E" w:rsidRDefault="00EB4821" w:rsidP="00833589">
            <w:pPr>
              <w:keepNext w:val="0"/>
              <w:numPr>
                <w:ilvl w:val="0"/>
                <w:numId w:val="53"/>
              </w:numPr>
              <w:tabs>
                <w:tab w:val="left" w:pos="1320"/>
                <w:tab w:val="left" w:pos="3062"/>
                <w:tab w:val="left" w:pos="4382"/>
                <w:tab w:val="left" w:pos="5702"/>
              </w:tabs>
              <w:spacing w:line="280" w:lineRule="exact"/>
              <w:ind w:right="1206"/>
              <w:rPr>
                <w:rFonts w:cs="Arial"/>
                <w:szCs w:val="21"/>
              </w:rPr>
            </w:pPr>
            <w:r w:rsidRPr="00FA168E">
              <w:rPr>
                <w:rFonts w:cs="Arial"/>
                <w:szCs w:val="21"/>
              </w:rPr>
              <w:t>Epaisseur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727B4FB4" w14:textId="77777777" w:rsidR="00EB4821" w:rsidRPr="00FA168E" w:rsidRDefault="00EB4821" w:rsidP="009623C6">
            <w:pPr>
              <w:ind w:left="71"/>
              <w:rPr>
                <w:rFonts w:cs="Arial"/>
                <w:szCs w:val="21"/>
              </w:rPr>
            </w:pPr>
            <w:r w:rsidRPr="00FA168E">
              <w:rPr>
                <w:rFonts w:cs="Arial"/>
                <w:szCs w:val="21"/>
              </w:rPr>
              <w:t xml:space="preserve">…………..   </w:t>
            </w:r>
            <w:proofErr w:type="gramStart"/>
            <w:r w:rsidRPr="00FA168E">
              <w:rPr>
                <w:rFonts w:cs="Arial"/>
                <w:szCs w:val="21"/>
              </w:rPr>
              <w:t>m</w:t>
            </w:r>
            <w:proofErr w:type="gramEnd"/>
          </w:p>
        </w:tc>
      </w:tr>
    </w:tbl>
    <w:p w14:paraId="422832F8" w14:textId="77777777" w:rsidR="00EB4821" w:rsidRPr="00FA168E" w:rsidRDefault="00EB4821" w:rsidP="00EB4821">
      <w:pPr>
        <w:rPr>
          <w:rFonts w:cs="Arial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126"/>
      </w:tblGrid>
      <w:tr w:rsidR="00EB4821" w:rsidRPr="00FA168E" w14:paraId="4C5EEB47" w14:textId="77777777" w:rsidTr="009623C6">
        <w:tc>
          <w:tcPr>
            <w:tcW w:w="6733" w:type="dxa"/>
            <w:tcBorders>
              <w:top w:val="nil"/>
              <w:left w:val="nil"/>
              <w:bottom w:val="nil"/>
              <w:right w:val="nil"/>
            </w:tcBorders>
          </w:tcPr>
          <w:p w14:paraId="1B383188" w14:textId="77777777" w:rsidR="00EB4821" w:rsidRPr="00FA168E" w:rsidRDefault="00EB4821" w:rsidP="00833589">
            <w:pPr>
              <w:keepNext w:val="0"/>
              <w:numPr>
                <w:ilvl w:val="0"/>
                <w:numId w:val="51"/>
              </w:numPr>
              <w:tabs>
                <w:tab w:val="left" w:pos="1320"/>
                <w:tab w:val="left" w:pos="3062"/>
                <w:tab w:val="left" w:pos="4382"/>
                <w:tab w:val="left" w:pos="5702"/>
              </w:tabs>
              <w:spacing w:after="240" w:line="280" w:lineRule="exact"/>
              <w:ind w:right="1206"/>
              <w:rPr>
                <w:rFonts w:cs="Arial"/>
                <w:szCs w:val="21"/>
              </w:rPr>
            </w:pPr>
            <w:r w:rsidRPr="00FA168E">
              <w:rPr>
                <w:rFonts w:cs="Arial"/>
                <w:szCs w:val="21"/>
              </w:rPr>
              <w:t>Massif filtrant Couche 3 :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5D0F54A" w14:textId="77777777" w:rsidR="00EB4821" w:rsidRPr="00FA168E" w:rsidRDefault="00EB4821" w:rsidP="009623C6">
            <w:pPr>
              <w:rPr>
                <w:rFonts w:cs="Arial"/>
                <w:szCs w:val="21"/>
              </w:rPr>
            </w:pPr>
          </w:p>
        </w:tc>
      </w:tr>
      <w:tr w:rsidR="00EB4821" w:rsidRPr="00FA168E" w14:paraId="4CB88ADA" w14:textId="77777777" w:rsidTr="009623C6">
        <w:tc>
          <w:tcPr>
            <w:tcW w:w="6733" w:type="dxa"/>
            <w:tcBorders>
              <w:top w:val="nil"/>
              <w:left w:val="nil"/>
              <w:bottom w:val="nil"/>
              <w:right w:val="nil"/>
            </w:tcBorders>
          </w:tcPr>
          <w:p w14:paraId="7074E300" w14:textId="77777777" w:rsidR="00EB4821" w:rsidRPr="00FA168E" w:rsidRDefault="00EB4821" w:rsidP="00833589">
            <w:pPr>
              <w:keepNext w:val="0"/>
              <w:numPr>
                <w:ilvl w:val="0"/>
                <w:numId w:val="53"/>
              </w:numPr>
              <w:tabs>
                <w:tab w:val="left" w:pos="1320"/>
                <w:tab w:val="left" w:pos="3062"/>
                <w:tab w:val="left" w:pos="4382"/>
                <w:tab w:val="left" w:pos="5702"/>
              </w:tabs>
              <w:spacing w:line="280" w:lineRule="exact"/>
              <w:ind w:right="1206"/>
              <w:rPr>
                <w:rFonts w:cs="Arial"/>
                <w:szCs w:val="21"/>
              </w:rPr>
            </w:pPr>
            <w:r w:rsidRPr="00FA168E">
              <w:rPr>
                <w:rFonts w:cs="Arial"/>
                <w:szCs w:val="21"/>
              </w:rPr>
              <w:t>Granulométrie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4F355988" w14:textId="77777777" w:rsidR="00EB4821" w:rsidRPr="00FA168E" w:rsidRDefault="00EB4821" w:rsidP="009623C6">
            <w:pPr>
              <w:rPr>
                <w:rFonts w:cs="Arial"/>
                <w:szCs w:val="21"/>
              </w:rPr>
            </w:pPr>
            <w:r w:rsidRPr="00FA168E">
              <w:rPr>
                <w:rFonts w:cs="Arial"/>
                <w:szCs w:val="21"/>
              </w:rPr>
              <w:t>…………..</w:t>
            </w:r>
          </w:p>
        </w:tc>
      </w:tr>
    </w:tbl>
    <w:p w14:paraId="5EB39BDE" w14:textId="77777777" w:rsidR="00EB4821" w:rsidRPr="00FA168E" w:rsidRDefault="00EB4821" w:rsidP="00EB4821">
      <w:pPr>
        <w:rPr>
          <w:rFonts w:cs="Arial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126"/>
      </w:tblGrid>
      <w:tr w:rsidR="00EB4821" w:rsidRPr="00FA168E" w14:paraId="372ED891" w14:textId="77777777" w:rsidTr="009623C6">
        <w:tc>
          <w:tcPr>
            <w:tcW w:w="6733" w:type="dxa"/>
            <w:tcBorders>
              <w:top w:val="nil"/>
              <w:left w:val="nil"/>
              <w:bottom w:val="nil"/>
              <w:right w:val="nil"/>
            </w:tcBorders>
          </w:tcPr>
          <w:p w14:paraId="2B6F8936" w14:textId="77777777" w:rsidR="00EB4821" w:rsidRPr="00FA168E" w:rsidRDefault="00EB4821" w:rsidP="00833589">
            <w:pPr>
              <w:keepNext w:val="0"/>
              <w:numPr>
                <w:ilvl w:val="0"/>
                <w:numId w:val="53"/>
              </w:numPr>
              <w:tabs>
                <w:tab w:val="left" w:pos="1320"/>
                <w:tab w:val="left" w:pos="3062"/>
                <w:tab w:val="left" w:pos="4382"/>
                <w:tab w:val="left" w:pos="5702"/>
              </w:tabs>
              <w:spacing w:line="280" w:lineRule="exact"/>
              <w:ind w:right="1206"/>
              <w:rPr>
                <w:rFonts w:cs="Arial"/>
                <w:szCs w:val="21"/>
              </w:rPr>
            </w:pPr>
            <w:r w:rsidRPr="00FA168E">
              <w:rPr>
                <w:rFonts w:cs="Arial"/>
                <w:szCs w:val="21"/>
              </w:rPr>
              <w:t>Epaisseur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70EFB63B" w14:textId="77777777" w:rsidR="00EB4821" w:rsidRPr="00FA168E" w:rsidRDefault="00EB4821" w:rsidP="009623C6">
            <w:pPr>
              <w:ind w:left="71"/>
              <w:rPr>
                <w:rFonts w:cs="Arial"/>
                <w:szCs w:val="21"/>
              </w:rPr>
            </w:pPr>
            <w:r w:rsidRPr="00FA168E">
              <w:rPr>
                <w:rFonts w:cs="Arial"/>
                <w:szCs w:val="21"/>
              </w:rPr>
              <w:t xml:space="preserve">…………..    </w:t>
            </w:r>
            <w:proofErr w:type="gramStart"/>
            <w:r w:rsidRPr="00FA168E">
              <w:rPr>
                <w:rFonts w:cs="Arial"/>
                <w:szCs w:val="21"/>
              </w:rPr>
              <w:t>m</w:t>
            </w:r>
            <w:proofErr w:type="gramEnd"/>
          </w:p>
        </w:tc>
      </w:tr>
    </w:tbl>
    <w:p w14:paraId="1B36F225" w14:textId="77777777" w:rsidR="00EB4821" w:rsidRPr="00FA168E" w:rsidRDefault="00EB4821" w:rsidP="00EB4821">
      <w:pPr>
        <w:rPr>
          <w:rFonts w:cs="Arial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126"/>
      </w:tblGrid>
      <w:tr w:rsidR="00EB4821" w:rsidRPr="00FA168E" w14:paraId="57E552CE" w14:textId="77777777" w:rsidTr="009623C6">
        <w:tc>
          <w:tcPr>
            <w:tcW w:w="6733" w:type="dxa"/>
            <w:tcBorders>
              <w:top w:val="nil"/>
              <w:left w:val="nil"/>
              <w:bottom w:val="nil"/>
              <w:right w:val="nil"/>
            </w:tcBorders>
          </w:tcPr>
          <w:p w14:paraId="25F42326" w14:textId="77777777" w:rsidR="00EB4821" w:rsidRPr="00FA168E" w:rsidRDefault="00EB4821" w:rsidP="00833589">
            <w:pPr>
              <w:keepNext w:val="0"/>
              <w:numPr>
                <w:ilvl w:val="0"/>
                <w:numId w:val="51"/>
              </w:numPr>
              <w:tabs>
                <w:tab w:val="left" w:pos="1320"/>
                <w:tab w:val="left" w:pos="3062"/>
                <w:tab w:val="left" w:pos="4382"/>
                <w:tab w:val="left" w:pos="5702"/>
              </w:tabs>
              <w:spacing w:after="240" w:line="280" w:lineRule="exact"/>
              <w:ind w:right="1206"/>
              <w:rPr>
                <w:rFonts w:cs="Arial"/>
                <w:szCs w:val="21"/>
              </w:rPr>
            </w:pPr>
            <w:r w:rsidRPr="00FA168E">
              <w:rPr>
                <w:rFonts w:cs="Arial"/>
                <w:szCs w:val="21"/>
              </w:rPr>
              <w:t>Massif filtrant Couche 4 :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1F53B01" w14:textId="77777777" w:rsidR="00EB4821" w:rsidRPr="00FA168E" w:rsidRDefault="00EB4821" w:rsidP="009623C6">
            <w:pPr>
              <w:rPr>
                <w:rFonts w:cs="Arial"/>
                <w:szCs w:val="21"/>
              </w:rPr>
            </w:pPr>
          </w:p>
        </w:tc>
      </w:tr>
      <w:tr w:rsidR="00EB4821" w:rsidRPr="00FA168E" w14:paraId="026A4AC5" w14:textId="77777777" w:rsidTr="009623C6">
        <w:tc>
          <w:tcPr>
            <w:tcW w:w="6733" w:type="dxa"/>
            <w:tcBorders>
              <w:top w:val="nil"/>
              <w:left w:val="nil"/>
              <w:bottom w:val="nil"/>
              <w:right w:val="nil"/>
            </w:tcBorders>
          </w:tcPr>
          <w:p w14:paraId="13A68094" w14:textId="77777777" w:rsidR="00EB4821" w:rsidRPr="00FA168E" w:rsidRDefault="00EB4821" w:rsidP="00833589">
            <w:pPr>
              <w:keepNext w:val="0"/>
              <w:numPr>
                <w:ilvl w:val="0"/>
                <w:numId w:val="53"/>
              </w:numPr>
              <w:tabs>
                <w:tab w:val="left" w:pos="1320"/>
                <w:tab w:val="left" w:pos="3062"/>
                <w:tab w:val="left" w:pos="4382"/>
                <w:tab w:val="left" w:pos="5702"/>
              </w:tabs>
              <w:spacing w:line="280" w:lineRule="exact"/>
              <w:ind w:right="1206"/>
              <w:rPr>
                <w:rFonts w:cs="Arial"/>
                <w:szCs w:val="21"/>
              </w:rPr>
            </w:pPr>
            <w:r w:rsidRPr="00FA168E">
              <w:rPr>
                <w:rFonts w:cs="Arial"/>
                <w:szCs w:val="21"/>
              </w:rPr>
              <w:t>Granulométrie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759F7C23" w14:textId="77777777" w:rsidR="00EB4821" w:rsidRPr="00FA168E" w:rsidRDefault="00EB4821" w:rsidP="009623C6">
            <w:pPr>
              <w:rPr>
                <w:rFonts w:cs="Arial"/>
                <w:szCs w:val="21"/>
              </w:rPr>
            </w:pPr>
            <w:r w:rsidRPr="00FA168E">
              <w:rPr>
                <w:rFonts w:cs="Arial"/>
                <w:szCs w:val="21"/>
              </w:rPr>
              <w:t>…………..</w:t>
            </w:r>
          </w:p>
        </w:tc>
      </w:tr>
    </w:tbl>
    <w:p w14:paraId="42C32B60" w14:textId="77777777" w:rsidR="00EB4821" w:rsidRPr="00FA168E" w:rsidRDefault="00EB4821" w:rsidP="00EB4821">
      <w:pPr>
        <w:rPr>
          <w:rFonts w:cs="Arial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126"/>
      </w:tblGrid>
      <w:tr w:rsidR="00EB4821" w:rsidRPr="00FA168E" w14:paraId="319D1F51" w14:textId="77777777" w:rsidTr="009623C6">
        <w:tc>
          <w:tcPr>
            <w:tcW w:w="6733" w:type="dxa"/>
            <w:tcBorders>
              <w:top w:val="nil"/>
              <w:left w:val="nil"/>
              <w:bottom w:val="nil"/>
              <w:right w:val="nil"/>
            </w:tcBorders>
          </w:tcPr>
          <w:p w14:paraId="5463EA7A" w14:textId="77777777" w:rsidR="00EB4821" w:rsidRPr="00FA168E" w:rsidRDefault="00EB4821" w:rsidP="00833589">
            <w:pPr>
              <w:keepNext w:val="0"/>
              <w:numPr>
                <w:ilvl w:val="0"/>
                <w:numId w:val="53"/>
              </w:numPr>
              <w:tabs>
                <w:tab w:val="left" w:pos="1320"/>
                <w:tab w:val="left" w:pos="3062"/>
                <w:tab w:val="left" w:pos="4382"/>
                <w:tab w:val="left" w:pos="5702"/>
              </w:tabs>
              <w:spacing w:line="280" w:lineRule="exact"/>
              <w:ind w:right="1206"/>
              <w:rPr>
                <w:rFonts w:cs="Arial"/>
                <w:szCs w:val="21"/>
              </w:rPr>
            </w:pPr>
            <w:r w:rsidRPr="00FA168E">
              <w:rPr>
                <w:rFonts w:cs="Arial"/>
                <w:szCs w:val="21"/>
              </w:rPr>
              <w:t>Epaisseur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18272AAE" w14:textId="77777777" w:rsidR="00EB4821" w:rsidRPr="00FA168E" w:rsidRDefault="00EB4821" w:rsidP="009623C6">
            <w:pPr>
              <w:ind w:left="71"/>
              <w:rPr>
                <w:rFonts w:cs="Arial"/>
                <w:szCs w:val="21"/>
              </w:rPr>
            </w:pPr>
            <w:r w:rsidRPr="00FA168E">
              <w:rPr>
                <w:rFonts w:cs="Arial"/>
                <w:szCs w:val="21"/>
              </w:rPr>
              <w:t xml:space="preserve">…………..    </w:t>
            </w:r>
            <w:proofErr w:type="gramStart"/>
            <w:r w:rsidRPr="00FA168E">
              <w:rPr>
                <w:rFonts w:cs="Arial"/>
                <w:szCs w:val="21"/>
              </w:rPr>
              <w:t>m</w:t>
            </w:r>
            <w:proofErr w:type="gramEnd"/>
          </w:p>
        </w:tc>
      </w:tr>
    </w:tbl>
    <w:p w14:paraId="73C7328D" w14:textId="77777777" w:rsidR="0020732D" w:rsidRDefault="0020732D" w:rsidP="00EB4821">
      <w:pPr>
        <w:rPr>
          <w:rFonts w:cs="Arial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126"/>
      </w:tblGrid>
      <w:tr w:rsidR="0020732D" w:rsidRPr="00FA168E" w14:paraId="0FC827B2" w14:textId="77777777" w:rsidTr="009623C6">
        <w:tc>
          <w:tcPr>
            <w:tcW w:w="6733" w:type="dxa"/>
            <w:tcBorders>
              <w:top w:val="nil"/>
              <w:left w:val="nil"/>
              <w:bottom w:val="nil"/>
              <w:right w:val="nil"/>
            </w:tcBorders>
          </w:tcPr>
          <w:p w14:paraId="3BEB3A0B" w14:textId="77777777" w:rsidR="0020732D" w:rsidRPr="00FA168E" w:rsidRDefault="0020732D" w:rsidP="00833589">
            <w:pPr>
              <w:keepNext w:val="0"/>
              <w:numPr>
                <w:ilvl w:val="0"/>
                <w:numId w:val="51"/>
              </w:numPr>
              <w:tabs>
                <w:tab w:val="left" w:pos="1320"/>
                <w:tab w:val="left" w:pos="3062"/>
                <w:tab w:val="left" w:pos="4382"/>
                <w:tab w:val="left" w:pos="5702"/>
              </w:tabs>
              <w:spacing w:line="280" w:lineRule="exact"/>
              <w:ind w:right="1206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Hauteur de stockage de boues</w:t>
            </w:r>
            <w:r w:rsidRPr="00FA168E">
              <w:rPr>
                <w:rFonts w:cs="Arial"/>
                <w:szCs w:val="21"/>
              </w:rPr>
              <w:t> :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4A1E8459" w14:textId="77777777" w:rsidR="0020732D" w:rsidRPr="00FA168E" w:rsidRDefault="0020732D" w:rsidP="0020732D">
            <w:pPr>
              <w:rPr>
                <w:rFonts w:cs="Arial"/>
                <w:szCs w:val="21"/>
              </w:rPr>
            </w:pPr>
            <w:r w:rsidRPr="00FA168E">
              <w:rPr>
                <w:rFonts w:cs="Arial"/>
                <w:szCs w:val="21"/>
              </w:rPr>
              <w:t xml:space="preserve">      …………..    </w:t>
            </w:r>
            <w:proofErr w:type="gramStart"/>
            <w:r>
              <w:rPr>
                <w:rFonts w:cs="Arial"/>
                <w:szCs w:val="21"/>
              </w:rPr>
              <w:t>m</w:t>
            </w:r>
            <w:proofErr w:type="gramEnd"/>
          </w:p>
        </w:tc>
      </w:tr>
    </w:tbl>
    <w:p w14:paraId="0CA79795" w14:textId="77777777" w:rsidR="0020732D" w:rsidRDefault="0020732D" w:rsidP="00EB4821">
      <w:pPr>
        <w:rPr>
          <w:rFonts w:cs="Arial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126"/>
      </w:tblGrid>
      <w:tr w:rsidR="0020732D" w:rsidRPr="00FA168E" w14:paraId="7C4F14F6" w14:textId="77777777" w:rsidTr="009623C6">
        <w:tc>
          <w:tcPr>
            <w:tcW w:w="6733" w:type="dxa"/>
            <w:tcBorders>
              <w:top w:val="nil"/>
              <w:left w:val="nil"/>
              <w:bottom w:val="nil"/>
              <w:right w:val="nil"/>
            </w:tcBorders>
          </w:tcPr>
          <w:p w14:paraId="146EE049" w14:textId="77777777" w:rsidR="0020732D" w:rsidRPr="00FA168E" w:rsidRDefault="0020732D" w:rsidP="00833589">
            <w:pPr>
              <w:keepNext w:val="0"/>
              <w:numPr>
                <w:ilvl w:val="0"/>
                <w:numId w:val="51"/>
              </w:numPr>
              <w:tabs>
                <w:tab w:val="left" w:pos="1320"/>
                <w:tab w:val="left" w:pos="3062"/>
                <w:tab w:val="left" w:pos="4382"/>
                <w:tab w:val="left" w:pos="5702"/>
              </w:tabs>
              <w:spacing w:line="280" w:lineRule="exact"/>
              <w:ind w:right="1206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Revanche</w:t>
            </w:r>
            <w:r w:rsidRPr="00FA168E">
              <w:rPr>
                <w:rFonts w:cs="Arial"/>
                <w:szCs w:val="21"/>
              </w:rPr>
              <w:t> :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7C9F09FC" w14:textId="77777777" w:rsidR="0020732D" w:rsidRPr="00FA168E" w:rsidRDefault="0020732D" w:rsidP="009623C6">
            <w:pPr>
              <w:rPr>
                <w:rFonts w:cs="Arial"/>
                <w:szCs w:val="21"/>
              </w:rPr>
            </w:pPr>
            <w:r w:rsidRPr="00FA168E">
              <w:rPr>
                <w:rFonts w:cs="Arial"/>
                <w:szCs w:val="21"/>
              </w:rPr>
              <w:t xml:space="preserve">      …………..    </w:t>
            </w:r>
            <w:proofErr w:type="gramStart"/>
            <w:r>
              <w:rPr>
                <w:rFonts w:cs="Arial"/>
                <w:szCs w:val="21"/>
              </w:rPr>
              <w:t>m</w:t>
            </w:r>
            <w:proofErr w:type="gramEnd"/>
          </w:p>
        </w:tc>
      </w:tr>
    </w:tbl>
    <w:p w14:paraId="00E40A7F" w14:textId="77777777" w:rsidR="0020732D" w:rsidRDefault="0020732D" w:rsidP="00EB4821">
      <w:pPr>
        <w:rPr>
          <w:rFonts w:cs="Arial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126"/>
      </w:tblGrid>
      <w:tr w:rsidR="0020732D" w:rsidRPr="00FA168E" w14:paraId="0EA7EA5C" w14:textId="77777777" w:rsidTr="009623C6">
        <w:tc>
          <w:tcPr>
            <w:tcW w:w="6733" w:type="dxa"/>
            <w:tcBorders>
              <w:top w:val="nil"/>
              <w:left w:val="nil"/>
              <w:bottom w:val="nil"/>
              <w:right w:val="nil"/>
            </w:tcBorders>
          </w:tcPr>
          <w:p w14:paraId="4773579E" w14:textId="77777777" w:rsidR="0020732D" w:rsidRPr="00FA168E" w:rsidRDefault="0020732D" w:rsidP="00833589">
            <w:pPr>
              <w:keepNext w:val="0"/>
              <w:numPr>
                <w:ilvl w:val="0"/>
                <w:numId w:val="51"/>
              </w:numPr>
              <w:tabs>
                <w:tab w:val="left" w:pos="1320"/>
                <w:tab w:val="left" w:pos="3062"/>
                <w:tab w:val="left" w:pos="4382"/>
                <w:tab w:val="left" w:pos="5702"/>
              </w:tabs>
              <w:spacing w:line="280" w:lineRule="exact"/>
              <w:ind w:right="1206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Volume total de stockage de boues</w:t>
            </w:r>
            <w:r w:rsidRPr="00FA168E">
              <w:rPr>
                <w:rFonts w:cs="Arial"/>
                <w:szCs w:val="21"/>
              </w:rPr>
              <w:t> :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2EF52C0E" w14:textId="77777777" w:rsidR="0020732D" w:rsidRPr="00FA168E" w:rsidRDefault="0020732D" w:rsidP="009623C6">
            <w:pPr>
              <w:rPr>
                <w:rFonts w:cs="Arial"/>
                <w:szCs w:val="21"/>
              </w:rPr>
            </w:pPr>
            <w:r w:rsidRPr="00FA168E">
              <w:rPr>
                <w:rFonts w:cs="Arial"/>
                <w:szCs w:val="21"/>
              </w:rPr>
              <w:t xml:space="preserve">      …………..    </w:t>
            </w:r>
            <w:proofErr w:type="gramStart"/>
            <w:r>
              <w:rPr>
                <w:rFonts w:cs="Arial"/>
                <w:szCs w:val="21"/>
              </w:rPr>
              <w:t>m</w:t>
            </w:r>
            <w:proofErr w:type="gramEnd"/>
          </w:p>
        </w:tc>
      </w:tr>
    </w:tbl>
    <w:p w14:paraId="5AD673A8" w14:textId="77777777" w:rsidR="0020732D" w:rsidRPr="00FA168E" w:rsidRDefault="0020732D" w:rsidP="00EB4821">
      <w:pPr>
        <w:rPr>
          <w:rFonts w:cs="Arial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126"/>
      </w:tblGrid>
      <w:tr w:rsidR="00EB4821" w:rsidRPr="00FA168E" w14:paraId="205C67C1" w14:textId="77777777" w:rsidTr="009623C6">
        <w:tc>
          <w:tcPr>
            <w:tcW w:w="6733" w:type="dxa"/>
            <w:tcBorders>
              <w:top w:val="nil"/>
              <w:left w:val="nil"/>
              <w:bottom w:val="nil"/>
              <w:right w:val="nil"/>
            </w:tcBorders>
          </w:tcPr>
          <w:p w14:paraId="701FE29F" w14:textId="77777777" w:rsidR="00EB4821" w:rsidRPr="00FA168E" w:rsidRDefault="00EB4821" w:rsidP="00833589">
            <w:pPr>
              <w:keepNext w:val="0"/>
              <w:numPr>
                <w:ilvl w:val="0"/>
                <w:numId w:val="51"/>
              </w:numPr>
              <w:tabs>
                <w:tab w:val="left" w:pos="1320"/>
                <w:tab w:val="left" w:pos="3062"/>
                <w:tab w:val="left" w:pos="4382"/>
                <w:tab w:val="left" w:pos="5702"/>
              </w:tabs>
              <w:spacing w:line="280" w:lineRule="exact"/>
              <w:ind w:right="1206"/>
              <w:rPr>
                <w:rFonts w:cs="Arial"/>
                <w:szCs w:val="21"/>
              </w:rPr>
            </w:pPr>
            <w:r w:rsidRPr="00FA168E">
              <w:rPr>
                <w:rFonts w:cs="Arial"/>
                <w:szCs w:val="21"/>
              </w:rPr>
              <w:t>Nombre de point d’alimentation :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1245F1DD" w14:textId="77777777" w:rsidR="00EB4821" w:rsidRPr="00FA168E" w:rsidRDefault="00EB4821" w:rsidP="009623C6">
            <w:pPr>
              <w:rPr>
                <w:rFonts w:cs="Arial"/>
                <w:szCs w:val="21"/>
              </w:rPr>
            </w:pPr>
            <w:r w:rsidRPr="00FA168E">
              <w:rPr>
                <w:rFonts w:cs="Arial"/>
                <w:szCs w:val="21"/>
              </w:rPr>
              <w:t xml:space="preserve">      …………..    U / lit</w:t>
            </w:r>
          </w:p>
        </w:tc>
      </w:tr>
    </w:tbl>
    <w:p w14:paraId="140520FF" w14:textId="77777777" w:rsidR="00EB4821" w:rsidRPr="00FA168E" w:rsidRDefault="00EB4821" w:rsidP="00EB4821">
      <w:pPr>
        <w:rPr>
          <w:rFonts w:cs="Arial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126"/>
      </w:tblGrid>
      <w:tr w:rsidR="00EB4821" w:rsidRPr="00FA168E" w14:paraId="5323152D" w14:textId="77777777" w:rsidTr="009623C6">
        <w:tc>
          <w:tcPr>
            <w:tcW w:w="6733" w:type="dxa"/>
            <w:tcBorders>
              <w:top w:val="nil"/>
              <w:left w:val="nil"/>
              <w:bottom w:val="nil"/>
              <w:right w:val="nil"/>
            </w:tcBorders>
          </w:tcPr>
          <w:p w14:paraId="23CF8DDC" w14:textId="77777777" w:rsidR="00EB4821" w:rsidRPr="00FA168E" w:rsidRDefault="00EB4821" w:rsidP="00833589">
            <w:pPr>
              <w:keepNext w:val="0"/>
              <w:numPr>
                <w:ilvl w:val="0"/>
                <w:numId w:val="51"/>
              </w:numPr>
              <w:tabs>
                <w:tab w:val="left" w:pos="1320"/>
                <w:tab w:val="left" w:pos="3062"/>
                <w:tab w:val="left" w:pos="4382"/>
                <w:tab w:val="left" w:pos="5702"/>
              </w:tabs>
              <w:spacing w:line="280" w:lineRule="exact"/>
              <w:ind w:right="1206"/>
              <w:rPr>
                <w:rFonts w:cs="Arial"/>
                <w:szCs w:val="21"/>
              </w:rPr>
            </w:pPr>
            <w:r w:rsidRPr="00FA168E">
              <w:rPr>
                <w:rFonts w:cs="Arial"/>
                <w:szCs w:val="21"/>
              </w:rPr>
              <w:t>Nombre de pieds de roseaux :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6C8205BD" w14:textId="77777777" w:rsidR="00EB4821" w:rsidRPr="00FA168E" w:rsidRDefault="00EB4821" w:rsidP="009623C6">
            <w:pPr>
              <w:rPr>
                <w:rFonts w:cs="Arial"/>
                <w:szCs w:val="21"/>
              </w:rPr>
            </w:pPr>
            <w:r w:rsidRPr="00FA168E">
              <w:rPr>
                <w:rFonts w:cs="Arial"/>
                <w:szCs w:val="21"/>
              </w:rPr>
              <w:t xml:space="preserve"> …………..    U / lit</w:t>
            </w:r>
          </w:p>
        </w:tc>
      </w:tr>
    </w:tbl>
    <w:p w14:paraId="03F04062" w14:textId="77777777" w:rsidR="00EB4821" w:rsidRDefault="00EB4821" w:rsidP="00D279D9">
      <w:pPr>
        <w:keepNext w:val="0"/>
        <w:tabs>
          <w:tab w:val="left" w:pos="1560"/>
        </w:tabs>
      </w:pPr>
    </w:p>
    <w:p w14:paraId="32E2ABB2" w14:textId="77777777" w:rsidR="00B604B1" w:rsidRDefault="00B604B1" w:rsidP="00B604B1">
      <w:pPr>
        <w:rPr>
          <w:rFonts w:cs="Arial"/>
          <w:b/>
          <w:szCs w:val="21"/>
        </w:rPr>
      </w:pPr>
      <w:r>
        <w:rPr>
          <w:rFonts w:cs="Arial"/>
          <w:b/>
          <w:szCs w:val="21"/>
        </w:rPr>
        <w:t>Poste de retour des filtrats</w:t>
      </w:r>
      <w:r w:rsidRPr="00FA168E">
        <w:rPr>
          <w:rFonts w:cs="Arial"/>
          <w:b/>
          <w:szCs w:val="21"/>
        </w:rPr>
        <w:t> :</w:t>
      </w:r>
    </w:p>
    <w:p w14:paraId="3CE19911" w14:textId="77777777" w:rsidR="00B604B1" w:rsidRDefault="00B604B1" w:rsidP="00B604B1">
      <w:pPr>
        <w:keepNext w:val="0"/>
        <w:tabs>
          <w:tab w:val="left" w:pos="156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126"/>
      </w:tblGrid>
      <w:tr w:rsidR="00B604B1" w:rsidRPr="00FA168E" w14:paraId="21B93D76" w14:textId="77777777" w:rsidTr="009623C6">
        <w:tc>
          <w:tcPr>
            <w:tcW w:w="6733" w:type="dxa"/>
            <w:tcBorders>
              <w:top w:val="nil"/>
              <w:left w:val="nil"/>
              <w:bottom w:val="nil"/>
              <w:right w:val="nil"/>
            </w:tcBorders>
          </w:tcPr>
          <w:p w14:paraId="35B9ED01" w14:textId="77777777" w:rsidR="00B604B1" w:rsidRPr="00FA168E" w:rsidRDefault="00B604B1" w:rsidP="00833589">
            <w:pPr>
              <w:keepNext w:val="0"/>
              <w:numPr>
                <w:ilvl w:val="0"/>
                <w:numId w:val="51"/>
              </w:numPr>
              <w:tabs>
                <w:tab w:val="left" w:pos="1320"/>
                <w:tab w:val="left" w:pos="3062"/>
                <w:tab w:val="left" w:pos="4382"/>
                <w:tab w:val="left" w:pos="5702"/>
              </w:tabs>
              <w:spacing w:line="280" w:lineRule="exact"/>
              <w:ind w:right="1206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Volume utile</w:t>
            </w:r>
            <w:r w:rsidRPr="00FA168E">
              <w:rPr>
                <w:rFonts w:cs="Arial"/>
                <w:szCs w:val="21"/>
              </w:rPr>
              <w:t> :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38C6124F" w14:textId="77777777" w:rsidR="00B604B1" w:rsidRPr="00FA168E" w:rsidRDefault="00B604B1" w:rsidP="009623C6">
            <w:pPr>
              <w:rPr>
                <w:rFonts w:cs="Arial"/>
                <w:szCs w:val="21"/>
              </w:rPr>
            </w:pPr>
            <w:r w:rsidRPr="00FA168E">
              <w:rPr>
                <w:rFonts w:cs="Arial"/>
                <w:szCs w:val="21"/>
              </w:rPr>
              <w:t xml:space="preserve">  …………..     </w:t>
            </w:r>
            <w:proofErr w:type="gramStart"/>
            <w:r w:rsidRPr="00FA168E">
              <w:rPr>
                <w:rFonts w:cs="Arial"/>
                <w:szCs w:val="21"/>
              </w:rPr>
              <w:t>m</w:t>
            </w:r>
            <w:proofErr w:type="gramEnd"/>
            <w:r w:rsidRPr="00FA168E">
              <w:rPr>
                <w:rFonts w:cs="Arial"/>
                <w:szCs w:val="21"/>
                <w:vertAlign w:val="superscript"/>
              </w:rPr>
              <w:t>3</w:t>
            </w:r>
          </w:p>
        </w:tc>
      </w:tr>
    </w:tbl>
    <w:p w14:paraId="5A77ACC2" w14:textId="77777777" w:rsidR="00B604B1" w:rsidRPr="00FA168E" w:rsidRDefault="00B604B1" w:rsidP="00B604B1">
      <w:pPr>
        <w:rPr>
          <w:rFonts w:cs="Arial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126"/>
      </w:tblGrid>
      <w:tr w:rsidR="00B604B1" w:rsidRPr="00FA168E" w14:paraId="37DB6EC1" w14:textId="77777777" w:rsidTr="009623C6">
        <w:tc>
          <w:tcPr>
            <w:tcW w:w="6733" w:type="dxa"/>
            <w:tcBorders>
              <w:top w:val="nil"/>
              <w:left w:val="nil"/>
              <w:bottom w:val="nil"/>
              <w:right w:val="nil"/>
            </w:tcBorders>
          </w:tcPr>
          <w:p w14:paraId="3C2B86F6" w14:textId="77777777" w:rsidR="00B604B1" w:rsidRPr="00FA168E" w:rsidRDefault="00B604B1" w:rsidP="00833589">
            <w:pPr>
              <w:keepNext w:val="0"/>
              <w:numPr>
                <w:ilvl w:val="0"/>
                <w:numId w:val="51"/>
              </w:numPr>
              <w:tabs>
                <w:tab w:val="left" w:pos="1320"/>
                <w:tab w:val="left" w:pos="3062"/>
                <w:tab w:val="left" w:pos="4382"/>
                <w:tab w:val="left" w:pos="5702"/>
              </w:tabs>
              <w:spacing w:line="280" w:lineRule="exact"/>
              <w:ind w:right="1206"/>
              <w:rPr>
                <w:rFonts w:cs="Arial"/>
                <w:szCs w:val="21"/>
              </w:rPr>
            </w:pPr>
            <w:r w:rsidRPr="00FA168E">
              <w:rPr>
                <w:rFonts w:cs="Arial"/>
                <w:szCs w:val="21"/>
              </w:rPr>
              <w:t>Débit</w:t>
            </w:r>
            <w:r>
              <w:rPr>
                <w:rFonts w:cs="Arial"/>
                <w:szCs w:val="21"/>
              </w:rPr>
              <w:t xml:space="preserve"> d’alimentation</w:t>
            </w:r>
            <w:r w:rsidRPr="00FA168E">
              <w:rPr>
                <w:rFonts w:cs="Arial"/>
                <w:szCs w:val="21"/>
              </w:rPr>
              <w:t> :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6CE56833" w14:textId="77777777" w:rsidR="00B604B1" w:rsidRPr="00FA168E" w:rsidRDefault="00B604B1" w:rsidP="009623C6">
            <w:pPr>
              <w:rPr>
                <w:rFonts w:cs="Arial"/>
                <w:szCs w:val="21"/>
              </w:rPr>
            </w:pPr>
            <w:r w:rsidRPr="00FA168E">
              <w:rPr>
                <w:rFonts w:cs="Arial"/>
                <w:szCs w:val="21"/>
              </w:rPr>
              <w:t xml:space="preserve">  …………..     </w:t>
            </w:r>
            <w:proofErr w:type="gramStart"/>
            <w:r w:rsidRPr="00FA168E">
              <w:rPr>
                <w:rFonts w:cs="Arial"/>
                <w:szCs w:val="21"/>
              </w:rPr>
              <w:t>m</w:t>
            </w:r>
            <w:proofErr w:type="gramEnd"/>
            <w:r w:rsidRPr="00FA168E">
              <w:rPr>
                <w:rFonts w:cs="Arial"/>
                <w:szCs w:val="21"/>
                <w:vertAlign w:val="superscript"/>
              </w:rPr>
              <w:t>3</w:t>
            </w:r>
            <w:r w:rsidRPr="00FA168E">
              <w:rPr>
                <w:rFonts w:cs="Arial"/>
                <w:szCs w:val="21"/>
              </w:rPr>
              <w:t>/h</w:t>
            </w:r>
          </w:p>
        </w:tc>
      </w:tr>
    </w:tbl>
    <w:p w14:paraId="7834B043" w14:textId="77777777" w:rsidR="00B604B1" w:rsidRPr="00FA168E" w:rsidRDefault="00B604B1" w:rsidP="00B604B1">
      <w:pPr>
        <w:rPr>
          <w:rFonts w:cs="Arial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126"/>
      </w:tblGrid>
      <w:tr w:rsidR="00B604B1" w:rsidRPr="00FA168E" w14:paraId="39AC677A" w14:textId="77777777" w:rsidTr="009623C6">
        <w:tc>
          <w:tcPr>
            <w:tcW w:w="6733" w:type="dxa"/>
            <w:tcBorders>
              <w:top w:val="nil"/>
              <w:left w:val="nil"/>
              <w:bottom w:val="nil"/>
              <w:right w:val="nil"/>
            </w:tcBorders>
          </w:tcPr>
          <w:p w14:paraId="185AE57D" w14:textId="77777777" w:rsidR="00B604B1" w:rsidRPr="00FA168E" w:rsidRDefault="00B604B1" w:rsidP="00833589">
            <w:pPr>
              <w:keepNext w:val="0"/>
              <w:numPr>
                <w:ilvl w:val="0"/>
                <w:numId w:val="51"/>
              </w:numPr>
              <w:tabs>
                <w:tab w:val="left" w:pos="1320"/>
                <w:tab w:val="left" w:pos="3062"/>
                <w:tab w:val="left" w:pos="4382"/>
                <w:tab w:val="left" w:pos="5702"/>
              </w:tabs>
              <w:spacing w:line="280" w:lineRule="exact"/>
              <w:ind w:right="1206"/>
              <w:rPr>
                <w:rFonts w:cs="Arial"/>
                <w:szCs w:val="21"/>
              </w:rPr>
            </w:pPr>
            <w:r w:rsidRPr="00FA168E">
              <w:rPr>
                <w:rFonts w:cs="Arial"/>
                <w:szCs w:val="21"/>
              </w:rPr>
              <w:t>HMT :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7222BCA8" w14:textId="77777777" w:rsidR="00B604B1" w:rsidRPr="00FA168E" w:rsidRDefault="00B604B1" w:rsidP="009623C6">
            <w:pPr>
              <w:rPr>
                <w:rFonts w:cs="Arial"/>
                <w:szCs w:val="21"/>
              </w:rPr>
            </w:pPr>
            <w:r w:rsidRPr="00FA168E">
              <w:rPr>
                <w:rFonts w:cs="Arial"/>
                <w:szCs w:val="21"/>
              </w:rPr>
              <w:t xml:space="preserve">  …………..     </w:t>
            </w:r>
            <w:proofErr w:type="gramStart"/>
            <w:r w:rsidRPr="00FA168E">
              <w:rPr>
                <w:rFonts w:cs="Arial"/>
                <w:szCs w:val="21"/>
              </w:rPr>
              <w:t>m</w:t>
            </w:r>
            <w:proofErr w:type="gramEnd"/>
          </w:p>
        </w:tc>
      </w:tr>
    </w:tbl>
    <w:p w14:paraId="260A8345" w14:textId="77777777" w:rsidR="00B604B1" w:rsidRDefault="00B604B1" w:rsidP="00B604B1">
      <w:pPr>
        <w:rPr>
          <w:rFonts w:cs="Arial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126"/>
      </w:tblGrid>
      <w:tr w:rsidR="0020732D" w:rsidRPr="00EF7C34" w14:paraId="641BAAB5" w14:textId="77777777" w:rsidTr="009623C6">
        <w:tc>
          <w:tcPr>
            <w:tcW w:w="6733" w:type="dxa"/>
            <w:tcBorders>
              <w:top w:val="nil"/>
              <w:left w:val="nil"/>
              <w:bottom w:val="nil"/>
              <w:right w:val="nil"/>
            </w:tcBorders>
          </w:tcPr>
          <w:p w14:paraId="7C5AC0A2" w14:textId="77777777" w:rsidR="0020732D" w:rsidRPr="0020732D" w:rsidRDefault="0020732D" w:rsidP="00833589">
            <w:pPr>
              <w:keepNext w:val="0"/>
              <w:numPr>
                <w:ilvl w:val="0"/>
                <w:numId w:val="51"/>
              </w:numPr>
              <w:tabs>
                <w:tab w:val="left" w:pos="1320"/>
                <w:tab w:val="left" w:pos="3062"/>
                <w:tab w:val="left" w:pos="4382"/>
                <w:tab w:val="left" w:pos="5702"/>
              </w:tabs>
              <w:spacing w:line="280" w:lineRule="exact"/>
              <w:ind w:right="1206"/>
              <w:rPr>
                <w:rFonts w:cs="Arial"/>
                <w:szCs w:val="21"/>
              </w:rPr>
            </w:pPr>
            <w:r w:rsidRPr="0020732D">
              <w:rPr>
                <w:rFonts w:cs="Arial"/>
                <w:szCs w:val="21"/>
              </w:rPr>
              <w:t>Puissance installée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0D7F" w14:textId="77777777" w:rsidR="0020732D" w:rsidRPr="0020732D" w:rsidRDefault="0020732D" w:rsidP="009623C6">
            <w:pPr>
              <w:rPr>
                <w:rFonts w:cs="Arial"/>
                <w:szCs w:val="21"/>
              </w:rPr>
            </w:pPr>
            <w:r w:rsidRPr="0020732D">
              <w:rPr>
                <w:rFonts w:cs="Arial"/>
                <w:szCs w:val="21"/>
              </w:rPr>
              <w:t xml:space="preserve">                  …………  </w:t>
            </w:r>
            <w:proofErr w:type="gramStart"/>
            <w:r w:rsidRPr="0020732D">
              <w:rPr>
                <w:rFonts w:cs="Arial"/>
                <w:szCs w:val="21"/>
              </w:rPr>
              <w:t>kW</w:t>
            </w:r>
            <w:proofErr w:type="gramEnd"/>
          </w:p>
        </w:tc>
      </w:tr>
    </w:tbl>
    <w:p w14:paraId="1470DF56" w14:textId="77777777" w:rsidR="0020732D" w:rsidRDefault="0020732D" w:rsidP="00B604B1">
      <w:pPr>
        <w:rPr>
          <w:rFonts w:cs="Arial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126"/>
      </w:tblGrid>
      <w:tr w:rsidR="00B604B1" w:rsidRPr="00FA168E" w14:paraId="3269164A" w14:textId="77777777" w:rsidTr="009623C6">
        <w:tc>
          <w:tcPr>
            <w:tcW w:w="6733" w:type="dxa"/>
            <w:tcBorders>
              <w:top w:val="nil"/>
              <w:left w:val="nil"/>
              <w:bottom w:val="nil"/>
              <w:right w:val="nil"/>
            </w:tcBorders>
          </w:tcPr>
          <w:p w14:paraId="4934AA34" w14:textId="77777777" w:rsidR="00B604B1" w:rsidRPr="00FA168E" w:rsidRDefault="00B604B1" w:rsidP="00833589">
            <w:pPr>
              <w:keepNext w:val="0"/>
              <w:numPr>
                <w:ilvl w:val="0"/>
                <w:numId w:val="51"/>
              </w:numPr>
              <w:tabs>
                <w:tab w:val="left" w:pos="1320"/>
                <w:tab w:val="left" w:pos="3062"/>
                <w:tab w:val="left" w:pos="4382"/>
                <w:tab w:val="left" w:pos="5702"/>
              </w:tabs>
              <w:spacing w:line="280" w:lineRule="exact"/>
              <w:ind w:right="1206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Consommation</w:t>
            </w:r>
            <w:r w:rsidRPr="00FA168E">
              <w:rPr>
                <w:rFonts w:cs="Arial"/>
                <w:szCs w:val="21"/>
              </w:rPr>
              <w:t> :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04725D11" w14:textId="77777777" w:rsidR="00B604B1" w:rsidRPr="00FA168E" w:rsidRDefault="00B604B1" w:rsidP="009623C6">
            <w:pPr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  …………..     </w:t>
            </w:r>
            <w:proofErr w:type="gramStart"/>
            <w:r>
              <w:rPr>
                <w:rFonts w:cs="Arial"/>
                <w:szCs w:val="21"/>
              </w:rPr>
              <w:t>kWh</w:t>
            </w:r>
            <w:proofErr w:type="gramEnd"/>
            <w:r>
              <w:rPr>
                <w:rFonts w:cs="Arial"/>
                <w:szCs w:val="21"/>
              </w:rPr>
              <w:t>/m</w:t>
            </w:r>
            <w:r w:rsidRPr="00C44D30">
              <w:rPr>
                <w:rFonts w:cs="Arial"/>
                <w:szCs w:val="21"/>
                <w:vertAlign w:val="superscript"/>
              </w:rPr>
              <w:t>3</w:t>
            </w:r>
          </w:p>
        </w:tc>
      </w:tr>
    </w:tbl>
    <w:p w14:paraId="0488E8CE" w14:textId="77777777" w:rsidR="00B604B1" w:rsidRDefault="00B604B1" w:rsidP="00B604B1">
      <w:pPr>
        <w:keepNext w:val="0"/>
        <w:tabs>
          <w:tab w:val="left" w:pos="1560"/>
        </w:tabs>
      </w:pPr>
    </w:p>
    <w:p w14:paraId="1357EB19" w14:textId="77777777" w:rsidR="00E27C5D" w:rsidRDefault="00E27C5D" w:rsidP="00E27C5D">
      <w:pPr>
        <w:pStyle w:val="Titre1"/>
      </w:pPr>
      <w:bookmarkStart w:id="19" w:name="_Toc191898466"/>
      <w:r>
        <w:t>aRTICLE IV : bilan de fonctionnement</w:t>
      </w:r>
      <w:bookmarkEnd w:id="19"/>
    </w:p>
    <w:p w14:paraId="2EE2E3C4" w14:textId="77777777" w:rsidR="00F060C8" w:rsidRDefault="00F060C8" w:rsidP="00F060C8">
      <w:pPr>
        <w:spacing w:line="280" w:lineRule="exact"/>
        <w:rPr>
          <w:rFonts w:cs="Arial"/>
          <w:szCs w:val="20"/>
        </w:rPr>
      </w:pPr>
      <w:r w:rsidRPr="00EF7C34">
        <w:rPr>
          <w:rFonts w:cs="Arial"/>
          <w:szCs w:val="20"/>
        </w:rPr>
        <w:t xml:space="preserve">L’entrepreneur s’engage sur les valeurs </w:t>
      </w:r>
      <w:proofErr w:type="spellStart"/>
      <w:r w:rsidR="00561206">
        <w:rPr>
          <w:rFonts w:cs="Arial"/>
          <w:szCs w:val="20"/>
        </w:rPr>
        <w:t>ci dessous</w:t>
      </w:r>
      <w:proofErr w:type="spellEnd"/>
      <w:r w:rsidRPr="00EF7C34">
        <w:rPr>
          <w:rFonts w:cs="Arial"/>
          <w:szCs w:val="20"/>
        </w:rPr>
        <w:t xml:space="preserve">, </w:t>
      </w:r>
      <w:r w:rsidRPr="00EF7C34">
        <w:rPr>
          <w:rFonts w:cs="Arial"/>
          <w:szCs w:val="20"/>
          <w:u w:val="single"/>
        </w:rPr>
        <w:t>sur la base d’un fonctionnement à charge nominale</w:t>
      </w:r>
      <w:r w:rsidRPr="00EF7C34">
        <w:rPr>
          <w:rFonts w:cs="Arial"/>
          <w:szCs w:val="20"/>
        </w:rPr>
        <w:t xml:space="preserve"> : </w:t>
      </w:r>
    </w:p>
    <w:p w14:paraId="5148AD32" w14:textId="77777777" w:rsidR="00F060C8" w:rsidRPr="00EF7C34" w:rsidRDefault="00F060C8" w:rsidP="00F060C8">
      <w:pPr>
        <w:spacing w:line="280" w:lineRule="exact"/>
        <w:rPr>
          <w:rFonts w:cs="Arial"/>
          <w:szCs w:val="20"/>
        </w:rPr>
      </w:pPr>
    </w:p>
    <w:p w14:paraId="6C292C94" w14:textId="77777777" w:rsidR="00F060C8" w:rsidRDefault="00F060C8" w:rsidP="00F060C8">
      <w:pPr>
        <w:spacing w:line="280" w:lineRule="exact"/>
        <w:rPr>
          <w:rFonts w:cs="Arial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126"/>
      </w:tblGrid>
      <w:tr w:rsidR="00F060C8" w:rsidRPr="00EF7C34" w14:paraId="4E835C87" w14:textId="77777777" w:rsidTr="009623C6">
        <w:tc>
          <w:tcPr>
            <w:tcW w:w="6733" w:type="dxa"/>
            <w:tcBorders>
              <w:top w:val="nil"/>
              <w:left w:val="nil"/>
              <w:bottom w:val="nil"/>
              <w:right w:val="nil"/>
            </w:tcBorders>
          </w:tcPr>
          <w:p w14:paraId="02A02CAB" w14:textId="77777777" w:rsidR="00F060C8" w:rsidRPr="00EF7C34" w:rsidRDefault="00F060C8" w:rsidP="00833589">
            <w:pPr>
              <w:keepNext w:val="0"/>
              <w:numPr>
                <w:ilvl w:val="0"/>
                <w:numId w:val="51"/>
              </w:numPr>
              <w:tabs>
                <w:tab w:val="left" w:pos="1320"/>
                <w:tab w:val="left" w:pos="3062"/>
                <w:tab w:val="left" w:pos="4382"/>
                <w:tab w:val="left" w:pos="5702"/>
              </w:tabs>
              <w:spacing w:line="280" w:lineRule="exact"/>
              <w:ind w:right="1206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Production d’eaux de filtrats (retour sur STEP</w:t>
            </w:r>
            <w:r w:rsidR="0089360E">
              <w:rPr>
                <w:rFonts w:cs="Arial"/>
                <w:szCs w:val="20"/>
              </w:rPr>
              <w:t xml:space="preserve"> depuis </w:t>
            </w:r>
            <w:proofErr w:type="gramStart"/>
            <w:r w:rsidR="0089360E">
              <w:rPr>
                <w:rFonts w:cs="Arial"/>
                <w:szCs w:val="20"/>
              </w:rPr>
              <w:t xml:space="preserve">LSPR </w:t>
            </w:r>
            <w:r>
              <w:rPr>
                <w:rFonts w:cs="Arial"/>
                <w:szCs w:val="20"/>
              </w:rPr>
              <w:t>)</w:t>
            </w:r>
            <w:proofErr w:type="gramEnd"/>
            <w:r w:rsidRPr="00EF7C34">
              <w:rPr>
                <w:rFonts w:cs="Arial"/>
                <w:szCs w:val="20"/>
              </w:rPr>
              <w:t> 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E5C2F" w14:textId="77777777" w:rsidR="00F060C8" w:rsidRPr="00EF7C34" w:rsidRDefault="00F060C8" w:rsidP="009623C6">
            <w:pPr>
              <w:rPr>
                <w:rFonts w:cs="Arial"/>
                <w:szCs w:val="20"/>
              </w:rPr>
            </w:pPr>
            <w:r w:rsidRPr="00EF7C34">
              <w:rPr>
                <w:rFonts w:cs="Arial"/>
                <w:szCs w:val="20"/>
              </w:rPr>
              <w:t xml:space="preserve">  …………..    </w:t>
            </w:r>
            <w:proofErr w:type="gramStart"/>
            <w:r w:rsidRPr="00EF7C34">
              <w:rPr>
                <w:rFonts w:cs="Arial"/>
                <w:szCs w:val="20"/>
              </w:rPr>
              <w:t>m</w:t>
            </w:r>
            <w:proofErr w:type="gramEnd"/>
            <w:r w:rsidRPr="00EF7C34">
              <w:rPr>
                <w:rFonts w:cs="Arial"/>
                <w:szCs w:val="20"/>
                <w:vertAlign w:val="superscript"/>
              </w:rPr>
              <w:t>3</w:t>
            </w:r>
            <w:r w:rsidRPr="00EF7C34">
              <w:rPr>
                <w:rFonts w:cs="Arial"/>
                <w:szCs w:val="20"/>
              </w:rPr>
              <w:t>/an</w:t>
            </w:r>
          </w:p>
        </w:tc>
      </w:tr>
    </w:tbl>
    <w:p w14:paraId="208195A4" w14:textId="77777777" w:rsidR="00F060C8" w:rsidRDefault="00F060C8" w:rsidP="00F060C8">
      <w:pPr>
        <w:spacing w:line="280" w:lineRule="exact"/>
        <w:rPr>
          <w:rFonts w:cs="Arial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126"/>
      </w:tblGrid>
      <w:tr w:rsidR="003709EB" w:rsidRPr="006C45DA" w14:paraId="093E182F" w14:textId="77777777" w:rsidTr="009623C6">
        <w:tc>
          <w:tcPr>
            <w:tcW w:w="6733" w:type="dxa"/>
            <w:tcBorders>
              <w:top w:val="nil"/>
              <w:left w:val="nil"/>
              <w:bottom w:val="nil"/>
              <w:right w:val="nil"/>
            </w:tcBorders>
          </w:tcPr>
          <w:p w14:paraId="26566BF4" w14:textId="77777777" w:rsidR="003709EB" w:rsidRPr="006C45DA" w:rsidRDefault="003709EB" w:rsidP="00833589">
            <w:pPr>
              <w:keepNext w:val="0"/>
              <w:numPr>
                <w:ilvl w:val="0"/>
                <w:numId w:val="51"/>
              </w:numPr>
              <w:tabs>
                <w:tab w:val="left" w:pos="1320"/>
                <w:tab w:val="left" w:pos="3062"/>
                <w:tab w:val="left" w:pos="4382"/>
                <w:tab w:val="left" w:pos="5702"/>
              </w:tabs>
              <w:spacing w:line="280" w:lineRule="exact"/>
              <w:ind w:right="1206"/>
              <w:rPr>
                <w:rFonts w:cs="Arial"/>
                <w:szCs w:val="21"/>
              </w:rPr>
            </w:pPr>
            <w:r w:rsidRPr="006C45DA">
              <w:rPr>
                <w:rFonts w:cs="Arial"/>
                <w:szCs w:val="21"/>
              </w:rPr>
              <w:t>Durée d’atteinte de la taille optimale des roseaux (après plantation) :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14:paraId="5C782C08" w14:textId="77777777" w:rsidR="003709EB" w:rsidRPr="006C45DA" w:rsidRDefault="003709EB" w:rsidP="009623C6">
            <w:pPr>
              <w:jc w:val="center"/>
              <w:rPr>
                <w:rFonts w:cs="Arial"/>
                <w:szCs w:val="21"/>
              </w:rPr>
            </w:pPr>
            <w:r w:rsidRPr="006C45DA">
              <w:rPr>
                <w:rFonts w:cs="Arial"/>
                <w:szCs w:val="21"/>
              </w:rPr>
              <w:t xml:space="preserve">…………..    </w:t>
            </w:r>
            <w:proofErr w:type="gramStart"/>
            <w:r w:rsidRPr="006C45DA">
              <w:rPr>
                <w:rFonts w:cs="Arial"/>
                <w:szCs w:val="21"/>
              </w:rPr>
              <w:t>mois</w:t>
            </w:r>
            <w:proofErr w:type="gramEnd"/>
          </w:p>
        </w:tc>
      </w:tr>
    </w:tbl>
    <w:p w14:paraId="2E327E6B" w14:textId="77777777" w:rsidR="003709EB" w:rsidRPr="00EF7C34" w:rsidRDefault="003709EB" w:rsidP="00F060C8">
      <w:pPr>
        <w:spacing w:line="280" w:lineRule="exact"/>
        <w:rPr>
          <w:rFonts w:cs="Arial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126"/>
      </w:tblGrid>
      <w:tr w:rsidR="00F060C8" w:rsidRPr="00EF7C34" w14:paraId="564B99A5" w14:textId="77777777" w:rsidTr="009623C6">
        <w:tc>
          <w:tcPr>
            <w:tcW w:w="6733" w:type="dxa"/>
            <w:tcBorders>
              <w:top w:val="nil"/>
              <w:left w:val="nil"/>
              <w:bottom w:val="nil"/>
              <w:right w:val="nil"/>
            </w:tcBorders>
          </w:tcPr>
          <w:p w14:paraId="6228A350" w14:textId="77777777" w:rsidR="00F060C8" w:rsidRPr="00EF7C34" w:rsidRDefault="00F060C8" w:rsidP="00833589">
            <w:pPr>
              <w:keepNext w:val="0"/>
              <w:numPr>
                <w:ilvl w:val="0"/>
                <w:numId w:val="51"/>
              </w:numPr>
              <w:tabs>
                <w:tab w:val="left" w:pos="1320"/>
                <w:tab w:val="left" w:pos="3062"/>
                <w:tab w:val="left" w:pos="4382"/>
                <w:tab w:val="left" w:pos="5702"/>
              </w:tabs>
              <w:spacing w:line="280" w:lineRule="exact"/>
              <w:ind w:right="1206"/>
              <w:rPr>
                <w:rFonts w:cs="Arial"/>
                <w:szCs w:val="20"/>
              </w:rPr>
            </w:pPr>
            <w:r w:rsidRPr="00EF7C34">
              <w:rPr>
                <w:rFonts w:cs="Arial"/>
                <w:szCs w:val="20"/>
              </w:rPr>
              <w:t>Poids de boues à évacuer</w:t>
            </w:r>
            <w:r w:rsidR="0020732D">
              <w:rPr>
                <w:rFonts w:cs="Arial"/>
                <w:szCs w:val="20"/>
              </w:rPr>
              <w:t xml:space="preserve"> au bout de 5 ans</w:t>
            </w:r>
            <w:r w:rsidRPr="00EF7C34">
              <w:rPr>
                <w:rFonts w:cs="Arial"/>
                <w:szCs w:val="20"/>
              </w:rPr>
              <w:t> :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4C0E291A" w14:textId="77777777" w:rsidR="00F060C8" w:rsidRPr="00EF7C34" w:rsidRDefault="00F060C8" w:rsidP="009623C6">
            <w:pPr>
              <w:rPr>
                <w:rFonts w:cs="Arial"/>
                <w:szCs w:val="20"/>
              </w:rPr>
            </w:pPr>
            <w:r w:rsidRPr="00EF7C34">
              <w:rPr>
                <w:rFonts w:cs="Arial"/>
                <w:szCs w:val="20"/>
              </w:rPr>
              <w:t xml:space="preserve">  …………..    T/an</w:t>
            </w:r>
          </w:p>
        </w:tc>
      </w:tr>
    </w:tbl>
    <w:p w14:paraId="2D52288F" w14:textId="77777777" w:rsidR="00F060C8" w:rsidRDefault="00F060C8" w:rsidP="00F060C8">
      <w:pPr>
        <w:spacing w:line="280" w:lineRule="exact"/>
        <w:rPr>
          <w:rFonts w:cs="Arial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126"/>
      </w:tblGrid>
      <w:tr w:rsidR="003709EB" w:rsidRPr="006C45DA" w14:paraId="5B9756E6" w14:textId="77777777" w:rsidTr="009623C6">
        <w:tc>
          <w:tcPr>
            <w:tcW w:w="6733" w:type="dxa"/>
            <w:tcBorders>
              <w:top w:val="nil"/>
              <w:left w:val="nil"/>
              <w:bottom w:val="nil"/>
              <w:right w:val="nil"/>
            </w:tcBorders>
          </w:tcPr>
          <w:p w14:paraId="43EAB2B7" w14:textId="77777777" w:rsidR="003709EB" w:rsidRPr="006C45DA" w:rsidRDefault="003709EB" w:rsidP="00833589">
            <w:pPr>
              <w:keepNext w:val="0"/>
              <w:numPr>
                <w:ilvl w:val="0"/>
                <w:numId w:val="51"/>
              </w:numPr>
              <w:tabs>
                <w:tab w:val="left" w:pos="1320"/>
                <w:tab w:val="left" w:pos="3062"/>
                <w:tab w:val="left" w:pos="4382"/>
                <w:tab w:val="left" w:pos="5702"/>
              </w:tabs>
              <w:spacing w:line="280" w:lineRule="exact"/>
              <w:ind w:right="1206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C</w:t>
            </w:r>
            <w:r w:rsidRPr="006C45DA">
              <w:rPr>
                <w:rFonts w:cs="Arial"/>
                <w:szCs w:val="21"/>
              </w:rPr>
              <w:t xml:space="preserve">oncentration moyenne en matières sèches des boues séchées pendant </w:t>
            </w:r>
            <w:r>
              <w:rPr>
                <w:rFonts w:cs="Arial"/>
                <w:szCs w:val="21"/>
              </w:rPr>
              <w:t xml:space="preserve">5 </w:t>
            </w:r>
            <w:r w:rsidRPr="006C45DA">
              <w:rPr>
                <w:rFonts w:cs="Arial"/>
                <w:szCs w:val="21"/>
              </w:rPr>
              <w:t xml:space="preserve">ans sur les lits de roseaux est égale </w:t>
            </w:r>
            <w:proofErr w:type="gramStart"/>
            <w:r w:rsidRPr="006C45DA">
              <w:rPr>
                <w:rFonts w:cs="Arial"/>
                <w:szCs w:val="21"/>
              </w:rPr>
              <w:t>à:</w:t>
            </w:r>
            <w:proofErr w:type="gramEnd"/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14:paraId="1DD6FC3C" w14:textId="77777777" w:rsidR="003709EB" w:rsidRPr="006C45DA" w:rsidRDefault="003709EB" w:rsidP="003709EB">
            <w:pPr>
              <w:jc w:val="left"/>
              <w:rPr>
                <w:rFonts w:cs="Arial"/>
                <w:szCs w:val="21"/>
              </w:rPr>
            </w:pPr>
            <w:r w:rsidRPr="006C45DA">
              <w:rPr>
                <w:rFonts w:cs="Arial"/>
                <w:szCs w:val="21"/>
              </w:rPr>
              <w:t xml:space="preserve"> ………..      </w:t>
            </w:r>
            <w:proofErr w:type="gramStart"/>
            <w:r w:rsidRPr="006C45DA">
              <w:rPr>
                <w:rFonts w:cs="Arial"/>
                <w:szCs w:val="21"/>
              </w:rPr>
              <w:t>g</w:t>
            </w:r>
            <w:proofErr w:type="gramEnd"/>
            <w:r w:rsidRPr="006C45DA">
              <w:rPr>
                <w:rFonts w:cs="Arial"/>
                <w:szCs w:val="21"/>
              </w:rPr>
              <w:t xml:space="preserve">/l +/- </w:t>
            </w:r>
            <w:r>
              <w:rPr>
                <w:rFonts w:cs="Arial"/>
                <w:szCs w:val="21"/>
              </w:rPr>
              <w:t>20</w:t>
            </w:r>
            <w:r w:rsidRPr="006C45DA">
              <w:rPr>
                <w:rFonts w:cs="Arial"/>
                <w:szCs w:val="21"/>
              </w:rPr>
              <w:t>%</w:t>
            </w:r>
          </w:p>
        </w:tc>
      </w:tr>
    </w:tbl>
    <w:p w14:paraId="57ED8BDF" w14:textId="77777777" w:rsidR="003709EB" w:rsidRPr="00EF7C34" w:rsidRDefault="003709EB" w:rsidP="00F060C8">
      <w:pPr>
        <w:spacing w:line="280" w:lineRule="exact"/>
        <w:rPr>
          <w:rFonts w:cs="Arial"/>
          <w:szCs w:val="20"/>
        </w:rPr>
      </w:pPr>
    </w:p>
    <w:p w14:paraId="4F1BCD71" w14:textId="77777777" w:rsidR="0089360E" w:rsidRDefault="0089360E" w:rsidP="00F060C8">
      <w:pPr>
        <w:pStyle w:val="Titre1"/>
      </w:pPr>
      <w:bookmarkStart w:id="20" w:name="_Toc191898467"/>
      <w:r>
        <w:t>aRTICLE V : Garantie de construction</w:t>
      </w:r>
      <w:r w:rsidR="00561206">
        <w:t xml:space="preserve"> des nouveaux équipements</w:t>
      </w:r>
      <w:bookmarkEnd w:id="20"/>
    </w:p>
    <w:p w14:paraId="78A5434F" w14:textId="77777777" w:rsidR="0089360E" w:rsidRPr="006C45DA" w:rsidRDefault="0089360E" w:rsidP="0089360E">
      <w:pPr>
        <w:rPr>
          <w:rFonts w:cs="Arial"/>
          <w:szCs w:val="21"/>
        </w:rPr>
      </w:pPr>
      <w:r w:rsidRPr="006C45DA">
        <w:rPr>
          <w:rFonts w:cs="Arial"/>
          <w:szCs w:val="21"/>
        </w:rPr>
        <w:lastRenderedPageBreak/>
        <w:t>Les garanties de construction sont conformes aux prescriptions du C.C.A.P. et du C.C.T.P. L’entrepreneur précise :</w:t>
      </w:r>
    </w:p>
    <w:p w14:paraId="7714370A" w14:textId="77777777" w:rsidR="0089360E" w:rsidRPr="006C45DA" w:rsidRDefault="0089360E" w:rsidP="0089360E">
      <w:pPr>
        <w:rPr>
          <w:rFonts w:cs="Arial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126"/>
      </w:tblGrid>
      <w:tr w:rsidR="0089360E" w:rsidRPr="006C45DA" w14:paraId="177B1B9D" w14:textId="77777777" w:rsidTr="009623C6">
        <w:tc>
          <w:tcPr>
            <w:tcW w:w="6733" w:type="dxa"/>
            <w:tcBorders>
              <w:top w:val="nil"/>
              <w:left w:val="nil"/>
              <w:bottom w:val="nil"/>
              <w:right w:val="nil"/>
            </w:tcBorders>
          </w:tcPr>
          <w:p w14:paraId="5D9078E3" w14:textId="77777777" w:rsidR="0089360E" w:rsidRPr="006C45DA" w:rsidRDefault="0089360E" w:rsidP="00833589">
            <w:pPr>
              <w:keepNext w:val="0"/>
              <w:numPr>
                <w:ilvl w:val="0"/>
                <w:numId w:val="51"/>
              </w:numPr>
              <w:tabs>
                <w:tab w:val="left" w:pos="1320"/>
                <w:tab w:val="left" w:pos="3062"/>
                <w:tab w:val="left" w:pos="4382"/>
                <w:tab w:val="left" w:pos="5702"/>
              </w:tabs>
              <w:spacing w:line="280" w:lineRule="exact"/>
              <w:ind w:right="1206"/>
              <w:rPr>
                <w:rFonts w:cs="Arial"/>
                <w:szCs w:val="21"/>
              </w:rPr>
            </w:pPr>
            <w:r w:rsidRPr="006C45DA">
              <w:rPr>
                <w:rFonts w:cs="Arial"/>
                <w:szCs w:val="21"/>
              </w:rPr>
              <w:t>Durée de garantie de la stabilité des ouvrages :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0A7A78DB" w14:textId="77777777" w:rsidR="0089360E" w:rsidRPr="006C45DA" w:rsidRDefault="0089360E" w:rsidP="009623C6">
            <w:pPr>
              <w:rPr>
                <w:rFonts w:cs="Arial"/>
                <w:szCs w:val="21"/>
              </w:rPr>
            </w:pPr>
            <w:r w:rsidRPr="006C45DA">
              <w:rPr>
                <w:rFonts w:cs="Arial"/>
                <w:szCs w:val="21"/>
              </w:rPr>
              <w:t xml:space="preserve">  …………..    </w:t>
            </w:r>
            <w:proofErr w:type="gramStart"/>
            <w:r w:rsidRPr="006C45DA">
              <w:rPr>
                <w:rFonts w:cs="Arial"/>
                <w:szCs w:val="21"/>
              </w:rPr>
              <w:t>ans</w:t>
            </w:r>
            <w:proofErr w:type="gramEnd"/>
          </w:p>
        </w:tc>
      </w:tr>
    </w:tbl>
    <w:p w14:paraId="68DF1665" w14:textId="77777777" w:rsidR="00F060C8" w:rsidRDefault="00F060C8" w:rsidP="00F060C8">
      <w:pPr>
        <w:pStyle w:val="Titre1"/>
      </w:pPr>
      <w:bookmarkStart w:id="21" w:name="_Toc191898468"/>
      <w:proofErr w:type="gramStart"/>
      <w:r>
        <w:t>aRTICLE V</w:t>
      </w:r>
      <w:r w:rsidR="00057EB7">
        <w:t>I</w:t>
      </w:r>
      <w:proofErr w:type="gramEnd"/>
      <w:r>
        <w:t> : Qualité de l’air</w:t>
      </w:r>
      <w:bookmarkEnd w:id="21"/>
    </w:p>
    <w:p w14:paraId="516B2204" w14:textId="77777777" w:rsidR="00F060C8" w:rsidRPr="00EF7C34" w:rsidRDefault="00F060C8" w:rsidP="00F060C8">
      <w:pPr>
        <w:rPr>
          <w:rFonts w:cs="Arial"/>
          <w:szCs w:val="20"/>
        </w:rPr>
      </w:pPr>
      <w:r w:rsidRPr="00EF7C34">
        <w:rPr>
          <w:rFonts w:cs="Arial"/>
        </w:rPr>
        <w:t xml:space="preserve">La </w:t>
      </w:r>
      <w:r w:rsidRPr="00EF7C34">
        <w:rPr>
          <w:rFonts w:cs="Arial"/>
          <w:szCs w:val="20"/>
        </w:rPr>
        <w:t xml:space="preserve">qualité de l'air au voisinage </w:t>
      </w:r>
      <w:r>
        <w:rPr>
          <w:rFonts w:cs="Arial"/>
          <w:szCs w:val="20"/>
        </w:rPr>
        <w:t>des nouveaux ouvrages</w:t>
      </w:r>
      <w:r w:rsidRPr="00EF7C34">
        <w:rPr>
          <w:rFonts w:cs="Arial"/>
          <w:szCs w:val="20"/>
        </w:rPr>
        <w:t xml:space="preserve"> doit respecter les concentrations suivantes</w:t>
      </w:r>
      <w:r w:rsidR="00075CD4">
        <w:rPr>
          <w:rFonts w:cs="Arial"/>
          <w:szCs w:val="20"/>
        </w:rPr>
        <w:t xml:space="preserve"> </w:t>
      </w:r>
      <w:r w:rsidRPr="00EF7C34">
        <w:rPr>
          <w:rFonts w:cs="Arial"/>
          <w:szCs w:val="20"/>
        </w:rPr>
        <w:t>:</w:t>
      </w:r>
    </w:p>
    <w:p w14:paraId="1604E0ED" w14:textId="77777777" w:rsidR="00F060C8" w:rsidRPr="00EF7C34" w:rsidRDefault="00F060C8" w:rsidP="00F060C8">
      <w:pPr>
        <w:rPr>
          <w:rFonts w:cs="Arial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2162"/>
        <w:gridCol w:w="2498"/>
      </w:tblGrid>
      <w:tr w:rsidR="00F060C8" w:rsidRPr="00EF7C34" w14:paraId="2855809B" w14:textId="77777777" w:rsidTr="009623C6">
        <w:trPr>
          <w:jc w:val="center"/>
        </w:trPr>
        <w:tc>
          <w:tcPr>
            <w:tcW w:w="2764" w:type="dxa"/>
            <w:shd w:val="clear" w:color="auto" w:fill="D9D9D9" w:themeFill="background1" w:themeFillShade="D9"/>
          </w:tcPr>
          <w:p w14:paraId="5435A609" w14:textId="77777777" w:rsidR="00F060C8" w:rsidRPr="00EF7C34" w:rsidRDefault="00F060C8" w:rsidP="009623C6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162" w:type="dxa"/>
            <w:shd w:val="clear" w:color="auto" w:fill="D9D9D9" w:themeFill="background1" w:themeFillShade="D9"/>
          </w:tcPr>
          <w:p w14:paraId="292F7B1E" w14:textId="77777777" w:rsidR="00F060C8" w:rsidRPr="00EF7C34" w:rsidRDefault="00F060C8" w:rsidP="009623C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Valeurs minimales imposées</w:t>
            </w:r>
          </w:p>
        </w:tc>
        <w:tc>
          <w:tcPr>
            <w:tcW w:w="2498" w:type="dxa"/>
            <w:shd w:val="clear" w:color="auto" w:fill="D9D9D9" w:themeFill="background1" w:themeFillShade="D9"/>
          </w:tcPr>
          <w:p w14:paraId="1D92EB31" w14:textId="77777777" w:rsidR="00F060C8" w:rsidRPr="00EF7C34" w:rsidRDefault="00F060C8" w:rsidP="009623C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Valeurs garanties par le constructeur</w:t>
            </w:r>
          </w:p>
        </w:tc>
      </w:tr>
      <w:tr w:rsidR="00F060C8" w:rsidRPr="00EF7C34" w14:paraId="3770377F" w14:textId="77777777" w:rsidTr="009623C6">
        <w:trPr>
          <w:jc w:val="center"/>
        </w:trPr>
        <w:tc>
          <w:tcPr>
            <w:tcW w:w="2764" w:type="dxa"/>
          </w:tcPr>
          <w:p w14:paraId="733390EC" w14:textId="77777777" w:rsidR="00F060C8" w:rsidRPr="00EF7C34" w:rsidRDefault="00F060C8" w:rsidP="009623C6">
            <w:pPr>
              <w:rPr>
                <w:rFonts w:cs="Arial"/>
                <w:szCs w:val="20"/>
              </w:rPr>
            </w:pPr>
            <w:r w:rsidRPr="00EF7C34">
              <w:rPr>
                <w:rFonts w:cs="Arial"/>
                <w:szCs w:val="20"/>
              </w:rPr>
              <w:t>H</w:t>
            </w:r>
            <w:r w:rsidRPr="00EF7C34">
              <w:rPr>
                <w:rFonts w:cs="Arial"/>
                <w:szCs w:val="20"/>
                <w:vertAlign w:val="subscript"/>
              </w:rPr>
              <w:t>2</w:t>
            </w:r>
            <w:r w:rsidRPr="00EF7C34">
              <w:rPr>
                <w:rFonts w:cs="Arial"/>
                <w:szCs w:val="20"/>
              </w:rPr>
              <w:t>S (hydrogène sulfuré)</w:t>
            </w:r>
          </w:p>
        </w:tc>
        <w:tc>
          <w:tcPr>
            <w:tcW w:w="2162" w:type="dxa"/>
          </w:tcPr>
          <w:p w14:paraId="1C4BAD0A" w14:textId="77777777" w:rsidR="00F060C8" w:rsidRPr="00EF7C34" w:rsidRDefault="00F060C8" w:rsidP="009623C6">
            <w:pPr>
              <w:rPr>
                <w:rFonts w:cs="Arial"/>
                <w:szCs w:val="20"/>
              </w:rPr>
            </w:pPr>
            <w:r w:rsidRPr="00EF7C34">
              <w:rPr>
                <w:rFonts w:cs="Arial"/>
                <w:szCs w:val="20"/>
              </w:rPr>
              <w:t>&lt; 7 mg/Nm</w:t>
            </w:r>
            <w:r w:rsidRPr="00EF7C34">
              <w:rPr>
                <w:rFonts w:cs="Arial"/>
                <w:szCs w:val="20"/>
                <w:vertAlign w:val="superscript"/>
              </w:rPr>
              <w:t>3</w:t>
            </w:r>
          </w:p>
        </w:tc>
        <w:tc>
          <w:tcPr>
            <w:tcW w:w="2498" w:type="dxa"/>
          </w:tcPr>
          <w:p w14:paraId="1E3A237D" w14:textId="77777777" w:rsidR="00F060C8" w:rsidRPr="00EF7C34" w:rsidRDefault="00F060C8" w:rsidP="009623C6">
            <w:pPr>
              <w:rPr>
                <w:rFonts w:cs="Arial"/>
                <w:szCs w:val="20"/>
              </w:rPr>
            </w:pPr>
            <w:r w:rsidRPr="00EF7C34">
              <w:rPr>
                <w:rFonts w:cs="Arial"/>
                <w:szCs w:val="20"/>
              </w:rPr>
              <w:t xml:space="preserve">&lt; </w:t>
            </w:r>
            <w:r>
              <w:rPr>
                <w:rFonts w:cs="Arial"/>
                <w:szCs w:val="20"/>
              </w:rPr>
              <w:t>…………</w:t>
            </w:r>
            <w:r w:rsidRPr="00EF7C34">
              <w:rPr>
                <w:rFonts w:cs="Arial"/>
                <w:szCs w:val="20"/>
              </w:rPr>
              <w:t xml:space="preserve"> mg/Nm</w:t>
            </w:r>
            <w:r w:rsidRPr="00EF7C34">
              <w:rPr>
                <w:rFonts w:cs="Arial"/>
                <w:szCs w:val="20"/>
                <w:vertAlign w:val="superscript"/>
              </w:rPr>
              <w:t>3</w:t>
            </w:r>
          </w:p>
        </w:tc>
      </w:tr>
      <w:tr w:rsidR="00F060C8" w:rsidRPr="00EF7C34" w14:paraId="0DA745BD" w14:textId="77777777" w:rsidTr="009623C6">
        <w:trPr>
          <w:jc w:val="center"/>
        </w:trPr>
        <w:tc>
          <w:tcPr>
            <w:tcW w:w="2764" w:type="dxa"/>
          </w:tcPr>
          <w:p w14:paraId="670DC8BE" w14:textId="77777777" w:rsidR="00F060C8" w:rsidRPr="00EF7C34" w:rsidRDefault="00F060C8" w:rsidP="009623C6">
            <w:pPr>
              <w:rPr>
                <w:rFonts w:cs="Arial"/>
                <w:szCs w:val="20"/>
              </w:rPr>
            </w:pPr>
            <w:r w:rsidRPr="00EF7C34">
              <w:rPr>
                <w:rFonts w:cs="Arial"/>
                <w:szCs w:val="20"/>
              </w:rPr>
              <w:t>RSH (mercaptans)</w:t>
            </w:r>
          </w:p>
        </w:tc>
        <w:tc>
          <w:tcPr>
            <w:tcW w:w="2162" w:type="dxa"/>
          </w:tcPr>
          <w:p w14:paraId="16DB176A" w14:textId="77777777" w:rsidR="00F060C8" w:rsidRPr="00EF7C34" w:rsidRDefault="00F060C8" w:rsidP="009623C6">
            <w:pPr>
              <w:rPr>
                <w:rFonts w:cs="Arial"/>
                <w:szCs w:val="20"/>
              </w:rPr>
            </w:pPr>
            <w:r w:rsidRPr="00EF7C34">
              <w:rPr>
                <w:rFonts w:cs="Arial"/>
                <w:szCs w:val="20"/>
              </w:rPr>
              <w:t>&lt; 1 mg/Nm</w:t>
            </w:r>
            <w:r w:rsidRPr="00EF7C34">
              <w:rPr>
                <w:rFonts w:cs="Arial"/>
                <w:szCs w:val="20"/>
                <w:vertAlign w:val="superscript"/>
              </w:rPr>
              <w:t>3</w:t>
            </w:r>
          </w:p>
        </w:tc>
        <w:tc>
          <w:tcPr>
            <w:tcW w:w="2498" w:type="dxa"/>
          </w:tcPr>
          <w:p w14:paraId="6E1DF0AE" w14:textId="77777777" w:rsidR="00F060C8" w:rsidRPr="00EF7C34" w:rsidRDefault="00F060C8" w:rsidP="009623C6">
            <w:pPr>
              <w:rPr>
                <w:rFonts w:cs="Arial"/>
                <w:szCs w:val="20"/>
              </w:rPr>
            </w:pPr>
            <w:r w:rsidRPr="00EF7C34">
              <w:rPr>
                <w:rFonts w:cs="Arial"/>
                <w:szCs w:val="20"/>
              </w:rPr>
              <w:t xml:space="preserve">&lt; </w:t>
            </w:r>
            <w:r>
              <w:rPr>
                <w:rFonts w:cs="Arial"/>
                <w:szCs w:val="20"/>
              </w:rPr>
              <w:t>…………</w:t>
            </w:r>
            <w:r w:rsidRPr="00EF7C34">
              <w:rPr>
                <w:rFonts w:cs="Arial"/>
                <w:szCs w:val="20"/>
              </w:rPr>
              <w:t xml:space="preserve"> mg/Nm</w:t>
            </w:r>
            <w:r w:rsidRPr="00EF7C34">
              <w:rPr>
                <w:rFonts w:cs="Arial"/>
                <w:szCs w:val="20"/>
                <w:vertAlign w:val="superscript"/>
              </w:rPr>
              <w:t>3</w:t>
            </w:r>
          </w:p>
        </w:tc>
      </w:tr>
      <w:tr w:rsidR="00F060C8" w:rsidRPr="00EF7C34" w14:paraId="7854B314" w14:textId="77777777" w:rsidTr="009623C6">
        <w:trPr>
          <w:jc w:val="center"/>
        </w:trPr>
        <w:tc>
          <w:tcPr>
            <w:tcW w:w="2764" w:type="dxa"/>
          </w:tcPr>
          <w:p w14:paraId="652B2752" w14:textId="77777777" w:rsidR="00F060C8" w:rsidRPr="00EF7C34" w:rsidRDefault="00F060C8" w:rsidP="009623C6">
            <w:pPr>
              <w:pStyle w:val="En-tte"/>
              <w:tabs>
                <w:tab w:val="clear" w:pos="9071"/>
              </w:tabs>
              <w:rPr>
                <w:rFonts w:cs="Arial"/>
                <w:sz w:val="20"/>
                <w:lang w:val="en-GB"/>
              </w:rPr>
            </w:pPr>
            <w:r w:rsidRPr="00EF7C34">
              <w:rPr>
                <w:rFonts w:cs="Arial"/>
                <w:sz w:val="20"/>
                <w:lang w:val="en-GB"/>
              </w:rPr>
              <w:t>NH</w:t>
            </w:r>
            <w:r w:rsidRPr="00EF7C34">
              <w:rPr>
                <w:rFonts w:cs="Arial"/>
                <w:sz w:val="20"/>
                <w:vertAlign w:val="subscript"/>
                <w:lang w:val="en-GB"/>
              </w:rPr>
              <w:t>3</w:t>
            </w:r>
            <w:r w:rsidRPr="00EF7C34">
              <w:rPr>
                <w:rFonts w:cs="Arial"/>
                <w:sz w:val="20"/>
                <w:lang w:val="en-GB"/>
              </w:rPr>
              <w:t xml:space="preserve"> (ammoniac)</w:t>
            </w:r>
          </w:p>
        </w:tc>
        <w:tc>
          <w:tcPr>
            <w:tcW w:w="2162" w:type="dxa"/>
          </w:tcPr>
          <w:p w14:paraId="43904F74" w14:textId="77777777" w:rsidR="00F060C8" w:rsidRPr="00EF7C34" w:rsidRDefault="00F060C8" w:rsidP="009623C6">
            <w:pPr>
              <w:rPr>
                <w:rFonts w:cs="Arial"/>
                <w:szCs w:val="20"/>
                <w:lang w:val="en-GB"/>
              </w:rPr>
            </w:pPr>
            <w:r w:rsidRPr="00EF7C34">
              <w:rPr>
                <w:rFonts w:cs="Arial"/>
                <w:szCs w:val="20"/>
                <w:lang w:val="en-GB"/>
              </w:rPr>
              <w:t>&lt; 18 mg/Nm</w:t>
            </w:r>
            <w:r w:rsidRPr="00EF7C34">
              <w:rPr>
                <w:rFonts w:cs="Arial"/>
                <w:szCs w:val="20"/>
                <w:vertAlign w:val="superscript"/>
                <w:lang w:val="en-GB"/>
              </w:rPr>
              <w:t>3</w:t>
            </w:r>
          </w:p>
        </w:tc>
        <w:tc>
          <w:tcPr>
            <w:tcW w:w="2498" w:type="dxa"/>
          </w:tcPr>
          <w:p w14:paraId="1244E6BE" w14:textId="77777777" w:rsidR="00F060C8" w:rsidRPr="00EF7C34" w:rsidRDefault="00F060C8" w:rsidP="009623C6">
            <w:pPr>
              <w:rPr>
                <w:rFonts w:cs="Arial"/>
                <w:szCs w:val="20"/>
                <w:lang w:val="en-GB"/>
              </w:rPr>
            </w:pPr>
            <w:r w:rsidRPr="00EF7C34">
              <w:rPr>
                <w:rFonts w:cs="Arial"/>
                <w:szCs w:val="20"/>
              </w:rPr>
              <w:t xml:space="preserve">&lt; </w:t>
            </w:r>
            <w:r>
              <w:rPr>
                <w:rFonts w:cs="Arial"/>
                <w:szCs w:val="20"/>
              </w:rPr>
              <w:t>…………</w:t>
            </w:r>
            <w:r w:rsidRPr="00EF7C34">
              <w:rPr>
                <w:rFonts w:cs="Arial"/>
                <w:szCs w:val="20"/>
              </w:rPr>
              <w:t xml:space="preserve"> mg/Nm</w:t>
            </w:r>
            <w:r w:rsidRPr="00EF7C34">
              <w:rPr>
                <w:rFonts w:cs="Arial"/>
                <w:szCs w:val="20"/>
                <w:vertAlign w:val="superscript"/>
              </w:rPr>
              <w:t>3</w:t>
            </w:r>
          </w:p>
        </w:tc>
      </w:tr>
      <w:tr w:rsidR="00F060C8" w:rsidRPr="00EF7C34" w14:paraId="629D318E" w14:textId="77777777" w:rsidTr="009623C6">
        <w:trPr>
          <w:jc w:val="center"/>
        </w:trPr>
        <w:tc>
          <w:tcPr>
            <w:tcW w:w="2764" w:type="dxa"/>
          </w:tcPr>
          <w:p w14:paraId="6466FEF9" w14:textId="77777777" w:rsidR="00F060C8" w:rsidRPr="00EF7C34" w:rsidRDefault="00F060C8" w:rsidP="009623C6">
            <w:pPr>
              <w:pStyle w:val="En-tte"/>
              <w:tabs>
                <w:tab w:val="clear" w:pos="9071"/>
              </w:tabs>
              <w:rPr>
                <w:rFonts w:cs="Arial"/>
                <w:sz w:val="20"/>
              </w:rPr>
            </w:pPr>
            <w:r w:rsidRPr="00EF7C34">
              <w:rPr>
                <w:rFonts w:cs="Arial"/>
                <w:sz w:val="20"/>
              </w:rPr>
              <w:t>R-NH (amines)</w:t>
            </w:r>
          </w:p>
        </w:tc>
        <w:tc>
          <w:tcPr>
            <w:tcW w:w="2162" w:type="dxa"/>
          </w:tcPr>
          <w:p w14:paraId="5E508846" w14:textId="77777777" w:rsidR="00F060C8" w:rsidRPr="00EF7C34" w:rsidRDefault="00F060C8" w:rsidP="009623C6">
            <w:pPr>
              <w:rPr>
                <w:rFonts w:cs="Arial"/>
                <w:szCs w:val="20"/>
              </w:rPr>
            </w:pPr>
            <w:r w:rsidRPr="00EF7C34">
              <w:rPr>
                <w:rFonts w:cs="Arial"/>
                <w:szCs w:val="20"/>
              </w:rPr>
              <w:t>&lt; 20 mg/Nm</w:t>
            </w:r>
            <w:r w:rsidRPr="00EF7C34">
              <w:rPr>
                <w:rFonts w:cs="Arial"/>
                <w:szCs w:val="20"/>
                <w:vertAlign w:val="superscript"/>
              </w:rPr>
              <w:t>3</w:t>
            </w:r>
          </w:p>
        </w:tc>
        <w:tc>
          <w:tcPr>
            <w:tcW w:w="2498" w:type="dxa"/>
          </w:tcPr>
          <w:p w14:paraId="5288BBE5" w14:textId="77777777" w:rsidR="00F060C8" w:rsidRPr="00EF7C34" w:rsidRDefault="00F060C8" w:rsidP="009623C6">
            <w:pPr>
              <w:rPr>
                <w:rFonts w:cs="Arial"/>
                <w:szCs w:val="20"/>
              </w:rPr>
            </w:pPr>
            <w:r w:rsidRPr="00EF7C34">
              <w:rPr>
                <w:rFonts w:cs="Arial"/>
                <w:szCs w:val="20"/>
              </w:rPr>
              <w:t xml:space="preserve">&lt; </w:t>
            </w:r>
            <w:r>
              <w:rPr>
                <w:rFonts w:cs="Arial"/>
                <w:szCs w:val="20"/>
              </w:rPr>
              <w:t>…………</w:t>
            </w:r>
            <w:r w:rsidRPr="00EF7C34">
              <w:rPr>
                <w:rFonts w:cs="Arial"/>
                <w:szCs w:val="20"/>
              </w:rPr>
              <w:t xml:space="preserve"> mg/Nm</w:t>
            </w:r>
            <w:r w:rsidRPr="00EF7C34">
              <w:rPr>
                <w:rFonts w:cs="Arial"/>
                <w:szCs w:val="20"/>
                <w:vertAlign w:val="superscript"/>
              </w:rPr>
              <w:t>3</w:t>
            </w:r>
          </w:p>
        </w:tc>
      </w:tr>
    </w:tbl>
    <w:p w14:paraId="43830DF8" w14:textId="77777777" w:rsidR="00F060C8" w:rsidRDefault="00F060C8" w:rsidP="00D279D9">
      <w:pPr>
        <w:keepNext w:val="0"/>
        <w:tabs>
          <w:tab w:val="left" w:pos="1560"/>
        </w:tabs>
      </w:pPr>
    </w:p>
    <w:p w14:paraId="15BBC6D4" w14:textId="77777777" w:rsidR="0089360E" w:rsidRDefault="0089360E" w:rsidP="00D279D9">
      <w:pPr>
        <w:keepNext w:val="0"/>
        <w:tabs>
          <w:tab w:val="left" w:pos="1560"/>
        </w:tabs>
      </w:pPr>
    </w:p>
    <w:p w14:paraId="5FC75D6C" w14:textId="77777777" w:rsidR="00F060C8" w:rsidRDefault="00F060C8" w:rsidP="00F060C8">
      <w:pPr>
        <w:pStyle w:val="Titre1"/>
      </w:pPr>
      <w:bookmarkStart w:id="22" w:name="_Toc191898469"/>
      <w:proofErr w:type="gramStart"/>
      <w:r>
        <w:t>aRTICLE V</w:t>
      </w:r>
      <w:r w:rsidR="00057EB7">
        <w:t>I</w:t>
      </w:r>
      <w:r w:rsidR="0089360E">
        <w:t>I</w:t>
      </w:r>
      <w:proofErr w:type="gramEnd"/>
      <w:r>
        <w:t> : Niveau sonore maximal garanti de jour et de nuit</w:t>
      </w:r>
      <w:r w:rsidR="00561206">
        <w:t xml:space="preserve"> des nouveaux équipements</w:t>
      </w:r>
      <w:bookmarkEnd w:id="22"/>
    </w:p>
    <w:tbl>
      <w:tblPr>
        <w:tblW w:w="973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5059"/>
      </w:tblGrid>
      <w:tr w:rsidR="00F060C8" w:rsidRPr="00EF7C34" w14:paraId="4FECC387" w14:textId="77777777" w:rsidTr="009623C6">
        <w:tc>
          <w:tcPr>
            <w:tcW w:w="4678" w:type="dxa"/>
            <w:vAlign w:val="center"/>
          </w:tcPr>
          <w:p w14:paraId="7E57F117" w14:textId="77777777" w:rsidR="00F060C8" w:rsidRPr="00EF7C34" w:rsidRDefault="00F060C8" w:rsidP="009623C6">
            <w:pPr>
              <w:rPr>
                <w:rFonts w:cs="Arial"/>
              </w:rPr>
            </w:pPr>
            <w:r w:rsidRPr="00EF7C34">
              <w:rPr>
                <w:rFonts w:cs="Arial"/>
              </w:rPr>
              <w:t>Emergence admissible pour la période allant de 7 heures à 22 heures sauf dimanches et jours fériés</w:t>
            </w:r>
          </w:p>
        </w:tc>
        <w:tc>
          <w:tcPr>
            <w:tcW w:w="5059" w:type="dxa"/>
            <w:vAlign w:val="center"/>
          </w:tcPr>
          <w:p w14:paraId="0EC8FF09" w14:textId="77777777" w:rsidR="00F060C8" w:rsidRPr="00EF7C34" w:rsidRDefault="00F060C8" w:rsidP="009623C6">
            <w:pPr>
              <w:rPr>
                <w:rFonts w:cs="Arial"/>
                <w:szCs w:val="20"/>
              </w:rPr>
            </w:pPr>
            <w:r w:rsidRPr="00EF7C34">
              <w:rPr>
                <w:rFonts w:cs="Arial"/>
                <w:szCs w:val="20"/>
              </w:rPr>
              <w:t>Emergence admissible pour la période allant de 22 heures à 7 heures, ainsi que les dimanches et jours fériés</w:t>
            </w:r>
          </w:p>
        </w:tc>
      </w:tr>
      <w:tr w:rsidR="00F060C8" w:rsidRPr="00EF7C34" w14:paraId="043997DD" w14:textId="77777777" w:rsidTr="009623C6">
        <w:tc>
          <w:tcPr>
            <w:tcW w:w="4678" w:type="dxa"/>
            <w:vAlign w:val="center"/>
          </w:tcPr>
          <w:p w14:paraId="4915E1EB" w14:textId="77777777" w:rsidR="00F060C8" w:rsidRPr="00EF7C34" w:rsidRDefault="00F060C8" w:rsidP="009623C6">
            <w:pPr>
              <w:jc w:val="center"/>
              <w:rPr>
                <w:rFonts w:cs="Arial"/>
                <w:lang w:val="en-GB"/>
              </w:rPr>
            </w:pPr>
            <w:r w:rsidRPr="00EF7C34">
              <w:rPr>
                <w:rFonts w:cs="Arial"/>
                <w:lang w:val="en-GB"/>
              </w:rPr>
              <w:t>5 dB (A)</w:t>
            </w:r>
          </w:p>
        </w:tc>
        <w:tc>
          <w:tcPr>
            <w:tcW w:w="5059" w:type="dxa"/>
            <w:vAlign w:val="center"/>
          </w:tcPr>
          <w:p w14:paraId="6788BFF9" w14:textId="77777777" w:rsidR="00F060C8" w:rsidRPr="00EF7C34" w:rsidRDefault="00F060C8" w:rsidP="009623C6">
            <w:pPr>
              <w:jc w:val="center"/>
              <w:rPr>
                <w:rFonts w:cs="Arial"/>
                <w:szCs w:val="20"/>
                <w:lang w:val="en-GB"/>
              </w:rPr>
            </w:pPr>
            <w:r w:rsidRPr="00EF7C34">
              <w:rPr>
                <w:rFonts w:cs="Arial"/>
                <w:szCs w:val="20"/>
                <w:lang w:val="en-GB"/>
              </w:rPr>
              <w:t>3 dB (A)</w:t>
            </w:r>
          </w:p>
        </w:tc>
      </w:tr>
    </w:tbl>
    <w:p w14:paraId="3083BC0C" w14:textId="77777777" w:rsidR="00F060C8" w:rsidRDefault="00F060C8" w:rsidP="00F060C8"/>
    <w:p w14:paraId="48D1EC21" w14:textId="77777777" w:rsidR="00F060C8" w:rsidRDefault="00F060C8" w:rsidP="00D279D9">
      <w:pPr>
        <w:keepNext w:val="0"/>
        <w:tabs>
          <w:tab w:val="left" w:pos="1560"/>
        </w:tabs>
      </w:pPr>
    </w:p>
    <w:tbl>
      <w:tblPr>
        <w:tblW w:w="921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3D5B0D" w:rsidRPr="00F757FF" w14:paraId="1B296A73" w14:textId="77777777" w:rsidTr="00C7791D">
        <w:trPr>
          <w:jc w:val="center"/>
        </w:trPr>
        <w:tc>
          <w:tcPr>
            <w:tcW w:w="4606" w:type="dxa"/>
          </w:tcPr>
          <w:p w14:paraId="385C8AAD" w14:textId="77777777" w:rsidR="003D5B0D" w:rsidRPr="00F757FF" w:rsidRDefault="003D5B0D" w:rsidP="00D279D9">
            <w:pPr>
              <w:keepNext w:val="0"/>
              <w:tabs>
                <w:tab w:val="left" w:pos="1560"/>
              </w:tabs>
              <w:rPr>
                <w:rFonts w:cs="Arial"/>
                <w:szCs w:val="21"/>
              </w:rPr>
            </w:pPr>
          </w:p>
        </w:tc>
        <w:tc>
          <w:tcPr>
            <w:tcW w:w="4606" w:type="dxa"/>
          </w:tcPr>
          <w:p w14:paraId="5140DCC6" w14:textId="77777777" w:rsidR="003D5B0D" w:rsidRPr="00F757FF" w:rsidRDefault="003D5B0D" w:rsidP="00D279D9">
            <w:pPr>
              <w:keepNext w:val="0"/>
              <w:tabs>
                <w:tab w:val="left" w:pos="1560"/>
              </w:tabs>
              <w:rPr>
                <w:rFonts w:cs="Arial"/>
                <w:szCs w:val="21"/>
              </w:rPr>
            </w:pPr>
            <w:r w:rsidRPr="00F757FF">
              <w:rPr>
                <w:rFonts w:cs="Arial"/>
                <w:szCs w:val="21"/>
              </w:rPr>
              <w:t>Dressé par VERDI Ingénierie</w:t>
            </w:r>
          </w:p>
          <w:p w14:paraId="40626E2C" w14:textId="77777777" w:rsidR="003D5B0D" w:rsidRPr="00F757FF" w:rsidRDefault="00075CD4" w:rsidP="00D279D9">
            <w:pPr>
              <w:keepNext w:val="0"/>
              <w:tabs>
                <w:tab w:val="left" w:pos="1560"/>
              </w:tabs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Epinal, le 17/01/2025</w:t>
            </w:r>
          </w:p>
        </w:tc>
      </w:tr>
    </w:tbl>
    <w:p w14:paraId="1EE576CD" w14:textId="77777777" w:rsidR="002F533F" w:rsidRPr="00737792" w:rsidRDefault="002F533F" w:rsidP="0089360E">
      <w:pPr>
        <w:pStyle w:val="Titre1"/>
        <w:numPr>
          <w:ilvl w:val="0"/>
          <w:numId w:val="0"/>
        </w:numPr>
        <w:tabs>
          <w:tab w:val="left" w:pos="709"/>
        </w:tabs>
      </w:pPr>
    </w:p>
    <w:sectPr w:rsidR="002F533F" w:rsidRPr="00737792" w:rsidSect="003341A6">
      <w:footerReference w:type="default" r:id="rId13"/>
      <w:pgSz w:w="11907" w:h="16840" w:code="9"/>
      <w:pgMar w:top="1134" w:right="1247" w:bottom="1701" w:left="153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20BD2" w14:textId="77777777" w:rsidR="00833589" w:rsidRDefault="00833589" w:rsidP="00E13833">
      <w:r>
        <w:separator/>
      </w:r>
    </w:p>
  </w:endnote>
  <w:endnote w:type="continuationSeparator" w:id="0">
    <w:p w14:paraId="488016CB" w14:textId="77777777" w:rsidR="00833589" w:rsidRDefault="00833589" w:rsidP="00E13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GA Arabesque">
    <w:altName w:val="MT Extra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Segoe UI Symbol"/>
    <w:charset w:val="02"/>
    <w:family w:val="auto"/>
    <w:pitch w:val="variable"/>
    <w:sig w:usb0="00000000" w:usb1="10000000" w:usb2="00000000" w:usb3="00000000" w:csb0="80000000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altName w:val="Times New Roman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mr10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Gras"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GTimes_P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Roboto Condensed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 Medium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IDFont+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13678021"/>
      <w:docPartObj>
        <w:docPartGallery w:val="Page Numbers (Bottom of Page)"/>
        <w:docPartUnique/>
      </w:docPartObj>
    </w:sdtPr>
    <w:sdtEndPr/>
    <w:sdtContent>
      <w:p w14:paraId="680518F1" w14:textId="77777777" w:rsidR="004F777A" w:rsidRPr="00BB7453" w:rsidRDefault="004F777A" w:rsidP="00E13833">
        <w:pPr>
          <w:pStyle w:val="Pieddepag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2DEEAAC3" wp14:editId="3819B8F5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436880" cy="716915"/>
                  <wp:effectExtent l="7620" t="9525" r="12700" b="6985"/>
                  <wp:wrapNone/>
                  <wp:docPr id="1799" name="Groupe 179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1800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01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0CD9CFE" w14:textId="77777777" w:rsidR="004F777A" w:rsidRDefault="004F777A">
                                <w:pPr>
                                  <w:pStyle w:val="Pieddepag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rPr>
                                    <w:sz w:val="22"/>
                                    <w:szCs w:val="22"/>
                                  </w:rPr>
                                  <w:fldChar w:fldCharType="separate"/>
                                </w:r>
                                <w:r w:rsidRPr="00CB6496">
                                  <w:rPr>
                                    <w:noProof/>
                                    <w:sz w:val="16"/>
                                    <w:szCs w:val="16"/>
                                  </w:rPr>
                                  <w:t>44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1D01A6D8" id="Groupe 1799" o:spid="_x0000_s1028" style="position:absolute;left:0;text-align:left;margin-left:-16.8pt;margin-top:0;width:34.4pt;height:56.45pt;z-index:251659264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9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" strokecolor="#7f7f7f"/>
                  <v:rect id="Rectangle 78" o:spid="_x0000_s1030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" filled="f" strokecolor="#7f7f7f">
                    <v:textbox>
                      <w:txbxContent>
                        <w:p w14:paraId="2EFE8BAC" w14:textId="77777777" w:rsidR="004F777A" w:rsidRDefault="004F777A">
                          <w:pPr>
                            <w:pStyle w:val="Pieddepage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Pr="00CB6496">
                            <w:rPr>
                              <w:noProof/>
                              <w:sz w:val="16"/>
                              <w:szCs w:val="16"/>
                            </w:rPr>
                            <w:t>44</w: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vertAnchor="text" w:tblpY="1"/>
      <w:tblOverlap w:val="never"/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70"/>
      <w:gridCol w:w="2471"/>
      <w:gridCol w:w="3071"/>
    </w:tblGrid>
    <w:tr w:rsidR="004F777A" w:rsidRPr="00F6599F" w14:paraId="7FC4DA36" w14:textId="77777777" w:rsidTr="00E71015">
      <w:trPr>
        <w:trHeight w:val="113"/>
      </w:trPr>
      <w:tc>
        <w:tcPr>
          <w:tcW w:w="3670" w:type="dxa"/>
          <w:tcBorders>
            <w:top w:val="single" w:sz="4" w:space="0" w:color="auto"/>
          </w:tcBorders>
        </w:tcPr>
        <w:p w14:paraId="3C0EAB6A" w14:textId="77777777" w:rsidR="004F777A" w:rsidRPr="00F6599F" w:rsidRDefault="004F777A" w:rsidP="00E71015">
          <w:pPr>
            <w:pStyle w:val="RdaliaLgende"/>
            <w:rPr>
              <w:rFonts w:cs="Arial"/>
            </w:rPr>
          </w:pPr>
          <w:r w:rsidRPr="00F6599F">
            <w:rPr>
              <w:rFonts w:cs="Arial"/>
            </w:rPr>
            <w:t>Cahier des Clauses Techniques Particulières</w:t>
          </w:r>
        </w:p>
      </w:tc>
      <w:tc>
        <w:tcPr>
          <w:tcW w:w="2471" w:type="dxa"/>
          <w:tcBorders>
            <w:top w:val="single" w:sz="4" w:space="0" w:color="auto"/>
          </w:tcBorders>
        </w:tcPr>
        <w:p w14:paraId="19D2CE03" w14:textId="77777777" w:rsidR="004F777A" w:rsidRPr="00F6599F" w:rsidRDefault="004F777A" w:rsidP="00E71015">
          <w:pPr>
            <w:pStyle w:val="RdaliaLgende"/>
            <w:rPr>
              <w:rFonts w:cs="Arial"/>
            </w:rPr>
          </w:pPr>
        </w:p>
      </w:tc>
      <w:tc>
        <w:tcPr>
          <w:tcW w:w="3071" w:type="dxa"/>
          <w:tcBorders>
            <w:top w:val="single" w:sz="4" w:space="0" w:color="auto"/>
          </w:tcBorders>
        </w:tcPr>
        <w:p w14:paraId="47360E06" w14:textId="77777777" w:rsidR="004F777A" w:rsidRPr="00F6599F" w:rsidRDefault="004F777A" w:rsidP="00E71015">
          <w:pPr>
            <w:pStyle w:val="RdaliaLgende"/>
            <w:jc w:val="right"/>
            <w:rPr>
              <w:rFonts w:cs="Arial"/>
            </w:rPr>
          </w:pPr>
          <w:r w:rsidRPr="00F6599F">
            <w:rPr>
              <w:rFonts w:cs="Arial"/>
            </w:rPr>
            <w:t xml:space="preserve">Page </w:t>
          </w:r>
          <w:r w:rsidRPr="00F6599F">
            <w:rPr>
              <w:rFonts w:cs="Arial"/>
            </w:rPr>
            <w:fldChar w:fldCharType="begin"/>
          </w:r>
          <w:r w:rsidRPr="00F6599F">
            <w:rPr>
              <w:rFonts w:cs="Arial"/>
            </w:rPr>
            <w:instrText xml:space="preserve"> PAGE  \* MERGEFORMAT </w:instrText>
          </w:r>
          <w:r w:rsidRPr="00F6599F">
            <w:rPr>
              <w:rFonts w:cs="Arial"/>
            </w:rPr>
            <w:fldChar w:fldCharType="separate"/>
          </w:r>
          <w:r w:rsidR="0089360E">
            <w:rPr>
              <w:rFonts w:cs="Arial"/>
              <w:noProof/>
            </w:rPr>
            <w:t>9</w:t>
          </w:r>
          <w:r w:rsidRPr="00F6599F">
            <w:rPr>
              <w:rFonts w:cs="Arial"/>
            </w:rPr>
            <w:fldChar w:fldCharType="end"/>
          </w:r>
          <w:r w:rsidRPr="00F6599F">
            <w:rPr>
              <w:rFonts w:cs="Arial"/>
            </w:rPr>
            <w:t xml:space="preserve"> sur </w:t>
          </w:r>
          <w:r>
            <w:rPr>
              <w:rFonts w:cs="Arial"/>
              <w:noProof/>
            </w:rPr>
            <w:fldChar w:fldCharType="begin"/>
          </w:r>
          <w:r>
            <w:rPr>
              <w:rFonts w:cs="Arial"/>
              <w:noProof/>
            </w:rPr>
            <w:instrText xml:space="preserve"> NUMPAGES  \* MERGEFORMAT </w:instrText>
          </w:r>
          <w:r>
            <w:rPr>
              <w:rFonts w:cs="Arial"/>
              <w:noProof/>
            </w:rPr>
            <w:fldChar w:fldCharType="separate"/>
          </w:r>
          <w:r w:rsidR="0089360E">
            <w:rPr>
              <w:rFonts w:cs="Arial"/>
              <w:noProof/>
            </w:rPr>
            <w:t>9</w:t>
          </w:r>
          <w:r>
            <w:rPr>
              <w:rFonts w:cs="Arial"/>
              <w:noProof/>
            </w:rPr>
            <w:fldChar w:fldCharType="end"/>
          </w:r>
        </w:p>
      </w:tc>
    </w:tr>
  </w:tbl>
  <w:p w14:paraId="3DF4483F" w14:textId="77777777" w:rsidR="004F777A" w:rsidRDefault="004F777A" w:rsidP="00E1383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047306" w14:textId="77777777" w:rsidR="00833589" w:rsidRDefault="00833589" w:rsidP="00E13833">
      <w:r>
        <w:separator/>
      </w:r>
    </w:p>
  </w:footnote>
  <w:footnote w:type="continuationSeparator" w:id="0">
    <w:p w14:paraId="3D594358" w14:textId="77777777" w:rsidR="00833589" w:rsidRDefault="00833589" w:rsidP="00E138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86" w:type="dxa"/>
      <w:tblInd w:w="-70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85"/>
      <w:gridCol w:w="2947"/>
      <w:gridCol w:w="185"/>
      <w:gridCol w:w="4169"/>
    </w:tblGrid>
    <w:tr w:rsidR="00B97BDA" w14:paraId="36E048DF" w14:textId="77777777" w:rsidTr="00B97BDA">
      <w:tc>
        <w:tcPr>
          <w:tcW w:w="338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FCE41CC" w14:textId="77777777" w:rsidR="00B97BDA" w:rsidRDefault="00B97BDA" w:rsidP="00B97BDA">
          <w:pPr>
            <w:pStyle w:val="RdaliaLgende"/>
            <w:ind w:left="0" w:firstLine="0"/>
          </w:pPr>
          <w:r w:rsidRPr="0055076E">
            <w:rPr>
              <w:noProof/>
            </w:rPr>
            <w:drawing>
              <wp:inline distT="0" distB="0" distL="0" distR="0" wp14:anchorId="2CFEFC3A" wp14:editId="4D1F06E0">
                <wp:extent cx="524453" cy="476250"/>
                <wp:effectExtent l="19050" t="0" r="8947" b="0"/>
                <wp:docPr id="1484448687" name="Image 11" descr="C:\Users\MOBERD~1\AppData\Local\Temp\7zOCEA65ACD\1202-LG-001_Verd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C:\Users\MOBERD~1\AppData\Local\Temp\7zOCEA65ACD\1202-LG-001_Verd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4453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36BF1370" w14:textId="77777777" w:rsidR="00B97BDA" w:rsidRDefault="00B97BDA" w:rsidP="00B97BDA">
          <w:pPr>
            <w:pStyle w:val="RdaliaLgende"/>
          </w:pPr>
        </w:p>
      </w:tc>
      <w:tc>
        <w:tcPr>
          <w:tcW w:w="2947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B5991D8" w14:textId="77777777" w:rsidR="00B97BDA" w:rsidRDefault="00B97BDA" w:rsidP="00B97BDA">
          <w:pPr>
            <w:pStyle w:val="RdaliaLgende"/>
            <w:jc w:val="center"/>
          </w:pPr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3A5795FE" wp14:editId="4D220A36">
                <wp:simplePos x="0" y="0"/>
                <wp:positionH relativeFrom="column">
                  <wp:posOffset>187960</wp:posOffset>
                </wp:positionH>
                <wp:positionV relativeFrom="paragraph">
                  <wp:posOffset>-2540</wp:posOffset>
                </wp:positionV>
                <wp:extent cx="845820" cy="584200"/>
                <wp:effectExtent l="0" t="0" r="0" b="6350"/>
                <wp:wrapNone/>
                <wp:docPr id="193642315" name="Image 31" descr="C:\Users\alaabouli\Desktop\ESID 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3" descr="C:\Users\alaabouli\Desktop\ESID 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5820" cy="584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8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63CE35D" w14:textId="77777777" w:rsidR="00B97BDA" w:rsidRDefault="00B97BDA" w:rsidP="00B97BDA">
          <w:pPr>
            <w:pStyle w:val="RdaliaLgende"/>
          </w:pPr>
        </w:p>
      </w:tc>
      <w:tc>
        <w:tcPr>
          <w:tcW w:w="41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8EB1CBC" w14:textId="77777777" w:rsidR="001D6192" w:rsidRDefault="001D6192" w:rsidP="001D6192">
          <w:pPr>
            <w:pStyle w:val="RdaliaLgende"/>
            <w:jc w:val="right"/>
          </w:pPr>
          <w:r w:rsidRPr="003A5AF3">
            <w:t>DAF_2023_001511</w:t>
          </w:r>
        </w:p>
        <w:p w14:paraId="2EBA29BF" w14:textId="77777777" w:rsidR="00B97BDA" w:rsidRDefault="00B97BDA" w:rsidP="00B97BDA">
          <w:pPr>
            <w:pStyle w:val="RdaliaLgende"/>
            <w:jc w:val="right"/>
          </w:pPr>
          <w:r w:rsidRPr="00EA21E4">
            <w:t>Mise en conformité du système d’assainissement - Quartier Ailleret - 1er RA</w:t>
          </w:r>
          <w:r>
            <w:t xml:space="preserve"> (90)</w:t>
          </w:r>
        </w:p>
      </w:tc>
    </w:tr>
  </w:tbl>
  <w:p w14:paraId="55586D99" w14:textId="77777777" w:rsidR="004F777A" w:rsidRDefault="004F777A" w:rsidP="00B97BDA">
    <w:pPr>
      <w:pStyle w:val="En-tte"/>
      <w:ind w:firstLine="42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90" w:type="dxa"/>
      <w:tblInd w:w="1134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70"/>
      <w:gridCol w:w="2672"/>
      <w:gridCol w:w="168"/>
      <w:gridCol w:w="3780"/>
    </w:tblGrid>
    <w:tr w:rsidR="00B97BDA" w14:paraId="3E3F1268" w14:textId="77777777" w:rsidTr="005E574C">
      <w:tc>
        <w:tcPr>
          <w:tcW w:w="307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D94C5E" w14:textId="77777777" w:rsidR="00B97BDA" w:rsidRDefault="00B97BDA" w:rsidP="00B97BDA">
          <w:pPr>
            <w:pStyle w:val="RdaliaLgende"/>
            <w:ind w:left="0" w:firstLine="0"/>
          </w:pPr>
          <w:r w:rsidRPr="0055076E">
            <w:rPr>
              <w:noProof/>
            </w:rPr>
            <w:drawing>
              <wp:inline distT="0" distB="0" distL="0" distR="0" wp14:anchorId="4DD958BC" wp14:editId="262DF3F3">
                <wp:extent cx="524453" cy="476250"/>
                <wp:effectExtent l="19050" t="0" r="8947" b="0"/>
                <wp:docPr id="251570214" name="Image 11" descr="C:\Users\MOBERD~1\AppData\Local\Temp\7zOCEA65ACD\1202-LG-001_Verd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C:\Users\MOBERD~1\AppData\Local\Temp\7zOCEA65ACD\1202-LG-001_Verd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4453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7A536FE3" w14:textId="77777777" w:rsidR="00B97BDA" w:rsidRDefault="00B97BDA" w:rsidP="00B97BDA">
          <w:pPr>
            <w:pStyle w:val="RdaliaLgende"/>
          </w:pPr>
        </w:p>
      </w:tc>
      <w:tc>
        <w:tcPr>
          <w:tcW w:w="2672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DF84B14" w14:textId="77777777" w:rsidR="00B97BDA" w:rsidRDefault="00B97BDA" w:rsidP="00B97BDA">
          <w:pPr>
            <w:pStyle w:val="RdaliaLgende"/>
            <w:jc w:val="center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4BF467F9" wp14:editId="7A45AC39">
                <wp:simplePos x="0" y="0"/>
                <wp:positionH relativeFrom="column">
                  <wp:posOffset>187960</wp:posOffset>
                </wp:positionH>
                <wp:positionV relativeFrom="paragraph">
                  <wp:posOffset>-2540</wp:posOffset>
                </wp:positionV>
                <wp:extent cx="845820" cy="584200"/>
                <wp:effectExtent l="0" t="0" r="0" b="6350"/>
                <wp:wrapNone/>
                <wp:docPr id="1488900724" name="Image 31" descr="C:\Users\alaabouli\Desktop\ESID 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3" descr="C:\Users\alaabouli\Desktop\ESID 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5820" cy="584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6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9652298" w14:textId="77777777" w:rsidR="00B97BDA" w:rsidRDefault="00B97BDA" w:rsidP="00B97BDA">
          <w:pPr>
            <w:pStyle w:val="RdaliaLgende"/>
          </w:pPr>
        </w:p>
      </w:tc>
      <w:tc>
        <w:tcPr>
          <w:tcW w:w="378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7ED0373" w14:textId="77777777" w:rsidR="00B97BDA" w:rsidRDefault="003A5AF3" w:rsidP="00B97BDA">
          <w:pPr>
            <w:pStyle w:val="RdaliaLgende"/>
            <w:jc w:val="right"/>
          </w:pPr>
          <w:r w:rsidRPr="003A5AF3">
            <w:t>DAF_2023_001511</w:t>
          </w:r>
        </w:p>
        <w:p w14:paraId="0AAA31A4" w14:textId="77777777" w:rsidR="00B97BDA" w:rsidRDefault="00B97BDA" w:rsidP="00B97BDA">
          <w:pPr>
            <w:pStyle w:val="RdaliaLgende"/>
            <w:jc w:val="right"/>
          </w:pPr>
          <w:r w:rsidRPr="00EA21E4">
            <w:t>Mise en conformité du système d’assainissement - Quartier Ailleret - 1er RA</w:t>
          </w:r>
          <w:r>
            <w:t xml:space="preserve"> (90)</w:t>
          </w:r>
        </w:p>
      </w:tc>
    </w:tr>
  </w:tbl>
  <w:p w14:paraId="14B1F19B" w14:textId="77777777" w:rsidR="004F777A" w:rsidRDefault="004F777A" w:rsidP="00B97BD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2F803657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941373997" o:spid="_x0000_i1025" type="#_x0000_t75" style="width:224.4pt;height:218.4pt;visibility:visible;mso-wrap-style:square">
            <v:imagedata r:id="rId1" o:title=""/>
          </v:shape>
        </w:pict>
      </mc:Choice>
      <mc:Fallback>
        <w:drawing>
          <wp:inline distT="0" distB="0" distL="0" distR="0" wp14:anchorId="747286B3">
            <wp:extent cx="2849880" cy="2773680"/>
            <wp:effectExtent l="0" t="0" r="0" b="0"/>
            <wp:docPr id="1941373997" name="Image 19413739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880" cy="277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FFFFFFFB"/>
    <w:multiLevelType w:val="multilevel"/>
    <w:tmpl w:val="DF7ACC8C"/>
    <w:lvl w:ilvl="0">
      <w:start w:val="1"/>
      <w:numFmt w:val="decimal"/>
      <w:pStyle w:val="Titre1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426"/>
        </w:tabs>
        <w:ind w:left="426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83949C"/>
        <w:spacing w:val="0"/>
        <w:w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bullet"/>
      <w:lvlText w:val="►"/>
      <w:lvlJc w:val="left"/>
      <w:pPr>
        <w:tabs>
          <w:tab w:val="num" w:pos="0"/>
        </w:tabs>
        <w:ind w:left="0" w:firstLine="0"/>
      </w:pPr>
      <w:rPr>
        <w:rFonts w:ascii="Arial" w:hAnsi="Arial" w:hint="default"/>
        <w:color w:val="1F497D" w:themeColor="text2"/>
        <w:sz w:val="24"/>
      </w:rPr>
    </w:lvl>
    <w:lvl w:ilvl="5">
      <w:start w:val="1"/>
      <w:numFmt w:val="decimal"/>
      <w:pStyle w:val="Titre6"/>
      <w:suff w:val="nothing"/>
      <w:lvlText w:val="Annexe 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FFFFFFFE"/>
    <w:multiLevelType w:val="singleLevel"/>
    <w:tmpl w:val="E1F4EC2E"/>
    <w:lvl w:ilvl="0">
      <w:numFmt w:val="decimal"/>
      <w:pStyle w:val="Pointfort"/>
      <w:lvlText w:val="*"/>
      <w:lvlJc w:val="left"/>
    </w:lvl>
  </w:abstractNum>
  <w:abstractNum w:abstractNumId="2" w15:restartNumberingAfterBreak="0">
    <w:nsid w:val="018F01F3"/>
    <w:multiLevelType w:val="hybridMultilevel"/>
    <w:tmpl w:val="EDB49A6A"/>
    <w:lvl w:ilvl="0" w:tplc="040C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1EF52DE"/>
    <w:multiLevelType w:val="hybridMultilevel"/>
    <w:tmpl w:val="85A8E33C"/>
    <w:lvl w:ilvl="0" w:tplc="CDCCA292">
      <w:start w:val="1"/>
      <w:numFmt w:val="bullet"/>
      <w:pStyle w:val="RfrenceEnv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ABF8F" w:themeColor="accent6" w:themeTint="99"/>
        <w:sz w:val="32"/>
      </w:rPr>
    </w:lvl>
    <w:lvl w:ilvl="1" w:tplc="6E0634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CE870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185A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E81C5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6BE0E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04EA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A6C0D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E20A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E0609D"/>
    <w:multiLevelType w:val="hybridMultilevel"/>
    <w:tmpl w:val="39E0C216"/>
    <w:lvl w:ilvl="0" w:tplc="1DFEE264">
      <w:start w:val="3"/>
      <w:numFmt w:val="bullet"/>
      <w:pStyle w:val="Paragraphedeliste"/>
      <w:lvlText w:val="-"/>
      <w:lvlJc w:val="left"/>
      <w:pPr>
        <w:ind w:left="720" w:hanging="360"/>
      </w:p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4A29"/>
    <w:multiLevelType w:val="hybridMultilevel"/>
    <w:tmpl w:val="75A22B24"/>
    <w:lvl w:ilvl="0" w:tplc="3B989024">
      <w:start w:val="3"/>
      <w:numFmt w:val="bullet"/>
      <w:pStyle w:val="Tiretsimple"/>
      <w:lvlText w:val="-"/>
      <w:lvlJc w:val="left"/>
      <w:pPr>
        <w:ind w:left="720" w:hanging="360"/>
      </w:pPr>
    </w:lvl>
    <w:lvl w:ilvl="1" w:tplc="28D845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0AE4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58CE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F62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7230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1239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8E4F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643D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7B102F"/>
    <w:multiLevelType w:val="hybridMultilevel"/>
    <w:tmpl w:val="7BB2F2B4"/>
    <w:lvl w:ilvl="0" w:tplc="686EC170">
      <w:start w:val="1"/>
      <w:numFmt w:val="bullet"/>
      <w:pStyle w:val="losangebleu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3366FF"/>
        <w:sz w:val="32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DF93E64"/>
    <w:multiLevelType w:val="hybridMultilevel"/>
    <w:tmpl w:val="09A6968A"/>
    <w:lvl w:ilvl="0" w:tplc="A97A1A2E">
      <w:start w:val="1"/>
      <w:numFmt w:val="bullet"/>
      <w:pStyle w:val="pointbleu"/>
      <w:lvlText w:val=""/>
      <w:lvlJc w:val="left"/>
      <w:pPr>
        <w:ind w:left="720" w:hanging="360"/>
      </w:pPr>
      <w:rPr>
        <w:rFonts w:ascii="Symbol" w:hAnsi="Symbol" w:hint="default"/>
        <w:color w:val="244061"/>
      </w:rPr>
    </w:lvl>
    <w:lvl w:ilvl="1" w:tplc="9E84D4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46BE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70F9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44BA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D884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3E3D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6EE4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2630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EF349F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4826F1B"/>
    <w:multiLevelType w:val="hybridMultilevel"/>
    <w:tmpl w:val="D96CAC9C"/>
    <w:lvl w:ilvl="0" w:tplc="B510C9A4">
      <w:start w:val="1"/>
      <w:numFmt w:val="bullet"/>
      <w:pStyle w:val="Enu0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hint="default"/>
        <w:color w:val="F79646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6D15E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A1842CA"/>
    <w:multiLevelType w:val="hybridMultilevel"/>
    <w:tmpl w:val="23A839D0"/>
    <w:lvl w:ilvl="0" w:tplc="BDE815D8">
      <w:start w:val="1"/>
      <w:numFmt w:val="bullet"/>
      <w:pStyle w:val="Pointbleu0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5A1546"/>
    <w:multiLevelType w:val="hybridMultilevel"/>
    <w:tmpl w:val="12827752"/>
    <w:lvl w:ilvl="0" w:tplc="CC94DF5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C0003">
      <w:start w:val="1"/>
      <w:numFmt w:val="bullet"/>
      <w:pStyle w:val="contenu1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CD71BE"/>
    <w:multiLevelType w:val="hybridMultilevel"/>
    <w:tmpl w:val="1DCC6796"/>
    <w:lvl w:ilvl="0" w:tplc="4EC8B7AE">
      <w:start w:val="1"/>
      <w:numFmt w:val="bullet"/>
      <w:pStyle w:val="objectif"/>
      <w:lvlText w:val="►"/>
      <w:lvlJc w:val="left"/>
      <w:pPr>
        <w:ind w:left="1080" w:hanging="360"/>
      </w:pPr>
      <w:rPr>
        <w:rFonts w:ascii="Arial" w:hAnsi="Arial" w:hint="default"/>
        <w:color w:val="1F497D" w:themeColor="text2"/>
        <w:sz w:val="22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2A43483"/>
    <w:multiLevelType w:val="hybridMultilevel"/>
    <w:tmpl w:val="D91216BE"/>
    <w:lvl w:ilvl="0" w:tplc="7340F3C8">
      <w:start w:val="1"/>
      <w:numFmt w:val="bullet"/>
      <w:pStyle w:val="puceniv1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B62F1"/>
    <w:multiLevelType w:val="hybridMultilevel"/>
    <w:tmpl w:val="48EABEF4"/>
    <w:lvl w:ilvl="0" w:tplc="040C0001">
      <w:start w:val="1"/>
      <w:numFmt w:val="bullet"/>
      <w:pStyle w:val="solutions"/>
      <w:lvlText w:val=""/>
      <w:lvlJc w:val="left"/>
      <w:pPr>
        <w:ind w:left="720" w:hanging="360"/>
      </w:pPr>
      <w:rPr>
        <w:rFonts w:ascii="Webdings" w:hAnsi="Webdings" w:hint="default"/>
        <w:color w:val="F7964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691173"/>
    <w:multiLevelType w:val="multilevel"/>
    <w:tmpl w:val="0F34A8E4"/>
    <w:name w:val="VERDI_02"/>
    <w:styleLink w:val="LISTEVERDI"/>
    <w:lvl w:ilvl="0">
      <w:start w:val="1"/>
      <w:numFmt w:val="decimal"/>
      <w:suff w:val="nothing"/>
      <w:lvlText w:val="%1"/>
      <w:lvlJc w:val="left"/>
      <w:pPr>
        <w:ind w:left="0" w:firstLine="0"/>
      </w:pPr>
      <w:rPr>
        <w:rFonts w:ascii="Roboto Condensed" w:hAnsi="Roboto Condensed" w:hint="default"/>
        <w:b/>
        <w:color w:val="1F497D" w:themeColor="text2"/>
        <w:sz w:val="154"/>
      </w:rPr>
    </w:lvl>
    <w:lvl w:ilvl="1">
      <w:start w:val="1"/>
      <w:numFmt w:val="decimal"/>
      <w:suff w:val="nothing"/>
      <w:lvlText w:val="%1.%2 "/>
      <w:lvlJc w:val="left"/>
      <w:pPr>
        <w:ind w:left="0" w:firstLine="0"/>
      </w:pPr>
      <w:rPr>
        <w:rFonts w:ascii="Roboto Condensed" w:hAnsi="Roboto Condensed" w:hint="default"/>
        <w:b/>
        <w:i w:val="0"/>
        <w:color w:val="E43C2F"/>
        <w:sz w:val="48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Roboto Condensed" w:hAnsi="Roboto Condensed" w:hint="default"/>
        <w:b/>
        <w:i w:val="0"/>
        <w:color w:val="EEECE1" w:themeColor="background2"/>
        <w:sz w:val="36"/>
      </w:rPr>
    </w:lvl>
    <w:lvl w:ilvl="3">
      <w:start w:val="1"/>
      <w:numFmt w:val="decimal"/>
      <w:suff w:val="nothing"/>
      <w:lvlText w:val="%1.%2.%3.%4 "/>
      <w:lvlJc w:val="left"/>
      <w:pPr>
        <w:ind w:left="0" w:firstLine="0"/>
      </w:pPr>
      <w:rPr>
        <w:rFonts w:ascii="Roboto Condensed" w:hAnsi="Roboto Condensed" w:hint="default"/>
        <w:b/>
        <w:i w:val="0"/>
        <w:color w:val="C0504D" w:themeColor="accent2"/>
        <w:sz w:val="26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619467E"/>
    <w:multiLevelType w:val="hybridMultilevel"/>
    <w:tmpl w:val="976ED402"/>
    <w:lvl w:ilvl="0" w:tplc="363E5656">
      <w:start w:val="3"/>
      <w:numFmt w:val="bullet"/>
      <w:pStyle w:val="tiret2"/>
      <w:lvlText w:val="-"/>
      <w:lvlJc w:val="left"/>
      <w:pPr>
        <w:ind w:left="720" w:hanging="360"/>
      </w:pPr>
    </w:lvl>
    <w:lvl w:ilvl="1" w:tplc="93104B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D68A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DAD5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0458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A0B2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60C5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E6C7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867F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752F7B"/>
    <w:multiLevelType w:val="singleLevel"/>
    <w:tmpl w:val="5AFE4FCA"/>
    <w:lvl w:ilvl="0">
      <w:start w:val="527"/>
      <w:numFmt w:val="bullet"/>
      <w:lvlText w:val="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u w:val="none"/>
      </w:rPr>
    </w:lvl>
  </w:abstractNum>
  <w:abstractNum w:abstractNumId="19" w15:restartNumberingAfterBreak="0">
    <w:nsid w:val="2B36798D"/>
    <w:multiLevelType w:val="hybridMultilevel"/>
    <w:tmpl w:val="913E871C"/>
    <w:lvl w:ilvl="0" w:tplc="A8BCE1C8">
      <w:start w:val="1"/>
      <w:numFmt w:val="bullet"/>
      <w:pStyle w:val="action"/>
      <w:lvlText w:val=""/>
      <w:lvlJc w:val="left"/>
      <w:pPr>
        <w:ind w:left="2135" w:hanging="360"/>
      </w:pPr>
      <w:rPr>
        <w:rFonts w:ascii="Wingdings" w:hAnsi="Wingdings" w:hint="default"/>
      </w:rPr>
    </w:lvl>
    <w:lvl w:ilvl="1" w:tplc="040C0009" w:tentative="1">
      <w:start w:val="1"/>
      <w:numFmt w:val="bullet"/>
      <w:lvlText w:val="o"/>
      <w:lvlJc w:val="left"/>
      <w:pPr>
        <w:ind w:left="28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</w:abstractNum>
  <w:abstractNum w:abstractNumId="20" w15:restartNumberingAfterBreak="0">
    <w:nsid w:val="2B7842BE"/>
    <w:multiLevelType w:val="hybridMultilevel"/>
    <w:tmpl w:val="75BE83EC"/>
    <w:lvl w:ilvl="0" w:tplc="46A48F6E">
      <w:start w:val="1"/>
      <w:numFmt w:val="bullet"/>
      <w:pStyle w:val="Validation"/>
      <w:lvlText w:val="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CF7F65"/>
    <w:multiLevelType w:val="singleLevel"/>
    <w:tmpl w:val="6F4C593A"/>
    <w:lvl w:ilvl="0">
      <w:numFmt w:val="bullet"/>
      <w:pStyle w:val="RETRAIT1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22" w15:restartNumberingAfterBreak="0">
    <w:nsid w:val="351B12F2"/>
    <w:multiLevelType w:val="hybridMultilevel"/>
    <w:tmpl w:val="8D86E13C"/>
    <w:lvl w:ilvl="0" w:tplc="FEDE3B86">
      <w:start w:val="1"/>
      <w:numFmt w:val="bullet"/>
      <w:pStyle w:val="retrait10"/>
      <w:lvlText w:val=""/>
      <w:lvlJc w:val="left"/>
      <w:pPr>
        <w:ind w:left="720" w:hanging="360"/>
      </w:pPr>
      <w:rPr>
        <w:rFonts w:ascii="Webdings" w:hAnsi="Webdings" w:hint="default"/>
        <w:b w:val="0"/>
        <w:i w:val="0"/>
        <w:color w:val="365F91"/>
        <w:sz w:val="22"/>
      </w:rPr>
    </w:lvl>
    <w:lvl w:ilvl="1" w:tplc="D45E9C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8088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6662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9AD2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2648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AEA0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DC25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6AE8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2D1F18"/>
    <w:multiLevelType w:val="hybridMultilevel"/>
    <w:tmpl w:val="3942E402"/>
    <w:lvl w:ilvl="0" w:tplc="C53C4150">
      <w:start w:val="1"/>
      <w:numFmt w:val="bullet"/>
      <w:pStyle w:val="rendu"/>
      <w:lvlText w:val=""/>
      <w:lvlJc w:val="left"/>
      <w:pPr>
        <w:ind w:left="720" w:hanging="360"/>
      </w:pPr>
      <w:rPr>
        <w:rFonts w:ascii="Wingdings" w:hAnsi="Wingdings" w:hint="default"/>
        <w:color w:val="365F91"/>
        <w:sz w:val="24"/>
      </w:rPr>
    </w:lvl>
    <w:lvl w:ilvl="1" w:tplc="0D84DD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0645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B8E3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9461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EE87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A409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8893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EADD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D3093D"/>
    <w:multiLevelType w:val="hybridMultilevel"/>
    <w:tmpl w:val="31F8788C"/>
    <w:lvl w:ilvl="0" w:tplc="9B86F494">
      <w:start w:val="5"/>
      <w:numFmt w:val="bullet"/>
      <w:pStyle w:val="tiretdetexte"/>
      <w:lvlText w:val=""/>
      <w:lvlJc w:val="left"/>
      <w:pPr>
        <w:tabs>
          <w:tab w:val="num" w:pos="1080"/>
        </w:tabs>
        <w:ind w:left="720" w:hanging="360"/>
      </w:pPr>
      <w:rPr>
        <w:rFonts w:ascii="Wingdings" w:hAnsi="Wingdings" w:hint="default"/>
        <w:b/>
        <w:i w:val="0"/>
        <w:color w:val="FF6600"/>
        <w:sz w:val="28"/>
      </w:rPr>
    </w:lvl>
    <w:lvl w:ilvl="1" w:tplc="774C44FC">
      <w:start w:val="1"/>
      <w:numFmt w:val="bullet"/>
      <w:lvlText w:val="o"/>
      <w:lvlJc w:val="left"/>
      <w:pPr>
        <w:tabs>
          <w:tab w:val="num" w:pos="-2160"/>
        </w:tabs>
        <w:ind w:left="-2160" w:hanging="360"/>
      </w:pPr>
      <w:rPr>
        <w:rFonts w:ascii="Courier New" w:hAnsi="Courier New" w:hint="default"/>
      </w:rPr>
    </w:lvl>
    <w:lvl w:ilvl="2" w:tplc="0AF4A124" w:tentative="1">
      <w:start w:val="1"/>
      <w:numFmt w:val="bullet"/>
      <w:lvlText w:val=""/>
      <w:lvlJc w:val="left"/>
      <w:pPr>
        <w:tabs>
          <w:tab w:val="num" w:pos="-1440"/>
        </w:tabs>
        <w:ind w:left="-1440" w:hanging="360"/>
      </w:pPr>
      <w:rPr>
        <w:rFonts w:ascii="Wingdings" w:hAnsi="Wingdings" w:hint="default"/>
      </w:rPr>
    </w:lvl>
    <w:lvl w:ilvl="3" w:tplc="5DC2782C" w:tentative="1">
      <w:start w:val="1"/>
      <w:numFmt w:val="bullet"/>
      <w:lvlText w:val=""/>
      <w:lvlJc w:val="left"/>
      <w:pPr>
        <w:tabs>
          <w:tab w:val="num" w:pos="-720"/>
        </w:tabs>
        <w:ind w:left="-720" w:hanging="360"/>
      </w:pPr>
      <w:rPr>
        <w:rFonts w:ascii="Symbol" w:hAnsi="Symbol" w:hint="default"/>
      </w:rPr>
    </w:lvl>
    <w:lvl w:ilvl="4" w:tplc="D68420CC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hint="default"/>
      </w:rPr>
    </w:lvl>
    <w:lvl w:ilvl="5" w:tplc="757A6760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6" w:tplc="40242B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7" w:tplc="B5A8A5F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8" w:tplc="C3F292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</w:abstractNum>
  <w:abstractNum w:abstractNumId="25" w15:restartNumberingAfterBreak="0">
    <w:nsid w:val="3DA05B5B"/>
    <w:multiLevelType w:val="hybridMultilevel"/>
    <w:tmpl w:val="2B98E696"/>
    <w:lvl w:ilvl="0" w:tplc="799CEEBC">
      <w:start w:val="1"/>
      <w:numFmt w:val="decimal"/>
      <w:pStyle w:val="pointn"/>
      <w:lvlText w:val="%1."/>
      <w:lvlJc w:val="left"/>
      <w:pPr>
        <w:ind w:left="720" w:hanging="360"/>
      </w:pPr>
    </w:lvl>
    <w:lvl w:ilvl="1" w:tplc="2D92C786" w:tentative="1">
      <w:start w:val="1"/>
      <w:numFmt w:val="lowerLetter"/>
      <w:lvlText w:val="%2."/>
      <w:lvlJc w:val="left"/>
      <w:pPr>
        <w:ind w:left="1440" w:hanging="360"/>
      </w:pPr>
    </w:lvl>
    <w:lvl w:ilvl="2" w:tplc="1040DE92" w:tentative="1">
      <w:start w:val="1"/>
      <w:numFmt w:val="lowerRoman"/>
      <w:lvlText w:val="%3."/>
      <w:lvlJc w:val="right"/>
      <w:pPr>
        <w:ind w:left="2160" w:hanging="180"/>
      </w:pPr>
    </w:lvl>
    <w:lvl w:ilvl="3" w:tplc="2242AC04" w:tentative="1">
      <w:start w:val="1"/>
      <w:numFmt w:val="decimal"/>
      <w:lvlText w:val="%4."/>
      <w:lvlJc w:val="left"/>
      <w:pPr>
        <w:ind w:left="2880" w:hanging="360"/>
      </w:pPr>
    </w:lvl>
    <w:lvl w:ilvl="4" w:tplc="B8B0E382" w:tentative="1">
      <w:start w:val="1"/>
      <w:numFmt w:val="lowerLetter"/>
      <w:lvlText w:val="%5."/>
      <w:lvlJc w:val="left"/>
      <w:pPr>
        <w:ind w:left="3600" w:hanging="360"/>
      </w:pPr>
    </w:lvl>
    <w:lvl w:ilvl="5" w:tplc="A830B630" w:tentative="1">
      <w:start w:val="1"/>
      <w:numFmt w:val="lowerRoman"/>
      <w:lvlText w:val="%6."/>
      <w:lvlJc w:val="right"/>
      <w:pPr>
        <w:ind w:left="4320" w:hanging="180"/>
      </w:pPr>
    </w:lvl>
    <w:lvl w:ilvl="6" w:tplc="E6223D70" w:tentative="1">
      <w:start w:val="1"/>
      <w:numFmt w:val="decimal"/>
      <w:lvlText w:val="%7."/>
      <w:lvlJc w:val="left"/>
      <w:pPr>
        <w:ind w:left="5040" w:hanging="360"/>
      </w:pPr>
    </w:lvl>
    <w:lvl w:ilvl="7" w:tplc="68FE790A" w:tentative="1">
      <w:start w:val="1"/>
      <w:numFmt w:val="lowerLetter"/>
      <w:lvlText w:val="%8."/>
      <w:lvlJc w:val="left"/>
      <w:pPr>
        <w:ind w:left="5760" w:hanging="360"/>
      </w:pPr>
    </w:lvl>
    <w:lvl w:ilvl="8" w:tplc="0EF63A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A6077D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41EF3438"/>
    <w:multiLevelType w:val="multilevel"/>
    <w:tmpl w:val="38962DFC"/>
    <w:lvl w:ilvl="0">
      <w:numFmt w:val="decimal"/>
      <w:pStyle w:val="Style6"/>
      <w:lvlText w:val="%1."/>
      <w:lvlJc w:val="left"/>
      <w:pPr>
        <w:ind w:left="7964" w:hanging="450"/>
      </w:pPr>
      <w:rPr>
        <w:rFonts w:hint="default"/>
      </w:rPr>
    </w:lvl>
    <w:lvl w:ilvl="1">
      <w:start w:val="1"/>
      <w:numFmt w:val="decimal"/>
      <w:pStyle w:val="RedaliaTitre2"/>
      <w:lvlText w:val="%1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pStyle w:val="Style5"/>
      <w:lvlText w:val="%1.%2.%3."/>
      <w:lvlJc w:val="left"/>
      <w:pPr>
        <w:ind w:left="2148" w:hanging="72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abstractNum w:abstractNumId="28" w15:restartNumberingAfterBreak="0">
    <w:nsid w:val="45080814"/>
    <w:multiLevelType w:val="hybridMultilevel"/>
    <w:tmpl w:val="69904EC0"/>
    <w:lvl w:ilvl="0" w:tplc="CAFCC644">
      <w:start w:val="1"/>
      <w:numFmt w:val="bullet"/>
      <w:pStyle w:val="action1"/>
      <w:lvlText w:val="►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color w:val="1F497D" w:themeColor="text2"/>
        <w:sz w:val="24"/>
      </w:rPr>
    </w:lvl>
    <w:lvl w:ilvl="1" w:tplc="95FC5C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E4EBF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A2B8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0D82A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BC0E7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40DF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D8F1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27458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4C3996"/>
    <w:multiLevelType w:val="hybridMultilevel"/>
    <w:tmpl w:val="4FC4AC7A"/>
    <w:lvl w:ilvl="0" w:tplc="3B989024">
      <w:start w:val="1"/>
      <w:numFmt w:val="bullet"/>
      <w:pStyle w:val="Dossierremis"/>
      <w:lvlText w:val=""/>
      <w:lvlJc w:val="left"/>
      <w:pPr>
        <w:ind w:left="720" w:hanging="360"/>
      </w:pPr>
      <w:rPr>
        <w:rFonts w:ascii="AGA Arabesque" w:hAnsi="AGA Arabesque" w:hint="default"/>
        <w:color w:val="4F81BD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8603F7"/>
    <w:multiLevelType w:val="hybridMultilevel"/>
    <w:tmpl w:val="A63007FE"/>
    <w:lvl w:ilvl="0" w:tplc="CE483892">
      <w:start w:val="2"/>
      <w:numFmt w:val="decimal"/>
      <w:pStyle w:val="Question"/>
      <w:lvlText w:val="%1."/>
      <w:lvlJc w:val="left"/>
      <w:pPr>
        <w:tabs>
          <w:tab w:val="num" w:pos="1425"/>
        </w:tabs>
        <w:ind w:left="1065" w:hanging="360"/>
      </w:pPr>
      <w:rPr>
        <w:rFonts w:hint="default"/>
      </w:rPr>
    </w:lvl>
    <w:lvl w:ilvl="1" w:tplc="55FC2F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F557ED"/>
    <w:multiLevelType w:val="hybridMultilevel"/>
    <w:tmpl w:val="B734CBFA"/>
    <w:lvl w:ilvl="0" w:tplc="8E1EB9A6">
      <w:start w:val="1"/>
      <w:numFmt w:val="bullet"/>
      <w:pStyle w:val="Variante"/>
      <w:lvlText w:val=""/>
      <w:lvlJc w:val="left"/>
      <w:pPr>
        <w:tabs>
          <w:tab w:val="num" w:pos="3141"/>
        </w:tabs>
        <w:ind w:left="3141" w:hanging="360"/>
      </w:pPr>
      <w:rPr>
        <w:rFonts w:ascii="Wingdings" w:hAnsi="Wingdings" w:hint="default"/>
        <w:b/>
        <w:i w:val="0"/>
        <w:color w:val="FF6600"/>
        <w:sz w:val="28"/>
        <w:u w:val="none" w:color="FFCC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ED72A9"/>
    <w:multiLevelType w:val="hybridMultilevel"/>
    <w:tmpl w:val="E4F0668E"/>
    <w:lvl w:ilvl="0" w:tplc="D09CAD88">
      <w:start w:val="1"/>
      <w:numFmt w:val="bullet"/>
      <w:pStyle w:val="Personnel2"/>
      <w:lvlText w:val=""/>
      <w:lvlJc w:val="left"/>
      <w:pPr>
        <w:ind w:left="360" w:hanging="360"/>
      </w:pPr>
      <w:rPr>
        <w:rFonts w:ascii="Webdings" w:hAnsi="Webdings" w:hint="default"/>
        <w:color w:val="F79646" w:themeColor="accent6"/>
        <w:sz w:val="24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F716518"/>
    <w:multiLevelType w:val="hybridMultilevel"/>
    <w:tmpl w:val="47D64F4C"/>
    <w:lvl w:ilvl="0" w:tplc="040C0003">
      <w:start w:val="310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pStyle w:val="pointnoir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4" w15:restartNumberingAfterBreak="0">
    <w:nsid w:val="571A46BF"/>
    <w:multiLevelType w:val="hybridMultilevel"/>
    <w:tmpl w:val="2EE8E33A"/>
    <w:lvl w:ilvl="0" w:tplc="174030DA">
      <w:start w:val="1"/>
      <w:numFmt w:val="bullet"/>
      <w:pStyle w:val="actionsfaites"/>
      <w:lvlText w:val=""/>
      <w:lvlJc w:val="left"/>
      <w:pPr>
        <w:tabs>
          <w:tab w:val="num" w:pos="1976"/>
        </w:tabs>
        <w:ind w:left="1787" w:hanging="171"/>
      </w:pPr>
      <w:rPr>
        <w:rFonts w:ascii="Wingdings" w:hAnsi="Wingdings" w:hint="default"/>
        <w:b/>
        <w:i w:val="0"/>
        <w:color w:val="000080"/>
        <w:sz w:val="28"/>
      </w:rPr>
    </w:lvl>
    <w:lvl w:ilvl="1" w:tplc="040C0003">
      <w:numFmt w:val="bullet"/>
      <w:lvlText w:val=""/>
      <w:lvlJc w:val="left"/>
      <w:pPr>
        <w:tabs>
          <w:tab w:val="num" w:pos="1440"/>
        </w:tabs>
        <w:ind w:left="1440" w:hanging="360"/>
      </w:pPr>
      <w:rPr>
        <w:rFonts w:ascii="Monotype Sorts" w:eastAsia="Times New Roman" w:hAnsi="Monotype Sorts" w:cs="Arial" w:hint="default"/>
        <w:b/>
      </w:rPr>
    </w:lvl>
    <w:lvl w:ilvl="2" w:tplc="040C0005">
      <w:numFmt w:val="bullet"/>
      <w:lvlText w:val=""/>
      <w:lvlJc w:val="left"/>
      <w:pPr>
        <w:tabs>
          <w:tab w:val="num" w:pos="2160"/>
        </w:tabs>
        <w:ind w:left="2160" w:hanging="360"/>
      </w:pPr>
      <w:rPr>
        <w:rFonts w:ascii="Monotype Sorts" w:eastAsia="Times New Roman" w:hAnsi="Monotype Sorts" w:cs="Arial" w:hint="default"/>
        <w:b/>
      </w:rPr>
    </w:lvl>
    <w:lvl w:ilvl="3" w:tplc="040C0001"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Monotype Sorts" w:eastAsia="Times New Roman" w:hAnsi="Monotype Sorts" w:cs="Arial" w:hint="default"/>
        <w:b/>
      </w:rPr>
    </w:lvl>
    <w:lvl w:ilvl="4" w:tplc="040C0003">
      <w:numFmt w:val="bullet"/>
      <w:lvlText w:val=""/>
      <w:lvlJc w:val="left"/>
      <w:pPr>
        <w:tabs>
          <w:tab w:val="num" w:pos="3600"/>
        </w:tabs>
        <w:ind w:left="3600" w:hanging="360"/>
      </w:pPr>
      <w:rPr>
        <w:rFonts w:ascii="Monotype Sorts" w:eastAsia="Times New Roman" w:hAnsi="Monotype Sorts" w:cs="Arial" w:hint="default"/>
        <w:b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760229"/>
    <w:multiLevelType w:val="multilevel"/>
    <w:tmpl w:val="8758BDC4"/>
    <w:lvl w:ilvl="0">
      <w:start w:val="1"/>
      <w:numFmt w:val="decimal"/>
      <w:pStyle w:val="TITRE10"/>
      <w:suff w:val="nothing"/>
      <w:lvlText w:val="%1. "/>
      <w:lvlJc w:val="left"/>
      <w:pPr>
        <w:ind w:left="0" w:firstLine="0"/>
      </w:pPr>
      <w:rPr>
        <w:rFonts w:ascii="Roboto Condensed" w:hAnsi="Roboto Condensed" w:hint="default"/>
        <w:b/>
        <w:bCs/>
        <w:color w:val="1F497D" w:themeColor="text2"/>
        <w:sz w:val="36"/>
        <w:szCs w:val="36"/>
      </w:rPr>
    </w:lvl>
    <w:lvl w:ilvl="1">
      <w:start w:val="1"/>
      <w:numFmt w:val="decimal"/>
      <w:pStyle w:val="TITRE20"/>
      <w:suff w:val="nothing"/>
      <w:lvlText w:val="%1.%2 "/>
      <w:lvlJc w:val="left"/>
      <w:pPr>
        <w:ind w:left="4253" w:firstLine="0"/>
      </w:pPr>
      <w:rPr>
        <w:rFonts w:ascii="Roboto Condensed" w:hAnsi="Roboto Condensed" w:hint="default"/>
        <w:b/>
        <w:bCs/>
        <w:i w:val="0"/>
        <w:iCs w:val="0"/>
        <w:caps w:val="0"/>
        <w:color w:val="E43C2F"/>
        <w:sz w:val="28"/>
        <w:szCs w:val="28"/>
      </w:rPr>
    </w:lvl>
    <w:lvl w:ilvl="2">
      <w:start w:val="1"/>
      <w:numFmt w:val="decimal"/>
      <w:pStyle w:val="TITRE30"/>
      <w:suff w:val="nothing"/>
      <w:lvlText w:val="%1.%2.%3  "/>
      <w:lvlJc w:val="left"/>
      <w:pPr>
        <w:ind w:left="0" w:firstLine="0"/>
      </w:pPr>
      <w:rPr>
        <w:rFonts w:ascii="Roboto Condensed" w:hAnsi="Roboto Condensed" w:hint="default"/>
        <w:b/>
        <w:bCs/>
        <w:i w:val="0"/>
        <w:iCs w:val="0"/>
        <w:color w:val="EEECE1" w:themeColor="background2"/>
        <w:sz w:val="24"/>
        <w:szCs w:val="24"/>
      </w:rPr>
    </w:lvl>
    <w:lvl w:ilvl="3">
      <w:start w:val="1"/>
      <w:numFmt w:val="decimal"/>
      <w:pStyle w:val="TITRE4"/>
      <w:suff w:val="nothing"/>
      <w:lvlText w:val="%1.%2.%3.%4 "/>
      <w:lvlJc w:val="left"/>
      <w:pPr>
        <w:ind w:left="0" w:firstLine="0"/>
      </w:pPr>
      <w:rPr>
        <w:rFonts w:ascii="Roboto Condensed" w:hAnsi="Roboto Condensed" w:hint="default"/>
        <w:b/>
        <w:bCs/>
        <w:i w:val="0"/>
        <w:iCs w:val="0"/>
        <w:color w:val="C0504D" w:themeColor="accent2"/>
        <w:sz w:val="24"/>
        <w:szCs w:val="24"/>
      </w:rPr>
    </w:lvl>
    <w:lvl w:ilvl="4">
      <w:start w:val="1"/>
      <w:numFmt w:val="none"/>
      <w:pStyle w:val="TEXTECOURANT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85A434F"/>
    <w:multiLevelType w:val="hybridMultilevel"/>
    <w:tmpl w:val="6FEE6C8E"/>
    <w:lvl w:ilvl="0" w:tplc="3B989024">
      <w:start w:val="1"/>
      <w:numFmt w:val="bullet"/>
      <w:pStyle w:val="l22"/>
      <w:lvlText w:val="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  <w:color w:val="FF3300"/>
        <w:sz w:val="24"/>
        <w:u w:color="FF0000"/>
      </w:rPr>
    </w:lvl>
    <w:lvl w:ilvl="1" w:tplc="040C0003">
      <w:start w:val="1"/>
      <w:numFmt w:val="bullet"/>
      <w:lvlText w:val=""/>
      <w:lvlJc w:val="left"/>
      <w:pPr>
        <w:tabs>
          <w:tab w:val="num" w:pos="1440"/>
        </w:tabs>
        <w:ind w:left="1251" w:hanging="171"/>
      </w:pPr>
      <w:rPr>
        <w:rFonts w:ascii="Wingdings" w:hAnsi="Wingdings" w:hint="default"/>
        <w:b/>
        <w:i w:val="0"/>
        <w:color w:val="000080"/>
        <w:sz w:val="28"/>
      </w:rPr>
    </w:lvl>
    <w:lvl w:ilvl="2" w:tplc="040C0005">
      <w:start w:val="5"/>
      <w:numFmt w:val="bullet"/>
      <w:lvlText w:val="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FF6600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9803E68"/>
    <w:multiLevelType w:val="hybridMultilevel"/>
    <w:tmpl w:val="0914897E"/>
    <w:lvl w:ilvl="0" w:tplc="040C0001">
      <w:start w:val="1"/>
      <w:numFmt w:val="bullet"/>
      <w:pStyle w:val="RedaliaRetraitavecpuce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356829"/>
    <w:multiLevelType w:val="hybridMultilevel"/>
    <w:tmpl w:val="3D264E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539E4258">
      <w:start w:val="1"/>
      <w:numFmt w:val="bullet"/>
      <w:pStyle w:val="puceniv2"/>
      <w:lvlText w:val="o"/>
      <w:lvlJc w:val="left"/>
      <w:pPr>
        <w:ind w:left="1440" w:hanging="360"/>
      </w:pPr>
      <w:rPr>
        <w:rFonts w:ascii="Courier New" w:hAnsi="Courier New" w:cs="Courier New" w:hint="default"/>
        <w:color w:val="FF0000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AF83534"/>
    <w:multiLevelType w:val="hybridMultilevel"/>
    <w:tmpl w:val="9A1EE152"/>
    <w:lvl w:ilvl="0" w:tplc="387EA7D6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Wingdings" w:hint="default"/>
        <w:color w:val="C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B30C7D"/>
    <w:multiLevelType w:val="hybridMultilevel"/>
    <w:tmpl w:val="E526A7A6"/>
    <w:lvl w:ilvl="0" w:tplc="040C000F">
      <w:start w:val="1"/>
      <w:numFmt w:val="bullet"/>
      <w:pStyle w:val="Redaliapuces"/>
      <w:lvlText w:val=""/>
      <w:lvlJc w:val="left"/>
      <w:pPr>
        <w:tabs>
          <w:tab w:val="num" w:pos="530"/>
        </w:tabs>
        <w:ind w:left="284" w:hanging="114"/>
      </w:pPr>
      <w:rPr>
        <w:rFonts w:ascii="Symbol" w:hAnsi="Symbol" w:hint="default"/>
      </w:rPr>
    </w:lvl>
    <w:lvl w:ilvl="1" w:tplc="040C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3827A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46704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E313C53"/>
    <w:multiLevelType w:val="hybridMultilevel"/>
    <w:tmpl w:val="858A87AA"/>
    <w:lvl w:ilvl="0" w:tplc="3E5CE1FC">
      <w:start w:val="1"/>
      <w:numFmt w:val="bullet"/>
      <w:lvlText w:val=""/>
      <w:lvlJc w:val="left"/>
      <w:pPr>
        <w:tabs>
          <w:tab w:val="num" w:pos="4581"/>
        </w:tabs>
        <w:ind w:left="4581" w:hanging="360"/>
      </w:pPr>
      <w:rPr>
        <w:rFonts w:ascii="Wingdings" w:hAnsi="Wingdings" w:hint="default"/>
        <w:color w:val="auto"/>
        <w:sz w:val="24"/>
      </w:rPr>
    </w:lvl>
    <w:lvl w:ilvl="1" w:tplc="95D48020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BCD60278">
      <w:start w:val="1"/>
      <w:numFmt w:val="bullet"/>
      <w:pStyle w:val="puce3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37ECE94E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1B0FA78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6AC220B8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7D4422C2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E08E321A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6D4A133A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42" w15:restartNumberingAfterBreak="0">
    <w:nsid w:val="63A16972"/>
    <w:multiLevelType w:val="singleLevel"/>
    <w:tmpl w:val="979A8DCA"/>
    <w:lvl w:ilvl="0">
      <w:start w:val="1"/>
      <w:numFmt w:val="bullet"/>
      <w:pStyle w:val="Sous-paragraph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66297809"/>
    <w:multiLevelType w:val="hybridMultilevel"/>
    <w:tmpl w:val="769EE9B6"/>
    <w:lvl w:ilvl="0" w:tplc="FCE46D9E">
      <w:start w:val="1"/>
      <w:numFmt w:val="bullet"/>
      <w:pStyle w:val="TEXTEPUCE1"/>
      <w:lvlText w:val="►"/>
      <w:lvlJc w:val="left"/>
      <w:pPr>
        <w:ind w:left="720" w:hanging="360"/>
      </w:pPr>
      <w:rPr>
        <w:rFonts w:ascii="Arial" w:hAnsi="Arial" w:hint="default"/>
        <w:color w:val="D9D9D9" w:themeColor="background1" w:themeShade="D9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7E4514E"/>
    <w:multiLevelType w:val="multilevel"/>
    <w:tmpl w:val="A984DFE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0" w:firstLine="0"/>
      </w:pPr>
    </w:lvl>
    <w:lvl w:ilvl="4">
      <w:start w:val="1"/>
      <w:numFmt w:val="bullet"/>
      <w:pStyle w:val="Titre5"/>
      <w:lvlText w:val="►"/>
      <w:lvlJc w:val="left"/>
      <w:pPr>
        <w:tabs>
          <w:tab w:val="num" w:pos="0"/>
        </w:tabs>
        <w:ind w:left="0" w:firstLine="0"/>
      </w:pPr>
      <w:rPr>
        <w:rFonts w:ascii="Arial" w:hAnsi="Arial" w:hint="default"/>
        <w:color w:val="C00000"/>
        <w:sz w:val="22"/>
      </w:rPr>
    </w:lvl>
    <w:lvl w:ilvl="5">
      <w:start w:val="1"/>
      <w:numFmt w:val="decimal"/>
      <w:suff w:val="nothing"/>
      <w:lvlText w:val="Annexe %6"/>
      <w:lvlJc w:val="left"/>
      <w:pPr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.%7.%8.%9"/>
      <w:lvlJc w:val="left"/>
      <w:pPr>
        <w:tabs>
          <w:tab w:val="num" w:pos="0"/>
        </w:tabs>
        <w:ind w:left="0" w:firstLine="0"/>
      </w:pPr>
    </w:lvl>
  </w:abstractNum>
  <w:abstractNum w:abstractNumId="45" w15:restartNumberingAfterBreak="0">
    <w:nsid w:val="681D7B24"/>
    <w:multiLevelType w:val="singleLevel"/>
    <w:tmpl w:val="B8866FC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6" w15:restartNumberingAfterBreak="0">
    <w:nsid w:val="6CD2131F"/>
    <w:multiLevelType w:val="hybridMultilevel"/>
    <w:tmpl w:val="D2162490"/>
    <w:lvl w:ilvl="0" w:tplc="F726133E">
      <w:start w:val="1"/>
      <w:numFmt w:val="bullet"/>
      <w:pStyle w:val="personnel"/>
      <w:lvlText w:val=""/>
      <w:lvlJc w:val="left"/>
      <w:pPr>
        <w:ind w:left="360" w:hanging="360"/>
      </w:pPr>
      <w:rPr>
        <w:rFonts w:ascii="Webdings" w:hAnsi="Webdings" w:hint="default"/>
        <w:color w:val="F79646"/>
      </w:rPr>
    </w:lvl>
    <w:lvl w:ilvl="1" w:tplc="73087E3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ED27EC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B34385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C70215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7CC666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26E6B6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71A659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B58F06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6CDC06CE"/>
    <w:multiLevelType w:val="singleLevel"/>
    <w:tmpl w:val="08445660"/>
    <w:lvl w:ilvl="0">
      <w:start w:val="1"/>
      <w:numFmt w:val="bullet"/>
      <w:pStyle w:val="conclusion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2"/>
      </w:rPr>
    </w:lvl>
  </w:abstractNum>
  <w:abstractNum w:abstractNumId="48" w15:restartNumberingAfterBreak="0">
    <w:nsid w:val="72853286"/>
    <w:multiLevelType w:val="hybridMultilevel"/>
    <w:tmpl w:val="F9FE500E"/>
    <w:lvl w:ilvl="0" w:tplc="040C0001">
      <w:start w:val="1"/>
      <w:numFmt w:val="bullet"/>
      <w:pStyle w:val="Style1"/>
      <w:lvlText w:val="►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color w:val="C00000"/>
        <w:sz w:val="24"/>
      </w:rPr>
    </w:lvl>
    <w:lvl w:ilvl="1" w:tplc="040C00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AEE55D2"/>
    <w:multiLevelType w:val="hybridMultilevel"/>
    <w:tmpl w:val="1F52CD64"/>
    <w:lvl w:ilvl="0" w:tplc="C2945E9E">
      <w:start w:val="1"/>
      <w:numFmt w:val="decimal"/>
      <w:pStyle w:val="titre0"/>
      <w:lvlText w:val="CHAPITRE %1."/>
      <w:lvlJc w:val="left"/>
      <w:pPr>
        <w:tabs>
          <w:tab w:val="num" w:pos="2160"/>
        </w:tabs>
        <w:ind w:left="720" w:hanging="360"/>
      </w:pPr>
      <w:rPr>
        <w:rFonts w:ascii="Arial" w:hAnsi="Arial" w:hint="default"/>
        <w:sz w:val="28"/>
      </w:rPr>
    </w:lvl>
    <w:lvl w:ilvl="1" w:tplc="3C62D3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ACD3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670FC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403A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8ACD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F4C1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785E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92DF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B750AF7"/>
    <w:multiLevelType w:val="hybridMultilevel"/>
    <w:tmpl w:val="3A5091DA"/>
    <w:lvl w:ilvl="0" w:tplc="040C0001">
      <w:start w:val="1"/>
      <w:numFmt w:val="bullet"/>
      <w:pStyle w:val="avantage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C132ED5"/>
    <w:multiLevelType w:val="hybridMultilevel"/>
    <w:tmpl w:val="CDF018C4"/>
    <w:lvl w:ilvl="0" w:tplc="EF7E6944">
      <w:start w:val="1"/>
      <w:numFmt w:val="bullet"/>
      <w:pStyle w:val="Pucecarr"/>
      <w:lvlText w:val=""/>
      <w:lvlJc w:val="left"/>
      <w:pPr>
        <w:ind w:left="2520" w:hanging="360"/>
      </w:pPr>
      <w:rPr>
        <w:rFonts w:ascii="Symbol" w:hAnsi="Symbol" w:hint="default"/>
        <w:color w:val="4F81BD"/>
        <w:sz w:val="28"/>
      </w:rPr>
    </w:lvl>
    <w:lvl w:ilvl="1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2" w15:restartNumberingAfterBreak="0">
    <w:nsid w:val="7EF839EF"/>
    <w:multiLevelType w:val="hybridMultilevel"/>
    <w:tmpl w:val="47D88B0E"/>
    <w:lvl w:ilvl="0" w:tplc="88406D30">
      <w:start w:val="1"/>
      <w:numFmt w:val="bullet"/>
      <w:pStyle w:val="Titre40"/>
      <w:lvlText w:val="►"/>
      <w:lvlJc w:val="left"/>
      <w:pPr>
        <w:ind w:left="3900" w:hanging="360"/>
      </w:pPr>
      <w:rPr>
        <w:rFonts w:ascii="Arial" w:hAnsi="Arial" w:hint="default"/>
        <w:color w:val="1F497D" w:themeColor="text2"/>
        <w:sz w:val="24"/>
      </w:rPr>
    </w:lvl>
    <w:lvl w:ilvl="1" w:tplc="040C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 w16cid:durableId="72823482">
    <w:abstractNumId w:val="0"/>
  </w:num>
  <w:num w:numId="2" w16cid:durableId="273096852">
    <w:abstractNumId w:val="7"/>
  </w:num>
  <w:num w:numId="3" w16cid:durableId="263995557">
    <w:abstractNumId w:val="22"/>
  </w:num>
  <w:num w:numId="4" w16cid:durableId="1666516450">
    <w:abstractNumId w:val="46"/>
  </w:num>
  <w:num w:numId="5" w16cid:durableId="1604722426">
    <w:abstractNumId w:val="44"/>
  </w:num>
  <w:num w:numId="6" w16cid:durableId="1483354825">
    <w:abstractNumId w:val="5"/>
  </w:num>
  <w:num w:numId="7" w16cid:durableId="545262218">
    <w:abstractNumId w:val="1"/>
    <w:lvlOverride w:ilvl="0">
      <w:lvl w:ilvl="0">
        <w:start w:val="1"/>
        <w:numFmt w:val="bullet"/>
        <w:pStyle w:val="Pointfort"/>
        <w:lvlText w:val=""/>
        <w:legacy w:legacy="1" w:legacySpace="0" w:legacyIndent="283"/>
        <w:lvlJc w:val="left"/>
        <w:rPr>
          <w:rFonts w:ascii="Symbol" w:hAnsi="Symbol" w:hint="default"/>
        </w:rPr>
      </w:lvl>
    </w:lvlOverride>
  </w:num>
  <w:num w:numId="8" w16cid:durableId="1501849673">
    <w:abstractNumId w:val="20"/>
  </w:num>
  <w:num w:numId="9" w16cid:durableId="506134654">
    <w:abstractNumId w:val="42"/>
  </w:num>
  <w:num w:numId="10" w16cid:durableId="341709194">
    <w:abstractNumId w:val="33"/>
  </w:num>
  <w:num w:numId="11" w16cid:durableId="371540697">
    <w:abstractNumId w:val="50"/>
  </w:num>
  <w:num w:numId="12" w16cid:durableId="1398436679">
    <w:abstractNumId w:val="4"/>
  </w:num>
  <w:num w:numId="13" w16cid:durableId="1463382536">
    <w:abstractNumId w:val="31"/>
  </w:num>
  <w:num w:numId="14" w16cid:durableId="1400396154">
    <w:abstractNumId w:val="19"/>
  </w:num>
  <w:num w:numId="15" w16cid:durableId="155193015">
    <w:abstractNumId w:val="9"/>
  </w:num>
  <w:num w:numId="16" w16cid:durableId="1075276294">
    <w:abstractNumId w:val="23"/>
  </w:num>
  <w:num w:numId="17" w16cid:durableId="1435662886">
    <w:abstractNumId w:val="52"/>
  </w:num>
  <w:num w:numId="18" w16cid:durableId="1452703556">
    <w:abstractNumId w:val="48"/>
  </w:num>
  <w:num w:numId="19" w16cid:durableId="1671253948">
    <w:abstractNumId w:val="51"/>
  </w:num>
  <w:num w:numId="20" w16cid:durableId="604003236">
    <w:abstractNumId w:val="12"/>
  </w:num>
  <w:num w:numId="21" w16cid:durableId="1520121533">
    <w:abstractNumId w:val="29"/>
  </w:num>
  <w:num w:numId="22" w16cid:durableId="1001933390">
    <w:abstractNumId w:val="28"/>
  </w:num>
  <w:num w:numId="23" w16cid:durableId="127479503">
    <w:abstractNumId w:val="17"/>
  </w:num>
  <w:num w:numId="24" w16cid:durableId="1182281226">
    <w:abstractNumId w:val="13"/>
  </w:num>
  <w:num w:numId="25" w16cid:durableId="2026907569">
    <w:abstractNumId w:val="11"/>
  </w:num>
  <w:num w:numId="26" w16cid:durableId="1900944076">
    <w:abstractNumId w:val="6"/>
  </w:num>
  <w:num w:numId="27" w16cid:durableId="9844194">
    <w:abstractNumId w:val="25"/>
  </w:num>
  <w:num w:numId="28" w16cid:durableId="1766000900">
    <w:abstractNumId w:val="32"/>
  </w:num>
  <w:num w:numId="29" w16cid:durableId="1524788240">
    <w:abstractNumId w:val="30"/>
  </w:num>
  <w:num w:numId="30" w16cid:durableId="913124264">
    <w:abstractNumId w:val="41"/>
  </w:num>
  <w:num w:numId="31" w16cid:durableId="758674689">
    <w:abstractNumId w:val="34"/>
  </w:num>
  <w:num w:numId="32" w16cid:durableId="1283726787">
    <w:abstractNumId w:val="3"/>
  </w:num>
  <w:num w:numId="33" w16cid:durableId="1521892801">
    <w:abstractNumId w:val="15"/>
  </w:num>
  <w:num w:numId="34" w16cid:durableId="536891051">
    <w:abstractNumId w:val="24"/>
  </w:num>
  <w:num w:numId="35" w16cid:durableId="1712918635">
    <w:abstractNumId w:val="27"/>
  </w:num>
  <w:num w:numId="36" w16cid:durableId="501892678">
    <w:abstractNumId w:val="36"/>
  </w:num>
  <w:num w:numId="37" w16cid:durableId="235018740">
    <w:abstractNumId w:val="21"/>
  </w:num>
  <w:num w:numId="38" w16cid:durableId="428355403">
    <w:abstractNumId w:val="40"/>
  </w:num>
  <w:num w:numId="39" w16cid:durableId="1389575610">
    <w:abstractNumId w:val="37"/>
  </w:num>
  <w:num w:numId="40" w16cid:durableId="793714580">
    <w:abstractNumId w:val="49"/>
  </w:num>
  <w:num w:numId="41" w16cid:durableId="453183620">
    <w:abstractNumId w:val="47"/>
  </w:num>
  <w:num w:numId="42" w16cid:durableId="329793910">
    <w:abstractNumId w:val="14"/>
  </w:num>
  <w:num w:numId="43" w16cid:durableId="166137594">
    <w:abstractNumId w:val="38"/>
  </w:num>
  <w:num w:numId="44" w16cid:durableId="441415459">
    <w:abstractNumId w:val="35"/>
  </w:num>
  <w:num w:numId="45" w16cid:durableId="1076052620">
    <w:abstractNumId w:val="16"/>
  </w:num>
  <w:num w:numId="46" w16cid:durableId="1921327611">
    <w:abstractNumId w:val="43"/>
  </w:num>
  <w:num w:numId="47" w16cid:durableId="625284168">
    <w:abstractNumId w:val="8"/>
  </w:num>
  <w:num w:numId="48" w16cid:durableId="24604854">
    <w:abstractNumId w:val="39"/>
  </w:num>
  <w:num w:numId="49" w16cid:durableId="604654173">
    <w:abstractNumId w:val="10"/>
  </w:num>
  <w:num w:numId="50" w16cid:durableId="1477454159">
    <w:abstractNumId w:val="26"/>
  </w:num>
  <w:num w:numId="51" w16cid:durableId="2017463977">
    <w:abstractNumId w:val="18"/>
  </w:num>
  <w:num w:numId="52" w16cid:durableId="911548243">
    <w:abstractNumId w:val="45"/>
  </w:num>
  <w:num w:numId="53" w16cid:durableId="1373116509">
    <w:abstractNumId w:val="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8193">
      <o:colormru v:ext="edit" colors="#f8a662,#f99461,#eca16e,#f19069,#c06,#f06,#d1ffd1,#f9b27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149"/>
    <w:rsid w:val="00001921"/>
    <w:rsid w:val="00001C25"/>
    <w:rsid w:val="00001DC6"/>
    <w:rsid w:val="00001E8C"/>
    <w:rsid w:val="00002D0B"/>
    <w:rsid w:val="00004064"/>
    <w:rsid w:val="00004944"/>
    <w:rsid w:val="00004B4C"/>
    <w:rsid w:val="00005ED3"/>
    <w:rsid w:val="000068CA"/>
    <w:rsid w:val="000072AA"/>
    <w:rsid w:val="00010C8E"/>
    <w:rsid w:val="00011326"/>
    <w:rsid w:val="000123E4"/>
    <w:rsid w:val="00012583"/>
    <w:rsid w:val="00012769"/>
    <w:rsid w:val="00013CEC"/>
    <w:rsid w:val="00014369"/>
    <w:rsid w:val="00015C23"/>
    <w:rsid w:val="00016AEB"/>
    <w:rsid w:val="0002025F"/>
    <w:rsid w:val="0002154E"/>
    <w:rsid w:val="00021721"/>
    <w:rsid w:val="00022A30"/>
    <w:rsid w:val="0002356C"/>
    <w:rsid w:val="00024472"/>
    <w:rsid w:val="00024CEA"/>
    <w:rsid w:val="00025C9F"/>
    <w:rsid w:val="0002641F"/>
    <w:rsid w:val="000279E7"/>
    <w:rsid w:val="00027ECF"/>
    <w:rsid w:val="000306AC"/>
    <w:rsid w:val="00030D2E"/>
    <w:rsid w:val="00031C31"/>
    <w:rsid w:val="000331DA"/>
    <w:rsid w:val="00034A65"/>
    <w:rsid w:val="00035272"/>
    <w:rsid w:val="00035ABF"/>
    <w:rsid w:val="00035F73"/>
    <w:rsid w:val="00042075"/>
    <w:rsid w:val="00042876"/>
    <w:rsid w:val="00043AD9"/>
    <w:rsid w:val="00043F17"/>
    <w:rsid w:val="000449D6"/>
    <w:rsid w:val="000460C2"/>
    <w:rsid w:val="00046202"/>
    <w:rsid w:val="000468E6"/>
    <w:rsid w:val="00046DD0"/>
    <w:rsid w:val="00046E55"/>
    <w:rsid w:val="00047094"/>
    <w:rsid w:val="000472FB"/>
    <w:rsid w:val="000511AE"/>
    <w:rsid w:val="0005235C"/>
    <w:rsid w:val="000536B1"/>
    <w:rsid w:val="00053EBC"/>
    <w:rsid w:val="0005428A"/>
    <w:rsid w:val="000561C1"/>
    <w:rsid w:val="00057064"/>
    <w:rsid w:val="00057137"/>
    <w:rsid w:val="0005743C"/>
    <w:rsid w:val="000577EA"/>
    <w:rsid w:val="00057EB7"/>
    <w:rsid w:val="00061DAC"/>
    <w:rsid w:val="000628CC"/>
    <w:rsid w:val="000632BF"/>
    <w:rsid w:val="00063A54"/>
    <w:rsid w:val="00064F31"/>
    <w:rsid w:val="00064F4B"/>
    <w:rsid w:val="00065E81"/>
    <w:rsid w:val="0006631B"/>
    <w:rsid w:val="00067FEB"/>
    <w:rsid w:val="000710FB"/>
    <w:rsid w:val="0007199C"/>
    <w:rsid w:val="00071C2C"/>
    <w:rsid w:val="000744C6"/>
    <w:rsid w:val="00075CD4"/>
    <w:rsid w:val="000767A8"/>
    <w:rsid w:val="00077AAB"/>
    <w:rsid w:val="0008032A"/>
    <w:rsid w:val="00080794"/>
    <w:rsid w:val="000810A3"/>
    <w:rsid w:val="00081DF2"/>
    <w:rsid w:val="00081E7A"/>
    <w:rsid w:val="00084340"/>
    <w:rsid w:val="000846A9"/>
    <w:rsid w:val="000861A3"/>
    <w:rsid w:val="00086F5B"/>
    <w:rsid w:val="00087509"/>
    <w:rsid w:val="00090C68"/>
    <w:rsid w:val="00091279"/>
    <w:rsid w:val="00095C4D"/>
    <w:rsid w:val="000961BB"/>
    <w:rsid w:val="00097580"/>
    <w:rsid w:val="000A02B7"/>
    <w:rsid w:val="000A0519"/>
    <w:rsid w:val="000A06E1"/>
    <w:rsid w:val="000A128E"/>
    <w:rsid w:val="000A20D5"/>
    <w:rsid w:val="000A3ADA"/>
    <w:rsid w:val="000B1DA5"/>
    <w:rsid w:val="000B31F4"/>
    <w:rsid w:val="000B3232"/>
    <w:rsid w:val="000B7576"/>
    <w:rsid w:val="000C1130"/>
    <w:rsid w:val="000C220C"/>
    <w:rsid w:val="000C5776"/>
    <w:rsid w:val="000C666D"/>
    <w:rsid w:val="000C777F"/>
    <w:rsid w:val="000D1F3B"/>
    <w:rsid w:val="000D2042"/>
    <w:rsid w:val="000D3E2F"/>
    <w:rsid w:val="000D4650"/>
    <w:rsid w:val="000D7212"/>
    <w:rsid w:val="000D7DD0"/>
    <w:rsid w:val="000E0058"/>
    <w:rsid w:val="000E2643"/>
    <w:rsid w:val="000E622E"/>
    <w:rsid w:val="000E6F66"/>
    <w:rsid w:val="000E74CA"/>
    <w:rsid w:val="000E7C24"/>
    <w:rsid w:val="000F09D1"/>
    <w:rsid w:val="000F1AAF"/>
    <w:rsid w:val="000F1D41"/>
    <w:rsid w:val="000F20BB"/>
    <w:rsid w:val="000F21FC"/>
    <w:rsid w:val="000F439A"/>
    <w:rsid w:val="000F55C6"/>
    <w:rsid w:val="000F61A2"/>
    <w:rsid w:val="001027D0"/>
    <w:rsid w:val="00102ADC"/>
    <w:rsid w:val="00104DC4"/>
    <w:rsid w:val="00104EB9"/>
    <w:rsid w:val="0010544B"/>
    <w:rsid w:val="00105D6F"/>
    <w:rsid w:val="00105F4F"/>
    <w:rsid w:val="00106AF8"/>
    <w:rsid w:val="00107A70"/>
    <w:rsid w:val="0011091B"/>
    <w:rsid w:val="00111324"/>
    <w:rsid w:val="00111FE0"/>
    <w:rsid w:val="001132C6"/>
    <w:rsid w:val="00114312"/>
    <w:rsid w:val="00117B82"/>
    <w:rsid w:val="00121FA2"/>
    <w:rsid w:val="00122547"/>
    <w:rsid w:val="00123F92"/>
    <w:rsid w:val="00124E19"/>
    <w:rsid w:val="0012796E"/>
    <w:rsid w:val="001279E0"/>
    <w:rsid w:val="001329C3"/>
    <w:rsid w:val="00133678"/>
    <w:rsid w:val="001340F7"/>
    <w:rsid w:val="00140E3D"/>
    <w:rsid w:val="00141B72"/>
    <w:rsid w:val="00142E17"/>
    <w:rsid w:val="001460CB"/>
    <w:rsid w:val="001460DF"/>
    <w:rsid w:val="00146A49"/>
    <w:rsid w:val="00146DC4"/>
    <w:rsid w:val="00150EE3"/>
    <w:rsid w:val="001527D9"/>
    <w:rsid w:val="0015366D"/>
    <w:rsid w:val="0015424D"/>
    <w:rsid w:val="0015568A"/>
    <w:rsid w:val="00155EAE"/>
    <w:rsid w:val="00161282"/>
    <w:rsid w:val="001618A6"/>
    <w:rsid w:val="001625D2"/>
    <w:rsid w:val="0016378D"/>
    <w:rsid w:val="00163830"/>
    <w:rsid w:val="001640CB"/>
    <w:rsid w:val="001651EF"/>
    <w:rsid w:val="001701CE"/>
    <w:rsid w:val="00171E53"/>
    <w:rsid w:val="00172C47"/>
    <w:rsid w:val="00172C98"/>
    <w:rsid w:val="00173441"/>
    <w:rsid w:val="001769D8"/>
    <w:rsid w:val="00176BBE"/>
    <w:rsid w:val="00177DB0"/>
    <w:rsid w:val="001806E2"/>
    <w:rsid w:val="00182AE7"/>
    <w:rsid w:val="00183A63"/>
    <w:rsid w:val="00183EB8"/>
    <w:rsid w:val="001840B0"/>
    <w:rsid w:val="00184594"/>
    <w:rsid w:val="00185AAA"/>
    <w:rsid w:val="00185B35"/>
    <w:rsid w:val="00185D53"/>
    <w:rsid w:val="00190331"/>
    <w:rsid w:val="00190557"/>
    <w:rsid w:val="0019062E"/>
    <w:rsid w:val="00190F3D"/>
    <w:rsid w:val="0019177C"/>
    <w:rsid w:val="0019723A"/>
    <w:rsid w:val="001A0779"/>
    <w:rsid w:val="001A287F"/>
    <w:rsid w:val="001A326D"/>
    <w:rsid w:val="001A3F20"/>
    <w:rsid w:val="001A776C"/>
    <w:rsid w:val="001A79BF"/>
    <w:rsid w:val="001B05A4"/>
    <w:rsid w:val="001B0658"/>
    <w:rsid w:val="001B0B6B"/>
    <w:rsid w:val="001B1253"/>
    <w:rsid w:val="001B14F4"/>
    <w:rsid w:val="001B28E5"/>
    <w:rsid w:val="001B42BE"/>
    <w:rsid w:val="001B4606"/>
    <w:rsid w:val="001B597A"/>
    <w:rsid w:val="001B5B1E"/>
    <w:rsid w:val="001C28F3"/>
    <w:rsid w:val="001C3508"/>
    <w:rsid w:val="001C3F9C"/>
    <w:rsid w:val="001C49D2"/>
    <w:rsid w:val="001C5A18"/>
    <w:rsid w:val="001C74E3"/>
    <w:rsid w:val="001D1B65"/>
    <w:rsid w:val="001D2754"/>
    <w:rsid w:val="001D28B1"/>
    <w:rsid w:val="001D3006"/>
    <w:rsid w:val="001D32D6"/>
    <w:rsid w:val="001D405F"/>
    <w:rsid w:val="001D58DC"/>
    <w:rsid w:val="001D6192"/>
    <w:rsid w:val="001D61A7"/>
    <w:rsid w:val="001D64EE"/>
    <w:rsid w:val="001D75D4"/>
    <w:rsid w:val="001E15B7"/>
    <w:rsid w:val="001E25D1"/>
    <w:rsid w:val="001E3179"/>
    <w:rsid w:val="001E36BD"/>
    <w:rsid w:val="001E3EB8"/>
    <w:rsid w:val="001E4B9D"/>
    <w:rsid w:val="001E527D"/>
    <w:rsid w:val="001E659E"/>
    <w:rsid w:val="001F15B6"/>
    <w:rsid w:val="001F2B9D"/>
    <w:rsid w:val="001F4F72"/>
    <w:rsid w:val="001F5F87"/>
    <w:rsid w:val="001F646A"/>
    <w:rsid w:val="002001F9"/>
    <w:rsid w:val="00201140"/>
    <w:rsid w:val="00201970"/>
    <w:rsid w:val="00202E2B"/>
    <w:rsid w:val="00203625"/>
    <w:rsid w:val="00203B95"/>
    <w:rsid w:val="0020453C"/>
    <w:rsid w:val="002048C3"/>
    <w:rsid w:val="00205B12"/>
    <w:rsid w:val="00205D03"/>
    <w:rsid w:val="00206CC0"/>
    <w:rsid w:val="0020732D"/>
    <w:rsid w:val="00207924"/>
    <w:rsid w:val="0021030D"/>
    <w:rsid w:val="002111A6"/>
    <w:rsid w:val="00211B5C"/>
    <w:rsid w:val="00211DD4"/>
    <w:rsid w:val="00211FE2"/>
    <w:rsid w:val="00212971"/>
    <w:rsid w:val="0021360E"/>
    <w:rsid w:val="00213CCE"/>
    <w:rsid w:val="00215EAE"/>
    <w:rsid w:val="0021645A"/>
    <w:rsid w:val="00220549"/>
    <w:rsid w:val="00220BDF"/>
    <w:rsid w:val="00221068"/>
    <w:rsid w:val="002210B0"/>
    <w:rsid w:val="00221F28"/>
    <w:rsid w:val="00224416"/>
    <w:rsid w:val="0022760F"/>
    <w:rsid w:val="00227A4D"/>
    <w:rsid w:val="00230BFD"/>
    <w:rsid w:val="00231790"/>
    <w:rsid w:val="0023325C"/>
    <w:rsid w:val="00234370"/>
    <w:rsid w:val="002347FA"/>
    <w:rsid w:val="00235AF4"/>
    <w:rsid w:val="00236335"/>
    <w:rsid w:val="00237CF6"/>
    <w:rsid w:val="00240B56"/>
    <w:rsid w:val="0024221E"/>
    <w:rsid w:val="002443C2"/>
    <w:rsid w:val="00244AA0"/>
    <w:rsid w:val="0024723A"/>
    <w:rsid w:val="002473E0"/>
    <w:rsid w:val="002474D8"/>
    <w:rsid w:val="00247E99"/>
    <w:rsid w:val="00250842"/>
    <w:rsid w:val="00250BD9"/>
    <w:rsid w:val="00252523"/>
    <w:rsid w:val="00252881"/>
    <w:rsid w:val="00254A11"/>
    <w:rsid w:val="0025680D"/>
    <w:rsid w:val="002571A9"/>
    <w:rsid w:val="0026015B"/>
    <w:rsid w:val="0026123C"/>
    <w:rsid w:val="0026415D"/>
    <w:rsid w:val="002654BF"/>
    <w:rsid w:val="0026551B"/>
    <w:rsid w:val="002656B2"/>
    <w:rsid w:val="0026584A"/>
    <w:rsid w:val="00266F71"/>
    <w:rsid w:val="002671E8"/>
    <w:rsid w:val="00267D19"/>
    <w:rsid w:val="00270B7C"/>
    <w:rsid w:val="00273AB4"/>
    <w:rsid w:val="002740E5"/>
    <w:rsid w:val="00274F8F"/>
    <w:rsid w:val="0027592B"/>
    <w:rsid w:val="0027789E"/>
    <w:rsid w:val="002815C6"/>
    <w:rsid w:val="0028509A"/>
    <w:rsid w:val="00285262"/>
    <w:rsid w:val="002853D5"/>
    <w:rsid w:val="0029107E"/>
    <w:rsid w:val="0029146C"/>
    <w:rsid w:val="00292E8B"/>
    <w:rsid w:val="00292FD0"/>
    <w:rsid w:val="00293C1C"/>
    <w:rsid w:val="00294CE3"/>
    <w:rsid w:val="00295554"/>
    <w:rsid w:val="00296E05"/>
    <w:rsid w:val="002972B3"/>
    <w:rsid w:val="002977D3"/>
    <w:rsid w:val="002A21A5"/>
    <w:rsid w:val="002A5538"/>
    <w:rsid w:val="002A6E34"/>
    <w:rsid w:val="002A7200"/>
    <w:rsid w:val="002A78EF"/>
    <w:rsid w:val="002A7DAF"/>
    <w:rsid w:val="002B1EB6"/>
    <w:rsid w:val="002B1F7B"/>
    <w:rsid w:val="002B28AA"/>
    <w:rsid w:val="002B34E1"/>
    <w:rsid w:val="002B5EF7"/>
    <w:rsid w:val="002B607C"/>
    <w:rsid w:val="002C398B"/>
    <w:rsid w:val="002C3DDC"/>
    <w:rsid w:val="002C6ECE"/>
    <w:rsid w:val="002C735C"/>
    <w:rsid w:val="002D03AD"/>
    <w:rsid w:val="002D2BF8"/>
    <w:rsid w:val="002D4B0B"/>
    <w:rsid w:val="002D5C43"/>
    <w:rsid w:val="002D73F6"/>
    <w:rsid w:val="002D74D6"/>
    <w:rsid w:val="002D7688"/>
    <w:rsid w:val="002E03D5"/>
    <w:rsid w:val="002E043F"/>
    <w:rsid w:val="002E088E"/>
    <w:rsid w:val="002E0C29"/>
    <w:rsid w:val="002E0E01"/>
    <w:rsid w:val="002E12A5"/>
    <w:rsid w:val="002E2902"/>
    <w:rsid w:val="002E4C29"/>
    <w:rsid w:val="002E4EE6"/>
    <w:rsid w:val="002E6C0B"/>
    <w:rsid w:val="002F0144"/>
    <w:rsid w:val="002F078E"/>
    <w:rsid w:val="002F0CDF"/>
    <w:rsid w:val="002F13E3"/>
    <w:rsid w:val="002F13F7"/>
    <w:rsid w:val="002F2B00"/>
    <w:rsid w:val="002F3E70"/>
    <w:rsid w:val="002F533F"/>
    <w:rsid w:val="002F61D7"/>
    <w:rsid w:val="002F686D"/>
    <w:rsid w:val="002F7830"/>
    <w:rsid w:val="00300EAF"/>
    <w:rsid w:val="00301178"/>
    <w:rsid w:val="00302C3C"/>
    <w:rsid w:val="00302DC5"/>
    <w:rsid w:val="00302FBE"/>
    <w:rsid w:val="003030C3"/>
    <w:rsid w:val="00307552"/>
    <w:rsid w:val="003106B5"/>
    <w:rsid w:val="00311312"/>
    <w:rsid w:val="00311DB1"/>
    <w:rsid w:val="003126F5"/>
    <w:rsid w:val="0031270E"/>
    <w:rsid w:val="003143A5"/>
    <w:rsid w:val="00314505"/>
    <w:rsid w:val="00317D22"/>
    <w:rsid w:val="00322545"/>
    <w:rsid w:val="00322C66"/>
    <w:rsid w:val="0032452B"/>
    <w:rsid w:val="00333426"/>
    <w:rsid w:val="00333565"/>
    <w:rsid w:val="003341A6"/>
    <w:rsid w:val="003341D0"/>
    <w:rsid w:val="00334687"/>
    <w:rsid w:val="00336B8F"/>
    <w:rsid w:val="00336E4A"/>
    <w:rsid w:val="00340D75"/>
    <w:rsid w:val="0034136D"/>
    <w:rsid w:val="00341F26"/>
    <w:rsid w:val="00342B06"/>
    <w:rsid w:val="00343294"/>
    <w:rsid w:val="003441AD"/>
    <w:rsid w:val="00346C6F"/>
    <w:rsid w:val="00347139"/>
    <w:rsid w:val="003471CA"/>
    <w:rsid w:val="00347508"/>
    <w:rsid w:val="00350AD1"/>
    <w:rsid w:val="00355A64"/>
    <w:rsid w:val="00356960"/>
    <w:rsid w:val="003614E3"/>
    <w:rsid w:val="00361F39"/>
    <w:rsid w:val="003646A6"/>
    <w:rsid w:val="00365A01"/>
    <w:rsid w:val="00370814"/>
    <w:rsid w:val="003709EB"/>
    <w:rsid w:val="00371B5C"/>
    <w:rsid w:val="00371D25"/>
    <w:rsid w:val="003722FD"/>
    <w:rsid w:val="00372CB2"/>
    <w:rsid w:val="00374157"/>
    <w:rsid w:val="00380DDD"/>
    <w:rsid w:val="00381051"/>
    <w:rsid w:val="0038296F"/>
    <w:rsid w:val="00383E11"/>
    <w:rsid w:val="00385C9E"/>
    <w:rsid w:val="003868BE"/>
    <w:rsid w:val="00386F04"/>
    <w:rsid w:val="00387965"/>
    <w:rsid w:val="0039001B"/>
    <w:rsid w:val="003900E8"/>
    <w:rsid w:val="00390FF0"/>
    <w:rsid w:val="003917D5"/>
    <w:rsid w:val="00391BC1"/>
    <w:rsid w:val="00392ABA"/>
    <w:rsid w:val="00392E91"/>
    <w:rsid w:val="00393AA8"/>
    <w:rsid w:val="0039457A"/>
    <w:rsid w:val="0039472A"/>
    <w:rsid w:val="003976D2"/>
    <w:rsid w:val="00397D38"/>
    <w:rsid w:val="003A19D8"/>
    <w:rsid w:val="003A224D"/>
    <w:rsid w:val="003A291B"/>
    <w:rsid w:val="003A3B7A"/>
    <w:rsid w:val="003A44C5"/>
    <w:rsid w:val="003A47AE"/>
    <w:rsid w:val="003A5579"/>
    <w:rsid w:val="003A5AF3"/>
    <w:rsid w:val="003A60DE"/>
    <w:rsid w:val="003B003D"/>
    <w:rsid w:val="003B0058"/>
    <w:rsid w:val="003B11AF"/>
    <w:rsid w:val="003B2250"/>
    <w:rsid w:val="003B2876"/>
    <w:rsid w:val="003B4A2B"/>
    <w:rsid w:val="003B5C86"/>
    <w:rsid w:val="003B6954"/>
    <w:rsid w:val="003B6BDA"/>
    <w:rsid w:val="003C013D"/>
    <w:rsid w:val="003C1330"/>
    <w:rsid w:val="003C25C1"/>
    <w:rsid w:val="003C342A"/>
    <w:rsid w:val="003C439D"/>
    <w:rsid w:val="003C4B3F"/>
    <w:rsid w:val="003C4DB1"/>
    <w:rsid w:val="003C7296"/>
    <w:rsid w:val="003C773E"/>
    <w:rsid w:val="003D1060"/>
    <w:rsid w:val="003D3165"/>
    <w:rsid w:val="003D3698"/>
    <w:rsid w:val="003D49F3"/>
    <w:rsid w:val="003D5488"/>
    <w:rsid w:val="003D5B0D"/>
    <w:rsid w:val="003D63B1"/>
    <w:rsid w:val="003D75FB"/>
    <w:rsid w:val="003E0DAE"/>
    <w:rsid w:val="003E366A"/>
    <w:rsid w:val="003E380C"/>
    <w:rsid w:val="003E3CEE"/>
    <w:rsid w:val="003E4546"/>
    <w:rsid w:val="003E4AFC"/>
    <w:rsid w:val="003E6210"/>
    <w:rsid w:val="003E765C"/>
    <w:rsid w:val="003E7F45"/>
    <w:rsid w:val="003F1B41"/>
    <w:rsid w:val="003F3A6E"/>
    <w:rsid w:val="003F3B5C"/>
    <w:rsid w:val="003F45A2"/>
    <w:rsid w:val="003F49DC"/>
    <w:rsid w:val="003F5166"/>
    <w:rsid w:val="003F5DF6"/>
    <w:rsid w:val="003F60F4"/>
    <w:rsid w:val="003F6F54"/>
    <w:rsid w:val="004003C7"/>
    <w:rsid w:val="00400EFA"/>
    <w:rsid w:val="00402027"/>
    <w:rsid w:val="0040254E"/>
    <w:rsid w:val="00402B02"/>
    <w:rsid w:val="004032A5"/>
    <w:rsid w:val="0040681E"/>
    <w:rsid w:val="00411C45"/>
    <w:rsid w:val="00411E0F"/>
    <w:rsid w:val="0041322E"/>
    <w:rsid w:val="00413683"/>
    <w:rsid w:val="00413F55"/>
    <w:rsid w:val="004159C0"/>
    <w:rsid w:val="004161D7"/>
    <w:rsid w:val="00416DC5"/>
    <w:rsid w:val="00417CD4"/>
    <w:rsid w:val="004219F0"/>
    <w:rsid w:val="00421D15"/>
    <w:rsid w:val="0042277A"/>
    <w:rsid w:val="00422D8B"/>
    <w:rsid w:val="0042305B"/>
    <w:rsid w:val="00423CDB"/>
    <w:rsid w:val="0042480D"/>
    <w:rsid w:val="00424E02"/>
    <w:rsid w:val="004270ED"/>
    <w:rsid w:val="004274ED"/>
    <w:rsid w:val="00432849"/>
    <w:rsid w:val="00433E77"/>
    <w:rsid w:val="00435E9F"/>
    <w:rsid w:val="00435EE2"/>
    <w:rsid w:val="00441B9E"/>
    <w:rsid w:val="0044234A"/>
    <w:rsid w:val="004432BA"/>
    <w:rsid w:val="0044336D"/>
    <w:rsid w:val="00443544"/>
    <w:rsid w:val="00444D84"/>
    <w:rsid w:val="004467E7"/>
    <w:rsid w:val="00446DCB"/>
    <w:rsid w:val="0045007B"/>
    <w:rsid w:val="004505D1"/>
    <w:rsid w:val="00450BEF"/>
    <w:rsid w:val="0045123B"/>
    <w:rsid w:val="004514A4"/>
    <w:rsid w:val="00453F63"/>
    <w:rsid w:val="00454121"/>
    <w:rsid w:val="00456892"/>
    <w:rsid w:val="00457875"/>
    <w:rsid w:val="004617DA"/>
    <w:rsid w:val="00462689"/>
    <w:rsid w:val="0046406A"/>
    <w:rsid w:val="004640DF"/>
    <w:rsid w:val="00464EFE"/>
    <w:rsid w:val="00467278"/>
    <w:rsid w:val="00467ACB"/>
    <w:rsid w:val="0047049D"/>
    <w:rsid w:val="00470B63"/>
    <w:rsid w:val="0047297A"/>
    <w:rsid w:val="0047307A"/>
    <w:rsid w:val="004730BC"/>
    <w:rsid w:val="004744FA"/>
    <w:rsid w:val="00475459"/>
    <w:rsid w:val="004758E3"/>
    <w:rsid w:val="00475A8E"/>
    <w:rsid w:val="00475DED"/>
    <w:rsid w:val="00476507"/>
    <w:rsid w:val="0047668C"/>
    <w:rsid w:val="004774CA"/>
    <w:rsid w:val="004816BF"/>
    <w:rsid w:val="00481B63"/>
    <w:rsid w:val="00481B6B"/>
    <w:rsid w:val="00482C67"/>
    <w:rsid w:val="0048332E"/>
    <w:rsid w:val="00490C34"/>
    <w:rsid w:val="0049247C"/>
    <w:rsid w:val="00492523"/>
    <w:rsid w:val="00492896"/>
    <w:rsid w:val="004929D4"/>
    <w:rsid w:val="0049389E"/>
    <w:rsid w:val="00495535"/>
    <w:rsid w:val="00495DDC"/>
    <w:rsid w:val="0049615E"/>
    <w:rsid w:val="004975EC"/>
    <w:rsid w:val="004A153E"/>
    <w:rsid w:val="004A4CDA"/>
    <w:rsid w:val="004A503A"/>
    <w:rsid w:val="004A561A"/>
    <w:rsid w:val="004A5F1B"/>
    <w:rsid w:val="004A6112"/>
    <w:rsid w:val="004A61D7"/>
    <w:rsid w:val="004A719B"/>
    <w:rsid w:val="004A7505"/>
    <w:rsid w:val="004A7AF4"/>
    <w:rsid w:val="004B287C"/>
    <w:rsid w:val="004B7192"/>
    <w:rsid w:val="004B7327"/>
    <w:rsid w:val="004B74ED"/>
    <w:rsid w:val="004B7BCE"/>
    <w:rsid w:val="004C0464"/>
    <w:rsid w:val="004C0982"/>
    <w:rsid w:val="004C0EA7"/>
    <w:rsid w:val="004C1695"/>
    <w:rsid w:val="004C2091"/>
    <w:rsid w:val="004C2C55"/>
    <w:rsid w:val="004C2E12"/>
    <w:rsid w:val="004C5BE1"/>
    <w:rsid w:val="004C7726"/>
    <w:rsid w:val="004D229A"/>
    <w:rsid w:val="004D4941"/>
    <w:rsid w:val="004D6292"/>
    <w:rsid w:val="004D64AE"/>
    <w:rsid w:val="004D77C6"/>
    <w:rsid w:val="004E2597"/>
    <w:rsid w:val="004E32DB"/>
    <w:rsid w:val="004E3557"/>
    <w:rsid w:val="004E3AA5"/>
    <w:rsid w:val="004E3C5B"/>
    <w:rsid w:val="004E4258"/>
    <w:rsid w:val="004E4940"/>
    <w:rsid w:val="004E4F43"/>
    <w:rsid w:val="004E5EE4"/>
    <w:rsid w:val="004E7022"/>
    <w:rsid w:val="004F215C"/>
    <w:rsid w:val="004F4447"/>
    <w:rsid w:val="004F4EA1"/>
    <w:rsid w:val="004F5455"/>
    <w:rsid w:val="004F777A"/>
    <w:rsid w:val="004F7FD4"/>
    <w:rsid w:val="00500866"/>
    <w:rsid w:val="00500BC6"/>
    <w:rsid w:val="0050393E"/>
    <w:rsid w:val="005061C1"/>
    <w:rsid w:val="0050740B"/>
    <w:rsid w:val="005075A6"/>
    <w:rsid w:val="005076DE"/>
    <w:rsid w:val="00507EA6"/>
    <w:rsid w:val="00510B24"/>
    <w:rsid w:val="00510B6C"/>
    <w:rsid w:val="00511E95"/>
    <w:rsid w:val="0051273C"/>
    <w:rsid w:val="005127F1"/>
    <w:rsid w:val="00514455"/>
    <w:rsid w:val="00515318"/>
    <w:rsid w:val="0051606C"/>
    <w:rsid w:val="00517586"/>
    <w:rsid w:val="00517AFD"/>
    <w:rsid w:val="00520DFE"/>
    <w:rsid w:val="00522079"/>
    <w:rsid w:val="005220C8"/>
    <w:rsid w:val="0052283C"/>
    <w:rsid w:val="005236DC"/>
    <w:rsid w:val="00525794"/>
    <w:rsid w:val="00527C33"/>
    <w:rsid w:val="00530B06"/>
    <w:rsid w:val="00531409"/>
    <w:rsid w:val="00532B09"/>
    <w:rsid w:val="0053305A"/>
    <w:rsid w:val="00541B5A"/>
    <w:rsid w:val="00542C10"/>
    <w:rsid w:val="00545C81"/>
    <w:rsid w:val="00546596"/>
    <w:rsid w:val="00546CFF"/>
    <w:rsid w:val="00546F8E"/>
    <w:rsid w:val="00547CDB"/>
    <w:rsid w:val="0055076E"/>
    <w:rsid w:val="005512EF"/>
    <w:rsid w:val="00552DBA"/>
    <w:rsid w:val="00556066"/>
    <w:rsid w:val="00557701"/>
    <w:rsid w:val="00557DBD"/>
    <w:rsid w:val="00561206"/>
    <w:rsid w:val="005624A4"/>
    <w:rsid w:val="005650A8"/>
    <w:rsid w:val="00566472"/>
    <w:rsid w:val="00567AC4"/>
    <w:rsid w:val="00570A31"/>
    <w:rsid w:val="005715C6"/>
    <w:rsid w:val="00572713"/>
    <w:rsid w:val="005727EE"/>
    <w:rsid w:val="00572854"/>
    <w:rsid w:val="0057310D"/>
    <w:rsid w:val="005731E5"/>
    <w:rsid w:val="0057488A"/>
    <w:rsid w:val="00577068"/>
    <w:rsid w:val="0057782A"/>
    <w:rsid w:val="00580FC9"/>
    <w:rsid w:val="00581C12"/>
    <w:rsid w:val="0058468B"/>
    <w:rsid w:val="00584EBD"/>
    <w:rsid w:val="00584FAB"/>
    <w:rsid w:val="005852EB"/>
    <w:rsid w:val="00586A39"/>
    <w:rsid w:val="0058705D"/>
    <w:rsid w:val="00587F95"/>
    <w:rsid w:val="00590ED1"/>
    <w:rsid w:val="005918F7"/>
    <w:rsid w:val="00591DF6"/>
    <w:rsid w:val="005930D6"/>
    <w:rsid w:val="005936C4"/>
    <w:rsid w:val="00593A85"/>
    <w:rsid w:val="0059456C"/>
    <w:rsid w:val="00594B3E"/>
    <w:rsid w:val="00595B75"/>
    <w:rsid w:val="0059659E"/>
    <w:rsid w:val="005A060C"/>
    <w:rsid w:val="005A1C5B"/>
    <w:rsid w:val="005A24E5"/>
    <w:rsid w:val="005A4076"/>
    <w:rsid w:val="005A41B2"/>
    <w:rsid w:val="005A5039"/>
    <w:rsid w:val="005A571C"/>
    <w:rsid w:val="005A69D1"/>
    <w:rsid w:val="005A72A3"/>
    <w:rsid w:val="005A7977"/>
    <w:rsid w:val="005A7D9D"/>
    <w:rsid w:val="005B01AB"/>
    <w:rsid w:val="005B0242"/>
    <w:rsid w:val="005B3458"/>
    <w:rsid w:val="005B7B70"/>
    <w:rsid w:val="005C041D"/>
    <w:rsid w:val="005C0B69"/>
    <w:rsid w:val="005C10CB"/>
    <w:rsid w:val="005C1563"/>
    <w:rsid w:val="005C2231"/>
    <w:rsid w:val="005C2C76"/>
    <w:rsid w:val="005C2F6D"/>
    <w:rsid w:val="005C374B"/>
    <w:rsid w:val="005C3D3A"/>
    <w:rsid w:val="005C454E"/>
    <w:rsid w:val="005C4700"/>
    <w:rsid w:val="005C51B4"/>
    <w:rsid w:val="005C68A9"/>
    <w:rsid w:val="005C6BB1"/>
    <w:rsid w:val="005D2FB4"/>
    <w:rsid w:val="005D394B"/>
    <w:rsid w:val="005D3E9C"/>
    <w:rsid w:val="005D6F95"/>
    <w:rsid w:val="005E13CC"/>
    <w:rsid w:val="005E1641"/>
    <w:rsid w:val="005E1B13"/>
    <w:rsid w:val="005E35ED"/>
    <w:rsid w:val="005E3AF0"/>
    <w:rsid w:val="005E4460"/>
    <w:rsid w:val="005E7613"/>
    <w:rsid w:val="005E79E9"/>
    <w:rsid w:val="005F0FEC"/>
    <w:rsid w:val="005F2F4C"/>
    <w:rsid w:val="005F4359"/>
    <w:rsid w:val="005F47C4"/>
    <w:rsid w:val="005F57B0"/>
    <w:rsid w:val="005F5885"/>
    <w:rsid w:val="005F67B5"/>
    <w:rsid w:val="00601447"/>
    <w:rsid w:val="00602289"/>
    <w:rsid w:val="0060436A"/>
    <w:rsid w:val="00605DB9"/>
    <w:rsid w:val="00606593"/>
    <w:rsid w:val="006077D2"/>
    <w:rsid w:val="006079FB"/>
    <w:rsid w:val="00610E0B"/>
    <w:rsid w:val="00612F12"/>
    <w:rsid w:val="006145D5"/>
    <w:rsid w:val="00615160"/>
    <w:rsid w:val="00615E29"/>
    <w:rsid w:val="00617E65"/>
    <w:rsid w:val="00620D8E"/>
    <w:rsid w:val="006213D7"/>
    <w:rsid w:val="00621535"/>
    <w:rsid w:val="00621942"/>
    <w:rsid w:val="006220B2"/>
    <w:rsid w:val="006231AD"/>
    <w:rsid w:val="00623FF0"/>
    <w:rsid w:val="00624673"/>
    <w:rsid w:val="00624DF8"/>
    <w:rsid w:val="006256C0"/>
    <w:rsid w:val="006260F6"/>
    <w:rsid w:val="00627A96"/>
    <w:rsid w:val="0063127E"/>
    <w:rsid w:val="0063137F"/>
    <w:rsid w:val="006329AD"/>
    <w:rsid w:val="006330E4"/>
    <w:rsid w:val="006334D9"/>
    <w:rsid w:val="006347D3"/>
    <w:rsid w:val="00634F61"/>
    <w:rsid w:val="0063531C"/>
    <w:rsid w:val="006354DF"/>
    <w:rsid w:val="006369F4"/>
    <w:rsid w:val="006423EC"/>
    <w:rsid w:val="00642D3F"/>
    <w:rsid w:val="0064339A"/>
    <w:rsid w:val="00646BCD"/>
    <w:rsid w:val="00647720"/>
    <w:rsid w:val="00647E94"/>
    <w:rsid w:val="0065165A"/>
    <w:rsid w:val="0065501D"/>
    <w:rsid w:val="00655851"/>
    <w:rsid w:val="006574C0"/>
    <w:rsid w:val="006600B0"/>
    <w:rsid w:val="00660105"/>
    <w:rsid w:val="00661395"/>
    <w:rsid w:val="006626F9"/>
    <w:rsid w:val="00662FE9"/>
    <w:rsid w:val="00663BA2"/>
    <w:rsid w:val="00665D5A"/>
    <w:rsid w:val="00665F01"/>
    <w:rsid w:val="0066622B"/>
    <w:rsid w:val="00666611"/>
    <w:rsid w:val="00670F46"/>
    <w:rsid w:val="0067191E"/>
    <w:rsid w:val="006726CA"/>
    <w:rsid w:val="00672D0E"/>
    <w:rsid w:val="0067348E"/>
    <w:rsid w:val="00673F6C"/>
    <w:rsid w:val="0067426B"/>
    <w:rsid w:val="006743CF"/>
    <w:rsid w:val="00674616"/>
    <w:rsid w:val="00675407"/>
    <w:rsid w:val="00675E7E"/>
    <w:rsid w:val="0068086A"/>
    <w:rsid w:val="006818CA"/>
    <w:rsid w:val="006832D9"/>
    <w:rsid w:val="006858C6"/>
    <w:rsid w:val="0068634C"/>
    <w:rsid w:val="00686689"/>
    <w:rsid w:val="00687658"/>
    <w:rsid w:val="00687BF8"/>
    <w:rsid w:val="006935ED"/>
    <w:rsid w:val="00693AA1"/>
    <w:rsid w:val="0069476D"/>
    <w:rsid w:val="006966A8"/>
    <w:rsid w:val="006967A6"/>
    <w:rsid w:val="00697D01"/>
    <w:rsid w:val="006A2444"/>
    <w:rsid w:val="006A26BE"/>
    <w:rsid w:val="006A2C5A"/>
    <w:rsid w:val="006A4805"/>
    <w:rsid w:val="006A5A58"/>
    <w:rsid w:val="006B08AB"/>
    <w:rsid w:val="006B0BEF"/>
    <w:rsid w:val="006B0D4B"/>
    <w:rsid w:val="006B1142"/>
    <w:rsid w:val="006B34CF"/>
    <w:rsid w:val="006B3E55"/>
    <w:rsid w:val="006B42CA"/>
    <w:rsid w:val="006B4AD3"/>
    <w:rsid w:val="006B530B"/>
    <w:rsid w:val="006B610A"/>
    <w:rsid w:val="006B6E40"/>
    <w:rsid w:val="006B7A8D"/>
    <w:rsid w:val="006B7C47"/>
    <w:rsid w:val="006C05BE"/>
    <w:rsid w:val="006C0CDA"/>
    <w:rsid w:val="006C0E18"/>
    <w:rsid w:val="006C2FD9"/>
    <w:rsid w:val="006C5C95"/>
    <w:rsid w:val="006C60D8"/>
    <w:rsid w:val="006C6B79"/>
    <w:rsid w:val="006C6DDD"/>
    <w:rsid w:val="006C7CB6"/>
    <w:rsid w:val="006D06C1"/>
    <w:rsid w:val="006D10C0"/>
    <w:rsid w:val="006D17CD"/>
    <w:rsid w:val="006D23A9"/>
    <w:rsid w:val="006D35E3"/>
    <w:rsid w:val="006D37EC"/>
    <w:rsid w:val="006D3DD4"/>
    <w:rsid w:val="006D3EAF"/>
    <w:rsid w:val="006D4925"/>
    <w:rsid w:val="006D59BE"/>
    <w:rsid w:val="006D5B3B"/>
    <w:rsid w:val="006E2ACE"/>
    <w:rsid w:val="006E381E"/>
    <w:rsid w:val="006E3E72"/>
    <w:rsid w:val="006E3F39"/>
    <w:rsid w:val="006E5559"/>
    <w:rsid w:val="006E6070"/>
    <w:rsid w:val="006E7303"/>
    <w:rsid w:val="006E7D24"/>
    <w:rsid w:val="006F0080"/>
    <w:rsid w:val="006F6FD0"/>
    <w:rsid w:val="0070028D"/>
    <w:rsid w:val="007006E6"/>
    <w:rsid w:val="00701470"/>
    <w:rsid w:val="007014B0"/>
    <w:rsid w:val="0070235C"/>
    <w:rsid w:val="007039B2"/>
    <w:rsid w:val="00705C6A"/>
    <w:rsid w:val="00705E97"/>
    <w:rsid w:val="007063E4"/>
    <w:rsid w:val="007068C9"/>
    <w:rsid w:val="00707B71"/>
    <w:rsid w:val="00710BA0"/>
    <w:rsid w:val="00711BC3"/>
    <w:rsid w:val="007142E3"/>
    <w:rsid w:val="0071438D"/>
    <w:rsid w:val="00714CCF"/>
    <w:rsid w:val="0071575C"/>
    <w:rsid w:val="00716448"/>
    <w:rsid w:val="00716BF7"/>
    <w:rsid w:val="00716F8B"/>
    <w:rsid w:val="00717E39"/>
    <w:rsid w:val="00720381"/>
    <w:rsid w:val="00721D6A"/>
    <w:rsid w:val="00722C8F"/>
    <w:rsid w:val="00722DAE"/>
    <w:rsid w:val="00723D41"/>
    <w:rsid w:val="007246A3"/>
    <w:rsid w:val="00724705"/>
    <w:rsid w:val="0072486B"/>
    <w:rsid w:val="00724FE7"/>
    <w:rsid w:val="007251FD"/>
    <w:rsid w:val="007270CB"/>
    <w:rsid w:val="007304AE"/>
    <w:rsid w:val="007335AE"/>
    <w:rsid w:val="00733C12"/>
    <w:rsid w:val="00733E55"/>
    <w:rsid w:val="00737792"/>
    <w:rsid w:val="00740B6D"/>
    <w:rsid w:val="00740FBA"/>
    <w:rsid w:val="00742CED"/>
    <w:rsid w:val="00743507"/>
    <w:rsid w:val="00743E56"/>
    <w:rsid w:val="007441B1"/>
    <w:rsid w:val="00745793"/>
    <w:rsid w:val="0075089A"/>
    <w:rsid w:val="00751A56"/>
    <w:rsid w:val="00751C0D"/>
    <w:rsid w:val="00752CBB"/>
    <w:rsid w:val="00753747"/>
    <w:rsid w:val="007540C3"/>
    <w:rsid w:val="00755D2A"/>
    <w:rsid w:val="00757411"/>
    <w:rsid w:val="00762A46"/>
    <w:rsid w:val="00762DF4"/>
    <w:rsid w:val="00763582"/>
    <w:rsid w:val="00763CA0"/>
    <w:rsid w:val="00764A01"/>
    <w:rsid w:val="00766E72"/>
    <w:rsid w:val="00770C50"/>
    <w:rsid w:val="00771120"/>
    <w:rsid w:val="00771B16"/>
    <w:rsid w:val="00771F06"/>
    <w:rsid w:val="00772F65"/>
    <w:rsid w:val="00775441"/>
    <w:rsid w:val="0077572F"/>
    <w:rsid w:val="00775976"/>
    <w:rsid w:val="00776FF9"/>
    <w:rsid w:val="007807C6"/>
    <w:rsid w:val="00781893"/>
    <w:rsid w:val="00781932"/>
    <w:rsid w:val="007838FB"/>
    <w:rsid w:val="00784717"/>
    <w:rsid w:val="00785AB4"/>
    <w:rsid w:val="00787116"/>
    <w:rsid w:val="00787A8C"/>
    <w:rsid w:val="007908BD"/>
    <w:rsid w:val="00794D35"/>
    <w:rsid w:val="00795490"/>
    <w:rsid w:val="00796732"/>
    <w:rsid w:val="00797678"/>
    <w:rsid w:val="0079768F"/>
    <w:rsid w:val="007A014E"/>
    <w:rsid w:val="007A2447"/>
    <w:rsid w:val="007A2525"/>
    <w:rsid w:val="007A25AB"/>
    <w:rsid w:val="007A285D"/>
    <w:rsid w:val="007A3864"/>
    <w:rsid w:val="007A3A80"/>
    <w:rsid w:val="007A5068"/>
    <w:rsid w:val="007A5144"/>
    <w:rsid w:val="007A709A"/>
    <w:rsid w:val="007A78EC"/>
    <w:rsid w:val="007B1024"/>
    <w:rsid w:val="007B2115"/>
    <w:rsid w:val="007B335A"/>
    <w:rsid w:val="007B5B32"/>
    <w:rsid w:val="007B601F"/>
    <w:rsid w:val="007B623E"/>
    <w:rsid w:val="007B7555"/>
    <w:rsid w:val="007C0A47"/>
    <w:rsid w:val="007C28DF"/>
    <w:rsid w:val="007C3F57"/>
    <w:rsid w:val="007C50DB"/>
    <w:rsid w:val="007C6E40"/>
    <w:rsid w:val="007C7BAE"/>
    <w:rsid w:val="007D027F"/>
    <w:rsid w:val="007D05B9"/>
    <w:rsid w:val="007D1718"/>
    <w:rsid w:val="007D1D8D"/>
    <w:rsid w:val="007D2470"/>
    <w:rsid w:val="007D285A"/>
    <w:rsid w:val="007D3E6D"/>
    <w:rsid w:val="007D63D5"/>
    <w:rsid w:val="007D66CD"/>
    <w:rsid w:val="007D6ABD"/>
    <w:rsid w:val="007E0447"/>
    <w:rsid w:val="007E0940"/>
    <w:rsid w:val="007E0CCD"/>
    <w:rsid w:val="007E1495"/>
    <w:rsid w:val="007E18AE"/>
    <w:rsid w:val="007E1F98"/>
    <w:rsid w:val="007E207D"/>
    <w:rsid w:val="007E230C"/>
    <w:rsid w:val="007E232C"/>
    <w:rsid w:val="007E31F9"/>
    <w:rsid w:val="007E32DA"/>
    <w:rsid w:val="007E37AA"/>
    <w:rsid w:val="007E4B22"/>
    <w:rsid w:val="007E50C5"/>
    <w:rsid w:val="007E5727"/>
    <w:rsid w:val="007F09A9"/>
    <w:rsid w:val="007F0B83"/>
    <w:rsid w:val="007F1085"/>
    <w:rsid w:val="007F10F3"/>
    <w:rsid w:val="007F1949"/>
    <w:rsid w:val="007F1ACA"/>
    <w:rsid w:val="007F534D"/>
    <w:rsid w:val="007F586C"/>
    <w:rsid w:val="0080116D"/>
    <w:rsid w:val="00801EF9"/>
    <w:rsid w:val="008024AA"/>
    <w:rsid w:val="00802507"/>
    <w:rsid w:val="00803792"/>
    <w:rsid w:val="00804DA3"/>
    <w:rsid w:val="008057CC"/>
    <w:rsid w:val="00810360"/>
    <w:rsid w:val="0081057B"/>
    <w:rsid w:val="00811FB6"/>
    <w:rsid w:val="00812707"/>
    <w:rsid w:val="00812F74"/>
    <w:rsid w:val="00813E3E"/>
    <w:rsid w:val="00813EB8"/>
    <w:rsid w:val="00816291"/>
    <w:rsid w:val="00816E82"/>
    <w:rsid w:val="00820183"/>
    <w:rsid w:val="00821BD4"/>
    <w:rsid w:val="00821BFE"/>
    <w:rsid w:val="008234D2"/>
    <w:rsid w:val="00823DC5"/>
    <w:rsid w:val="008248F2"/>
    <w:rsid w:val="00826182"/>
    <w:rsid w:val="008266DC"/>
    <w:rsid w:val="00826D39"/>
    <w:rsid w:val="00827CF8"/>
    <w:rsid w:val="00830433"/>
    <w:rsid w:val="00833589"/>
    <w:rsid w:val="008343AD"/>
    <w:rsid w:val="00834EA1"/>
    <w:rsid w:val="00837F98"/>
    <w:rsid w:val="00840461"/>
    <w:rsid w:val="008411BC"/>
    <w:rsid w:val="00841DE8"/>
    <w:rsid w:val="00841F84"/>
    <w:rsid w:val="00842207"/>
    <w:rsid w:val="00842C0D"/>
    <w:rsid w:val="008440C6"/>
    <w:rsid w:val="00844567"/>
    <w:rsid w:val="00847223"/>
    <w:rsid w:val="008479A7"/>
    <w:rsid w:val="00850F10"/>
    <w:rsid w:val="00851E9B"/>
    <w:rsid w:val="00852092"/>
    <w:rsid w:val="008523DB"/>
    <w:rsid w:val="008523FD"/>
    <w:rsid w:val="0085244F"/>
    <w:rsid w:val="00855135"/>
    <w:rsid w:val="00855707"/>
    <w:rsid w:val="00855E48"/>
    <w:rsid w:val="00861482"/>
    <w:rsid w:val="00862B5C"/>
    <w:rsid w:val="00864BAA"/>
    <w:rsid w:val="00865741"/>
    <w:rsid w:val="00866320"/>
    <w:rsid w:val="008715D5"/>
    <w:rsid w:val="00872760"/>
    <w:rsid w:val="00872865"/>
    <w:rsid w:val="00873F56"/>
    <w:rsid w:val="0087417C"/>
    <w:rsid w:val="0087452D"/>
    <w:rsid w:val="00874619"/>
    <w:rsid w:val="00875D73"/>
    <w:rsid w:val="008761E9"/>
    <w:rsid w:val="008762C3"/>
    <w:rsid w:val="008777F6"/>
    <w:rsid w:val="00877C78"/>
    <w:rsid w:val="008820A1"/>
    <w:rsid w:val="00882333"/>
    <w:rsid w:val="00883778"/>
    <w:rsid w:val="00886C2C"/>
    <w:rsid w:val="008870BB"/>
    <w:rsid w:val="00887C4D"/>
    <w:rsid w:val="00887E78"/>
    <w:rsid w:val="008900F2"/>
    <w:rsid w:val="0089039B"/>
    <w:rsid w:val="008921E1"/>
    <w:rsid w:val="008932E6"/>
    <w:rsid w:val="00893577"/>
    <w:rsid w:val="0089360E"/>
    <w:rsid w:val="008939FA"/>
    <w:rsid w:val="00893A65"/>
    <w:rsid w:val="00895B04"/>
    <w:rsid w:val="00895B3D"/>
    <w:rsid w:val="008A0937"/>
    <w:rsid w:val="008A0B10"/>
    <w:rsid w:val="008A0C95"/>
    <w:rsid w:val="008A174C"/>
    <w:rsid w:val="008A1EBE"/>
    <w:rsid w:val="008A21B9"/>
    <w:rsid w:val="008A30EF"/>
    <w:rsid w:val="008A3AED"/>
    <w:rsid w:val="008A4B18"/>
    <w:rsid w:val="008B0EC5"/>
    <w:rsid w:val="008B19C9"/>
    <w:rsid w:val="008B1EFC"/>
    <w:rsid w:val="008B32A6"/>
    <w:rsid w:val="008B3A2B"/>
    <w:rsid w:val="008B3BF1"/>
    <w:rsid w:val="008B4101"/>
    <w:rsid w:val="008B419F"/>
    <w:rsid w:val="008B5C88"/>
    <w:rsid w:val="008B6B84"/>
    <w:rsid w:val="008C09E6"/>
    <w:rsid w:val="008C2B2C"/>
    <w:rsid w:val="008C2D0B"/>
    <w:rsid w:val="008C3BC8"/>
    <w:rsid w:val="008C67C4"/>
    <w:rsid w:val="008C7309"/>
    <w:rsid w:val="008C7412"/>
    <w:rsid w:val="008C780F"/>
    <w:rsid w:val="008C7937"/>
    <w:rsid w:val="008C7BF7"/>
    <w:rsid w:val="008D03FF"/>
    <w:rsid w:val="008D0479"/>
    <w:rsid w:val="008D0836"/>
    <w:rsid w:val="008D2ECC"/>
    <w:rsid w:val="008D4123"/>
    <w:rsid w:val="008D4413"/>
    <w:rsid w:val="008D6206"/>
    <w:rsid w:val="008E0701"/>
    <w:rsid w:val="008E0D40"/>
    <w:rsid w:val="008E0FF7"/>
    <w:rsid w:val="008E1DC3"/>
    <w:rsid w:val="008E2DE9"/>
    <w:rsid w:val="008E326A"/>
    <w:rsid w:val="008E3896"/>
    <w:rsid w:val="008F03C0"/>
    <w:rsid w:val="008F0F6F"/>
    <w:rsid w:val="008F3325"/>
    <w:rsid w:val="008F3E7B"/>
    <w:rsid w:val="008F6199"/>
    <w:rsid w:val="008F7955"/>
    <w:rsid w:val="008F7CC4"/>
    <w:rsid w:val="0090217B"/>
    <w:rsid w:val="00902D6D"/>
    <w:rsid w:val="00902E2A"/>
    <w:rsid w:val="00904357"/>
    <w:rsid w:val="00904C0C"/>
    <w:rsid w:val="00911D8F"/>
    <w:rsid w:val="0091252A"/>
    <w:rsid w:val="00913AB1"/>
    <w:rsid w:val="00914C51"/>
    <w:rsid w:val="00915F0C"/>
    <w:rsid w:val="00916EEA"/>
    <w:rsid w:val="00920421"/>
    <w:rsid w:val="009207BF"/>
    <w:rsid w:val="0092087C"/>
    <w:rsid w:val="009210F8"/>
    <w:rsid w:val="0092129E"/>
    <w:rsid w:val="00924B26"/>
    <w:rsid w:val="00926FF2"/>
    <w:rsid w:val="00931BB5"/>
    <w:rsid w:val="00931D86"/>
    <w:rsid w:val="00932846"/>
    <w:rsid w:val="00932980"/>
    <w:rsid w:val="00933DCF"/>
    <w:rsid w:val="00934E10"/>
    <w:rsid w:val="009366D5"/>
    <w:rsid w:val="0094208E"/>
    <w:rsid w:val="00943183"/>
    <w:rsid w:val="00945E66"/>
    <w:rsid w:val="0094604A"/>
    <w:rsid w:val="0094663D"/>
    <w:rsid w:val="00946CD5"/>
    <w:rsid w:val="009507FD"/>
    <w:rsid w:val="0095517E"/>
    <w:rsid w:val="009553A5"/>
    <w:rsid w:val="00960ACD"/>
    <w:rsid w:val="00962EAD"/>
    <w:rsid w:val="00963DC2"/>
    <w:rsid w:val="0096627E"/>
    <w:rsid w:val="009665B3"/>
    <w:rsid w:val="00966FFA"/>
    <w:rsid w:val="0096720E"/>
    <w:rsid w:val="00970AAC"/>
    <w:rsid w:val="00970B45"/>
    <w:rsid w:val="009725D0"/>
    <w:rsid w:val="009731D9"/>
    <w:rsid w:val="00974DF8"/>
    <w:rsid w:val="00976C1E"/>
    <w:rsid w:val="0097768B"/>
    <w:rsid w:val="00982F3D"/>
    <w:rsid w:val="00983890"/>
    <w:rsid w:val="00985509"/>
    <w:rsid w:val="00985E91"/>
    <w:rsid w:val="00986B53"/>
    <w:rsid w:val="00986C2B"/>
    <w:rsid w:val="009903FD"/>
    <w:rsid w:val="00990CD0"/>
    <w:rsid w:val="009949C1"/>
    <w:rsid w:val="00994EEB"/>
    <w:rsid w:val="00995688"/>
    <w:rsid w:val="00996CE4"/>
    <w:rsid w:val="009A03DE"/>
    <w:rsid w:val="009A10B1"/>
    <w:rsid w:val="009A1575"/>
    <w:rsid w:val="009A2246"/>
    <w:rsid w:val="009A271B"/>
    <w:rsid w:val="009A62FE"/>
    <w:rsid w:val="009B09A3"/>
    <w:rsid w:val="009B0C57"/>
    <w:rsid w:val="009B0FBC"/>
    <w:rsid w:val="009B2762"/>
    <w:rsid w:val="009B2FF7"/>
    <w:rsid w:val="009B5942"/>
    <w:rsid w:val="009B6A9F"/>
    <w:rsid w:val="009B6F4D"/>
    <w:rsid w:val="009B7046"/>
    <w:rsid w:val="009C11FF"/>
    <w:rsid w:val="009C15F9"/>
    <w:rsid w:val="009C1E32"/>
    <w:rsid w:val="009C2208"/>
    <w:rsid w:val="009C22DA"/>
    <w:rsid w:val="009C257F"/>
    <w:rsid w:val="009C28FE"/>
    <w:rsid w:val="009C375E"/>
    <w:rsid w:val="009C4B43"/>
    <w:rsid w:val="009C4DFE"/>
    <w:rsid w:val="009C56FF"/>
    <w:rsid w:val="009C6AD7"/>
    <w:rsid w:val="009C76D2"/>
    <w:rsid w:val="009D0057"/>
    <w:rsid w:val="009D0E12"/>
    <w:rsid w:val="009D269A"/>
    <w:rsid w:val="009D2A57"/>
    <w:rsid w:val="009D356C"/>
    <w:rsid w:val="009D53D6"/>
    <w:rsid w:val="009D686E"/>
    <w:rsid w:val="009D743F"/>
    <w:rsid w:val="009D7935"/>
    <w:rsid w:val="009D79F4"/>
    <w:rsid w:val="009D7D18"/>
    <w:rsid w:val="009E015E"/>
    <w:rsid w:val="009E0840"/>
    <w:rsid w:val="009E1250"/>
    <w:rsid w:val="009E55EF"/>
    <w:rsid w:val="009E7951"/>
    <w:rsid w:val="009F1318"/>
    <w:rsid w:val="009F13B2"/>
    <w:rsid w:val="009F1AE6"/>
    <w:rsid w:val="009F1FF9"/>
    <w:rsid w:val="009F3C37"/>
    <w:rsid w:val="009F6E9D"/>
    <w:rsid w:val="00A0098F"/>
    <w:rsid w:val="00A00EF8"/>
    <w:rsid w:val="00A01C88"/>
    <w:rsid w:val="00A02022"/>
    <w:rsid w:val="00A03A22"/>
    <w:rsid w:val="00A04030"/>
    <w:rsid w:val="00A04872"/>
    <w:rsid w:val="00A10D9E"/>
    <w:rsid w:val="00A11538"/>
    <w:rsid w:val="00A11846"/>
    <w:rsid w:val="00A126AC"/>
    <w:rsid w:val="00A12CB4"/>
    <w:rsid w:val="00A13488"/>
    <w:rsid w:val="00A14BFD"/>
    <w:rsid w:val="00A164F5"/>
    <w:rsid w:val="00A20D27"/>
    <w:rsid w:val="00A210B3"/>
    <w:rsid w:val="00A21532"/>
    <w:rsid w:val="00A224FC"/>
    <w:rsid w:val="00A23FB9"/>
    <w:rsid w:val="00A24192"/>
    <w:rsid w:val="00A24883"/>
    <w:rsid w:val="00A26821"/>
    <w:rsid w:val="00A27F9A"/>
    <w:rsid w:val="00A304AB"/>
    <w:rsid w:val="00A304C2"/>
    <w:rsid w:val="00A318EC"/>
    <w:rsid w:val="00A3344A"/>
    <w:rsid w:val="00A33BF1"/>
    <w:rsid w:val="00A34919"/>
    <w:rsid w:val="00A353AD"/>
    <w:rsid w:val="00A3625D"/>
    <w:rsid w:val="00A36515"/>
    <w:rsid w:val="00A368A2"/>
    <w:rsid w:val="00A36921"/>
    <w:rsid w:val="00A36D16"/>
    <w:rsid w:val="00A429E8"/>
    <w:rsid w:val="00A436A0"/>
    <w:rsid w:val="00A44563"/>
    <w:rsid w:val="00A4511E"/>
    <w:rsid w:val="00A46B1B"/>
    <w:rsid w:val="00A47B53"/>
    <w:rsid w:val="00A50007"/>
    <w:rsid w:val="00A5010A"/>
    <w:rsid w:val="00A5120A"/>
    <w:rsid w:val="00A512A4"/>
    <w:rsid w:val="00A5287A"/>
    <w:rsid w:val="00A536D9"/>
    <w:rsid w:val="00A543FD"/>
    <w:rsid w:val="00A54672"/>
    <w:rsid w:val="00A553CF"/>
    <w:rsid w:val="00A55460"/>
    <w:rsid w:val="00A55579"/>
    <w:rsid w:val="00A56717"/>
    <w:rsid w:val="00A56DAB"/>
    <w:rsid w:val="00A5789B"/>
    <w:rsid w:val="00A604AC"/>
    <w:rsid w:val="00A605EF"/>
    <w:rsid w:val="00A61149"/>
    <w:rsid w:val="00A64922"/>
    <w:rsid w:val="00A64C46"/>
    <w:rsid w:val="00A66764"/>
    <w:rsid w:val="00A66D8C"/>
    <w:rsid w:val="00A7051B"/>
    <w:rsid w:val="00A7235F"/>
    <w:rsid w:val="00A75461"/>
    <w:rsid w:val="00A75B31"/>
    <w:rsid w:val="00A75CA5"/>
    <w:rsid w:val="00A76C78"/>
    <w:rsid w:val="00A77E80"/>
    <w:rsid w:val="00A80702"/>
    <w:rsid w:val="00A81CF1"/>
    <w:rsid w:val="00A8335A"/>
    <w:rsid w:val="00A83DED"/>
    <w:rsid w:val="00A84151"/>
    <w:rsid w:val="00A85A74"/>
    <w:rsid w:val="00A86DAA"/>
    <w:rsid w:val="00A87251"/>
    <w:rsid w:val="00A900F8"/>
    <w:rsid w:val="00A916BA"/>
    <w:rsid w:val="00A92477"/>
    <w:rsid w:val="00A93ABD"/>
    <w:rsid w:val="00A93C86"/>
    <w:rsid w:val="00A9406F"/>
    <w:rsid w:val="00A943CC"/>
    <w:rsid w:val="00A94A66"/>
    <w:rsid w:val="00A94B4C"/>
    <w:rsid w:val="00AA0FE5"/>
    <w:rsid w:val="00AA179E"/>
    <w:rsid w:val="00AA1DC9"/>
    <w:rsid w:val="00AA2ADB"/>
    <w:rsid w:val="00AA393E"/>
    <w:rsid w:val="00AA3E2D"/>
    <w:rsid w:val="00AA4BE9"/>
    <w:rsid w:val="00AA4ED0"/>
    <w:rsid w:val="00AA5797"/>
    <w:rsid w:val="00AA5DD6"/>
    <w:rsid w:val="00AA6135"/>
    <w:rsid w:val="00AB1741"/>
    <w:rsid w:val="00AB1E78"/>
    <w:rsid w:val="00AB3101"/>
    <w:rsid w:val="00AB410B"/>
    <w:rsid w:val="00AB6084"/>
    <w:rsid w:val="00AB7210"/>
    <w:rsid w:val="00AC00D9"/>
    <w:rsid w:val="00AC238F"/>
    <w:rsid w:val="00AC3B6F"/>
    <w:rsid w:val="00AC5919"/>
    <w:rsid w:val="00AC6F7D"/>
    <w:rsid w:val="00AC7591"/>
    <w:rsid w:val="00AC7FA4"/>
    <w:rsid w:val="00AD156B"/>
    <w:rsid w:val="00AD2B3C"/>
    <w:rsid w:val="00AD4CDD"/>
    <w:rsid w:val="00AD51E7"/>
    <w:rsid w:val="00AD65ED"/>
    <w:rsid w:val="00AD7596"/>
    <w:rsid w:val="00AE0EC8"/>
    <w:rsid w:val="00AE135E"/>
    <w:rsid w:val="00AE284B"/>
    <w:rsid w:val="00AE4010"/>
    <w:rsid w:val="00AE4C1A"/>
    <w:rsid w:val="00AE57FE"/>
    <w:rsid w:val="00AE64D1"/>
    <w:rsid w:val="00AE68F4"/>
    <w:rsid w:val="00AE6CCC"/>
    <w:rsid w:val="00AE7D8F"/>
    <w:rsid w:val="00AF29C9"/>
    <w:rsid w:val="00AF3A02"/>
    <w:rsid w:val="00AF550D"/>
    <w:rsid w:val="00AF7AB5"/>
    <w:rsid w:val="00B00DF2"/>
    <w:rsid w:val="00B03019"/>
    <w:rsid w:val="00B04D0B"/>
    <w:rsid w:val="00B04E4D"/>
    <w:rsid w:val="00B05A23"/>
    <w:rsid w:val="00B05FA5"/>
    <w:rsid w:val="00B0668D"/>
    <w:rsid w:val="00B102AB"/>
    <w:rsid w:val="00B11196"/>
    <w:rsid w:val="00B130DA"/>
    <w:rsid w:val="00B149C4"/>
    <w:rsid w:val="00B16EA1"/>
    <w:rsid w:val="00B17676"/>
    <w:rsid w:val="00B176A3"/>
    <w:rsid w:val="00B2006B"/>
    <w:rsid w:val="00B20E8B"/>
    <w:rsid w:val="00B22511"/>
    <w:rsid w:val="00B227A2"/>
    <w:rsid w:val="00B2415C"/>
    <w:rsid w:val="00B24538"/>
    <w:rsid w:val="00B24A92"/>
    <w:rsid w:val="00B24CF9"/>
    <w:rsid w:val="00B24D6B"/>
    <w:rsid w:val="00B262F2"/>
    <w:rsid w:val="00B269B3"/>
    <w:rsid w:val="00B30595"/>
    <w:rsid w:val="00B32934"/>
    <w:rsid w:val="00B33804"/>
    <w:rsid w:val="00B33E1E"/>
    <w:rsid w:val="00B34249"/>
    <w:rsid w:val="00B34286"/>
    <w:rsid w:val="00B348D5"/>
    <w:rsid w:val="00B34BC3"/>
    <w:rsid w:val="00B35096"/>
    <w:rsid w:val="00B35339"/>
    <w:rsid w:val="00B365E7"/>
    <w:rsid w:val="00B41C99"/>
    <w:rsid w:val="00B43412"/>
    <w:rsid w:val="00B43E04"/>
    <w:rsid w:val="00B44598"/>
    <w:rsid w:val="00B449C4"/>
    <w:rsid w:val="00B46529"/>
    <w:rsid w:val="00B511B8"/>
    <w:rsid w:val="00B51CE0"/>
    <w:rsid w:val="00B51E43"/>
    <w:rsid w:val="00B52148"/>
    <w:rsid w:val="00B5221F"/>
    <w:rsid w:val="00B5458D"/>
    <w:rsid w:val="00B5571F"/>
    <w:rsid w:val="00B566DD"/>
    <w:rsid w:val="00B569FC"/>
    <w:rsid w:val="00B574FC"/>
    <w:rsid w:val="00B604B1"/>
    <w:rsid w:val="00B62D4A"/>
    <w:rsid w:val="00B62F06"/>
    <w:rsid w:val="00B649B3"/>
    <w:rsid w:val="00B6774D"/>
    <w:rsid w:val="00B67B72"/>
    <w:rsid w:val="00B70759"/>
    <w:rsid w:val="00B71432"/>
    <w:rsid w:val="00B714F5"/>
    <w:rsid w:val="00B72254"/>
    <w:rsid w:val="00B72CD0"/>
    <w:rsid w:val="00B737D3"/>
    <w:rsid w:val="00B75950"/>
    <w:rsid w:val="00B77C64"/>
    <w:rsid w:val="00B8236E"/>
    <w:rsid w:val="00B83080"/>
    <w:rsid w:val="00B83C74"/>
    <w:rsid w:val="00B87704"/>
    <w:rsid w:val="00B90358"/>
    <w:rsid w:val="00B921E2"/>
    <w:rsid w:val="00B93F2D"/>
    <w:rsid w:val="00B95070"/>
    <w:rsid w:val="00B95D47"/>
    <w:rsid w:val="00B96945"/>
    <w:rsid w:val="00B96BBD"/>
    <w:rsid w:val="00B97BDA"/>
    <w:rsid w:val="00BA1207"/>
    <w:rsid w:val="00BA135C"/>
    <w:rsid w:val="00BA3319"/>
    <w:rsid w:val="00BA49AA"/>
    <w:rsid w:val="00BA5765"/>
    <w:rsid w:val="00BB0FB1"/>
    <w:rsid w:val="00BB2691"/>
    <w:rsid w:val="00BB3C47"/>
    <w:rsid w:val="00BB4461"/>
    <w:rsid w:val="00BB4B4A"/>
    <w:rsid w:val="00BB535B"/>
    <w:rsid w:val="00BB5DA5"/>
    <w:rsid w:val="00BB6A62"/>
    <w:rsid w:val="00BB7453"/>
    <w:rsid w:val="00BC005C"/>
    <w:rsid w:val="00BC0A24"/>
    <w:rsid w:val="00BC213F"/>
    <w:rsid w:val="00BC50B4"/>
    <w:rsid w:val="00BC6814"/>
    <w:rsid w:val="00BC702D"/>
    <w:rsid w:val="00BC751B"/>
    <w:rsid w:val="00BC7A1D"/>
    <w:rsid w:val="00BD064D"/>
    <w:rsid w:val="00BD0E7B"/>
    <w:rsid w:val="00BD1211"/>
    <w:rsid w:val="00BD15FA"/>
    <w:rsid w:val="00BD1F54"/>
    <w:rsid w:val="00BD2E35"/>
    <w:rsid w:val="00BD3137"/>
    <w:rsid w:val="00BD5700"/>
    <w:rsid w:val="00BD5946"/>
    <w:rsid w:val="00BD6301"/>
    <w:rsid w:val="00BD637B"/>
    <w:rsid w:val="00BD7B0E"/>
    <w:rsid w:val="00BE5795"/>
    <w:rsid w:val="00BE79C3"/>
    <w:rsid w:val="00BE7BAA"/>
    <w:rsid w:val="00BF085A"/>
    <w:rsid w:val="00BF15A1"/>
    <w:rsid w:val="00BF2905"/>
    <w:rsid w:val="00BF2D32"/>
    <w:rsid w:val="00BF2DC3"/>
    <w:rsid w:val="00BF3690"/>
    <w:rsid w:val="00BF4A1B"/>
    <w:rsid w:val="00BF4D3B"/>
    <w:rsid w:val="00BF566F"/>
    <w:rsid w:val="00BF5FB0"/>
    <w:rsid w:val="00BF637E"/>
    <w:rsid w:val="00BF68E7"/>
    <w:rsid w:val="00C01051"/>
    <w:rsid w:val="00C0181F"/>
    <w:rsid w:val="00C01950"/>
    <w:rsid w:val="00C02C7E"/>
    <w:rsid w:val="00C03255"/>
    <w:rsid w:val="00C04B77"/>
    <w:rsid w:val="00C04E12"/>
    <w:rsid w:val="00C0543A"/>
    <w:rsid w:val="00C05F0E"/>
    <w:rsid w:val="00C142B9"/>
    <w:rsid w:val="00C14BE0"/>
    <w:rsid w:val="00C15E14"/>
    <w:rsid w:val="00C204D0"/>
    <w:rsid w:val="00C21E2D"/>
    <w:rsid w:val="00C225D5"/>
    <w:rsid w:val="00C245DD"/>
    <w:rsid w:val="00C24878"/>
    <w:rsid w:val="00C249D5"/>
    <w:rsid w:val="00C24A28"/>
    <w:rsid w:val="00C25108"/>
    <w:rsid w:val="00C2685B"/>
    <w:rsid w:val="00C27478"/>
    <w:rsid w:val="00C30231"/>
    <w:rsid w:val="00C30944"/>
    <w:rsid w:val="00C31F9E"/>
    <w:rsid w:val="00C32FF4"/>
    <w:rsid w:val="00C33051"/>
    <w:rsid w:val="00C341CD"/>
    <w:rsid w:val="00C35A00"/>
    <w:rsid w:val="00C36457"/>
    <w:rsid w:val="00C374AC"/>
    <w:rsid w:val="00C40430"/>
    <w:rsid w:val="00C40A69"/>
    <w:rsid w:val="00C41345"/>
    <w:rsid w:val="00C43DB2"/>
    <w:rsid w:val="00C44C74"/>
    <w:rsid w:val="00C44F4B"/>
    <w:rsid w:val="00C458DA"/>
    <w:rsid w:val="00C46CD8"/>
    <w:rsid w:val="00C50909"/>
    <w:rsid w:val="00C50A70"/>
    <w:rsid w:val="00C51F3F"/>
    <w:rsid w:val="00C5579E"/>
    <w:rsid w:val="00C55E96"/>
    <w:rsid w:val="00C57872"/>
    <w:rsid w:val="00C6091E"/>
    <w:rsid w:val="00C63C5C"/>
    <w:rsid w:val="00C64635"/>
    <w:rsid w:val="00C65928"/>
    <w:rsid w:val="00C67B10"/>
    <w:rsid w:val="00C67DBE"/>
    <w:rsid w:val="00C7044E"/>
    <w:rsid w:val="00C70629"/>
    <w:rsid w:val="00C7127C"/>
    <w:rsid w:val="00C7370D"/>
    <w:rsid w:val="00C74847"/>
    <w:rsid w:val="00C75AEC"/>
    <w:rsid w:val="00C7791D"/>
    <w:rsid w:val="00C77FE0"/>
    <w:rsid w:val="00C81319"/>
    <w:rsid w:val="00C8151C"/>
    <w:rsid w:val="00C82E75"/>
    <w:rsid w:val="00C84C8A"/>
    <w:rsid w:val="00C85D0C"/>
    <w:rsid w:val="00C8674A"/>
    <w:rsid w:val="00C87572"/>
    <w:rsid w:val="00C90C6A"/>
    <w:rsid w:val="00C9206C"/>
    <w:rsid w:val="00C9256B"/>
    <w:rsid w:val="00C92A2D"/>
    <w:rsid w:val="00C92C15"/>
    <w:rsid w:val="00C934B3"/>
    <w:rsid w:val="00C94DB6"/>
    <w:rsid w:val="00C956E4"/>
    <w:rsid w:val="00CA0390"/>
    <w:rsid w:val="00CA0A4C"/>
    <w:rsid w:val="00CA3337"/>
    <w:rsid w:val="00CA4296"/>
    <w:rsid w:val="00CA4E46"/>
    <w:rsid w:val="00CA5940"/>
    <w:rsid w:val="00CA70D6"/>
    <w:rsid w:val="00CB1100"/>
    <w:rsid w:val="00CB38CE"/>
    <w:rsid w:val="00CB5158"/>
    <w:rsid w:val="00CB5B6C"/>
    <w:rsid w:val="00CB6496"/>
    <w:rsid w:val="00CC0DB1"/>
    <w:rsid w:val="00CC37D8"/>
    <w:rsid w:val="00CC74AC"/>
    <w:rsid w:val="00CC7EBA"/>
    <w:rsid w:val="00CD1582"/>
    <w:rsid w:val="00CD163B"/>
    <w:rsid w:val="00CD4288"/>
    <w:rsid w:val="00CD497A"/>
    <w:rsid w:val="00CD7EA2"/>
    <w:rsid w:val="00CE1CE4"/>
    <w:rsid w:val="00CE1F5A"/>
    <w:rsid w:val="00CE45BE"/>
    <w:rsid w:val="00CE610E"/>
    <w:rsid w:val="00CE6ED3"/>
    <w:rsid w:val="00CE72FC"/>
    <w:rsid w:val="00CE79FB"/>
    <w:rsid w:val="00CE7B4A"/>
    <w:rsid w:val="00CF21AB"/>
    <w:rsid w:val="00CF431C"/>
    <w:rsid w:val="00CF4CB0"/>
    <w:rsid w:val="00CF59A3"/>
    <w:rsid w:val="00CF5AA9"/>
    <w:rsid w:val="00D00AC7"/>
    <w:rsid w:val="00D010B6"/>
    <w:rsid w:val="00D016F5"/>
    <w:rsid w:val="00D01872"/>
    <w:rsid w:val="00D0323C"/>
    <w:rsid w:val="00D03704"/>
    <w:rsid w:val="00D039FD"/>
    <w:rsid w:val="00D04873"/>
    <w:rsid w:val="00D04F77"/>
    <w:rsid w:val="00D06342"/>
    <w:rsid w:val="00D068BF"/>
    <w:rsid w:val="00D07995"/>
    <w:rsid w:val="00D1408B"/>
    <w:rsid w:val="00D144E8"/>
    <w:rsid w:val="00D14DFB"/>
    <w:rsid w:val="00D14F91"/>
    <w:rsid w:val="00D1640F"/>
    <w:rsid w:val="00D16D36"/>
    <w:rsid w:val="00D176D9"/>
    <w:rsid w:val="00D177C8"/>
    <w:rsid w:val="00D2010B"/>
    <w:rsid w:val="00D213BC"/>
    <w:rsid w:val="00D216E6"/>
    <w:rsid w:val="00D2485B"/>
    <w:rsid w:val="00D279D9"/>
    <w:rsid w:val="00D27A5D"/>
    <w:rsid w:val="00D304E6"/>
    <w:rsid w:val="00D31035"/>
    <w:rsid w:val="00D33D9A"/>
    <w:rsid w:val="00D34A0E"/>
    <w:rsid w:val="00D34BBC"/>
    <w:rsid w:val="00D36F37"/>
    <w:rsid w:val="00D374CE"/>
    <w:rsid w:val="00D37DA3"/>
    <w:rsid w:val="00D407CD"/>
    <w:rsid w:val="00D419A6"/>
    <w:rsid w:val="00D41F33"/>
    <w:rsid w:val="00D449E9"/>
    <w:rsid w:val="00D5025C"/>
    <w:rsid w:val="00D51B61"/>
    <w:rsid w:val="00D52A60"/>
    <w:rsid w:val="00D53086"/>
    <w:rsid w:val="00D53AE2"/>
    <w:rsid w:val="00D53EAF"/>
    <w:rsid w:val="00D5577C"/>
    <w:rsid w:val="00D55CE6"/>
    <w:rsid w:val="00D56FEB"/>
    <w:rsid w:val="00D57033"/>
    <w:rsid w:val="00D571D9"/>
    <w:rsid w:val="00D57D11"/>
    <w:rsid w:val="00D60B81"/>
    <w:rsid w:val="00D61922"/>
    <w:rsid w:val="00D6241A"/>
    <w:rsid w:val="00D64C59"/>
    <w:rsid w:val="00D65DB7"/>
    <w:rsid w:val="00D66511"/>
    <w:rsid w:val="00D66736"/>
    <w:rsid w:val="00D71672"/>
    <w:rsid w:val="00D740F9"/>
    <w:rsid w:val="00D75487"/>
    <w:rsid w:val="00D773CD"/>
    <w:rsid w:val="00D77523"/>
    <w:rsid w:val="00D82374"/>
    <w:rsid w:val="00D828CA"/>
    <w:rsid w:val="00D8290B"/>
    <w:rsid w:val="00D8313D"/>
    <w:rsid w:val="00D859E1"/>
    <w:rsid w:val="00D91DCA"/>
    <w:rsid w:val="00D92306"/>
    <w:rsid w:val="00D92E7B"/>
    <w:rsid w:val="00D93146"/>
    <w:rsid w:val="00D93167"/>
    <w:rsid w:val="00D94F51"/>
    <w:rsid w:val="00D95BE6"/>
    <w:rsid w:val="00D96D54"/>
    <w:rsid w:val="00D96DF5"/>
    <w:rsid w:val="00D97AE3"/>
    <w:rsid w:val="00DA0224"/>
    <w:rsid w:val="00DA2A0F"/>
    <w:rsid w:val="00DA3058"/>
    <w:rsid w:val="00DA40B2"/>
    <w:rsid w:val="00DA6285"/>
    <w:rsid w:val="00DA66B0"/>
    <w:rsid w:val="00DA7EF9"/>
    <w:rsid w:val="00DB1C09"/>
    <w:rsid w:val="00DB264F"/>
    <w:rsid w:val="00DB2E57"/>
    <w:rsid w:val="00DB3A50"/>
    <w:rsid w:val="00DB3EB4"/>
    <w:rsid w:val="00DB4EE2"/>
    <w:rsid w:val="00DB7C21"/>
    <w:rsid w:val="00DC06C4"/>
    <w:rsid w:val="00DC511F"/>
    <w:rsid w:val="00DC5C06"/>
    <w:rsid w:val="00DC7514"/>
    <w:rsid w:val="00DD08E7"/>
    <w:rsid w:val="00DD0C5D"/>
    <w:rsid w:val="00DD16EC"/>
    <w:rsid w:val="00DD1AB2"/>
    <w:rsid w:val="00DD2034"/>
    <w:rsid w:val="00DD2093"/>
    <w:rsid w:val="00DD234A"/>
    <w:rsid w:val="00DD364A"/>
    <w:rsid w:val="00DD6129"/>
    <w:rsid w:val="00DD6AFB"/>
    <w:rsid w:val="00DE06AB"/>
    <w:rsid w:val="00DE243A"/>
    <w:rsid w:val="00DE2F19"/>
    <w:rsid w:val="00DE7422"/>
    <w:rsid w:val="00DE7A36"/>
    <w:rsid w:val="00DE7CB0"/>
    <w:rsid w:val="00DF0046"/>
    <w:rsid w:val="00DF15C6"/>
    <w:rsid w:val="00DF3C71"/>
    <w:rsid w:val="00DF63AA"/>
    <w:rsid w:val="00DF6C1B"/>
    <w:rsid w:val="00DF6EA6"/>
    <w:rsid w:val="00DF7BF5"/>
    <w:rsid w:val="00E03E82"/>
    <w:rsid w:val="00E0584B"/>
    <w:rsid w:val="00E0764E"/>
    <w:rsid w:val="00E1300D"/>
    <w:rsid w:val="00E13833"/>
    <w:rsid w:val="00E15297"/>
    <w:rsid w:val="00E1603B"/>
    <w:rsid w:val="00E20DAD"/>
    <w:rsid w:val="00E20F22"/>
    <w:rsid w:val="00E2450F"/>
    <w:rsid w:val="00E24EE0"/>
    <w:rsid w:val="00E24F8E"/>
    <w:rsid w:val="00E27C5D"/>
    <w:rsid w:val="00E308F6"/>
    <w:rsid w:val="00E31835"/>
    <w:rsid w:val="00E31E88"/>
    <w:rsid w:val="00E3222F"/>
    <w:rsid w:val="00E3242D"/>
    <w:rsid w:val="00E32C41"/>
    <w:rsid w:val="00E32EE4"/>
    <w:rsid w:val="00E33B22"/>
    <w:rsid w:val="00E33B89"/>
    <w:rsid w:val="00E342CD"/>
    <w:rsid w:val="00E34FF0"/>
    <w:rsid w:val="00E3555E"/>
    <w:rsid w:val="00E359EB"/>
    <w:rsid w:val="00E37680"/>
    <w:rsid w:val="00E377A5"/>
    <w:rsid w:val="00E37879"/>
    <w:rsid w:val="00E41E24"/>
    <w:rsid w:val="00E43788"/>
    <w:rsid w:val="00E44956"/>
    <w:rsid w:val="00E450CC"/>
    <w:rsid w:val="00E45B0A"/>
    <w:rsid w:val="00E476A2"/>
    <w:rsid w:val="00E504CC"/>
    <w:rsid w:val="00E5147B"/>
    <w:rsid w:val="00E55738"/>
    <w:rsid w:val="00E55A28"/>
    <w:rsid w:val="00E57AF8"/>
    <w:rsid w:val="00E57F03"/>
    <w:rsid w:val="00E6014A"/>
    <w:rsid w:val="00E60330"/>
    <w:rsid w:val="00E61708"/>
    <w:rsid w:val="00E619D4"/>
    <w:rsid w:val="00E6409C"/>
    <w:rsid w:val="00E64AAE"/>
    <w:rsid w:val="00E66A4F"/>
    <w:rsid w:val="00E70A46"/>
    <w:rsid w:val="00E71015"/>
    <w:rsid w:val="00E80AED"/>
    <w:rsid w:val="00E80BA3"/>
    <w:rsid w:val="00E812C7"/>
    <w:rsid w:val="00E816E8"/>
    <w:rsid w:val="00E82F59"/>
    <w:rsid w:val="00E831A8"/>
    <w:rsid w:val="00E83FF7"/>
    <w:rsid w:val="00E85F81"/>
    <w:rsid w:val="00E8773B"/>
    <w:rsid w:val="00E91855"/>
    <w:rsid w:val="00E92B6D"/>
    <w:rsid w:val="00E9356E"/>
    <w:rsid w:val="00E95384"/>
    <w:rsid w:val="00E95C05"/>
    <w:rsid w:val="00E9758E"/>
    <w:rsid w:val="00EA0E55"/>
    <w:rsid w:val="00EA2654"/>
    <w:rsid w:val="00EA30CF"/>
    <w:rsid w:val="00EA4419"/>
    <w:rsid w:val="00EA5ACA"/>
    <w:rsid w:val="00EA68DB"/>
    <w:rsid w:val="00EB0D8E"/>
    <w:rsid w:val="00EB1A84"/>
    <w:rsid w:val="00EB1F9C"/>
    <w:rsid w:val="00EB2C84"/>
    <w:rsid w:val="00EB3274"/>
    <w:rsid w:val="00EB4821"/>
    <w:rsid w:val="00EB6B4B"/>
    <w:rsid w:val="00EB71A7"/>
    <w:rsid w:val="00EC1389"/>
    <w:rsid w:val="00EC17B1"/>
    <w:rsid w:val="00EC2CF0"/>
    <w:rsid w:val="00EC2D38"/>
    <w:rsid w:val="00EC3AAD"/>
    <w:rsid w:val="00EC3B0B"/>
    <w:rsid w:val="00EC3D09"/>
    <w:rsid w:val="00EC68B5"/>
    <w:rsid w:val="00EC6BC0"/>
    <w:rsid w:val="00EC741B"/>
    <w:rsid w:val="00ED50FA"/>
    <w:rsid w:val="00ED6766"/>
    <w:rsid w:val="00ED6AD8"/>
    <w:rsid w:val="00ED6F11"/>
    <w:rsid w:val="00ED70AE"/>
    <w:rsid w:val="00ED7549"/>
    <w:rsid w:val="00EE0255"/>
    <w:rsid w:val="00EE2F83"/>
    <w:rsid w:val="00EE3924"/>
    <w:rsid w:val="00EE59EE"/>
    <w:rsid w:val="00EE6842"/>
    <w:rsid w:val="00EE7273"/>
    <w:rsid w:val="00EE78F9"/>
    <w:rsid w:val="00EE791C"/>
    <w:rsid w:val="00EF1BFF"/>
    <w:rsid w:val="00EF38FE"/>
    <w:rsid w:val="00EF3EAF"/>
    <w:rsid w:val="00EF4641"/>
    <w:rsid w:val="00EF4C1E"/>
    <w:rsid w:val="00EF52BC"/>
    <w:rsid w:val="00F003E6"/>
    <w:rsid w:val="00F0089F"/>
    <w:rsid w:val="00F048D6"/>
    <w:rsid w:val="00F04EBC"/>
    <w:rsid w:val="00F060C8"/>
    <w:rsid w:val="00F12AF5"/>
    <w:rsid w:val="00F13289"/>
    <w:rsid w:val="00F14CBD"/>
    <w:rsid w:val="00F14D76"/>
    <w:rsid w:val="00F15052"/>
    <w:rsid w:val="00F21488"/>
    <w:rsid w:val="00F2209A"/>
    <w:rsid w:val="00F22FC2"/>
    <w:rsid w:val="00F2348D"/>
    <w:rsid w:val="00F237DF"/>
    <w:rsid w:val="00F240E8"/>
    <w:rsid w:val="00F2469F"/>
    <w:rsid w:val="00F24E45"/>
    <w:rsid w:val="00F267E3"/>
    <w:rsid w:val="00F279F2"/>
    <w:rsid w:val="00F3185B"/>
    <w:rsid w:val="00F31BC1"/>
    <w:rsid w:val="00F31D48"/>
    <w:rsid w:val="00F34BD4"/>
    <w:rsid w:val="00F350E7"/>
    <w:rsid w:val="00F35A1D"/>
    <w:rsid w:val="00F36262"/>
    <w:rsid w:val="00F36735"/>
    <w:rsid w:val="00F37E08"/>
    <w:rsid w:val="00F40D0C"/>
    <w:rsid w:val="00F42A85"/>
    <w:rsid w:val="00F46877"/>
    <w:rsid w:val="00F50CFA"/>
    <w:rsid w:val="00F51902"/>
    <w:rsid w:val="00F53030"/>
    <w:rsid w:val="00F532B2"/>
    <w:rsid w:val="00F5379D"/>
    <w:rsid w:val="00F53844"/>
    <w:rsid w:val="00F54968"/>
    <w:rsid w:val="00F625F4"/>
    <w:rsid w:val="00F63BFA"/>
    <w:rsid w:val="00F656B9"/>
    <w:rsid w:val="00F669F0"/>
    <w:rsid w:val="00F67340"/>
    <w:rsid w:val="00F67EA5"/>
    <w:rsid w:val="00F706C9"/>
    <w:rsid w:val="00F70CCA"/>
    <w:rsid w:val="00F70EDF"/>
    <w:rsid w:val="00F731F2"/>
    <w:rsid w:val="00F73831"/>
    <w:rsid w:val="00F74A43"/>
    <w:rsid w:val="00F74A9F"/>
    <w:rsid w:val="00F751CC"/>
    <w:rsid w:val="00F757FF"/>
    <w:rsid w:val="00F763C7"/>
    <w:rsid w:val="00F77BD3"/>
    <w:rsid w:val="00F77BFF"/>
    <w:rsid w:val="00F800A7"/>
    <w:rsid w:val="00F80175"/>
    <w:rsid w:val="00F81717"/>
    <w:rsid w:val="00F824E3"/>
    <w:rsid w:val="00F82F5F"/>
    <w:rsid w:val="00F843BB"/>
    <w:rsid w:val="00F8513B"/>
    <w:rsid w:val="00F87F5F"/>
    <w:rsid w:val="00F9201F"/>
    <w:rsid w:val="00F9226B"/>
    <w:rsid w:val="00F92AFF"/>
    <w:rsid w:val="00F947E5"/>
    <w:rsid w:val="00F97EDC"/>
    <w:rsid w:val="00FA11FF"/>
    <w:rsid w:val="00FA2903"/>
    <w:rsid w:val="00FA2ADC"/>
    <w:rsid w:val="00FA2B9D"/>
    <w:rsid w:val="00FA551B"/>
    <w:rsid w:val="00FB032C"/>
    <w:rsid w:val="00FB08AF"/>
    <w:rsid w:val="00FB29C1"/>
    <w:rsid w:val="00FB56E0"/>
    <w:rsid w:val="00FB6E08"/>
    <w:rsid w:val="00FC12C5"/>
    <w:rsid w:val="00FC1CC2"/>
    <w:rsid w:val="00FC272A"/>
    <w:rsid w:val="00FC4942"/>
    <w:rsid w:val="00FC6E46"/>
    <w:rsid w:val="00FC734B"/>
    <w:rsid w:val="00FC76AA"/>
    <w:rsid w:val="00FD0521"/>
    <w:rsid w:val="00FD1A6B"/>
    <w:rsid w:val="00FD3854"/>
    <w:rsid w:val="00FD41C6"/>
    <w:rsid w:val="00FD523B"/>
    <w:rsid w:val="00FD5527"/>
    <w:rsid w:val="00FD5ECF"/>
    <w:rsid w:val="00FD6275"/>
    <w:rsid w:val="00FD6F90"/>
    <w:rsid w:val="00FD751E"/>
    <w:rsid w:val="00FE147E"/>
    <w:rsid w:val="00FE17E2"/>
    <w:rsid w:val="00FE1CFB"/>
    <w:rsid w:val="00FE27F6"/>
    <w:rsid w:val="00FE4108"/>
    <w:rsid w:val="00FE4982"/>
    <w:rsid w:val="00FE6620"/>
    <w:rsid w:val="00FE6B79"/>
    <w:rsid w:val="00FE7223"/>
    <w:rsid w:val="00FF07EF"/>
    <w:rsid w:val="00FF1E1B"/>
    <w:rsid w:val="00FF268C"/>
    <w:rsid w:val="00FF2A49"/>
    <w:rsid w:val="00FF3982"/>
    <w:rsid w:val="00FF39E0"/>
    <w:rsid w:val="00FF3F76"/>
    <w:rsid w:val="00FF4D9B"/>
    <w:rsid w:val="00FF5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o:colormru v:ext="edit" colors="#f8a662,#f99461,#eca16e,#f19069,#c06,#f06,#d1ffd1,#f9b277"/>
    </o:shapedefaults>
    <o:shapelayout v:ext="edit">
      <o:idmap v:ext="edit" data="1"/>
    </o:shapelayout>
  </w:shapeDefaults>
  <w:decimalSymbol w:val=","/>
  <w:listSeparator w:val=";"/>
  <w14:docId w14:val="65E94114"/>
  <w15:docId w15:val="{3CC2E846-590E-4C92-B1A9-9488CC4D2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732D"/>
    <w:pPr>
      <w:keepNext/>
      <w:spacing w:line="280" w:lineRule="atLeast"/>
      <w:jc w:val="both"/>
    </w:pPr>
    <w:rPr>
      <w:rFonts w:ascii="Roboto Light" w:hAnsi="Roboto Light"/>
      <w:sz w:val="21"/>
      <w:szCs w:val="22"/>
    </w:rPr>
  </w:style>
  <w:style w:type="paragraph" w:styleId="Titre1">
    <w:name w:val="heading 1"/>
    <w:aliases w:val="Titre a,Titre 10,Titre A,1,Chapitre,T1,TITRE1,Titre 1 re,Chapitre1,Chapitre2,Chapitre3,Chapitre4,Chapitre5,Chapitre6,Chapitre7,Chapitre11,Chapitre21,Chapitre31,Chapitre41,Chapitre51,Chapitre61,Chapitre8,Chapitre9,Chapitre10,Chapitre71,CHAPITRE"/>
    <w:basedOn w:val="Titre2"/>
    <w:next w:val="Titre2"/>
    <w:link w:val="Titre1Car"/>
    <w:qFormat/>
    <w:rsid w:val="0055076E"/>
    <w:pPr>
      <w:numPr>
        <w:ilvl w:val="0"/>
      </w:numPr>
      <w:spacing w:before="240"/>
      <w:outlineLvl w:val="0"/>
    </w:pPr>
    <w:rPr>
      <w:spacing w:val="8"/>
      <w:sz w:val="28"/>
      <w:szCs w:val="28"/>
    </w:rPr>
  </w:style>
  <w:style w:type="paragraph" w:styleId="Titre2">
    <w:name w:val="heading 2"/>
    <w:aliases w:val="sous-chapitre,Titre p1,T2,sous-chapitre1,Sous-Titre,new,titre 2,Titre 2 sous chapitre,titre de pièce,Titre 2 re,Titre 22,(CTRL + 2),Titre 1.,messages 1,1.1.1.,Sous-chapitre Action,Sous-chn,nom d'opération,Article,sous-ch,Titre 2 Car Car,Tdm2,nul"/>
    <w:basedOn w:val="Normal"/>
    <w:next w:val="Normal"/>
    <w:link w:val="Titre2Car"/>
    <w:qFormat/>
    <w:rsid w:val="0055076E"/>
    <w:pPr>
      <w:keepNext w:val="0"/>
      <w:numPr>
        <w:ilvl w:val="1"/>
        <w:numId w:val="1"/>
      </w:numPr>
      <w:spacing w:before="360" w:after="240"/>
      <w:outlineLvl w:val="1"/>
    </w:pPr>
    <w:rPr>
      <w:rFonts w:ascii="Roboto" w:hAnsi="Roboto" w:cs="Arial"/>
      <w:b/>
      <w:caps/>
      <w:color w:val="03273F"/>
      <w:spacing w:val="6"/>
      <w:sz w:val="24"/>
      <w:lang w:eastAsia="en-US"/>
    </w:rPr>
  </w:style>
  <w:style w:type="paragraph" w:styleId="Titre3">
    <w:name w:val="heading 3"/>
    <w:aliases w:val="Section,T3,InterTitre,Section1,retrait2,Titre 3 section,Sous titre de pièce,Titre 3 re,(CTRL 3),Titre pad 3,enumération a),Sect,Section 1,Prestation,sommaire,Tdm3,Section1 Car,1.1.1 Titre 3,section,Titre 3c,Car,Car Car"/>
    <w:basedOn w:val="Normal"/>
    <w:next w:val="Normal"/>
    <w:link w:val="Titre3Car"/>
    <w:qFormat/>
    <w:rsid w:val="00945E66"/>
    <w:pPr>
      <w:keepNext w:val="0"/>
      <w:numPr>
        <w:ilvl w:val="2"/>
        <w:numId w:val="1"/>
      </w:numPr>
      <w:spacing w:before="240" w:after="240"/>
      <w:outlineLvl w:val="2"/>
    </w:pPr>
    <w:rPr>
      <w:rFonts w:ascii="Roboto" w:hAnsi="Roboto" w:cs="Arial"/>
      <w:b/>
      <w:color w:val="83949C"/>
      <w:sz w:val="24"/>
    </w:rPr>
  </w:style>
  <w:style w:type="paragraph" w:styleId="Titre40">
    <w:name w:val="heading 4"/>
    <w:aliases w:val="Titre 0,Titre 4c"/>
    <w:basedOn w:val="Normal"/>
    <w:next w:val="Normal"/>
    <w:link w:val="Titre4Car"/>
    <w:qFormat/>
    <w:rsid w:val="00252523"/>
    <w:pPr>
      <w:numPr>
        <w:numId w:val="17"/>
      </w:numPr>
      <w:spacing w:before="240" w:after="240"/>
      <w:ind w:left="567" w:hanging="567"/>
      <w:outlineLvl w:val="3"/>
    </w:pPr>
    <w:rPr>
      <w:rFonts w:cs="Arial"/>
      <w:b/>
      <w:smallCaps/>
      <w:color w:val="365F91"/>
      <w:szCs w:val="20"/>
      <w:u w:val="single"/>
    </w:rPr>
  </w:style>
  <w:style w:type="paragraph" w:styleId="Titre5">
    <w:name w:val="heading 5"/>
    <w:aliases w:val="sous section de pièce,Titre 1b,police procédure,T5"/>
    <w:basedOn w:val="Normal"/>
    <w:next w:val="Retraitnormal"/>
    <w:link w:val="Titre5Car"/>
    <w:qFormat/>
    <w:rsid w:val="00E504CC"/>
    <w:pPr>
      <w:keepNext w:val="0"/>
      <w:numPr>
        <w:ilvl w:val="4"/>
        <w:numId w:val="5"/>
      </w:numPr>
      <w:tabs>
        <w:tab w:val="left" w:pos="426"/>
      </w:tabs>
      <w:spacing w:before="120" w:after="240" w:line="240" w:lineRule="atLeast"/>
      <w:outlineLvl w:val="4"/>
    </w:pPr>
    <w:rPr>
      <w:rFonts w:ascii="Roboto" w:hAnsi="Roboto" w:cs="Arial"/>
      <w:b/>
      <w:color w:val="C00000"/>
      <w:szCs w:val="20"/>
      <w:lang w:eastAsia="en-US"/>
    </w:rPr>
  </w:style>
  <w:style w:type="paragraph" w:styleId="Titre6">
    <w:name w:val="heading 6"/>
    <w:aliases w:val="T6,Puce1"/>
    <w:basedOn w:val="Normal"/>
    <w:next w:val="Normal"/>
    <w:link w:val="Titre6Car"/>
    <w:qFormat/>
    <w:rsid w:val="0094604A"/>
    <w:pPr>
      <w:numPr>
        <w:ilvl w:val="5"/>
        <w:numId w:val="1"/>
      </w:numPr>
      <w:pBdr>
        <w:top w:val="single" w:sz="12" w:space="5" w:color="auto"/>
        <w:left w:val="single" w:sz="12" w:space="5" w:color="auto"/>
        <w:bottom w:val="single" w:sz="12" w:space="5" w:color="auto"/>
        <w:right w:val="single" w:sz="12" w:space="5" w:color="auto"/>
      </w:pBdr>
      <w:spacing w:before="6000" w:after="60"/>
      <w:ind w:right="-1"/>
      <w:jc w:val="center"/>
      <w:outlineLvl w:val="5"/>
    </w:pPr>
    <w:rPr>
      <w:rFonts w:ascii="Arial Rounded MT Bold" w:hAnsi="Arial Rounded MT Bold"/>
      <w:b/>
      <w:i/>
      <w:sz w:val="32"/>
      <w:szCs w:val="20"/>
    </w:rPr>
  </w:style>
  <w:style w:type="paragraph" w:styleId="Titre7">
    <w:name w:val="heading 7"/>
    <w:basedOn w:val="Normal"/>
    <w:next w:val="Normal"/>
    <w:link w:val="Titre7Car"/>
    <w:qFormat/>
    <w:rsid w:val="0094604A"/>
    <w:pPr>
      <w:spacing w:before="240" w:after="60"/>
      <w:ind w:right="-1"/>
      <w:outlineLvl w:val="6"/>
    </w:pPr>
    <w:rPr>
      <w:b/>
      <w:szCs w:val="20"/>
    </w:rPr>
  </w:style>
  <w:style w:type="paragraph" w:styleId="Titre8">
    <w:name w:val="heading 8"/>
    <w:aliases w:val="Titre 4a"/>
    <w:basedOn w:val="Normal"/>
    <w:next w:val="Normal"/>
    <w:link w:val="Titre8Car"/>
    <w:qFormat/>
    <w:rsid w:val="0094604A"/>
    <w:pPr>
      <w:numPr>
        <w:ilvl w:val="7"/>
        <w:numId w:val="1"/>
      </w:numPr>
      <w:spacing w:before="240" w:after="60"/>
      <w:ind w:right="-1"/>
      <w:outlineLvl w:val="7"/>
    </w:pPr>
    <w:rPr>
      <w:i/>
      <w:szCs w:val="20"/>
    </w:rPr>
  </w:style>
  <w:style w:type="paragraph" w:styleId="Titre9">
    <w:name w:val="heading 9"/>
    <w:aliases w:val="Série pédo,annexe,Titre 9 annexe,titre 4"/>
    <w:basedOn w:val="Normal"/>
    <w:next w:val="Normal"/>
    <w:link w:val="Titre9Car"/>
    <w:qFormat/>
    <w:rsid w:val="0094604A"/>
    <w:pPr>
      <w:numPr>
        <w:ilvl w:val="8"/>
        <w:numId w:val="1"/>
      </w:numPr>
      <w:spacing w:before="240" w:after="60"/>
      <w:ind w:right="-1"/>
      <w:outlineLvl w:val="8"/>
    </w:pPr>
    <w:rPr>
      <w:b/>
      <w:i/>
      <w:sz w:val="1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semiHidden/>
    <w:rsid w:val="0094604A"/>
    <w:pPr>
      <w:ind w:left="284" w:right="-1"/>
    </w:pPr>
    <w:rPr>
      <w:szCs w:val="20"/>
    </w:rPr>
  </w:style>
  <w:style w:type="paragraph" w:styleId="TM3">
    <w:name w:val="toc 3"/>
    <w:basedOn w:val="Normal"/>
    <w:next w:val="Normal"/>
    <w:uiPriority w:val="39"/>
    <w:qFormat/>
    <w:rsid w:val="0094604A"/>
    <w:pPr>
      <w:ind w:left="440"/>
      <w:jc w:val="left"/>
    </w:pPr>
    <w:rPr>
      <w:rFonts w:ascii="Times New Roman" w:hAnsi="Times New Roman"/>
      <w:i/>
      <w:iCs/>
    </w:rPr>
  </w:style>
  <w:style w:type="paragraph" w:styleId="TM2">
    <w:name w:val="toc 2"/>
    <w:basedOn w:val="Normal"/>
    <w:next w:val="Normal"/>
    <w:uiPriority w:val="39"/>
    <w:qFormat/>
    <w:rsid w:val="0094604A"/>
    <w:pPr>
      <w:ind w:left="220"/>
      <w:jc w:val="left"/>
    </w:pPr>
    <w:rPr>
      <w:rFonts w:ascii="Times New Roman" w:hAnsi="Times New Roman"/>
      <w:smallCaps/>
    </w:rPr>
  </w:style>
  <w:style w:type="paragraph" w:styleId="TM1">
    <w:name w:val="toc 1"/>
    <w:basedOn w:val="Normal"/>
    <w:next w:val="Normal"/>
    <w:autoRedefine/>
    <w:uiPriority w:val="39"/>
    <w:qFormat/>
    <w:rsid w:val="000744C6"/>
    <w:pPr>
      <w:tabs>
        <w:tab w:val="left" w:pos="440"/>
        <w:tab w:val="right" w:leader="dot" w:pos="9119"/>
      </w:tabs>
      <w:spacing w:before="120" w:after="120"/>
      <w:ind w:left="57"/>
      <w:jc w:val="left"/>
    </w:pPr>
    <w:rPr>
      <w:rFonts w:ascii="Times New Roman" w:hAnsi="Times New Roman"/>
      <w:b/>
      <w:bCs/>
      <w:caps/>
    </w:rPr>
  </w:style>
  <w:style w:type="paragraph" w:styleId="Pieddepage">
    <w:name w:val="footer"/>
    <w:basedOn w:val="Normal"/>
    <w:link w:val="PieddepageCar1"/>
    <w:uiPriority w:val="99"/>
    <w:rsid w:val="000861A3"/>
    <w:pPr>
      <w:tabs>
        <w:tab w:val="center" w:pos="4819"/>
        <w:tab w:val="right" w:pos="9071"/>
      </w:tabs>
      <w:ind w:right="-1"/>
    </w:pPr>
    <w:rPr>
      <w:i/>
      <w:color w:val="365F91"/>
      <w:sz w:val="18"/>
      <w:szCs w:val="18"/>
    </w:rPr>
  </w:style>
  <w:style w:type="character" w:customStyle="1" w:styleId="PieddepageCar">
    <w:name w:val="Pied de page Car"/>
    <w:basedOn w:val="Policepardfaut"/>
    <w:uiPriority w:val="99"/>
    <w:rsid w:val="0094604A"/>
    <w:rPr>
      <w:rFonts w:ascii="Arial" w:hAnsi="Arial"/>
      <w:sz w:val="22"/>
    </w:rPr>
  </w:style>
  <w:style w:type="paragraph" w:styleId="En-tte">
    <w:name w:val="header"/>
    <w:aliases w:val="Numérotation"/>
    <w:basedOn w:val="Normal"/>
    <w:link w:val="En-tteCar1"/>
    <w:rsid w:val="0094604A"/>
    <w:pPr>
      <w:tabs>
        <w:tab w:val="center" w:pos="4819"/>
        <w:tab w:val="right" w:pos="9071"/>
      </w:tabs>
      <w:ind w:right="-1"/>
    </w:pPr>
    <w:rPr>
      <w:szCs w:val="20"/>
    </w:rPr>
  </w:style>
  <w:style w:type="character" w:customStyle="1" w:styleId="En-tteCar">
    <w:name w:val="En-tête Car"/>
    <w:basedOn w:val="Policepardfaut"/>
    <w:uiPriority w:val="99"/>
    <w:rsid w:val="0094604A"/>
    <w:rPr>
      <w:rFonts w:ascii="Arial" w:hAnsi="Arial"/>
      <w:sz w:val="22"/>
    </w:rPr>
  </w:style>
  <w:style w:type="paragraph" w:customStyle="1" w:styleId="titreA">
    <w:name w:val="titre A"/>
    <w:basedOn w:val="Titre1"/>
    <w:next w:val="Normal"/>
    <w:rsid w:val="0094604A"/>
    <w:pPr>
      <w:numPr>
        <w:numId w:val="0"/>
      </w:numPr>
      <w:pBdr>
        <w:top w:val="single" w:sz="18" w:space="10" w:color="C0C0C0"/>
        <w:bottom w:val="single" w:sz="18" w:space="10" w:color="C0C0C0"/>
      </w:pBdr>
      <w:spacing w:before="4800"/>
      <w:jc w:val="center"/>
      <w:outlineLvl w:val="9"/>
    </w:pPr>
    <w:rPr>
      <w:spacing w:val="20"/>
      <w:sz w:val="40"/>
    </w:rPr>
  </w:style>
  <w:style w:type="paragraph" w:styleId="TM4">
    <w:name w:val="toc 4"/>
    <w:basedOn w:val="Normal"/>
    <w:next w:val="Normal"/>
    <w:uiPriority w:val="39"/>
    <w:rsid w:val="0094604A"/>
    <w:pPr>
      <w:ind w:left="660"/>
      <w:jc w:val="left"/>
    </w:pPr>
    <w:rPr>
      <w:rFonts w:ascii="Times New Roman" w:hAnsi="Times New Roman"/>
      <w:szCs w:val="21"/>
    </w:rPr>
  </w:style>
  <w:style w:type="paragraph" w:styleId="TM5">
    <w:name w:val="toc 5"/>
    <w:basedOn w:val="Normal"/>
    <w:next w:val="Normal"/>
    <w:uiPriority w:val="39"/>
    <w:rsid w:val="0094604A"/>
    <w:pPr>
      <w:ind w:left="880"/>
      <w:jc w:val="left"/>
    </w:pPr>
    <w:rPr>
      <w:rFonts w:ascii="Times New Roman" w:hAnsi="Times New Roman"/>
      <w:szCs w:val="21"/>
    </w:rPr>
  </w:style>
  <w:style w:type="paragraph" w:styleId="TM6">
    <w:name w:val="toc 6"/>
    <w:basedOn w:val="Normal"/>
    <w:next w:val="Normal"/>
    <w:uiPriority w:val="39"/>
    <w:rsid w:val="0094604A"/>
    <w:pPr>
      <w:ind w:left="1100"/>
      <w:jc w:val="left"/>
    </w:pPr>
    <w:rPr>
      <w:rFonts w:ascii="Times New Roman" w:hAnsi="Times New Roman"/>
      <w:szCs w:val="21"/>
    </w:rPr>
  </w:style>
  <w:style w:type="paragraph" w:styleId="TM7">
    <w:name w:val="toc 7"/>
    <w:basedOn w:val="Normal"/>
    <w:next w:val="Normal"/>
    <w:uiPriority w:val="39"/>
    <w:rsid w:val="0094604A"/>
    <w:pPr>
      <w:ind w:left="1320"/>
      <w:jc w:val="left"/>
    </w:pPr>
    <w:rPr>
      <w:rFonts w:ascii="Times New Roman" w:hAnsi="Times New Roman"/>
      <w:szCs w:val="21"/>
    </w:rPr>
  </w:style>
  <w:style w:type="paragraph" w:styleId="TM8">
    <w:name w:val="toc 8"/>
    <w:basedOn w:val="Normal"/>
    <w:next w:val="Normal"/>
    <w:uiPriority w:val="39"/>
    <w:rsid w:val="0094604A"/>
    <w:pPr>
      <w:ind w:left="1540"/>
      <w:jc w:val="left"/>
    </w:pPr>
    <w:rPr>
      <w:rFonts w:ascii="Times New Roman" w:hAnsi="Times New Roman"/>
      <w:szCs w:val="21"/>
    </w:rPr>
  </w:style>
  <w:style w:type="paragraph" w:styleId="TM9">
    <w:name w:val="toc 9"/>
    <w:basedOn w:val="Normal"/>
    <w:next w:val="Normal"/>
    <w:uiPriority w:val="39"/>
    <w:rsid w:val="0094604A"/>
    <w:pPr>
      <w:ind w:left="1760"/>
      <w:jc w:val="left"/>
    </w:pPr>
    <w:rPr>
      <w:rFonts w:ascii="Times New Roman" w:hAnsi="Times New Roman"/>
      <w:szCs w:val="21"/>
    </w:rPr>
  </w:style>
  <w:style w:type="paragraph" w:styleId="Corpsdetexte">
    <w:name w:val="Body Text"/>
    <w:basedOn w:val="Normal"/>
    <w:link w:val="CorpsdetexteCar1"/>
    <w:semiHidden/>
    <w:rsid w:val="0094604A"/>
    <w:pPr>
      <w:spacing w:line="300" w:lineRule="atLeast"/>
    </w:pPr>
    <w:rPr>
      <w:szCs w:val="20"/>
    </w:rPr>
  </w:style>
  <w:style w:type="paragraph" w:styleId="Corpsdetexte2">
    <w:name w:val="Body Text 2"/>
    <w:basedOn w:val="Corpsdetexte"/>
    <w:semiHidden/>
    <w:rsid w:val="0094604A"/>
    <w:pPr>
      <w:spacing w:before="120"/>
      <w:ind w:left="284"/>
    </w:pPr>
  </w:style>
  <w:style w:type="paragraph" w:customStyle="1" w:styleId="Client">
    <w:name w:val="Client"/>
    <w:basedOn w:val="Corpsdetexte"/>
    <w:rsid w:val="0094604A"/>
    <w:pPr>
      <w:pBdr>
        <w:top w:val="single" w:sz="18" w:space="10" w:color="C0C0C0"/>
        <w:left w:val="single" w:sz="18" w:space="10" w:color="C0C0C0"/>
        <w:bottom w:val="single" w:sz="18" w:space="10" w:color="C0C0C0"/>
        <w:right w:val="single" w:sz="18" w:space="10" w:color="C0C0C0"/>
      </w:pBdr>
      <w:jc w:val="center"/>
    </w:pPr>
    <w:rPr>
      <w:b/>
      <w:sz w:val="32"/>
    </w:rPr>
  </w:style>
  <w:style w:type="paragraph" w:styleId="Index1">
    <w:name w:val="index 1"/>
    <w:basedOn w:val="Normal"/>
    <w:next w:val="Normal"/>
    <w:semiHidden/>
    <w:rsid w:val="0094604A"/>
    <w:pPr>
      <w:tabs>
        <w:tab w:val="right" w:leader="dot" w:pos="9639"/>
      </w:tabs>
      <w:ind w:left="220" w:right="-1" w:hanging="220"/>
    </w:pPr>
    <w:rPr>
      <w:szCs w:val="20"/>
    </w:rPr>
  </w:style>
  <w:style w:type="paragraph" w:customStyle="1" w:styleId="titrenonnumrot">
    <w:name w:val="titre non numéroté"/>
    <w:basedOn w:val="titreA"/>
    <w:rsid w:val="0094604A"/>
    <w:pPr>
      <w:pBdr>
        <w:top w:val="none" w:sz="0" w:space="0" w:color="auto"/>
        <w:bottom w:val="none" w:sz="0" w:space="0" w:color="auto"/>
      </w:pBdr>
      <w:spacing w:before="800"/>
    </w:pPr>
    <w:rPr>
      <w:sz w:val="32"/>
    </w:rPr>
  </w:style>
  <w:style w:type="paragraph" w:customStyle="1" w:styleId="Intitultude">
    <w:name w:val="Intitulé étude"/>
    <w:basedOn w:val="Normal"/>
    <w:rsid w:val="0094604A"/>
    <w:pPr>
      <w:pBdr>
        <w:top w:val="single" w:sz="24" w:space="10" w:color="C0C0C0"/>
        <w:left w:val="single" w:sz="24" w:space="10" w:color="C0C0C0"/>
        <w:bottom w:val="single" w:sz="24" w:space="10" w:color="C0C0C0"/>
        <w:right w:val="single" w:sz="24" w:space="10" w:color="C0C0C0"/>
      </w:pBdr>
      <w:spacing w:before="120"/>
      <w:jc w:val="center"/>
    </w:pPr>
    <w:rPr>
      <w:b/>
      <w:sz w:val="44"/>
      <w:szCs w:val="20"/>
    </w:rPr>
  </w:style>
  <w:style w:type="paragraph" w:styleId="Titreindex">
    <w:name w:val="index heading"/>
    <w:basedOn w:val="Normal"/>
    <w:next w:val="Index1"/>
    <w:semiHidden/>
    <w:rsid w:val="0094604A"/>
    <w:pPr>
      <w:ind w:right="-1"/>
    </w:pPr>
    <w:rPr>
      <w:b/>
      <w:szCs w:val="20"/>
    </w:rPr>
  </w:style>
  <w:style w:type="paragraph" w:customStyle="1" w:styleId="titreB">
    <w:name w:val="titre B"/>
    <w:basedOn w:val="titreA"/>
    <w:rsid w:val="0094604A"/>
  </w:style>
  <w:style w:type="paragraph" w:styleId="Listepuces">
    <w:name w:val="List Bullet"/>
    <w:basedOn w:val="Normal"/>
    <w:rsid w:val="0094604A"/>
    <w:pPr>
      <w:tabs>
        <w:tab w:val="num" w:pos="567"/>
      </w:tabs>
      <w:spacing w:before="120"/>
      <w:ind w:left="567" w:hanging="284"/>
    </w:pPr>
    <w:rPr>
      <w:szCs w:val="20"/>
    </w:rPr>
  </w:style>
  <w:style w:type="paragraph" w:styleId="Listepuces2">
    <w:name w:val="List Bullet 2"/>
    <w:basedOn w:val="Normal"/>
    <w:semiHidden/>
    <w:rsid w:val="0094604A"/>
    <w:pPr>
      <w:tabs>
        <w:tab w:val="num" w:pos="643"/>
      </w:tabs>
      <w:spacing w:before="40"/>
      <w:ind w:left="643" w:hanging="360"/>
    </w:pPr>
    <w:rPr>
      <w:szCs w:val="20"/>
    </w:rPr>
  </w:style>
  <w:style w:type="paragraph" w:styleId="Corpsdetexte3">
    <w:name w:val="Body Text 3"/>
    <w:basedOn w:val="Normal"/>
    <w:link w:val="Corpsdetexte3Car"/>
    <w:semiHidden/>
    <w:rsid w:val="0094604A"/>
    <w:pPr>
      <w:ind w:right="-1"/>
    </w:pPr>
    <w:rPr>
      <w:i/>
      <w:szCs w:val="20"/>
    </w:rPr>
  </w:style>
  <w:style w:type="paragraph" w:styleId="Retraitcorpsdetexte">
    <w:name w:val="Body Text Indent"/>
    <w:basedOn w:val="Normal"/>
    <w:link w:val="RetraitcorpsdetexteCar"/>
    <w:semiHidden/>
    <w:rsid w:val="0094604A"/>
    <w:pPr>
      <w:spacing w:after="120"/>
      <w:ind w:left="283" w:right="-1"/>
    </w:pPr>
    <w:rPr>
      <w:szCs w:val="20"/>
    </w:rPr>
  </w:style>
  <w:style w:type="paragraph" w:customStyle="1" w:styleId="NormalLaurent">
    <w:name w:val="Normal Laurent"/>
    <w:basedOn w:val="Normal"/>
    <w:rsid w:val="0094604A"/>
    <w:pPr>
      <w:spacing w:before="60" w:after="60"/>
    </w:pPr>
  </w:style>
  <w:style w:type="paragraph" w:styleId="Retraitcorpsdetexte2">
    <w:name w:val="Body Text Indent 2"/>
    <w:basedOn w:val="Normal"/>
    <w:link w:val="Retraitcorpsdetexte2Car"/>
    <w:semiHidden/>
    <w:rsid w:val="0094604A"/>
    <w:pPr>
      <w:spacing w:after="120" w:line="480" w:lineRule="auto"/>
      <w:ind w:left="283" w:right="-1"/>
    </w:pPr>
    <w:rPr>
      <w:szCs w:val="20"/>
    </w:rPr>
  </w:style>
  <w:style w:type="paragraph" w:customStyle="1" w:styleId="rubriqTexte">
    <w:name w:val="rubriqTexte"/>
    <w:basedOn w:val="Normal"/>
    <w:rsid w:val="0094604A"/>
    <w:pPr>
      <w:spacing w:before="120" w:after="120"/>
    </w:pPr>
    <w:rPr>
      <w:rFonts w:ascii="Book Antiqua" w:hAnsi="Book Antiqua"/>
      <w:szCs w:val="20"/>
    </w:rPr>
  </w:style>
  <w:style w:type="paragraph" w:customStyle="1" w:styleId="xl29">
    <w:name w:val="xl29"/>
    <w:basedOn w:val="Normal"/>
    <w:rsid w:val="0094604A"/>
    <w:pPr>
      <w:pBdr>
        <w:right w:val="single" w:sz="4" w:space="0" w:color="auto"/>
      </w:pBdr>
      <w:spacing w:before="100" w:beforeAutospacing="1" w:after="100" w:afterAutospacing="1" w:line="300" w:lineRule="atLeast"/>
      <w:jc w:val="center"/>
      <w:textAlignment w:val="top"/>
    </w:pPr>
    <w:rPr>
      <w:rFonts w:eastAsia="Arial Unicode MS" w:cs="Arial"/>
    </w:rPr>
  </w:style>
  <w:style w:type="paragraph" w:styleId="NormalWeb">
    <w:name w:val="Normal (Web)"/>
    <w:basedOn w:val="Normal"/>
    <w:uiPriority w:val="99"/>
    <w:rsid w:val="0094604A"/>
    <w:pPr>
      <w:spacing w:before="100" w:beforeAutospacing="1" w:after="100" w:afterAutospacing="1"/>
    </w:pPr>
  </w:style>
  <w:style w:type="paragraph" w:styleId="Commentaire">
    <w:name w:val="annotation text"/>
    <w:basedOn w:val="Normal"/>
    <w:link w:val="CommentaireCar"/>
    <w:rsid w:val="0094604A"/>
    <w:rPr>
      <w:szCs w:val="20"/>
    </w:rPr>
  </w:style>
  <w:style w:type="paragraph" w:customStyle="1" w:styleId="Normalpoint">
    <w:name w:val="Normal point"/>
    <w:basedOn w:val="Normal"/>
    <w:rsid w:val="0094604A"/>
    <w:pPr>
      <w:tabs>
        <w:tab w:val="num" w:pos="3343"/>
      </w:tabs>
      <w:spacing w:line="340" w:lineRule="atLeast"/>
      <w:ind w:left="3343" w:hanging="360"/>
    </w:pPr>
  </w:style>
  <w:style w:type="paragraph" w:customStyle="1" w:styleId="CorpsdeTexte0">
    <w:name w:val="Corps de Texte"/>
    <w:basedOn w:val="Corpsdetexte2"/>
    <w:rsid w:val="0094604A"/>
    <w:pPr>
      <w:widowControl w:val="0"/>
      <w:suppressAutoHyphens/>
      <w:spacing w:before="0"/>
      <w:ind w:left="709"/>
    </w:pPr>
    <w:rPr>
      <w:spacing w:val="-2"/>
    </w:rPr>
  </w:style>
  <w:style w:type="paragraph" w:customStyle="1" w:styleId="Sous-paragraphe">
    <w:name w:val="Sous-paragraphe"/>
    <w:basedOn w:val="Corpsdetexte2"/>
    <w:rsid w:val="004F4EA1"/>
    <w:pPr>
      <w:widowControl w:val="0"/>
      <w:numPr>
        <w:numId w:val="9"/>
      </w:numPr>
      <w:tabs>
        <w:tab w:val="clear" w:pos="360"/>
        <w:tab w:val="num" w:pos="1776"/>
      </w:tabs>
      <w:suppressAutoHyphens/>
      <w:spacing w:after="120" w:line="240" w:lineRule="auto"/>
      <w:ind w:left="1775" w:hanging="357"/>
      <w:jc w:val="left"/>
    </w:pPr>
    <w:rPr>
      <w:rFonts w:cs="Arial"/>
      <w:b/>
      <w:color w:val="1F497D" w:themeColor="text2"/>
      <w:spacing w:val="-2"/>
    </w:rPr>
  </w:style>
  <w:style w:type="paragraph" w:styleId="Retraitcorpsdetexte3">
    <w:name w:val="Body Text Indent 3"/>
    <w:basedOn w:val="Normal"/>
    <w:link w:val="Retraitcorpsdetexte3Car"/>
    <w:semiHidden/>
    <w:rsid w:val="0094604A"/>
    <w:pPr>
      <w:ind w:firstLine="360"/>
    </w:pPr>
  </w:style>
  <w:style w:type="paragraph" w:customStyle="1" w:styleId="OmniPage1797">
    <w:name w:val="OmniPage #1797"/>
    <w:basedOn w:val="Normal"/>
    <w:rsid w:val="0094604A"/>
    <w:pPr>
      <w:tabs>
        <w:tab w:val="left" w:pos="3039"/>
      </w:tabs>
      <w:ind w:left="3564" w:right="104" w:hanging="418"/>
    </w:pPr>
    <w:rPr>
      <w:noProof/>
      <w:szCs w:val="20"/>
    </w:rPr>
  </w:style>
  <w:style w:type="paragraph" w:customStyle="1" w:styleId="OmniPage1805">
    <w:name w:val="OmniPage #1805"/>
    <w:basedOn w:val="Normal"/>
    <w:rsid w:val="0094604A"/>
    <w:pPr>
      <w:tabs>
        <w:tab w:val="right" w:pos="11570"/>
      </w:tabs>
      <w:ind w:left="2353"/>
    </w:pPr>
    <w:rPr>
      <w:noProof/>
      <w:szCs w:val="20"/>
    </w:rPr>
  </w:style>
  <w:style w:type="paragraph" w:customStyle="1" w:styleId="OmniPage1807">
    <w:name w:val="OmniPage #1807"/>
    <w:basedOn w:val="Normal"/>
    <w:rsid w:val="0094604A"/>
    <w:pPr>
      <w:tabs>
        <w:tab w:val="left" w:pos="6117"/>
        <w:tab w:val="right" w:pos="14288"/>
      </w:tabs>
      <w:ind w:left="3539"/>
    </w:pPr>
    <w:rPr>
      <w:noProof/>
      <w:szCs w:val="20"/>
    </w:rPr>
  </w:style>
  <w:style w:type="paragraph" w:customStyle="1" w:styleId="OmniPage1809">
    <w:name w:val="OmniPage #1809"/>
    <w:basedOn w:val="Normal"/>
    <w:rsid w:val="0094604A"/>
    <w:pPr>
      <w:tabs>
        <w:tab w:val="left" w:pos="2954"/>
        <w:tab w:val="right" w:pos="15988"/>
      </w:tabs>
      <w:ind w:left="3140"/>
    </w:pPr>
    <w:rPr>
      <w:noProof/>
      <w:szCs w:val="20"/>
    </w:rPr>
  </w:style>
  <w:style w:type="paragraph" w:customStyle="1" w:styleId="OmniPage1811">
    <w:name w:val="OmniPage #1811"/>
    <w:basedOn w:val="Normal"/>
    <w:rsid w:val="0094604A"/>
    <w:pPr>
      <w:tabs>
        <w:tab w:val="left" w:pos="8767"/>
        <w:tab w:val="right" w:pos="15603"/>
      </w:tabs>
      <w:ind w:left="3136"/>
    </w:pPr>
    <w:rPr>
      <w:noProof/>
      <w:szCs w:val="20"/>
    </w:rPr>
  </w:style>
  <w:style w:type="paragraph" w:styleId="Titre">
    <w:name w:val="Title"/>
    <w:basedOn w:val="Normal"/>
    <w:link w:val="TitreCar"/>
    <w:qFormat/>
    <w:rsid w:val="0094604A"/>
    <w:pPr>
      <w:tabs>
        <w:tab w:val="left" w:pos="1320"/>
        <w:tab w:val="left" w:pos="3062"/>
        <w:tab w:val="left" w:pos="4382"/>
        <w:tab w:val="left" w:pos="5702"/>
      </w:tabs>
      <w:spacing w:line="380" w:lineRule="atLeast"/>
      <w:jc w:val="center"/>
    </w:pPr>
    <w:rPr>
      <w:b/>
      <w:smallCaps/>
      <w:color w:val="008000"/>
      <w:sz w:val="36"/>
      <w:szCs w:val="20"/>
      <w:u w:val="single"/>
    </w:rPr>
  </w:style>
  <w:style w:type="paragraph" w:styleId="Sous-titre">
    <w:name w:val="Subtitle"/>
    <w:basedOn w:val="Normal"/>
    <w:link w:val="Sous-titreCar"/>
    <w:qFormat/>
    <w:rsid w:val="005C374B"/>
    <w:pPr>
      <w:tabs>
        <w:tab w:val="left" w:pos="1320"/>
        <w:tab w:val="left" w:pos="3062"/>
        <w:tab w:val="left" w:pos="4382"/>
        <w:tab w:val="left" w:pos="5702"/>
      </w:tabs>
      <w:spacing w:line="340" w:lineRule="exact"/>
      <w:jc w:val="center"/>
    </w:pPr>
    <w:rPr>
      <w:b/>
      <w:color w:val="17365D" w:themeColor="text2" w:themeShade="BF"/>
      <w:szCs w:val="20"/>
      <w:u w:val="single"/>
    </w:rPr>
  </w:style>
  <w:style w:type="paragraph" w:customStyle="1" w:styleId="bh1">
    <w:name w:val="bh1"/>
    <w:basedOn w:val="Normal"/>
    <w:rsid w:val="0094604A"/>
    <w:pPr>
      <w:spacing w:before="100" w:beforeAutospacing="1" w:after="100" w:afterAutospacing="1"/>
    </w:pPr>
    <w:rPr>
      <w:rFonts w:ascii="Verdana" w:hAnsi="Verdana"/>
      <w:color w:val="000000"/>
      <w:sz w:val="15"/>
      <w:szCs w:val="15"/>
    </w:rPr>
  </w:style>
  <w:style w:type="paragraph" w:styleId="Lgende">
    <w:name w:val="caption"/>
    <w:aliases w:val="zpage_garde_adresse,Légende Car1,Légende Car,Légende Car1 Car,Légende1,Légende Car2 Car,Légende Car3,Légende Car Car Car,Légende Car1 Car Car Car,Légende1 Car Car,Légende Car1 Car1 Car,Légende Car Car1,Légende Car1 Car Car1,Légende1 Car1"/>
    <w:basedOn w:val="Normal"/>
    <w:next w:val="Normal"/>
    <w:qFormat/>
    <w:rsid w:val="00F763C7"/>
    <w:pPr>
      <w:spacing w:after="60"/>
      <w:jc w:val="center"/>
    </w:pPr>
    <w:rPr>
      <w:i/>
      <w:szCs w:val="20"/>
    </w:rPr>
  </w:style>
  <w:style w:type="paragraph" w:customStyle="1" w:styleId="titre41">
    <w:name w:val="titre4"/>
    <w:basedOn w:val="Normal"/>
    <w:rsid w:val="0094604A"/>
    <w:pPr>
      <w:pBdr>
        <w:top w:val="single" w:sz="6" w:space="1" w:color="auto"/>
        <w:bottom w:val="single" w:sz="6" w:space="1" w:color="auto"/>
      </w:pBdr>
      <w:shd w:val="pct5" w:color="auto" w:fill="auto"/>
      <w:overflowPunct w:val="0"/>
      <w:autoSpaceDE w:val="0"/>
      <w:autoSpaceDN w:val="0"/>
      <w:adjustRightInd w:val="0"/>
      <w:spacing w:before="240" w:line="240" w:lineRule="exact"/>
      <w:jc w:val="center"/>
      <w:textAlignment w:val="baseline"/>
    </w:pPr>
    <w:rPr>
      <w:rFonts w:ascii="Times" w:hAnsi="Times"/>
      <w:b/>
      <w:szCs w:val="20"/>
      <w:lang w:val="fr-CA"/>
    </w:rPr>
  </w:style>
  <w:style w:type="paragraph" w:styleId="Notedebasdepage">
    <w:name w:val="footnote text"/>
    <w:basedOn w:val="Normal"/>
    <w:link w:val="NotedebasdepageCar"/>
    <w:semiHidden/>
    <w:rsid w:val="0094604A"/>
    <w:pPr>
      <w:tabs>
        <w:tab w:val="left" w:pos="1320"/>
        <w:tab w:val="left" w:pos="3062"/>
        <w:tab w:val="left" w:pos="4382"/>
        <w:tab w:val="left" w:pos="5702"/>
      </w:tabs>
      <w:spacing w:line="340" w:lineRule="exact"/>
      <w:ind w:firstLine="851"/>
    </w:pPr>
    <w:rPr>
      <w:color w:val="000000"/>
      <w:szCs w:val="20"/>
    </w:rPr>
  </w:style>
  <w:style w:type="paragraph" w:customStyle="1" w:styleId="Normal1">
    <w:name w:val="Normal 1"/>
    <w:basedOn w:val="Normal"/>
    <w:rsid w:val="0094604A"/>
    <w:pPr>
      <w:ind w:left="567"/>
    </w:pPr>
    <w:rPr>
      <w:szCs w:val="20"/>
    </w:rPr>
  </w:style>
  <w:style w:type="paragraph" w:customStyle="1" w:styleId="retrait11">
    <w:name w:val="retrait1"/>
    <w:basedOn w:val="Normal"/>
    <w:rsid w:val="0094604A"/>
    <w:rPr>
      <w:szCs w:val="20"/>
    </w:rPr>
  </w:style>
  <w:style w:type="paragraph" w:customStyle="1" w:styleId="xl24">
    <w:name w:val="xl24"/>
    <w:basedOn w:val="Normal"/>
    <w:rsid w:val="009460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9460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6">
    <w:name w:val="xl26"/>
    <w:basedOn w:val="Normal"/>
    <w:rsid w:val="009460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Normal"/>
    <w:rsid w:val="009460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al"/>
    <w:rsid w:val="009460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Normal"/>
    <w:rsid w:val="0094604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1">
    <w:name w:val="xl31"/>
    <w:basedOn w:val="Normal"/>
    <w:rsid w:val="0094604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2">
    <w:name w:val="xl32"/>
    <w:basedOn w:val="Normal"/>
    <w:rsid w:val="009460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3">
    <w:name w:val="xl33"/>
    <w:basedOn w:val="Normal"/>
    <w:rsid w:val="0094604A"/>
    <w:pPr>
      <w:pBdr>
        <w:left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4">
    <w:name w:val="xl34"/>
    <w:basedOn w:val="Normal"/>
    <w:rsid w:val="009460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5">
    <w:name w:val="xl35"/>
    <w:basedOn w:val="Normal"/>
    <w:rsid w:val="0094604A"/>
    <w:pPr>
      <w:pBdr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6">
    <w:name w:val="xl36"/>
    <w:basedOn w:val="Normal"/>
    <w:rsid w:val="0094604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7">
    <w:name w:val="xl37"/>
    <w:basedOn w:val="Normal"/>
    <w:rsid w:val="0094604A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94604A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hd w:val="clear" w:color="auto" w:fill="00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94604A"/>
    <w:pPr>
      <w:pBdr>
        <w:top w:val="single" w:sz="4" w:space="0" w:color="auto"/>
        <w:left w:val="single" w:sz="4" w:space="0" w:color="auto"/>
        <w:right w:val="single" w:sz="12" w:space="0" w:color="auto"/>
      </w:pBdr>
      <w:shd w:val="clear" w:color="auto" w:fill="00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0">
    <w:name w:val="xl40"/>
    <w:basedOn w:val="Normal"/>
    <w:rsid w:val="0094604A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1">
    <w:name w:val="xl41"/>
    <w:basedOn w:val="Normal"/>
    <w:rsid w:val="0094604A"/>
    <w:pPr>
      <w:pBdr>
        <w:top w:val="single" w:sz="4" w:space="0" w:color="auto"/>
        <w:left w:val="single" w:sz="4" w:space="0" w:color="auto"/>
        <w:right w:val="single" w:sz="12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2">
    <w:name w:val="xl42"/>
    <w:basedOn w:val="Normal"/>
    <w:rsid w:val="0094604A"/>
    <w:pPr>
      <w:pBdr>
        <w:left w:val="single" w:sz="4" w:space="0" w:color="auto"/>
        <w:right w:val="single" w:sz="12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Normal"/>
    <w:rsid w:val="0094604A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4">
    <w:name w:val="xl44"/>
    <w:basedOn w:val="Normal"/>
    <w:rsid w:val="0094604A"/>
    <w:pPr>
      <w:pBdr>
        <w:top w:val="single" w:sz="4" w:space="0" w:color="auto"/>
        <w:left w:val="single" w:sz="12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5">
    <w:name w:val="xl45"/>
    <w:basedOn w:val="Normal"/>
    <w:rsid w:val="0094604A"/>
    <w:pPr>
      <w:pBdr>
        <w:left w:val="single" w:sz="12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94604A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94604A"/>
    <w:pPr>
      <w:pBdr>
        <w:left w:val="single" w:sz="12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8">
    <w:name w:val="xl48"/>
    <w:basedOn w:val="Normal"/>
    <w:rsid w:val="0094604A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Normal"/>
    <w:rsid w:val="0094604A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Normal"/>
    <w:rsid w:val="0094604A"/>
    <w:pPr>
      <w:pBdr>
        <w:top w:val="single" w:sz="4" w:space="0" w:color="auto"/>
        <w:left w:val="single" w:sz="4" w:space="0" w:color="auto"/>
        <w:right w:val="single" w:sz="12" w:space="0" w:color="auto"/>
      </w:pBdr>
      <w:shd w:val="clear" w:color="auto" w:fill="CCFFFF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1">
    <w:name w:val="xl51"/>
    <w:basedOn w:val="Normal"/>
    <w:rsid w:val="0094604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94604A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94604A"/>
    <w:pPr>
      <w:pBdr>
        <w:top w:val="single" w:sz="8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94604A"/>
    <w:pPr>
      <w:pBdr>
        <w:top w:val="single" w:sz="8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94604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6">
    <w:name w:val="xl56"/>
    <w:basedOn w:val="Normal"/>
    <w:rsid w:val="0094604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7">
    <w:name w:val="xl57"/>
    <w:basedOn w:val="Normal"/>
    <w:rsid w:val="0094604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8">
    <w:name w:val="xl58"/>
    <w:basedOn w:val="Normal"/>
    <w:rsid w:val="0094604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9">
    <w:name w:val="xl59"/>
    <w:basedOn w:val="Normal"/>
    <w:rsid w:val="0094604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60">
    <w:name w:val="xl60"/>
    <w:basedOn w:val="Normal"/>
    <w:rsid w:val="0094604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Normal"/>
    <w:rsid w:val="0094604A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62">
    <w:name w:val="xl62"/>
    <w:basedOn w:val="Normal"/>
    <w:rsid w:val="0094604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63">
    <w:name w:val="xl63"/>
    <w:basedOn w:val="Normal"/>
    <w:rsid w:val="0094604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 w:cs="Arial"/>
      <w:b/>
      <w:bCs/>
    </w:rPr>
  </w:style>
  <w:style w:type="paragraph" w:customStyle="1" w:styleId="xl64">
    <w:name w:val="xl64"/>
    <w:basedOn w:val="Normal"/>
    <w:rsid w:val="0094604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 w:cs="Arial"/>
      <w:b/>
      <w:bCs/>
    </w:rPr>
  </w:style>
  <w:style w:type="paragraph" w:customStyle="1" w:styleId="xl65">
    <w:name w:val="xl65"/>
    <w:basedOn w:val="Normal"/>
    <w:rsid w:val="009460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</w:rPr>
  </w:style>
  <w:style w:type="paragraph" w:customStyle="1" w:styleId="xl66">
    <w:name w:val="xl66"/>
    <w:basedOn w:val="Normal"/>
    <w:rsid w:val="0094604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7">
    <w:name w:val="xl67"/>
    <w:basedOn w:val="Normal"/>
    <w:rsid w:val="0094604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8">
    <w:name w:val="xl68"/>
    <w:basedOn w:val="Normal"/>
    <w:rsid w:val="009460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</w:rPr>
  </w:style>
  <w:style w:type="paragraph" w:customStyle="1" w:styleId="xl69">
    <w:name w:val="xl69"/>
    <w:basedOn w:val="Normal"/>
    <w:rsid w:val="0094604A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</w:rPr>
  </w:style>
  <w:style w:type="paragraph" w:customStyle="1" w:styleId="xl70">
    <w:name w:val="xl70"/>
    <w:basedOn w:val="Normal"/>
    <w:rsid w:val="0094604A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</w:rPr>
  </w:style>
  <w:style w:type="paragraph" w:customStyle="1" w:styleId="xl71">
    <w:name w:val="xl71"/>
    <w:basedOn w:val="Normal"/>
    <w:rsid w:val="0094604A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</w:rPr>
  </w:style>
  <w:style w:type="paragraph" w:customStyle="1" w:styleId="xl72">
    <w:name w:val="xl72"/>
    <w:basedOn w:val="Normal"/>
    <w:rsid w:val="0094604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73">
    <w:name w:val="xl73"/>
    <w:basedOn w:val="Normal"/>
    <w:rsid w:val="0094604A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</w:rPr>
  </w:style>
  <w:style w:type="paragraph" w:customStyle="1" w:styleId="xl74">
    <w:name w:val="xl74"/>
    <w:basedOn w:val="Normal"/>
    <w:rsid w:val="0094604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</w:rPr>
  </w:style>
  <w:style w:type="paragraph" w:customStyle="1" w:styleId="xl75">
    <w:name w:val="xl75"/>
    <w:basedOn w:val="Normal"/>
    <w:rsid w:val="0094604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</w:rPr>
  </w:style>
  <w:style w:type="paragraph" w:customStyle="1" w:styleId="xl76">
    <w:name w:val="xl76"/>
    <w:basedOn w:val="Normal"/>
    <w:rsid w:val="0094604A"/>
    <w:pPr>
      <w:pBdr>
        <w:top w:val="single" w:sz="8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</w:rPr>
  </w:style>
  <w:style w:type="paragraph" w:customStyle="1" w:styleId="xl77">
    <w:name w:val="xl77"/>
    <w:basedOn w:val="Normal"/>
    <w:rsid w:val="009460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</w:rPr>
  </w:style>
  <w:style w:type="paragraph" w:customStyle="1" w:styleId="xl78">
    <w:name w:val="xl78"/>
    <w:basedOn w:val="Normal"/>
    <w:rsid w:val="0094604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eastAsia="Arial Unicode MS" w:cs="Arial"/>
      <w:b/>
      <w:bCs/>
    </w:rPr>
  </w:style>
  <w:style w:type="paragraph" w:customStyle="1" w:styleId="xl79">
    <w:name w:val="xl79"/>
    <w:basedOn w:val="Normal"/>
    <w:rsid w:val="0094604A"/>
    <w:pPr>
      <w:pBdr>
        <w:left w:val="single" w:sz="8" w:space="0" w:color="auto"/>
      </w:pBdr>
      <w:spacing w:before="100" w:beforeAutospacing="1" w:after="100" w:afterAutospacing="1"/>
    </w:pPr>
    <w:rPr>
      <w:rFonts w:eastAsia="Arial Unicode MS" w:cs="Arial"/>
      <w:b/>
      <w:bCs/>
    </w:rPr>
  </w:style>
  <w:style w:type="paragraph" w:customStyle="1" w:styleId="xl80">
    <w:name w:val="xl80"/>
    <w:basedOn w:val="Normal"/>
    <w:rsid w:val="0094604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81">
    <w:name w:val="xl81"/>
    <w:basedOn w:val="Normal"/>
    <w:rsid w:val="0094604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</w:rPr>
  </w:style>
  <w:style w:type="paragraph" w:customStyle="1" w:styleId="xl82">
    <w:name w:val="xl82"/>
    <w:basedOn w:val="Normal"/>
    <w:rsid w:val="0094604A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Normal"/>
    <w:rsid w:val="0094604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Normal"/>
    <w:rsid w:val="0094604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 w:cs="Arial"/>
      <w:b/>
      <w:bCs/>
    </w:rPr>
  </w:style>
  <w:style w:type="paragraph" w:customStyle="1" w:styleId="xl85">
    <w:name w:val="xl85"/>
    <w:basedOn w:val="Normal"/>
    <w:rsid w:val="0094604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00FFFF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Normal"/>
    <w:rsid w:val="0094604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FF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87">
    <w:name w:val="xl87"/>
    <w:basedOn w:val="Normal"/>
    <w:rsid w:val="0094604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00FFFF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88">
    <w:name w:val="xl88"/>
    <w:basedOn w:val="Normal"/>
    <w:rsid w:val="0094604A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Normal"/>
    <w:rsid w:val="0094604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Picesfournies">
    <w:name w:val="Pièces fournies"/>
    <w:basedOn w:val="Sous-paragraphe"/>
    <w:rsid w:val="0094604A"/>
    <w:pPr>
      <w:tabs>
        <w:tab w:val="num" w:pos="2268"/>
      </w:tabs>
      <w:ind w:left="2268" w:hanging="567"/>
    </w:pPr>
  </w:style>
  <w:style w:type="paragraph" w:customStyle="1" w:styleId="Titrerappel">
    <w:name w:val="Titre rappel"/>
    <w:basedOn w:val="Titre1"/>
    <w:rsid w:val="0094604A"/>
    <w:pPr>
      <w:numPr>
        <w:numId w:val="0"/>
      </w:numPr>
    </w:pPr>
    <w:rPr>
      <w:shd w:val="clear" w:color="auto" w:fill="FFEAD5"/>
    </w:rPr>
  </w:style>
  <w:style w:type="paragraph" w:customStyle="1" w:styleId="p6">
    <w:name w:val="p6"/>
    <w:basedOn w:val="Normal"/>
    <w:rsid w:val="0094604A"/>
    <w:pPr>
      <w:widowControl w:val="0"/>
      <w:tabs>
        <w:tab w:val="left" w:pos="600"/>
      </w:tabs>
      <w:autoSpaceDE w:val="0"/>
      <w:autoSpaceDN w:val="0"/>
      <w:adjustRightInd w:val="0"/>
      <w:spacing w:line="260" w:lineRule="atLeast"/>
      <w:ind w:firstLine="600"/>
    </w:pPr>
    <w:rPr>
      <w:lang w:val="en-US"/>
    </w:rPr>
  </w:style>
  <w:style w:type="paragraph" w:styleId="Normalcentr">
    <w:name w:val="Block Text"/>
    <w:basedOn w:val="Normal"/>
    <w:uiPriority w:val="99"/>
    <w:semiHidden/>
    <w:rsid w:val="0094604A"/>
    <w:pPr>
      <w:ind w:left="1418" w:right="-1"/>
    </w:pPr>
    <w:rPr>
      <w:szCs w:val="20"/>
    </w:rPr>
  </w:style>
  <w:style w:type="paragraph" w:customStyle="1" w:styleId="Action0">
    <w:name w:val="Action"/>
    <w:basedOn w:val="Sous-paragraphe"/>
    <w:rsid w:val="0094604A"/>
    <w:pPr>
      <w:tabs>
        <w:tab w:val="num" w:pos="2552"/>
      </w:tabs>
      <w:ind w:left="2552" w:right="878" w:hanging="567"/>
    </w:pPr>
    <w:rPr>
      <w:bCs/>
    </w:rPr>
  </w:style>
  <w:style w:type="paragraph" w:customStyle="1" w:styleId="Texte">
    <w:name w:val="Texte"/>
    <w:basedOn w:val="Normal"/>
    <w:rsid w:val="0094604A"/>
    <w:pPr>
      <w:spacing w:line="360" w:lineRule="exact"/>
      <w:ind w:firstLine="709"/>
    </w:pPr>
    <w:rPr>
      <w:szCs w:val="20"/>
    </w:rPr>
  </w:style>
  <w:style w:type="paragraph" w:customStyle="1" w:styleId="Liste-">
    <w:name w:val="Liste-"/>
    <w:basedOn w:val="Normal"/>
    <w:rsid w:val="0094604A"/>
    <w:pPr>
      <w:spacing w:line="360" w:lineRule="exact"/>
      <w:ind w:firstLine="1134"/>
    </w:pPr>
    <w:rPr>
      <w:szCs w:val="20"/>
    </w:rPr>
  </w:style>
  <w:style w:type="paragraph" w:customStyle="1" w:styleId="Pointrondorange">
    <w:name w:val="Point rond orange"/>
    <w:basedOn w:val="Normal"/>
    <w:rsid w:val="0094604A"/>
    <w:pPr>
      <w:tabs>
        <w:tab w:val="num" w:pos="1086"/>
      </w:tabs>
      <w:spacing w:before="120" w:line="300" w:lineRule="atLeast"/>
      <w:ind w:left="1088" w:hanging="544"/>
    </w:pPr>
  </w:style>
  <w:style w:type="paragraph" w:customStyle="1" w:styleId="Pointflchebleue">
    <w:name w:val="Point flèche bleue"/>
    <w:basedOn w:val="Pointrondorange"/>
    <w:rsid w:val="0094604A"/>
    <w:pPr>
      <w:tabs>
        <w:tab w:val="clear" w:pos="1086"/>
        <w:tab w:val="num" w:pos="1448"/>
        <w:tab w:val="num" w:pos="3564"/>
      </w:tabs>
      <w:spacing w:after="120"/>
      <w:ind w:left="1451"/>
    </w:pPr>
  </w:style>
  <w:style w:type="paragraph" w:customStyle="1" w:styleId="Pointdossier">
    <w:name w:val="Point dossier"/>
    <w:basedOn w:val="Corpsdetexte"/>
    <w:rsid w:val="0094604A"/>
    <w:pPr>
      <w:pBdr>
        <w:left w:val="single" w:sz="4" w:space="4" w:color="auto"/>
      </w:pBdr>
      <w:tabs>
        <w:tab w:val="num" w:pos="1080"/>
      </w:tabs>
      <w:spacing w:before="240" w:after="240" w:line="340" w:lineRule="atLeast"/>
      <w:ind w:left="1088" w:hanging="731"/>
    </w:pPr>
    <w:rPr>
      <w:rFonts w:ascii="Times New Roman" w:hAnsi="Times New Roman"/>
      <w:b/>
      <w:bCs/>
      <w:smallCaps/>
      <w:szCs w:val="24"/>
    </w:rPr>
  </w:style>
  <w:style w:type="character" w:styleId="Lienhypertexte">
    <w:name w:val="Hyperlink"/>
    <w:basedOn w:val="Policepardfaut"/>
    <w:uiPriority w:val="99"/>
    <w:rsid w:val="0094604A"/>
    <w:rPr>
      <w:color w:val="0000FF"/>
      <w:u w:val="single"/>
    </w:rPr>
  </w:style>
  <w:style w:type="paragraph" w:customStyle="1" w:styleId="Pointretrait">
    <w:name w:val="Point retrait"/>
    <w:basedOn w:val="Listepuces2"/>
    <w:rsid w:val="0094604A"/>
    <w:pPr>
      <w:tabs>
        <w:tab w:val="clear" w:pos="643"/>
        <w:tab w:val="num" w:pos="720"/>
        <w:tab w:val="num" w:pos="1448"/>
      </w:tabs>
      <w:spacing w:before="120" w:line="300" w:lineRule="atLeast"/>
      <w:ind w:left="1451" w:hanging="544"/>
    </w:pPr>
    <w:rPr>
      <w:rFonts w:ascii="Times New Roman" w:hAnsi="Times New Roman"/>
      <w:b/>
      <w:bCs/>
      <w:sz w:val="24"/>
      <w:szCs w:val="24"/>
    </w:rPr>
  </w:style>
  <w:style w:type="character" w:styleId="Appelnotedebasdep">
    <w:name w:val="footnote reference"/>
    <w:semiHidden/>
    <w:rsid w:val="0094604A"/>
    <w:rPr>
      <w:vertAlign w:val="superscript"/>
      <w:lang w:bidi="ar-SA"/>
    </w:rPr>
  </w:style>
  <w:style w:type="character" w:styleId="Numrodepage">
    <w:name w:val="page number"/>
    <w:basedOn w:val="Policepardfaut"/>
    <w:semiHidden/>
    <w:rsid w:val="0094604A"/>
  </w:style>
  <w:style w:type="paragraph" w:styleId="Liste">
    <w:name w:val="List"/>
    <w:basedOn w:val="Corpsdetexte"/>
    <w:semiHidden/>
    <w:rsid w:val="0094604A"/>
    <w:pPr>
      <w:spacing w:after="240" w:line="240" w:lineRule="atLeast"/>
      <w:ind w:left="360" w:hanging="360"/>
    </w:pPr>
    <w:rPr>
      <w:rFonts w:ascii="Garamond" w:hAnsi="Garamond"/>
      <w:lang w:eastAsia="en-US"/>
    </w:rPr>
  </w:style>
  <w:style w:type="character" w:styleId="Accentuation">
    <w:name w:val="Emphasis"/>
    <w:qFormat/>
    <w:rsid w:val="0094604A"/>
    <w:rPr>
      <w:caps/>
      <w:sz w:val="18"/>
      <w:lang w:bidi="ar-SA"/>
    </w:rPr>
  </w:style>
  <w:style w:type="character" w:customStyle="1" w:styleId="z4titre41">
    <w:name w:val="z4titre41"/>
    <w:basedOn w:val="Policepardfaut"/>
    <w:rsid w:val="0094604A"/>
    <w:rPr>
      <w:rFonts w:ascii="Verdana" w:hAnsi="Verdana" w:hint="default"/>
      <w:b/>
      <w:bCs/>
      <w:color w:val="154193"/>
      <w:sz w:val="12"/>
      <w:szCs w:val="12"/>
    </w:rPr>
  </w:style>
  <w:style w:type="character" w:customStyle="1" w:styleId="z4texte1">
    <w:name w:val="z4texte1"/>
    <w:basedOn w:val="Policepardfaut"/>
    <w:rsid w:val="0094604A"/>
    <w:rPr>
      <w:rFonts w:ascii="Verdana" w:hAnsi="Verdana" w:hint="default"/>
      <w:b w:val="0"/>
      <w:bCs w:val="0"/>
      <w:i w:val="0"/>
      <w:iCs w:val="0"/>
      <w:color w:val="000000"/>
      <w:sz w:val="12"/>
      <w:szCs w:val="12"/>
    </w:rPr>
  </w:style>
  <w:style w:type="character" w:customStyle="1" w:styleId="z4texte21">
    <w:name w:val="z4texte21"/>
    <w:basedOn w:val="Policepardfaut"/>
    <w:rsid w:val="0094604A"/>
    <w:rPr>
      <w:rFonts w:ascii="Verdana" w:hAnsi="Verdana" w:hint="default"/>
      <w:b w:val="0"/>
      <w:bCs w:val="0"/>
      <w:i/>
      <w:iCs/>
      <w:color w:val="000000"/>
      <w:sz w:val="12"/>
      <w:szCs w:val="12"/>
    </w:rPr>
  </w:style>
  <w:style w:type="paragraph" w:customStyle="1" w:styleId="Case">
    <w:name w:val="Case"/>
    <w:basedOn w:val="Normal"/>
    <w:rsid w:val="0094604A"/>
    <w:pPr>
      <w:tabs>
        <w:tab w:val="num" w:pos="1440"/>
      </w:tabs>
      <w:ind w:left="1440" w:hanging="360"/>
    </w:pPr>
  </w:style>
  <w:style w:type="paragraph" w:customStyle="1" w:styleId="TMBase">
    <w:name w:val="TM Base"/>
    <w:basedOn w:val="Normal"/>
    <w:rsid w:val="0094604A"/>
    <w:pPr>
      <w:tabs>
        <w:tab w:val="right" w:leader="dot" w:pos="5040"/>
      </w:tabs>
      <w:spacing w:after="240" w:line="240" w:lineRule="atLeast"/>
      <w:jc w:val="left"/>
    </w:pPr>
    <w:rPr>
      <w:rFonts w:ascii="Garamond" w:hAnsi="Garamond"/>
      <w:szCs w:val="20"/>
      <w:lang w:eastAsia="en-US"/>
    </w:rPr>
  </w:style>
  <w:style w:type="paragraph" w:styleId="En-ttedetabledesmatires">
    <w:name w:val="TOC Heading"/>
    <w:basedOn w:val="Titre1"/>
    <w:next w:val="Normal"/>
    <w:uiPriority w:val="39"/>
    <w:qFormat/>
    <w:rsid w:val="0055076E"/>
    <w:pPr>
      <w:keepLines/>
      <w:numPr>
        <w:numId w:val="0"/>
      </w:numPr>
      <w:spacing w:before="480" w:after="0" w:line="276" w:lineRule="auto"/>
      <w:jc w:val="left"/>
      <w:outlineLvl w:val="9"/>
    </w:pPr>
    <w:rPr>
      <w:bCs/>
      <w:caps w:val="0"/>
    </w:rPr>
  </w:style>
  <w:style w:type="paragraph" w:customStyle="1" w:styleId="Pucecarr">
    <w:name w:val="Puce carré"/>
    <w:basedOn w:val="Normal"/>
    <w:rsid w:val="00D14DFB"/>
    <w:pPr>
      <w:numPr>
        <w:numId w:val="19"/>
      </w:numPr>
      <w:spacing w:line="240" w:lineRule="auto"/>
      <w:ind w:right="-1"/>
    </w:pPr>
    <w:rPr>
      <w:rFonts w:cs="Arial"/>
      <w:szCs w:val="20"/>
    </w:rPr>
  </w:style>
  <w:style w:type="paragraph" w:customStyle="1" w:styleId="Normal10">
    <w:name w:val="Normal1"/>
    <w:basedOn w:val="Normal"/>
    <w:rsid w:val="0094604A"/>
    <w:rPr>
      <w:rFonts w:ascii="Tahoma" w:hAnsi="Tahoma" w:cs="Tahoma"/>
      <w:bCs/>
      <w:color w:val="FF6600"/>
    </w:rPr>
  </w:style>
  <w:style w:type="paragraph" w:styleId="Textedebulles">
    <w:name w:val="Balloon Text"/>
    <w:basedOn w:val="Normal"/>
    <w:uiPriority w:val="99"/>
    <w:semiHidden/>
    <w:unhideWhenUsed/>
    <w:rsid w:val="0094604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uiPriority w:val="99"/>
    <w:semiHidden/>
    <w:rsid w:val="0094604A"/>
    <w:rPr>
      <w:rFonts w:ascii="Tahoma" w:hAnsi="Tahoma" w:cs="Tahoma"/>
      <w:sz w:val="16"/>
      <w:szCs w:val="16"/>
    </w:rPr>
  </w:style>
  <w:style w:type="paragraph" w:customStyle="1" w:styleId="Corpsdetexte21">
    <w:name w:val="Corps de texte 21"/>
    <w:basedOn w:val="Normal"/>
    <w:rsid w:val="0094604A"/>
    <w:pPr>
      <w:tabs>
        <w:tab w:val="left" w:pos="426"/>
        <w:tab w:val="left" w:pos="851"/>
      </w:tabs>
      <w:overflowPunct w:val="0"/>
      <w:autoSpaceDE w:val="0"/>
      <w:autoSpaceDN w:val="0"/>
      <w:adjustRightInd w:val="0"/>
      <w:spacing w:line="320" w:lineRule="atLeast"/>
      <w:ind w:left="284" w:firstLine="4"/>
      <w:textAlignment w:val="baseline"/>
    </w:pPr>
    <w:rPr>
      <w:color w:val="000000"/>
      <w:szCs w:val="20"/>
    </w:rPr>
  </w:style>
  <w:style w:type="paragraph" w:customStyle="1" w:styleId="Hautdepagedroit">
    <w:name w:val="Haut de page droit"/>
    <w:basedOn w:val="En-tte"/>
    <w:link w:val="HautdepagedroitCar"/>
    <w:rsid w:val="0050740B"/>
    <w:pPr>
      <w:jc w:val="right"/>
    </w:pPr>
    <w:rPr>
      <w:noProof/>
      <w:color w:val="0070C0"/>
      <w:sz w:val="18"/>
    </w:rPr>
  </w:style>
  <w:style w:type="paragraph" w:customStyle="1" w:styleId="Retrait12">
    <w:name w:val="Retrait1"/>
    <w:basedOn w:val="Normal"/>
    <w:rsid w:val="0094604A"/>
    <w:pPr>
      <w:spacing w:before="240" w:after="120" w:line="300" w:lineRule="atLeast"/>
      <w:ind w:left="1135" w:hanging="284"/>
    </w:pPr>
    <w:rPr>
      <w:rFonts w:ascii="Univers (W1)" w:hAnsi="Univers (W1)"/>
      <w:b/>
      <w:szCs w:val="20"/>
    </w:rPr>
  </w:style>
  <w:style w:type="paragraph" w:customStyle="1" w:styleId="Retrait3">
    <w:name w:val="Retrait3"/>
    <w:basedOn w:val="Normal"/>
    <w:rsid w:val="0094604A"/>
    <w:pPr>
      <w:spacing w:before="80" w:line="300" w:lineRule="atLeast"/>
      <w:ind w:left="1985" w:hanging="284"/>
    </w:pPr>
    <w:rPr>
      <w:rFonts w:ascii="Univers" w:hAnsi="Univers"/>
      <w:spacing w:val="-20"/>
      <w:szCs w:val="20"/>
    </w:rPr>
  </w:style>
  <w:style w:type="paragraph" w:styleId="Citationintense">
    <w:name w:val="Intense Quote"/>
    <w:basedOn w:val="Normal"/>
    <w:next w:val="Normal"/>
    <w:uiPriority w:val="30"/>
    <w:qFormat/>
    <w:rsid w:val="0094604A"/>
    <w:pPr>
      <w:pBdr>
        <w:bottom w:val="single" w:sz="4" w:space="4" w:color="4F81BD"/>
      </w:pBdr>
      <w:spacing w:before="200" w:after="280"/>
    </w:pPr>
    <w:rPr>
      <w:b/>
      <w:bCs/>
      <w:i/>
      <w:iCs/>
      <w:color w:val="4F81BD"/>
    </w:rPr>
  </w:style>
  <w:style w:type="character" w:customStyle="1" w:styleId="CitationintenseCar">
    <w:name w:val="Citation intense Car"/>
    <w:basedOn w:val="Policepardfaut"/>
    <w:uiPriority w:val="30"/>
    <w:rsid w:val="0094604A"/>
    <w:rPr>
      <w:rFonts w:ascii="Arial" w:hAnsi="Arial"/>
      <w:b/>
      <w:bCs/>
      <w:i/>
      <w:iCs/>
      <w:color w:val="4F81BD"/>
      <w:szCs w:val="24"/>
    </w:rPr>
  </w:style>
  <w:style w:type="paragraph" w:customStyle="1" w:styleId="Titre4sansnum">
    <w:name w:val="Titre 4 sans numé"/>
    <w:basedOn w:val="Titre40"/>
    <w:rsid w:val="0094604A"/>
    <w:pPr>
      <w:tabs>
        <w:tab w:val="left" w:pos="1320"/>
        <w:tab w:val="left" w:pos="1448"/>
        <w:tab w:val="left" w:pos="3062"/>
        <w:tab w:val="left" w:pos="4382"/>
        <w:tab w:val="left" w:pos="5702"/>
      </w:tabs>
      <w:spacing w:after="60" w:line="340" w:lineRule="exact"/>
      <w:ind w:left="0" w:firstLine="851"/>
      <w:outlineLvl w:val="9"/>
    </w:pPr>
    <w:rPr>
      <w:rFonts w:cs="Times New Roman"/>
      <w:i/>
      <w:color w:val="000000"/>
    </w:rPr>
  </w:style>
  <w:style w:type="paragraph" w:customStyle="1" w:styleId="Corpsdetexte31">
    <w:name w:val="Corps de texte 31"/>
    <w:basedOn w:val="Normal"/>
    <w:rsid w:val="0094604A"/>
    <w:pPr>
      <w:tabs>
        <w:tab w:val="left" w:pos="1320"/>
        <w:tab w:val="left" w:pos="3062"/>
        <w:tab w:val="left" w:pos="4382"/>
        <w:tab w:val="left" w:pos="5702"/>
      </w:tabs>
      <w:spacing w:line="300" w:lineRule="exact"/>
    </w:pPr>
    <w:rPr>
      <w:color w:val="000000"/>
      <w:szCs w:val="20"/>
    </w:rPr>
  </w:style>
  <w:style w:type="paragraph" w:customStyle="1" w:styleId="2">
    <w:name w:val="2"/>
    <w:basedOn w:val="Normal"/>
    <w:rsid w:val="0094604A"/>
    <w:pPr>
      <w:tabs>
        <w:tab w:val="left" w:pos="4850"/>
        <w:tab w:val="left" w:pos="6170"/>
        <w:tab w:val="left" w:pos="7490"/>
      </w:tabs>
      <w:spacing w:line="300" w:lineRule="atLeast"/>
      <w:jc w:val="left"/>
    </w:pPr>
    <w:rPr>
      <w:snapToGrid w:val="0"/>
      <w:color w:val="000000"/>
      <w:szCs w:val="20"/>
    </w:rPr>
  </w:style>
  <w:style w:type="paragraph" w:customStyle="1" w:styleId="p20">
    <w:name w:val="p20"/>
    <w:basedOn w:val="Normal"/>
    <w:rsid w:val="0094604A"/>
    <w:pPr>
      <w:widowControl w:val="0"/>
      <w:tabs>
        <w:tab w:val="left" w:pos="204"/>
      </w:tabs>
      <w:autoSpaceDE w:val="0"/>
      <w:autoSpaceDN w:val="0"/>
      <w:adjustRightInd w:val="0"/>
      <w:spacing w:line="232" w:lineRule="atLeast"/>
      <w:jc w:val="left"/>
    </w:pPr>
    <w:rPr>
      <w:rFonts w:ascii="Times New Roman" w:hAnsi="Times New Roman"/>
      <w:lang w:val="en-US"/>
    </w:rPr>
  </w:style>
  <w:style w:type="paragraph" w:customStyle="1" w:styleId="p25">
    <w:name w:val="p25"/>
    <w:basedOn w:val="Normal"/>
    <w:rsid w:val="0094604A"/>
    <w:pPr>
      <w:widowControl w:val="0"/>
      <w:tabs>
        <w:tab w:val="left" w:pos="419"/>
      </w:tabs>
      <w:autoSpaceDE w:val="0"/>
      <w:autoSpaceDN w:val="0"/>
      <w:adjustRightInd w:val="0"/>
      <w:spacing w:line="232" w:lineRule="atLeast"/>
      <w:ind w:left="346"/>
      <w:jc w:val="left"/>
    </w:pPr>
    <w:rPr>
      <w:rFonts w:ascii="Times New Roman" w:hAnsi="Times New Roman"/>
      <w:lang w:val="en-US"/>
    </w:rPr>
  </w:style>
  <w:style w:type="paragraph" w:customStyle="1" w:styleId="p28">
    <w:name w:val="p28"/>
    <w:basedOn w:val="Normal"/>
    <w:rsid w:val="0094604A"/>
    <w:pPr>
      <w:widowControl w:val="0"/>
      <w:autoSpaceDE w:val="0"/>
      <w:autoSpaceDN w:val="0"/>
      <w:adjustRightInd w:val="0"/>
      <w:spacing w:line="232" w:lineRule="atLeast"/>
      <w:jc w:val="left"/>
    </w:pPr>
    <w:rPr>
      <w:rFonts w:ascii="Times New Roman" w:hAnsi="Times New Roman"/>
      <w:lang w:val="en-US"/>
    </w:rPr>
  </w:style>
  <w:style w:type="paragraph" w:customStyle="1" w:styleId="p29">
    <w:name w:val="p29"/>
    <w:basedOn w:val="Normal"/>
    <w:rsid w:val="0094604A"/>
    <w:pPr>
      <w:widowControl w:val="0"/>
      <w:autoSpaceDE w:val="0"/>
      <w:autoSpaceDN w:val="0"/>
      <w:adjustRightInd w:val="0"/>
      <w:spacing w:line="334" w:lineRule="atLeast"/>
      <w:jc w:val="left"/>
    </w:pPr>
    <w:rPr>
      <w:rFonts w:ascii="Times New Roman" w:hAnsi="Times New Roman"/>
      <w:lang w:val="en-US"/>
    </w:rPr>
  </w:style>
  <w:style w:type="paragraph" w:customStyle="1" w:styleId="c30">
    <w:name w:val="c30"/>
    <w:basedOn w:val="Normal"/>
    <w:rsid w:val="0094604A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Times New Roman" w:hAnsi="Times New Roman"/>
      <w:lang w:val="en-US"/>
    </w:rPr>
  </w:style>
  <w:style w:type="paragraph" w:styleId="Paragraphedeliste">
    <w:name w:val="List Paragraph"/>
    <w:basedOn w:val="Normal"/>
    <w:link w:val="ParagraphedelisteCar"/>
    <w:uiPriority w:val="34"/>
    <w:qFormat/>
    <w:rsid w:val="00C36457"/>
    <w:pPr>
      <w:numPr>
        <w:numId w:val="12"/>
      </w:numPr>
      <w:tabs>
        <w:tab w:val="left" w:pos="993"/>
      </w:tabs>
    </w:pPr>
  </w:style>
  <w:style w:type="paragraph" w:customStyle="1" w:styleId="p33">
    <w:name w:val="p33"/>
    <w:basedOn w:val="Normal"/>
    <w:rsid w:val="0094604A"/>
    <w:pPr>
      <w:widowControl w:val="0"/>
      <w:tabs>
        <w:tab w:val="left" w:pos="623"/>
      </w:tabs>
      <w:autoSpaceDE w:val="0"/>
      <w:autoSpaceDN w:val="0"/>
      <w:adjustRightInd w:val="0"/>
      <w:spacing w:line="232" w:lineRule="atLeast"/>
      <w:ind w:left="142"/>
      <w:jc w:val="left"/>
    </w:pPr>
    <w:rPr>
      <w:rFonts w:ascii="Times New Roman" w:hAnsi="Times New Roman"/>
      <w:lang w:val="en-US"/>
    </w:rPr>
  </w:style>
  <w:style w:type="paragraph" w:customStyle="1" w:styleId="p34">
    <w:name w:val="p34"/>
    <w:basedOn w:val="Normal"/>
    <w:rsid w:val="0094604A"/>
    <w:pPr>
      <w:widowControl w:val="0"/>
      <w:tabs>
        <w:tab w:val="left" w:pos="204"/>
      </w:tabs>
      <w:autoSpaceDE w:val="0"/>
      <w:autoSpaceDN w:val="0"/>
      <w:adjustRightInd w:val="0"/>
      <w:spacing w:line="317" w:lineRule="atLeast"/>
      <w:jc w:val="left"/>
    </w:pPr>
    <w:rPr>
      <w:rFonts w:ascii="Times New Roman" w:hAnsi="Times New Roman"/>
      <w:lang w:val="en-US"/>
    </w:rPr>
  </w:style>
  <w:style w:type="paragraph" w:customStyle="1" w:styleId="p36">
    <w:name w:val="p36"/>
    <w:basedOn w:val="Normal"/>
    <w:rsid w:val="0094604A"/>
    <w:pPr>
      <w:widowControl w:val="0"/>
      <w:autoSpaceDE w:val="0"/>
      <w:autoSpaceDN w:val="0"/>
      <w:adjustRightInd w:val="0"/>
      <w:spacing w:line="232" w:lineRule="atLeast"/>
    </w:pPr>
    <w:rPr>
      <w:rFonts w:ascii="Times New Roman" w:hAnsi="Times New Roman"/>
      <w:lang w:val="en-US"/>
    </w:rPr>
  </w:style>
  <w:style w:type="paragraph" w:customStyle="1" w:styleId="p37">
    <w:name w:val="p37"/>
    <w:basedOn w:val="Normal"/>
    <w:rsid w:val="0094604A"/>
    <w:pPr>
      <w:widowControl w:val="0"/>
      <w:tabs>
        <w:tab w:val="left" w:pos="419"/>
      </w:tabs>
      <w:autoSpaceDE w:val="0"/>
      <w:autoSpaceDN w:val="0"/>
      <w:adjustRightInd w:val="0"/>
      <w:spacing w:line="334" w:lineRule="atLeast"/>
      <w:ind w:left="346" w:firstLine="73"/>
    </w:pPr>
    <w:rPr>
      <w:rFonts w:ascii="Times New Roman" w:hAnsi="Times New Roman"/>
      <w:lang w:val="en-US"/>
    </w:rPr>
  </w:style>
  <w:style w:type="paragraph" w:customStyle="1" w:styleId="p41">
    <w:name w:val="p41"/>
    <w:basedOn w:val="Normal"/>
    <w:rsid w:val="0094604A"/>
    <w:pPr>
      <w:widowControl w:val="0"/>
      <w:tabs>
        <w:tab w:val="left" w:pos="204"/>
      </w:tabs>
      <w:autoSpaceDE w:val="0"/>
      <w:autoSpaceDN w:val="0"/>
      <w:adjustRightInd w:val="0"/>
      <w:spacing w:line="334" w:lineRule="atLeast"/>
    </w:pPr>
    <w:rPr>
      <w:rFonts w:ascii="Times New Roman" w:hAnsi="Times New Roman"/>
      <w:lang w:val="en-US"/>
    </w:rPr>
  </w:style>
  <w:style w:type="paragraph" w:customStyle="1" w:styleId="p43">
    <w:name w:val="p43"/>
    <w:basedOn w:val="Normal"/>
    <w:rsid w:val="0094604A"/>
    <w:pPr>
      <w:widowControl w:val="0"/>
      <w:tabs>
        <w:tab w:val="left" w:pos="623"/>
      </w:tabs>
      <w:autoSpaceDE w:val="0"/>
      <w:autoSpaceDN w:val="0"/>
      <w:adjustRightInd w:val="0"/>
      <w:spacing w:line="334" w:lineRule="atLeast"/>
      <w:ind w:left="142"/>
      <w:jc w:val="left"/>
    </w:pPr>
    <w:rPr>
      <w:rFonts w:ascii="Times New Roman" w:hAnsi="Times New Roman"/>
      <w:lang w:val="en-US"/>
    </w:rPr>
  </w:style>
  <w:style w:type="paragraph" w:customStyle="1" w:styleId="p2">
    <w:name w:val="p2"/>
    <w:basedOn w:val="Normal"/>
    <w:rsid w:val="0094604A"/>
    <w:pPr>
      <w:widowControl w:val="0"/>
      <w:tabs>
        <w:tab w:val="left" w:pos="345"/>
      </w:tabs>
      <w:autoSpaceDE w:val="0"/>
      <w:autoSpaceDN w:val="0"/>
      <w:adjustRightInd w:val="0"/>
      <w:spacing w:line="232" w:lineRule="atLeast"/>
      <w:ind w:left="419"/>
      <w:jc w:val="left"/>
    </w:pPr>
    <w:rPr>
      <w:rFonts w:ascii="Times New Roman" w:hAnsi="Times New Roman"/>
      <w:lang w:val="en-US"/>
    </w:rPr>
  </w:style>
  <w:style w:type="paragraph" w:customStyle="1" w:styleId="p23">
    <w:name w:val="p23"/>
    <w:basedOn w:val="Normal"/>
    <w:rsid w:val="0094604A"/>
    <w:pPr>
      <w:widowControl w:val="0"/>
      <w:tabs>
        <w:tab w:val="left" w:pos="368"/>
      </w:tabs>
      <w:autoSpaceDE w:val="0"/>
      <w:autoSpaceDN w:val="0"/>
      <w:adjustRightInd w:val="0"/>
      <w:spacing w:line="240" w:lineRule="atLeast"/>
      <w:ind w:left="397" w:hanging="368"/>
      <w:jc w:val="left"/>
    </w:pPr>
    <w:rPr>
      <w:rFonts w:ascii="Times New Roman" w:hAnsi="Times New Roman"/>
      <w:lang w:val="en-US"/>
    </w:rPr>
  </w:style>
  <w:style w:type="paragraph" w:customStyle="1" w:styleId="c27">
    <w:name w:val="c27"/>
    <w:basedOn w:val="Normal"/>
    <w:rsid w:val="0094604A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Times New Roman" w:hAnsi="Times New Roman"/>
      <w:lang w:val="en-US"/>
    </w:rPr>
  </w:style>
  <w:style w:type="paragraph" w:customStyle="1" w:styleId="p35">
    <w:name w:val="p35"/>
    <w:basedOn w:val="Normal"/>
    <w:rsid w:val="0094604A"/>
    <w:pPr>
      <w:widowControl w:val="0"/>
      <w:tabs>
        <w:tab w:val="left" w:pos="368"/>
      </w:tabs>
      <w:autoSpaceDE w:val="0"/>
      <w:autoSpaceDN w:val="0"/>
      <w:adjustRightInd w:val="0"/>
      <w:spacing w:line="240" w:lineRule="atLeast"/>
      <w:ind w:left="397" w:hanging="368"/>
    </w:pPr>
    <w:rPr>
      <w:rFonts w:ascii="Times New Roman" w:hAnsi="Times New Roman"/>
      <w:lang w:val="en-US"/>
    </w:rPr>
  </w:style>
  <w:style w:type="paragraph" w:customStyle="1" w:styleId="p46">
    <w:name w:val="p46"/>
    <w:basedOn w:val="Normal"/>
    <w:rsid w:val="0094604A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</w:pPr>
    <w:rPr>
      <w:rFonts w:ascii="Times New Roman" w:hAnsi="Times New Roman"/>
      <w:lang w:val="en-US"/>
    </w:rPr>
  </w:style>
  <w:style w:type="paragraph" w:customStyle="1" w:styleId="p47">
    <w:name w:val="p47"/>
    <w:basedOn w:val="Normal"/>
    <w:rsid w:val="0094604A"/>
    <w:pPr>
      <w:widowControl w:val="0"/>
      <w:tabs>
        <w:tab w:val="left" w:pos="345"/>
      </w:tabs>
      <w:autoSpaceDE w:val="0"/>
      <w:autoSpaceDN w:val="0"/>
      <w:adjustRightInd w:val="0"/>
      <w:spacing w:line="232" w:lineRule="atLeast"/>
      <w:ind w:left="419"/>
    </w:pPr>
    <w:rPr>
      <w:rFonts w:ascii="Times New Roman" w:hAnsi="Times New Roman"/>
      <w:lang w:val="en-US"/>
    </w:rPr>
  </w:style>
  <w:style w:type="paragraph" w:customStyle="1" w:styleId="Ch-Par2">
    <w:name w:val="Ch-Par2"/>
    <w:basedOn w:val="Normal"/>
    <w:rsid w:val="0094604A"/>
    <w:pPr>
      <w:tabs>
        <w:tab w:val="left" w:pos="567"/>
        <w:tab w:val="right" w:pos="4253"/>
        <w:tab w:val="right" w:pos="5245"/>
      </w:tabs>
      <w:spacing w:line="320" w:lineRule="exact"/>
    </w:pPr>
    <w:rPr>
      <w:szCs w:val="20"/>
      <w:lang w:val="fr-CA"/>
    </w:rPr>
  </w:style>
  <w:style w:type="paragraph" w:customStyle="1" w:styleId="Textepardfaut">
    <w:name w:val="Texte par défaut"/>
    <w:basedOn w:val="Normal"/>
    <w:rsid w:val="0094604A"/>
    <w:pPr>
      <w:widowControl w:val="0"/>
      <w:autoSpaceDE w:val="0"/>
      <w:autoSpaceDN w:val="0"/>
      <w:adjustRightInd w:val="0"/>
      <w:jc w:val="left"/>
    </w:pPr>
    <w:rPr>
      <w:rFonts w:ascii="Times New Roman" w:hAnsi="Times New Roman"/>
    </w:rPr>
  </w:style>
  <w:style w:type="paragraph" w:customStyle="1" w:styleId="pointbleu">
    <w:name w:val="point bleu"/>
    <w:basedOn w:val="Normal"/>
    <w:qFormat/>
    <w:rsid w:val="00D407CD"/>
    <w:pPr>
      <w:numPr>
        <w:numId w:val="2"/>
      </w:numPr>
      <w:autoSpaceDE w:val="0"/>
      <w:autoSpaceDN w:val="0"/>
      <w:adjustRightInd w:val="0"/>
      <w:spacing w:before="120" w:after="120"/>
      <w:ind w:left="1134" w:hanging="425"/>
      <w:jc w:val="left"/>
    </w:pPr>
    <w:rPr>
      <w:rFonts w:cs="cmr10"/>
      <w:szCs w:val="20"/>
    </w:rPr>
  </w:style>
  <w:style w:type="character" w:customStyle="1" w:styleId="pointbleuCar">
    <w:name w:val="point bleu Car"/>
    <w:basedOn w:val="Policepardfaut"/>
    <w:rsid w:val="0094604A"/>
    <w:rPr>
      <w:rFonts w:ascii="Arial" w:hAnsi="Arial" w:cs="cmr10"/>
    </w:rPr>
  </w:style>
  <w:style w:type="paragraph" w:customStyle="1" w:styleId="retrait10">
    <w:name w:val="retrait 1"/>
    <w:basedOn w:val="Normal"/>
    <w:rsid w:val="0094604A"/>
    <w:pPr>
      <w:numPr>
        <w:numId w:val="3"/>
      </w:numPr>
      <w:autoSpaceDE w:val="0"/>
      <w:autoSpaceDN w:val="0"/>
      <w:adjustRightInd w:val="0"/>
    </w:pPr>
    <w:rPr>
      <w:rFonts w:ascii="Calibri" w:hAnsi="Calibri" w:cs="cmr10"/>
      <w:szCs w:val="20"/>
    </w:rPr>
  </w:style>
  <w:style w:type="paragraph" w:customStyle="1" w:styleId="Emphasecarrbleu">
    <w:name w:val="Emphase carré bleu"/>
    <w:basedOn w:val="retrait10"/>
    <w:qFormat/>
    <w:rsid w:val="00173441"/>
    <w:pPr>
      <w:spacing w:before="240" w:after="240"/>
      <w:ind w:left="709" w:hanging="567"/>
    </w:pPr>
    <w:rPr>
      <w:rFonts w:ascii="Arial" w:hAnsi="Arial" w:cs="Arial"/>
      <w:b/>
      <w:color w:val="365F91"/>
    </w:rPr>
  </w:style>
  <w:style w:type="paragraph" w:customStyle="1" w:styleId="TxBrp10">
    <w:name w:val="TxBr_p10"/>
    <w:basedOn w:val="Normal"/>
    <w:rsid w:val="0094604A"/>
    <w:pPr>
      <w:widowControl w:val="0"/>
      <w:tabs>
        <w:tab w:val="left" w:pos="317"/>
      </w:tabs>
      <w:autoSpaceDE w:val="0"/>
      <w:autoSpaceDN w:val="0"/>
      <w:adjustRightInd w:val="0"/>
      <w:spacing w:line="277" w:lineRule="exact"/>
      <w:ind w:left="317"/>
    </w:pPr>
    <w:rPr>
      <w:rFonts w:ascii="Calibri" w:hAnsi="Calibri" w:cs="Arial"/>
      <w:szCs w:val="20"/>
      <w:lang w:bidi="en-US"/>
    </w:rPr>
  </w:style>
  <w:style w:type="character" w:customStyle="1" w:styleId="TxBrp10Car">
    <w:name w:val="TxBr_p10 Car"/>
    <w:basedOn w:val="Policepardfaut"/>
    <w:rsid w:val="0094604A"/>
    <w:rPr>
      <w:rFonts w:ascii="Calibri" w:hAnsi="Calibri" w:cs="Arial"/>
      <w:lang w:bidi="en-US"/>
    </w:rPr>
  </w:style>
  <w:style w:type="paragraph" w:customStyle="1" w:styleId="Normal2">
    <w:name w:val="Normal2"/>
    <w:basedOn w:val="TxBrp10"/>
    <w:link w:val="normalCar1"/>
    <w:qFormat/>
    <w:rsid w:val="0094604A"/>
  </w:style>
  <w:style w:type="character" w:customStyle="1" w:styleId="normalCar">
    <w:name w:val="normal Car"/>
    <w:basedOn w:val="TxBrp10Car"/>
    <w:rsid w:val="0094604A"/>
    <w:rPr>
      <w:rFonts w:ascii="Calibri" w:hAnsi="Calibri" w:cs="Arial"/>
      <w:lang w:bidi="en-US"/>
    </w:rPr>
  </w:style>
  <w:style w:type="paragraph" w:customStyle="1" w:styleId="Hautpagegauche">
    <w:name w:val="Haut page gauche"/>
    <w:basedOn w:val="En-tte"/>
    <w:rsid w:val="0094604A"/>
    <w:pPr>
      <w:autoSpaceDE w:val="0"/>
      <w:autoSpaceDN w:val="0"/>
      <w:adjustRightInd w:val="0"/>
      <w:ind w:firstLine="6663"/>
    </w:pPr>
    <w:rPr>
      <w:rFonts w:cs="cmr10"/>
      <w:color w:val="365F91"/>
      <w:sz w:val="18"/>
      <w:szCs w:val="18"/>
    </w:rPr>
  </w:style>
  <w:style w:type="character" w:customStyle="1" w:styleId="HautpagedroitCar">
    <w:name w:val="Haut page droit Car"/>
    <w:basedOn w:val="En-tteCar"/>
    <w:link w:val="Hautpagedroit"/>
    <w:rsid w:val="0094604A"/>
    <w:rPr>
      <w:rFonts w:ascii="Arial" w:hAnsi="Arial" w:cs="cmr10"/>
      <w:color w:val="365F91"/>
      <w:sz w:val="18"/>
      <w:szCs w:val="18"/>
    </w:rPr>
  </w:style>
  <w:style w:type="paragraph" w:customStyle="1" w:styleId="baspagegauche">
    <w:name w:val="bas page gauche"/>
    <w:basedOn w:val="Pieddepage"/>
    <w:rsid w:val="0094604A"/>
    <w:pPr>
      <w:autoSpaceDE w:val="0"/>
      <w:autoSpaceDN w:val="0"/>
      <w:adjustRightInd w:val="0"/>
    </w:pPr>
    <w:rPr>
      <w:rFonts w:cs="cmr10"/>
      <w:b/>
      <w:noProof/>
      <w:lang w:eastAsia="en-US"/>
    </w:rPr>
  </w:style>
  <w:style w:type="character" w:customStyle="1" w:styleId="baspagegaucheCar">
    <w:name w:val="bas page gauche Car"/>
    <w:basedOn w:val="PieddepageCar"/>
    <w:rsid w:val="0094604A"/>
    <w:rPr>
      <w:rFonts w:ascii="Arial" w:hAnsi="Arial" w:cs="cmr10"/>
      <w:b/>
      <w:noProof/>
      <w:color w:val="365F91"/>
      <w:sz w:val="18"/>
      <w:szCs w:val="18"/>
      <w:lang w:eastAsia="en-US"/>
    </w:rPr>
  </w:style>
  <w:style w:type="paragraph" w:customStyle="1" w:styleId="para02">
    <w:name w:val="para02"/>
    <w:rsid w:val="0094604A"/>
    <w:pPr>
      <w:ind w:left="567"/>
      <w:jc w:val="both"/>
    </w:pPr>
    <w:rPr>
      <w:rFonts w:ascii="Arial" w:hAnsi="Arial"/>
      <w:noProof/>
      <w:sz w:val="22"/>
    </w:rPr>
  </w:style>
  <w:style w:type="paragraph" w:customStyle="1" w:styleId="personnel">
    <w:name w:val="personnel"/>
    <w:basedOn w:val="Sous-paragraphe"/>
    <w:link w:val="personnelCar1"/>
    <w:qFormat/>
    <w:rsid w:val="00FE27F6"/>
    <w:pPr>
      <w:numPr>
        <w:numId w:val="4"/>
      </w:numPr>
      <w:spacing w:before="240" w:line="280" w:lineRule="atLeast"/>
      <w:ind w:left="357" w:hanging="357"/>
    </w:pPr>
    <w:rPr>
      <w:b w:val="0"/>
      <w:color w:val="auto"/>
    </w:rPr>
  </w:style>
  <w:style w:type="paragraph" w:customStyle="1" w:styleId="note">
    <w:name w:val="note"/>
    <w:basedOn w:val="En-tte"/>
    <w:rsid w:val="0094604A"/>
    <w:pPr>
      <w:tabs>
        <w:tab w:val="clear" w:pos="9071"/>
      </w:tabs>
      <w:jc w:val="center"/>
    </w:pPr>
    <w:rPr>
      <w:b/>
      <w:bCs/>
      <w:color w:val="365F91"/>
    </w:rPr>
  </w:style>
  <w:style w:type="character" w:customStyle="1" w:styleId="CorpsdetexteCar">
    <w:name w:val="Corps de texte Car"/>
    <w:basedOn w:val="Policepardfaut"/>
    <w:semiHidden/>
    <w:rsid w:val="0094604A"/>
    <w:rPr>
      <w:rFonts w:ascii="Arial" w:hAnsi="Arial"/>
    </w:rPr>
  </w:style>
  <w:style w:type="character" w:customStyle="1" w:styleId="Corpsdetexte2Car">
    <w:name w:val="Corps de texte 2 Car"/>
    <w:basedOn w:val="CorpsdetexteCar"/>
    <w:uiPriority w:val="99"/>
    <w:semiHidden/>
    <w:rsid w:val="0094604A"/>
    <w:rPr>
      <w:rFonts w:ascii="Arial" w:hAnsi="Arial"/>
    </w:rPr>
  </w:style>
  <w:style w:type="character" w:customStyle="1" w:styleId="Sous-paragrapheCar">
    <w:name w:val="Sous-paragraphe Car"/>
    <w:basedOn w:val="Corpsdetexte2Car"/>
    <w:rsid w:val="0094604A"/>
    <w:rPr>
      <w:rFonts w:ascii="Arial" w:hAnsi="Arial"/>
      <w:spacing w:val="-2"/>
    </w:rPr>
  </w:style>
  <w:style w:type="character" w:customStyle="1" w:styleId="personnelCar">
    <w:name w:val="personnel Car"/>
    <w:basedOn w:val="Sous-paragrapheCar"/>
    <w:rsid w:val="0094604A"/>
    <w:rPr>
      <w:rFonts w:ascii="Arial" w:hAnsi="Arial"/>
      <w:spacing w:val="-2"/>
    </w:rPr>
  </w:style>
  <w:style w:type="table" w:styleId="Grilledutableau">
    <w:name w:val="Table Grid"/>
    <w:basedOn w:val="TableauNormal"/>
    <w:uiPriority w:val="59"/>
    <w:rsid w:val="00EA0E5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teCar">
    <w:name w:val="note Car"/>
    <w:basedOn w:val="En-tteCar"/>
    <w:rsid w:val="0094604A"/>
    <w:rPr>
      <w:rFonts w:ascii="Arial" w:hAnsi="Arial"/>
      <w:b/>
      <w:bCs/>
      <w:color w:val="365F91"/>
      <w:sz w:val="22"/>
    </w:rPr>
  </w:style>
  <w:style w:type="character" w:customStyle="1" w:styleId="En-tteCar1">
    <w:name w:val="En-tête Car1"/>
    <w:aliases w:val="Numérotation Car"/>
    <w:basedOn w:val="Policepardfaut"/>
    <w:link w:val="En-tte"/>
    <w:rsid w:val="0050740B"/>
    <w:rPr>
      <w:rFonts w:ascii="Arial" w:hAnsi="Arial"/>
      <w:sz w:val="22"/>
    </w:rPr>
  </w:style>
  <w:style w:type="character" w:customStyle="1" w:styleId="HautdepagedroitCar">
    <w:name w:val="Haut de page droit Car"/>
    <w:basedOn w:val="En-tteCar1"/>
    <w:link w:val="Hautdepagedroit"/>
    <w:rsid w:val="0050740B"/>
    <w:rPr>
      <w:rFonts w:ascii="Arial" w:hAnsi="Arial"/>
      <w:sz w:val="22"/>
    </w:rPr>
  </w:style>
  <w:style w:type="paragraph" w:customStyle="1" w:styleId="Normal45">
    <w:name w:val="Normal 4&amp;5"/>
    <w:basedOn w:val="Normal"/>
    <w:link w:val="Normal45Car"/>
    <w:qFormat/>
    <w:rsid w:val="00E57AF8"/>
    <w:pPr>
      <w:ind w:left="993"/>
    </w:pPr>
    <w:rPr>
      <w:lang w:eastAsia="en-US"/>
    </w:rPr>
  </w:style>
  <w:style w:type="paragraph" w:styleId="Sansinterligne">
    <w:name w:val="No Spacing"/>
    <w:link w:val="SansinterligneCar"/>
    <w:qFormat/>
    <w:rsid w:val="000861A3"/>
    <w:pPr>
      <w:jc w:val="both"/>
    </w:pPr>
    <w:rPr>
      <w:rFonts w:ascii="Arial" w:hAnsi="Arial"/>
    </w:rPr>
  </w:style>
  <w:style w:type="character" w:customStyle="1" w:styleId="Normal45Car">
    <w:name w:val="Normal 4&amp;5 Car"/>
    <w:basedOn w:val="Policepardfaut"/>
    <w:link w:val="Normal45"/>
    <w:rsid w:val="00E57AF8"/>
    <w:rPr>
      <w:rFonts w:ascii="Arial" w:hAnsi="Arial"/>
      <w:szCs w:val="24"/>
      <w:lang w:eastAsia="en-US"/>
    </w:rPr>
  </w:style>
  <w:style w:type="character" w:styleId="Accentuationlgre">
    <w:name w:val="Subtle Emphasis"/>
    <w:basedOn w:val="Policepardfaut"/>
    <w:uiPriority w:val="19"/>
    <w:qFormat/>
    <w:rsid w:val="000861A3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rsid w:val="00DF6C1B"/>
    <w:rPr>
      <w:b/>
      <w:bCs/>
      <w:i/>
      <w:iCs/>
      <w:color w:val="4F81BD" w:themeColor="accent1"/>
    </w:rPr>
  </w:style>
  <w:style w:type="character" w:styleId="lev">
    <w:name w:val="Strong"/>
    <w:basedOn w:val="Policepardfaut"/>
    <w:uiPriority w:val="22"/>
    <w:qFormat/>
    <w:rsid w:val="000861A3"/>
    <w:rPr>
      <w:b/>
      <w:bCs/>
    </w:rPr>
  </w:style>
  <w:style w:type="paragraph" w:styleId="Citation">
    <w:name w:val="Quote"/>
    <w:basedOn w:val="Normal"/>
    <w:next w:val="Normal"/>
    <w:link w:val="CitationCar"/>
    <w:uiPriority w:val="29"/>
    <w:qFormat/>
    <w:rsid w:val="000861A3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0861A3"/>
    <w:rPr>
      <w:rFonts w:ascii="Arial" w:hAnsi="Arial"/>
      <w:i/>
      <w:iCs/>
      <w:color w:val="000000" w:themeColor="text1"/>
      <w:szCs w:val="24"/>
    </w:rPr>
  </w:style>
  <w:style w:type="character" w:styleId="Rfrencelgre">
    <w:name w:val="Subtle Reference"/>
    <w:basedOn w:val="Policepardfaut"/>
    <w:uiPriority w:val="31"/>
    <w:rsid w:val="000861A3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rsid w:val="000861A3"/>
    <w:rPr>
      <w:b/>
      <w:bCs/>
      <w:smallCaps/>
      <w:color w:val="C0504D" w:themeColor="accent2"/>
      <w:spacing w:val="5"/>
      <w:u w:val="single"/>
    </w:rPr>
  </w:style>
  <w:style w:type="character" w:customStyle="1" w:styleId="Titre3Car">
    <w:name w:val="Titre 3 Car"/>
    <w:aliases w:val="Section Car,T3 Car,InterTitre Car,Section1 Car1,retrait2 Car,Titre 3 section Car,Sous titre de pièce Car,Titre 3 re Car,(CTRL 3) Car,Titre pad 3 Car,enumération a) Car,Sect Car,Section 1 Car,Prestation Car,sommaire Car,Tdm3 Car,section Car"/>
    <w:basedOn w:val="Policepardfaut"/>
    <w:link w:val="Titre3"/>
    <w:rsid w:val="00945E66"/>
    <w:rPr>
      <w:rFonts w:ascii="Roboto" w:hAnsi="Roboto" w:cs="Arial"/>
      <w:b/>
      <w:color w:val="83949C"/>
      <w:szCs w:val="22"/>
    </w:rPr>
  </w:style>
  <w:style w:type="character" w:customStyle="1" w:styleId="CharacterStyle1">
    <w:name w:val="Character Style 1"/>
    <w:uiPriority w:val="99"/>
    <w:rsid w:val="00A61149"/>
    <w:rPr>
      <w:rFonts w:ascii="Arial" w:hAnsi="Arial" w:cs="Arial"/>
      <w:sz w:val="22"/>
      <w:szCs w:val="22"/>
    </w:rPr>
  </w:style>
  <w:style w:type="paragraph" w:customStyle="1" w:styleId="Pice">
    <w:name w:val="Pièce"/>
    <w:basedOn w:val="Titre3"/>
    <w:link w:val="PiceCar"/>
    <w:qFormat/>
    <w:rsid w:val="00A61149"/>
    <w:pPr>
      <w:numPr>
        <w:ilvl w:val="0"/>
        <w:numId w:val="0"/>
      </w:numPr>
      <w:spacing w:before="100" w:beforeAutospacing="1"/>
      <w:jc w:val="center"/>
    </w:pPr>
    <w:rPr>
      <w:b w:val="0"/>
      <w:color w:val="E36C0A"/>
      <w:sz w:val="32"/>
      <w:szCs w:val="32"/>
    </w:rPr>
  </w:style>
  <w:style w:type="paragraph" w:customStyle="1" w:styleId="Pagegardemission">
    <w:name w:val="Page garde mission"/>
    <w:basedOn w:val="Titre3"/>
    <w:link w:val="PagegardemissionCar"/>
    <w:rsid w:val="00A61149"/>
    <w:pPr>
      <w:numPr>
        <w:ilvl w:val="0"/>
        <w:numId w:val="0"/>
      </w:numPr>
      <w:spacing w:after="120"/>
      <w:contextualSpacing/>
      <w:jc w:val="center"/>
    </w:pPr>
    <w:rPr>
      <w:rFonts w:ascii="Arial Black" w:hAnsi="Arial Black"/>
      <w:b w:val="0"/>
      <w:color w:val="365F91"/>
      <w:sz w:val="32"/>
      <w:szCs w:val="32"/>
    </w:rPr>
  </w:style>
  <w:style w:type="character" w:customStyle="1" w:styleId="PiceCar">
    <w:name w:val="Pièce Car"/>
    <w:basedOn w:val="Titre3Car"/>
    <w:link w:val="Pice"/>
    <w:rsid w:val="00A61149"/>
    <w:rPr>
      <w:rFonts w:ascii="Arial Gras" w:hAnsi="Arial Gras" w:cs="Arial"/>
      <w:b/>
      <w:color w:val="E36C0A"/>
      <w:sz w:val="32"/>
      <w:szCs w:val="32"/>
    </w:rPr>
  </w:style>
  <w:style w:type="paragraph" w:customStyle="1" w:styleId="pagegardeclient">
    <w:name w:val="page garde client"/>
    <w:basedOn w:val="Titre3"/>
    <w:link w:val="pagegardeclientCar"/>
    <w:qFormat/>
    <w:rsid w:val="00A61149"/>
    <w:pPr>
      <w:numPr>
        <w:ilvl w:val="0"/>
        <w:numId w:val="0"/>
      </w:numPr>
      <w:spacing w:after="120"/>
      <w:contextualSpacing/>
      <w:jc w:val="center"/>
    </w:pPr>
    <w:rPr>
      <w:rFonts w:ascii="Arial Black" w:hAnsi="Arial Black"/>
      <w:b w:val="0"/>
      <w:color w:val="365F91"/>
      <w:sz w:val="32"/>
      <w:szCs w:val="32"/>
    </w:rPr>
  </w:style>
  <w:style w:type="character" w:customStyle="1" w:styleId="PagegardemissionCar">
    <w:name w:val="Page garde mission Car"/>
    <w:basedOn w:val="Titre3Car"/>
    <w:link w:val="Pagegardemission"/>
    <w:rsid w:val="00A61149"/>
    <w:rPr>
      <w:rFonts w:ascii="Arial Black" w:hAnsi="Arial Black" w:cs="Arial"/>
      <w:b/>
      <w:color w:val="365F91"/>
      <w:sz w:val="32"/>
      <w:szCs w:val="32"/>
    </w:rPr>
  </w:style>
  <w:style w:type="character" w:customStyle="1" w:styleId="pagegardeclientCar">
    <w:name w:val="page garde client Car"/>
    <w:basedOn w:val="Titre3Car"/>
    <w:link w:val="pagegardeclient"/>
    <w:rsid w:val="00A61149"/>
    <w:rPr>
      <w:rFonts w:ascii="Arial Black" w:hAnsi="Arial Black" w:cs="Arial"/>
      <w:b/>
      <w:color w:val="365F91"/>
      <w:sz w:val="32"/>
      <w:szCs w:val="32"/>
    </w:rPr>
  </w:style>
  <w:style w:type="paragraph" w:customStyle="1" w:styleId="Validation">
    <w:name w:val="Validation"/>
    <w:basedOn w:val="Normal"/>
    <w:link w:val="ValidationCar"/>
    <w:rsid w:val="00371B5C"/>
    <w:pPr>
      <w:numPr>
        <w:numId w:val="8"/>
      </w:numPr>
      <w:tabs>
        <w:tab w:val="clear" w:pos="3900"/>
        <w:tab w:val="num" w:pos="2160"/>
      </w:tabs>
      <w:spacing w:line="300" w:lineRule="atLeast"/>
      <w:ind w:left="2160" w:hanging="540"/>
    </w:pPr>
  </w:style>
  <w:style w:type="paragraph" w:customStyle="1" w:styleId="carrbleu">
    <w:name w:val="carré bleu"/>
    <w:basedOn w:val="retrait10"/>
    <w:link w:val="carrbleuCar"/>
    <w:qFormat/>
    <w:rsid w:val="00C36457"/>
    <w:pPr>
      <w:spacing w:before="120" w:after="120" w:line="240" w:lineRule="auto"/>
      <w:ind w:left="714" w:hanging="357"/>
    </w:pPr>
    <w:rPr>
      <w:rFonts w:ascii="Arial" w:hAnsi="Arial" w:cs="Arial"/>
      <w:color w:val="365F91"/>
    </w:rPr>
  </w:style>
  <w:style w:type="character" w:customStyle="1" w:styleId="ValidationCar">
    <w:name w:val="Validation Car"/>
    <w:basedOn w:val="Policepardfaut"/>
    <w:link w:val="Validation"/>
    <w:rsid w:val="00371B5C"/>
    <w:rPr>
      <w:rFonts w:ascii="Roboto Light" w:hAnsi="Roboto Light"/>
      <w:sz w:val="21"/>
      <w:szCs w:val="22"/>
    </w:rPr>
  </w:style>
  <w:style w:type="paragraph" w:customStyle="1" w:styleId="En-tteSectionGauche">
    <w:name w:val="En-tête Section Gauche"/>
    <w:basedOn w:val="Pieddepage"/>
    <w:link w:val="En-tteSectionGaucheCar"/>
    <w:rsid w:val="00D95BE6"/>
    <w:rPr>
      <w:rFonts w:cs="Arial"/>
    </w:rPr>
  </w:style>
  <w:style w:type="paragraph" w:customStyle="1" w:styleId="Photopagegarde">
    <w:name w:val="Photo page garde"/>
    <w:basedOn w:val="Pagegardemission"/>
    <w:link w:val="PhotopagegardeCar"/>
    <w:qFormat/>
    <w:rsid w:val="00D95BE6"/>
    <w:rPr>
      <w:i/>
      <w:color w:val="7F7F7F" w:themeColor="text1" w:themeTint="80"/>
    </w:rPr>
  </w:style>
  <w:style w:type="character" w:customStyle="1" w:styleId="PieddepageCar1">
    <w:name w:val="Pied de page Car1"/>
    <w:basedOn w:val="Policepardfaut"/>
    <w:link w:val="Pieddepage"/>
    <w:rsid w:val="00D95BE6"/>
    <w:rPr>
      <w:rFonts w:ascii="Arial" w:hAnsi="Arial"/>
      <w:i/>
      <w:color w:val="365F91"/>
      <w:sz w:val="18"/>
      <w:szCs w:val="18"/>
    </w:rPr>
  </w:style>
  <w:style w:type="character" w:customStyle="1" w:styleId="En-tteSectionGaucheCar">
    <w:name w:val="En-tête Section Gauche Car"/>
    <w:basedOn w:val="PieddepageCar1"/>
    <w:link w:val="En-tteSectionGauche"/>
    <w:rsid w:val="00D95BE6"/>
    <w:rPr>
      <w:rFonts w:ascii="Arial" w:hAnsi="Arial"/>
      <w:i/>
      <w:color w:val="365F91"/>
      <w:sz w:val="18"/>
      <w:szCs w:val="18"/>
    </w:rPr>
  </w:style>
  <w:style w:type="paragraph" w:customStyle="1" w:styleId="Pointfort">
    <w:name w:val="Point fort"/>
    <w:basedOn w:val="Corpsdetexte"/>
    <w:link w:val="PointfortCar"/>
    <w:qFormat/>
    <w:rsid w:val="002B607C"/>
    <w:pPr>
      <w:numPr>
        <w:numId w:val="7"/>
      </w:numPr>
      <w:spacing w:before="240" w:after="240"/>
      <w:ind w:left="986" w:hanging="357"/>
    </w:pPr>
    <w:rPr>
      <w:b/>
      <w:u w:val="single"/>
    </w:rPr>
  </w:style>
  <w:style w:type="character" w:customStyle="1" w:styleId="PhotopagegardeCar">
    <w:name w:val="Photo page garde Car"/>
    <w:basedOn w:val="PagegardemissionCar"/>
    <w:link w:val="Photopagegarde"/>
    <w:rsid w:val="00D95BE6"/>
    <w:rPr>
      <w:rFonts w:ascii="Arial Black" w:hAnsi="Arial Black" w:cs="Arial"/>
      <w:b/>
      <w:i/>
      <w:smallCaps/>
      <w:color w:val="7F7F7F" w:themeColor="text1" w:themeTint="80"/>
      <w:sz w:val="32"/>
      <w:szCs w:val="32"/>
    </w:rPr>
  </w:style>
  <w:style w:type="paragraph" w:customStyle="1" w:styleId="Contenu">
    <w:name w:val="Contenu"/>
    <w:basedOn w:val="Validation"/>
    <w:link w:val="ContenuCar"/>
    <w:qFormat/>
    <w:rsid w:val="001279E0"/>
    <w:pPr>
      <w:tabs>
        <w:tab w:val="clear" w:pos="2160"/>
        <w:tab w:val="num" w:pos="709"/>
      </w:tabs>
      <w:spacing w:before="60" w:line="280" w:lineRule="atLeast"/>
      <w:ind w:left="709" w:hanging="425"/>
    </w:pPr>
  </w:style>
  <w:style w:type="character" w:customStyle="1" w:styleId="CorpsdetexteCar1">
    <w:name w:val="Corps de texte Car1"/>
    <w:basedOn w:val="Policepardfaut"/>
    <w:link w:val="Corpsdetexte"/>
    <w:semiHidden/>
    <w:rsid w:val="002B607C"/>
    <w:rPr>
      <w:rFonts w:ascii="Arial" w:hAnsi="Arial"/>
    </w:rPr>
  </w:style>
  <w:style w:type="character" w:customStyle="1" w:styleId="PointfortCar">
    <w:name w:val="Point fort Car"/>
    <w:basedOn w:val="CorpsdetexteCar1"/>
    <w:link w:val="Pointfort"/>
    <w:rsid w:val="002B607C"/>
    <w:rPr>
      <w:rFonts w:ascii="Roboto Light" w:hAnsi="Roboto Light"/>
      <w:b/>
      <w:sz w:val="21"/>
      <w:szCs w:val="20"/>
      <w:u w:val="single"/>
    </w:rPr>
  </w:style>
  <w:style w:type="paragraph" w:customStyle="1" w:styleId="Tiretsimple">
    <w:name w:val="Tiret simple"/>
    <w:basedOn w:val="Paragraphedeliste"/>
    <w:link w:val="TiretsimpleCar"/>
    <w:qFormat/>
    <w:rsid w:val="00875D73"/>
    <w:pPr>
      <w:numPr>
        <w:numId w:val="6"/>
      </w:numPr>
    </w:pPr>
    <w:rPr>
      <w:rFonts w:cs="Arial"/>
    </w:rPr>
  </w:style>
  <w:style w:type="character" w:customStyle="1" w:styleId="ContenuCar">
    <w:name w:val="Contenu Car"/>
    <w:basedOn w:val="ValidationCar"/>
    <w:link w:val="Contenu"/>
    <w:rsid w:val="001279E0"/>
    <w:rPr>
      <w:rFonts w:ascii="Roboto Light" w:hAnsi="Roboto Light"/>
      <w:sz w:val="21"/>
      <w:szCs w:val="22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C36457"/>
    <w:rPr>
      <w:rFonts w:ascii="Roboto Light" w:hAnsi="Roboto Light"/>
      <w:sz w:val="21"/>
      <w:szCs w:val="22"/>
    </w:rPr>
  </w:style>
  <w:style w:type="character" w:customStyle="1" w:styleId="TiretsimpleCar">
    <w:name w:val="Tiret simple Car"/>
    <w:basedOn w:val="ParagraphedelisteCar"/>
    <w:link w:val="Tiretsimple"/>
    <w:rsid w:val="00875D73"/>
    <w:rPr>
      <w:rFonts w:ascii="Roboto Light" w:hAnsi="Roboto Light" w:cs="Arial"/>
      <w:sz w:val="21"/>
      <w:szCs w:val="22"/>
    </w:rPr>
  </w:style>
  <w:style w:type="character" w:customStyle="1" w:styleId="Titre1Car">
    <w:name w:val="Titre 1 Car"/>
    <w:aliases w:val="Titre a Car,Titre 10 Car,Titre A Car,1 Car,Chapitre Car,T1 Car,TITRE1 Car,Titre 1 re Car,Chapitre1 Car,Chapitre2 Car,Chapitre3 Car,Chapitre4 Car,Chapitre5 Car,Chapitre6 Car,Chapitre7 Car,Chapitre11 Car,Chapitre21 Car,Chapitre31 Car"/>
    <w:basedOn w:val="Policepardfaut"/>
    <w:link w:val="Titre1"/>
    <w:rsid w:val="0055076E"/>
    <w:rPr>
      <w:rFonts w:ascii="Roboto" w:hAnsi="Roboto" w:cs="Arial"/>
      <w:b/>
      <w:caps/>
      <w:color w:val="03273F"/>
      <w:spacing w:val="8"/>
      <w:sz w:val="28"/>
      <w:szCs w:val="28"/>
      <w:lang w:eastAsia="en-US"/>
    </w:rPr>
  </w:style>
  <w:style w:type="character" w:customStyle="1" w:styleId="Titre2Car">
    <w:name w:val="Titre 2 Car"/>
    <w:aliases w:val="sous-chapitre Car,Titre p1 Car,T2 Car,sous-chapitre1 Car,Sous-Titre Car,new Car,titre 2 Car,Titre 2 sous chapitre Car,titre de pièce Car,Titre 2 re Car,Titre 22 Car,(CTRL + 2) Car,Titre 1. Car,messages 1 Car,1.1.1. Car,Sous-chn Car,Tdm2 Car"/>
    <w:basedOn w:val="Policepardfaut"/>
    <w:link w:val="Titre2"/>
    <w:rsid w:val="0055076E"/>
    <w:rPr>
      <w:rFonts w:ascii="Roboto" w:hAnsi="Roboto" w:cs="Arial"/>
      <w:b/>
      <w:caps/>
      <w:color w:val="03273F"/>
      <w:spacing w:val="6"/>
      <w:szCs w:val="22"/>
      <w:lang w:eastAsia="en-US"/>
    </w:rPr>
  </w:style>
  <w:style w:type="paragraph" w:customStyle="1" w:styleId="Normal20">
    <w:name w:val="Normal 2"/>
    <w:basedOn w:val="Normal"/>
    <w:rsid w:val="004E3AA5"/>
    <w:pPr>
      <w:spacing w:line="240" w:lineRule="auto"/>
      <w:ind w:left="567"/>
    </w:pPr>
    <w:rPr>
      <w:rFonts w:ascii="Times New Roman" w:hAnsi="Times New Roman"/>
      <w:szCs w:val="20"/>
    </w:rPr>
  </w:style>
  <w:style w:type="character" w:customStyle="1" w:styleId="CommentaireCar">
    <w:name w:val="Commentaire Car"/>
    <w:basedOn w:val="Policepardfaut"/>
    <w:link w:val="Commentaire"/>
    <w:rsid w:val="004E3AA5"/>
    <w:rPr>
      <w:rFonts w:ascii="Arial" w:hAnsi="Arial"/>
    </w:rPr>
  </w:style>
  <w:style w:type="paragraph" w:customStyle="1" w:styleId="Ch-texte">
    <w:name w:val="Ch-texte"/>
    <w:basedOn w:val="Corpsdetexte"/>
    <w:rsid w:val="004E3AA5"/>
    <w:pPr>
      <w:spacing w:line="360" w:lineRule="exact"/>
    </w:pPr>
  </w:style>
  <w:style w:type="character" w:customStyle="1" w:styleId="editsection">
    <w:name w:val="editsection"/>
    <w:basedOn w:val="Policepardfaut"/>
    <w:rsid w:val="004E3AA5"/>
  </w:style>
  <w:style w:type="character" w:customStyle="1" w:styleId="mw-headline">
    <w:name w:val="mw-headline"/>
    <w:basedOn w:val="Policepardfaut"/>
    <w:rsid w:val="004E3AA5"/>
  </w:style>
  <w:style w:type="character" w:customStyle="1" w:styleId="Titre4Car">
    <w:name w:val="Titre 4 Car"/>
    <w:aliases w:val="Titre 0 Car,Titre 4c Car"/>
    <w:basedOn w:val="Policepardfaut"/>
    <w:link w:val="Titre40"/>
    <w:rsid w:val="00252523"/>
    <w:rPr>
      <w:rFonts w:ascii="Roboto Light" w:hAnsi="Roboto Light" w:cs="Arial"/>
      <w:b/>
      <w:smallCaps/>
      <w:color w:val="365F91"/>
      <w:sz w:val="21"/>
      <w:szCs w:val="20"/>
      <w:u w:val="single"/>
    </w:rPr>
  </w:style>
  <w:style w:type="character" w:customStyle="1" w:styleId="Titre5Car">
    <w:name w:val="Titre 5 Car"/>
    <w:aliases w:val="sous section de pièce Car,Titre 1b Car,police procédure Car,T5 Car"/>
    <w:basedOn w:val="Policepardfaut"/>
    <w:link w:val="Titre5"/>
    <w:rsid w:val="00E504CC"/>
    <w:rPr>
      <w:rFonts w:ascii="Roboto" w:hAnsi="Roboto" w:cs="Arial"/>
      <w:b/>
      <w:color w:val="C00000"/>
      <w:sz w:val="21"/>
      <w:szCs w:val="20"/>
      <w:lang w:eastAsia="en-US"/>
    </w:rPr>
  </w:style>
  <w:style w:type="character" w:customStyle="1" w:styleId="Titre6Car">
    <w:name w:val="Titre 6 Car"/>
    <w:aliases w:val="T6 Car,Puce1 Car"/>
    <w:basedOn w:val="Policepardfaut"/>
    <w:link w:val="Titre6"/>
    <w:rsid w:val="004E3AA5"/>
    <w:rPr>
      <w:rFonts w:ascii="Arial Rounded MT Bold" w:hAnsi="Arial Rounded MT Bold"/>
      <w:b/>
      <w:i/>
      <w:sz w:val="32"/>
      <w:szCs w:val="20"/>
    </w:rPr>
  </w:style>
  <w:style w:type="character" w:customStyle="1" w:styleId="Titre7Car">
    <w:name w:val="Titre 7 Car"/>
    <w:basedOn w:val="Policepardfaut"/>
    <w:link w:val="Titre7"/>
    <w:uiPriority w:val="9"/>
    <w:rsid w:val="004E3AA5"/>
    <w:rPr>
      <w:rFonts w:ascii="Arial" w:hAnsi="Arial"/>
      <w:b/>
      <w:sz w:val="22"/>
    </w:rPr>
  </w:style>
  <w:style w:type="character" w:customStyle="1" w:styleId="Titre8Car">
    <w:name w:val="Titre 8 Car"/>
    <w:aliases w:val="Titre 4a Car"/>
    <w:basedOn w:val="Policepardfaut"/>
    <w:link w:val="Titre8"/>
    <w:rsid w:val="004E3AA5"/>
    <w:rPr>
      <w:rFonts w:ascii="Roboto Light" w:hAnsi="Roboto Light"/>
      <w:i/>
      <w:sz w:val="21"/>
      <w:szCs w:val="20"/>
    </w:rPr>
  </w:style>
  <w:style w:type="character" w:customStyle="1" w:styleId="Titre9Car">
    <w:name w:val="Titre 9 Car"/>
    <w:aliases w:val="Série pédo Car,annexe Car,Titre 9 annexe Car,titre 4 Car"/>
    <w:basedOn w:val="Policepardfaut"/>
    <w:link w:val="Titre9"/>
    <w:rsid w:val="004E3AA5"/>
    <w:rPr>
      <w:rFonts w:ascii="Roboto Light" w:hAnsi="Roboto Light"/>
      <w:b/>
      <w:i/>
      <w:sz w:val="18"/>
      <w:szCs w:val="20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4E3AA5"/>
    <w:rPr>
      <w:rFonts w:ascii="Arial" w:hAnsi="Arial"/>
      <w:sz w:val="22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4E3AA5"/>
    <w:rPr>
      <w:rFonts w:ascii="Arial" w:hAnsi="Arial"/>
      <w:sz w:val="22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4E3AA5"/>
    <w:rPr>
      <w:rFonts w:ascii="Arial" w:hAnsi="Arial"/>
      <w:szCs w:val="24"/>
    </w:rPr>
  </w:style>
  <w:style w:type="character" w:customStyle="1" w:styleId="Corpsdetexte3Car">
    <w:name w:val="Corps de texte 3 Car"/>
    <w:basedOn w:val="Policepardfaut"/>
    <w:link w:val="Corpsdetexte3"/>
    <w:semiHidden/>
    <w:rsid w:val="004E3AA5"/>
    <w:rPr>
      <w:rFonts w:ascii="Arial" w:hAnsi="Arial"/>
      <w:i/>
      <w:sz w:val="22"/>
    </w:rPr>
  </w:style>
  <w:style w:type="character" w:customStyle="1" w:styleId="TitreCar">
    <w:name w:val="Titre Car"/>
    <w:basedOn w:val="Policepardfaut"/>
    <w:link w:val="Titre"/>
    <w:rsid w:val="004E3AA5"/>
    <w:rPr>
      <w:rFonts w:ascii="Arial" w:hAnsi="Arial"/>
      <w:b/>
      <w:smallCaps/>
      <w:color w:val="008000"/>
      <w:sz w:val="36"/>
      <w:u w:val="single"/>
    </w:rPr>
  </w:style>
  <w:style w:type="character" w:customStyle="1" w:styleId="Sous-titreCar">
    <w:name w:val="Sous-titre Car"/>
    <w:basedOn w:val="Policepardfaut"/>
    <w:link w:val="Sous-titre"/>
    <w:rsid w:val="005C374B"/>
    <w:rPr>
      <w:rFonts w:ascii="Arial" w:hAnsi="Arial"/>
      <w:b/>
      <w:color w:val="17365D" w:themeColor="text2" w:themeShade="BF"/>
      <w:u w:val="single"/>
    </w:rPr>
  </w:style>
  <w:style w:type="character" w:styleId="Marquedecommentaire">
    <w:name w:val="annotation reference"/>
    <w:basedOn w:val="Policepardfaut"/>
    <w:semiHidden/>
    <w:rsid w:val="004E3AA5"/>
    <w:rPr>
      <w:sz w:val="16"/>
      <w:szCs w:val="16"/>
    </w:rPr>
  </w:style>
  <w:style w:type="paragraph" w:customStyle="1" w:styleId="Normaldcal">
    <w:name w:val="Normal décalé"/>
    <w:basedOn w:val="Normal"/>
    <w:rsid w:val="004E3AA5"/>
    <w:pPr>
      <w:spacing w:line="288" w:lineRule="auto"/>
      <w:ind w:left="284"/>
    </w:pPr>
    <w:rPr>
      <w:rFonts w:cs="Arial"/>
    </w:rPr>
  </w:style>
  <w:style w:type="paragraph" w:customStyle="1" w:styleId="titre4sansnumro">
    <w:name w:val="titre 4 sans numéro"/>
    <w:basedOn w:val="Titre40"/>
    <w:rsid w:val="004E3AA5"/>
    <w:pPr>
      <w:numPr>
        <w:numId w:val="0"/>
      </w:numPr>
      <w:tabs>
        <w:tab w:val="num" w:pos="360"/>
      </w:tabs>
      <w:spacing w:line="260" w:lineRule="exact"/>
      <w:ind w:left="709" w:hanging="709"/>
      <w:jc w:val="left"/>
      <w:outlineLvl w:val="9"/>
    </w:pPr>
    <w:rPr>
      <w:b w:val="0"/>
      <w:bCs/>
      <w:i/>
      <w:iCs/>
      <w:color w:val="008080"/>
    </w:rPr>
  </w:style>
  <w:style w:type="paragraph" w:customStyle="1" w:styleId="retrait">
    <w:name w:val="retrait"/>
    <w:basedOn w:val="Retraitcorpsdetexte2"/>
    <w:rsid w:val="004E3AA5"/>
    <w:pPr>
      <w:tabs>
        <w:tab w:val="num" w:pos="720"/>
        <w:tab w:val="left" w:pos="1320"/>
        <w:tab w:val="left" w:pos="3062"/>
        <w:tab w:val="left" w:pos="4382"/>
        <w:tab w:val="left" w:pos="5702"/>
      </w:tabs>
      <w:spacing w:before="120" w:line="280" w:lineRule="exact"/>
      <w:ind w:left="714" w:right="0" w:hanging="357"/>
    </w:pPr>
    <w:rPr>
      <w:rFonts w:cs="Arial"/>
      <w:color w:val="000000"/>
      <w:sz w:val="24"/>
    </w:rPr>
  </w:style>
  <w:style w:type="character" w:styleId="Lienhypertextesuivivisit">
    <w:name w:val="FollowedHyperlink"/>
    <w:basedOn w:val="Policepardfaut"/>
    <w:semiHidden/>
    <w:rsid w:val="004E3AA5"/>
    <w:rPr>
      <w:color w:val="800080"/>
      <w:u w:val="single"/>
    </w:rPr>
  </w:style>
  <w:style w:type="character" w:customStyle="1" w:styleId="NotedebasdepageCar">
    <w:name w:val="Note de bas de page Car"/>
    <w:basedOn w:val="Policepardfaut"/>
    <w:link w:val="Notedebasdepage"/>
    <w:semiHidden/>
    <w:rsid w:val="004E3AA5"/>
    <w:rPr>
      <w:rFonts w:ascii="Arial" w:hAnsi="Arial"/>
      <w:color w:val="000000"/>
    </w:rPr>
  </w:style>
  <w:style w:type="paragraph" w:customStyle="1" w:styleId="CM42">
    <w:name w:val="CM42"/>
    <w:basedOn w:val="Normal"/>
    <w:next w:val="Normal"/>
    <w:rsid w:val="004E3AA5"/>
    <w:pPr>
      <w:widowControl w:val="0"/>
      <w:autoSpaceDE w:val="0"/>
      <w:autoSpaceDN w:val="0"/>
      <w:adjustRightInd w:val="0"/>
      <w:spacing w:after="355" w:line="240" w:lineRule="auto"/>
    </w:pPr>
    <w:rPr>
      <w:rFonts w:ascii="Arial Narrow" w:hAnsi="Arial Narrow" w:cs="Arial"/>
    </w:rPr>
  </w:style>
  <w:style w:type="paragraph" w:customStyle="1" w:styleId="CM40">
    <w:name w:val="CM40"/>
    <w:basedOn w:val="Default"/>
    <w:next w:val="Default"/>
    <w:rsid w:val="004E3AA5"/>
    <w:pPr>
      <w:spacing w:after="58"/>
    </w:pPr>
    <w:rPr>
      <w:color w:val="auto"/>
    </w:rPr>
  </w:style>
  <w:style w:type="paragraph" w:customStyle="1" w:styleId="Default">
    <w:name w:val="Default"/>
    <w:rsid w:val="004E3AA5"/>
    <w:pPr>
      <w:widowControl w:val="0"/>
      <w:autoSpaceDE w:val="0"/>
      <w:autoSpaceDN w:val="0"/>
      <w:adjustRightInd w:val="0"/>
    </w:pPr>
    <w:rPr>
      <w:rFonts w:ascii="Arial Narrow" w:hAnsi="Arial Narrow"/>
      <w:color w:val="000000"/>
    </w:rPr>
  </w:style>
  <w:style w:type="paragraph" w:customStyle="1" w:styleId="CM19">
    <w:name w:val="CM19"/>
    <w:basedOn w:val="Default"/>
    <w:next w:val="Default"/>
    <w:rsid w:val="004E3AA5"/>
    <w:pPr>
      <w:spacing w:line="348" w:lineRule="atLeast"/>
    </w:pPr>
    <w:rPr>
      <w:color w:val="auto"/>
    </w:rPr>
  </w:style>
  <w:style w:type="paragraph" w:customStyle="1" w:styleId="CM44">
    <w:name w:val="CM44"/>
    <w:basedOn w:val="Default"/>
    <w:next w:val="Default"/>
    <w:rsid w:val="004E3AA5"/>
    <w:pPr>
      <w:spacing w:after="112"/>
    </w:pPr>
    <w:rPr>
      <w:color w:val="auto"/>
    </w:rPr>
  </w:style>
  <w:style w:type="paragraph" w:customStyle="1" w:styleId="DossiertitreRedalia">
    <w:name w:val="Dossier titre Redalia"/>
    <w:basedOn w:val="Normal"/>
    <w:rsid w:val="004E3AA5"/>
    <w:pPr>
      <w:pBdr>
        <w:bottom w:val="single" w:sz="6" w:space="1" w:color="auto"/>
      </w:pBdr>
      <w:spacing w:before="120" w:line="240" w:lineRule="auto"/>
    </w:pPr>
    <w:rPr>
      <w:rFonts w:ascii="Times New Roman" w:hAnsi="Times New Roman"/>
      <w:szCs w:val="20"/>
    </w:rPr>
  </w:style>
  <w:style w:type="paragraph" w:customStyle="1" w:styleId="1INTERLIGNE">
    <w:name w:val="1 INTERLIGNE"/>
    <w:rsid w:val="004E3AA5"/>
    <w:pPr>
      <w:jc w:val="both"/>
    </w:pPr>
    <w:rPr>
      <w:rFonts w:ascii="CGTimes_PC" w:hAnsi="CGTimes_PC"/>
    </w:rPr>
  </w:style>
  <w:style w:type="paragraph" w:customStyle="1" w:styleId="avantage">
    <w:name w:val="avantage"/>
    <w:basedOn w:val="Normal"/>
    <w:link w:val="avantageCar"/>
    <w:rsid w:val="00B569FC"/>
    <w:pPr>
      <w:numPr>
        <w:numId w:val="11"/>
      </w:numPr>
    </w:pPr>
  </w:style>
  <w:style w:type="paragraph" w:customStyle="1" w:styleId="Corpsdetextegarder">
    <w:name w:val="Corps de texte garder"/>
    <w:basedOn w:val="Corpsdetexte"/>
    <w:rsid w:val="003030C3"/>
    <w:pPr>
      <w:spacing w:after="240" w:line="240" w:lineRule="atLeast"/>
      <w:ind w:left="1080"/>
    </w:pPr>
    <w:rPr>
      <w:rFonts w:cs="Arial"/>
      <w:b/>
      <w:bCs/>
      <w:spacing w:val="-5"/>
      <w:lang w:eastAsia="en-US"/>
    </w:rPr>
  </w:style>
  <w:style w:type="paragraph" w:customStyle="1" w:styleId="Rle">
    <w:name w:val="Rôle"/>
    <w:basedOn w:val="Corpsdetexte"/>
    <w:rsid w:val="006C2FD9"/>
    <w:pPr>
      <w:spacing w:line="240" w:lineRule="auto"/>
    </w:pPr>
    <w:rPr>
      <w:rFonts w:cs="Arial"/>
      <w:b/>
      <w:smallCaps/>
      <w:color w:val="4F81BD" w:themeColor="accent1"/>
      <w:szCs w:val="24"/>
    </w:rPr>
  </w:style>
  <w:style w:type="paragraph" w:customStyle="1" w:styleId="Equipe">
    <w:name w:val="Equipe"/>
    <w:basedOn w:val="Retraitcorpsdetexte"/>
    <w:rsid w:val="009D79F4"/>
    <w:pPr>
      <w:tabs>
        <w:tab w:val="num" w:pos="993"/>
      </w:tabs>
      <w:spacing w:line="240" w:lineRule="auto"/>
      <w:ind w:left="993" w:hanging="709"/>
    </w:pPr>
    <w:rPr>
      <w:b/>
      <w:u w:val="single"/>
    </w:rPr>
  </w:style>
  <w:style w:type="paragraph" w:customStyle="1" w:styleId="Normalretrait">
    <w:name w:val="Normalretrait"/>
    <w:basedOn w:val="Normal"/>
    <w:rsid w:val="009D79F4"/>
    <w:pPr>
      <w:spacing w:line="240" w:lineRule="auto"/>
      <w:ind w:left="1448" w:right="-1"/>
    </w:pPr>
    <w:rPr>
      <w:szCs w:val="20"/>
    </w:rPr>
  </w:style>
  <w:style w:type="paragraph" w:customStyle="1" w:styleId="pointnoir">
    <w:name w:val="point noir"/>
    <w:basedOn w:val="Normal"/>
    <w:link w:val="pointnoirCar"/>
    <w:uiPriority w:val="99"/>
    <w:qFormat/>
    <w:rsid w:val="00252523"/>
    <w:pPr>
      <w:numPr>
        <w:ilvl w:val="3"/>
        <w:numId w:val="10"/>
      </w:numPr>
      <w:tabs>
        <w:tab w:val="clear" w:pos="3225"/>
        <w:tab w:val="num" w:pos="1134"/>
      </w:tabs>
      <w:spacing w:before="120" w:line="240" w:lineRule="auto"/>
      <w:ind w:left="1135" w:hanging="284"/>
      <w:jc w:val="left"/>
    </w:pPr>
  </w:style>
  <w:style w:type="paragraph" w:customStyle="1" w:styleId="Variante">
    <w:name w:val="Variante"/>
    <w:basedOn w:val="Normal"/>
    <w:rsid w:val="00B96945"/>
    <w:pPr>
      <w:numPr>
        <w:numId w:val="13"/>
      </w:numPr>
      <w:spacing w:line="260" w:lineRule="atLeast"/>
    </w:pPr>
  </w:style>
  <w:style w:type="character" w:customStyle="1" w:styleId="pointnoirCar">
    <w:name w:val="point noir Car"/>
    <w:basedOn w:val="Policepardfaut"/>
    <w:link w:val="pointnoir"/>
    <w:uiPriority w:val="99"/>
    <w:rsid w:val="00252523"/>
    <w:rPr>
      <w:rFonts w:ascii="Roboto Light" w:hAnsi="Roboto Light"/>
      <w:sz w:val="21"/>
      <w:szCs w:val="22"/>
    </w:rPr>
  </w:style>
  <w:style w:type="paragraph" w:customStyle="1" w:styleId="action">
    <w:name w:val="action"/>
    <w:basedOn w:val="Sous-paragraphe"/>
    <w:link w:val="actionCar"/>
    <w:qFormat/>
    <w:rsid w:val="00252523"/>
    <w:pPr>
      <w:numPr>
        <w:numId w:val="14"/>
      </w:numPr>
      <w:ind w:left="1134" w:hanging="425"/>
      <w:jc w:val="both"/>
    </w:pPr>
    <w:rPr>
      <w:rFonts w:cs="Times New Roman"/>
      <w:b w:val="0"/>
      <w:color w:val="auto"/>
      <w:szCs w:val="22"/>
    </w:rPr>
  </w:style>
  <w:style w:type="character" w:customStyle="1" w:styleId="actionCar">
    <w:name w:val="action Car"/>
    <w:basedOn w:val="Sous-paragrapheCar"/>
    <w:link w:val="action"/>
    <w:rsid w:val="00252523"/>
    <w:rPr>
      <w:rFonts w:ascii="Roboto Light" w:hAnsi="Roboto Light"/>
      <w:spacing w:val="-2"/>
      <w:sz w:val="21"/>
      <w:szCs w:val="22"/>
    </w:rPr>
  </w:style>
  <w:style w:type="paragraph" w:customStyle="1" w:styleId="Enu0">
    <w:name w:val="Enu 0"/>
    <w:basedOn w:val="Corpsdetexte"/>
    <w:link w:val="Enu0Car1"/>
    <w:rsid w:val="00252523"/>
    <w:pPr>
      <w:numPr>
        <w:numId w:val="15"/>
      </w:numPr>
      <w:tabs>
        <w:tab w:val="left" w:pos="709"/>
      </w:tabs>
      <w:autoSpaceDE w:val="0"/>
      <w:autoSpaceDN w:val="0"/>
      <w:adjustRightInd w:val="0"/>
      <w:spacing w:before="120" w:after="120"/>
    </w:pPr>
    <w:rPr>
      <w:rFonts w:cs="Arial"/>
    </w:rPr>
  </w:style>
  <w:style w:type="character" w:customStyle="1" w:styleId="normalCar1">
    <w:name w:val="normal Car1"/>
    <w:basedOn w:val="Policepardfaut"/>
    <w:link w:val="Normal2"/>
    <w:rsid w:val="00252523"/>
    <w:rPr>
      <w:rFonts w:ascii="Calibri" w:hAnsi="Calibri" w:cs="Arial"/>
      <w:lang w:bidi="en-US"/>
    </w:rPr>
  </w:style>
  <w:style w:type="character" w:customStyle="1" w:styleId="Enu0Car1">
    <w:name w:val="Enu 0 Car1"/>
    <w:basedOn w:val="Policepardfaut"/>
    <w:link w:val="Enu0"/>
    <w:rsid w:val="00252523"/>
    <w:rPr>
      <w:rFonts w:ascii="Roboto Light" w:hAnsi="Roboto Light" w:cs="Arial"/>
      <w:sz w:val="21"/>
      <w:szCs w:val="20"/>
    </w:rPr>
  </w:style>
  <w:style w:type="paragraph" w:customStyle="1" w:styleId="Conclusion0">
    <w:name w:val="Conclusion"/>
    <w:basedOn w:val="Normal"/>
    <w:link w:val="ConclusionCar"/>
    <w:qFormat/>
    <w:rsid w:val="00252523"/>
    <w:pPr>
      <w:jc w:val="center"/>
    </w:pPr>
    <w:rPr>
      <w:rFonts w:cs="Arial"/>
      <w:b/>
      <w:bCs/>
      <w:color w:val="993366"/>
    </w:rPr>
  </w:style>
  <w:style w:type="character" w:customStyle="1" w:styleId="ConclusionCar">
    <w:name w:val="Conclusion Car"/>
    <w:basedOn w:val="Policepardfaut"/>
    <w:link w:val="Conclusion0"/>
    <w:rsid w:val="00252523"/>
    <w:rPr>
      <w:rFonts w:ascii="Arial" w:hAnsi="Arial" w:cs="Arial"/>
      <w:b/>
      <w:bCs/>
      <w:color w:val="993366"/>
      <w:szCs w:val="22"/>
    </w:rPr>
  </w:style>
  <w:style w:type="paragraph" w:customStyle="1" w:styleId="rendu">
    <w:name w:val="rendu"/>
    <w:basedOn w:val="Normal"/>
    <w:link w:val="renduCar"/>
    <w:qFormat/>
    <w:rsid w:val="00E33B89"/>
    <w:pPr>
      <w:numPr>
        <w:numId w:val="16"/>
      </w:numPr>
      <w:spacing w:before="240" w:after="240"/>
      <w:ind w:left="993" w:hanging="709"/>
    </w:pPr>
    <w:rPr>
      <w:rFonts w:cs="Arial"/>
    </w:rPr>
  </w:style>
  <w:style w:type="character" w:customStyle="1" w:styleId="renduCar">
    <w:name w:val="rendu Car"/>
    <w:basedOn w:val="Policepardfaut"/>
    <w:link w:val="rendu"/>
    <w:rsid w:val="00E33B89"/>
    <w:rPr>
      <w:rFonts w:ascii="Roboto Light" w:hAnsi="Roboto Light" w:cs="Arial"/>
      <w:sz w:val="21"/>
      <w:szCs w:val="22"/>
    </w:rPr>
  </w:style>
  <w:style w:type="paragraph" w:customStyle="1" w:styleId="Pointbleu0">
    <w:name w:val="Point bleu"/>
    <w:basedOn w:val="Normal"/>
    <w:link w:val="PointbleuCar0"/>
    <w:qFormat/>
    <w:rsid w:val="00FE27F6"/>
    <w:pPr>
      <w:numPr>
        <w:numId w:val="25"/>
      </w:numPr>
      <w:spacing w:before="120"/>
    </w:pPr>
    <w:rPr>
      <w:rFonts w:cs="Arial"/>
      <w:szCs w:val="20"/>
    </w:rPr>
  </w:style>
  <w:style w:type="character" w:customStyle="1" w:styleId="PointbleuCar0">
    <w:name w:val="Point bleu Car"/>
    <w:basedOn w:val="Policepardfaut"/>
    <w:link w:val="Pointbleu0"/>
    <w:rsid w:val="00FE27F6"/>
    <w:rPr>
      <w:rFonts w:ascii="Roboto Light" w:hAnsi="Roboto Light" w:cs="Arial"/>
      <w:sz w:val="21"/>
      <w:szCs w:val="20"/>
    </w:rPr>
  </w:style>
  <w:style w:type="paragraph" w:customStyle="1" w:styleId="Contact">
    <w:name w:val="Contact"/>
    <w:basedOn w:val="Pointbleu0"/>
    <w:link w:val="ContactCar"/>
    <w:rsid w:val="007D6ABD"/>
    <w:pPr>
      <w:numPr>
        <w:numId w:val="0"/>
      </w:numPr>
      <w:ind w:left="709"/>
    </w:pPr>
    <w:rPr>
      <w:color w:val="00B050"/>
    </w:rPr>
  </w:style>
  <w:style w:type="character" w:customStyle="1" w:styleId="ContactCar">
    <w:name w:val="Contact Car"/>
    <w:basedOn w:val="PointbleuCar0"/>
    <w:link w:val="Contact"/>
    <w:rsid w:val="007D6ABD"/>
    <w:rPr>
      <w:rFonts w:ascii="Arial" w:hAnsi="Arial" w:cs="Arial"/>
      <w:color w:val="00B050"/>
      <w:sz w:val="22"/>
      <w:szCs w:val="20"/>
    </w:rPr>
  </w:style>
  <w:style w:type="paragraph" w:customStyle="1" w:styleId="p7">
    <w:name w:val="p7"/>
    <w:basedOn w:val="Normal"/>
    <w:rsid w:val="00AA179E"/>
    <w:pPr>
      <w:widowControl w:val="0"/>
      <w:tabs>
        <w:tab w:val="left" w:pos="600"/>
        <w:tab w:val="left" w:pos="912"/>
      </w:tabs>
      <w:autoSpaceDE w:val="0"/>
      <w:autoSpaceDN w:val="0"/>
      <w:adjustRightInd w:val="0"/>
      <w:spacing w:line="260" w:lineRule="atLeast"/>
      <w:ind w:left="963" w:hanging="363"/>
      <w:jc w:val="left"/>
    </w:pPr>
    <w:rPr>
      <w:rFonts w:ascii="Times New Roman" w:hAnsi="Times New Roman"/>
      <w:lang w:val="en-US"/>
    </w:rPr>
  </w:style>
  <w:style w:type="paragraph" w:customStyle="1" w:styleId="Style1">
    <w:name w:val="Style1"/>
    <w:basedOn w:val="Normal"/>
    <w:link w:val="Style1Car"/>
    <w:uiPriority w:val="99"/>
    <w:qFormat/>
    <w:rsid w:val="00E3242D"/>
    <w:pPr>
      <w:numPr>
        <w:numId w:val="18"/>
      </w:numPr>
      <w:spacing w:before="120" w:line="240" w:lineRule="auto"/>
    </w:pPr>
    <w:rPr>
      <w:rFonts w:cs="Arial"/>
      <w:szCs w:val="20"/>
    </w:rPr>
  </w:style>
  <w:style w:type="paragraph" w:customStyle="1" w:styleId="action1">
    <w:name w:val="action 1"/>
    <w:basedOn w:val="Style1"/>
    <w:link w:val="action1Car"/>
    <w:qFormat/>
    <w:rsid w:val="00185D53"/>
    <w:pPr>
      <w:numPr>
        <w:numId w:val="22"/>
      </w:numPr>
    </w:pPr>
  </w:style>
  <w:style w:type="character" w:customStyle="1" w:styleId="Style1Car">
    <w:name w:val="Style1 Car"/>
    <w:basedOn w:val="Policepardfaut"/>
    <w:link w:val="Style1"/>
    <w:uiPriority w:val="99"/>
    <w:rsid w:val="00E3242D"/>
    <w:rPr>
      <w:rFonts w:ascii="Roboto Light" w:hAnsi="Roboto Light" w:cs="Arial"/>
      <w:sz w:val="21"/>
      <w:szCs w:val="20"/>
    </w:rPr>
  </w:style>
  <w:style w:type="character" w:customStyle="1" w:styleId="action1Car">
    <w:name w:val="action 1 Car"/>
    <w:basedOn w:val="Style1Car"/>
    <w:link w:val="action1"/>
    <w:rsid w:val="00185D53"/>
    <w:rPr>
      <w:rFonts w:ascii="Roboto Light" w:hAnsi="Roboto Light" w:cs="Arial"/>
      <w:sz w:val="21"/>
      <w:szCs w:val="20"/>
    </w:rPr>
  </w:style>
  <w:style w:type="paragraph" w:customStyle="1" w:styleId="objectif">
    <w:name w:val="objectif"/>
    <w:basedOn w:val="action1"/>
    <w:link w:val="objectifCar"/>
    <w:uiPriority w:val="99"/>
    <w:qFormat/>
    <w:rsid w:val="00AB7210"/>
    <w:pPr>
      <w:numPr>
        <w:numId w:val="24"/>
      </w:numPr>
    </w:pPr>
    <w:rPr>
      <w:rFonts w:cs="Times New Roman"/>
      <w:szCs w:val="24"/>
    </w:rPr>
  </w:style>
  <w:style w:type="character" w:customStyle="1" w:styleId="objectifCar">
    <w:name w:val="objectif Car"/>
    <w:basedOn w:val="action1Car"/>
    <w:link w:val="objectif"/>
    <w:uiPriority w:val="99"/>
    <w:rsid w:val="00AB7210"/>
    <w:rPr>
      <w:rFonts w:ascii="Roboto Light" w:hAnsi="Roboto Light" w:cs="Arial"/>
      <w:sz w:val="21"/>
      <w:szCs w:val="20"/>
    </w:rPr>
  </w:style>
  <w:style w:type="paragraph" w:customStyle="1" w:styleId="contenu1">
    <w:name w:val="contenu 1"/>
    <w:basedOn w:val="Normal"/>
    <w:link w:val="contenu1Car"/>
    <w:qFormat/>
    <w:rsid w:val="00C5579E"/>
    <w:pPr>
      <w:numPr>
        <w:ilvl w:val="1"/>
        <w:numId w:val="20"/>
      </w:numPr>
      <w:spacing w:before="120" w:line="240" w:lineRule="auto"/>
    </w:pPr>
    <w:rPr>
      <w:rFonts w:cs="Arial"/>
      <w:szCs w:val="20"/>
    </w:rPr>
  </w:style>
  <w:style w:type="character" w:customStyle="1" w:styleId="contenu1Car">
    <w:name w:val="contenu 1 Car"/>
    <w:basedOn w:val="Policepardfaut"/>
    <w:link w:val="contenu1"/>
    <w:rsid w:val="00C5579E"/>
    <w:rPr>
      <w:rFonts w:ascii="Roboto Light" w:hAnsi="Roboto Light" w:cs="Arial"/>
      <w:sz w:val="21"/>
      <w:szCs w:val="20"/>
    </w:rPr>
  </w:style>
  <w:style w:type="paragraph" w:customStyle="1" w:styleId="Retrait2">
    <w:name w:val="Retrait2"/>
    <w:basedOn w:val="Normal"/>
    <w:rsid w:val="00341F26"/>
    <w:pPr>
      <w:spacing w:before="80" w:after="40" w:line="340" w:lineRule="atLeast"/>
      <w:ind w:left="1418" w:hanging="284"/>
    </w:pPr>
    <w:rPr>
      <w:rFonts w:ascii="Univers (W1)" w:hAnsi="Univers (W1)"/>
      <w:szCs w:val="20"/>
    </w:rPr>
  </w:style>
  <w:style w:type="paragraph" w:customStyle="1" w:styleId="Dossierremis">
    <w:name w:val="Dossier remis"/>
    <w:basedOn w:val="Normal"/>
    <w:link w:val="DossierremisCar"/>
    <w:qFormat/>
    <w:rsid w:val="005E7613"/>
    <w:pPr>
      <w:numPr>
        <w:numId w:val="21"/>
      </w:numPr>
      <w:tabs>
        <w:tab w:val="left" w:pos="709"/>
      </w:tabs>
      <w:spacing w:before="120"/>
      <w:ind w:hanging="720"/>
    </w:pPr>
    <w:rPr>
      <w:rFonts w:ascii="Times New Roman" w:hAnsi="Times New Roman"/>
    </w:rPr>
  </w:style>
  <w:style w:type="character" w:customStyle="1" w:styleId="DossierremisCar">
    <w:name w:val="Dossier remis Car"/>
    <w:basedOn w:val="Policepardfaut"/>
    <w:link w:val="Dossierremis"/>
    <w:rsid w:val="00855E48"/>
    <w:rPr>
      <w:sz w:val="21"/>
      <w:szCs w:val="22"/>
    </w:rPr>
  </w:style>
  <w:style w:type="paragraph" w:customStyle="1" w:styleId="Documentsremis">
    <w:name w:val="Documents remis"/>
    <w:basedOn w:val="Pointbleu0"/>
    <w:link w:val="DocumentsremisCar"/>
    <w:rsid w:val="00855E48"/>
    <w:pPr>
      <w:numPr>
        <w:numId w:val="0"/>
      </w:numPr>
      <w:tabs>
        <w:tab w:val="left" w:pos="993"/>
        <w:tab w:val="num" w:pos="1770"/>
      </w:tabs>
      <w:ind w:left="1770" w:hanging="360"/>
    </w:pPr>
    <w:rPr>
      <w:rFonts w:ascii="Times New Roman" w:hAnsi="Times New Roman" w:cs="Times New Roman"/>
      <w:szCs w:val="24"/>
    </w:rPr>
  </w:style>
  <w:style w:type="character" w:customStyle="1" w:styleId="DocumentsremisCar">
    <w:name w:val="Documents remis Car"/>
    <w:basedOn w:val="PointbleuCar0"/>
    <w:link w:val="Documentsremis"/>
    <w:rsid w:val="00855E48"/>
    <w:rPr>
      <w:rFonts w:ascii="Arial" w:hAnsi="Arial" w:cs="Arial"/>
      <w:sz w:val="24"/>
      <w:szCs w:val="24"/>
    </w:rPr>
  </w:style>
  <w:style w:type="paragraph" w:customStyle="1" w:styleId="tiret2">
    <w:name w:val="tiret 2"/>
    <w:basedOn w:val="Paragraphedeliste"/>
    <w:link w:val="tiret2Car"/>
    <w:qFormat/>
    <w:rsid w:val="00185D53"/>
    <w:pPr>
      <w:numPr>
        <w:numId w:val="23"/>
      </w:numPr>
      <w:ind w:left="1560" w:hanging="284"/>
    </w:pPr>
  </w:style>
  <w:style w:type="paragraph" w:customStyle="1" w:styleId="intervenant">
    <w:name w:val="intervenant"/>
    <w:basedOn w:val="Pice"/>
    <w:link w:val="intervenantCar"/>
    <w:rsid w:val="003D1060"/>
    <w:pPr>
      <w:jc w:val="left"/>
    </w:pPr>
    <w:rPr>
      <w:b/>
      <w:i/>
      <w:sz w:val="22"/>
      <w:szCs w:val="22"/>
      <w:u w:val="single"/>
    </w:rPr>
  </w:style>
  <w:style w:type="character" w:customStyle="1" w:styleId="tiret2Car">
    <w:name w:val="tiret 2 Car"/>
    <w:basedOn w:val="ParagraphedelisteCar"/>
    <w:link w:val="tiret2"/>
    <w:rsid w:val="00185D53"/>
    <w:rPr>
      <w:rFonts w:ascii="Roboto Light" w:hAnsi="Roboto Light"/>
      <w:sz w:val="21"/>
      <w:szCs w:val="22"/>
    </w:rPr>
  </w:style>
  <w:style w:type="character" w:customStyle="1" w:styleId="intervenantCar">
    <w:name w:val="intervenant Car"/>
    <w:basedOn w:val="PiceCar"/>
    <w:link w:val="intervenant"/>
    <w:rsid w:val="003D1060"/>
    <w:rPr>
      <w:rFonts w:ascii="Arial Gras" w:hAnsi="Arial Gras" w:cs="Arial"/>
      <w:b/>
      <w:i/>
      <w:color w:val="E36C0A"/>
      <w:sz w:val="22"/>
      <w:szCs w:val="22"/>
      <w:u w:val="single"/>
    </w:rPr>
  </w:style>
  <w:style w:type="paragraph" w:customStyle="1" w:styleId="lgendephoto">
    <w:name w:val="légende photo"/>
    <w:basedOn w:val="Pointbleu0"/>
    <w:link w:val="lgendephotoCar"/>
    <w:rsid w:val="00A94A66"/>
    <w:pPr>
      <w:numPr>
        <w:numId w:val="0"/>
      </w:numPr>
      <w:spacing w:line="200" w:lineRule="atLeast"/>
      <w:jc w:val="center"/>
    </w:pPr>
    <w:rPr>
      <w:i/>
      <w:color w:val="404040" w:themeColor="text1" w:themeTint="BF"/>
      <w:sz w:val="18"/>
      <w:szCs w:val="18"/>
    </w:rPr>
  </w:style>
  <w:style w:type="character" w:customStyle="1" w:styleId="lgendephotoCar">
    <w:name w:val="légende photo Car"/>
    <w:basedOn w:val="PointbleuCar0"/>
    <w:link w:val="lgendephoto"/>
    <w:rsid w:val="00A94A66"/>
    <w:rPr>
      <w:rFonts w:ascii="Arial" w:hAnsi="Arial" w:cs="Arial"/>
      <w:i/>
      <w:color w:val="404040" w:themeColor="text1" w:themeTint="BF"/>
      <w:sz w:val="18"/>
      <w:szCs w:val="18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92ABA"/>
    <w:rPr>
      <w:rFonts w:ascii="Arial" w:hAnsi="Arial"/>
      <w:szCs w:val="24"/>
    </w:rPr>
  </w:style>
  <w:style w:type="character" w:customStyle="1" w:styleId="carrbleuCar">
    <w:name w:val="carré bleu Car"/>
    <w:basedOn w:val="Policepardfaut"/>
    <w:link w:val="carrbleu"/>
    <w:rsid w:val="00886C2C"/>
    <w:rPr>
      <w:rFonts w:ascii="Arial" w:hAnsi="Arial" w:cs="Arial"/>
      <w:color w:val="365F91"/>
      <w:sz w:val="21"/>
      <w:szCs w:val="20"/>
    </w:rPr>
  </w:style>
  <w:style w:type="paragraph" w:customStyle="1" w:styleId="content">
    <w:name w:val="content"/>
    <w:basedOn w:val="Normal"/>
    <w:rsid w:val="004161D7"/>
  </w:style>
  <w:style w:type="paragraph" w:styleId="Tabledesillustrations">
    <w:name w:val="table of figures"/>
    <w:basedOn w:val="TMBase"/>
    <w:uiPriority w:val="99"/>
    <w:rsid w:val="00916EEA"/>
    <w:pPr>
      <w:tabs>
        <w:tab w:val="clear" w:pos="5040"/>
      </w:tabs>
      <w:spacing w:after="0" w:line="280" w:lineRule="atLeast"/>
      <w:ind w:left="400" w:hanging="400"/>
    </w:pPr>
    <w:rPr>
      <w:rFonts w:asciiTheme="minorHAnsi" w:hAnsiTheme="minorHAnsi"/>
      <w:smallCaps/>
      <w:lang w:eastAsia="fr-FR"/>
    </w:rPr>
  </w:style>
  <w:style w:type="paragraph" w:customStyle="1" w:styleId="Niveau2">
    <w:name w:val="Niveau 2"/>
    <w:basedOn w:val="Normal"/>
    <w:rsid w:val="00240B56"/>
    <w:pPr>
      <w:spacing w:line="240" w:lineRule="auto"/>
      <w:jc w:val="left"/>
    </w:pPr>
    <w:rPr>
      <w:rFonts w:ascii="Times New Roman" w:hAnsi="Times New Roman"/>
      <w:b/>
      <w:szCs w:val="20"/>
    </w:rPr>
  </w:style>
  <w:style w:type="character" w:customStyle="1" w:styleId="Fort">
    <w:name w:val="Fort"/>
    <w:rsid w:val="00240B56"/>
    <w:rPr>
      <w:b/>
    </w:rPr>
  </w:style>
  <w:style w:type="paragraph" w:customStyle="1" w:styleId="En-tte1">
    <w:name w:val="En-tête 1"/>
    <w:basedOn w:val="Normal"/>
    <w:link w:val="En-tte1Car"/>
    <w:qFormat/>
    <w:rsid w:val="009C11FF"/>
    <w:pPr>
      <w:pBdr>
        <w:bottom w:val="single" w:sz="4" w:space="1" w:color="F79646" w:themeColor="accent6"/>
      </w:pBdr>
    </w:pPr>
    <w:rPr>
      <w:color w:val="F79646" w:themeColor="accent6"/>
      <w:sz w:val="18"/>
      <w:szCs w:val="18"/>
    </w:rPr>
  </w:style>
  <w:style w:type="paragraph" w:customStyle="1" w:styleId="Pieddepage1">
    <w:name w:val="Pied de page 1"/>
    <w:basedOn w:val="En-tte1"/>
    <w:link w:val="Pieddepage1Car"/>
    <w:qFormat/>
    <w:rsid w:val="009C11FF"/>
    <w:pPr>
      <w:pBdr>
        <w:bottom w:val="none" w:sz="0" w:space="0" w:color="auto"/>
      </w:pBdr>
      <w:jc w:val="center"/>
    </w:pPr>
  </w:style>
  <w:style w:type="character" w:customStyle="1" w:styleId="En-tte1Car">
    <w:name w:val="En-tête 1 Car"/>
    <w:basedOn w:val="Policepardfaut"/>
    <w:link w:val="En-tte1"/>
    <w:rsid w:val="009C11FF"/>
    <w:rPr>
      <w:rFonts w:ascii="Arial" w:hAnsi="Arial"/>
      <w:color w:val="F79646" w:themeColor="accent6"/>
      <w:sz w:val="18"/>
      <w:szCs w:val="18"/>
    </w:rPr>
  </w:style>
  <w:style w:type="paragraph" w:customStyle="1" w:styleId="borduredroitepage">
    <w:name w:val="bordure droite page"/>
    <w:basedOn w:val="Normal"/>
    <w:link w:val="borduredroitepageCar"/>
    <w:qFormat/>
    <w:rsid w:val="00423CDB"/>
    <w:rPr>
      <w:rFonts w:ascii="Arial Black" w:hAnsi="Arial Black"/>
      <w:b/>
      <w:color w:val="95B3D7" w:themeColor="accent1" w:themeTint="99"/>
      <w:spacing w:val="10"/>
      <w:sz w:val="32"/>
      <w:szCs w:val="32"/>
    </w:rPr>
  </w:style>
  <w:style w:type="character" w:customStyle="1" w:styleId="Pieddepage1Car">
    <w:name w:val="Pied de page 1 Car"/>
    <w:basedOn w:val="En-tte1Car"/>
    <w:link w:val="Pieddepage1"/>
    <w:rsid w:val="009C11FF"/>
    <w:rPr>
      <w:rFonts w:ascii="Arial" w:hAnsi="Arial"/>
      <w:color w:val="F79646" w:themeColor="accent6"/>
      <w:sz w:val="18"/>
      <w:szCs w:val="18"/>
    </w:rPr>
  </w:style>
  <w:style w:type="paragraph" w:customStyle="1" w:styleId="pagegardedossier">
    <w:name w:val="page garde dossier"/>
    <w:basedOn w:val="Normal"/>
    <w:link w:val="pagegardedossierCar"/>
    <w:qFormat/>
    <w:rsid w:val="007F10F3"/>
    <w:pPr>
      <w:jc w:val="center"/>
    </w:pPr>
    <w:rPr>
      <w:rFonts w:ascii="Arial Black" w:hAnsi="Arial Black"/>
      <w:b/>
      <w:caps/>
      <w:color w:val="F79646" w:themeColor="accent6"/>
      <w:sz w:val="40"/>
      <w:szCs w:val="40"/>
    </w:rPr>
  </w:style>
  <w:style w:type="character" w:customStyle="1" w:styleId="borduredroitepageCar">
    <w:name w:val="bordure droite page Car"/>
    <w:basedOn w:val="Policepardfaut"/>
    <w:link w:val="borduredroitepage"/>
    <w:rsid w:val="00423CDB"/>
    <w:rPr>
      <w:rFonts w:ascii="Arial Black" w:hAnsi="Arial Black"/>
      <w:b/>
      <w:color w:val="95B3D7" w:themeColor="accent1" w:themeTint="99"/>
      <w:spacing w:val="10"/>
      <w:sz w:val="32"/>
      <w:szCs w:val="32"/>
    </w:rPr>
  </w:style>
  <w:style w:type="paragraph" w:customStyle="1" w:styleId="pagegarde1">
    <w:name w:val="page garde 1"/>
    <w:basedOn w:val="pagegardedossier"/>
    <w:link w:val="pagegarde1Car"/>
    <w:qFormat/>
    <w:rsid w:val="007F10F3"/>
  </w:style>
  <w:style w:type="character" w:customStyle="1" w:styleId="pagegardedossierCar">
    <w:name w:val="page garde dossier Car"/>
    <w:basedOn w:val="Policepardfaut"/>
    <w:link w:val="pagegardedossier"/>
    <w:rsid w:val="007F10F3"/>
    <w:rPr>
      <w:rFonts w:ascii="Arial Black" w:hAnsi="Arial Black"/>
      <w:b/>
      <w:caps/>
      <w:color w:val="F79646" w:themeColor="accent6"/>
      <w:sz w:val="40"/>
      <w:szCs w:val="40"/>
    </w:rPr>
  </w:style>
  <w:style w:type="paragraph" w:customStyle="1" w:styleId="Pagegarde2">
    <w:name w:val="Page garde 2"/>
    <w:basedOn w:val="pagegarde1"/>
    <w:link w:val="Pagegarde2Car"/>
    <w:qFormat/>
    <w:rsid w:val="000B7576"/>
    <w:pPr>
      <w:jc w:val="left"/>
    </w:pPr>
    <w:rPr>
      <w:rFonts w:ascii="Arial" w:hAnsi="Arial" w:cs="Arial"/>
      <w:sz w:val="28"/>
      <w:szCs w:val="28"/>
    </w:rPr>
  </w:style>
  <w:style w:type="character" w:customStyle="1" w:styleId="pagegarde1Car">
    <w:name w:val="page garde 1 Car"/>
    <w:basedOn w:val="pagegardedossierCar"/>
    <w:link w:val="pagegarde1"/>
    <w:rsid w:val="007F10F3"/>
    <w:rPr>
      <w:rFonts w:ascii="Arial Black" w:hAnsi="Arial Black"/>
      <w:b/>
      <w:caps/>
      <w:color w:val="F79646" w:themeColor="accent6"/>
      <w:sz w:val="40"/>
      <w:szCs w:val="40"/>
    </w:rPr>
  </w:style>
  <w:style w:type="paragraph" w:customStyle="1" w:styleId="pagegardetitre">
    <w:name w:val="page garde titre"/>
    <w:basedOn w:val="Sansinterligne"/>
    <w:link w:val="pagegardetitreCar"/>
    <w:qFormat/>
    <w:rsid w:val="008A1EBE"/>
    <w:pPr>
      <w:spacing w:before="120" w:after="120" w:line="600" w:lineRule="atLeast"/>
      <w:jc w:val="right"/>
    </w:pPr>
    <w:rPr>
      <w:rFonts w:ascii="Arial Black" w:hAnsi="Arial Black"/>
      <w:b/>
      <w:caps/>
      <w:color w:val="FFFFFF" w:themeColor="background1"/>
      <w:sz w:val="32"/>
      <w:szCs w:val="20"/>
    </w:rPr>
  </w:style>
  <w:style w:type="character" w:customStyle="1" w:styleId="Pagegarde2Car">
    <w:name w:val="Page garde 2 Car"/>
    <w:basedOn w:val="pagegarde1Car"/>
    <w:link w:val="Pagegarde2"/>
    <w:rsid w:val="000B7576"/>
    <w:rPr>
      <w:rFonts w:ascii="Arial" w:hAnsi="Arial" w:cs="Arial"/>
      <w:b/>
      <w:caps/>
      <w:color w:val="F79646" w:themeColor="accent6"/>
      <w:sz w:val="28"/>
      <w:szCs w:val="28"/>
    </w:rPr>
  </w:style>
  <w:style w:type="paragraph" w:customStyle="1" w:styleId="pagegardeadresse">
    <w:name w:val="page garde adresse"/>
    <w:basedOn w:val="Pagegarde2"/>
    <w:link w:val="pagegardeadresseCar"/>
    <w:qFormat/>
    <w:rsid w:val="007F10F3"/>
    <w:rPr>
      <w:b w:val="0"/>
      <w:caps w:val="0"/>
      <w:color w:val="1F497D" w:themeColor="text2"/>
      <w:sz w:val="20"/>
      <w:szCs w:val="20"/>
    </w:rPr>
  </w:style>
  <w:style w:type="character" w:customStyle="1" w:styleId="pagegardetitreCar">
    <w:name w:val="page garde titre Car"/>
    <w:basedOn w:val="SansinterligneCar"/>
    <w:link w:val="pagegardetitre"/>
    <w:rsid w:val="008A1EBE"/>
    <w:rPr>
      <w:rFonts w:ascii="Arial Black" w:hAnsi="Arial Black"/>
      <w:b/>
      <w:caps/>
      <w:color w:val="FFFFFF" w:themeColor="background1"/>
      <w:sz w:val="32"/>
      <w:szCs w:val="24"/>
    </w:rPr>
  </w:style>
  <w:style w:type="paragraph" w:customStyle="1" w:styleId="pagegardeMO">
    <w:name w:val="page garde MO"/>
    <w:basedOn w:val="Normal"/>
    <w:link w:val="pagegardeMOCar"/>
    <w:qFormat/>
    <w:rsid w:val="00314505"/>
    <w:pPr>
      <w:jc w:val="center"/>
    </w:pPr>
    <w:rPr>
      <w:rFonts w:ascii="Calibri" w:hAnsi="Calibri"/>
    </w:rPr>
  </w:style>
  <w:style w:type="character" w:customStyle="1" w:styleId="pagegardeadresseCar">
    <w:name w:val="page garde adresse Car"/>
    <w:basedOn w:val="Pagegarde2Car"/>
    <w:link w:val="pagegardeadresse"/>
    <w:rsid w:val="007F10F3"/>
    <w:rPr>
      <w:rFonts w:ascii="Arial" w:hAnsi="Arial" w:cs="Arial"/>
      <w:b/>
      <w:caps/>
      <w:color w:val="1F497D" w:themeColor="text2"/>
      <w:sz w:val="28"/>
      <w:szCs w:val="28"/>
    </w:rPr>
  </w:style>
  <w:style w:type="paragraph" w:customStyle="1" w:styleId="Maintiencorpsdetexte">
    <w:name w:val="Maintien corps de texte"/>
    <w:basedOn w:val="Corpsdetexte"/>
    <w:rsid w:val="003471CA"/>
    <w:pPr>
      <w:spacing w:after="240" w:line="240" w:lineRule="atLeast"/>
      <w:ind w:left="1080"/>
    </w:pPr>
    <w:rPr>
      <w:spacing w:val="-5"/>
      <w:lang w:eastAsia="en-US"/>
    </w:rPr>
  </w:style>
  <w:style w:type="character" w:customStyle="1" w:styleId="pagegardeMOCar">
    <w:name w:val="page garde MO Car"/>
    <w:basedOn w:val="Policepardfaut"/>
    <w:link w:val="pagegardeMO"/>
    <w:rsid w:val="00314505"/>
    <w:rPr>
      <w:rFonts w:ascii="Calibri" w:hAnsi="Calibri"/>
      <w:sz w:val="22"/>
      <w:szCs w:val="22"/>
    </w:rPr>
  </w:style>
  <w:style w:type="character" w:customStyle="1" w:styleId="CharacterStyle3">
    <w:name w:val="Character Style 3"/>
    <w:rsid w:val="003471CA"/>
    <w:rPr>
      <w:rFonts w:ascii="Arial" w:hAnsi="Arial" w:cs="Arial"/>
      <w:sz w:val="20"/>
      <w:szCs w:val="20"/>
    </w:rPr>
  </w:style>
  <w:style w:type="paragraph" w:customStyle="1" w:styleId="En-ttebase">
    <w:name w:val="En-tête (base)"/>
    <w:basedOn w:val="Corpsdetexte"/>
    <w:rsid w:val="003471CA"/>
    <w:pPr>
      <w:keepLines/>
      <w:tabs>
        <w:tab w:val="center" w:pos="4320"/>
        <w:tab w:val="right" w:pos="8640"/>
      </w:tabs>
      <w:spacing w:line="240" w:lineRule="atLeast"/>
      <w:ind w:left="1080"/>
      <w:jc w:val="center"/>
    </w:pPr>
    <w:rPr>
      <w:smallCaps/>
      <w:spacing w:val="15"/>
      <w:lang w:eastAsia="en-US"/>
    </w:rPr>
  </w:style>
  <w:style w:type="paragraph" w:customStyle="1" w:styleId="Tableau">
    <w:name w:val="Tableau"/>
    <w:basedOn w:val="Normal"/>
    <w:link w:val="TableauCar"/>
    <w:qFormat/>
    <w:rsid w:val="003471CA"/>
    <w:pPr>
      <w:pBdr>
        <w:top w:val="single" w:sz="4" w:space="1" w:color="1F497D" w:themeColor="text2"/>
        <w:left w:val="single" w:sz="4" w:space="4" w:color="1F497D" w:themeColor="text2"/>
        <w:bottom w:val="single" w:sz="4" w:space="1" w:color="1F497D" w:themeColor="text2"/>
        <w:right w:val="single" w:sz="4" w:space="4" w:color="1F497D" w:themeColor="text2"/>
      </w:pBdr>
      <w:jc w:val="center"/>
    </w:pPr>
    <w:rPr>
      <w:b/>
      <w:color w:val="1F497D" w:themeColor="text2"/>
    </w:rPr>
  </w:style>
  <w:style w:type="character" w:customStyle="1" w:styleId="TableauCar">
    <w:name w:val="Tableau Car"/>
    <w:basedOn w:val="Policepardfaut"/>
    <w:link w:val="Tableau"/>
    <w:rsid w:val="003471CA"/>
    <w:rPr>
      <w:rFonts w:ascii="Arial" w:hAnsi="Arial"/>
      <w:b/>
      <w:color w:val="1F497D" w:themeColor="text2"/>
      <w:szCs w:val="24"/>
    </w:rPr>
  </w:style>
  <w:style w:type="paragraph" w:customStyle="1" w:styleId="losangebleu">
    <w:name w:val="losange bleu"/>
    <w:basedOn w:val="Normal"/>
    <w:link w:val="losangebleuCar"/>
    <w:qFormat/>
    <w:rsid w:val="00441B9E"/>
    <w:pPr>
      <w:numPr>
        <w:numId w:val="26"/>
      </w:numPr>
      <w:spacing w:line="300" w:lineRule="atLeast"/>
    </w:pPr>
  </w:style>
  <w:style w:type="character" w:customStyle="1" w:styleId="losangebleuCar">
    <w:name w:val="losange bleu Car"/>
    <w:basedOn w:val="Policepardfaut"/>
    <w:link w:val="losangebleu"/>
    <w:rsid w:val="00441B9E"/>
    <w:rPr>
      <w:rFonts w:ascii="Roboto Light" w:hAnsi="Roboto Light"/>
      <w:sz w:val="21"/>
      <w:szCs w:val="22"/>
    </w:rPr>
  </w:style>
  <w:style w:type="paragraph" w:customStyle="1" w:styleId="chapitre">
    <w:name w:val="chapitre"/>
    <w:basedOn w:val="Normal"/>
    <w:link w:val="chapitreCar"/>
    <w:qFormat/>
    <w:rsid w:val="00441B9E"/>
    <w:pPr>
      <w:spacing w:before="120" w:line="240" w:lineRule="auto"/>
      <w:ind w:left="284" w:hanging="284"/>
    </w:pPr>
    <w:rPr>
      <w:rFonts w:ascii="Times New Roman" w:hAnsi="Times New Roman"/>
      <w:i/>
      <w:color w:val="F79646"/>
    </w:rPr>
  </w:style>
  <w:style w:type="character" w:customStyle="1" w:styleId="chapitreCar">
    <w:name w:val="chapitre Car"/>
    <w:basedOn w:val="Policepardfaut"/>
    <w:link w:val="chapitre"/>
    <w:rsid w:val="00441B9E"/>
    <w:rPr>
      <w:i/>
      <w:color w:val="F79646"/>
      <w:sz w:val="24"/>
      <w:szCs w:val="24"/>
    </w:rPr>
  </w:style>
  <w:style w:type="paragraph" w:customStyle="1" w:styleId="pointn">
    <w:name w:val="point n°"/>
    <w:basedOn w:val="Paragraphedeliste"/>
    <w:link w:val="pointnCar"/>
    <w:qFormat/>
    <w:rsid w:val="001A287F"/>
    <w:pPr>
      <w:numPr>
        <w:numId w:val="27"/>
      </w:numPr>
      <w:spacing w:before="120" w:after="120"/>
      <w:ind w:left="714" w:hanging="357"/>
    </w:pPr>
  </w:style>
  <w:style w:type="character" w:customStyle="1" w:styleId="pointnCar">
    <w:name w:val="point n° Car"/>
    <w:basedOn w:val="ParagraphedelisteCar"/>
    <w:link w:val="pointn"/>
    <w:rsid w:val="001A287F"/>
    <w:rPr>
      <w:rFonts w:ascii="Roboto Light" w:hAnsi="Roboto Light"/>
      <w:sz w:val="21"/>
      <w:szCs w:val="22"/>
    </w:rPr>
  </w:style>
  <w:style w:type="paragraph" w:customStyle="1" w:styleId="Personnel2">
    <w:name w:val="Personnel 2"/>
    <w:basedOn w:val="personnel"/>
    <w:link w:val="Personnel2Car"/>
    <w:qFormat/>
    <w:rsid w:val="00A24883"/>
    <w:pPr>
      <w:numPr>
        <w:numId w:val="28"/>
      </w:numPr>
      <w:spacing w:before="120" w:line="240" w:lineRule="auto"/>
      <w:ind w:left="357" w:hanging="357"/>
    </w:pPr>
    <w:rPr>
      <w:b/>
    </w:rPr>
  </w:style>
  <w:style w:type="character" w:customStyle="1" w:styleId="Personnel2Car">
    <w:name w:val="Personnel 2 Car"/>
    <w:basedOn w:val="Policepardfaut"/>
    <w:link w:val="Personnel2"/>
    <w:rsid w:val="00A24883"/>
    <w:rPr>
      <w:rFonts w:ascii="Roboto Light" w:hAnsi="Roboto Light" w:cs="Arial"/>
      <w:b/>
      <w:spacing w:val="-2"/>
      <w:sz w:val="21"/>
      <w:szCs w:val="20"/>
    </w:rPr>
  </w:style>
  <w:style w:type="character" w:customStyle="1" w:styleId="personnelCar1">
    <w:name w:val="personnel Car1"/>
    <w:basedOn w:val="Policepardfaut"/>
    <w:link w:val="personnel"/>
    <w:rsid w:val="00A24883"/>
    <w:rPr>
      <w:rFonts w:ascii="Roboto Light" w:hAnsi="Roboto Light" w:cs="Arial"/>
      <w:spacing w:val="-2"/>
      <w:sz w:val="21"/>
      <w:szCs w:val="20"/>
    </w:rPr>
  </w:style>
  <w:style w:type="paragraph" w:customStyle="1" w:styleId="CorpsdeTexteConserver">
    <w:name w:val="Corps de Texte Conserver"/>
    <w:basedOn w:val="Corpsdetexte"/>
    <w:rsid w:val="007B1024"/>
    <w:pPr>
      <w:autoSpaceDE w:val="0"/>
      <w:autoSpaceDN w:val="0"/>
      <w:adjustRightInd w:val="0"/>
      <w:spacing w:line="240" w:lineRule="auto"/>
    </w:pPr>
    <w:rPr>
      <w:rFonts w:cs="Arial"/>
      <w:noProof/>
      <w:spacing w:val="-5"/>
      <w:lang w:eastAsia="en-US"/>
    </w:rPr>
  </w:style>
  <w:style w:type="character" w:styleId="Textedelespacerserv">
    <w:name w:val="Placeholder Text"/>
    <w:basedOn w:val="Policepardfaut"/>
    <w:uiPriority w:val="99"/>
    <w:semiHidden/>
    <w:rsid w:val="003B0058"/>
    <w:rPr>
      <w:color w:val="808080"/>
    </w:rPr>
  </w:style>
  <w:style w:type="paragraph" w:customStyle="1" w:styleId="Normal21">
    <w:name w:val="Normal21"/>
    <w:basedOn w:val="TxBrp10"/>
    <w:rsid w:val="003341A6"/>
  </w:style>
  <w:style w:type="paragraph" w:customStyle="1" w:styleId="p5">
    <w:name w:val="p5"/>
    <w:basedOn w:val="Normal"/>
    <w:rsid w:val="003341A6"/>
    <w:pPr>
      <w:widowControl w:val="0"/>
      <w:tabs>
        <w:tab w:val="left" w:pos="543"/>
        <w:tab w:val="left" w:pos="1728"/>
        <w:tab w:val="left" w:pos="2304"/>
        <w:tab w:val="left" w:pos="4320"/>
      </w:tabs>
      <w:autoSpaceDE w:val="0"/>
      <w:autoSpaceDN w:val="0"/>
      <w:adjustRightInd w:val="0"/>
      <w:spacing w:line="221" w:lineRule="atLeast"/>
    </w:pPr>
    <w:rPr>
      <w:rFonts w:cs="Arial"/>
      <w:lang w:val="en-US"/>
    </w:rPr>
  </w:style>
  <w:style w:type="paragraph" w:customStyle="1" w:styleId="Option">
    <w:name w:val="Option"/>
    <w:basedOn w:val="Lgende"/>
    <w:next w:val="Normal1"/>
    <w:rsid w:val="003341A6"/>
    <w:pPr>
      <w:tabs>
        <w:tab w:val="left" w:pos="543"/>
        <w:tab w:val="left" w:pos="1728"/>
        <w:tab w:val="left" w:pos="2304"/>
        <w:tab w:val="left" w:pos="4320"/>
      </w:tabs>
      <w:spacing w:before="120" w:after="120" w:line="360" w:lineRule="auto"/>
      <w:jc w:val="both"/>
    </w:pPr>
    <w:rPr>
      <w:rFonts w:cs="Arial"/>
      <w:b/>
      <w:bCs/>
      <w:color w:val="800000"/>
      <w:u w:val="single" w:color="800000"/>
    </w:rPr>
  </w:style>
  <w:style w:type="paragraph" w:customStyle="1" w:styleId="Question">
    <w:name w:val="Question"/>
    <w:basedOn w:val="Normal"/>
    <w:rsid w:val="003341A6"/>
    <w:pPr>
      <w:numPr>
        <w:numId w:val="29"/>
      </w:numPr>
      <w:tabs>
        <w:tab w:val="left" w:pos="543"/>
        <w:tab w:val="left" w:pos="1728"/>
        <w:tab w:val="left" w:pos="2304"/>
        <w:tab w:val="left" w:pos="4320"/>
      </w:tabs>
      <w:spacing w:line="360" w:lineRule="auto"/>
    </w:pPr>
    <w:rPr>
      <w:rFonts w:cs="Arial"/>
    </w:rPr>
  </w:style>
  <w:style w:type="paragraph" w:customStyle="1" w:styleId="Titre4nonnumrot">
    <w:name w:val="Titre 4 non numéroté"/>
    <w:basedOn w:val="Titre40"/>
    <w:rsid w:val="003341A6"/>
    <w:pPr>
      <w:keepNext w:val="0"/>
      <w:tabs>
        <w:tab w:val="num" w:pos="360"/>
        <w:tab w:val="left" w:pos="543"/>
        <w:tab w:val="left" w:pos="1728"/>
        <w:tab w:val="left" w:pos="2304"/>
        <w:tab w:val="left" w:pos="4320"/>
      </w:tabs>
      <w:overflowPunct w:val="0"/>
      <w:autoSpaceDE w:val="0"/>
      <w:autoSpaceDN w:val="0"/>
      <w:adjustRightInd w:val="0"/>
      <w:spacing w:before="120" w:after="0" w:line="280" w:lineRule="exact"/>
      <w:ind w:left="0" w:firstLine="0"/>
      <w:textAlignment w:val="baseline"/>
      <w:outlineLvl w:val="9"/>
    </w:pPr>
    <w:rPr>
      <w:rFonts w:ascii="Times New Roman" w:hAnsi="Times New Roman" w:cs="Times New Roman"/>
      <w:smallCaps w:val="0"/>
      <w:color w:val="008080"/>
    </w:rPr>
  </w:style>
  <w:style w:type="paragraph" w:customStyle="1" w:styleId="Normal5pts">
    <w:name w:val="Normal5pts"/>
    <w:basedOn w:val="Normal"/>
    <w:rsid w:val="003341A6"/>
    <w:pPr>
      <w:tabs>
        <w:tab w:val="left" w:pos="543"/>
        <w:tab w:val="left" w:pos="1728"/>
        <w:tab w:val="left" w:pos="2304"/>
        <w:tab w:val="left" w:pos="4320"/>
      </w:tabs>
      <w:overflowPunct w:val="0"/>
      <w:autoSpaceDE w:val="0"/>
      <w:autoSpaceDN w:val="0"/>
      <w:adjustRightInd w:val="0"/>
      <w:spacing w:line="100" w:lineRule="exact"/>
      <w:textAlignment w:val="baseline"/>
    </w:pPr>
    <w:rPr>
      <w:rFonts w:ascii="Times New Roman" w:hAnsi="Times New Roman" w:cs="Arial"/>
      <w:color w:val="000000"/>
      <w:szCs w:val="20"/>
    </w:rPr>
  </w:style>
  <w:style w:type="paragraph" w:customStyle="1" w:styleId="normaldcal1cm">
    <w:name w:val="normal décalé 1 cm"/>
    <w:basedOn w:val="Normal"/>
    <w:rsid w:val="003341A6"/>
    <w:pPr>
      <w:tabs>
        <w:tab w:val="left" w:pos="543"/>
        <w:tab w:val="left" w:pos="1728"/>
        <w:tab w:val="left" w:pos="2304"/>
        <w:tab w:val="left" w:pos="4320"/>
      </w:tabs>
      <w:spacing w:line="288" w:lineRule="auto"/>
      <w:ind w:left="567"/>
    </w:pPr>
    <w:rPr>
      <w:rFonts w:cs="Arial"/>
    </w:rPr>
  </w:style>
  <w:style w:type="paragraph" w:customStyle="1" w:styleId="baspage">
    <w:name w:val="bas page"/>
    <w:basedOn w:val="Pieddepage"/>
    <w:link w:val="baspageCar"/>
    <w:qFormat/>
    <w:rsid w:val="003341A6"/>
    <w:pPr>
      <w:tabs>
        <w:tab w:val="left" w:pos="543"/>
        <w:tab w:val="left" w:pos="1728"/>
        <w:tab w:val="left" w:pos="2304"/>
        <w:tab w:val="left" w:pos="4320"/>
      </w:tabs>
      <w:spacing w:line="240" w:lineRule="auto"/>
      <w:ind w:right="0"/>
    </w:pPr>
    <w:rPr>
      <w:rFonts w:cs="Arial"/>
      <w:i w:val="0"/>
      <w:noProof/>
      <w:lang w:eastAsia="en-US"/>
    </w:rPr>
  </w:style>
  <w:style w:type="paragraph" w:customStyle="1" w:styleId="hautpagegauche0">
    <w:name w:val="haut page gauche"/>
    <w:basedOn w:val="En-tte"/>
    <w:link w:val="hautpagegaucheCar"/>
    <w:qFormat/>
    <w:rsid w:val="003341A6"/>
    <w:pPr>
      <w:tabs>
        <w:tab w:val="left" w:pos="543"/>
        <w:tab w:val="left" w:pos="1728"/>
        <w:tab w:val="left" w:pos="2304"/>
        <w:tab w:val="left" w:pos="4320"/>
      </w:tabs>
      <w:spacing w:line="240" w:lineRule="auto"/>
      <w:ind w:right="0"/>
      <w:jc w:val="center"/>
    </w:pPr>
    <w:rPr>
      <w:rFonts w:cs="Arial"/>
      <w:b/>
      <w:color w:val="FFFFFF"/>
    </w:rPr>
  </w:style>
  <w:style w:type="character" w:customStyle="1" w:styleId="baspageCar">
    <w:name w:val="bas page Car"/>
    <w:basedOn w:val="PieddepageCar"/>
    <w:link w:val="baspage"/>
    <w:rsid w:val="003341A6"/>
    <w:rPr>
      <w:rFonts w:ascii="Arial" w:hAnsi="Arial" w:cs="Arial"/>
      <w:noProof/>
      <w:color w:val="365F91"/>
      <w:sz w:val="18"/>
      <w:szCs w:val="18"/>
      <w:lang w:eastAsia="en-US"/>
    </w:rPr>
  </w:style>
  <w:style w:type="paragraph" w:customStyle="1" w:styleId="Hautpagedroit">
    <w:name w:val="Haut page droit"/>
    <w:basedOn w:val="En-tte"/>
    <w:link w:val="HautpagedroitCar"/>
    <w:qFormat/>
    <w:rsid w:val="003341A6"/>
    <w:pPr>
      <w:tabs>
        <w:tab w:val="left" w:pos="543"/>
        <w:tab w:val="left" w:pos="1728"/>
        <w:tab w:val="left" w:pos="2304"/>
        <w:tab w:val="left" w:pos="4320"/>
      </w:tabs>
      <w:spacing w:line="360" w:lineRule="auto"/>
      <w:jc w:val="right"/>
    </w:pPr>
    <w:rPr>
      <w:rFonts w:cs="cmr10"/>
      <w:color w:val="365F91"/>
      <w:sz w:val="18"/>
      <w:szCs w:val="18"/>
    </w:rPr>
  </w:style>
  <w:style w:type="character" w:customStyle="1" w:styleId="hautpagegaucheCar">
    <w:name w:val="haut page gauche Car"/>
    <w:basedOn w:val="En-tteCar"/>
    <w:link w:val="hautpagegauche0"/>
    <w:rsid w:val="003341A6"/>
    <w:rPr>
      <w:rFonts w:ascii="Arial" w:hAnsi="Arial" w:cs="Arial"/>
      <w:b/>
      <w:color w:val="FFFFFF"/>
      <w:sz w:val="20"/>
      <w:szCs w:val="20"/>
    </w:rPr>
  </w:style>
  <w:style w:type="paragraph" w:customStyle="1" w:styleId="tiret">
    <w:name w:val="tiret"/>
    <w:basedOn w:val="avantage"/>
    <w:link w:val="tiretCar"/>
    <w:qFormat/>
    <w:rsid w:val="003341A6"/>
    <w:pPr>
      <w:tabs>
        <w:tab w:val="left" w:pos="709"/>
        <w:tab w:val="left" w:pos="1728"/>
        <w:tab w:val="left" w:pos="2304"/>
        <w:tab w:val="left" w:pos="4320"/>
      </w:tabs>
      <w:spacing w:before="60" w:line="360" w:lineRule="auto"/>
      <w:ind w:left="709" w:hanging="352"/>
    </w:pPr>
    <w:rPr>
      <w:rFonts w:cs="Arial"/>
    </w:rPr>
  </w:style>
  <w:style w:type="character" w:customStyle="1" w:styleId="avantageCar">
    <w:name w:val="avantage Car"/>
    <w:basedOn w:val="Policepardfaut"/>
    <w:link w:val="avantage"/>
    <w:rsid w:val="003341A6"/>
    <w:rPr>
      <w:rFonts w:ascii="Roboto Light" w:hAnsi="Roboto Light"/>
      <w:sz w:val="21"/>
      <w:szCs w:val="22"/>
    </w:rPr>
  </w:style>
  <w:style w:type="character" w:customStyle="1" w:styleId="tiretCar">
    <w:name w:val="tiret Car"/>
    <w:basedOn w:val="avantageCar"/>
    <w:link w:val="tiret"/>
    <w:rsid w:val="003341A6"/>
    <w:rPr>
      <w:rFonts w:ascii="Roboto Light" w:hAnsi="Roboto Light" w:cs="Arial"/>
      <w:sz w:val="21"/>
      <w:szCs w:val="22"/>
    </w:rPr>
  </w:style>
  <w:style w:type="paragraph" w:customStyle="1" w:styleId="puce3">
    <w:name w:val="puce 3"/>
    <w:basedOn w:val="Normal"/>
    <w:rsid w:val="003341A6"/>
    <w:pPr>
      <w:numPr>
        <w:ilvl w:val="2"/>
        <w:numId w:val="30"/>
      </w:numPr>
      <w:tabs>
        <w:tab w:val="clear" w:pos="3861"/>
        <w:tab w:val="num" w:pos="1260"/>
      </w:tabs>
      <w:overflowPunct w:val="0"/>
      <w:autoSpaceDE w:val="0"/>
      <w:autoSpaceDN w:val="0"/>
      <w:adjustRightInd w:val="0"/>
      <w:spacing w:before="120" w:after="120" w:line="380" w:lineRule="exact"/>
      <w:ind w:left="1260" w:hanging="693"/>
      <w:textAlignment w:val="baseline"/>
    </w:pPr>
    <w:rPr>
      <w:rFonts w:ascii="Times New Roman" w:hAnsi="Times New Roman"/>
      <w:color w:val="000000"/>
      <w:spacing w:val="2"/>
      <w:szCs w:val="20"/>
    </w:rPr>
  </w:style>
  <w:style w:type="paragraph" w:customStyle="1" w:styleId="actionsfaites">
    <w:name w:val="actions faites"/>
    <w:basedOn w:val="Corpsdetexte"/>
    <w:rsid w:val="003341A6"/>
    <w:pPr>
      <w:numPr>
        <w:numId w:val="31"/>
      </w:numPr>
      <w:tabs>
        <w:tab w:val="clear" w:pos="1976"/>
        <w:tab w:val="num" w:pos="1980"/>
      </w:tabs>
      <w:overflowPunct w:val="0"/>
      <w:autoSpaceDE w:val="0"/>
      <w:autoSpaceDN w:val="0"/>
      <w:adjustRightInd w:val="0"/>
      <w:spacing w:before="120" w:line="380" w:lineRule="exact"/>
      <w:ind w:left="1980" w:right="-142" w:hanging="846"/>
      <w:textAlignment w:val="baseline"/>
    </w:pPr>
    <w:rPr>
      <w:rFonts w:ascii="Times New Roman" w:hAnsi="Times New Roman"/>
      <w:color w:val="000000"/>
    </w:rPr>
  </w:style>
  <w:style w:type="paragraph" w:customStyle="1" w:styleId="p12">
    <w:name w:val="p12"/>
    <w:basedOn w:val="Normal"/>
    <w:rsid w:val="003341A6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  <w:jc w:val="left"/>
    </w:pPr>
    <w:rPr>
      <w:rFonts w:ascii="Times New Roman" w:hAnsi="Times New Roman"/>
      <w:lang w:val="en-US"/>
    </w:rPr>
  </w:style>
  <w:style w:type="paragraph" w:customStyle="1" w:styleId="RfrenceEnv">
    <w:name w:val="Référence Env"/>
    <w:basedOn w:val="Normal"/>
    <w:link w:val="RfrenceEnvCar"/>
    <w:qFormat/>
    <w:rsid w:val="003341A6"/>
    <w:pPr>
      <w:numPr>
        <w:numId w:val="32"/>
      </w:numPr>
      <w:spacing w:before="60" w:after="60" w:line="240" w:lineRule="auto"/>
    </w:pPr>
  </w:style>
  <w:style w:type="character" w:customStyle="1" w:styleId="RfrenceEnvCar">
    <w:name w:val="Référence Env Car"/>
    <w:basedOn w:val="Policepardfaut"/>
    <w:link w:val="RfrenceEnv"/>
    <w:rsid w:val="003341A6"/>
    <w:rPr>
      <w:rFonts w:ascii="Roboto Light" w:hAnsi="Roboto Light"/>
      <w:sz w:val="21"/>
      <w:szCs w:val="22"/>
    </w:rPr>
  </w:style>
  <w:style w:type="paragraph" w:customStyle="1" w:styleId="Style4">
    <w:name w:val="Style4"/>
    <w:basedOn w:val="Normal"/>
    <w:qFormat/>
    <w:rsid w:val="003341A6"/>
    <w:pPr>
      <w:keepLines/>
      <w:spacing w:before="60" w:after="120" w:line="240" w:lineRule="atLeast"/>
      <w:ind w:left="1985"/>
      <w:outlineLvl w:val="0"/>
    </w:pPr>
    <w:rPr>
      <w:rFonts w:eastAsiaTheme="majorEastAsia" w:cs="Arial"/>
      <w:bCs/>
      <w:lang w:eastAsia="en-US"/>
    </w:rPr>
  </w:style>
  <w:style w:type="paragraph" w:customStyle="1" w:styleId="NormalNormal1">
    <w:name w:val="Normal.Normal1"/>
    <w:rsid w:val="003341A6"/>
    <w:pPr>
      <w:widowControl w:val="0"/>
      <w:spacing w:line="288" w:lineRule="auto"/>
      <w:jc w:val="both"/>
    </w:pPr>
    <w:rPr>
      <w:rFonts w:ascii="Arial" w:hAnsi="Arial"/>
      <w:sz w:val="22"/>
      <w:szCs w:val="20"/>
      <w:lang w:val="fr-CA"/>
    </w:rPr>
  </w:style>
  <w:style w:type="paragraph" w:customStyle="1" w:styleId="Normaltabl">
    <w:name w:val="Normaltabl"/>
    <w:basedOn w:val="Normal"/>
    <w:rsid w:val="003341A6"/>
    <w:pPr>
      <w:spacing w:before="60" w:after="60" w:line="240" w:lineRule="atLeast"/>
      <w:jc w:val="center"/>
    </w:pPr>
    <w:rPr>
      <w:color w:val="000000"/>
      <w:szCs w:val="20"/>
    </w:rPr>
  </w:style>
  <w:style w:type="paragraph" w:customStyle="1" w:styleId="solutions">
    <w:name w:val="solutions"/>
    <w:basedOn w:val="Normal"/>
    <w:qFormat/>
    <w:rsid w:val="00E13833"/>
    <w:pPr>
      <w:numPr>
        <w:numId w:val="33"/>
      </w:numPr>
      <w:tabs>
        <w:tab w:val="left" w:pos="284"/>
        <w:tab w:val="left" w:pos="851"/>
        <w:tab w:val="left" w:pos="2304"/>
        <w:tab w:val="left" w:pos="4320"/>
      </w:tabs>
      <w:spacing w:before="120"/>
      <w:ind w:left="851" w:hanging="491"/>
    </w:pPr>
    <w:rPr>
      <w:rFonts w:cs="Arial"/>
      <w:noProof/>
    </w:rPr>
  </w:style>
  <w:style w:type="paragraph" w:customStyle="1" w:styleId="tiretdetexte">
    <w:name w:val="tiret de texte"/>
    <w:basedOn w:val="Corpsdetexte"/>
    <w:rsid w:val="00001DC6"/>
    <w:pPr>
      <w:keepNext w:val="0"/>
      <w:numPr>
        <w:numId w:val="34"/>
      </w:numPr>
      <w:tabs>
        <w:tab w:val="left" w:pos="1985"/>
      </w:tabs>
      <w:spacing w:after="120" w:line="240" w:lineRule="auto"/>
      <w:ind w:left="1985" w:right="567" w:hanging="284"/>
    </w:pPr>
    <w:rPr>
      <w:rFonts w:ascii="Garamond" w:hAnsi="Garamond"/>
      <w:sz w:val="24"/>
      <w:szCs w:val="24"/>
    </w:rPr>
  </w:style>
  <w:style w:type="paragraph" w:customStyle="1" w:styleId="Tnormal">
    <w:name w:val="T normal"/>
    <w:rsid w:val="0065501D"/>
    <w:pPr>
      <w:spacing w:line="360" w:lineRule="auto"/>
    </w:pPr>
    <w:rPr>
      <w:sz w:val="22"/>
      <w:szCs w:val="20"/>
    </w:rPr>
  </w:style>
  <w:style w:type="paragraph" w:customStyle="1" w:styleId="RedaliaTitre2">
    <w:name w:val="Redalia Titre 2"/>
    <w:basedOn w:val="Normal"/>
    <w:next w:val="Normal"/>
    <w:rsid w:val="00AA0FE5"/>
    <w:pPr>
      <w:keepNext w:val="0"/>
      <w:widowControl w:val="0"/>
      <w:numPr>
        <w:ilvl w:val="1"/>
        <w:numId w:val="35"/>
      </w:numPr>
      <w:spacing w:before="240" w:after="160" w:line="240" w:lineRule="auto"/>
      <w:jc w:val="left"/>
      <w:outlineLvl w:val="1"/>
    </w:pPr>
    <w:rPr>
      <w:rFonts w:ascii="Times New Roman" w:hAnsi="Times New Roman"/>
      <w:sz w:val="28"/>
      <w:szCs w:val="20"/>
      <w:u w:val="single"/>
    </w:rPr>
  </w:style>
  <w:style w:type="paragraph" w:customStyle="1" w:styleId="Style5">
    <w:name w:val="Style5"/>
    <w:basedOn w:val="Normal"/>
    <w:link w:val="Style5Car"/>
    <w:qFormat/>
    <w:rsid w:val="00AA0FE5"/>
    <w:pPr>
      <w:keepNext w:val="0"/>
      <w:widowControl w:val="0"/>
      <w:numPr>
        <w:ilvl w:val="2"/>
        <w:numId w:val="35"/>
      </w:numPr>
      <w:overflowPunct w:val="0"/>
      <w:autoSpaceDE w:val="0"/>
      <w:autoSpaceDN w:val="0"/>
      <w:adjustRightInd w:val="0"/>
      <w:spacing w:before="240" w:after="160" w:line="240" w:lineRule="auto"/>
      <w:textAlignment w:val="baseline"/>
      <w:outlineLvl w:val="2"/>
    </w:pPr>
    <w:rPr>
      <w:rFonts w:ascii="Times New Roman" w:hAnsi="Times New Roman"/>
      <w:sz w:val="24"/>
      <w:szCs w:val="20"/>
      <w:u w:val="single"/>
    </w:rPr>
  </w:style>
  <w:style w:type="character" w:customStyle="1" w:styleId="Style5Car">
    <w:name w:val="Style5 Car"/>
    <w:basedOn w:val="Policepardfaut"/>
    <w:link w:val="Style5"/>
    <w:rsid w:val="00AA0FE5"/>
    <w:rPr>
      <w:szCs w:val="20"/>
      <w:u w:val="single"/>
    </w:rPr>
  </w:style>
  <w:style w:type="paragraph" w:customStyle="1" w:styleId="Style6">
    <w:name w:val="Style6"/>
    <w:basedOn w:val="Paragraphedeliste"/>
    <w:qFormat/>
    <w:rsid w:val="00AA0FE5"/>
    <w:pPr>
      <w:keepNext w:val="0"/>
      <w:widowControl w:val="0"/>
      <w:numPr>
        <w:numId w:val="35"/>
      </w:numPr>
      <w:tabs>
        <w:tab w:val="clear" w:pos="993"/>
      </w:tabs>
      <w:spacing w:before="240" w:after="160" w:line="240" w:lineRule="auto"/>
      <w:outlineLvl w:val="1"/>
    </w:pPr>
    <w:rPr>
      <w:rFonts w:ascii="Times New Roman" w:hAnsi="Times New Roman"/>
      <w:b/>
      <w:sz w:val="32"/>
      <w:szCs w:val="24"/>
      <w:u w:val="single"/>
    </w:rPr>
  </w:style>
  <w:style w:type="character" w:customStyle="1" w:styleId="ParagraphedelisteCar1">
    <w:name w:val="Paragraphe de liste Car1"/>
    <w:basedOn w:val="Policepardfaut"/>
    <w:uiPriority w:val="34"/>
    <w:rsid w:val="00AA0FE5"/>
    <w:rPr>
      <w:rFonts w:ascii="Arial" w:hAnsi="Arial"/>
      <w:szCs w:val="24"/>
    </w:rPr>
  </w:style>
  <w:style w:type="paragraph" w:customStyle="1" w:styleId="l02">
    <w:name w:val="l02"/>
    <w:basedOn w:val="Normal"/>
    <w:rsid w:val="00F80175"/>
    <w:pPr>
      <w:keepNext w:val="0"/>
      <w:spacing w:line="240" w:lineRule="auto"/>
    </w:pPr>
    <w:rPr>
      <w:rFonts w:ascii="Helvetica" w:hAnsi="Helvetica"/>
      <w:szCs w:val="24"/>
    </w:rPr>
  </w:style>
  <w:style w:type="paragraph" w:customStyle="1" w:styleId="l22">
    <w:name w:val="l22"/>
    <w:basedOn w:val="Normal"/>
    <w:rsid w:val="000810A3"/>
    <w:pPr>
      <w:keepNext w:val="0"/>
      <w:numPr>
        <w:numId w:val="36"/>
      </w:numPr>
      <w:tabs>
        <w:tab w:val="num" w:pos="2520"/>
      </w:tabs>
      <w:spacing w:line="240" w:lineRule="auto"/>
      <w:ind w:left="2520"/>
    </w:pPr>
    <w:rPr>
      <w:rFonts w:ascii="Times New Roman" w:hAnsi="Times New Roman"/>
      <w:sz w:val="22"/>
      <w:szCs w:val="24"/>
    </w:rPr>
  </w:style>
  <w:style w:type="paragraph" w:customStyle="1" w:styleId="RETRAIT1">
    <w:name w:val="RETRAIT 1"/>
    <w:basedOn w:val="Normal"/>
    <w:rsid w:val="00146A49"/>
    <w:pPr>
      <w:keepNext w:val="0"/>
      <w:numPr>
        <w:numId w:val="37"/>
      </w:numPr>
      <w:tabs>
        <w:tab w:val="clear" w:pos="360"/>
        <w:tab w:val="num" w:pos="1748"/>
      </w:tabs>
      <w:spacing w:line="280" w:lineRule="exact"/>
      <w:ind w:left="1728"/>
    </w:pPr>
    <w:rPr>
      <w:sz w:val="22"/>
      <w:szCs w:val="24"/>
    </w:rPr>
  </w:style>
  <w:style w:type="paragraph" w:customStyle="1" w:styleId="RedaliaNormal">
    <w:name w:val="Redalia : Normal"/>
    <w:basedOn w:val="Normal"/>
    <w:rsid w:val="00146A49"/>
    <w:pPr>
      <w:keepLines/>
      <w:spacing w:before="40" w:line="240" w:lineRule="auto"/>
    </w:pPr>
    <w:rPr>
      <w:rFonts w:ascii="Verdana" w:hAnsi="Verdana" w:cs="Arial"/>
      <w:sz w:val="22"/>
      <w:szCs w:val="20"/>
    </w:rPr>
  </w:style>
  <w:style w:type="paragraph" w:customStyle="1" w:styleId="RdaliaTitreparagraphe">
    <w:name w:val="Rédalia : Titre paragraphe"/>
    <w:basedOn w:val="Normal"/>
    <w:rsid w:val="00146A49"/>
    <w:pPr>
      <w:keepNext w:val="0"/>
      <w:widowControl w:val="0"/>
      <w:pBdr>
        <w:bottom w:val="single" w:sz="6" w:space="1" w:color="auto"/>
      </w:pBdr>
      <w:spacing w:before="320" w:after="240" w:line="240" w:lineRule="auto"/>
      <w:jc w:val="left"/>
    </w:pPr>
    <w:rPr>
      <w:rFonts w:ascii="Times New Roman" w:hAnsi="Times New Roman"/>
      <w:sz w:val="32"/>
      <w:szCs w:val="20"/>
    </w:rPr>
  </w:style>
  <w:style w:type="paragraph" w:customStyle="1" w:styleId="RedaliaSoustitredocument">
    <w:name w:val="Redalia : Sous titre document"/>
    <w:basedOn w:val="RedaliaNormal"/>
    <w:next w:val="RedaliaNormal"/>
    <w:rsid w:val="00146A49"/>
    <w:pPr>
      <w:keepNext w:val="0"/>
      <w:keepLines w:val="0"/>
      <w:widowControl w:val="0"/>
      <w:tabs>
        <w:tab w:val="left" w:leader="dot" w:pos="8505"/>
      </w:tabs>
      <w:jc w:val="center"/>
    </w:pPr>
    <w:rPr>
      <w:rFonts w:ascii="Times New Roman" w:hAnsi="Times New Roman" w:cs="Times New Roman"/>
      <w:sz w:val="28"/>
    </w:rPr>
  </w:style>
  <w:style w:type="paragraph" w:customStyle="1" w:styleId="RedaliaTitredocument">
    <w:name w:val="Redalia : Titre document"/>
    <w:basedOn w:val="RedaliaNormal"/>
    <w:rsid w:val="00146A49"/>
    <w:pPr>
      <w:keepNext w:val="0"/>
      <w:keepLines w:val="0"/>
      <w:widowControl w:val="0"/>
      <w:tabs>
        <w:tab w:val="left" w:leader="dot" w:pos="8505"/>
      </w:tabs>
      <w:jc w:val="center"/>
    </w:pPr>
    <w:rPr>
      <w:rFonts w:ascii="Times New Roman" w:hAnsi="Times New Roman" w:cs="Times New Roman"/>
      <w:b/>
      <w:sz w:val="40"/>
    </w:rPr>
  </w:style>
  <w:style w:type="paragraph" w:customStyle="1" w:styleId="TableContents">
    <w:name w:val="Table Contents"/>
    <w:basedOn w:val="Normal"/>
    <w:rsid w:val="009C2208"/>
    <w:pPr>
      <w:keepNext w:val="0"/>
      <w:widowControl w:val="0"/>
      <w:suppressLineNumbers/>
      <w:suppressAutoHyphens/>
      <w:autoSpaceDN w:val="0"/>
      <w:spacing w:line="240" w:lineRule="auto"/>
      <w:jc w:val="left"/>
      <w:textAlignment w:val="baseline"/>
    </w:pPr>
    <w:rPr>
      <w:rFonts w:ascii="Liberation Sans" w:eastAsia="SimSun" w:hAnsi="Liberation Sans" w:cs="Mangal"/>
      <w:kern w:val="3"/>
      <w:sz w:val="24"/>
      <w:szCs w:val="24"/>
      <w:lang w:eastAsia="zh-CN" w:bidi="hi-IN"/>
    </w:rPr>
  </w:style>
  <w:style w:type="paragraph" w:customStyle="1" w:styleId="TableHeading">
    <w:name w:val="Table Heading"/>
    <w:basedOn w:val="TableContents"/>
    <w:rsid w:val="009C2208"/>
    <w:pPr>
      <w:jc w:val="center"/>
    </w:pPr>
    <w:rPr>
      <w:rFonts w:ascii="Times New Roman" w:hAnsi="Times New Roman"/>
      <w:b/>
      <w:bCs/>
      <w:sz w:val="22"/>
    </w:rPr>
  </w:style>
  <w:style w:type="paragraph" w:customStyle="1" w:styleId="Redaliapuces">
    <w:name w:val="Redalia : puces"/>
    <w:basedOn w:val="RedaliaNormal"/>
    <w:rsid w:val="00B04D0B"/>
    <w:pPr>
      <w:keepNext w:val="0"/>
      <w:keepLines w:val="0"/>
      <w:widowControl w:val="0"/>
      <w:numPr>
        <w:numId w:val="38"/>
      </w:numPr>
      <w:tabs>
        <w:tab w:val="left" w:leader="dot" w:pos="8505"/>
      </w:tabs>
    </w:pPr>
    <w:rPr>
      <w:rFonts w:ascii="Arial" w:hAnsi="Arial" w:cs="Times New Roman"/>
    </w:rPr>
  </w:style>
  <w:style w:type="paragraph" w:customStyle="1" w:styleId="RedaliaRetraitavecpuce">
    <w:name w:val="Redalia : Retrait avec puce"/>
    <w:basedOn w:val="RedaliaNormal"/>
    <w:rsid w:val="00077AAB"/>
    <w:pPr>
      <w:keepNext w:val="0"/>
      <w:keepLines w:val="0"/>
      <w:widowControl w:val="0"/>
      <w:numPr>
        <w:numId w:val="39"/>
      </w:numPr>
      <w:tabs>
        <w:tab w:val="left" w:leader="dot" w:pos="8505"/>
      </w:tabs>
    </w:pPr>
    <w:rPr>
      <w:rFonts w:ascii="Arial" w:hAnsi="Arial" w:cs="Times New Roman"/>
    </w:rPr>
  </w:style>
  <w:style w:type="paragraph" w:customStyle="1" w:styleId="RdaliaLgende">
    <w:name w:val="Rédalia : Légende"/>
    <w:basedOn w:val="Normal"/>
    <w:rsid w:val="00E71015"/>
    <w:pPr>
      <w:keepNext w:val="0"/>
      <w:widowControl w:val="0"/>
      <w:spacing w:line="240" w:lineRule="auto"/>
      <w:ind w:left="284" w:hanging="284"/>
    </w:pPr>
    <w:rPr>
      <w:i/>
      <w:sz w:val="16"/>
      <w:szCs w:val="20"/>
    </w:rPr>
  </w:style>
  <w:style w:type="paragraph" w:customStyle="1" w:styleId="Corpsdetexte23">
    <w:name w:val="Corps de texte 23"/>
    <w:basedOn w:val="Normal"/>
    <w:rsid w:val="00E71015"/>
    <w:pPr>
      <w:keepNext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verflowPunct w:val="0"/>
      <w:autoSpaceDE w:val="0"/>
      <w:autoSpaceDN w:val="0"/>
      <w:adjustRightInd w:val="0"/>
      <w:spacing w:line="240" w:lineRule="auto"/>
      <w:textAlignment w:val="baseline"/>
    </w:pPr>
    <w:rPr>
      <w:b/>
      <w:sz w:val="22"/>
      <w:szCs w:val="20"/>
    </w:rPr>
  </w:style>
  <w:style w:type="paragraph" w:customStyle="1" w:styleId="NormalSB">
    <w:name w:val="NormalSB"/>
    <w:basedOn w:val="Normal"/>
    <w:rsid w:val="00BC50B4"/>
    <w:pPr>
      <w:keepNext w:val="0"/>
      <w:overflowPunct w:val="0"/>
      <w:autoSpaceDE w:val="0"/>
      <w:autoSpaceDN w:val="0"/>
      <w:adjustRightInd w:val="0"/>
      <w:spacing w:line="300" w:lineRule="atLeast"/>
      <w:jc w:val="left"/>
      <w:textAlignment w:val="baseline"/>
    </w:pPr>
    <w:rPr>
      <w:rFonts w:cs="Arial"/>
      <w:color w:val="FF6600"/>
      <w:sz w:val="22"/>
      <w:szCs w:val="20"/>
    </w:rPr>
  </w:style>
  <w:style w:type="paragraph" w:customStyle="1" w:styleId="paragraphe">
    <w:name w:val="paragraphe"/>
    <w:basedOn w:val="Normal"/>
    <w:rsid w:val="00BC50B4"/>
    <w:pPr>
      <w:keepNext w:val="0"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hAnsi="Times New Roman"/>
      <w:sz w:val="24"/>
      <w:szCs w:val="20"/>
    </w:rPr>
  </w:style>
  <w:style w:type="paragraph" w:customStyle="1" w:styleId="titre0">
    <w:name w:val="titre0"/>
    <w:basedOn w:val="Normal"/>
    <w:autoRedefine/>
    <w:rsid w:val="00BC50B4"/>
    <w:pPr>
      <w:keepNext w:val="0"/>
      <w:pageBreakBefore/>
      <w:numPr>
        <w:numId w:val="40"/>
      </w:numPr>
      <w:pBdr>
        <w:top w:val="single" w:sz="6" w:space="1" w:color="auto"/>
        <w:left w:val="single" w:sz="6" w:space="1" w:color="auto"/>
        <w:bottom w:val="single" w:sz="6" w:space="0" w:color="auto"/>
        <w:right w:val="single" w:sz="6" w:space="31" w:color="auto"/>
      </w:pBdr>
      <w:shd w:val="pct5" w:color="auto" w:fill="auto"/>
      <w:spacing w:line="360" w:lineRule="auto"/>
      <w:ind w:left="714" w:right="567" w:hanging="357"/>
      <w:jc w:val="center"/>
    </w:pPr>
    <w:rPr>
      <w:rFonts w:cs="Arial"/>
      <w:caps/>
      <w:sz w:val="28"/>
      <w:szCs w:val="24"/>
    </w:rPr>
  </w:style>
  <w:style w:type="paragraph" w:customStyle="1" w:styleId="RdaliaRetraitniveau1">
    <w:name w:val="Rédalia : Retrait niveau 1"/>
    <w:basedOn w:val="RedaliaNormal"/>
    <w:rsid w:val="00697D01"/>
    <w:pPr>
      <w:ind w:left="1080" w:hanging="360"/>
    </w:pPr>
    <w:rPr>
      <w:sz w:val="20"/>
    </w:rPr>
  </w:style>
  <w:style w:type="paragraph" w:customStyle="1" w:styleId="Normal3">
    <w:name w:val="Normal3"/>
    <w:basedOn w:val="TxBrp10"/>
    <w:qFormat/>
    <w:rsid w:val="00751C0D"/>
    <w:pPr>
      <w:keepNext w:val="0"/>
    </w:pPr>
  </w:style>
  <w:style w:type="paragraph" w:customStyle="1" w:styleId="tableau11">
    <w:name w:val="tableau11"/>
    <w:basedOn w:val="Normal"/>
    <w:rsid w:val="00424E02"/>
    <w:pPr>
      <w:tabs>
        <w:tab w:val="left" w:pos="1320"/>
        <w:tab w:val="left" w:pos="3062"/>
        <w:tab w:val="left" w:pos="4382"/>
        <w:tab w:val="left" w:pos="5702"/>
      </w:tabs>
      <w:spacing w:line="280" w:lineRule="exact"/>
      <w:jc w:val="center"/>
    </w:pPr>
    <w:rPr>
      <w:snapToGrid w:val="0"/>
      <w:sz w:val="22"/>
      <w:szCs w:val="20"/>
    </w:rPr>
  </w:style>
  <w:style w:type="paragraph" w:customStyle="1" w:styleId="Normal4">
    <w:name w:val="Normal4"/>
    <w:basedOn w:val="Normal"/>
    <w:rsid w:val="00EE2F83"/>
    <w:pPr>
      <w:keepNext w:val="0"/>
      <w:tabs>
        <w:tab w:val="left" w:leader="dot" w:pos="5387"/>
      </w:tabs>
      <w:spacing w:line="340" w:lineRule="atLeast"/>
    </w:pPr>
    <w:rPr>
      <w:rFonts w:cs="Arial"/>
      <w:color w:val="000000"/>
      <w:sz w:val="22"/>
      <w:szCs w:val="20"/>
    </w:rPr>
  </w:style>
  <w:style w:type="paragraph" w:customStyle="1" w:styleId="Corpsdetexte22">
    <w:name w:val="Corps de texte 22"/>
    <w:basedOn w:val="Normal"/>
    <w:rsid w:val="002C3DDC"/>
    <w:pPr>
      <w:keepNext w:val="0"/>
      <w:widowControl w:val="0"/>
      <w:overflowPunct w:val="0"/>
      <w:autoSpaceDE w:val="0"/>
      <w:autoSpaceDN w:val="0"/>
      <w:adjustRightInd w:val="0"/>
      <w:spacing w:line="240" w:lineRule="auto"/>
      <w:textAlignment w:val="baseline"/>
    </w:pPr>
    <w:rPr>
      <w:sz w:val="18"/>
      <w:szCs w:val="20"/>
      <w:lang w:val="en-US"/>
    </w:rPr>
  </w:style>
  <w:style w:type="paragraph" w:customStyle="1" w:styleId="font0">
    <w:name w:val="font0"/>
    <w:basedOn w:val="Normal"/>
    <w:rsid w:val="00107A70"/>
    <w:pPr>
      <w:keepNext w:val="0"/>
      <w:spacing w:before="100" w:beforeAutospacing="1" w:after="100" w:afterAutospacing="1" w:line="240" w:lineRule="auto"/>
      <w:ind w:left="851" w:firstLine="425"/>
    </w:pPr>
    <w:rPr>
      <w:rFonts w:ascii="Arial Narrow" w:eastAsia="Arial Unicode MS" w:hAnsi="Arial Narrow" w:cs="Arial Unicode MS"/>
      <w:szCs w:val="20"/>
    </w:rPr>
  </w:style>
  <w:style w:type="paragraph" w:customStyle="1" w:styleId="conclusion">
    <w:name w:val="conclusion"/>
    <w:semiHidden/>
    <w:rsid w:val="002B34E1"/>
    <w:pPr>
      <w:numPr>
        <w:numId w:val="41"/>
      </w:numPr>
      <w:tabs>
        <w:tab w:val="clear" w:pos="360"/>
      </w:tabs>
      <w:ind w:left="567" w:firstLine="0"/>
      <w:jc w:val="both"/>
    </w:pPr>
    <w:rPr>
      <w:rFonts w:ascii="Arial" w:hAnsi="Arial" w:cs="Arial"/>
      <w:noProof/>
      <w:sz w:val="20"/>
      <w:szCs w:val="20"/>
    </w:rPr>
  </w:style>
  <w:style w:type="paragraph" w:customStyle="1" w:styleId="puceniv1">
    <w:name w:val="puce niv 1"/>
    <w:link w:val="puceniv1Car"/>
    <w:qFormat/>
    <w:rsid w:val="00302FBE"/>
    <w:pPr>
      <w:numPr>
        <w:numId w:val="42"/>
      </w:numPr>
      <w:spacing w:after="120"/>
      <w:contextualSpacing/>
    </w:pPr>
    <w:rPr>
      <w:rFonts w:ascii="Roboto Condensed Light" w:hAnsi="Roboto Condensed Light"/>
      <w:sz w:val="20"/>
      <w:szCs w:val="22"/>
      <w:lang w:eastAsia="en-US"/>
    </w:rPr>
  </w:style>
  <w:style w:type="character" w:customStyle="1" w:styleId="puceniv1Car">
    <w:name w:val="puce niv 1 Car"/>
    <w:basedOn w:val="Policepardfaut"/>
    <w:link w:val="puceniv1"/>
    <w:rsid w:val="00302FBE"/>
    <w:rPr>
      <w:rFonts w:ascii="Roboto Condensed Light" w:hAnsi="Roboto Condensed Light"/>
      <w:sz w:val="20"/>
      <w:szCs w:val="22"/>
      <w:lang w:eastAsia="en-US"/>
    </w:rPr>
  </w:style>
  <w:style w:type="paragraph" w:customStyle="1" w:styleId="puceniv1gras">
    <w:name w:val="puce niv 1 gras"/>
    <w:basedOn w:val="Paragraphedeliste"/>
    <w:link w:val="puceniv1grasCar"/>
    <w:qFormat/>
    <w:rsid w:val="000072AA"/>
    <w:pPr>
      <w:keepNext w:val="0"/>
      <w:widowControl w:val="0"/>
      <w:numPr>
        <w:numId w:val="0"/>
      </w:numPr>
      <w:tabs>
        <w:tab w:val="clear" w:pos="993"/>
      </w:tabs>
      <w:spacing w:after="60" w:line="240" w:lineRule="auto"/>
    </w:pPr>
    <w:rPr>
      <w:rFonts w:ascii="Roboto Condensed Light" w:hAnsi="Roboto Condensed Light" w:cs="Arial"/>
      <w:b/>
    </w:rPr>
  </w:style>
  <w:style w:type="paragraph" w:customStyle="1" w:styleId="puceniv2">
    <w:name w:val="puce niv 2"/>
    <w:link w:val="puceniv2Car"/>
    <w:qFormat/>
    <w:rsid w:val="000072AA"/>
    <w:pPr>
      <w:widowControl w:val="0"/>
      <w:numPr>
        <w:ilvl w:val="1"/>
        <w:numId w:val="43"/>
      </w:numPr>
      <w:spacing w:after="60"/>
    </w:pPr>
    <w:rPr>
      <w:rFonts w:ascii="Roboto Condensed Light" w:hAnsi="Roboto Condensed Light" w:cs="Arial"/>
      <w:sz w:val="20"/>
      <w:szCs w:val="20"/>
    </w:rPr>
  </w:style>
  <w:style w:type="character" w:customStyle="1" w:styleId="puceniv1grasCar">
    <w:name w:val="puce niv 1 gras Car"/>
    <w:basedOn w:val="Policepardfaut"/>
    <w:link w:val="puceniv1gras"/>
    <w:rsid w:val="000072AA"/>
    <w:rPr>
      <w:rFonts w:ascii="Roboto Condensed Light" w:hAnsi="Roboto Condensed Light" w:cs="Arial"/>
      <w:b/>
      <w:sz w:val="20"/>
      <w:szCs w:val="22"/>
    </w:rPr>
  </w:style>
  <w:style w:type="paragraph" w:customStyle="1" w:styleId="Paragraphedeliste1">
    <w:name w:val="Paragraphe de liste1"/>
    <w:basedOn w:val="Normal"/>
    <w:rsid w:val="001B14F4"/>
    <w:pPr>
      <w:keepNext w:val="0"/>
      <w:spacing w:before="120" w:after="120" w:line="240" w:lineRule="auto"/>
      <w:ind w:left="720"/>
      <w:contextualSpacing/>
    </w:pPr>
    <w:rPr>
      <w:rFonts w:eastAsia="Calibri"/>
      <w:szCs w:val="20"/>
    </w:rPr>
  </w:style>
  <w:style w:type="paragraph" w:customStyle="1" w:styleId="LEGENDEFIGURE">
    <w:name w:val="LEGENDE FIGURE"/>
    <w:basedOn w:val="Normal"/>
    <w:qFormat/>
    <w:rsid w:val="00522079"/>
    <w:pPr>
      <w:pBdr>
        <w:left w:val="single" w:sz="24" w:space="12" w:color="E43C2F"/>
      </w:pBdr>
      <w:spacing w:before="60" w:line="240" w:lineRule="auto"/>
      <w:ind w:left="340"/>
    </w:pPr>
    <w:rPr>
      <w:rFonts w:ascii="Roboto Medium" w:eastAsiaTheme="minorHAnsi" w:hAnsi="Roboto Medium" w:cs="Roboto Medium"/>
      <w:color w:val="000000"/>
      <w:szCs w:val="20"/>
      <w:lang w:eastAsia="en-US"/>
    </w:rPr>
  </w:style>
  <w:style w:type="character" w:customStyle="1" w:styleId="puceniv2Car">
    <w:name w:val="puce niv 2 Car"/>
    <w:basedOn w:val="Policepardfaut"/>
    <w:link w:val="puceniv2"/>
    <w:rsid w:val="00522079"/>
    <w:rPr>
      <w:rFonts w:ascii="Roboto Condensed Light" w:hAnsi="Roboto Condensed Light" w:cs="Arial"/>
      <w:sz w:val="20"/>
      <w:szCs w:val="20"/>
    </w:rPr>
  </w:style>
  <w:style w:type="paragraph" w:customStyle="1" w:styleId="LEGENDETABLEAU">
    <w:name w:val="LEGENDE TABLEAU"/>
    <w:basedOn w:val="Normal"/>
    <w:uiPriority w:val="99"/>
    <w:rsid w:val="00982F3D"/>
    <w:pPr>
      <w:keepNext w:val="0"/>
      <w:pBdr>
        <w:top w:val="single" w:sz="24" w:space="6" w:color="7D7D7D"/>
      </w:pBdr>
      <w:autoSpaceDE w:val="0"/>
      <w:autoSpaceDN w:val="0"/>
      <w:adjustRightInd w:val="0"/>
      <w:spacing w:before="60" w:after="60" w:line="260" w:lineRule="atLeast"/>
      <w:textAlignment w:val="center"/>
    </w:pPr>
    <w:rPr>
      <w:rFonts w:ascii="Roboto Medium" w:eastAsiaTheme="minorHAnsi" w:hAnsi="Roboto Medium" w:cs="Roboto Medium"/>
      <w:color w:val="003551"/>
      <w:sz w:val="24"/>
      <w:szCs w:val="24"/>
      <w:u w:color="000000"/>
      <w:lang w:eastAsia="en-US"/>
    </w:rPr>
  </w:style>
  <w:style w:type="paragraph" w:customStyle="1" w:styleId="TEXTECOURANT">
    <w:name w:val="TEXTE COURANT"/>
    <w:basedOn w:val="Normal"/>
    <w:uiPriority w:val="99"/>
    <w:rsid w:val="00201140"/>
    <w:pPr>
      <w:keepNext w:val="0"/>
      <w:numPr>
        <w:ilvl w:val="4"/>
        <w:numId w:val="44"/>
      </w:numPr>
      <w:autoSpaceDE w:val="0"/>
      <w:autoSpaceDN w:val="0"/>
      <w:adjustRightInd w:val="0"/>
      <w:spacing w:before="200" w:after="200" w:line="264" w:lineRule="auto"/>
      <w:textAlignment w:val="center"/>
    </w:pPr>
    <w:rPr>
      <w:rFonts w:eastAsiaTheme="minorHAnsi" w:cs="Roboto Light"/>
      <w:color w:val="000000"/>
      <w:szCs w:val="20"/>
      <w:lang w:eastAsia="en-US"/>
    </w:rPr>
  </w:style>
  <w:style w:type="paragraph" w:customStyle="1" w:styleId="TITRE10">
    <w:name w:val="TITRE 1"/>
    <w:basedOn w:val="Normal"/>
    <w:qFormat/>
    <w:rsid w:val="00201140"/>
    <w:pPr>
      <w:keepNext w:val="0"/>
      <w:numPr>
        <w:numId w:val="44"/>
      </w:numPr>
      <w:spacing w:before="400" w:after="140" w:line="240" w:lineRule="auto"/>
      <w:contextualSpacing/>
      <w:outlineLvl w:val="0"/>
    </w:pPr>
    <w:rPr>
      <w:rFonts w:ascii="Roboto Condensed" w:eastAsiaTheme="majorEastAsia" w:hAnsi="Roboto Condensed" w:cstheme="majorBidi"/>
      <w:b/>
      <w:caps/>
      <w:color w:val="1F497D" w:themeColor="text2"/>
      <w:spacing w:val="20"/>
      <w:kern w:val="28"/>
      <w:sz w:val="36"/>
      <w:szCs w:val="24"/>
      <w:lang w:eastAsia="en-US"/>
    </w:rPr>
  </w:style>
  <w:style w:type="paragraph" w:customStyle="1" w:styleId="TITRE20">
    <w:name w:val="TITRE 2"/>
    <w:basedOn w:val="Titre2"/>
    <w:qFormat/>
    <w:rsid w:val="00201140"/>
    <w:pPr>
      <w:keepNext/>
      <w:numPr>
        <w:numId w:val="44"/>
      </w:numPr>
      <w:spacing w:before="300" w:after="140" w:line="240" w:lineRule="auto"/>
    </w:pPr>
    <w:rPr>
      <w:rFonts w:ascii="Roboto Condensed" w:eastAsiaTheme="majorEastAsia" w:hAnsi="Roboto Condensed" w:cstheme="majorBidi"/>
      <w:bCs/>
      <w:caps w:val="0"/>
      <w:noProof/>
      <w:color w:val="1F497D" w:themeColor="text2"/>
      <w:spacing w:val="0"/>
      <w:sz w:val="28"/>
      <w:szCs w:val="28"/>
    </w:rPr>
  </w:style>
  <w:style w:type="paragraph" w:customStyle="1" w:styleId="TITRE30">
    <w:name w:val="TITRE 3"/>
    <w:basedOn w:val="Titre3"/>
    <w:qFormat/>
    <w:rsid w:val="00201140"/>
    <w:pPr>
      <w:keepNext/>
      <w:keepLines/>
      <w:numPr>
        <w:numId w:val="44"/>
      </w:numPr>
      <w:spacing w:before="200" w:after="140" w:line="240" w:lineRule="auto"/>
      <w:ind w:right="992"/>
    </w:pPr>
    <w:rPr>
      <w:rFonts w:ascii="Roboto Condensed" w:hAnsi="Roboto Condensed" w:cs="Times New Roman"/>
      <w:bCs/>
      <w:color w:val="1F497D" w:themeColor="text2"/>
      <w:szCs w:val="24"/>
      <w:lang w:eastAsia="en-US"/>
    </w:rPr>
  </w:style>
  <w:style w:type="paragraph" w:customStyle="1" w:styleId="TITRE4">
    <w:name w:val="TITRE 4"/>
    <w:basedOn w:val="Titre40"/>
    <w:qFormat/>
    <w:rsid w:val="00201140"/>
    <w:pPr>
      <w:keepLines/>
      <w:numPr>
        <w:ilvl w:val="3"/>
        <w:numId w:val="44"/>
      </w:numPr>
      <w:autoSpaceDE w:val="0"/>
      <w:autoSpaceDN w:val="0"/>
      <w:adjustRightInd w:val="0"/>
      <w:spacing w:before="200" w:after="140" w:line="288" w:lineRule="auto"/>
      <w:textAlignment w:val="center"/>
    </w:pPr>
    <w:rPr>
      <w:rFonts w:ascii="Roboto Condensed" w:eastAsiaTheme="majorEastAsia" w:hAnsi="Roboto Condensed" w:cs="Roboto Condensed"/>
      <w:bCs/>
      <w:smallCaps w:val="0"/>
      <w:color w:val="C0504D" w:themeColor="accent2"/>
      <w:sz w:val="24"/>
      <w:szCs w:val="24"/>
      <w:u w:val="none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A0937"/>
    <w:pPr>
      <w:spacing w:line="240" w:lineRule="auto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A0937"/>
    <w:rPr>
      <w:rFonts w:ascii="Arial" w:hAnsi="Arial"/>
      <w:b/>
      <w:bCs/>
      <w:sz w:val="20"/>
      <w:szCs w:val="20"/>
    </w:rPr>
  </w:style>
  <w:style w:type="paragraph" w:customStyle="1" w:styleId="Normal40">
    <w:name w:val="Normal 4"/>
    <w:basedOn w:val="Normal"/>
    <w:rsid w:val="00AD51E7"/>
    <w:pPr>
      <w:keepNext w:val="0"/>
      <w:tabs>
        <w:tab w:val="left" w:pos="1418"/>
      </w:tabs>
      <w:spacing w:line="280" w:lineRule="exact"/>
      <w:ind w:left="567"/>
    </w:pPr>
    <w:rPr>
      <w:rFonts w:ascii="Times New Roman" w:hAnsi="Times New Roman"/>
      <w:sz w:val="22"/>
      <w:szCs w:val="20"/>
    </w:rPr>
  </w:style>
  <w:style w:type="paragraph" w:customStyle="1" w:styleId="Normal30">
    <w:name w:val="Normal 3"/>
    <w:basedOn w:val="Normal"/>
    <w:rsid w:val="00AD51E7"/>
    <w:pPr>
      <w:keepNext w:val="0"/>
      <w:tabs>
        <w:tab w:val="left" w:pos="1418"/>
      </w:tabs>
      <w:spacing w:line="280" w:lineRule="exact"/>
      <w:ind w:left="567"/>
    </w:pPr>
    <w:rPr>
      <w:rFonts w:ascii="Times New Roman" w:hAnsi="Times New Roman"/>
      <w:sz w:val="22"/>
      <w:szCs w:val="20"/>
    </w:rPr>
  </w:style>
  <w:style w:type="paragraph" w:customStyle="1" w:styleId="F4">
    <w:name w:val="F4"/>
    <w:basedOn w:val="Normal"/>
    <w:rsid w:val="006743CF"/>
    <w:pPr>
      <w:keepNext w:val="0"/>
      <w:tabs>
        <w:tab w:val="left" w:pos="1418"/>
      </w:tabs>
      <w:spacing w:before="85" w:line="250" w:lineRule="exact"/>
      <w:ind w:left="283"/>
    </w:pPr>
    <w:rPr>
      <w:rFonts w:ascii="Times New Roman" w:hAnsi="Times New Roman"/>
      <w:sz w:val="22"/>
      <w:szCs w:val="20"/>
    </w:rPr>
  </w:style>
  <w:style w:type="paragraph" w:customStyle="1" w:styleId="Figure">
    <w:name w:val="Figure"/>
    <w:basedOn w:val="Normal"/>
    <w:qFormat/>
    <w:rsid w:val="005C68A9"/>
    <w:pPr>
      <w:keepLines/>
      <w:spacing w:before="240" w:after="240" w:line="276" w:lineRule="auto"/>
      <w:ind w:left="567"/>
    </w:pPr>
    <w:rPr>
      <w:rFonts w:eastAsiaTheme="minorHAnsi" w:cstheme="minorBidi"/>
      <w:bCs/>
      <w:noProof/>
      <w:lang w:eastAsia="en-US"/>
    </w:rPr>
  </w:style>
  <w:style w:type="numbering" w:customStyle="1" w:styleId="LISTEVERDI">
    <w:name w:val="LISTE VERDI"/>
    <w:uiPriority w:val="99"/>
    <w:rsid w:val="005C68A9"/>
    <w:pPr>
      <w:numPr>
        <w:numId w:val="45"/>
      </w:numPr>
    </w:pPr>
  </w:style>
  <w:style w:type="paragraph" w:customStyle="1" w:styleId="TEXTEPUCE1">
    <w:name w:val="TEXTE PUCE 1"/>
    <w:basedOn w:val="Normal"/>
    <w:qFormat/>
    <w:rsid w:val="005C68A9"/>
    <w:pPr>
      <w:keepLines/>
      <w:numPr>
        <w:numId w:val="46"/>
      </w:numPr>
      <w:spacing w:before="120" w:after="120" w:line="276" w:lineRule="auto"/>
      <w:ind w:left="357" w:hanging="357"/>
    </w:pPr>
    <w:rPr>
      <w:rFonts w:eastAsiaTheme="minorHAnsi" w:cs="Roboto Light"/>
      <w:color w:val="000000"/>
      <w:szCs w:val="20"/>
      <w:lang w:eastAsia="en-US"/>
    </w:rPr>
  </w:style>
  <w:style w:type="table" w:customStyle="1" w:styleId="TableauxVERDI">
    <w:name w:val="Tableaux VERDI"/>
    <w:basedOn w:val="TableauNormal"/>
    <w:uiPriority w:val="99"/>
    <w:rsid w:val="002D03AD"/>
    <w:pPr>
      <w:spacing w:before="60" w:after="60"/>
    </w:pPr>
    <w:rPr>
      <w:rFonts w:asciiTheme="minorHAnsi" w:eastAsiaTheme="minorHAnsi" w:hAnsiTheme="minorHAnsi" w:cstheme="minorBidi"/>
      <w:color w:val="003551"/>
      <w:sz w:val="22"/>
      <w:szCs w:val="22"/>
      <w:lang w:eastAsia="en-US"/>
    </w:rPr>
    <w:tblPr>
      <w:tblStyleRowBandSize w:val="1"/>
    </w:tblPr>
    <w:tblStylePr w:type="firstRow">
      <w:rPr>
        <w:rFonts w:ascii="CIDFont+F2" w:hAnsi="CIDFont+F2"/>
        <w:b/>
        <w:color w:val="FFFFFF" w:themeColor="background1"/>
        <w:sz w:val="20"/>
      </w:rPr>
      <w:tblPr/>
      <w:tcPr>
        <w:shd w:val="clear" w:color="auto" w:fill="003551"/>
      </w:tcPr>
    </w:tblStylePr>
    <w:tblStylePr w:type="band1Horz">
      <w:rPr>
        <w:rFonts w:ascii="CIDFont+F2" w:hAnsi="CIDFont+F2"/>
        <w:color w:val="072A39"/>
        <w:sz w:val="18"/>
      </w:rPr>
      <w:tblPr/>
      <w:tcPr>
        <w:shd w:val="clear" w:color="auto" w:fill="F2F2F2" w:themeFill="background1" w:themeFillShade="F2"/>
      </w:tcPr>
    </w:tblStylePr>
    <w:tblStylePr w:type="band2Horz">
      <w:rPr>
        <w:rFonts w:ascii="CIDFont+F2" w:hAnsi="CIDFont+F2"/>
        <w:sz w:val="18"/>
      </w:rPr>
    </w:tblStylePr>
  </w:style>
  <w:style w:type="table" w:customStyle="1" w:styleId="Grilledutableau3">
    <w:name w:val="Grille du tableau3"/>
    <w:basedOn w:val="TableauNormal"/>
    <w:next w:val="Grilledutableau"/>
    <w:uiPriority w:val="59"/>
    <w:rsid w:val="002977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211004">
          <w:marLeft w:val="30"/>
          <w:marRight w:val="3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26983">
          <w:marLeft w:val="30"/>
          <w:marRight w:val="3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customXml" Target="../customXml/item5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alaabouli@verdi.f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boyer\Bureau\REPONSES%20EN%20COURS\Requalification%20site%20Dole_032406\Offre_10032308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2011-06-09T00:00:00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43B5624E367F49B6D17A8E3B5773AF" ma:contentTypeVersion="1" ma:contentTypeDescription="Crée un document." ma:contentTypeScope="" ma:versionID="09ab75774fd843932e3b01341129c9e0">
  <xsd:schema xmlns:xsd="http://www.w3.org/2001/XMLSchema" xmlns:xs="http://www.w3.org/2001/XMLSchema" xmlns:p="http://schemas.microsoft.com/office/2006/metadata/properties" xmlns:ns2="d5306dec-f3d1-40a0-80b1-23fd97777016" targetNamespace="http://schemas.microsoft.com/office/2006/metadata/properties" ma:root="true" ma:fieldsID="89e328c14df7589dab707124dacde02c" ns2:_="">
    <xsd:import namespace="d5306dec-f3d1-40a0-80b1-23fd9777701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306dec-f3d1-40a0-80b1-23fd977770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4C9C7D9-E2A9-48EA-8F03-74145735652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D1EFD49-9E49-4625-A4CC-A802744F974D}"/>
</file>

<file path=customXml/itemProps4.xml><?xml version="1.0" encoding="utf-8"?>
<ds:datastoreItem xmlns:ds="http://schemas.openxmlformats.org/officeDocument/2006/customXml" ds:itemID="{99184853-1271-48EA-BE62-0067763D7CD0}"/>
</file>

<file path=customXml/itemProps5.xml><?xml version="1.0" encoding="utf-8"?>
<ds:datastoreItem xmlns:ds="http://schemas.openxmlformats.org/officeDocument/2006/customXml" ds:itemID="{B77B449F-6C39-4374-ABF4-24886D7E04E3}"/>
</file>

<file path=docProps/app.xml><?xml version="1.0" encoding="utf-8"?>
<Properties xmlns="http://schemas.openxmlformats.org/officeDocument/2006/extended-properties" xmlns:vt="http://schemas.openxmlformats.org/officeDocument/2006/docPropsVTypes">
  <Template>Offre_10032308.dotx</Template>
  <TotalTime>1199</TotalTime>
  <Pages>8</Pages>
  <Words>1593</Words>
  <Characters>8869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MISSION D’ASSISTANCE A MAITRISE D’OUVRAGE POUR L’AMENAGEMENT DES PARKINGS ET VIGIES DU SITE DU BOCAGE</vt:lpstr>
    </vt:vector>
  </TitlesOfParts>
  <Company>Société : Verdi Bourgogne Franche-Comté</Company>
  <LinksUpToDate>false</LinksUpToDate>
  <CharactersWithSpaces>10442</CharactersWithSpaces>
  <SharedDoc>false</SharedDoc>
  <HLinks>
    <vt:vector size="558" baseType="variant">
      <vt:variant>
        <vt:i4>1835065</vt:i4>
      </vt:variant>
      <vt:variant>
        <vt:i4>557</vt:i4>
      </vt:variant>
      <vt:variant>
        <vt:i4>0</vt:i4>
      </vt:variant>
      <vt:variant>
        <vt:i4>5</vt:i4>
      </vt:variant>
      <vt:variant>
        <vt:lpwstr/>
      </vt:variant>
      <vt:variant>
        <vt:lpwstr>_Toc253395185</vt:lpwstr>
      </vt:variant>
      <vt:variant>
        <vt:i4>1835065</vt:i4>
      </vt:variant>
      <vt:variant>
        <vt:i4>551</vt:i4>
      </vt:variant>
      <vt:variant>
        <vt:i4>0</vt:i4>
      </vt:variant>
      <vt:variant>
        <vt:i4>5</vt:i4>
      </vt:variant>
      <vt:variant>
        <vt:lpwstr/>
      </vt:variant>
      <vt:variant>
        <vt:lpwstr>_Toc253395184</vt:lpwstr>
      </vt:variant>
      <vt:variant>
        <vt:i4>1835065</vt:i4>
      </vt:variant>
      <vt:variant>
        <vt:i4>545</vt:i4>
      </vt:variant>
      <vt:variant>
        <vt:i4>0</vt:i4>
      </vt:variant>
      <vt:variant>
        <vt:i4>5</vt:i4>
      </vt:variant>
      <vt:variant>
        <vt:lpwstr/>
      </vt:variant>
      <vt:variant>
        <vt:lpwstr>_Toc253395183</vt:lpwstr>
      </vt:variant>
      <vt:variant>
        <vt:i4>1835065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_Toc253395182</vt:lpwstr>
      </vt:variant>
      <vt:variant>
        <vt:i4>1835065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_Toc253395181</vt:lpwstr>
      </vt:variant>
      <vt:variant>
        <vt:i4>1835065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_Toc253395180</vt:lpwstr>
      </vt:variant>
      <vt:variant>
        <vt:i4>1245241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_Toc253395179</vt:lpwstr>
      </vt:variant>
      <vt:variant>
        <vt:i4>1245241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_Toc253395178</vt:lpwstr>
      </vt:variant>
      <vt:variant>
        <vt:i4>1245241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_Toc253395177</vt:lpwstr>
      </vt:variant>
      <vt:variant>
        <vt:i4>1245241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_Toc253395176</vt:lpwstr>
      </vt:variant>
      <vt:variant>
        <vt:i4>1245241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_Toc253395175</vt:lpwstr>
      </vt:variant>
      <vt:variant>
        <vt:i4>1245241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_Toc253395174</vt:lpwstr>
      </vt:variant>
      <vt:variant>
        <vt:i4>1245241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_Toc253395173</vt:lpwstr>
      </vt:variant>
      <vt:variant>
        <vt:i4>1245241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_Toc253395172</vt:lpwstr>
      </vt:variant>
      <vt:variant>
        <vt:i4>1245241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_Toc253395171</vt:lpwstr>
      </vt:variant>
      <vt:variant>
        <vt:i4>1245241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_Toc253395170</vt:lpwstr>
      </vt:variant>
      <vt:variant>
        <vt:i4>1179705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_Toc253395169</vt:lpwstr>
      </vt:variant>
      <vt:variant>
        <vt:i4>1179705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_Toc253395168</vt:lpwstr>
      </vt:variant>
      <vt:variant>
        <vt:i4>1179705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_Toc253395167</vt:lpwstr>
      </vt:variant>
      <vt:variant>
        <vt:i4>1179705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_Toc253395166</vt:lpwstr>
      </vt:variant>
      <vt:variant>
        <vt:i4>1179705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_Toc253395165</vt:lpwstr>
      </vt:variant>
      <vt:variant>
        <vt:i4>1179705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_Toc253395164</vt:lpwstr>
      </vt:variant>
      <vt:variant>
        <vt:i4>1179705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_Toc253395163</vt:lpwstr>
      </vt:variant>
      <vt:variant>
        <vt:i4>1179705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_Toc253395162</vt:lpwstr>
      </vt:variant>
      <vt:variant>
        <vt:i4>1179705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_Toc253395161</vt:lpwstr>
      </vt:variant>
      <vt:variant>
        <vt:i4>1179705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_Toc253395160</vt:lpwstr>
      </vt:variant>
      <vt:variant>
        <vt:i4>1114169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_Toc253395159</vt:lpwstr>
      </vt:variant>
      <vt:variant>
        <vt:i4>1114169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_Toc253395158</vt:lpwstr>
      </vt:variant>
      <vt:variant>
        <vt:i4>1114169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_Toc253395157</vt:lpwstr>
      </vt:variant>
      <vt:variant>
        <vt:i4>1114169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_Toc253395156</vt:lpwstr>
      </vt:variant>
      <vt:variant>
        <vt:i4>1114169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_Toc253395155</vt:lpwstr>
      </vt:variant>
      <vt:variant>
        <vt:i4>1114169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_Toc253395154</vt:lpwstr>
      </vt:variant>
      <vt:variant>
        <vt:i4>1114169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_Toc253395153</vt:lpwstr>
      </vt:variant>
      <vt:variant>
        <vt:i4>1114169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_Toc253395152</vt:lpwstr>
      </vt:variant>
      <vt:variant>
        <vt:i4>1114169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_Toc253395151</vt:lpwstr>
      </vt:variant>
      <vt:variant>
        <vt:i4>1114169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_Toc253395150</vt:lpwstr>
      </vt:variant>
      <vt:variant>
        <vt:i4>1048633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_Toc253395149</vt:lpwstr>
      </vt:variant>
      <vt:variant>
        <vt:i4>1048633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_Toc253395148</vt:lpwstr>
      </vt:variant>
      <vt:variant>
        <vt:i4>1048633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_Toc253395147</vt:lpwstr>
      </vt:variant>
      <vt:variant>
        <vt:i4>1048633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_Toc253395146</vt:lpwstr>
      </vt:variant>
      <vt:variant>
        <vt:i4>1048633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_Toc253395145</vt:lpwstr>
      </vt:variant>
      <vt:variant>
        <vt:i4>1048633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_Toc253395144</vt:lpwstr>
      </vt:variant>
      <vt:variant>
        <vt:i4>1048633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_Toc253395143</vt:lpwstr>
      </vt:variant>
      <vt:variant>
        <vt:i4>1048633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_Toc253395142</vt:lpwstr>
      </vt:variant>
      <vt:variant>
        <vt:i4>1048633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_Toc253395141</vt:lpwstr>
      </vt:variant>
      <vt:variant>
        <vt:i4>1048633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_Toc253395140</vt:lpwstr>
      </vt:variant>
      <vt:variant>
        <vt:i4>1507385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_Toc253395139</vt:lpwstr>
      </vt:variant>
      <vt:variant>
        <vt:i4>1507385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_Toc253395138</vt:lpwstr>
      </vt:variant>
      <vt:variant>
        <vt:i4>1507385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_Toc253395137</vt:lpwstr>
      </vt:variant>
      <vt:variant>
        <vt:i4>1507385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_Toc253395136</vt:lpwstr>
      </vt:variant>
      <vt:variant>
        <vt:i4>1507385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_Toc253395135</vt:lpwstr>
      </vt:variant>
      <vt:variant>
        <vt:i4>1507385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_Toc253395134</vt:lpwstr>
      </vt:variant>
      <vt:variant>
        <vt:i4>1507385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_Toc253395133</vt:lpwstr>
      </vt:variant>
      <vt:variant>
        <vt:i4>1507385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_Toc253395132</vt:lpwstr>
      </vt:variant>
      <vt:variant>
        <vt:i4>1507385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_Toc253395131</vt:lpwstr>
      </vt:variant>
      <vt:variant>
        <vt:i4>1507385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_Toc253395130</vt:lpwstr>
      </vt:variant>
      <vt:variant>
        <vt:i4>1441849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_Toc253395129</vt:lpwstr>
      </vt:variant>
      <vt:variant>
        <vt:i4>1441849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_Toc253395128</vt:lpwstr>
      </vt:variant>
      <vt:variant>
        <vt:i4>1441849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_Toc253395127</vt:lpwstr>
      </vt:variant>
      <vt:variant>
        <vt:i4>1441849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_Toc253395126</vt:lpwstr>
      </vt:variant>
      <vt:variant>
        <vt:i4>1441849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_Toc253395125</vt:lpwstr>
      </vt:variant>
      <vt:variant>
        <vt:i4>1441849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_Toc253395124</vt:lpwstr>
      </vt:variant>
      <vt:variant>
        <vt:i4>1441849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_Toc253395123</vt:lpwstr>
      </vt:variant>
      <vt:variant>
        <vt:i4>1441849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_Toc253395122</vt:lpwstr>
      </vt:variant>
      <vt:variant>
        <vt:i4>1441849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_Toc253395121</vt:lpwstr>
      </vt:variant>
      <vt:variant>
        <vt:i4>1441849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_Toc253395120</vt:lpwstr>
      </vt:variant>
      <vt:variant>
        <vt:i4>1376313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_Toc253395119</vt:lpwstr>
      </vt:variant>
      <vt:variant>
        <vt:i4>1376313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_Toc253395118</vt:lpwstr>
      </vt:variant>
      <vt:variant>
        <vt:i4>1376313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_Toc253395117</vt:lpwstr>
      </vt:variant>
      <vt:variant>
        <vt:i4>1376313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_Toc253395116</vt:lpwstr>
      </vt:variant>
      <vt:variant>
        <vt:i4>1376313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_Toc253395115</vt:lpwstr>
      </vt:variant>
      <vt:variant>
        <vt:i4>1376313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_Toc253395114</vt:lpwstr>
      </vt:variant>
      <vt:variant>
        <vt:i4>1376313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_Toc253395113</vt:lpwstr>
      </vt:variant>
      <vt:variant>
        <vt:i4>1376313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_Toc253395112</vt:lpwstr>
      </vt:variant>
      <vt:variant>
        <vt:i4>1376313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_Toc253395111</vt:lpwstr>
      </vt:variant>
      <vt:variant>
        <vt:i4>1376313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_Toc253395110</vt:lpwstr>
      </vt:variant>
      <vt:variant>
        <vt:i4>1310777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_Toc253395109</vt:lpwstr>
      </vt:variant>
      <vt:variant>
        <vt:i4>1310777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_Toc253395108</vt:lpwstr>
      </vt:variant>
      <vt:variant>
        <vt:i4>1310777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_Toc253395107</vt:lpwstr>
      </vt:variant>
      <vt:variant>
        <vt:i4>1310777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_Toc253395106</vt:lpwstr>
      </vt:variant>
      <vt:variant>
        <vt:i4>1310777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_Toc253395105</vt:lpwstr>
      </vt:variant>
      <vt:variant>
        <vt:i4>1310777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_Toc253395104</vt:lpwstr>
      </vt:variant>
      <vt:variant>
        <vt:i4>1310777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_Toc253395103</vt:lpwstr>
      </vt:variant>
      <vt:variant>
        <vt:i4>1310777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_Toc253395102</vt:lpwstr>
      </vt:variant>
      <vt:variant>
        <vt:i4>1310777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_Toc253395101</vt:lpwstr>
      </vt:variant>
      <vt:variant>
        <vt:i4>1310777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_Toc253395100</vt:lpwstr>
      </vt:variant>
      <vt:variant>
        <vt:i4>1900600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_Toc253395099</vt:lpwstr>
      </vt:variant>
      <vt:variant>
        <vt:i4>1900600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_Toc253395098</vt:lpwstr>
      </vt:variant>
      <vt:variant>
        <vt:i4>1900600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_Toc253395097</vt:lpwstr>
      </vt:variant>
      <vt:variant>
        <vt:i4>1900600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_Toc253395096</vt:lpwstr>
      </vt:variant>
      <vt:variant>
        <vt:i4>1900600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_Toc253395095</vt:lpwstr>
      </vt:variant>
      <vt:variant>
        <vt:i4>1900600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_Toc253395094</vt:lpwstr>
      </vt:variant>
      <vt:variant>
        <vt:i4>1900600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_Toc253395093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MISSION D’ASSISTANCE A MAITRISE D’OUVRAGE POUR L’AMENAGEMENT DES PARKINGS ET VIGIES DU SITE DU BOCAGE</dc:title>
  <dc:subject/>
  <dc:creator>Auteur : Sandrine Boyer (Directrice Générale)</dc:creator>
  <cp:keywords/>
  <dc:description/>
  <cp:lastModifiedBy>Amine Laabouli</cp:lastModifiedBy>
  <cp:revision>27</cp:revision>
  <cp:lastPrinted>2021-06-01T10:17:00Z</cp:lastPrinted>
  <dcterms:created xsi:type="dcterms:W3CDTF">2022-03-07T17:00:00Z</dcterms:created>
  <dcterms:modified xsi:type="dcterms:W3CDTF">2025-03-03T11:57:00Z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0x0101005543B5624E367F49B6D17A8E3B5773AF</vt:lpwstr>
  </property>
</Properties>
</file>