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Default="00DE1758"/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902B77" w:rsidTr="0070729B">
        <w:trPr>
          <w:jc w:val="center"/>
        </w:trPr>
        <w:tc>
          <w:tcPr>
            <w:tcW w:w="2393" w:type="dxa"/>
            <w:shd w:val="clear" w:color="auto" w:fill="auto"/>
          </w:tcPr>
          <w:p w:rsidR="00902B77" w:rsidRDefault="00902B77" w:rsidP="0070729B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346F728" wp14:editId="24848476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902B77" w:rsidRDefault="00902B77" w:rsidP="0070729B">
            <w:pPr>
              <w:ind w:right="38"/>
              <w:jc w:val="center"/>
              <w:rPr>
                <w:b/>
                <w:sz w:val="16"/>
              </w:rPr>
            </w:pPr>
          </w:p>
          <w:p w:rsidR="00902B77" w:rsidRDefault="00902B77" w:rsidP="0070729B">
            <w:pPr>
              <w:ind w:right="3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ACTE D’ENGAGEMENT</w:t>
            </w:r>
          </w:p>
          <w:p w:rsidR="00902B77" w:rsidRPr="00096375" w:rsidRDefault="00902B77" w:rsidP="0070729B">
            <w:pPr>
              <w:ind w:right="38"/>
              <w:jc w:val="center"/>
              <w:rPr>
                <w:b/>
              </w:rPr>
            </w:pPr>
            <w:r w:rsidRPr="00096375">
              <w:rPr>
                <w:b/>
              </w:rPr>
              <w:t xml:space="preserve">MARCHÉ DE SERVICES </w:t>
            </w:r>
          </w:p>
          <w:p w:rsidR="00902B77" w:rsidRDefault="00902B77" w:rsidP="0070729B">
            <w:pPr>
              <w:ind w:right="409"/>
              <w:jc w:val="center"/>
              <w:rPr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902B77" w:rsidRDefault="00902B77" w:rsidP="0070729B">
            <w:pPr>
              <w:spacing w:before="20"/>
              <w:jc w:val="center"/>
            </w:pPr>
            <w:r>
              <w:rPr>
                <w:noProof/>
              </w:rPr>
              <w:drawing>
                <wp:inline distT="0" distB="0" distL="0" distR="0" wp14:anchorId="0ADA6EEC" wp14:editId="78DE1538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02B77" w:rsidRDefault="00902B77" w:rsidP="0070729B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DE1758" w:rsidRDefault="00DE1758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Tr="00D074DC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DE1758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2B3A28" w:rsidP="002B3A2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Acheteur</w:t>
            </w:r>
            <w:r w:rsidR="00E4613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E4613C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E2228A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Default="00E4613C" w:rsidP="006611F1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Hôtel National </w:t>
            </w:r>
            <w:r w:rsidR="006611F1">
              <w:rPr>
                <w:bCs/>
                <w:sz w:val="22"/>
                <w:szCs w:val="22"/>
              </w:rPr>
              <w:t>d</w:t>
            </w:r>
            <w:r>
              <w:rPr>
                <w:bCs/>
                <w:sz w:val="22"/>
                <w:szCs w:val="22"/>
              </w:rPr>
              <w:t xml:space="preserve">es Invalides </w:t>
            </w:r>
            <w:r w:rsidR="003C3898">
              <w:rPr>
                <w:bCs/>
                <w:sz w:val="22"/>
                <w:szCs w:val="22"/>
              </w:rPr>
              <w:t xml:space="preserve">– </w:t>
            </w:r>
            <w:r>
              <w:rPr>
                <w:bCs/>
                <w:sz w:val="22"/>
                <w:szCs w:val="22"/>
              </w:rPr>
              <w:t xml:space="preserve">129 rue de Grenelle </w:t>
            </w:r>
            <w:r w:rsidR="006611F1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Escalier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B – CS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70780</w:t>
            </w:r>
            <w:r w:rsidR="006611F1">
              <w:rPr>
                <w:bCs/>
                <w:sz w:val="22"/>
                <w:szCs w:val="22"/>
              </w:rPr>
              <w:t xml:space="preserve"> – </w:t>
            </w:r>
            <w:r>
              <w:rPr>
                <w:bCs/>
                <w:sz w:val="22"/>
                <w:szCs w:val="22"/>
              </w:rPr>
              <w:t>75700 PARIS Cedex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 xml:space="preserve">07 </w:t>
            </w:r>
            <w:r w:rsidR="006611F1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SIRET 180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007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015</w:t>
            </w:r>
            <w:r w:rsidR="006611F1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00019</w:t>
            </w:r>
          </w:p>
        </w:tc>
      </w:tr>
      <w:tr w:rsidR="00DE1758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sz w:val="22"/>
                <w:szCs w:val="22"/>
              </w:rPr>
            </w:pPr>
          </w:p>
          <w:p w:rsidR="00DE1758" w:rsidRDefault="00E4613C" w:rsidP="005D02C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</w:t>
            </w:r>
            <w:r w:rsidR="005D02C7">
              <w:rPr>
                <w:sz w:val="22"/>
                <w:szCs w:val="22"/>
              </w:rPr>
              <w:t>e l’acheteur</w:t>
            </w:r>
            <w:r>
              <w:rPr>
                <w:sz w:val="22"/>
                <w:szCs w:val="22"/>
              </w:rPr>
              <w:t xml:space="preserve">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6611F1" w:rsidRDefault="00DE1758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</w:p>
          <w:p w:rsidR="00307688" w:rsidRPr="006611F1" w:rsidRDefault="00307688" w:rsidP="00307688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DE1758" w:rsidRPr="006611F1" w:rsidRDefault="00307688" w:rsidP="00307688">
            <w:pPr>
              <w:ind w:left="59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Cs/>
                <w:spacing w:val="-2"/>
                <w:sz w:val="22"/>
                <w:szCs w:val="22"/>
              </w:rPr>
              <w:t>Directrice Générale de l’</w:t>
            </w:r>
            <w:proofErr w:type="spellStart"/>
            <w:r w:rsidRPr="00BB6AAD">
              <w:rPr>
                <w:bCs/>
                <w:spacing w:val="-2"/>
                <w:sz w:val="22"/>
                <w:szCs w:val="22"/>
              </w:rPr>
              <w:t>ONaCVG</w:t>
            </w:r>
            <w:proofErr w:type="spellEnd"/>
            <w:r w:rsidRPr="00BB6AAD">
              <w:rPr>
                <w:bCs/>
                <w:spacing w:val="-2"/>
                <w:sz w:val="22"/>
                <w:szCs w:val="22"/>
              </w:rPr>
              <w:t xml:space="preserve"> nommée par décret du 15 novembre 2023</w:t>
            </w:r>
          </w:p>
        </w:tc>
      </w:tr>
      <w:tr w:rsidR="00DE1758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  <w:p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DE1758" w:rsidRDefault="00E4613C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ON</w:t>
            </w:r>
            <w:r w:rsidR="00902B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  <w:proofErr w:type="spellEnd"/>
          </w:p>
          <w:p w:rsidR="00DE1758" w:rsidRPr="006611F1" w:rsidRDefault="00E4613C" w:rsidP="006611F1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Hôtel National des Invalides – 129 rue de Grenelle</w:t>
            </w:r>
            <w:r w:rsidR="003C3898" w:rsidRPr="003C38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Escalier B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CS</w:t>
            </w:r>
            <w:r w:rsidR="006611F1"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70780</w:t>
            </w:r>
            <w:r w:rsid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75700</w:t>
            </w:r>
            <w:r w:rsidR="006611F1"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PARIS </w:t>
            </w:r>
            <w:r w:rsidR="003C3898">
              <w:rPr>
                <w:rFonts w:ascii="Times New Roman" w:hAnsi="Times New Roman" w:cs="Times New Roman"/>
                <w:bCs/>
                <w:sz w:val="22"/>
                <w:szCs w:val="22"/>
              </w:rPr>
              <w:t>C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edex 07</w:t>
            </w:r>
          </w:p>
          <w:p w:rsidR="00DE1758" w:rsidRDefault="00DE1758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</w:p>
        </w:tc>
      </w:tr>
      <w:tr w:rsidR="00DE1758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  <w:p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Audrey PAOLASINI</w:t>
            </w: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Chef du </w:t>
            </w:r>
            <w:r w:rsidR="007834A4">
              <w:rPr>
                <w:b/>
                <w:sz w:val="22"/>
                <w:szCs w:val="22"/>
              </w:rPr>
              <w:t xml:space="preserve">Département </w:t>
            </w:r>
            <w:r>
              <w:rPr>
                <w:b/>
                <w:sz w:val="22"/>
                <w:szCs w:val="22"/>
              </w:rPr>
              <w:t>des Achats de l’ON</w:t>
            </w:r>
            <w:r w:rsidR="00902B77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CVG</w:t>
            </w:r>
          </w:p>
          <w:p w:rsidR="00DE1758" w:rsidRDefault="005A5B98">
            <w:pPr>
              <w:ind w:left="72"/>
              <w:jc w:val="left"/>
            </w:pPr>
            <w:r>
              <w:rPr>
                <w:sz w:val="22"/>
                <w:szCs w:val="22"/>
              </w:rPr>
              <w:t>Courriel</w:t>
            </w:r>
            <w:r w:rsidR="006611F1">
              <w:rPr>
                <w:sz w:val="22"/>
                <w:szCs w:val="22"/>
              </w:rPr>
              <w:t> </w:t>
            </w:r>
            <w:r w:rsidR="00E4613C">
              <w:rPr>
                <w:sz w:val="22"/>
                <w:szCs w:val="22"/>
              </w:rPr>
              <w:t xml:space="preserve">: </w:t>
            </w:r>
            <w:hyperlink r:id="rId10">
              <w:r w:rsidR="00E4613C"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 w:rsidR="00E4613C">
              <w:rPr>
                <w:sz w:val="22"/>
                <w:szCs w:val="22"/>
              </w:rPr>
              <w:t xml:space="preserve"> </w:t>
            </w:r>
          </w:p>
        </w:tc>
      </w:tr>
      <w:tr w:rsidR="00D074DC" w:rsidTr="00D074DC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D074DC" w:rsidRDefault="00D074DC" w:rsidP="00E40B38">
            <w:pPr>
              <w:spacing w:before="120" w:after="60"/>
              <w:ind w:left="74"/>
              <w:jc w:val="left"/>
              <w:rPr>
                <w:b/>
                <w:sz w:val="22"/>
                <w:szCs w:val="22"/>
              </w:rPr>
            </w:pPr>
            <w:bookmarkStart w:id="0" w:name="_Hlk120696626"/>
            <w:r w:rsidRPr="00410F7F">
              <w:rPr>
                <w:b/>
                <w:szCs w:val="22"/>
              </w:rPr>
              <w:t>M</w:t>
            </w:r>
            <w:r w:rsidRPr="00410F7F">
              <w:rPr>
                <w:b/>
                <w:szCs w:val="22"/>
                <w:vertAlign w:val="subscript"/>
              </w:rPr>
              <w:t>0</w:t>
            </w:r>
            <w:r w:rsidRPr="00410F7F">
              <w:rPr>
                <w:b/>
                <w:szCs w:val="22"/>
              </w:rPr>
              <w:t xml:space="preserve"> =</w:t>
            </w:r>
            <w:r w:rsidR="004A159C">
              <w:rPr>
                <w:b/>
                <w:szCs w:val="22"/>
              </w:rPr>
              <w:t>avril 2024</w:t>
            </w:r>
          </w:p>
        </w:tc>
      </w:tr>
    </w:tbl>
    <w:p w:rsidR="00DE1758" w:rsidRDefault="00E4613C" w:rsidP="002C45D2">
      <w:pPr>
        <w:pStyle w:val="StyleTitre1ToutenmajusculeGaucheAvant12pt"/>
      </w:pPr>
      <w:bookmarkStart w:id="1" w:name="_Toc153336856"/>
      <w:bookmarkEnd w:id="0"/>
      <w:r>
        <w:t>Objet du marché</w:t>
      </w:r>
      <w:bookmarkEnd w:id="1"/>
    </w:p>
    <w:p w:rsidR="00DE1758" w:rsidRDefault="00E4613C" w:rsidP="00CF25BA">
      <w:pPr>
        <w:ind w:right="-1"/>
      </w:pPr>
      <w:r w:rsidRPr="00096375">
        <w:rPr>
          <w:sz w:val="22"/>
          <w:szCs w:val="22"/>
        </w:rPr>
        <w:t xml:space="preserve">Le présent marché, passé selon la procédure </w:t>
      </w:r>
      <w:r w:rsidR="00096375" w:rsidRPr="00096375">
        <w:rPr>
          <w:sz w:val="22"/>
          <w:szCs w:val="22"/>
        </w:rPr>
        <w:t>adaptée (articles R. 2123‑1, R. 2123‑4 et R. 2123‑5 du Code de la commande publique</w:t>
      </w:r>
      <w:r w:rsidR="00CF25BA">
        <w:rPr>
          <w:sz w:val="22"/>
          <w:szCs w:val="22"/>
        </w:rPr>
        <w:t xml:space="preserve">) </w:t>
      </w:r>
      <w:r w:rsidRPr="00096375">
        <w:t>concerne</w:t>
      </w:r>
      <w:r w:rsidR="00DF1D3B" w:rsidRPr="00096375">
        <w:t> </w:t>
      </w:r>
      <w:r w:rsidRPr="00096375">
        <w:t>:</w:t>
      </w:r>
    </w:p>
    <w:p w:rsidR="009A436A" w:rsidRPr="00096375" w:rsidRDefault="009A436A">
      <w:pPr>
        <w:ind w:right="409"/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8590"/>
      </w:tblGrid>
      <w:tr w:rsidR="00096375" w:rsidRPr="00096375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096375" w:rsidRDefault="00E4613C">
            <w:pPr>
              <w:rPr>
                <w:b/>
                <w:szCs w:val="24"/>
              </w:rPr>
            </w:pPr>
            <w:r w:rsidRPr="00096375">
              <w:rPr>
                <w:b/>
                <w:szCs w:val="24"/>
              </w:rPr>
              <w:t>OBJET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096375" w:rsidRDefault="00096375">
            <w:pPr>
              <w:rPr>
                <w:b/>
              </w:rPr>
            </w:pPr>
            <w:r w:rsidRPr="00096375">
              <w:rPr>
                <w:b/>
              </w:rPr>
              <w:t xml:space="preserve">Fouille archéologique </w:t>
            </w:r>
            <w:r w:rsidR="009A436A">
              <w:rPr>
                <w:b/>
              </w:rPr>
              <w:t xml:space="preserve">préventive </w:t>
            </w:r>
            <w:r w:rsidRPr="00096375">
              <w:rPr>
                <w:b/>
              </w:rPr>
              <w:t xml:space="preserve">baraque cuisine Struthof </w:t>
            </w:r>
          </w:p>
        </w:tc>
      </w:tr>
    </w:tbl>
    <w:p w:rsidR="00DC3F59" w:rsidRPr="00096375" w:rsidRDefault="00DC3F59" w:rsidP="00DC3F59">
      <w:pPr>
        <w:ind w:right="409"/>
      </w:pPr>
      <w:bookmarkStart w:id="2" w:name="_Toc153336857"/>
    </w:p>
    <w:p w:rsidR="00DE1758" w:rsidRDefault="00E4613C" w:rsidP="002C45D2">
      <w:pPr>
        <w:pStyle w:val="StyleTitre1ToutenmajusculeGaucheAvant12pt"/>
      </w:pPr>
      <w:r>
        <w:t>Engagement</w:t>
      </w:r>
      <w:bookmarkEnd w:id="2"/>
    </w:p>
    <w:p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Je soussigné, M. / Mme (Nom, Prénom)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Qualité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16EF3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3C3898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3C3898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3C3898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3C3898">
        <w:t> </w:t>
      </w:r>
      <w:r>
        <w:t xml:space="preserve">: </w:t>
      </w:r>
      <w:r>
        <w:tab/>
        <w:t xml:space="preserve"> APE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3C3898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left"/>
      </w:pPr>
    </w:p>
    <w:p w:rsidR="00BD2173" w:rsidRDefault="00BD2173" w:rsidP="00BD2173">
      <w:pPr>
        <w:jc w:val="left"/>
      </w:pPr>
      <w:r>
        <w:t>Agissant seul</w:t>
      </w: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ind w:left="-426"/>
        <w:jc w:val="left"/>
        <w:rPr>
          <w:b/>
        </w:rPr>
      </w:pPr>
      <w:proofErr w:type="gramStart"/>
      <w:r>
        <w:rPr>
          <w:b/>
        </w:rPr>
        <w:lastRenderedPageBreak/>
        <w:t>OU</w:t>
      </w:r>
      <w:proofErr w:type="gramEnd"/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763DA3" w:rsidRDefault="00763DA3" w:rsidP="00763DA3">
      <w:pPr>
        <w:tabs>
          <w:tab w:val="left" w:leader="dot" w:pos="10204"/>
        </w:tabs>
      </w:pPr>
      <w:r>
        <w:t>Je soussigné, M. / Mme (Nom, Prénom)</w:t>
      </w:r>
      <w:r w:rsidR="00016EF3">
        <w:t> :</w:t>
      </w:r>
      <w:r>
        <w:t xml:space="preserve"> </w:t>
      </w:r>
      <w:r>
        <w:tab/>
      </w:r>
    </w:p>
    <w:p w:rsidR="00763DA3" w:rsidRDefault="00763DA3" w:rsidP="00763DA3">
      <w:pPr>
        <w:tabs>
          <w:tab w:val="right" w:leader="dot" w:pos="10206"/>
        </w:tabs>
        <w:spacing w:before="60"/>
      </w:pPr>
      <w:r>
        <w:t>Qualité</w:t>
      </w:r>
      <w:r w:rsidR="003C3898">
        <w:t> </w:t>
      </w:r>
      <w:r>
        <w:t xml:space="preserve">: </w:t>
      </w:r>
      <w:r>
        <w:tab/>
      </w:r>
    </w:p>
    <w:p w:rsidR="00763DA3" w:rsidRDefault="00763DA3" w:rsidP="00DC3F59">
      <w:pPr>
        <w:tabs>
          <w:tab w:val="left" w:leader="dot" w:pos="8931"/>
        </w:tabs>
        <w:spacing w:before="60"/>
      </w:pPr>
      <w:r>
        <w:t xml:space="preserve">Représentant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>
        <w:t xml:space="preserve"> dûment habilité du groupement</w:t>
      </w:r>
    </w:p>
    <w:p w:rsidR="00763DA3" w:rsidRPr="006A642E" w:rsidRDefault="00763DA3" w:rsidP="00016EF3">
      <w:pPr>
        <w:tabs>
          <w:tab w:val="left" w:pos="2552"/>
          <w:tab w:val="left" w:pos="6237"/>
        </w:tabs>
        <w:spacing w:before="120"/>
        <w:jc w:val="left"/>
        <w:rPr>
          <w:rStyle w:val="Style3"/>
          <w:b/>
          <w:vanish w:val="0"/>
          <w:color w:val="000000"/>
          <w:szCs w:val="22"/>
        </w:rPr>
      </w:pPr>
      <w:bookmarkStart w:id="3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CF25BA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CF25BA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="003C3898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4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CF25BA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CF25BA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="003C3898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3C3898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</w:t>
      </w:r>
      <w:r w:rsidR="007D48E5">
        <w:t>, artisan</w:t>
      </w:r>
      <w:r>
        <w:t>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3C3898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3C3898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3C3898">
        <w:t> </w:t>
      </w:r>
      <w:r>
        <w:t xml:space="preserve">: </w:t>
      </w:r>
      <w:r>
        <w:tab/>
        <w:t xml:space="preserve"> APE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3C3898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center"/>
      </w:pPr>
    </w:p>
    <w:p w:rsidR="00BD2173" w:rsidRDefault="00BD2173" w:rsidP="00BD2173">
      <w:pPr>
        <w:rPr>
          <w:b/>
          <w:szCs w:val="24"/>
        </w:rPr>
      </w:pPr>
    </w:p>
    <w:p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3C3898">
        <w:rPr>
          <w:szCs w:val="24"/>
        </w:rPr>
        <w:t> </w:t>
      </w:r>
      <w:r>
        <w:rPr>
          <w:szCs w:val="24"/>
        </w:rPr>
        <w:t>:</w:t>
      </w:r>
    </w:p>
    <w:p w:rsidR="00BD2173" w:rsidRPr="006A642E" w:rsidRDefault="00BD2173" w:rsidP="00016EF3">
      <w:pPr>
        <w:tabs>
          <w:tab w:val="left" w:pos="2552"/>
          <w:tab w:val="left" w:pos="6237"/>
        </w:tabs>
        <w:spacing w:before="120" w:after="120"/>
        <w:jc w:val="left"/>
        <w:rPr>
          <w:rStyle w:val="Style3"/>
          <w:b/>
          <w:vanish w:val="0"/>
          <w:color w:val="000000"/>
          <w:szCs w:val="22"/>
        </w:rPr>
      </w:pPr>
      <w:bookmarkStart w:id="5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CF25BA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CF25BA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 w:rsidR="003C3898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bookmarkStart w:id="6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CF25BA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CF25BA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6"/>
      <w:r w:rsidR="003C3898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Non solidaire</w:t>
      </w:r>
    </w:p>
    <w:p w:rsidR="00BD2173" w:rsidRDefault="00BD2173" w:rsidP="00BD2173">
      <w:pPr>
        <w:rPr>
          <w:szCs w:val="24"/>
        </w:rPr>
      </w:pPr>
      <w:r>
        <w:rPr>
          <w:szCs w:val="24"/>
        </w:rPr>
        <w:t>de chacun des membres du groupement désignés ci-dessous pour tout ce qui concerne l'exécution du présent marché</w:t>
      </w:r>
      <w:r w:rsidR="003C3898">
        <w:rPr>
          <w:szCs w:val="24"/>
        </w:rPr>
        <w:t> </w:t>
      </w:r>
      <w:r>
        <w:rPr>
          <w:szCs w:val="24"/>
        </w:rPr>
        <w:t>:</w:t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 w:rsidR="003C3898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3C3898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</w:t>
      </w:r>
      <w:r w:rsidR="007D48E5">
        <w:t>, artisan</w:t>
      </w:r>
      <w:r>
        <w:t>)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3C3898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3C3898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3C3898">
        <w:t> </w:t>
      </w:r>
      <w:r>
        <w:t xml:space="preserve">: </w:t>
      </w:r>
      <w:r>
        <w:tab/>
        <w:t xml:space="preserve"> APE</w:t>
      </w:r>
      <w:r w:rsidR="003C3898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3C3898">
        <w:t> </w:t>
      </w:r>
      <w:r>
        <w:t xml:space="preserve">: </w:t>
      </w:r>
      <w:r>
        <w:tab/>
      </w:r>
    </w:p>
    <w:p w:rsidR="00BD2173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3C3898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DE1758" w:rsidRPr="00096375" w:rsidRDefault="00E4613C" w:rsidP="00E4613C">
      <w:pPr>
        <w:numPr>
          <w:ilvl w:val="0"/>
          <w:numId w:val="3"/>
        </w:numPr>
        <w:spacing w:before="240"/>
        <w:ind w:left="284" w:hanging="284"/>
      </w:pPr>
      <w:proofErr w:type="gramStart"/>
      <w:r w:rsidRPr="00096375">
        <w:t>après</w:t>
      </w:r>
      <w:proofErr w:type="gramEnd"/>
      <w:r w:rsidRPr="00096375">
        <w:t xml:space="preserve"> avoir pris connaissance du cahier des clauses </w:t>
      </w:r>
      <w:r w:rsidR="00CE4C03" w:rsidRPr="00096375">
        <w:t>particulières (</w:t>
      </w:r>
      <w:r w:rsidRPr="00096375">
        <w:t xml:space="preserve">C.C.P) </w:t>
      </w:r>
      <w:r w:rsidR="00CE4C03" w:rsidRPr="00096375">
        <w:t>n</w:t>
      </w:r>
      <w:r w:rsidR="003C3898" w:rsidRPr="00096375">
        <w:t>º</w:t>
      </w:r>
      <w:r w:rsidR="00016EF3" w:rsidRPr="00096375">
        <w:t> </w:t>
      </w:r>
      <w:r w:rsidR="00096375" w:rsidRPr="00096375">
        <w:t>24.016</w:t>
      </w:r>
      <w:r w:rsidR="00CE4C03" w:rsidRPr="00096375">
        <w:t xml:space="preserve"> </w:t>
      </w:r>
      <w:r w:rsidRPr="00096375">
        <w:t>et des documents qui y sont mentionnés,</w:t>
      </w:r>
    </w:p>
    <w:p w:rsidR="00DE1758" w:rsidRPr="00096375" w:rsidRDefault="00E4613C" w:rsidP="00E4613C">
      <w:pPr>
        <w:numPr>
          <w:ilvl w:val="0"/>
          <w:numId w:val="3"/>
        </w:numPr>
        <w:spacing w:before="240"/>
        <w:ind w:left="284" w:hanging="284"/>
      </w:pPr>
      <w:r w:rsidRPr="00096375">
        <w:t>et après avoir fourni les éléments prévus par la réglementation à l’appui de ma candidature et mon offre,</w:t>
      </w:r>
    </w:p>
    <w:p w:rsidR="00DE1758" w:rsidRPr="00096375" w:rsidRDefault="00DE1758">
      <w:pPr>
        <w:rPr>
          <w:szCs w:val="24"/>
        </w:rPr>
      </w:pPr>
    </w:p>
    <w:p w:rsidR="00DE1758" w:rsidRPr="00096375" w:rsidRDefault="00E4613C">
      <w:pPr>
        <w:rPr>
          <w:b/>
          <w:szCs w:val="24"/>
        </w:rPr>
      </w:pPr>
      <w:r w:rsidRPr="00096375">
        <w:rPr>
          <w:b/>
          <w:szCs w:val="24"/>
        </w:rPr>
        <w:lastRenderedPageBreak/>
        <w:t xml:space="preserve">JE M’ENGAGE OU </w:t>
      </w:r>
      <w:r w:rsidRPr="00096375">
        <w:rPr>
          <w:b/>
        </w:rPr>
        <w:t>J’ENGAGE</w:t>
      </w:r>
      <w:r w:rsidRPr="00096375"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Pr="00096375" w:rsidRDefault="00DE1758" w:rsidP="00167EE1">
      <w:pPr>
        <w:pStyle w:val="Normal1"/>
      </w:pPr>
    </w:p>
    <w:p w:rsidR="00DE1758" w:rsidRPr="00096375" w:rsidRDefault="00E4613C" w:rsidP="00167EE1">
      <w:pPr>
        <w:pStyle w:val="Normal1"/>
      </w:pPr>
      <w:r w:rsidRPr="00096375">
        <w:t xml:space="preserve">L’offre ainsi présentée ne nous lie toutefois que si la décision d’attribution intervient dans un délai de </w:t>
      </w:r>
      <w:r w:rsidRPr="00096375">
        <w:rPr>
          <w:b/>
        </w:rPr>
        <w:t>1</w:t>
      </w:r>
      <w:r w:rsidR="003A7408">
        <w:rPr>
          <w:b/>
        </w:rPr>
        <w:t>5</w:t>
      </w:r>
      <w:r w:rsidRPr="00096375">
        <w:rPr>
          <w:b/>
        </w:rPr>
        <w:t>0</w:t>
      </w:r>
      <w:r w:rsidR="009F7CC2" w:rsidRPr="00096375">
        <w:rPr>
          <w:b/>
        </w:rPr>
        <w:t> </w:t>
      </w:r>
      <w:r w:rsidRPr="00096375">
        <w:rPr>
          <w:b/>
        </w:rPr>
        <w:t>jours</w:t>
      </w:r>
      <w:r w:rsidR="003C3898" w:rsidRPr="00096375">
        <w:t xml:space="preserve"> </w:t>
      </w:r>
      <w:r w:rsidRPr="00096375">
        <w:t>à compter de la date limite de réception des offres fixée par le règlement de la consultation.</w:t>
      </w:r>
    </w:p>
    <w:p w:rsidR="00DE1758" w:rsidRDefault="00E4613C" w:rsidP="002C45D2">
      <w:pPr>
        <w:pStyle w:val="StyleTitre1ToutenmajusculeGaucheAvant12pt"/>
      </w:pPr>
      <w:bookmarkStart w:id="7" w:name="_Toc153336861"/>
      <w:r>
        <w:t>Prix</w:t>
      </w:r>
      <w:bookmarkEnd w:id="7"/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r>
        <w:t xml:space="preserve"> </w:t>
      </w:r>
      <w:bookmarkStart w:id="8" w:name="_Toc153336862"/>
      <w:r>
        <w:t>Caractéristiques des prix</w:t>
      </w:r>
      <w:bookmarkEnd w:id="8"/>
    </w:p>
    <w:p w:rsidR="002B3A28" w:rsidRDefault="002B3A28" w:rsidP="002B3A28"/>
    <w:p w:rsidR="002B3A28" w:rsidRDefault="00E4613C" w:rsidP="00167EE1">
      <w:pPr>
        <w:rPr>
          <w:szCs w:val="24"/>
        </w:rPr>
      </w:pPr>
      <w:r w:rsidRPr="00096375">
        <w:rPr>
          <w:szCs w:val="24"/>
        </w:rPr>
        <w:t>Les prestations</w:t>
      </w:r>
      <w:r w:rsidR="003C3898" w:rsidRPr="00096375">
        <w:rPr>
          <w:szCs w:val="24"/>
        </w:rPr>
        <w:t xml:space="preserve"> </w:t>
      </w:r>
      <w:r w:rsidRPr="00096375">
        <w:rPr>
          <w:szCs w:val="24"/>
        </w:rPr>
        <w:t>objets du marché seront rémunérées par application d’un prix global forfaitaire égal à</w:t>
      </w:r>
      <w:r w:rsidR="003A1015" w:rsidRPr="00096375">
        <w:rPr>
          <w:szCs w:val="24"/>
        </w:rPr>
        <w:t> </w:t>
      </w:r>
      <w:r w:rsidRPr="00096375">
        <w:rPr>
          <w:szCs w:val="24"/>
        </w:rPr>
        <w:t>:</w:t>
      </w:r>
    </w:p>
    <w:p w:rsidR="00E11C04" w:rsidRDefault="00E11C04" w:rsidP="00167EE1">
      <w:pPr>
        <w:rPr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E11C04" w:rsidTr="00E11C04">
        <w:tc>
          <w:tcPr>
            <w:tcW w:w="3398" w:type="dxa"/>
          </w:tcPr>
          <w:p w:rsidR="00E11C04" w:rsidRDefault="006C59DB" w:rsidP="006C59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Zone</w:t>
            </w:r>
          </w:p>
        </w:tc>
        <w:tc>
          <w:tcPr>
            <w:tcW w:w="3398" w:type="dxa"/>
          </w:tcPr>
          <w:p w:rsidR="00E11C04" w:rsidRDefault="006C59DB" w:rsidP="006C59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Phases</w:t>
            </w:r>
          </w:p>
        </w:tc>
        <w:tc>
          <w:tcPr>
            <w:tcW w:w="3398" w:type="dxa"/>
          </w:tcPr>
          <w:p w:rsidR="00E11C04" w:rsidRDefault="00E11C04" w:rsidP="006C59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Montant HT</w:t>
            </w:r>
          </w:p>
        </w:tc>
      </w:tr>
      <w:tr w:rsidR="006C59DB" w:rsidTr="00E11C04">
        <w:tc>
          <w:tcPr>
            <w:tcW w:w="3398" w:type="dxa"/>
            <w:vMerge w:val="restart"/>
          </w:tcPr>
          <w:p w:rsidR="006C59DB" w:rsidRDefault="006C59DB" w:rsidP="00E11C04">
            <w:pPr>
              <w:ind w:right="-17"/>
              <w:rPr>
                <w:szCs w:val="24"/>
              </w:rPr>
            </w:pPr>
            <w:r w:rsidRPr="00E11C04">
              <w:rPr>
                <w:szCs w:val="24"/>
              </w:rPr>
              <w:t xml:space="preserve">Zone 1 </w:t>
            </w:r>
          </w:p>
          <w:p w:rsidR="006C59DB" w:rsidRPr="00E11C04" w:rsidRDefault="00EA6350" w:rsidP="00E11C04">
            <w:pPr>
              <w:ind w:right="-17"/>
              <w:rPr>
                <w:szCs w:val="24"/>
              </w:rPr>
            </w:pPr>
            <w:r>
              <w:rPr>
                <w:szCs w:val="24"/>
              </w:rPr>
              <w:t>Fondation et b</w:t>
            </w:r>
            <w:r w:rsidR="006C59DB" w:rsidRPr="00E11C04">
              <w:rPr>
                <w:szCs w:val="24"/>
              </w:rPr>
              <w:t>âti de la baraque cuisine</w:t>
            </w:r>
          </w:p>
          <w:p w:rsidR="006C59DB" w:rsidRDefault="006C59DB" w:rsidP="00167EE1">
            <w:pPr>
              <w:rPr>
                <w:szCs w:val="24"/>
              </w:rPr>
            </w:pP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  <w:r>
              <w:rPr>
                <w:szCs w:val="24"/>
              </w:rPr>
              <w:t>Préparation</w:t>
            </w: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</w:p>
        </w:tc>
      </w:tr>
      <w:tr w:rsidR="006C59DB" w:rsidTr="00E11C04">
        <w:tc>
          <w:tcPr>
            <w:tcW w:w="3398" w:type="dxa"/>
            <w:vMerge/>
          </w:tcPr>
          <w:p w:rsidR="006C59DB" w:rsidRDefault="006C59DB" w:rsidP="00167EE1">
            <w:pPr>
              <w:rPr>
                <w:szCs w:val="24"/>
              </w:rPr>
            </w:pP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  <w:r>
              <w:rPr>
                <w:szCs w:val="24"/>
              </w:rPr>
              <w:t>Terrain</w:t>
            </w: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</w:p>
        </w:tc>
      </w:tr>
      <w:tr w:rsidR="006C59DB" w:rsidTr="00E11C04">
        <w:tc>
          <w:tcPr>
            <w:tcW w:w="3398" w:type="dxa"/>
            <w:vMerge/>
          </w:tcPr>
          <w:p w:rsidR="006C59DB" w:rsidRDefault="006C59DB" w:rsidP="00167EE1">
            <w:pPr>
              <w:rPr>
                <w:szCs w:val="24"/>
              </w:rPr>
            </w:pP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  <w:r>
              <w:rPr>
                <w:szCs w:val="24"/>
              </w:rPr>
              <w:t>Etude</w:t>
            </w: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</w:p>
        </w:tc>
      </w:tr>
      <w:tr w:rsidR="006C59DB" w:rsidTr="00E11C04">
        <w:tc>
          <w:tcPr>
            <w:tcW w:w="3398" w:type="dxa"/>
            <w:vMerge/>
          </w:tcPr>
          <w:p w:rsidR="006C59DB" w:rsidRDefault="006C59DB" w:rsidP="00167EE1">
            <w:pPr>
              <w:rPr>
                <w:szCs w:val="24"/>
              </w:rPr>
            </w:pP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  <w:r>
              <w:rPr>
                <w:szCs w:val="24"/>
              </w:rPr>
              <w:t>Rapport final</w:t>
            </w: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</w:p>
        </w:tc>
      </w:tr>
      <w:tr w:rsidR="006C59DB" w:rsidTr="00E11C04">
        <w:tc>
          <w:tcPr>
            <w:tcW w:w="3398" w:type="dxa"/>
            <w:vMerge w:val="restart"/>
          </w:tcPr>
          <w:p w:rsidR="006C59DB" w:rsidRDefault="006C59DB" w:rsidP="00167EE1">
            <w:pPr>
              <w:rPr>
                <w:szCs w:val="24"/>
              </w:rPr>
            </w:pPr>
            <w:r>
              <w:rPr>
                <w:szCs w:val="24"/>
              </w:rPr>
              <w:t xml:space="preserve">Zone 2 </w:t>
            </w:r>
          </w:p>
          <w:p w:rsidR="006C59DB" w:rsidRDefault="006C59DB" w:rsidP="00167EE1">
            <w:pPr>
              <w:rPr>
                <w:szCs w:val="24"/>
              </w:rPr>
            </w:pPr>
            <w:r>
              <w:rPr>
                <w:szCs w:val="24"/>
              </w:rPr>
              <w:t>Tranchée</w:t>
            </w:r>
            <w:r w:rsidR="00EA6350">
              <w:rPr>
                <w:szCs w:val="24"/>
              </w:rPr>
              <w:t xml:space="preserve"> vers le</w:t>
            </w:r>
            <w:r>
              <w:rPr>
                <w:szCs w:val="24"/>
              </w:rPr>
              <w:t xml:space="preserve"> mirador 8</w:t>
            </w: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  <w:r>
              <w:rPr>
                <w:szCs w:val="24"/>
              </w:rPr>
              <w:t>Préparation</w:t>
            </w: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</w:p>
        </w:tc>
      </w:tr>
      <w:tr w:rsidR="006C59DB" w:rsidTr="00E11C04">
        <w:tc>
          <w:tcPr>
            <w:tcW w:w="3398" w:type="dxa"/>
            <w:vMerge/>
          </w:tcPr>
          <w:p w:rsidR="006C59DB" w:rsidRDefault="006C59DB" w:rsidP="00167EE1">
            <w:pPr>
              <w:rPr>
                <w:szCs w:val="24"/>
              </w:rPr>
            </w:pP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  <w:r>
              <w:rPr>
                <w:szCs w:val="24"/>
              </w:rPr>
              <w:t>Terrain</w:t>
            </w: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</w:p>
        </w:tc>
      </w:tr>
      <w:tr w:rsidR="006C59DB" w:rsidTr="00E11C04">
        <w:tc>
          <w:tcPr>
            <w:tcW w:w="3398" w:type="dxa"/>
            <w:vMerge/>
          </w:tcPr>
          <w:p w:rsidR="006C59DB" w:rsidRDefault="006C59DB" w:rsidP="00167EE1">
            <w:pPr>
              <w:rPr>
                <w:szCs w:val="24"/>
              </w:rPr>
            </w:pP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  <w:r>
              <w:rPr>
                <w:szCs w:val="24"/>
              </w:rPr>
              <w:t>Etude</w:t>
            </w: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</w:p>
        </w:tc>
      </w:tr>
      <w:tr w:rsidR="006C59DB" w:rsidTr="00E11C04">
        <w:tc>
          <w:tcPr>
            <w:tcW w:w="3398" w:type="dxa"/>
            <w:vMerge/>
          </w:tcPr>
          <w:p w:rsidR="006C59DB" w:rsidRDefault="006C59DB" w:rsidP="00167EE1">
            <w:pPr>
              <w:rPr>
                <w:szCs w:val="24"/>
              </w:rPr>
            </w:pP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  <w:r>
              <w:rPr>
                <w:szCs w:val="24"/>
              </w:rPr>
              <w:t>Rapport final</w:t>
            </w: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</w:p>
        </w:tc>
      </w:tr>
      <w:tr w:rsidR="006C59DB" w:rsidTr="007A50DF">
        <w:tc>
          <w:tcPr>
            <w:tcW w:w="6796" w:type="dxa"/>
            <w:gridSpan w:val="2"/>
          </w:tcPr>
          <w:p w:rsidR="006C59DB" w:rsidRDefault="006C59DB" w:rsidP="00167EE1">
            <w:pPr>
              <w:rPr>
                <w:szCs w:val="24"/>
              </w:rPr>
            </w:pPr>
            <w:r>
              <w:rPr>
                <w:szCs w:val="24"/>
              </w:rPr>
              <w:t>TOTAL HT</w:t>
            </w: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</w:p>
        </w:tc>
      </w:tr>
      <w:tr w:rsidR="006C59DB" w:rsidTr="00507C85">
        <w:tc>
          <w:tcPr>
            <w:tcW w:w="6796" w:type="dxa"/>
            <w:gridSpan w:val="2"/>
          </w:tcPr>
          <w:p w:rsidR="006C59DB" w:rsidRDefault="006C59DB" w:rsidP="00167EE1">
            <w:pPr>
              <w:rPr>
                <w:szCs w:val="24"/>
              </w:rPr>
            </w:pPr>
            <w:r>
              <w:rPr>
                <w:szCs w:val="24"/>
              </w:rPr>
              <w:t>TVA 20 %</w:t>
            </w: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</w:p>
        </w:tc>
      </w:tr>
      <w:tr w:rsidR="006C59DB" w:rsidTr="00843236">
        <w:tc>
          <w:tcPr>
            <w:tcW w:w="6796" w:type="dxa"/>
            <w:gridSpan w:val="2"/>
          </w:tcPr>
          <w:p w:rsidR="006C59DB" w:rsidRDefault="006C59DB" w:rsidP="00167EE1">
            <w:pPr>
              <w:rPr>
                <w:szCs w:val="24"/>
              </w:rPr>
            </w:pPr>
            <w:r>
              <w:rPr>
                <w:szCs w:val="24"/>
              </w:rPr>
              <w:t>TOTAL TTC</w:t>
            </w:r>
          </w:p>
        </w:tc>
        <w:tc>
          <w:tcPr>
            <w:tcW w:w="3398" w:type="dxa"/>
          </w:tcPr>
          <w:p w:rsidR="006C59DB" w:rsidRDefault="006C59DB" w:rsidP="00167EE1">
            <w:pPr>
              <w:rPr>
                <w:szCs w:val="24"/>
              </w:rPr>
            </w:pPr>
          </w:p>
        </w:tc>
      </w:tr>
    </w:tbl>
    <w:p w:rsidR="00E11C04" w:rsidRPr="00096375" w:rsidRDefault="00E11C04" w:rsidP="00167EE1">
      <w:pPr>
        <w:rPr>
          <w:szCs w:val="24"/>
        </w:rPr>
      </w:pPr>
    </w:p>
    <w:p w:rsidR="00FC64BF" w:rsidRPr="00096375" w:rsidRDefault="00FC64BF" w:rsidP="00FC64BF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szCs w:val="24"/>
        </w:rPr>
      </w:pPr>
      <w:r w:rsidRPr="00096375">
        <w:rPr>
          <w:szCs w:val="24"/>
        </w:rPr>
        <w:t>Soit en lettres </w:t>
      </w:r>
      <w:r w:rsidR="006C59DB">
        <w:rPr>
          <w:szCs w:val="24"/>
        </w:rPr>
        <w:t xml:space="preserve">TTC </w:t>
      </w:r>
      <w:r w:rsidRPr="00096375">
        <w:rPr>
          <w:szCs w:val="24"/>
        </w:rPr>
        <w:t xml:space="preserve">: </w:t>
      </w:r>
      <w:r w:rsidRPr="00096375">
        <w:rPr>
          <w:szCs w:val="24"/>
        </w:rPr>
        <w:tab/>
      </w:r>
    </w:p>
    <w:p w:rsidR="00DE1758" w:rsidRPr="00096375" w:rsidRDefault="00DE1758" w:rsidP="00167EE1">
      <w:pPr>
        <w:tabs>
          <w:tab w:val="left" w:pos="284"/>
          <w:tab w:val="left" w:pos="567"/>
          <w:tab w:val="left" w:pos="851"/>
        </w:tabs>
        <w:ind w:left="284"/>
        <w:rPr>
          <w:rStyle w:val="Style3"/>
          <w:vanish w:val="0"/>
          <w:color w:val="auto"/>
          <w:szCs w:val="24"/>
        </w:rPr>
      </w:pP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9" w:name="_Toc153336863"/>
      <w:r>
        <w:t>Sous-traitance</w:t>
      </w:r>
      <w:bookmarkEnd w:id="9"/>
      <w:r>
        <w:t xml:space="preserve"> </w:t>
      </w:r>
    </w:p>
    <w:p w:rsidR="00DE1758" w:rsidRDefault="00E4613C" w:rsidP="00167EE1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Déclaration de sous-traitance</w:t>
      </w:r>
      <w:r w:rsidR="00883C97">
        <w:rPr>
          <w:szCs w:val="24"/>
        </w:rPr>
        <w:t> </w:t>
      </w:r>
      <w:r>
        <w:rPr>
          <w:szCs w:val="24"/>
        </w:rPr>
        <w:t>:</w:t>
      </w:r>
    </w:p>
    <w:p w:rsidR="00DE1758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szCs w:val="24"/>
        </w:rPr>
      </w:pPr>
      <w:r>
        <w:rPr>
          <w:szCs w:val="24"/>
        </w:rPr>
        <w:t>Les annexes nº</w:t>
      </w:r>
      <w:r w:rsidR="00E30FAF">
        <w:rPr>
          <w:szCs w:val="24"/>
        </w:rPr>
        <w:t> </w:t>
      </w:r>
      <w:r>
        <w:rPr>
          <w:szCs w:val="24"/>
        </w:rPr>
        <w:t>...</w:t>
      </w:r>
      <w:r w:rsidR="00BA1057">
        <w:rPr>
          <w:szCs w:val="24"/>
        </w:rPr>
        <w:t xml:space="preserve">, </w:t>
      </w:r>
      <w:r>
        <w:rPr>
          <w:szCs w:val="24"/>
        </w:rPr>
        <w:t>...</w:t>
      </w:r>
      <w:r w:rsidR="00BA1057">
        <w:rPr>
          <w:szCs w:val="24"/>
        </w:rPr>
        <w:t xml:space="preserve">, </w:t>
      </w:r>
      <w:r>
        <w:rPr>
          <w:szCs w:val="24"/>
        </w:rPr>
        <w:t>...</w:t>
      </w:r>
      <w:r w:rsidR="00BA1057">
        <w:rPr>
          <w:szCs w:val="24"/>
        </w:rPr>
        <w:t xml:space="preserve">, </w:t>
      </w:r>
      <w:r>
        <w:rPr>
          <w:szCs w:val="24"/>
        </w:rPr>
        <w:t>.</w:t>
      </w:r>
      <w:r w:rsidR="00E30FAF">
        <w:rPr>
          <w:szCs w:val="24"/>
        </w:rPr>
        <w:t>..</w:t>
      </w:r>
      <w:r w:rsidR="00BA1057">
        <w:rPr>
          <w:szCs w:val="24"/>
        </w:rPr>
        <w:t xml:space="preserve">, </w:t>
      </w:r>
      <w:r w:rsidR="00E30FAF">
        <w:rPr>
          <w:szCs w:val="24"/>
        </w:rPr>
        <w:t>...</w:t>
      </w:r>
      <w:r w:rsidR="00BA1057">
        <w:rPr>
          <w:szCs w:val="24"/>
        </w:rPr>
        <w:t xml:space="preserve">, </w:t>
      </w:r>
      <w:r w:rsidR="00E30FAF">
        <w:rPr>
          <w:szCs w:val="24"/>
        </w:rPr>
        <w:t>.</w:t>
      </w:r>
      <w:r w:rsidR="00BA1057">
        <w:rPr>
          <w:szCs w:val="24"/>
        </w:rPr>
        <w:t>..</w:t>
      </w:r>
      <w:r>
        <w:rPr>
          <w:szCs w:val="24"/>
        </w:rPr>
        <w:t xml:space="preserve"> au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30FAF">
        <w:rPr>
          <w:szCs w:val="24"/>
        </w:rPr>
        <w:t> </w:t>
      </w:r>
      <w:r>
        <w:rPr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szCs w:val="24"/>
        </w:rPr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167EE1">
        <w:rPr>
          <w:szCs w:val="24"/>
        </w:rPr>
        <w:t> </w:t>
      </w:r>
      <w:r>
        <w:rPr>
          <w:szCs w:val="24"/>
        </w:rPr>
        <w:t>; cette notification est réputée emporter acceptation du sous-traitant et agrément des conditions de paiement du contrat de sous-traitance.</w:t>
      </w:r>
    </w:p>
    <w:p w:rsidR="00DE1758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szCs w:val="24"/>
        </w:rPr>
      </w:pPr>
      <w:r>
        <w:rPr>
          <w:szCs w:val="24"/>
        </w:rPr>
        <w:t>Le montant total des prestations que j’envisage (ou nous envisageons) de sous-traiter conformément à ces annexes est de</w:t>
      </w:r>
      <w:r w:rsidR="00167EE1">
        <w:rPr>
          <w:szCs w:val="24"/>
        </w:rPr>
        <w:t> </w:t>
      </w:r>
      <w:r>
        <w:rPr>
          <w:szCs w:val="24"/>
        </w:rPr>
        <w:t>:</w:t>
      </w:r>
    </w:p>
    <w:p w:rsidR="000D2539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szCs w:val="24"/>
        </w:rPr>
      </w:pPr>
      <w:r>
        <w:rPr>
          <w:szCs w:val="24"/>
        </w:rPr>
        <w:t>Montant hors taxe</w:t>
      </w:r>
      <w:r>
        <w:rPr>
          <w:szCs w:val="24"/>
        </w:rPr>
        <w:tab/>
        <w:t>: </w:t>
      </w:r>
      <w:r>
        <w:rPr>
          <w:szCs w:val="24"/>
        </w:rPr>
        <w:tab/>
        <w:t> Euros</w:t>
      </w:r>
    </w:p>
    <w:p w:rsidR="000D2539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szCs w:val="24"/>
        </w:rPr>
      </w:pPr>
      <w:r>
        <w:rPr>
          <w:szCs w:val="24"/>
        </w:rPr>
        <w:t>TVA (taux de … %)</w:t>
      </w:r>
      <w:r>
        <w:rPr>
          <w:szCs w:val="24"/>
        </w:rPr>
        <w:tab/>
        <w:t>: </w:t>
      </w:r>
      <w:r>
        <w:rPr>
          <w:szCs w:val="24"/>
        </w:rPr>
        <w:tab/>
        <w:t> Euros</w:t>
      </w:r>
    </w:p>
    <w:p w:rsidR="000D2539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szCs w:val="24"/>
        </w:rPr>
      </w:pPr>
      <w:r>
        <w:rPr>
          <w:szCs w:val="24"/>
        </w:rPr>
        <w:t>Montant TTC</w:t>
      </w:r>
      <w:r>
        <w:rPr>
          <w:szCs w:val="24"/>
        </w:rPr>
        <w:tab/>
        <w:t>: </w:t>
      </w:r>
      <w:r>
        <w:rPr>
          <w:szCs w:val="24"/>
        </w:rPr>
        <w:tab/>
        <w:t> Euros</w:t>
      </w:r>
    </w:p>
    <w:p w:rsidR="000D2539" w:rsidRDefault="000D2539" w:rsidP="000D2539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szCs w:val="24"/>
        </w:rPr>
      </w:pPr>
      <w:r>
        <w:rPr>
          <w:szCs w:val="24"/>
        </w:rPr>
        <w:t xml:space="preserve">Soit en lettres : </w:t>
      </w:r>
      <w:r>
        <w:rPr>
          <w:szCs w:val="24"/>
        </w:rPr>
        <w:tab/>
      </w:r>
    </w:p>
    <w:p w:rsidR="00DE1758" w:rsidRDefault="00DE1758" w:rsidP="00167EE1">
      <w:pPr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</w:p>
    <w:p w:rsidR="00DE1758" w:rsidRDefault="00E4613C" w:rsidP="00167EE1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167EE1">
        <w:rPr>
          <w:szCs w:val="24"/>
        </w:rPr>
        <w:t> </w:t>
      </w:r>
      <w:r>
        <w:rPr>
          <w:szCs w:val="24"/>
        </w:rPr>
        <w:t>; les sommes figurant à ce tableau correspondent au montant maximal de la créance que le sous-traitant concerné pourra présenter en nantissement ou céder</w:t>
      </w:r>
      <w:r w:rsidR="00167EE1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B772DB">
      <w:pPr>
        <w:rPr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0D2539" w:rsidTr="00523C49">
        <w:trPr>
          <w:cantSplit/>
          <w:tblHeader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Default="000D2539" w:rsidP="00523C49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Nature de la prestation</w:t>
            </w:r>
            <w:r w:rsidR="005A6242">
              <w:rPr>
                <w:i/>
                <w:iCs/>
                <w:sz w:val="22"/>
                <w:szCs w:val="22"/>
              </w:rPr>
              <w:t>/phase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Default="000D2539" w:rsidP="00523C49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Default="000D2539" w:rsidP="00523C49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Default="000D2539" w:rsidP="00523C49">
            <w:pPr>
              <w:keepNext/>
              <w:keepLines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Montant TTC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  <w:tr w:rsidR="000D2539" w:rsidTr="00523C49">
        <w:trPr>
          <w:cantSplit/>
          <w:jc w:val="center"/>
        </w:trPr>
        <w:tc>
          <w:tcPr>
            <w:tcW w:w="31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spacing w:before="80"/>
              <w:jc w:val="lef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 €</w:t>
            </w:r>
          </w:p>
        </w:tc>
      </w:tr>
    </w:tbl>
    <w:p w:rsidR="00DE1758" w:rsidRPr="00B772DB" w:rsidRDefault="00DE1758" w:rsidP="00B772DB">
      <w:pPr>
        <w:rPr>
          <w:szCs w:val="24"/>
        </w:rPr>
      </w:pPr>
    </w:p>
    <w:p w:rsidR="000D2539" w:rsidRDefault="000D2539" w:rsidP="000D2539">
      <w:pPr>
        <w:tabs>
          <w:tab w:val="left" w:leader="dot" w:pos="3402"/>
          <w:tab w:val="left" w:leader="dot" w:pos="10204"/>
        </w:tabs>
        <w:rPr>
          <w:szCs w:val="24"/>
        </w:rPr>
      </w:pPr>
      <w:bookmarkStart w:id="10" w:name="_Toc153336867"/>
      <w:r>
        <w:rPr>
          <w:szCs w:val="24"/>
        </w:rPr>
        <w:t xml:space="preserve">Le montant maximal de la créance que je pourrai (nous pourrons) présenter en nantissement ou céder est ainsi de </w:t>
      </w:r>
      <w:r>
        <w:rPr>
          <w:szCs w:val="24"/>
        </w:rPr>
        <w:tab/>
        <w:t xml:space="preserve"> € T.T.C. soit en lettres </w:t>
      </w:r>
      <w:r>
        <w:rPr>
          <w:szCs w:val="24"/>
        </w:rPr>
        <w:tab/>
      </w:r>
    </w:p>
    <w:p w:rsidR="00B772DB" w:rsidRDefault="00B772DB" w:rsidP="00B772DB">
      <w:pPr>
        <w:rPr>
          <w:szCs w:val="24"/>
        </w:rPr>
      </w:pPr>
    </w:p>
    <w:p w:rsidR="00DE1758" w:rsidRDefault="00E4613C" w:rsidP="002C45D2">
      <w:pPr>
        <w:pStyle w:val="StyleTitre1ToutenmajusculeGaucheAvant12pt"/>
      </w:pPr>
      <w:r>
        <w:t>Règlement des prestations</w:t>
      </w:r>
      <w:bookmarkEnd w:id="10"/>
    </w:p>
    <w:p w:rsidR="00DE1758" w:rsidRPr="00096375" w:rsidRDefault="00E4613C">
      <w:pPr>
        <w:pStyle w:val="Titre2"/>
        <w:numPr>
          <w:ilvl w:val="1"/>
          <w:numId w:val="2"/>
        </w:numPr>
        <w:ind w:left="1617" w:firstLine="0"/>
      </w:pPr>
      <w:bookmarkStart w:id="11" w:name="_Toc153336868"/>
      <w:r w:rsidRPr="00096375">
        <w:t xml:space="preserve"> Avance</w:t>
      </w:r>
      <w:bookmarkEnd w:id="11"/>
    </w:p>
    <w:p w:rsidR="00DE1758" w:rsidRPr="00096375" w:rsidRDefault="00E4613C">
      <w:pPr>
        <w:rPr>
          <w:szCs w:val="24"/>
        </w:rPr>
      </w:pPr>
      <w:r w:rsidRPr="00096375">
        <w:rPr>
          <w:szCs w:val="24"/>
        </w:rPr>
        <w:t>Conformément aux dispositions du CCAP, le titulaire déclare</w:t>
      </w:r>
      <w:r w:rsidR="00B36067" w:rsidRPr="00096375">
        <w:rPr>
          <w:szCs w:val="24"/>
        </w:rPr>
        <w:t> </w:t>
      </w:r>
      <w:r w:rsidRPr="00096375">
        <w:rPr>
          <w:szCs w:val="24"/>
        </w:rPr>
        <w:t>:</w:t>
      </w:r>
    </w:p>
    <w:p w:rsidR="00DE1758" w:rsidRPr="00096375" w:rsidRDefault="00E4613C">
      <w:r w:rsidRPr="0009637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6375">
        <w:instrText>FORMCHECKBOX</w:instrText>
      </w:r>
      <w:r w:rsidR="00CF25BA">
        <w:fldChar w:fldCharType="separate"/>
      </w:r>
      <w:bookmarkStart w:id="12" w:name="__Fieldmark__820_2719176277"/>
      <w:bookmarkStart w:id="13" w:name="__Fieldmark__723_4252859514"/>
      <w:bookmarkEnd w:id="12"/>
      <w:bookmarkEnd w:id="13"/>
      <w:r w:rsidRPr="00096375">
        <w:fldChar w:fldCharType="end"/>
      </w:r>
      <w:r w:rsidR="003A1015" w:rsidRPr="00096375">
        <w:rPr>
          <w:szCs w:val="24"/>
        </w:rPr>
        <w:t>  </w:t>
      </w:r>
      <w:r w:rsidRPr="00096375">
        <w:rPr>
          <w:szCs w:val="24"/>
        </w:rPr>
        <w:t xml:space="preserve">Accepter l’avance </w:t>
      </w:r>
    </w:p>
    <w:p w:rsidR="00DE1758" w:rsidRPr="00096375" w:rsidRDefault="00E4613C">
      <w:r w:rsidRPr="0009637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6375">
        <w:instrText>FORMCHECKBOX</w:instrText>
      </w:r>
      <w:r w:rsidR="00CF25BA">
        <w:fldChar w:fldCharType="separate"/>
      </w:r>
      <w:bookmarkStart w:id="14" w:name="__Fieldmark__824_2719176277"/>
      <w:bookmarkStart w:id="15" w:name="__Fieldmark__732_4252859514"/>
      <w:bookmarkEnd w:id="14"/>
      <w:bookmarkEnd w:id="15"/>
      <w:r w:rsidRPr="00096375">
        <w:fldChar w:fldCharType="end"/>
      </w:r>
      <w:r w:rsidR="003A1015" w:rsidRPr="00096375">
        <w:rPr>
          <w:szCs w:val="24"/>
        </w:rPr>
        <w:t>  </w:t>
      </w:r>
      <w:r w:rsidRPr="00096375">
        <w:rPr>
          <w:szCs w:val="24"/>
        </w:rPr>
        <w:t>Refuser l’avance.</w:t>
      </w:r>
    </w:p>
    <w:p w:rsidR="00DE1758" w:rsidRPr="00096375" w:rsidRDefault="00DE1758">
      <w:pPr>
        <w:rPr>
          <w:szCs w:val="24"/>
        </w:rPr>
      </w:pPr>
    </w:p>
    <w:p w:rsidR="00DE1758" w:rsidRPr="00096375" w:rsidRDefault="00E4613C">
      <w:pPr>
        <w:rPr>
          <w:szCs w:val="24"/>
        </w:rPr>
      </w:pPr>
      <w:r w:rsidRPr="00096375">
        <w:rPr>
          <w:szCs w:val="24"/>
          <w:u w:val="single"/>
        </w:rPr>
        <w:t>NB</w:t>
      </w:r>
      <w:r w:rsidR="003A1015" w:rsidRPr="00096375">
        <w:rPr>
          <w:szCs w:val="24"/>
        </w:rPr>
        <w:t> </w:t>
      </w:r>
      <w:r w:rsidRPr="00096375">
        <w:rPr>
          <w:szCs w:val="24"/>
        </w:rPr>
        <w:t>: Si aucune case n’est cochée, ou si les deux cases sont cochées, le pouvoir adjudicateur considérera que l’entreprise renonce au bénéfice de l’avance</w:t>
      </w:r>
      <w:r w:rsidR="00B36067" w:rsidRPr="00096375">
        <w:rPr>
          <w:szCs w:val="24"/>
        </w:rPr>
        <w:t>.</w:t>
      </w: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16" w:name="_Toc153336871"/>
      <w:r>
        <w:t xml:space="preserve"> Mode de règlement</w:t>
      </w:r>
      <w:bookmarkEnd w:id="16"/>
    </w:p>
    <w:p w:rsidR="00DE1758" w:rsidRDefault="009808BB">
      <w:pPr>
        <w:spacing w:before="120"/>
        <w:ind w:right="-1"/>
        <w:rPr>
          <w:color w:val="000000"/>
        </w:rPr>
      </w:pPr>
      <w:r>
        <w:rPr>
          <w:color w:val="000000"/>
        </w:rPr>
        <w:t>L</w:t>
      </w:r>
      <w:r w:rsidR="00E4613C">
        <w:rPr>
          <w:color w:val="000000"/>
        </w:rPr>
        <w:t>’ONACVG se libérera des sommes dues au titre du présent marché en faisant porter leur montant par virement</w:t>
      </w:r>
      <w:r w:rsidR="003A1015">
        <w:rPr>
          <w:color w:val="000000"/>
        </w:rPr>
        <w:t> </w:t>
      </w:r>
      <w:r w:rsidR="00E4613C">
        <w:rPr>
          <w:color w:val="000000"/>
        </w:rPr>
        <w:t>:</w:t>
      </w:r>
    </w:p>
    <w:p w:rsidR="00DE1758" w:rsidRDefault="00E4613C" w:rsidP="003A1015">
      <w:pPr>
        <w:keepNext/>
        <w:spacing w:before="120"/>
        <w:ind w:right="-1"/>
        <w:rPr>
          <w:b/>
          <w:color w:val="000000"/>
          <w:szCs w:val="24"/>
        </w:rPr>
      </w:pPr>
      <w:r>
        <w:rPr>
          <w:b/>
          <w:color w:val="000000"/>
          <w:szCs w:val="24"/>
          <w:u w:val="single"/>
        </w:rPr>
        <w:t>Si l’entreprise se présente seule</w:t>
      </w:r>
      <w:r w:rsidR="003A1015">
        <w:rPr>
          <w:b/>
          <w:color w:val="000000"/>
          <w:szCs w:val="24"/>
        </w:rPr>
        <w:t> </w:t>
      </w:r>
      <w:r>
        <w:rPr>
          <w:b/>
          <w:color w:val="000000"/>
          <w:szCs w:val="24"/>
        </w:rPr>
        <w:t>: sur le compte ouvert au nom du titulaire</w:t>
      </w:r>
    </w:p>
    <w:p w:rsidR="003A1015" w:rsidRDefault="003A1015" w:rsidP="003A1015">
      <w:pPr>
        <w:keepNext/>
        <w:spacing w:before="120"/>
        <w:ind w:right="-1"/>
        <w:rPr>
          <w:b/>
          <w:color w:val="000000"/>
          <w:sz w:val="10"/>
          <w:szCs w:val="10"/>
        </w:rPr>
      </w:pPr>
    </w:p>
    <w:p w:rsidR="003A1015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3A1015" w:rsidRPr="00DE361D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DE1758" w:rsidRDefault="007C4F7D">
      <w:pPr>
        <w:spacing w:before="120"/>
        <w:ind w:right="-1"/>
      </w:pPr>
      <w:proofErr w:type="gramStart"/>
      <w:r>
        <w:t>e</w:t>
      </w:r>
      <w:r w:rsidR="00E4613C">
        <w:t>t</w:t>
      </w:r>
      <w:proofErr w:type="gramEnd"/>
      <w:r w:rsidR="00E4613C">
        <w:t xml:space="preserve"> dont il fournit le RIB ou RIP ou RICE</w:t>
      </w:r>
    </w:p>
    <w:p w:rsidR="00DE1758" w:rsidRDefault="00DE1758">
      <w:pPr>
        <w:spacing w:before="120"/>
        <w:ind w:right="-1"/>
        <w:rPr>
          <w:sz w:val="4"/>
          <w:szCs w:val="4"/>
        </w:rPr>
      </w:pPr>
    </w:p>
    <w:p w:rsidR="00DE1758" w:rsidRDefault="00E4613C">
      <w:pPr>
        <w:spacing w:before="120"/>
        <w:ind w:right="408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En cas de groupement </w:t>
      </w:r>
    </w:p>
    <w:p w:rsidR="00DE1758" w:rsidRDefault="00E4613C">
      <w:pPr>
        <w:spacing w:before="120"/>
        <w:rPr>
          <w:color w:val="000000"/>
          <w:szCs w:val="24"/>
        </w:rPr>
      </w:pPr>
      <w:r>
        <w:rPr>
          <w:color w:val="000000"/>
          <w:szCs w:val="24"/>
        </w:rPr>
        <w:t>Joindre l’annexe «</w:t>
      </w:r>
      <w:r w:rsidR="003A1015">
        <w:rPr>
          <w:color w:val="000000"/>
          <w:szCs w:val="24"/>
        </w:rPr>
        <w:t> </w:t>
      </w:r>
      <w:r>
        <w:rPr>
          <w:color w:val="000000"/>
          <w:szCs w:val="24"/>
        </w:rPr>
        <w:t>répartition des prestations par nature du groupement</w:t>
      </w:r>
      <w:r w:rsidR="003A1015">
        <w:rPr>
          <w:color w:val="000000"/>
          <w:szCs w:val="24"/>
        </w:rPr>
        <w:t> </w:t>
      </w:r>
      <w:r>
        <w:rPr>
          <w:color w:val="000000"/>
          <w:szCs w:val="24"/>
        </w:rPr>
        <w:t xml:space="preserve">» précisant la nature des prestations du marché revenant à chacun, dûment complétée. </w:t>
      </w:r>
    </w:p>
    <w:p w:rsidR="00DE1758" w:rsidRDefault="00E4613C">
      <w:pPr>
        <w:spacing w:before="120"/>
        <w:rPr>
          <w:color w:val="000000"/>
        </w:rPr>
      </w:pPr>
      <w:r>
        <w:rPr>
          <w:b/>
          <w:color w:val="000000"/>
          <w:szCs w:val="24"/>
        </w:rPr>
        <w:t>1) sur le compte de chacun des cotraitants si les prestations sont individualisées</w:t>
      </w:r>
      <w:r>
        <w:rPr>
          <w:color w:val="000000"/>
          <w:szCs w:val="24"/>
        </w:rPr>
        <w:t xml:space="preserve">, </w:t>
      </w:r>
      <w:r>
        <w:t>chacun fournissant un RIB ou RIP ou RICE</w:t>
      </w:r>
    </w:p>
    <w:p w:rsidR="00DE1758" w:rsidRDefault="00DE1758">
      <w:pPr>
        <w:spacing w:before="120"/>
        <w:rPr>
          <w:color w:val="000000"/>
          <w:sz w:val="4"/>
          <w:szCs w:val="4"/>
        </w:rPr>
      </w:pPr>
    </w:p>
    <w:p w:rsidR="00DE1758" w:rsidRDefault="00E4613C" w:rsidP="003A1015">
      <w:pPr>
        <w:keepNext/>
        <w:spacing w:before="120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t>2) sur le compte unique du groupement si les prestations ne sont pas individualisées</w:t>
      </w:r>
    </w:p>
    <w:p w:rsidR="003A1015" w:rsidRDefault="003A1015" w:rsidP="003A1015">
      <w:pPr>
        <w:keepNext/>
        <w:spacing w:before="120"/>
        <w:ind w:right="-1"/>
        <w:rPr>
          <w:b/>
          <w:color w:val="000000"/>
          <w:sz w:val="10"/>
          <w:szCs w:val="10"/>
        </w:rPr>
      </w:pPr>
    </w:p>
    <w:p w:rsidR="003A1015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3A1015" w:rsidRPr="00DE361D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3A1015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F25BA">
        <w:fldChar w:fldCharType="separate"/>
      </w:r>
      <w:bookmarkStart w:id="17" w:name="__Fieldmark__875_2719176277"/>
      <w:bookmarkStart w:id="18" w:name="__Fieldmark__771_4252859514"/>
      <w:bookmarkEnd w:id="17"/>
      <w:bookmarkEnd w:id="18"/>
      <w:r>
        <w:fldChar w:fldCharType="end"/>
      </w:r>
      <w:r>
        <w:rPr>
          <w:szCs w:val="24"/>
        </w:rPr>
        <w:t xml:space="preserve"> Le compte existant déjà, le groupement fournit le RIB ou RIB ou RICE</w:t>
      </w:r>
    </w:p>
    <w:p w:rsidR="00DE1758" w:rsidRDefault="00DE1758">
      <w:pPr>
        <w:rPr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F25BA">
        <w:fldChar w:fldCharType="separate"/>
      </w:r>
      <w:bookmarkStart w:id="19" w:name="__Fieldmark__884_2719176277"/>
      <w:bookmarkStart w:id="20" w:name="__Fieldmark__780_4252859514"/>
      <w:bookmarkEnd w:id="19"/>
      <w:bookmarkEnd w:id="20"/>
      <w:r>
        <w:fldChar w:fldCharType="end"/>
      </w:r>
      <w:r>
        <w:rPr>
          <w:szCs w:val="24"/>
        </w:rPr>
        <w:t xml:space="preserve"> Le compte n’existant pas encore, le groupement s’engage à l’ouvrir et à fournir le RIB ou RIP ou RICE avant notification du marché.</w:t>
      </w:r>
    </w:p>
    <w:p w:rsidR="00DE1758" w:rsidRDefault="00DE1758">
      <w:pPr>
        <w:rPr>
          <w:b/>
          <w:szCs w:val="24"/>
        </w:rPr>
      </w:pPr>
    </w:p>
    <w:p w:rsidR="00DE1758" w:rsidRPr="002C45D2" w:rsidRDefault="00E4613C" w:rsidP="002C45D2">
      <w:pPr>
        <w:pStyle w:val="StyleTitre1ToutenmajusculeGaucheAvant12pt"/>
      </w:pPr>
      <w:bookmarkStart w:id="21" w:name="_Toc520194208"/>
      <w:bookmarkStart w:id="22" w:name="_Toc153336873"/>
      <w:r w:rsidRPr="002C45D2">
        <w:lastRenderedPageBreak/>
        <w:t xml:space="preserve">Délais </w:t>
      </w:r>
      <w:bookmarkEnd w:id="21"/>
      <w:r w:rsidRPr="002C45D2">
        <w:t>d’exécution</w:t>
      </w:r>
      <w:bookmarkEnd w:id="22"/>
    </w:p>
    <w:p w:rsidR="00DE1758" w:rsidRPr="004A159C" w:rsidRDefault="00E4613C">
      <w:pPr>
        <w:tabs>
          <w:tab w:val="left" w:pos="0"/>
        </w:tabs>
        <w:ind w:right="-17"/>
        <w:rPr>
          <w:rStyle w:val="Style3"/>
          <w:vanish w:val="0"/>
          <w:color w:val="auto"/>
          <w:sz w:val="24"/>
          <w:szCs w:val="24"/>
        </w:rPr>
      </w:pPr>
      <w:r w:rsidRPr="004A159C">
        <w:rPr>
          <w:rStyle w:val="Style3"/>
          <w:vanish w:val="0"/>
          <w:color w:val="auto"/>
          <w:sz w:val="24"/>
          <w:szCs w:val="24"/>
        </w:rPr>
        <w:t>Je m’engage à effectuer les prestations prévues au marché</w:t>
      </w:r>
      <w:r w:rsidR="002C45D2" w:rsidRPr="004A159C">
        <w:rPr>
          <w:rStyle w:val="Style3"/>
          <w:vanish w:val="0"/>
          <w:color w:val="auto"/>
          <w:sz w:val="24"/>
          <w:szCs w:val="24"/>
        </w:rPr>
        <w:t xml:space="preserve"> dans les délais fixés au mémoire justificatif des offres et</w:t>
      </w:r>
      <w:r w:rsidRPr="004A159C">
        <w:rPr>
          <w:rStyle w:val="Style3"/>
          <w:vanish w:val="0"/>
          <w:color w:val="auto"/>
          <w:sz w:val="24"/>
          <w:szCs w:val="24"/>
        </w:rPr>
        <w:t xml:space="preserve"> les conditions fixées à l’article</w:t>
      </w:r>
      <w:r w:rsidR="002C45D2" w:rsidRPr="004A159C">
        <w:rPr>
          <w:rStyle w:val="Style3"/>
          <w:vanish w:val="0"/>
          <w:color w:val="auto"/>
          <w:sz w:val="24"/>
          <w:szCs w:val="24"/>
        </w:rPr>
        <w:t xml:space="preserve"> 3.1</w:t>
      </w:r>
      <w:r w:rsidRPr="004A159C">
        <w:rPr>
          <w:rStyle w:val="Style3"/>
          <w:vanish w:val="0"/>
          <w:color w:val="auto"/>
          <w:sz w:val="24"/>
          <w:szCs w:val="24"/>
        </w:rPr>
        <w:t xml:space="preserve"> du C.C.P.</w:t>
      </w:r>
    </w:p>
    <w:p w:rsidR="00DE1758" w:rsidRDefault="00E4613C" w:rsidP="002C45D2">
      <w:pPr>
        <w:pStyle w:val="StyleTitre1ToutenmajusculeGaucheAvant12pt"/>
      </w:pPr>
      <w:r>
        <w:t>CESSION DE CR</w:t>
      </w:r>
      <w:r w:rsidR="00883C97">
        <w:t>É</w:t>
      </w:r>
      <w:r>
        <w:t>ANCES</w:t>
      </w:r>
    </w:p>
    <w:p w:rsidR="00DE1758" w:rsidRDefault="00E4613C">
      <w:pPr>
        <w:tabs>
          <w:tab w:val="right" w:pos="4962"/>
        </w:tabs>
        <w:jc w:val="left"/>
      </w:pPr>
      <w:r>
        <w:rPr>
          <w:color w:val="000000"/>
        </w:rPr>
        <w:t xml:space="preserve">Le titulaire </w:t>
      </w:r>
      <w:r>
        <w:rPr>
          <w:color w:val="000000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F25BA">
        <w:fldChar w:fldCharType="separate"/>
      </w:r>
      <w:bookmarkStart w:id="23" w:name="__Fieldmark__1021_2719176277"/>
      <w:bookmarkStart w:id="24" w:name="__Fieldmark__862_4252859514"/>
      <w:bookmarkEnd w:id="23"/>
      <w:bookmarkEnd w:id="24"/>
      <w:r>
        <w:fldChar w:fldCharType="end"/>
      </w:r>
      <w:r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DE1758" w:rsidRDefault="00E4613C">
      <w:pPr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6273EA">
            <w:pPr>
              <w:keepNext/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 xml:space="preserve">Fait en un original à                   </w:t>
            </w:r>
            <w:proofErr w:type="gramStart"/>
            <w:r w:rsidRPr="00BE576D">
              <w:rPr>
                <w:b/>
                <w:color w:val="000000"/>
              </w:rPr>
              <w:t xml:space="preserve">  ,</w:t>
            </w:r>
            <w:proofErr w:type="gramEnd"/>
            <w:r w:rsidRPr="00BE576D">
              <w:rPr>
                <w:b/>
                <w:color w:val="000000"/>
              </w:rPr>
              <w:t xml:space="preserve">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6273EA">
            <w:pPr>
              <w:keepNext/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D00253" w:rsidP="006273EA">
            <w:pPr>
              <w:keepNext/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Pr="00BE576D" w:rsidRDefault="00E4613C" w:rsidP="006273EA">
            <w:pPr>
              <w:keepNext/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6273EA">
            <w:pPr>
              <w:keepNext/>
              <w:jc w:val="left"/>
              <w:rPr>
                <w:sz w:val="22"/>
                <w:szCs w:val="22"/>
              </w:rPr>
            </w:pPr>
          </w:p>
          <w:p w:rsidR="00DE1758" w:rsidRPr="00BE576D" w:rsidRDefault="00D00253" w:rsidP="006273EA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À</w:t>
            </w:r>
            <w:r w:rsidR="007D2511">
              <w:rPr>
                <w:b/>
              </w:rPr>
              <w:t xml:space="preserve"> Paris</w:t>
            </w:r>
            <w:r w:rsidR="00E4613C" w:rsidRPr="00BE576D">
              <w:rPr>
                <w:b/>
              </w:rPr>
              <w:t>,</w:t>
            </w:r>
            <w:r w:rsidR="003A1015"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6273EA">
            <w:pPr>
              <w:keepNext/>
              <w:jc w:val="left"/>
            </w:pPr>
          </w:p>
          <w:p w:rsidR="00DE1758" w:rsidRPr="00BE576D" w:rsidRDefault="00E4613C" w:rsidP="006273EA">
            <w:pPr>
              <w:keepNext/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6273EA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6273EA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DE1758" w:rsidP="006273EA">
            <w:pPr>
              <w:keepNext/>
              <w:jc w:val="left"/>
            </w:pPr>
          </w:p>
          <w:p w:rsidR="00DE1758" w:rsidRDefault="00E4613C" w:rsidP="006273EA">
            <w:pPr>
              <w:keepNext/>
              <w:jc w:val="left"/>
            </w:pPr>
            <w:r>
              <w:t xml:space="preserve">Signature et cachet </w:t>
            </w:r>
          </w:p>
          <w:p w:rsidR="00DE1758" w:rsidRDefault="007D2511" w:rsidP="006273EA">
            <w:pPr>
              <w:keepNext/>
              <w:jc w:val="left"/>
            </w:pPr>
            <w:proofErr w:type="gramStart"/>
            <w:r>
              <w:t>de</w:t>
            </w:r>
            <w:proofErr w:type="gramEnd"/>
            <w:r>
              <w:t xml:space="preserve"> la</w:t>
            </w:r>
            <w:r w:rsidR="00E4613C">
              <w:t xml:space="preserve"> représentant</w:t>
            </w:r>
            <w:r>
              <w:t>e</w:t>
            </w:r>
            <w:r w:rsidR="00E4613C">
              <w:t xml:space="preserve"> du pouvoir adjudicateur</w:t>
            </w:r>
          </w:p>
        </w:tc>
      </w:tr>
    </w:tbl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DE1758" w:rsidRPr="003A1015" w:rsidRDefault="00DE1758">
      <w:pPr>
        <w:jc w:val="left"/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RPr="003A1015" w:rsidTr="00BE576D">
        <w:tc>
          <w:tcPr>
            <w:tcW w:w="10312" w:type="dxa"/>
            <w:shd w:val="clear" w:color="auto" w:fill="auto"/>
          </w:tcPr>
          <w:p w:rsidR="00DE1758" w:rsidRPr="003A1015" w:rsidRDefault="00E4613C" w:rsidP="006273EA">
            <w:pPr>
              <w:keepNext/>
              <w:ind w:right="141"/>
              <w:rPr>
                <w:b/>
                <w:szCs w:val="24"/>
              </w:rPr>
            </w:pPr>
            <w:r w:rsidRPr="003A1015">
              <w:rPr>
                <w:b/>
                <w:szCs w:val="24"/>
              </w:rPr>
              <w:t>Copie certifiée conforme à l</w:t>
            </w:r>
            <w:r w:rsidR="00072B0A">
              <w:rPr>
                <w:b/>
                <w:szCs w:val="24"/>
              </w:rPr>
              <w:t>’</w:t>
            </w:r>
            <w:r w:rsidRPr="003A1015">
              <w:rPr>
                <w:b/>
                <w:szCs w:val="24"/>
              </w:rPr>
              <w:t>original délivrée en unique exemplaire pour être remise à l</w:t>
            </w:r>
            <w:r w:rsidR="00072B0A">
              <w:rPr>
                <w:b/>
                <w:szCs w:val="24"/>
              </w:rPr>
              <w:t>’</w:t>
            </w:r>
            <w:r w:rsidRPr="003A1015">
              <w:rPr>
                <w:b/>
                <w:szCs w:val="24"/>
              </w:rPr>
              <w:t>établissement de crédit en cas de cession ou de nantissement de créances consentis conformément à l</w:t>
            </w:r>
            <w:r w:rsidR="007F032B" w:rsidRPr="003A1015">
              <w:rPr>
                <w:b/>
                <w:szCs w:val="24"/>
              </w:rPr>
              <w:t>’article R.</w:t>
            </w:r>
            <w:r w:rsidR="00072B0A">
              <w:rPr>
                <w:b/>
                <w:szCs w:val="24"/>
              </w:rPr>
              <w:t> </w:t>
            </w:r>
            <w:r w:rsidR="007F032B" w:rsidRPr="003A1015">
              <w:rPr>
                <w:b/>
                <w:szCs w:val="24"/>
              </w:rPr>
              <w:t>2191</w:t>
            </w:r>
            <w:r w:rsidR="001D6DBF">
              <w:rPr>
                <w:b/>
                <w:szCs w:val="24"/>
              </w:rPr>
              <w:t>‑</w:t>
            </w:r>
            <w:r w:rsidR="007F032B" w:rsidRPr="003A1015">
              <w:rPr>
                <w:b/>
                <w:szCs w:val="24"/>
              </w:rPr>
              <w:t>46 du code de la commande publique</w:t>
            </w:r>
            <w:r w:rsidRPr="003A1015">
              <w:rPr>
                <w:b/>
                <w:szCs w:val="24"/>
              </w:rPr>
              <w:t>.</w:t>
            </w:r>
          </w:p>
          <w:p w:rsidR="00DE1758" w:rsidRPr="003A1015" w:rsidRDefault="00DE1758" w:rsidP="006273EA">
            <w:pPr>
              <w:keepNext/>
              <w:ind w:right="141"/>
              <w:jc w:val="left"/>
              <w:rPr>
                <w:szCs w:val="24"/>
              </w:rPr>
            </w:pPr>
          </w:p>
          <w:p w:rsidR="00DE1758" w:rsidRPr="003A1015" w:rsidRDefault="00072B0A" w:rsidP="006273EA">
            <w:pPr>
              <w:keepNext/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="00E4613C" w:rsidRPr="003A1015">
              <w:rPr>
                <w:szCs w:val="24"/>
              </w:rPr>
              <w:t xml:space="preserve"> Paris, le</w:t>
            </w: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  <w:p w:rsidR="00DE1758" w:rsidRPr="003A1015" w:rsidRDefault="00DE1758" w:rsidP="006273EA">
            <w:pPr>
              <w:keepNext/>
              <w:jc w:val="left"/>
              <w:rPr>
                <w:szCs w:val="24"/>
              </w:rPr>
            </w:pPr>
          </w:p>
        </w:tc>
      </w:tr>
    </w:tbl>
    <w:p w:rsidR="00DE1758" w:rsidRDefault="00DE1758">
      <w:pPr>
        <w:ind w:left="426"/>
        <w:jc w:val="left"/>
      </w:pPr>
    </w:p>
    <w:p w:rsidR="00DE1758" w:rsidRDefault="00DE1758">
      <w:pPr>
        <w:ind w:left="426"/>
        <w:jc w:val="left"/>
        <w:sectPr w:rsidR="00DE1758" w:rsidSect="00D84B5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567" w:right="851" w:bottom="851" w:left="851" w:header="0" w:footer="493" w:gutter="0"/>
          <w:cols w:space="720"/>
          <w:formProt w:val="0"/>
          <w:titlePg/>
          <w:docGrid w:linePitch="312"/>
        </w:sectPr>
      </w:pPr>
    </w:p>
    <w:p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>Répartition des prestations par nature du groupement</w:t>
      </w:r>
    </w:p>
    <w:p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:rsidR="00DE1758" w:rsidRDefault="00DE1758">
      <w:pPr>
        <w:jc w:val="center"/>
        <w:rPr>
          <w:color w:val="000000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00253" w:rsidTr="00096375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:rsidR="00D00253" w:rsidRDefault="00D00253" w:rsidP="00B86C53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paiements à effectuer à :</w:t>
            </w:r>
          </w:p>
          <w:p w:rsidR="00D00253" w:rsidRDefault="00D00253" w:rsidP="00B86C5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00253" w:rsidTr="00096375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>
              <w:rPr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D00253" w:rsidRDefault="00D00253" w:rsidP="00D002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D00253" w:rsidRPr="00F14CE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IBAN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BIC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00253" w:rsidTr="00096375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D00253" w:rsidRDefault="00D00253" w:rsidP="00B86C5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00253" w:rsidRDefault="00D00253" w:rsidP="00B86C53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D00253" w:rsidRDefault="00D00253" w:rsidP="00D0025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D00253" w:rsidRPr="00F14CE3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IBAN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:rsidR="00D00253" w:rsidRPr="00F14CE3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14CE3"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F14CE3">
              <w:rPr>
                <w:rFonts w:ascii="Times New Roman" w:hAnsi="Times New Roman"/>
                <w:spacing w:val="-10"/>
                <w:position w:val="-2"/>
                <w:sz w:val="22"/>
                <w:szCs w:val="22"/>
              </w:rPr>
              <w:t>  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>BIC</w:t>
            </w:r>
            <w:proofErr w:type="gramEnd"/>
            <w:r w:rsidRPr="00F14CE3">
              <w:rPr>
                <w:rFonts w:ascii="Times New Roman" w:hAnsi="Times New Roman"/>
                <w:sz w:val="22"/>
                <w:szCs w:val="22"/>
              </w:rPr>
              <w:t> :</w:t>
            </w:r>
            <w:r w:rsidRPr="00F14CE3"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D00253" w:rsidRPr="00F14CE3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</w:tbl>
    <w:p w:rsidR="00D00253" w:rsidRDefault="00D00253" w:rsidP="00D00253">
      <w:pPr>
        <w:rPr>
          <w:color w:val="000000"/>
        </w:rPr>
      </w:pPr>
    </w:p>
    <w:p w:rsidR="00DE1758" w:rsidRDefault="00DE1758">
      <w:pPr>
        <w:rPr>
          <w:color w:val="000000"/>
          <w:sz w:val="8"/>
        </w:rPr>
      </w:pPr>
    </w:p>
    <w:sectPr w:rsidR="00DE1758">
      <w:footerReference w:type="default" r:id="rId17"/>
      <w:footerReference w:type="first" r:id="rId18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D0C" w:rsidRDefault="000A3D0C">
      <w:r>
        <w:separator/>
      </w:r>
    </w:p>
  </w:endnote>
  <w:endnote w:type="continuationSeparator" w:id="0">
    <w:p w:rsidR="000A3D0C" w:rsidRDefault="000A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BA" w:rsidRDefault="00CF25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 w:rsidP="00E30FAF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center"/>
      <w:rPr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:rsidR="003C3898" w:rsidRDefault="003C3898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D0C" w:rsidRDefault="000A3D0C">
      <w:r>
        <w:separator/>
      </w:r>
    </w:p>
  </w:footnote>
  <w:footnote w:type="continuationSeparator" w:id="0">
    <w:p w:rsidR="000A3D0C" w:rsidRDefault="000A3D0C">
      <w:r>
        <w:continuationSeparator/>
      </w:r>
    </w:p>
  </w:footnote>
  <w:footnote w:id="1">
    <w:p w:rsidR="003C3898" w:rsidRDefault="003C3898" w:rsidP="00763DA3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</w:footnote>
  <w:footnote w:id="2">
    <w:p w:rsidR="003C3898" w:rsidRDefault="003C3898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BA" w:rsidRDefault="00CF25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EE4" w:rsidRDefault="00BF4EE4" w:rsidP="004A159C">
    <w:pPr>
      <w:pStyle w:val="En-tte"/>
      <w:ind w:left="7088"/>
      <w:jc w:val="left"/>
      <w:rPr>
        <w:sz w:val="16"/>
      </w:rPr>
    </w:pPr>
  </w:p>
  <w:p w:rsidR="004A159C" w:rsidRPr="004A159C" w:rsidRDefault="004A159C" w:rsidP="004A159C">
    <w:pPr>
      <w:pStyle w:val="En-tte"/>
      <w:ind w:left="7088"/>
      <w:jc w:val="left"/>
      <w:rPr>
        <w:sz w:val="16"/>
      </w:rPr>
    </w:pPr>
    <w:r w:rsidRPr="004A159C">
      <w:rPr>
        <w:sz w:val="16"/>
      </w:rPr>
      <w:t xml:space="preserve">Consultation </w:t>
    </w:r>
    <w:r w:rsidR="00CF25BA">
      <w:rPr>
        <w:sz w:val="16"/>
      </w:rPr>
      <w:t xml:space="preserve">n° </w:t>
    </w:r>
    <w:r w:rsidRPr="004A159C">
      <w:rPr>
        <w:sz w:val="16"/>
      </w:rPr>
      <w:t>24.016 – Fouille archéologique</w:t>
    </w:r>
  </w:p>
  <w:p w:rsidR="004A159C" w:rsidRDefault="004A159C" w:rsidP="004A159C">
    <w:pPr>
      <w:pStyle w:val="En-tte"/>
      <w:jc w:val="left"/>
    </w:pPr>
    <w:bookmarkStart w:id="25" w:name="_GoBack"/>
    <w:bookmarkEnd w:id="2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BA" w:rsidRDefault="00CF25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50F2E3C4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D0C"/>
    <w:rsid w:val="00016EF3"/>
    <w:rsid w:val="00063CCA"/>
    <w:rsid w:val="00072B0A"/>
    <w:rsid w:val="00096375"/>
    <w:rsid w:val="000A3D0C"/>
    <w:rsid w:val="000C0981"/>
    <w:rsid w:val="000D2539"/>
    <w:rsid w:val="000E4601"/>
    <w:rsid w:val="000E5F69"/>
    <w:rsid w:val="00167EE1"/>
    <w:rsid w:val="001C001D"/>
    <w:rsid w:val="001D6DBF"/>
    <w:rsid w:val="00277233"/>
    <w:rsid w:val="002A76C6"/>
    <w:rsid w:val="002B3A28"/>
    <w:rsid w:val="002C45D2"/>
    <w:rsid w:val="00303BA2"/>
    <w:rsid w:val="00307688"/>
    <w:rsid w:val="003A1015"/>
    <w:rsid w:val="003A7408"/>
    <w:rsid w:val="003C3898"/>
    <w:rsid w:val="004223D8"/>
    <w:rsid w:val="004A159C"/>
    <w:rsid w:val="004B60DF"/>
    <w:rsid w:val="004E4BA5"/>
    <w:rsid w:val="005242C9"/>
    <w:rsid w:val="0053205D"/>
    <w:rsid w:val="00555157"/>
    <w:rsid w:val="005A5B98"/>
    <w:rsid w:val="005A6242"/>
    <w:rsid w:val="005B133D"/>
    <w:rsid w:val="005D02C7"/>
    <w:rsid w:val="006273EA"/>
    <w:rsid w:val="006611F1"/>
    <w:rsid w:val="006C59DB"/>
    <w:rsid w:val="006F1F9B"/>
    <w:rsid w:val="007172DA"/>
    <w:rsid w:val="007602D3"/>
    <w:rsid w:val="00763DA3"/>
    <w:rsid w:val="007834A4"/>
    <w:rsid w:val="007C4F7D"/>
    <w:rsid w:val="007D2511"/>
    <w:rsid w:val="007D48E5"/>
    <w:rsid w:val="007F032B"/>
    <w:rsid w:val="007F4CC0"/>
    <w:rsid w:val="00801DCF"/>
    <w:rsid w:val="00853C6A"/>
    <w:rsid w:val="00883C97"/>
    <w:rsid w:val="008A5EF9"/>
    <w:rsid w:val="00902B77"/>
    <w:rsid w:val="009808BB"/>
    <w:rsid w:val="009A436A"/>
    <w:rsid w:val="009F7CC2"/>
    <w:rsid w:val="00A3514F"/>
    <w:rsid w:val="00A958B7"/>
    <w:rsid w:val="00B36067"/>
    <w:rsid w:val="00B772DB"/>
    <w:rsid w:val="00BA1057"/>
    <w:rsid w:val="00BD2173"/>
    <w:rsid w:val="00BE576D"/>
    <w:rsid w:val="00BF4EE4"/>
    <w:rsid w:val="00CE4C03"/>
    <w:rsid w:val="00CF25BA"/>
    <w:rsid w:val="00D00253"/>
    <w:rsid w:val="00D074DC"/>
    <w:rsid w:val="00D84B5A"/>
    <w:rsid w:val="00DC3F59"/>
    <w:rsid w:val="00DE1758"/>
    <w:rsid w:val="00DF1D3B"/>
    <w:rsid w:val="00E11C04"/>
    <w:rsid w:val="00E2228A"/>
    <w:rsid w:val="00E30FAF"/>
    <w:rsid w:val="00E340CF"/>
    <w:rsid w:val="00E4613C"/>
    <w:rsid w:val="00EA6350"/>
    <w:rsid w:val="00FC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ED5005"/>
  <w15:docId w15:val="{93FE2F52-9808-4038-8FED-F4FE6F99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uiPriority w:val="99"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167EE1"/>
    <w:pPr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2C45D2"/>
    <w:pPr>
      <w:numPr>
        <w:numId w:val="2"/>
      </w:numPr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rches@onacvg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34%20AMERHLMNSG\IV.%20PROCEDURES\Mod&#232;les\Documents%20types%20DCE\R&#233;daction%20du%20DCE\02B-AE_ORD-V9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46C93-B99F-4262-B541-7806C3C8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02B-AE_ORD-V9</Template>
  <TotalTime>3</TotalTime>
  <Pages>6</Pages>
  <Words>1335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8661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AULAS Fabienne</dc:creator>
  <cp:lastModifiedBy>AULAS Fabienne</cp:lastModifiedBy>
  <cp:revision>4</cp:revision>
  <cp:lastPrinted>2025-03-07T09:23:00Z</cp:lastPrinted>
  <dcterms:created xsi:type="dcterms:W3CDTF">2025-03-07T10:00:00Z</dcterms:created>
  <dcterms:modified xsi:type="dcterms:W3CDTF">2025-03-13T10:36:00Z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