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FD34D3" w14:textId="77777777" w:rsidR="001239ED" w:rsidRPr="003B51DD" w:rsidRDefault="001239ED" w:rsidP="00BA7413">
      <w:r w:rsidRPr="003B51DD">
        <w:rPr>
          <w:noProof/>
        </w:rPr>
        <w:drawing>
          <wp:inline distT="0" distB="0" distL="0" distR="0" wp14:anchorId="5FA278F5" wp14:editId="77072FF5">
            <wp:extent cx="6120130" cy="950595"/>
            <wp:effectExtent l="0" t="0" r="0" b="190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950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D6D910" w14:textId="72C87E21" w:rsidR="001239ED" w:rsidRPr="003B51DD" w:rsidRDefault="001239ED" w:rsidP="001239ED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</w:p>
    <w:tbl>
      <w:tblPr>
        <w:tblStyle w:val="Grilledutableau"/>
        <w:tblW w:w="2496" w:type="dxa"/>
        <w:jc w:val="right"/>
        <w:tblLayout w:type="fixed"/>
        <w:tblLook w:val="04A0" w:firstRow="1" w:lastRow="0" w:firstColumn="1" w:lastColumn="0" w:noHBand="0" w:noVBand="1"/>
      </w:tblPr>
      <w:tblGrid>
        <w:gridCol w:w="1248"/>
        <w:gridCol w:w="1248"/>
      </w:tblGrid>
      <w:tr w:rsidR="000B3232" w:rsidRPr="003B51DD" w14:paraId="780E9009" w14:textId="77777777" w:rsidTr="000B3232">
        <w:trPr>
          <w:trHeight w:val="346"/>
          <w:jc w:val="right"/>
        </w:trPr>
        <w:tc>
          <w:tcPr>
            <w:tcW w:w="2496" w:type="dxa"/>
            <w:gridSpan w:val="2"/>
            <w:shd w:val="clear" w:color="auto" w:fill="D9D9D9" w:themeFill="background1" w:themeFillShade="D9"/>
            <w:vAlign w:val="center"/>
          </w:tcPr>
          <w:p w14:paraId="6835EE94" w14:textId="1C116BB2" w:rsidR="000B3232" w:rsidRPr="003B51DD" w:rsidRDefault="000B3232" w:rsidP="004D76C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B51DD">
              <w:rPr>
                <w:rFonts w:ascii="Arial" w:hAnsi="Arial" w:cs="Arial"/>
                <w:b/>
                <w:sz w:val="18"/>
                <w:szCs w:val="18"/>
              </w:rPr>
              <w:t>Niveau de classification</w:t>
            </w:r>
          </w:p>
        </w:tc>
      </w:tr>
      <w:tr w:rsidR="007A749E" w:rsidRPr="003B51DD" w14:paraId="73A26819" w14:textId="77777777" w:rsidTr="000B3232">
        <w:trPr>
          <w:trHeight w:val="346"/>
          <w:jc w:val="right"/>
        </w:trPr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76ACD981" w14:textId="05DBEF4F" w:rsidR="007A749E" w:rsidRPr="003B51DD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MS</w:t>
            </w:r>
          </w:p>
        </w:tc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60212C03" w14:textId="77777777" w:rsidR="007A749E" w:rsidRPr="003B51DD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NP</w:t>
            </w:r>
          </w:p>
        </w:tc>
      </w:tr>
      <w:tr w:rsidR="007A749E" w:rsidRPr="003B51DD" w14:paraId="44B19AD4" w14:textId="77777777" w:rsidTr="000B3232">
        <w:trPr>
          <w:trHeight w:val="346"/>
          <w:jc w:val="right"/>
        </w:trPr>
        <w:tc>
          <w:tcPr>
            <w:tcW w:w="1248" w:type="dxa"/>
            <w:vAlign w:val="center"/>
          </w:tcPr>
          <w:p w14:paraId="0184AC58" w14:textId="5DF3DCC9" w:rsidR="007A749E" w:rsidRPr="003B51DD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59D46849" w14:textId="77777777" w:rsidR="007A749E" w:rsidRPr="003B51DD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color w:val="00B050"/>
                <w:sz w:val="18"/>
                <w:szCs w:val="18"/>
              </w:rPr>
            </w:pPr>
            <w:r w:rsidRPr="003729B8">
              <w:rPr>
                <w:rFonts w:ascii="Arial" w:hAnsi="Arial" w:cs="Arial"/>
                <w:sz w:val="18"/>
                <w:szCs w:val="18"/>
              </w:rPr>
              <w:t>X</w:t>
            </w:r>
          </w:p>
        </w:tc>
      </w:tr>
    </w:tbl>
    <w:p w14:paraId="3BE47D1E" w14:textId="77777777" w:rsidR="00F74509" w:rsidRPr="003B51DD" w:rsidRDefault="00F74509" w:rsidP="005A3EE8">
      <w:pPr>
        <w:tabs>
          <w:tab w:val="left" w:pos="1134"/>
          <w:tab w:val="right" w:pos="9072"/>
        </w:tabs>
        <w:jc w:val="center"/>
        <w:rPr>
          <w:rFonts w:ascii="Arial" w:hAnsi="Arial" w:cs="Arial"/>
          <w:i/>
          <w:sz w:val="20"/>
        </w:rPr>
      </w:pPr>
    </w:p>
    <w:p w14:paraId="684A9F27" w14:textId="0660D190" w:rsidR="00F74509" w:rsidRPr="003B51DD" w:rsidRDefault="00F74509" w:rsidP="00F74509">
      <w:pPr>
        <w:tabs>
          <w:tab w:val="left" w:pos="1134"/>
          <w:tab w:val="right" w:pos="9072"/>
        </w:tabs>
        <w:rPr>
          <w:rFonts w:ascii="Arial" w:hAnsi="Arial" w:cs="Arial"/>
          <w:i/>
          <w:sz w:val="20"/>
        </w:rPr>
      </w:pPr>
    </w:p>
    <w:p w14:paraId="109BBF89" w14:textId="3E4B713A" w:rsidR="005A3EE8" w:rsidRPr="003B51DD" w:rsidRDefault="005A3EE8" w:rsidP="000B3232">
      <w:pPr>
        <w:tabs>
          <w:tab w:val="left" w:pos="1134"/>
          <w:tab w:val="right" w:pos="9072"/>
        </w:tabs>
        <w:spacing w:before="120" w:after="120"/>
        <w:jc w:val="center"/>
        <w:rPr>
          <w:rFonts w:ascii="Arial" w:hAnsi="Arial" w:cs="Arial"/>
          <w:i/>
          <w:sz w:val="20"/>
        </w:rPr>
      </w:pPr>
      <w:r w:rsidRPr="003B51DD">
        <w:rPr>
          <w:rFonts w:ascii="Arial" w:hAnsi="Arial" w:cs="Arial"/>
          <w:i/>
          <w:sz w:val="20"/>
        </w:rPr>
        <w:t xml:space="preserve">MARCHE PUBLIC DE </w:t>
      </w:r>
      <w:r w:rsidR="00931751">
        <w:rPr>
          <w:rFonts w:ascii="Arial" w:hAnsi="Arial" w:cs="Arial"/>
          <w:i/>
          <w:sz w:val="20"/>
        </w:rPr>
        <w:t>PRESTATION INTELLECTUELLE</w:t>
      </w:r>
    </w:p>
    <w:p w14:paraId="4D6028AB" w14:textId="3B137EC3" w:rsidR="00AC45D2" w:rsidRPr="003B51DD" w:rsidRDefault="00AC45D2" w:rsidP="005A3EE8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rPr>
          <w:rFonts w:ascii="Arial" w:hAnsi="Arial" w:cs="Arial"/>
          <w:b/>
          <w:sz w:val="28"/>
        </w:rPr>
      </w:pPr>
    </w:p>
    <w:p w14:paraId="6ADEEDA7" w14:textId="77777777" w:rsidR="00332485" w:rsidRPr="003B51DD" w:rsidRDefault="00411AB7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b/>
          <w:sz w:val="28"/>
        </w:rPr>
      </w:pPr>
      <w:r w:rsidRPr="003B51DD">
        <w:rPr>
          <w:rFonts w:ascii="Arial" w:hAnsi="Arial" w:cs="Arial"/>
          <w:b/>
          <w:sz w:val="28"/>
        </w:rPr>
        <w:t>ACTE D’ENGAGEMENT</w:t>
      </w:r>
      <w:r w:rsidR="00332485" w:rsidRPr="003B51DD">
        <w:rPr>
          <w:rFonts w:ascii="Arial" w:hAnsi="Arial" w:cs="Arial"/>
          <w:b/>
          <w:sz w:val="28"/>
        </w:rPr>
        <w:t xml:space="preserve"> </w:t>
      </w:r>
    </w:p>
    <w:p w14:paraId="017062B3" w14:textId="79AA850C" w:rsidR="001239ED" w:rsidRPr="003B51DD" w:rsidRDefault="00914F26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b/>
          <w:sz w:val="28"/>
        </w:rPr>
      </w:pPr>
      <w:proofErr w:type="gramStart"/>
      <w:r w:rsidRPr="003B51DD">
        <w:rPr>
          <w:rFonts w:ascii="Arial" w:hAnsi="Arial" w:cs="Arial"/>
          <w:b/>
          <w:sz w:val="28"/>
        </w:rPr>
        <w:t>et</w:t>
      </w:r>
      <w:proofErr w:type="gramEnd"/>
      <w:r w:rsidRPr="003B51DD">
        <w:rPr>
          <w:rFonts w:ascii="Arial" w:hAnsi="Arial" w:cs="Arial"/>
          <w:b/>
          <w:sz w:val="28"/>
        </w:rPr>
        <w:t xml:space="preserve"> </w:t>
      </w:r>
    </w:p>
    <w:p w14:paraId="4F871E2E" w14:textId="7F1FC1DB" w:rsidR="00411AB7" w:rsidRPr="003B51DD" w:rsidRDefault="00411AB7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b/>
          <w:sz w:val="28"/>
        </w:rPr>
      </w:pPr>
      <w:r w:rsidRPr="003B51DD">
        <w:rPr>
          <w:rFonts w:ascii="Arial" w:hAnsi="Arial" w:cs="Arial"/>
          <w:b/>
          <w:sz w:val="28"/>
        </w:rPr>
        <w:t>C</w:t>
      </w:r>
      <w:r w:rsidR="00AC45D2" w:rsidRPr="003B51DD">
        <w:rPr>
          <w:rFonts w:ascii="Arial" w:hAnsi="Arial" w:cs="Arial"/>
          <w:b/>
          <w:sz w:val="28"/>
        </w:rPr>
        <w:t>ONDITIONS GENERALES D’ACHATS</w:t>
      </w:r>
    </w:p>
    <w:p w14:paraId="0D9DAA8C" w14:textId="77777777" w:rsidR="001239ED" w:rsidRPr="003B51DD" w:rsidRDefault="001239ED" w:rsidP="001239ED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8"/>
        </w:rPr>
      </w:pPr>
    </w:p>
    <w:p w14:paraId="4190F51B" w14:textId="793CFA5E" w:rsidR="005A3EE8" w:rsidRPr="003B51DD" w:rsidRDefault="005A3EE8" w:rsidP="005A3EE8">
      <w:pPr>
        <w:rPr>
          <w:rFonts w:ascii="Arial" w:hAnsi="Arial" w:cs="Arial"/>
          <w:b/>
          <w:sz w:val="20"/>
        </w:rPr>
      </w:pPr>
    </w:p>
    <w:p w14:paraId="335DD818" w14:textId="7837EEC8" w:rsidR="00132F76" w:rsidRPr="003B51DD" w:rsidRDefault="00132F76" w:rsidP="005A3EE8">
      <w:pPr>
        <w:rPr>
          <w:rFonts w:ascii="Arial" w:hAnsi="Arial" w:cs="Arial"/>
          <w:b/>
          <w:sz w:val="20"/>
        </w:rPr>
      </w:pPr>
    </w:p>
    <w:p w14:paraId="47B94E02" w14:textId="77777777" w:rsidR="000B3232" w:rsidRPr="003B51DD" w:rsidRDefault="000B3232" w:rsidP="0070474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i/>
          <w:sz w:val="20"/>
        </w:rPr>
      </w:pPr>
    </w:p>
    <w:p w14:paraId="3EC824DA" w14:textId="00971037" w:rsidR="00132F76" w:rsidRPr="0088619B" w:rsidRDefault="00132F76" w:rsidP="0070474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sz w:val="20"/>
        </w:rPr>
      </w:pPr>
      <w:r w:rsidRPr="00473B34">
        <w:rPr>
          <w:rFonts w:ascii="Arial" w:hAnsi="Arial" w:cs="Arial"/>
        </w:rPr>
        <w:t>Objet du marché n°</w:t>
      </w:r>
      <w:r w:rsidR="00473B34">
        <w:rPr>
          <w:rFonts w:ascii="Arial" w:hAnsi="Arial" w:cs="Arial"/>
        </w:rPr>
        <w:t xml:space="preserve"> </w:t>
      </w:r>
      <w:r w:rsidRPr="00473B34">
        <w:rPr>
          <w:rFonts w:ascii="Arial" w:hAnsi="Arial" w:cs="Arial"/>
        </w:rPr>
        <w:t>202</w:t>
      </w:r>
      <w:r w:rsidR="0088619B">
        <w:rPr>
          <w:rFonts w:ascii="Arial" w:hAnsi="Arial" w:cs="Arial"/>
        </w:rPr>
        <w:t>5</w:t>
      </w:r>
      <w:r w:rsidR="00473B34">
        <w:rPr>
          <w:rFonts w:ascii="Arial" w:hAnsi="Arial" w:cs="Arial"/>
        </w:rPr>
        <w:t xml:space="preserve"> </w:t>
      </w:r>
      <w:r w:rsidRPr="00473B34">
        <w:rPr>
          <w:rFonts w:ascii="Arial" w:hAnsi="Arial" w:cs="Arial"/>
        </w:rPr>
        <w:t>BST</w:t>
      </w:r>
      <w:r w:rsidR="003729B8" w:rsidRPr="00473B34">
        <w:rPr>
          <w:rFonts w:ascii="Arial" w:hAnsi="Arial" w:cs="Arial"/>
        </w:rPr>
        <w:t xml:space="preserve">GP </w:t>
      </w:r>
      <w:r w:rsidR="00B91751" w:rsidRPr="0088619B">
        <w:rPr>
          <w:rFonts w:ascii="Arial" w:hAnsi="Arial" w:cs="Arial"/>
        </w:rPr>
        <w:t>8</w:t>
      </w:r>
      <w:r w:rsidR="0088619B" w:rsidRPr="0088619B">
        <w:rPr>
          <w:rFonts w:ascii="Arial" w:hAnsi="Arial" w:cs="Arial"/>
        </w:rPr>
        <w:t>660</w:t>
      </w:r>
      <w:r w:rsidRPr="0088619B">
        <w:rPr>
          <w:rFonts w:ascii="Arial" w:hAnsi="Arial" w:cs="Arial"/>
        </w:rPr>
        <w:t xml:space="preserve"> </w:t>
      </w:r>
      <w:r w:rsidRPr="0088619B">
        <w:rPr>
          <w:rFonts w:ascii="Arial" w:hAnsi="Arial" w:cs="Arial"/>
          <w:sz w:val="20"/>
        </w:rPr>
        <w:t xml:space="preserve">: </w:t>
      </w:r>
    </w:p>
    <w:p w14:paraId="087022CC" w14:textId="1DCF08DC" w:rsidR="000B3232" w:rsidRPr="003729B8" w:rsidRDefault="0018548A" w:rsidP="0070474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Base </w:t>
      </w:r>
      <w:r w:rsidR="0088619B">
        <w:rPr>
          <w:rFonts w:ascii="Arial" w:hAnsi="Arial" w:cs="Arial"/>
          <w:b/>
          <w:sz w:val="20"/>
        </w:rPr>
        <w:t xml:space="preserve">FUSCO </w:t>
      </w:r>
      <w:r>
        <w:rPr>
          <w:rFonts w:ascii="Arial" w:hAnsi="Arial" w:cs="Arial"/>
          <w:b/>
          <w:sz w:val="20"/>
        </w:rPr>
        <w:t xml:space="preserve">– Lanester (56) - </w:t>
      </w:r>
      <w:r w:rsidR="005B3D89" w:rsidRPr="005B3D89">
        <w:rPr>
          <w:rFonts w:ascii="Arial" w:hAnsi="Arial" w:cs="Arial"/>
          <w:b/>
          <w:sz w:val="20"/>
        </w:rPr>
        <w:t>Indice de Qualité Ecologique (IQE)</w:t>
      </w:r>
    </w:p>
    <w:p w14:paraId="70CD08EA" w14:textId="77777777" w:rsidR="003729B8" w:rsidRPr="003729B8" w:rsidRDefault="003729B8" w:rsidP="0070474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sz w:val="20"/>
        </w:rPr>
      </w:pPr>
    </w:p>
    <w:p w14:paraId="660ACB68" w14:textId="7D91EA3E" w:rsidR="00D850FE" w:rsidRPr="003B51DD" w:rsidRDefault="00D850FE" w:rsidP="00F74509">
      <w:pPr>
        <w:pStyle w:val="Normalcentr"/>
        <w:ind w:left="0"/>
        <w:rPr>
          <w:rFonts w:ascii="Arial" w:hAnsi="Arial" w:cs="Arial"/>
          <w:sz w:val="20"/>
        </w:rPr>
      </w:pPr>
    </w:p>
    <w:p w14:paraId="472A4C5E" w14:textId="2B1FBF96" w:rsidR="001239ED" w:rsidRPr="003B51DD" w:rsidRDefault="001239ED" w:rsidP="000B3232">
      <w:pPr>
        <w:pStyle w:val="Normalcentr"/>
        <w:spacing w:after="60"/>
        <w:ind w:left="0" w:right="142"/>
        <w:jc w:val="center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Marché à procédure adaptée (MAPA)</w:t>
      </w:r>
    </w:p>
    <w:p w14:paraId="3CC08817" w14:textId="7848FD0B" w:rsidR="001239ED" w:rsidRPr="003B51DD" w:rsidRDefault="001239ED" w:rsidP="000B3232">
      <w:pPr>
        <w:pStyle w:val="Normalcentr"/>
        <w:spacing w:after="60"/>
        <w:ind w:left="0" w:right="142"/>
        <w:jc w:val="center"/>
        <w:rPr>
          <w:rFonts w:ascii="Arial" w:hAnsi="Arial" w:cs="Arial"/>
          <w:sz w:val="20"/>
        </w:rPr>
      </w:pPr>
      <w:proofErr w:type="gramStart"/>
      <w:r w:rsidRPr="003B51DD">
        <w:rPr>
          <w:rFonts w:ascii="Arial" w:hAnsi="Arial" w:cs="Arial"/>
          <w:sz w:val="20"/>
        </w:rPr>
        <w:t>en</w:t>
      </w:r>
      <w:proofErr w:type="gramEnd"/>
      <w:r w:rsidRPr="003B51DD">
        <w:rPr>
          <w:rFonts w:ascii="Arial" w:hAnsi="Arial" w:cs="Arial"/>
          <w:sz w:val="20"/>
        </w:rPr>
        <w:t xml:space="preserve"> application de </w:t>
      </w:r>
      <w:r w:rsidRPr="003729B8">
        <w:rPr>
          <w:rFonts w:ascii="Arial" w:hAnsi="Arial" w:cs="Arial"/>
          <w:sz w:val="20"/>
        </w:rPr>
        <w:t xml:space="preserve">l’article </w:t>
      </w:r>
      <w:r w:rsidR="003729B8" w:rsidRPr="003729B8">
        <w:rPr>
          <w:rFonts w:ascii="Arial" w:hAnsi="Arial" w:cs="Arial"/>
          <w:sz w:val="20"/>
        </w:rPr>
        <w:t>R.2123-1 à R.2123-6</w:t>
      </w:r>
      <w:r w:rsidR="00F35C84" w:rsidRPr="003729B8">
        <w:rPr>
          <w:rFonts w:ascii="Arial" w:hAnsi="Arial" w:cs="Arial"/>
          <w:sz w:val="20"/>
        </w:rPr>
        <w:t xml:space="preserve"> </w:t>
      </w:r>
      <w:r w:rsidRPr="003B51DD">
        <w:rPr>
          <w:rFonts w:ascii="Arial" w:hAnsi="Arial" w:cs="Arial"/>
          <w:sz w:val="20"/>
        </w:rPr>
        <w:t>du code de la commande publique</w:t>
      </w:r>
    </w:p>
    <w:p w14:paraId="66E5D923" w14:textId="77777777" w:rsidR="00E96528" w:rsidRPr="003B51DD" w:rsidRDefault="00E96528" w:rsidP="000B3232">
      <w:pPr>
        <w:tabs>
          <w:tab w:val="left" w:pos="5320"/>
        </w:tabs>
        <w:rPr>
          <w:rFonts w:ascii="Arial" w:hAnsi="Arial" w:cs="Arial"/>
          <w:sz w:val="20"/>
          <w:szCs w:val="24"/>
        </w:rPr>
      </w:pPr>
    </w:p>
    <w:p w14:paraId="1AC81292" w14:textId="0BAEE590" w:rsidR="00E96528" w:rsidRPr="003B51DD" w:rsidRDefault="00E84036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  <w:szCs w:val="24"/>
        </w:rPr>
      </w:pPr>
      <w:r w:rsidRPr="003B51DD">
        <w:rPr>
          <w:rFonts w:ascii="Arial" w:hAnsi="Arial" w:cs="Arial"/>
          <w:b/>
          <w:sz w:val="20"/>
          <w:szCs w:val="24"/>
        </w:rPr>
        <w:t>Acheteur</w:t>
      </w:r>
      <w:r w:rsidR="00E96528" w:rsidRPr="003B51DD">
        <w:rPr>
          <w:rFonts w:ascii="Arial" w:hAnsi="Arial" w:cs="Arial"/>
          <w:b/>
          <w:sz w:val="20"/>
          <w:szCs w:val="24"/>
        </w:rPr>
        <w:t> :</w:t>
      </w:r>
    </w:p>
    <w:p w14:paraId="087D3260" w14:textId="77777777" w:rsidR="00E96528" w:rsidRPr="003B51DD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>Ministère des Armées</w:t>
      </w:r>
    </w:p>
    <w:p w14:paraId="46023D5B" w14:textId="77777777" w:rsidR="00E96528" w:rsidRPr="003B51DD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  <w:szCs w:val="24"/>
        </w:rPr>
      </w:pPr>
    </w:p>
    <w:p w14:paraId="5EF8938A" w14:textId="35D8F48B" w:rsidR="00E96528" w:rsidRPr="003B51DD" w:rsidRDefault="00E642EF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  <w:szCs w:val="24"/>
        </w:rPr>
      </w:pPr>
      <w:r w:rsidRPr="003B51DD">
        <w:rPr>
          <w:rFonts w:ascii="Arial" w:hAnsi="Arial" w:cs="Arial"/>
          <w:b/>
          <w:sz w:val="20"/>
          <w:szCs w:val="24"/>
        </w:rPr>
        <w:t>Représentant d</w:t>
      </w:r>
      <w:r w:rsidR="00E84036" w:rsidRPr="003B51DD">
        <w:rPr>
          <w:rFonts w:ascii="Arial" w:hAnsi="Arial" w:cs="Arial"/>
          <w:b/>
          <w:sz w:val="20"/>
          <w:szCs w:val="24"/>
        </w:rPr>
        <w:t>e l’acheteur</w:t>
      </w:r>
      <w:r w:rsidRPr="003B51DD">
        <w:rPr>
          <w:rFonts w:ascii="Arial" w:hAnsi="Arial" w:cs="Arial"/>
          <w:b/>
          <w:sz w:val="20"/>
          <w:szCs w:val="24"/>
        </w:rPr>
        <w:t> :</w:t>
      </w:r>
    </w:p>
    <w:p w14:paraId="0140F9EA" w14:textId="3D84AD87" w:rsidR="00E96528" w:rsidRPr="003B51DD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 xml:space="preserve">Etablissement du Service Infrastructure de la Défense </w:t>
      </w:r>
      <w:r w:rsidR="0088619B">
        <w:rPr>
          <w:rFonts w:ascii="Arial" w:hAnsi="Arial" w:cs="Arial"/>
          <w:sz w:val="20"/>
          <w:szCs w:val="24"/>
        </w:rPr>
        <w:t>Atlantique (</w:t>
      </w:r>
      <w:r w:rsidRPr="003B51DD">
        <w:rPr>
          <w:rFonts w:ascii="Arial" w:hAnsi="Arial" w:cs="Arial"/>
          <w:sz w:val="20"/>
          <w:szCs w:val="24"/>
        </w:rPr>
        <w:t xml:space="preserve">SID </w:t>
      </w:r>
      <w:r w:rsidR="0088619B">
        <w:rPr>
          <w:rFonts w:ascii="Arial" w:hAnsi="Arial" w:cs="Arial"/>
          <w:sz w:val="20"/>
          <w:szCs w:val="24"/>
        </w:rPr>
        <w:t>ATL)</w:t>
      </w:r>
    </w:p>
    <w:p w14:paraId="080FE7F6" w14:textId="0D9D9135" w:rsidR="00E96528" w:rsidRPr="003B51DD" w:rsidRDefault="00E96528" w:rsidP="00E96528">
      <w:pPr>
        <w:tabs>
          <w:tab w:val="left" w:pos="5320"/>
        </w:tabs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ab/>
      </w:r>
    </w:p>
    <w:tbl>
      <w:tblPr>
        <w:tblStyle w:val="Grilledutableau1"/>
        <w:tblW w:w="0" w:type="auto"/>
        <w:jc w:val="center"/>
        <w:tblLook w:val="04A0" w:firstRow="1" w:lastRow="0" w:firstColumn="1" w:lastColumn="0" w:noHBand="0" w:noVBand="1"/>
      </w:tblPr>
      <w:tblGrid>
        <w:gridCol w:w="5652"/>
      </w:tblGrid>
      <w:tr w:rsidR="00E96528" w:rsidRPr="003B51DD" w14:paraId="45983C7B" w14:textId="77777777" w:rsidTr="000B3232">
        <w:trPr>
          <w:trHeight w:val="348"/>
          <w:jc w:val="center"/>
        </w:trPr>
        <w:tc>
          <w:tcPr>
            <w:tcW w:w="5652" w:type="dxa"/>
            <w:vAlign w:val="center"/>
          </w:tcPr>
          <w:p w14:paraId="65428FEC" w14:textId="77777777" w:rsidR="00E96528" w:rsidRPr="003B51DD" w:rsidRDefault="00E96528" w:rsidP="00E96528">
            <w:pPr>
              <w:tabs>
                <w:tab w:val="left" w:pos="5320"/>
              </w:tabs>
              <w:jc w:val="center"/>
              <w:rPr>
                <w:rFonts w:ascii="Arial" w:hAnsi="Arial" w:cs="Arial"/>
                <w:szCs w:val="24"/>
              </w:rPr>
            </w:pPr>
            <w:r w:rsidRPr="003B51DD">
              <w:rPr>
                <w:rFonts w:ascii="Arial" w:hAnsi="Arial" w:cs="Arial"/>
                <w:szCs w:val="24"/>
              </w:rPr>
              <w:t xml:space="preserve">Cadre réservé au nantissement : </w:t>
            </w:r>
          </w:p>
        </w:tc>
      </w:tr>
      <w:tr w:rsidR="00E96528" w:rsidRPr="003B51DD" w14:paraId="68265D28" w14:textId="77777777" w:rsidTr="000B3232">
        <w:trPr>
          <w:trHeight w:val="1359"/>
          <w:jc w:val="center"/>
        </w:trPr>
        <w:tc>
          <w:tcPr>
            <w:tcW w:w="5652" w:type="dxa"/>
          </w:tcPr>
          <w:p w14:paraId="7C551C29" w14:textId="5CCCBD16" w:rsidR="00E96528" w:rsidRPr="003B51DD" w:rsidRDefault="00E96528" w:rsidP="00E96528">
            <w:pPr>
              <w:tabs>
                <w:tab w:val="left" w:pos="5320"/>
              </w:tabs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14:paraId="22D0C8EF" w14:textId="12F4AB7F" w:rsidR="00E96528" w:rsidRPr="003B51DD" w:rsidRDefault="00E96528" w:rsidP="00E96528">
      <w:pPr>
        <w:tabs>
          <w:tab w:val="left" w:pos="5320"/>
        </w:tabs>
        <w:jc w:val="center"/>
        <w:rPr>
          <w:rFonts w:ascii="Arial" w:hAnsi="Arial" w:cs="Arial"/>
          <w:sz w:val="20"/>
          <w:szCs w:val="24"/>
        </w:rPr>
      </w:pPr>
    </w:p>
    <w:p w14:paraId="1DFD21F4" w14:textId="77777777" w:rsidR="003729B8" w:rsidRDefault="003729B8" w:rsidP="008D1C86">
      <w:pPr>
        <w:ind w:left="-284"/>
        <w:rPr>
          <w:rFonts w:ascii="Arial" w:hAnsi="Arial" w:cs="Arial"/>
          <w:b/>
          <w:bCs/>
          <w:szCs w:val="22"/>
        </w:rPr>
      </w:pPr>
    </w:p>
    <w:p w14:paraId="4E00312B" w14:textId="0B2D5DA2" w:rsidR="003729B8" w:rsidRDefault="003729B8" w:rsidP="008D1C86">
      <w:pPr>
        <w:ind w:left="-284"/>
        <w:rPr>
          <w:rFonts w:ascii="Arial" w:hAnsi="Arial" w:cs="Arial"/>
          <w:b/>
          <w:bCs/>
          <w:szCs w:val="22"/>
        </w:rPr>
      </w:pPr>
    </w:p>
    <w:p w14:paraId="666DB982" w14:textId="15004ABA" w:rsidR="0018548A" w:rsidRDefault="0018548A" w:rsidP="008D1C86">
      <w:pPr>
        <w:ind w:left="-284"/>
        <w:rPr>
          <w:rFonts w:ascii="Arial" w:hAnsi="Arial" w:cs="Arial"/>
          <w:b/>
          <w:bCs/>
          <w:szCs w:val="22"/>
        </w:rPr>
      </w:pPr>
    </w:p>
    <w:p w14:paraId="473F7233" w14:textId="77777777" w:rsidR="0018548A" w:rsidRDefault="0018548A" w:rsidP="008D1C86">
      <w:pPr>
        <w:ind w:left="-284"/>
        <w:rPr>
          <w:rFonts w:ascii="Arial" w:hAnsi="Arial" w:cs="Arial"/>
          <w:b/>
          <w:bCs/>
          <w:szCs w:val="22"/>
        </w:rPr>
      </w:pPr>
    </w:p>
    <w:p w14:paraId="4E60E23B" w14:textId="77777777" w:rsidR="003729B8" w:rsidRDefault="003729B8" w:rsidP="008D1C86">
      <w:pPr>
        <w:ind w:left="-284"/>
        <w:rPr>
          <w:rFonts w:ascii="Arial" w:hAnsi="Arial" w:cs="Arial"/>
          <w:b/>
          <w:bCs/>
          <w:szCs w:val="22"/>
        </w:rPr>
      </w:pPr>
    </w:p>
    <w:p w14:paraId="3DBC03DE" w14:textId="40DBE159" w:rsidR="008D1C86" w:rsidRDefault="008D1C86" w:rsidP="008D1C86">
      <w:pPr>
        <w:ind w:left="-284"/>
        <w:rPr>
          <w:rFonts w:ascii="Arial" w:hAnsi="Arial" w:cs="Arial"/>
          <w:b/>
          <w:bCs/>
          <w:szCs w:val="22"/>
        </w:rPr>
      </w:pPr>
      <w:r w:rsidRPr="003B51DD">
        <w:rPr>
          <w:rFonts w:ascii="Arial" w:hAnsi="Arial" w:cs="Arial"/>
          <w:b/>
          <w:bCs/>
          <w:szCs w:val="22"/>
        </w:rPr>
        <w:t>Date de notification : Horodatage PLACE</w:t>
      </w:r>
    </w:p>
    <w:p w14:paraId="0D2E7561" w14:textId="6A2F2A63" w:rsidR="003729B8" w:rsidRDefault="003729B8" w:rsidP="008D1C86">
      <w:pPr>
        <w:ind w:left="-284"/>
        <w:rPr>
          <w:rFonts w:ascii="Arial" w:hAnsi="Arial" w:cs="Arial"/>
          <w:b/>
          <w:bCs/>
          <w:szCs w:val="22"/>
        </w:rPr>
      </w:pPr>
    </w:p>
    <w:p w14:paraId="2E79FF4B" w14:textId="7081BE2B" w:rsidR="003729B8" w:rsidRDefault="003729B8" w:rsidP="008D1C86">
      <w:pPr>
        <w:ind w:left="-284"/>
        <w:rPr>
          <w:rFonts w:ascii="Arial" w:hAnsi="Arial" w:cs="Arial"/>
          <w:b/>
          <w:bCs/>
          <w:szCs w:val="22"/>
        </w:rPr>
      </w:pPr>
    </w:p>
    <w:p w14:paraId="49B3104A" w14:textId="77777777" w:rsidR="003729B8" w:rsidRPr="003B51DD" w:rsidRDefault="003729B8" w:rsidP="008D1C86">
      <w:pPr>
        <w:ind w:left="-284"/>
        <w:rPr>
          <w:rFonts w:ascii="Arial" w:hAnsi="Arial" w:cs="Arial"/>
          <w:b/>
          <w:bCs/>
          <w:szCs w:val="22"/>
        </w:rPr>
      </w:pPr>
    </w:p>
    <w:p w14:paraId="39D3DE18" w14:textId="1C789426" w:rsidR="002A2D77" w:rsidRPr="003B51DD" w:rsidRDefault="000155F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 xml:space="preserve">OBJET </w:t>
      </w:r>
      <w:r w:rsidR="004918C9" w:rsidRPr="003B51DD">
        <w:rPr>
          <w:rFonts w:ascii="Arial" w:hAnsi="Arial" w:cs="Arial"/>
          <w:b/>
          <w:sz w:val="24"/>
          <w:szCs w:val="22"/>
          <w:lang w:eastAsia="zh-CN"/>
        </w:rPr>
        <w:t>DU MARCHE PUBLIC</w:t>
      </w:r>
    </w:p>
    <w:p w14:paraId="33B0DA10" w14:textId="59FB60B5" w:rsidR="000155F4" w:rsidRDefault="000155F4" w:rsidP="00327E28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120" w:after="120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Cet Acte d’Engagement correspond </w:t>
      </w:r>
      <w:r w:rsidR="004918C9" w:rsidRPr="003B51DD">
        <w:rPr>
          <w:rFonts w:ascii="Arial" w:hAnsi="Arial" w:cs="Arial"/>
          <w:sz w:val="20"/>
        </w:rPr>
        <w:t xml:space="preserve">aux prestations suivantes : </w:t>
      </w:r>
    </w:p>
    <w:p w14:paraId="471CE016" w14:textId="5A269B51" w:rsidR="003A1064" w:rsidRPr="009140A8" w:rsidRDefault="0018548A" w:rsidP="003A1064">
      <w:pPr>
        <w:spacing w:after="60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b/>
          <w:sz w:val="20"/>
          <w:lang w:eastAsia="en-US"/>
        </w:rPr>
        <w:t xml:space="preserve">BASE FUSCO – LANESTER (56) - </w:t>
      </w:r>
      <w:r w:rsidR="002D76DE" w:rsidRPr="002D76DE">
        <w:rPr>
          <w:rFonts w:ascii="Arial" w:eastAsia="Calibri" w:hAnsi="Arial" w:cs="Arial"/>
          <w:b/>
          <w:sz w:val="20"/>
          <w:lang w:eastAsia="en-US"/>
        </w:rPr>
        <w:t>Indice de Qualité Ecologique (IQE)</w:t>
      </w:r>
      <w:r w:rsidR="009140A8">
        <w:rPr>
          <w:rFonts w:ascii="Arial" w:eastAsia="Calibri" w:hAnsi="Arial" w:cs="Arial"/>
          <w:sz w:val="20"/>
          <w:lang w:eastAsia="en-US"/>
        </w:rPr>
        <w:t>.</w:t>
      </w:r>
    </w:p>
    <w:p w14:paraId="7823B759" w14:textId="77777777" w:rsidR="009140A8" w:rsidRDefault="009140A8" w:rsidP="003A1064">
      <w:pPr>
        <w:spacing w:after="60"/>
        <w:rPr>
          <w:rFonts w:ascii="Arial" w:eastAsia="Calibri" w:hAnsi="Arial" w:cs="Arial"/>
          <w:b/>
          <w:sz w:val="20"/>
          <w:lang w:eastAsia="en-US"/>
        </w:rPr>
      </w:pPr>
    </w:p>
    <w:p w14:paraId="3B7D5C70" w14:textId="0CF54387" w:rsidR="00697C00" w:rsidRPr="003B51DD" w:rsidRDefault="004D622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>ENGAGEMENT DU TITULAIRE</w:t>
      </w:r>
    </w:p>
    <w:p w14:paraId="0C988D89" w14:textId="43C6C4EC" w:rsidR="00F94CBA" w:rsidRPr="003B51DD" w:rsidRDefault="00F94CBA" w:rsidP="00327E2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B1 - Identification et engagement du titulaire ou du groupement titulaire</w:t>
      </w:r>
    </w:p>
    <w:p w14:paraId="43CC666A" w14:textId="7CE58FFC" w:rsidR="00FC1225" w:rsidRPr="003B51DD" w:rsidRDefault="00FC1225" w:rsidP="00FB155D">
      <w:pPr>
        <w:spacing w:before="120" w:after="120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 xml:space="preserve">Par dérogation à </w:t>
      </w:r>
      <w:r w:rsidRPr="003B51DD">
        <w:rPr>
          <w:rFonts w:ascii="Arial" w:hAnsi="Arial" w:cs="Arial"/>
          <w:color w:val="0070C0"/>
          <w:sz w:val="20"/>
          <w:lang w:eastAsia="zh-CN"/>
        </w:rPr>
        <w:t>l’article 4</w:t>
      </w:r>
      <w:r w:rsidR="00A361CB">
        <w:rPr>
          <w:rFonts w:ascii="Arial" w:hAnsi="Arial" w:cs="Arial"/>
          <w:color w:val="0070C0"/>
          <w:sz w:val="20"/>
          <w:lang w:eastAsia="zh-CN"/>
        </w:rPr>
        <w:t>.1</w:t>
      </w:r>
      <w:r w:rsidRPr="003B51DD">
        <w:rPr>
          <w:rFonts w:ascii="Arial" w:hAnsi="Arial" w:cs="Arial"/>
          <w:color w:val="0070C0"/>
          <w:sz w:val="20"/>
          <w:lang w:eastAsia="zh-CN"/>
        </w:rPr>
        <w:t xml:space="preserve"> du CCAG-</w:t>
      </w:r>
      <w:r w:rsidR="00931751">
        <w:rPr>
          <w:rFonts w:ascii="Arial" w:hAnsi="Arial" w:cs="Arial"/>
          <w:color w:val="0070C0"/>
          <w:sz w:val="20"/>
          <w:lang w:eastAsia="zh-CN"/>
        </w:rPr>
        <w:t>PI</w:t>
      </w:r>
      <w:r w:rsidRPr="003B51DD">
        <w:rPr>
          <w:rFonts w:ascii="Arial" w:hAnsi="Arial" w:cs="Arial"/>
          <w:sz w:val="20"/>
          <w:lang w:eastAsia="zh-CN"/>
        </w:rPr>
        <w:t>, l'exécution des prestations se fait dans les conditions des documents contractuels suivants qui, en cas de contradictions entre leurs stipulations, prévalent dans l'ordre décroissant ci-après :</w:t>
      </w:r>
    </w:p>
    <w:p w14:paraId="052EEAA9" w14:textId="5DFCBC30" w:rsidR="009B2F53" w:rsidRPr="003B51DD" w:rsidRDefault="009B2F53" w:rsidP="00FB155D">
      <w:pPr>
        <w:spacing w:before="120" w:after="120"/>
        <w:jc w:val="both"/>
        <w:rPr>
          <w:rFonts w:ascii="Arial" w:hAnsi="Arial" w:cs="Arial"/>
          <w:b/>
          <w:sz w:val="20"/>
          <w:lang w:eastAsia="zh-CN"/>
        </w:rPr>
      </w:pPr>
      <w:r w:rsidRPr="003B51DD">
        <w:rPr>
          <w:rFonts w:ascii="Arial" w:hAnsi="Arial" w:cs="Arial"/>
          <w:b/>
          <w:sz w:val="20"/>
          <w:lang w:eastAsia="zh-CN"/>
        </w:rPr>
        <w:t>Après avoir pris connaissance des pièces constitutives du Marché Public :</w:t>
      </w:r>
    </w:p>
    <w:p w14:paraId="6E78782C" w14:textId="0586B98F" w:rsidR="00006FED" w:rsidRPr="003B51DD" w:rsidRDefault="00006FED" w:rsidP="00FB155D">
      <w:pPr>
        <w:tabs>
          <w:tab w:val="left" w:pos="426"/>
          <w:tab w:val="left" w:pos="851"/>
        </w:tabs>
        <w:spacing w:before="120" w:after="120"/>
        <w:ind w:left="709" w:hanging="709"/>
        <w:jc w:val="both"/>
        <w:rPr>
          <w:rFonts w:ascii="Arial" w:hAnsi="Arial" w:cs="Arial"/>
          <w:color w:val="000000"/>
          <w:sz w:val="20"/>
        </w:rPr>
      </w:pPr>
      <w:r w:rsidRPr="003B51DD">
        <w:rPr>
          <w:rFonts w:ascii="Arial" w:hAnsi="Arial" w:cs="Arial"/>
          <w:color w:val="000000"/>
          <w:sz w:val="20"/>
          <w:u w:val="single"/>
        </w:rPr>
        <w:t>Pièces particulières</w:t>
      </w:r>
      <w:r w:rsidRPr="003B51DD">
        <w:rPr>
          <w:rFonts w:ascii="Arial" w:hAnsi="Arial" w:cs="Arial"/>
          <w:color w:val="000000"/>
          <w:sz w:val="20"/>
        </w:rPr>
        <w:t xml:space="preserve"> :</w:t>
      </w:r>
    </w:p>
    <w:p w14:paraId="6A8E8EEE" w14:textId="5D67D007" w:rsidR="00E07049" w:rsidRDefault="00FC1225" w:rsidP="00FB155D">
      <w:pPr>
        <w:spacing w:after="60"/>
        <w:ind w:left="1134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i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B51DD">
        <w:rPr>
          <w:rFonts w:ascii="Arial" w:hAnsi="Arial" w:cs="Arial"/>
          <w:i/>
          <w:iCs/>
          <w:sz w:val="20"/>
        </w:rPr>
        <w:instrText xml:space="preserve"> FORMCHECKBOX </w:instrText>
      </w:r>
      <w:r w:rsidR="00AA511F">
        <w:rPr>
          <w:rFonts w:ascii="Arial" w:hAnsi="Arial" w:cs="Arial"/>
          <w:i/>
          <w:iCs/>
          <w:sz w:val="20"/>
        </w:rPr>
      </w:r>
      <w:r w:rsidR="00AA511F">
        <w:rPr>
          <w:rFonts w:ascii="Arial" w:hAnsi="Arial" w:cs="Arial"/>
          <w:i/>
          <w:iCs/>
          <w:sz w:val="20"/>
        </w:rPr>
        <w:fldChar w:fldCharType="separate"/>
      </w:r>
      <w:r w:rsidRPr="003B51DD">
        <w:rPr>
          <w:rFonts w:ascii="Arial" w:hAnsi="Arial" w:cs="Arial"/>
          <w:i/>
          <w:iCs/>
          <w:sz w:val="20"/>
        </w:rPr>
        <w:fldChar w:fldCharType="end"/>
      </w:r>
      <w:r w:rsidRPr="003B51DD">
        <w:rPr>
          <w:rFonts w:ascii="Arial" w:hAnsi="Arial" w:cs="Arial"/>
          <w:sz w:val="20"/>
        </w:rPr>
        <w:t xml:space="preserve"> L’Acte d’</w:t>
      </w:r>
      <w:r w:rsidR="0056472D">
        <w:rPr>
          <w:rFonts w:ascii="Arial" w:hAnsi="Arial" w:cs="Arial"/>
          <w:sz w:val="20"/>
        </w:rPr>
        <w:t>E</w:t>
      </w:r>
      <w:r w:rsidRPr="003B51DD">
        <w:rPr>
          <w:rFonts w:ascii="Arial" w:hAnsi="Arial" w:cs="Arial"/>
          <w:sz w:val="20"/>
        </w:rPr>
        <w:t xml:space="preserve">ngagement </w:t>
      </w:r>
      <w:r w:rsidR="0056472D">
        <w:rPr>
          <w:rFonts w:ascii="Arial" w:hAnsi="Arial" w:cs="Arial"/>
          <w:sz w:val="20"/>
        </w:rPr>
        <w:t xml:space="preserve">(AE) </w:t>
      </w:r>
      <w:r w:rsidRPr="003B51DD">
        <w:rPr>
          <w:rFonts w:ascii="Arial" w:hAnsi="Arial" w:cs="Arial"/>
          <w:sz w:val="20"/>
        </w:rPr>
        <w:t>et ses annexes</w:t>
      </w:r>
      <w:r w:rsidR="00EE6124">
        <w:rPr>
          <w:rFonts w:ascii="Arial" w:hAnsi="Arial" w:cs="Arial"/>
          <w:sz w:val="20"/>
        </w:rPr>
        <w:t xml:space="preserve"> </w:t>
      </w:r>
      <w:r w:rsidR="003B51DD" w:rsidRPr="003B51DD">
        <w:rPr>
          <w:rFonts w:ascii="Arial" w:hAnsi="Arial" w:cs="Arial"/>
          <w:sz w:val="20"/>
        </w:rPr>
        <w:t>:</w:t>
      </w:r>
      <w:r w:rsidR="00E07049" w:rsidRPr="003B51DD">
        <w:rPr>
          <w:rFonts w:ascii="Arial" w:hAnsi="Arial" w:cs="Arial"/>
          <w:sz w:val="20"/>
        </w:rPr>
        <w:t xml:space="preserve"> </w:t>
      </w:r>
    </w:p>
    <w:p w14:paraId="27153AD2" w14:textId="77777777" w:rsidR="003A1064" w:rsidRPr="003A1064" w:rsidRDefault="003A1064" w:rsidP="003A1064">
      <w:pPr>
        <w:spacing w:after="60"/>
        <w:ind w:left="1276"/>
        <w:jc w:val="both"/>
        <w:rPr>
          <w:rFonts w:ascii="Arial" w:hAnsi="Arial" w:cs="Arial"/>
          <w:iCs/>
          <w:sz w:val="20"/>
        </w:rPr>
      </w:pPr>
      <w:r w:rsidRPr="003A1064">
        <w:rPr>
          <w:rFonts w:ascii="Arial" w:hAnsi="Arial" w:cs="Arial"/>
          <w:iCs/>
          <w:sz w:val="20"/>
        </w:rPr>
        <w:tab/>
      </w:r>
      <w:r w:rsidRPr="003A1064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A1064">
        <w:rPr>
          <w:rFonts w:ascii="Arial" w:hAnsi="Arial" w:cs="Arial"/>
          <w:iCs/>
          <w:sz w:val="20"/>
        </w:rPr>
        <w:instrText xml:space="preserve"> FORMCHECKBOX </w:instrText>
      </w:r>
      <w:r w:rsidR="00AA511F">
        <w:rPr>
          <w:rFonts w:ascii="Arial" w:hAnsi="Arial" w:cs="Arial"/>
          <w:iCs/>
          <w:sz w:val="20"/>
        </w:rPr>
      </w:r>
      <w:r w:rsidR="00AA511F">
        <w:rPr>
          <w:rFonts w:ascii="Arial" w:hAnsi="Arial" w:cs="Arial"/>
          <w:iCs/>
          <w:sz w:val="20"/>
        </w:rPr>
        <w:fldChar w:fldCharType="separate"/>
      </w:r>
      <w:r w:rsidRPr="003A1064">
        <w:rPr>
          <w:rFonts w:ascii="Arial" w:hAnsi="Arial" w:cs="Arial"/>
          <w:iCs/>
          <w:sz w:val="20"/>
        </w:rPr>
        <w:fldChar w:fldCharType="end"/>
      </w:r>
      <w:r w:rsidRPr="003A1064">
        <w:rPr>
          <w:rFonts w:ascii="Arial" w:hAnsi="Arial" w:cs="Arial"/>
          <w:iCs/>
          <w:sz w:val="20"/>
        </w:rPr>
        <w:t xml:space="preserve"> 1. RIB(s)</w:t>
      </w:r>
    </w:p>
    <w:p w14:paraId="747E4328" w14:textId="3AE8C057" w:rsidR="003A1064" w:rsidRPr="003A1064" w:rsidRDefault="003A1064" w:rsidP="00183651">
      <w:pPr>
        <w:spacing w:after="120"/>
        <w:ind w:left="1418"/>
        <w:jc w:val="both"/>
        <w:rPr>
          <w:rFonts w:ascii="Arial" w:hAnsi="Arial" w:cs="Arial"/>
          <w:sz w:val="20"/>
        </w:rPr>
      </w:pPr>
      <w:r w:rsidRPr="003A1064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A1064">
        <w:rPr>
          <w:rFonts w:ascii="Arial" w:hAnsi="Arial" w:cs="Arial"/>
          <w:iCs/>
          <w:sz w:val="20"/>
        </w:rPr>
        <w:instrText xml:space="preserve"> FORMCHECKBOX </w:instrText>
      </w:r>
      <w:r w:rsidR="00AA511F">
        <w:rPr>
          <w:rFonts w:ascii="Arial" w:hAnsi="Arial" w:cs="Arial"/>
          <w:iCs/>
          <w:sz w:val="20"/>
        </w:rPr>
      </w:r>
      <w:r w:rsidR="00AA511F">
        <w:rPr>
          <w:rFonts w:ascii="Arial" w:hAnsi="Arial" w:cs="Arial"/>
          <w:iCs/>
          <w:sz w:val="20"/>
        </w:rPr>
        <w:fldChar w:fldCharType="separate"/>
      </w:r>
      <w:r w:rsidRPr="003A1064">
        <w:rPr>
          <w:rFonts w:ascii="Arial" w:hAnsi="Arial" w:cs="Arial"/>
          <w:iCs/>
          <w:sz w:val="20"/>
        </w:rPr>
        <w:fldChar w:fldCharType="end"/>
      </w:r>
      <w:r w:rsidRPr="003A1064">
        <w:rPr>
          <w:rFonts w:ascii="Arial" w:hAnsi="Arial" w:cs="Arial"/>
          <w:iCs/>
          <w:sz w:val="20"/>
        </w:rPr>
        <w:t xml:space="preserve"> 2. </w:t>
      </w:r>
      <w:r w:rsidR="003443EC">
        <w:rPr>
          <w:rFonts w:ascii="Arial" w:hAnsi="Arial" w:cs="Arial"/>
          <w:iCs/>
          <w:sz w:val="20"/>
        </w:rPr>
        <w:t>Annexe financière</w:t>
      </w:r>
      <w:r w:rsidRPr="003A1064">
        <w:rPr>
          <w:rFonts w:ascii="Arial" w:hAnsi="Arial" w:cs="Arial"/>
          <w:sz w:val="20"/>
        </w:rPr>
        <w:t xml:space="preserve"> (EPF)</w:t>
      </w:r>
    </w:p>
    <w:p w14:paraId="486A4220" w14:textId="4406B6EB" w:rsidR="008A376F" w:rsidRPr="003B51DD" w:rsidRDefault="008A376F" w:rsidP="008C4DF0">
      <w:pPr>
        <w:tabs>
          <w:tab w:val="left" w:pos="1418"/>
        </w:tabs>
        <w:spacing w:after="60"/>
        <w:ind w:left="1134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i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B51DD">
        <w:rPr>
          <w:rFonts w:ascii="Arial" w:hAnsi="Arial" w:cs="Arial"/>
          <w:i/>
          <w:iCs/>
          <w:sz w:val="20"/>
        </w:rPr>
        <w:instrText xml:space="preserve"> FORMCHECKBOX </w:instrText>
      </w:r>
      <w:r w:rsidR="00AA511F">
        <w:rPr>
          <w:rFonts w:ascii="Arial" w:hAnsi="Arial" w:cs="Arial"/>
          <w:i/>
          <w:iCs/>
          <w:sz w:val="20"/>
        </w:rPr>
      </w:r>
      <w:r w:rsidR="00AA511F">
        <w:rPr>
          <w:rFonts w:ascii="Arial" w:hAnsi="Arial" w:cs="Arial"/>
          <w:i/>
          <w:iCs/>
          <w:sz w:val="20"/>
        </w:rPr>
        <w:fldChar w:fldCharType="separate"/>
      </w:r>
      <w:r w:rsidRPr="003B51DD">
        <w:rPr>
          <w:rFonts w:ascii="Arial" w:hAnsi="Arial" w:cs="Arial"/>
          <w:i/>
          <w:iCs/>
          <w:sz w:val="20"/>
        </w:rPr>
        <w:fldChar w:fldCharType="end"/>
      </w:r>
      <w:r w:rsidRPr="003B51DD">
        <w:rPr>
          <w:rFonts w:ascii="Arial" w:hAnsi="Arial" w:cs="Arial"/>
          <w:sz w:val="20"/>
        </w:rPr>
        <w:t xml:space="preserve"> </w:t>
      </w:r>
      <w:r w:rsidR="003B51DD">
        <w:rPr>
          <w:rFonts w:ascii="Arial" w:hAnsi="Arial" w:cs="Arial"/>
          <w:sz w:val="20"/>
        </w:rPr>
        <w:t xml:space="preserve">Les </w:t>
      </w:r>
      <w:r w:rsidRPr="003B51DD">
        <w:rPr>
          <w:rFonts w:ascii="Arial" w:hAnsi="Arial" w:cs="Arial"/>
          <w:sz w:val="20"/>
        </w:rPr>
        <w:t>C</w:t>
      </w:r>
      <w:r w:rsidR="00684EDF" w:rsidRPr="003B51DD">
        <w:rPr>
          <w:rFonts w:ascii="Arial" w:hAnsi="Arial" w:cs="Arial"/>
          <w:sz w:val="20"/>
        </w:rPr>
        <w:t>onditions Générales d’Achat</w:t>
      </w:r>
      <w:r w:rsidR="00E96528" w:rsidRPr="003B51DD">
        <w:rPr>
          <w:rFonts w:ascii="Arial" w:hAnsi="Arial" w:cs="Arial"/>
          <w:sz w:val="20"/>
        </w:rPr>
        <w:t>s</w:t>
      </w:r>
      <w:r w:rsidR="00684EDF" w:rsidRPr="003B51DD">
        <w:rPr>
          <w:rFonts w:ascii="Arial" w:hAnsi="Arial" w:cs="Arial"/>
          <w:sz w:val="20"/>
        </w:rPr>
        <w:t xml:space="preserve"> (</w:t>
      </w:r>
      <w:proofErr w:type="spellStart"/>
      <w:r w:rsidR="00684EDF" w:rsidRPr="003B51DD">
        <w:rPr>
          <w:rFonts w:ascii="Arial" w:hAnsi="Arial" w:cs="Arial"/>
          <w:sz w:val="20"/>
        </w:rPr>
        <w:t>CGA</w:t>
      </w:r>
      <w:r w:rsidR="00C6638F" w:rsidRPr="003B51DD">
        <w:rPr>
          <w:rFonts w:ascii="Arial" w:hAnsi="Arial" w:cs="Arial"/>
          <w:sz w:val="20"/>
        </w:rPr>
        <w:t>chat</w:t>
      </w:r>
      <w:r w:rsidR="001B1C00" w:rsidRPr="003B51DD">
        <w:rPr>
          <w:rFonts w:ascii="Arial" w:hAnsi="Arial" w:cs="Arial"/>
          <w:sz w:val="20"/>
        </w:rPr>
        <w:t>s</w:t>
      </w:r>
      <w:proofErr w:type="spellEnd"/>
      <w:r w:rsidR="00684EDF" w:rsidRPr="003B51DD">
        <w:rPr>
          <w:rFonts w:ascii="Arial" w:hAnsi="Arial" w:cs="Arial"/>
          <w:sz w:val="20"/>
        </w:rPr>
        <w:t>)</w:t>
      </w:r>
      <w:r w:rsidR="003B51DD">
        <w:rPr>
          <w:rFonts w:ascii="Arial" w:hAnsi="Arial" w:cs="Arial"/>
          <w:sz w:val="20"/>
        </w:rPr>
        <w:t xml:space="preserve"> annexées à l’AE</w:t>
      </w:r>
      <w:r w:rsidR="00684EDF" w:rsidRPr="003B51DD">
        <w:rPr>
          <w:rFonts w:ascii="Arial" w:hAnsi="Arial" w:cs="Arial"/>
          <w:sz w:val="20"/>
        </w:rPr>
        <w:t xml:space="preserve"> </w:t>
      </w:r>
      <w:r w:rsidR="0056472D">
        <w:rPr>
          <w:rFonts w:ascii="Arial" w:hAnsi="Arial" w:cs="Arial"/>
          <w:sz w:val="20"/>
        </w:rPr>
        <w:t xml:space="preserve">et </w:t>
      </w:r>
      <w:r w:rsidR="00FC1225" w:rsidRPr="003B51DD">
        <w:rPr>
          <w:rFonts w:ascii="Arial" w:hAnsi="Arial" w:cs="Arial"/>
          <w:sz w:val="20"/>
        </w:rPr>
        <w:t xml:space="preserve">applicables aux marchés de </w:t>
      </w:r>
      <w:r w:rsidR="008F2848">
        <w:rPr>
          <w:rFonts w:ascii="Arial" w:hAnsi="Arial" w:cs="Arial"/>
          <w:sz w:val="20"/>
        </w:rPr>
        <w:t xml:space="preserve">Prestations Intellectuelles (PI). </w:t>
      </w:r>
    </w:p>
    <w:p w14:paraId="19E82E24" w14:textId="7CBC9D41" w:rsidR="00FC1225" w:rsidRPr="00183651" w:rsidRDefault="00183651" w:rsidP="00FB155D">
      <w:pPr>
        <w:spacing w:after="60"/>
        <w:ind w:left="1134"/>
        <w:jc w:val="both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iCs/>
          <w:sz w:val="20"/>
        </w:rPr>
        <w:instrText xml:space="preserve"> FORMCHECKBOX </w:instrText>
      </w:r>
      <w:r w:rsidR="00AA511F">
        <w:rPr>
          <w:rFonts w:ascii="Arial" w:hAnsi="Arial" w:cs="Arial"/>
          <w:iCs/>
          <w:sz w:val="20"/>
        </w:rPr>
      </w:r>
      <w:r w:rsidR="00AA511F">
        <w:rPr>
          <w:rFonts w:ascii="Arial" w:hAnsi="Arial" w:cs="Arial"/>
          <w:iCs/>
          <w:sz w:val="20"/>
        </w:rPr>
        <w:fldChar w:fldCharType="separate"/>
      </w:r>
      <w:r>
        <w:rPr>
          <w:rFonts w:ascii="Arial" w:hAnsi="Arial" w:cs="Arial"/>
          <w:iCs/>
          <w:sz w:val="20"/>
        </w:rPr>
        <w:fldChar w:fldCharType="end"/>
      </w:r>
      <w:r w:rsidR="00FC1225" w:rsidRPr="00183651">
        <w:rPr>
          <w:rFonts w:ascii="Arial" w:hAnsi="Arial" w:cs="Arial"/>
          <w:iCs/>
          <w:sz w:val="20"/>
        </w:rPr>
        <w:t xml:space="preserve"> </w:t>
      </w:r>
      <w:r w:rsidRPr="00183651">
        <w:rPr>
          <w:rFonts w:ascii="Arial" w:hAnsi="Arial" w:cs="Arial"/>
          <w:iCs/>
          <w:sz w:val="20"/>
        </w:rPr>
        <w:t xml:space="preserve">Le CCTP n° </w:t>
      </w:r>
      <w:r w:rsidR="006D7D83">
        <w:rPr>
          <w:rFonts w:ascii="Arial" w:hAnsi="Arial" w:cs="Arial"/>
          <w:iCs/>
          <w:sz w:val="20"/>
        </w:rPr>
        <w:t>8</w:t>
      </w:r>
      <w:r w:rsidR="004824F4">
        <w:rPr>
          <w:rFonts w:ascii="Arial" w:hAnsi="Arial" w:cs="Arial"/>
          <w:iCs/>
          <w:sz w:val="20"/>
        </w:rPr>
        <w:t>660</w:t>
      </w:r>
    </w:p>
    <w:p w14:paraId="5F983494" w14:textId="5E5F9B29" w:rsidR="00006FED" w:rsidRPr="003B51DD" w:rsidRDefault="00006FED" w:rsidP="00FB155D">
      <w:pPr>
        <w:tabs>
          <w:tab w:val="left" w:pos="426"/>
          <w:tab w:val="left" w:pos="851"/>
        </w:tabs>
        <w:spacing w:before="120" w:after="120"/>
        <w:ind w:left="709" w:hanging="709"/>
        <w:jc w:val="both"/>
        <w:rPr>
          <w:rFonts w:ascii="Arial" w:hAnsi="Arial" w:cs="Arial"/>
          <w:color w:val="000000"/>
          <w:sz w:val="20"/>
        </w:rPr>
      </w:pPr>
      <w:r w:rsidRPr="003B51DD">
        <w:rPr>
          <w:rFonts w:ascii="Arial" w:hAnsi="Arial" w:cs="Arial"/>
          <w:color w:val="000000"/>
          <w:sz w:val="20"/>
          <w:u w:val="single"/>
        </w:rPr>
        <w:t>Pièces générales</w:t>
      </w:r>
      <w:r w:rsidRPr="003B51DD">
        <w:rPr>
          <w:rFonts w:ascii="Arial" w:hAnsi="Arial" w:cs="Arial"/>
          <w:color w:val="000000"/>
          <w:sz w:val="20"/>
        </w:rPr>
        <w:t xml:space="preserve"> :</w:t>
      </w:r>
    </w:p>
    <w:p w14:paraId="7FB677F4" w14:textId="6C0C3C1A" w:rsidR="002A2D77" w:rsidRPr="00D21A94" w:rsidRDefault="002A2D77" w:rsidP="00FB155D">
      <w:pPr>
        <w:spacing w:after="60"/>
        <w:ind w:left="1134"/>
        <w:jc w:val="both"/>
        <w:rPr>
          <w:rFonts w:ascii="Arial" w:hAnsi="Arial" w:cs="Arial"/>
          <w:iCs/>
          <w:sz w:val="20"/>
        </w:rPr>
      </w:pPr>
      <w:r w:rsidRPr="003B51DD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B51DD">
        <w:rPr>
          <w:rFonts w:ascii="Arial" w:hAnsi="Arial" w:cs="Arial"/>
          <w:iCs/>
          <w:sz w:val="20"/>
        </w:rPr>
        <w:instrText xml:space="preserve"> FORMCHECKBOX </w:instrText>
      </w:r>
      <w:r w:rsidR="00AA511F">
        <w:rPr>
          <w:rFonts w:ascii="Arial" w:hAnsi="Arial" w:cs="Arial"/>
          <w:iCs/>
          <w:sz w:val="20"/>
        </w:rPr>
      </w:r>
      <w:r w:rsidR="00AA511F">
        <w:rPr>
          <w:rFonts w:ascii="Arial" w:hAnsi="Arial" w:cs="Arial"/>
          <w:iCs/>
          <w:sz w:val="20"/>
        </w:rPr>
        <w:fldChar w:fldCharType="separate"/>
      </w:r>
      <w:r w:rsidRPr="003B51DD">
        <w:rPr>
          <w:rFonts w:ascii="Arial" w:hAnsi="Arial" w:cs="Arial"/>
          <w:iCs/>
          <w:sz w:val="20"/>
        </w:rPr>
        <w:fldChar w:fldCharType="end"/>
      </w:r>
      <w:r w:rsidRPr="003B51DD">
        <w:rPr>
          <w:rFonts w:ascii="Arial" w:hAnsi="Arial" w:cs="Arial"/>
          <w:iCs/>
          <w:sz w:val="20"/>
        </w:rPr>
        <w:t xml:space="preserve"> CCAG </w:t>
      </w:r>
      <w:r w:rsidR="00931751">
        <w:rPr>
          <w:rFonts w:ascii="Arial" w:hAnsi="Arial" w:cs="Arial"/>
          <w:iCs/>
          <w:sz w:val="20"/>
        </w:rPr>
        <w:t xml:space="preserve">Prestations </w:t>
      </w:r>
      <w:r w:rsidR="00931751" w:rsidRPr="00D21A94">
        <w:rPr>
          <w:rFonts w:ascii="Arial" w:hAnsi="Arial" w:cs="Arial"/>
          <w:iCs/>
          <w:sz w:val="20"/>
        </w:rPr>
        <w:t>intellectuelles</w:t>
      </w:r>
      <w:r w:rsidR="00C35BEB" w:rsidRPr="00D21A94">
        <w:rPr>
          <w:rFonts w:ascii="Arial" w:hAnsi="Arial" w:cs="Arial"/>
          <w:iCs/>
          <w:sz w:val="20"/>
        </w:rPr>
        <w:t xml:space="preserve"> </w:t>
      </w:r>
      <w:r w:rsidR="00F94CBA" w:rsidRPr="00D21A94">
        <w:rPr>
          <w:rFonts w:ascii="Arial" w:hAnsi="Arial" w:cs="Arial"/>
          <w:iCs/>
          <w:sz w:val="20"/>
        </w:rPr>
        <w:t>(approuvé par arrêté du 30 mars 2021)</w:t>
      </w:r>
      <w:r w:rsidR="000F7FA0" w:rsidRPr="00D21A94">
        <w:rPr>
          <w:rFonts w:ascii="Arial" w:hAnsi="Arial" w:cs="Arial"/>
          <w:iCs/>
          <w:sz w:val="20"/>
        </w:rPr>
        <w:t>,</w:t>
      </w:r>
    </w:p>
    <w:p w14:paraId="6F6C7833" w14:textId="4BB2A2AF" w:rsidR="000F7FA0" w:rsidRPr="001C1C68" w:rsidRDefault="00BB7E95" w:rsidP="008C4DF0">
      <w:pPr>
        <w:pStyle w:val="Tiret"/>
        <w:tabs>
          <w:tab w:val="left" w:pos="1418"/>
        </w:tabs>
        <w:spacing w:after="60"/>
        <w:ind w:left="1134" w:firstLine="0"/>
        <w:rPr>
          <w:rFonts w:cs="Arial"/>
          <w:iCs/>
        </w:rPr>
      </w:pPr>
      <w:r w:rsidRPr="00D21A94">
        <w:rPr>
          <w:rFonts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D21A94">
        <w:rPr>
          <w:rFonts w:cs="Arial"/>
          <w:iCs/>
        </w:rPr>
        <w:instrText xml:space="preserve"> FORMCHECKBOX </w:instrText>
      </w:r>
      <w:r w:rsidR="00AA511F">
        <w:rPr>
          <w:rFonts w:cs="Arial"/>
          <w:iCs/>
        </w:rPr>
      </w:r>
      <w:r w:rsidR="00AA511F">
        <w:rPr>
          <w:rFonts w:cs="Arial"/>
          <w:iCs/>
        </w:rPr>
        <w:fldChar w:fldCharType="separate"/>
      </w:r>
      <w:r w:rsidRPr="00D21A94">
        <w:rPr>
          <w:rFonts w:cs="Arial"/>
          <w:iCs/>
        </w:rPr>
        <w:fldChar w:fldCharType="end"/>
      </w:r>
      <w:r w:rsidRPr="00D21A94">
        <w:rPr>
          <w:rFonts w:cs="Arial"/>
          <w:iCs/>
        </w:rPr>
        <w:t xml:space="preserve"> </w:t>
      </w:r>
      <w:r w:rsidRPr="001C1C68">
        <w:rPr>
          <w:rFonts w:cs="Arial"/>
          <w:iCs/>
        </w:rPr>
        <w:t xml:space="preserve">Arrêté du 19 mai 2020 relatif aux modalités d’application des règles relatives aux interventions </w:t>
      </w:r>
      <w:r w:rsidR="008C4DF0" w:rsidRPr="001C1C68">
        <w:rPr>
          <w:rFonts w:cs="Arial"/>
          <w:iCs/>
        </w:rPr>
        <w:tab/>
      </w:r>
      <w:r w:rsidRPr="001C1C68">
        <w:rPr>
          <w:rFonts w:cs="Arial"/>
          <w:iCs/>
        </w:rPr>
        <w:t>d’entreprises extérieures et aux opérations de bâtiment et de génie civil</w:t>
      </w:r>
      <w:r w:rsidR="000F7FA0" w:rsidRPr="001C1C68">
        <w:rPr>
          <w:rFonts w:cs="Arial"/>
          <w:iCs/>
        </w:rPr>
        <w:t xml:space="preserve"> dans un organisme du </w:t>
      </w:r>
      <w:r w:rsidR="008C4DF0" w:rsidRPr="001C1C68">
        <w:rPr>
          <w:rFonts w:cs="Arial"/>
          <w:iCs/>
        </w:rPr>
        <w:tab/>
      </w:r>
      <w:r w:rsidR="000F7FA0" w:rsidRPr="001C1C68">
        <w:rPr>
          <w:rFonts w:cs="Arial"/>
          <w:iCs/>
        </w:rPr>
        <w:t xml:space="preserve">ministère, </w:t>
      </w:r>
    </w:p>
    <w:p w14:paraId="1A369A23" w14:textId="0F749E11" w:rsidR="00BB7E95" w:rsidRPr="003B51DD" w:rsidRDefault="00E07049" w:rsidP="00FB155D">
      <w:pPr>
        <w:pStyle w:val="Tiret"/>
        <w:spacing w:after="60"/>
        <w:ind w:left="1134" w:firstLine="0"/>
        <w:rPr>
          <w:rFonts w:cs="Arial"/>
          <w:iCs/>
        </w:rPr>
      </w:pPr>
      <w:r w:rsidRPr="001C1C68">
        <w:rPr>
          <w:rFonts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C1C68">
        <w:rPr>
          <w:rFonts w:cs="Arial"/>
          <w:iCs/>
        </w:rPr>
        <w:instrText xml:space="preserve"> FORMCHECKBOX </w:instrText>
      </w:r>
      <w:r w:rsidR="00AA511F">
        <w:rPr>
          <w:rFonts w:cs="Arial"/>
          <w:iCs/>
        </w:rPr>
      </w:r>
      <w:r w:rsidR="00AA511F">
        <w:rPr>
          <w:rFonts w:cs="Arial"/>
          <w:iCs/>
        </w:rPr>
        <w:fldChar w:fldCharType="separate"/>
      </w:r>
      <w:r w:rsidRPr="001C1C68">
        <w:rPr>
          <w:rFonts w:cs="Arial"/>
          <w:iCs/>
        </w:rPr>
        <w:fldChar w:fldCharType="end"/>
      </w:r>
      <w:r w:rsidR="000F7FA0" w:rsidRPr="001C1C68">
        <w:rPr>
          <w:rFonts w:cs="Arial"/>
          <w:iCs/>
        </w:rPr>
        <w:t xml:space="preserve"> Instruction générale interministérielle n° 1300/SGDN/PSE/SSD </w:t>
      </w:r>
      <w:r w:rsidR="00D21A94" w:rsidRPr="001C1C68">
        <w:rPr>
          <w:rFonts w:cs="Arial"/>
          <w:iCs/>
        </w:rPr>
        <w:t>des armées et l’instruction ministérielle n°900 sur la protection du secret et des informations DR et sensibles, approuvée par l’arrêté du 15 mars 2021</w:t>
      </w:r>
    </w:p>
    <w:p w14:paraId="71116F7D" w14:textId="5A4086C3" w:rsidR="002A2D77" w:rsidRPr="003B51DD" w:rsidRDefault="002A2D77" w:rsidP="004824F4">
      <w:pPr>
        <w:tabs>
          <w:tab w:val="left" w:pos="851"/>
        </w:tabs>
        <w:spacing w:before="240" w:after="240"/>
        <w:jc w:val="both"/>
        <w:rPr>
          <w:rFonts w:ascii="Arial" w:hAnsi="Arial" w:cs="Arial"/>
          <w:b/>
          <w:sz w:val="20"/>
        </w:rPr>
      </w:pPr>
      <w:proofErr w:type="gramStart"/>
      <w:r w:rsidRPr="003B51DD">
        <w:rPr>
          <w:rFonts w:ascii="Arial" w:hAnsi="Arial" w:cs="Arial"/>
          <w:b/>
          <w:sz w:val="20"/>
        </w:rPr>
        <w:t>et</w:t>
      </w:r>
      <w:proofErr w:type="gramEnd"/>
      <w:r w:rsidRPr="003B51DD">
        <w:rPr>
          <w:rFonts w:ascii="Arial" w:hAnsi="Arial" w:cs="Arial"/>
          <w:b/>
          <w:sz w:val="20"/>
        </w:rPr>
        <w:t xml:space="preserve"> conformément à leurs claus</w:t>
      </w:r>
      <w:r w:rsidR="005D0B2F" w:rsidRPr="003B51DD">
        <w:rPr>
          <w:rFonts w:ascii="Arial" w:hAnsi="Arial" w:cs="Arial"/>
          <w:b/>
          <w:sz w:val="20"/>
        </w:rPr>
        <w:t>es,</w:t>
      </w:r>
    </w:p>
    <w:p w14:paraId="7EBD7581" w14:textId="4A1DCF32" w:rsidR="005D0B2F" w:rsidRPr="003B51DD" w:rsidRDefault="005D0B2F" w:rsidP="00327E28">
      <w:pPr>
        <w:tabs>
          <w:tab w:val="left" w:pos="851"/>
        </w:tabs>
        <w:suppressAutoHyphens/>
        <w:spacing w:before="120" w:after="120"/>
        <w:jc w:val="both"/>
        <w:rPr>
          <w:rFonts w:ascii="Arial" w:hAnsi="Arial" w:cs="Arial"/>
          <w:iCs/>
          <w:color w:val="0070C0"/>
          <w:sz w:val="20"/>
        </w:rPr>
      </w:pPr>
      <w:r w:rsidRPr="003B51DD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AA511F">
        <w:rPr>
          <w:rFonts w:ascii="Arial" w:hAnsi="Arial" w:cs="Arial"/>
          <w:b/>
          <w:sz w:val="20"/>
          <w:lang w:eastAsia="zh-CN"/>
        </w:rPr>
      </w:r>
      <w:r w:rsidR="00AA511F">
        <w:rPr>
          <w:rFonts w:ascii="Arial" w:hAnsi="Arial" w:cs="Arial"/>
          <w:b/>
          <w:sz w:val="20"/>
          <w:lang w:eastAsia="zh-CN"/>
        </w:rPr>
        <w:fldChar w:fldCharType="separate"/>
      </w:r>
      <w:r w:rsidRPr="003B51DD">
        <w:rPr>
          <w:rFonts w:ascii="Arial" w:hAnsi="Arial" w:cs="Arial"/>
          <w:b/>
          <w:sz w:val="20"/>
          <w:lang w:eastAsia="zh-CN"/>
        </w:rPr>
        <w:fldChar w:fldCharType="end"/>
      </w:r>
      <w:r w:rsidRPr="003B51DD">
        <w:rPr>
          <w:rFonts w:ascii="Arial" w:hAnsi="Arial" w:cs="Arial"/>
          <w:b/>
          <w:sz w:val="20"/>
          <w:lang w:eastAsia="zh-CN"/>
        </w:rPr>
        <w:t xml:space="preserve"> </w:t>
      </w:r>
      <w:proofErr w:type="gramStart"/>
      <w:r w:rsidRPr="003B51DD">
        <w:rPr>
          <w:rFonts w:ascii="Arial" w:hAnsi="Arial" w:cs="Arial"/>
          <w:b/>
          <w:sz w:val="20"/>
          <w:u w:val="single"/>
          <w:lang w:eastAsia="zh-CN"/>
        </w:rPr>
        <w:t>le</w:t>
      </w:r>
      <w:proofErr w:type="gramEnd"/>
      <w:r w:rsidRPr="003B51DD">
        <w:rPr>
          <w:rFonts w:ascii="Arial" w:hAnsi="Arial" w:cs="Arial"/>
          <w:b/>
          <w:sz w:val="20"/>
          <w:u w:val="single"/>
          <w:lang w:eastAsia="zh-CN"/>
        </w:rPr>
        <w:t xml:space="preserve"> signataire</w:t>
      </w:r>
      <w:r w:rsidR="000B4CA3" w:rsidRPr="003B51DD">
        <w:rPr>
          <w:rFonts w:ascii="Arial" w:hAnsi="Arial" w:cs="Arial"/>
          <w:b/>
          <w:sz w:val="20"/>
          <w:u w:val="single"/>
          <w:lang w:eastAsia="zh-CN"/>
        </w:rPr>
        <w:t> </w:t>
      </w:r>
      <w:r w:rsidR="000B4CA3" w:rsidRPr="003B51DD">
        <w:rPr>
          <w:rFonts w:ascii="Arial" w:hAnsi="Arial" w:cs="Arial"/>
          <w:iCs/>
          <w:color w:val="0070C0"/>
          <w:sz w:val="20"/>
        </w:rPr>
        <w:t xml:space="preserve">: </w:t>
      </w:r>
    </w:p>
    <w:p w14:paraId="4551E161" w14:textId="77777777" w:rsidR="005D0B2F" w:rsidRPr="003B51DD" w:rsidRDefault="005D0B2F" w:rsidP="00327E28">
      <w:pPr>
        <w:tabs>
          <w:tab w:val="left" w:pos="851"/>
        </w:tabs>
        <w:suppressAutoHyphens/>
        <w:spacing w:before="120" w:after="120"/>
        <w:ind w:left="425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AA511F">
        <w:rPr>
          <w:rFonts w:ascii="Arial" w:hAnsi="Arial" w:cs="Arial"/>
          <w:sz w:val="18"/>
          <w:szCs w:val="18"/>
          <w:lang w:eastAsia="zh-CN"/>
        </w:rPr>
      </w:r>
      <w:r w:rsidR="00AA511F">
        <w:rPr>
          <w:rFonts w:ascii="Arial" w:hAnsi="Arial" w:cs="Arial"/>
          <w:sz w:val="18"/>
          <w:szCs w:val="18"/>
          <w:lang w:eastAsia="zh-CN"/>
        </w:rPr>
        <w:fldChar w:fldCharType="separate"/>
      </w:r>
      <w:r w:rsidRPr="003B51DD">
        <w:rPr>
          <w:rFonts w:ascii="Arial" w:hAnsi="Arial" w:cs="Arial"/>
          <w:sz w:val="18"/>
          <w:szCs w:val="18"/>
          <w:lang w:eastAsia="zh-CN"/>
        </w:rPr>
        <w:fldChar w:fldCharType="end"/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</w:t>
      </w:r>
      <w:proofErr w:type="gramStart"/>
      <w:r w:rsidRPr="003B51DD">
        <w:rPr>
          <w:rFonts w:ascii="Arial" w:hAnsi="Arial" w:cs="Arial"/>
          <w:sz w:val="18"/>
          <w:szCs w:val="18"/>
          <w:lang w:eastAsia="zh-CN"/>
        </w:rPr>
        <w:t>s’engage</w:t>
      </w:r>
      <w:proofErr w:type="gramEnd"/>
      <w:r w:rsidRPr="003B51DD">
        <w:rPr>
          <w:rFonts w:ascii="Arial" w:hAnsi="Arial" w:cs="Arial"/>
          <w:sz w:val="18"/>
          <w:szCs w:val="18"/>
          <w:lang w:eastAsia="zh-CN"/>
        </w:rPr>
        <w:t>, sur la base de son offre et pour son propre compte ;</w:t>
      </w:r>
    </w:p>
    <w:p w14:paraId="1CCF7BDD" w14:textId="2B6933C6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5ECF9B82" w14:textId="2B7749AF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5D8DBC57" w14:textId="708582DB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17F47F3" w14:textId="0E313966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AF7EFCC" w14:textId="77777777" w:rsidR="001C0D19" w:rsidRPr="003B51DD" w:rsidRDefault="001C0D19" w:rsidP="00327E28">
      <w:p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(Si différente de l’adresse de l’établissement) </w:t>
      </w:r>
    </w:p>
    <w:p w14:paraId="04B739A2" w14:textId="10CF8700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électronique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42AAB23" w14:textId="66EEE0A6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3F4026D" w14:textId="3169740D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télécopie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30E0FF2" w14:textId="4314C6A8" w:rsidR="001C0D19" w:rsidRPr="003B51DD" w:rsidRDefault="001C0D19" w:rsidP="004824F4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360"/>
        <w:ind w:left="1134" w:hanging="357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SIRET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12019823" w14:textId="2F641127" w:rsidR="005D0B2F" w:rsidRPr="003B51DD" w:rsidRDefault="005D0B2F" w:rsidP="00327E28">
      <w:pPr>
        <w:tabs>
          <w:tab w:val="left" w:pos="851"/>
        </w:tabs>
        <w:suppressAutoHyphens/>
        <w:spacing w:before="120" w:after="120"/>
        <w:ind w:left="426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AA511F">
        <w:rPr>
          <w:rFonts w:ascii="Arial" w:hAnsi="Arial" w:cs="Arial"/>
          <w:sz w:val="18"/>
          <w:szCs w:val="18"/>
          <w:lang w:eastAsia="zh-CN"/>
        </w:rPr>
      </w:r>
      <w:r w:rsidR="00AA511F">
        <w:rPr>
          <w:rFonts w:ascii="Arial" w:hAnsi="Arial" w:cs="Arial"/>
          <w:sz w:val="18"/>
          <w:szCs w:val="18"/>
          <w:lang w:eastAsia="zh-CN"/>
        </w:rPr>
        <w:fldChar w:fldCharType="separate"/>
      </w:r>
      <w:r w:rsidRPr="003B51DD">
        <w:rPr>
          <w:rFonts w:ascii="Arial" w:hAnsi="Arial" w:cs="Arial"/>
          <w:sz w:val="18"/>
          <w:szCs w:val="18"/>
          <w:lang w:eastAsia="zh-CN"/>
        </w:rPr>
        <w:fldChar w:fldCharType="end"/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engage la société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center" w:leader="dot"/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sur la base de son offre ;</w:t>
      </w:r>
    </w:p>
    <w:p w14:paraId="75758E7F" w14:textId="5E0A0DE5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39E885C3" w14:textId="357103CD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8606BC6" w14:textId="4AF67B8C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16134DEB" w14:textId="5ADBA53C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DA0F2AE" w14:textId="77777777" w:rsidR="001C0D19" w:rsidRPr="003B51DD" w:rsidRDefault="001C0D19" w:rsidP="004F3564">
      <w:pPr>
        <w:tabs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(Si différente de l’adresse de l’établissement) </w:t>
      </w:r>
    </w:p>
    <w:p w14:paraId="228AF3E6" w14:textId="6EFB8DD1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électronique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47BB8D9B" w14:textId="7C40CB4A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1343EFE" w14:textId="24DEB730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télécopie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4C6134EB" w14:textId="54D6489A" w:rsidR="001C0D19" w:rsidRPr="003B51DD" w:rsidRDefault="001C0D19" w:rsidP="004824F4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360"/>
        <w:ind w:left="1134" w:hanging="357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SIRET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3E3F84E8" w14:textId="1B61BAA9" w:rsidR="005D0B2F" w:rsidRPr="00EB2997" w:rsidRDefault="005D0B2F" w:rsidP="00EB2997">
      <w:pPr>
        <w:pStyle w:val="Paragraphedeliste"/>
        <w:suppressAutoHyphens/>
        <w:spacing w:before="120" w:after="120" w:line="259" w:lineRule="auto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EB2997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B2997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AA511F">
        <w:rPr>
          <w:rFonts w:ascii="Arial" w:hAnsi="Arial" w:cs="Arial"/>
          <w:b/>
          <w:sz w:val="20"/>
          <w:lang w:eastAsia="zh-CN"/>
        </w:rPr>
      </w:r>
      <w:r w:rsidR="00AA511F">
        <w:rPr>
          <w:rFonts w:ascii="Arial" w:hAnsi="Arial" w:cs="Arial"/>
          <w:b/>
          <w:sz w:val="20"/>
          <w:lang w:eastAsia="zh-CN"/>
        </w:rPr>
        <w:fldChar w:fldCharType="separate"/>
      </w:r>
      <w:r w:rsidRPr="00EB2997">
        <w:rPr>
          <w:rFonts w:ascii="Arial" w:hAnsi="Arial" w:cs="Arial"/>
          <w:b/>
          <w:sz w:val="20"/>
          <w:lang w:eastAsia="zh-CN"/>
        </w:rPr>
        <w:fldChar w:fldCharType="end"/>
      </w:r>
      <w:r w:rsidRPr="00EB2997">
        <w:rPr>
          <w:rFonts w:ascii="Arial" w:hAnsi="Arial" w:cs="Arial"/>
          <w:b/>
          <w:sz w:val="20"/>
          <w:lang w:eastAsia="zh-CN"/>
        </w:rPr>
        <w:t xml:space="preserve"> </w:t>
      </w:r>
      <w:r w:rsidR="003E3497" w:rsidRPr="00EB2997">
        <w:rPr>
          <w:rFonts w:ascii="Arial" w:hAnsi="Arial" w:cs="Arial"/>
          <w:b/>
          <w:sz w:val="20"/>
          <w:u w:val="single"/>
          <w:lang w:eastAsia="zh-CN"/>
        </w:rPr>
        <w:t>L’ensemble</w:t>
      </w:r>
      <w:r w:rsidRPr="00EB2997">
        <w:rPr>
          <w:rFonts w:ascii="Arial" w:hAnsi="Arial" w:cs="Arial"/>
          <w:b/>
          <w:sz w:val="20"/>
          <w:u w:val="single"/>
          <w:lang w:eastAsia="zh-CN"/>
        </w:rPr>
        <w:t xml:space="preserve"> des membres du groupement</w:t>
      </w:r>
      <w:r w:rsidRPr="00EB2997">
        <w:rPr>
          <w:rFonts w:ascii="Arial" w:hAnsi="Arial" w:cs="Arial"/>
          <w:sz w:val="20"/>
          <w:lang w:eastAsia="zh-CN"/>
        </w:rPr>
        <w:t xml:space="preserve"> s’engagent, sur la base de l’offre du groupement ;</w:t>
      </w:r>
    </w:p>
    <w:p w14:paraId="140218CD" w14:textId="7263ECD9" w:rsidR="00E84036" w:rsidRPr="003B51DD" w:rsidRDefault="00205EF9" w:rsidP="00205EF9">
      <w:pPr>
        <w:tabs>
          <w:tab w:val="left" w:pos="851"/>
        </w:tabs>
        <w:suppressAutoHyphens/>
        <w:spacing w:before="120" w:after="120"/>
        <w:ind w:left="993"/>
        <w:jc w:val="both"/>
        <w:rPr>
          <w:rFonts w:ascii="Arial" w:hAnsi="Arial" w:cs="Arial"/>
          <w:sz w:val="18"/>
          <w:szCs w:val="18"/>
          <w:lang w:eastAsia="zh-CN"/>
        </w:rPr>
      </w:pPr>
      <w:r w:rsidRPr="00205EF9"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205EF9"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AA511F">
        <w:rPr>
          <w:rFonts w:ascii="Arial" w:hAnsi="Arial" w:cs="Arial"/>
          <w:sz w:val="18"/>
          <w:szCs w:val="18"/>
          <w:lang w:eastAsia="zh-CN"/>
        </w:rPr>
      </w:r>
      <w:r w:rsidR="00AA511F">
        <w:rPr>
          <w:rFonts w:ascii="Arial" w:hAnsi="Arial" w:cs="Arial"/>
          <w:sz w:val="18"/>
          <w:szCs w:val="18"/>
          <w:lang w:eastAsia="zh-CN"/>
        </w:rPr>
        <w:fldChar w:fldCharType="separate"/>
      </w:r>
      <w:r w:rsidRPr="00205EF9">
        <w:rPr>
          <w:rFonts w:ascii="Arial" w:hAnsi="Arial" w:cs="Arial"/>
          <w:sz w:val="18"/>
          <w:szCs w:val="18"/>
          <w:lang w:eastAsia="zh-CN"/>
        </w:rPr>
        <w:fldChar w:fldCharType="end"/>
      </w:r>
      <w:r w:rsidRPr="00205EF9">
        <w:rPr>
          <w:rFonts w:ascii="Arial" w:hAnsi="Arial" w:cs="Arial"/>
          <w:sz w:val="18"/>
          <w:szCs w:val="18"/>
          <w:lang w:eastAsia="zh-CN"/>
        </w:rPr>
        <w:t xml:space="preserve"> </w:t>
      </w:r>
      <w:r w:rsidR="00E84036" w:rsidRPr="003B51DD">
        <w:rPr>
          <w:rFonts w:ascii="Arial" w:hAnsi="Arial" w:cs="Arial"/>
          <w:sz w:val="18"/>
          <w:szCs w:val="18"/>
          <w:u w:val="single"/>
          <w:lang w:eastAsia="zh-CN"/>
        </w:rPr>
        <w:t>1</w:t>
      </w:r>
      <w:r w:rsidR="00E84036" w:rsidRPr="003B51DD">
        <w:rPr>
          <w:rFonts w:ascii="Arial" w:hAnsi="Arial" w:cs="Arial"/>
          <w:sz w:val="18"/>
          <w:szCs w:val="18"/>
          <w:u w:val="single"/>
          <w:vertAlign w:val="superscript"/>
          <w:lang w:eastAsia="zh-CN"/>
        </w:rPr>
        <w:t>ère</w:t>
      </w:r>
      <w:r w:rsidR="00E84036" w:rsidRPr="003B51DD">
        <w:rPr>
          <w:rFonts w:ascii="Arial" w:hAnsi="Arial" w:cs="Arial"/>
          <w:sz w:val="18"/>
          <w:szCs w:val="18"/>
          <w:u w:val="single"/>
          <w:lang w:eastAsia="zh-CN"/>
        </w:rPr>
        <w:t xml:space="preserve"> entreprise cotraitante </w:t>
      </w:r>
      <w:r w:rsidR="00E84036" w:rsidRPr="003B51DD">
        <w:rPr>
          <w:rFonts w:ascii="Arial" w:hAnsi="Arial" w:cs="Arial"/>
          <w:b/>
          <w:sz w:val="18"/>
          <w:szCs w:val="18"/>
          <w:u w:val="single"/>
          <w:lang w:eastAsia="zh-CN"/>
        </w:rPr>
        <w:t>mandataire solidaire</w:t>
      </w:r>
      <w:r w:rsidR="00E84036" w:rsidRPr="003B51DD">
        <w:rPr>
          <w:rFonts w:ascii="Arial" w:hAnsi="Arial" w:cs="Arial"/>
          <w:sz w:val="18"/>
          <w:szCs w:val="18"/>
          <w:u w:val="single"/>
          <w:lang w:eastAsia="zh-CN"/>
        </w:rPr>
        <w:t xml:space="preserve"> du groupement</w:t>
      </w:r>
      <w:r w:rsidR="00E84036" w:rsidRPr="003B51DD">
        <w:rPr>
          <w:rFonts w:ascii="Arial" w:hAnsi="Arial" w:cs="Arial"/>
          <w:sz w:val="18"/>
          <w:szCs w:val="18"/>
          <w:lang w:eastAsia="zh-CN"/>
        </w:rPr>
        <w:t> :</w:t>
      </w:r>
    </w:p>
    <w:p w14:paraId="2F7E1A0F" w14:textId="3449D2AA" w:rsidR="00E84036" w:rsidRPr="003B51DD" w:rsidRDefault="00E84036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13BA8406" w14:textId="65B52F41" w:rsidR="00E84036" w:rsidRPr="003B51DD" w:rsidRDefault="00E84036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5679419" w14:textId="07A38DA7" w:rsidR="00E84036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1A96C95" w14:textId="2590FDAB" w:rsidR="00E84036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BB76060" w14:textId="77777777" w:rsidR="00E84036" w:rsidRPr="003B51DD" w:rsidRDefault="00E84036" w:rsidP="00486C35">
      <w:p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(Si différente de l’adresse de l’établissement) </w:t>
      </w:r>
    </w:p>
    <w:p w14:paraId="44F93152" w14:textId="1ECCF158" w:rsidR="00E84036" w:rsidRPr="003B51DD" w:rsidRDefault="00E84036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électronique</w:t>
      </w:r>
      <w:r w:rsidR="001C0D19"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3D5BEB7" w14:textId="74F62FD8" w:rsidR="00E84036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6A025BFA" w14:textId="252B11CC" w:rsidR="00E84036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télécopie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7B00023" w14:textId="517A106B" w:rsidR="00E84036" w:rsidRPr="003E3497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SIRET 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52D4AA3E" w14:textId="6B50F75A" w:rsidR="003E3497" w:rsidRDefault="003E3497" w:rsidP="003E3497">
      <w:pPr>
        <w:tabs>
          <w:tab w:val="left" w:pos="426"/>
          <w:tab w:val="left" w:pos="851"/>
          <w:tab w:val="left" w:pos="3686"/>
        </w:tabs>
        <w:suppressAutoHyphens/>
        <w:jc w:val="both"/>
        <w:rPr>
          <w:rFonts w:ascii="Arial" w:hAnsi="Arial" w:cs="Arial"/>
          <w:sz w:val="18"/>
          <w:szCs w:val="18"/>
          <w:lang w:eastAsia="zh-CN"/>
        </w:rPr>
      </w:pPr>
    </w:p>
    <w:p w14:paraId="345A08D9" w14:textId="77777777" w:rsidR="003E3497" w:rsidRPr="003E3497" w:rsidRDefault="003E3497" w:rsidP="003E0828">
      <w:pPr>
        <w:tabs>
          <w:tab w:val="left" w:pos="993"/>
        </w:tabs>
        <w:suppressAutoHyphens/>
        <w:spacing w:before="120" w:after="120"/>
        <w:ind w:left="709"/>
        <w:jc w:val="both"/>
        <w:rPr>
          <w:rFonts w:ascii="Arial" w:hAnsi="Arial" w:cs="Arial"/>
          <w:sz w:val="18"/>
          <w:szCs w:val="18"/>
          <w:u w:val="single"/>
          <w:lang w:eastAsia="zh-CN"/>
        </w:rPr>
      </w:pPr>
      <w:r w:rsidRPr="00D11AAF"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D11AAF"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AA511F">
        <w:rPr>
          <w:rFonts w:ascii="Arial" w:hAnsi="Arial" w:cs="Arial"/>
          <w:sz w:val="18"/>
          <w:szCs w:val="18"/>
          <w:lang w:eastAsia="zh-CN"/>
        </w:rPr>
      </w:r>
      <w:r w:rsidR="00AA511F">
        <w:rPr>
          <w:rFonts w:ascii="Arial" w:hAnsi="Arial" w:cs="Arial"/>
          <w:sz w:val="18"/>
          <w:szCs w:val="18"/>
          <w:lang w:eastAsia="zh-CN"/>
        </w:rPr>
        <w:fldChar w:fldCharType="separate"/>
      </w:r>
      <w:r w:rsidRPr="00D11AAF">
        <w:rPr>
          <w:rFonts w:ascii="Arial" w:hAnsi="Arial" w:cs="Arial"/>
          <w:sz w:val="18"/>
          <w:szCs w:val="18"/>
          <w:lang w:eastAsia="zh-CN"/>
        </w:rPr>
        <w:fldChar w:fldCharType="end"/>
      </w:r>
      <w:r w:rsidRPr="00D11AAF">
        <w:rPr>
          <w:rFonts w:ascii="Arial" w:hAnsi="Arial" w:cs="Arial"/>
          <w:sz w:val="18"/>
          <w:szCs w:val="18"/>
          <w:lang w:eastAsia="zh-CN"/>
        </w:rPr>
        <w:t xml:space="preserve"> </w:t>
      </w:r>
      <w:r w:rsidRPr="003E3497">
        <w:rPr>
          <w:rFonts w:ascii="Arial" w:hAnsi="Arial" w:cs="Arial"/>
          <w:sz w:val="18"/>
          <w:szCs w:val="18"/>
          <w:u w:val="single"/>
          <w:lang w:eastAsia="zh-CN"/>
        </w:rPr>
        <w:t>2ème entreprise cotraitante :</w:t>
      </w:r>
    </w:p>
    <w:p w14:paraId="7D123463" w14:textId="77777777" w:rsidR="003E3497" w:rsidRPr="003E3497" w:rsidRDefault="003E3497" w:rsidP="003E3497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E3497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3E3497">
        <w:rPr>
          <w:rFonts w:ascii="Arial" w:hAnsi="Arial" w:cs="Arial"/>
          <w:sz w:val="18"/>
          <w:szCs w:val="18"/>
          <w:lang w:eastAsia="zh-CN"/>
        </w:rPr>
        <w:tab/>
        <w:t>: ………………………………………………</w:t>
      </w:r>
    </w:p>
    <w:p w14:paraId="3E70A5B6" w14:textId="77777777" w:rsidR="003E3497" w:rsidRPr="003E3497" w:rsidRDefault="003E3497" w:rsidP="003E3497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E3497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3E3497">
        <w:rPr>
          <w:rFonts w:ascii="Arial" w:hAnsi="Arial" w:cs="Arial"/>
          <w:sz w:val="18"/>
          <w:szCs w:val="18"/>
          <w:lang w:eastAsia="zh-CN"/>
        </w:rPr>
        <w:tab/>
      </w:r>
      <w:r w:rsidRPr="003E3497">
        <w:rPr>
          <w:rFonts w:ascii="Arial" w:hAnsi="Arial" w:cs="Arial"/>
          <w:sz w:val="18"/>
          <w:szCs w:val="18"/>
          <w:lang w:eastAsia="zh-CN"/>
        </w:rPr>
        <w:tab/>
        <w:t>: ………………………………………………</w:t>
      </w:r>
    </w:p>
    <w:p w14:paraId="029218C1" w14:textId="77777777" w:rsidR="003E3497" w:rsidRPr="003E3497" w:rsidRDefault="003E3497" w:rsidP="003E3497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E3497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3E3497">
        <w:rPr>
          <w:rFonts w:ascii="Arial" w:hAnsi="Arial" w:cs="Arial"/>
          <w:sz w:val="18"/>
          <w:szCs w:val="18"/>
          <w:lang w:eastAsia="zh-CN"/>
        </w:rPr>
        <w:tab/>
      </w:r>
      <w:r w:rsidRPr="003E3497">
        <w:rPr>
          <w:rFonts w:ascii="Arial" w:hAnsi="Arial" w:cs="Arial"/>
          <w:sz w:val="18"/>
          <w:szCs w:val="18"/>
          <w:lang w:eastAsia="zh-CN"/>
        </w:rPr>
        <w:tab/>
        <w:t>: ………………………………………………</w:t>
      </w:r>
    </w:p>
    <w:p w14:paraId="39CC4B3A" w14:textId="77777777" w:rsidR="003E3497" w:rsidRPr="003E3497" w:rsidRDefault="003E3497" w:rsidP="003E3497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E3497">
        <w:rPr>
          <w:rFonts w:ascii="Arial" w:hAnsi="Arial" w:cs="Arial"/>
          <w:sz w:val="18"/>
          <w:szCs w:val="18"/>
          <w:lang w:eastAsia="zh-CN"/>
        </w:rPr>
        <w:t xml:space="preserve">Adresse du siège social </w:t>
      </w:r>
      <w:r w:rsidRPr="003E3497">
        <w:rPr>
          <w:rFonts w:ascii="Arial" w:hAnsi="Arial" w:cs="Arial"/>
          <w:sz w:val="18"/>
          <w:szCs w:val="18"/>
          <w:lang w:eastAsia="zh-CN"/>
        </w:rPr>
        <w:tab/>
      </w:r>
      <w:r w:rsidRPr="003E3497">
        <w:rPr>
          <w:rFonts w:ascii="Arial" w:hAnsi="Arial" w:cs="Arial"/>
          <w:sz w:val="18"/>
          <w:szCs w:val="18"/>
          <w:lang w:eastAsia="zh-CN"/>
        </w:rPr>
        <w:tab/>
        <w:t>: ………………………………………………</w:t>
      </w:r>
    </w:p>
    <w:p w14:paraId="6D6EC2DE" w14:textId="77777777" w:rsidR="003E3497" w:rsidRPr="003E3497" w:rsidRDefault="003E3497" w:rsidP="003E3497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E3497">
        <w:rPr>
          <w:rFonts w:ascii="Arial" w:hAnsi="Arial" w:cs="Arial"/>
          <w:sz w:val="18"/>
          <w:szCs w:val="18"/>
          <w:lang w:eastAsia="zh-CN"/>
        </w:rPr>
        <w:t>(Si différente de l’adresse de l’établissement) </w:t>
      </w:r>
    </w:p>
    <w:p w14:paraId="4D36A47A" w14:textId="77777777" w:rsidR="003E3497" w:rsidRPr="003E3497" w:rsidRDefault="003E3497" w:rsidP="003E3497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E3497">
        <w:rPr>
          <w:rFonts w:ascii="Arial" w:hAnsi="Arial" w:cs="Arial"/>
          <w:sz w:val="18"/>
          <w:szCs w:val="18"/>
          <w:lang w:eastAsia="zh-CN"/>
        </w:rPr>
        <w:t>Adresse électronique </w:t>
      </w:r>
      <w:r w:rsidRPr="003E3497">
        <w:rPr>
          <w:rFonts w:ascii="Arial" w:hAnsi="Arial" w:cs="Arial"/>
          <w:sz w:val="18"/>
          <w:szCs w:val="18"/>
          <w:lang w:eastAsia="zh-CN"/>
        </w:rPr>
        <w:tab/>
      </w:r>
      <w:r w:rsidRPr="003E3497">
        <w:rPr>
          <w:rFonts w:ascii="Arial" w:hAnsi="Arial" w:cs="Arial"/>
          <w:sz w:val="18"/>
          <w:szCs w:val="18"/>
          <w:lang w:eastAsia="zh-CN"/>
        </w:rPr>
        <w:tab/>
      </w:r>
      <w:r w:rsidRPr="003E3497">
        <w:rPr>
          <w:rFonts w:ascii="Arial" w:hAnsi="Arial" w:cs="Arial"/>
          <w:sz w:val="18"/>
          <w:szCs w:val="18"/>
          <w:lang w:eastAsia="zh-CN"/>
        </w:rPr>
        <w:tab/>
        <w:t>: ………………………………………………</w:t>
      </w:r>
    </w:p>
    <w:p w14:paraId="4450B077" w14:textId="77777777" w:rsidR="003E3497" w:rsidRPr="003E3497" w:rsidRDefault="003E3497" w:rsidP="003E3497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E3497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3E3497">
        <w:rPr>
          <w:rFonts w:ascii="Arial" w:hAnsi="Arial" w:cs="Arial"/>
          <w:sz w:val="18"/>
          <w:szCs w:val="18"/>
          <w:lang w:eastAsia="zh-CN"/>
        </w:rPr>
        <w:tab/>
      </w:r>
      <w:r w:rsidRPr="003E3497">
        <w:rPr>
          <w:rFonts w:ascii="Arial" w:hAnsi="Arial" w:cs="Arial"/>
          <w:sz w:val="18"/>
          <w:szCs w:val="18"/>
          <w:lang w:eastAsia="zh-CN"/>
        </w:rPr>
        <w:tab/>
      </w:r>
      <w:r w:rsidRPr="003E3497">
        <w:rPr>
          <w:rFonts w:ascii="Arial" w:hAnsi="Arial" w:cs="Arial"/>
          <w:sz w:val="18"/>
          <w:szCs w:val="18"/>
          <w:lang w:eastAsia="zh-CN"/>
        </w:rPr>
        <w:tab/>
        <w:t>: ………………………………………………</w:t>
      </w:r>
    </w:p>
    <w:p w14:paraId="668E9E65" w14:textId="77777777" w:rsidR="003E3497" w:rsidRPr="003E3497" w:rsidRDefault="003E3497" w:rsidP="003E3497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E3497">
        <w:rPr>
          <w:rFonts w:ascii="Arial" w:hAnsi="Arial" w:cs="Arial"/>
          <w:sz w:val="18"/>
          <w:szCs w:val="18"/>
          <w:lang w:eastAsia="zh-CN"/>
        </w:rPr>
        <w:t>Numéro de télécopie </w:t>
      </w:r>
      <w:r w:rsidRPr="003E3497">
        <w:rPr>
          <w:rFonts w:ascii="Arial" w:hAnsi="Arial" w:cs="Arial"/>
          <w:sz w:val="18"/>
          <w:szCs w:val="18"/>
          <w:lang w:eastAsia="zh-CN"/>
        </w:rPr>
        <w:tab/>
      </w:r>
      <w:r w:rsidRPr="003E3497">
        <w:rPr>
          <w:rFonts w:ascii="Arial" w:hAnsi="Arial" w:cs="Arial"/>
          <w:sz w:val="18"/>
          <w:szCs w:val="18"/>
          <w:lang w:eastAsia="zh-CN"/>
        </w:rPr>
        <w:tab/>
      </w:r>
      <w:r w:rsidRPr="003E3497">
        <w:rPr>
          <w:rFonts w:ascii="Arial" w:hAnsi="Arial" w:cs="Arial"/>
          <w:sz w:val="18"/>
          <w:szCs w:val="18"/>
          <w:lang w:eastAsia="zh-CN"/>
        </w:rPr>
        <w:tab/>
        <w:t>: ………………………………………………</w:t>
      </w:r>
    </w:p>
    <w:p w14:paraId="085F6861" w14:textId="77777777" w:rsidR="003E3497" w:rsidRPr="003E3497" w:rsidRDefault="003E3497" w:rsidP="003E3497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E3497">
        <w:rPr>
          <w:rFonts w:ascii="Arial" w:hAnsi="Arial" w:cs="Arial"/>
          <w:sz w:val="18"/>
          <w:szCs w:val="18"/>
          <w:lang w:eastAsia="zh-CN"/>
        </w:rPr>
        <w:t>Numéro SIRET </w:t>
      </w:r>
      <w:r w:rsidRPr="003E3497">
        <w:rPr>
          <w:rFonts w:ascii="Arial" w:hAnsi="Arial" w:cs="Arial"/>
          <w:sz w:val="18"/>
          <w:szCs w:val="18"/>
          <w:lang w:eastAsia="zh-CN"/>
        </w:rPr>
        <w:tab/>
      </w:r>
      <w:r w:rsidRPr="003E3497">
        <w:rPr>
          <w:rFonts w:ascii="Arial" w:hAnsi="Arial" w:cs="Arial"/>
          <w:sz w:val="18"/>
          <w:szCs w:val="18"/>
          <w:lang w:eastAsia="zh-CN"/>
        </w:rPr>
        <w:tab/>
      </w:r>
      <w:r w:rsidRPr="003E3497">
        <w:rPr>
          <w:rFonts w:ascii="Arial" w:hAnsi="Arial" w:cs="Arial"/>
          <w:sz w:val="18"/>
          <w:szCs w:val="18"/>
          <w:lang w:eastAsia="zh-CN"/>
        </w:rPr>
        <w:tab/>
        <w:t>: ………………………………………………</w:t>
      </w:r>
    </w:p>
    <w:p w14:paraId="1C2E386D" w14:textId="37B7F6DD" w:rsidR="003E3497" w:rsidRDefault="003E3497" w:rsidP="003E3497">
      <w:pPr>
        <w:tabs>
          <w:tab w:val="left" w:pos="426"/>
          <w:tab w:val="left" w:pos="851"/>
          <w:tab w:val="left" w:pos="3686"/>
        </w:tabs>
        <w:suppressAutoHyphens/>
        <w:jc w:val="both"/>
        <w:rPr>
          <w:rFonts w:ascii="Arial" w:hAnsi="Arial" w:cs="Arial"/>
          <w:sz w:val="18"/>
          <w:szCs w:val="18"/>
          <w:lang w:eastAsia="zh-CN"/>
        </w:rPr>
      </w:pPr>
    </w:p>
    <w:p w14:paraId="72630B34" w14:textId="77777777" w:rsidR="003443EC" w:rsidRDefault="00183651" w:rsidP="00D11AAF">
      <w:pPr>
        <w:tabs>
          <w:tab w:val="left" w:pos="851"/>
        </w:tabs>
        <w:suppressAutoHyphens/>
        <w:spacing w:before="120" w:after="120"/>
        <w:jc w:val="both"/>
        <w:rPr>
          <w:rFonts w:ascii="Arial" w:hAnsi="Arial" w:cs="Arial"/>
          <w:b/>
          <w:sz w:val="20"/>
          <w:lang w:eastAsia="zh-CN"/>
        </w:rPr>
      </w:pPr>
      <w:r>
        <w:rPr>
          <w:rFonts w:ascii="Arial" w:hAnsi="Arial" w:cs="Arial"/>
          <w:b/>
          <w:sz w:val="20"/>
          <w:lang w:eastAsia="zh-CN"/>
        </w:rPr>
        <w:fldChar w:fldCharType="begin">
          <w:ffData>
            <w:name w:val="CaseACocher113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aseACocher113"/>
      <w:r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AA511F">
        <w:rPr>
          <w:rFonts w:ascii="Arial" w:hAnsi="Arial" w:cs="Arial"/>
          <w:b/>
          <w:sz w:val="20"/>
          <w:lang w:eastAsia="zh-CN"/>
        </w:rPr>
      </w:r>
      <w:r w:rsidR="00AA511F">
        <w:rPr>
          <w:rFonts w:ascii="Arial" w:hAnsi="Arial" w:cs="Arial"/>
          <w:b/>
          <w:sz w:val="20"/>
          <w:lang w:eastAsia="zh-CN"/>
        </w:rPr>
        <w:fldChar w:fldCharType="separate"/>
      </w:r>
      <w:r>
        <w:rPr>
          <w:rFonts w:ascii="Arial" w:hAnsi="Arial" w:cs="Arial"/>
          <w:b/>
          <w:sz w:val="20"/>
          <w:lang w:eastAsia="zh-CN"/>
        </w:rPr>
        <w:fldChar w:fldCharType="end"/>
      </w:r>
      <w:bookmarkEnd w:id="0"/>
      <w:r w:rsidR="00D11AAF" w:rsidRPr="00D11AAF">
        <w:rPr>
          <w:rFonts w:ascii="Arial" w:hAnsi="Arial" w:cs="Arial"/>
          <w:b/>
          <w:sz w:val="20"/>
          <w:lang w:eastAsia="zh-CN"/>
        </w:rPr>
        <w:t xml:space="preserve"> </w:t>
      </w:r>
      <w:r w:rsidR="00205EF9" w:rsidRPr="00D11AAF">
        <w:rPr>
          <w:rFonts w:ascii="Arial" w:hAnsi="Arial" w:cs="Arial"/>
          <w:b/>
          <w:sz w:val="20"/>
          <w:lang w:eastAsia="zh-CN"/>
        </w:rPr>
        <w:t>À exécuter les prestations demandées</w:t>
      </w:r>
      <w:r w:rsidR="003443EC">
        <w:rPr>
          <w:rFonts w:ascii="Arial" w:hAnsi="Arial" w:cs="Arial"/>
          <w:b/>
          <w:sz w:val="20"/>
          <w:lang w:eastAsia="zh-CN"/>
        </w:rPr>
        <w:t> :</w:t>
      </w:r>
    </w:p>
    <w:p w14:paraId="2A33C351" w14:textId="5C49E32A" w:rsidR="00B9117B" w:rsidRPr="003443EC" w:rsidRDefault="003443EC" w:rsidP="00D11AAF">
      <w:pPr>
        <w:tabs>
          <w:tab w:val="left" w:pos="851"/>
        </w:tabs>
        <w:suppressAutoHyphens/>
        <w:spacing w:before="120" w:after="120"/>
        <w:jc w:val="both"/>
        <w:rPr>
          <w:rFonts w:ascii="Arial" w:hAnsi="Arial" w:cs="Arial"/>
          <w:sz w:val="20"/>
          <w:lang w:eastAsia="zh-CN"/>
        </w:rPr>
      </w:pPr>
      <w:r w:rsidRPr="003443EC">
        <w:rPr>
          <w:rFonts w:ascii="Arial" w:hAnsi="Arial" w:cs="Arial"/>
          <w:sz w:val="20"/>
          <w:lang w:eastAsia="zh-CN"/>
        </w:rPr>
        <w:t>A</w:t>
      </w:r>
      <w:r w:rsidR="00D11AAF" w:rsidRPr="003443EC">
        <w:rPr>
          <w:rFonts w:ascii="Arial" w:hAnsi="Arial" w:cs="Arial"/>
          <w:sz w:val="20"/>
        </w:rPr>
        <w:t xml:space="preserve">u prix global et forfaitaire indiqué ci-dessous correspondant à l’annexe financière </w:t>
      </w:r>
      <w:r w:rsidRPr="003443EC">
        <w:rPr>
          <w:rFonts w:ascii="Arial" w:hAnsi="Arial" w:cs="Arial"/>
          <w:sz w:val="20"/>
        </w:rPr>
        <w:t>jointe :</w:t>
      </w:r>
      <w:r w:rsidR="003D3613" w:rsidRPr="003443EC">
        <w:rPr>
          <w:rFonts w:ascii="Arial" w:hAnsi="Arial" w:cs="Arial"/>
          <w:sz w:val="20"/>
          <w:lang w:eastAsia="zh-CN"/>
        </w:rPr>
        <w:t xml:space="preserve"> </w:t>
      </w:r>
    </w:p>
    <w:p w14:paraId="57C9122A" w14:textId="0EEF9412" w:rsidR="00B9117B" w:rsidRPr="003B51DD" w:rsidRDefault="00B9117B" w:rsidP="00C16796">
      <w:pPr>
        <w:spacing w:before="120" w:after="120"/>
        <w:ind w:left="720" w:hanging="720"/>
        <w:rPr>
          <w:rFonts w:ascii="Arial" w:hAnsi="Arial" w:cs="Arial"/>
          <w:sz w:val="20"/>
        </w:rPr>
      </w:pPr>
    </w:p>
    <w:tbl>
      <w:tblPr>
        <w:tblStyle w:val="Grilledutableau"/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60"/>
        <w:gridCol w:w="2719"/>
      </w:tblGrid>
      <w:tr w:rsidR="00B9117B" w:rsidRPr="003B51DD" w14:paraId="4043756D" w14:textId="77777777" w:rsidTr="00486C35">
        <w:trPr>
          <w:trHeight w:val="552"/>
          <w:jc w:val="center"/>
        </w:trPr>
        <w:tc>
          <w:tcPr>
            <w:tcW w:w="2660" w:type="dxa"/>
            <w:vAlign w:val="center"/>
          </w:tcPr>
          <w:p w14:paraId="57CACC9E" w14:textId="2C0FAFB8" w:rsidR="00B9117B" w:rsidRPr="001C1C68" w:rsidRDefault="00822E86" w:rsidP="004D625A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C1C68">
              <w:rPr>
                <w:rFonts w:ascii="Arial" w:hAnsi="Arial" w:cs="Arial"/>
                <w:b/>
                <w:sz w:val="24"/>
                <w:szCs w:val="24"/>
              </w:rPr>
              <w:t>Montant en € HT arrêté en chiffres à</w:t>
            </w:r>
          </w:p>
        </w:tc>
        <w:tc>
          <w:tcPr>
            <w:tcW w:w="2719" w:type="dxa"/>
          </w:tcPr>
          <w:p w14:paraId="1A18B0CD" w14:textId="77777777" w:rsidR="00B9117B" w:rsidRPr="001C1C68" w:rsidRDefault="00B9117B" w:rsidP="00C012C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B2997" w:rsidRPr="003B51DD" w14:paraId="054F0D5F" w14:textId="77777777" w:rsidTr="00486C35">
        <w:trPr>
          <w:trHeight w:val="552"/>
          <w:jc w:val="center"/>
        </w:trPr>
        <w:tc>
          <w:tcPr>
            <w:tcW w:w="2660" w:type="dxa"/>
            <w:vAlign w:val="center"/>
          </w:tcPr>
          <w:p w14:paraId="6D18E322" w14:textId="4EF00DE7" w:rsidR="00EB2997" w:rsidRPr="001C1C68" w:rsidRDefault="00516033" w:rsidP="00516033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Taux </w:t>
            </w:r>
            <w:r w:rsidR="00EB2997" w:rsidRPr="001C1C68">
              <w:rPr>
                <w:rFonts w:ascii="Arial" w:hAnsi="Arial" w:cs="Arial"/>
                <w:b/>
                <w:sz w:val="24"/>
                <w:szCs w:val="24"/>
              </w:rPr>
              <w:t xml:space="preserve">TVA </w:t>
            </w:r>
          </w:p>
        </w:tc>
        <w:tc>
          <w:tcPr>
            <w:tcW w:w="2719" w:type="dxa"/>
          </w:tcPr>
          <w:p w14:paraId="6ECE8EF4" w14:textId="58005FA9" w:rsidR="00EB2997" w:rsidRPr="001C1C68" w:rsidRDefault="00EB2997" w:rsidP="00C012C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9117B" w:rsidRPr="003B51DD" w14:paraId="2D4BD420" w14:textId="77777777" w:rsidTr="00486C35">
        <w:trPr>
          <w:trHeight w:val="552"/>
          <w:jc w:val="center"/>
        </w:trPr>
        <w:tc>
          <w:tcPr>
            <w:tcW w:w="2660" w:type="dxa"/>
            <w:vAlign w:val="center"/>
          </w:tcPr>
          <w:p w14:paraId="04C93691" w14:textId="3A2E1DE8" w:rsidR="00B9117B" w:rsidRPr="003B51DD" w:rsidRDefault="00822E86" w:rsidP="004D625A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1DD">
              <w:rPr>
                <w:rFonts w:ascii="Arial" w:hAnsi="Arial" w:cs="Arial"/>
                <w:b/>
                <w:sz w:val="24"/>
                <w:szCs w:val="24"/>
              </w:rPr>
              <w:t xml:space="preserve">Montant en € TTC arrêté en chiffres à </w:t>
            </w:r>
          </w:p>
        </w:tc>
        <w:tc>
          <w:tcPr>
            <w:tcW w:w="2719" w:type="dxa"/>
          </w:tcPr>
          <w:p w14:paraId="363F166B" w14:textId="77777777" w:rsidR="00B9117B" w:rsidRPr="003B51DD" w:rsidRDefault="00B9117B" w:rsidP="00C012C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04E34ACD" w14:textId="77777777" w:rsidR="002D76DE" w:rsidRDefault="002D76DE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34C6137B" w14:textId="07D80277" w:rsidR="00572A24" w:rsidRPr="003B51DD" w:rsidRDefault="00572A24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B2 </w:t>
      </w:r>
      <w:r w:rsidR="00884105" w:rsidRPr="003B51DD">
        <w:rPr>
          <w:rFonts w:ascii="Arial" w:hAnsi="Arial" w:cs="Arial"/>
          <w:b/>
          <w:szCs w:val="22"/>
          <w:lang w:eastAsia="zh-CN"/>
        </w:rPr>
        <w:t>–</w:t>
      </w:r>
      <w:r w:rsidRPr="003B51DD">
        <w:rPr>
          <w:rFonts w:ascii="Arial" w:hAnsi="Arial" w:cs="Arial"/>
          <w:b/>
          <w:szCs w:val="22"/>
          <w:lang w:eastAsia="zh-CN"/>
        </w:rPr>
        <w:t xml:space="preserve"> </w:t>
      </w:r>
      <w:r w:rsidR="00884105" w:rsidRPr="003B51DD">
        <w:rPr>
          <w:rFonts w:ascii="Arial" w:hAnsi="Arial" w:cs="Arial"/>
          <w:b/>
          <w:szCs w:val="22"/>
          <w:lang w:eastAsia="zh-CN"/>
        </w:rPr>
        <w:t xml:space="preserve">Prix </w:t>
      </w:r>
    </w:p>
    <w:p w14:paraId="466CEF47" w14:textId="7ED49E51" w:rsidR="00A7798B" w:rsidRPr="003B51DD" w:rsidRDefault="00DC0B9A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1287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B2.1 </w:t>
      </w:r>
      <w:r w:rsidR="002D76DE">
        <w:rPr>
          <w:rFonts w:ascii="Arial" w:hAnsi="Arial" w:cs="Arial"/>
          <w:b/>
          <w:szCs w:val="22"/>
          <w:lang w:eastAsia="zh-CN"/>
        </w:rPr>
        <w:tab/>
      </w:r>
      <w:r w:rsidR="005366F5" w:rsidRPr="003B51DD">
        <w:rPr>
          <w:rFonts w:ascii="Arial" w:hAnsi="Arial" w:cs="Arial"/>
          <w:b/>
          <w:szCs w:val="22"/>
          <w:lang w:eastAsia="zh-CN"/>
        </w:rPr>
        <w:t>Forme</w:t>
      </w:r>
      <w:r w:rsidR="00884105" w:rsidRPr="003B51DD">
        <w:rPr>
          <w:rFonts w:ascii="Arial" w:hAnsi="Arial" w:cs="Arial"/>
          <w:b/>
          <w:szCs w:val="22"/>
          <w:lang w:eastAsia="zh-CN"/>
        </w:rPr>
        <w:t xml:space="preserve"> du prix : </w:t>
      </w:r>
    </w:p>
    <w:p w14:paraId="1229F070" w14:textId="594CAB16" w:rsidR="00B90DBD" w:rsidRDefault="00785740" w:rsidP="004D625A">
      <w:pPr>
        <w:tabs>
          <w:tab w:val="left" w:pos="426"/>
          <w:tab w:val="left" w:pos="851"/>
        </w:tabs>
        <w:spacing w:before="60" w:after="60"/>
        <w:ind w:left="1843" w:hanging="709"/>
        <w:jc w:val="both"/>
        <w:rPr>
          <w:rFonts w:ascii="Arial" w:hAnsi="Arial" w:cs="Arial"/>
          <w:sz w:val="20"/>
        </w:rPr>
      </w:pPr>
      <w:r w:rsidRPr="00785740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785740">
        <w:rPr>
          <w:rFonts w:ascii="Arial" w:hAnsi="Arial" w:cs="Arial"/>
          <w:sz w:val="20"/>
        </w:rPr>
        <w:instrText xml:space="preserve"> FORMCHECKBOX </w:instrText>
      </w:r>
      <w:r w:rsidR="00AA511F">
        <w:rPr>
          <w:rFonts w:ascii="Arial" w:hAnsi="Arial" w:cs="Arial"/>
          <w:sz w:val="20"/>
        </w:rPr>
      </w:r>
      <w:r w:rsidR="00AA511F">
        <w:rPr>
          <w:rFonts w:ascii="Arial" w:hAnsi="Arial" w:cs="Arial"/>
          <w:sz w:val="20"/>
        </w:rPr>
        <w:fldChar w:fldCharType="separate"/>
      </w:r>
      <w:r w:rsidRPr="00785740">
        <w:rPr>
          <w:rFonts w:ascii="Arial" w:hAnsi="Arial" w:cs="Arial"/>
          <w:sz w:val="20"/>
        </w:rPr>
        <w:fldChar w:fldCharType="end"/>
      </w:r>
      <w:r w:rsidR="00B90DBD" w:rsidRPr="00785740">
        <w:rPr>
          <w:rFonts w:ascii="Arial" w:hAnsi="Arial" w:cs="Arial"/>
          <w:sz w:val="20"/>
        </w:rPr>
        <w:t xml:space="preserve"> Prix forfaitaires </w:t>
      </w:r>
    </w:p>
    <w:p w14:paraId="4A8581A6" w14:textId="77777777" w:rsidR="003443EC" w:rsidRPr="00785740" w:rsidRDefault="003443EC" w:rsidP="004D625A">
      <w:pPr>
        <w:tabs>
          <w:tab w:val="left" w:pos="426"/>
          <w:tab w:val="left" w:pos="851"/>
        </w:tabs>
        <w:spacing w:before="60" w:after="60"/>
        <w:ind w:left="1843" w:hanging="709"/>
        <w:jc w:val="both"/>
        <w:rPr>
          <w:rFonts w:ascii="Arial" w:hAnsi="Arial" w:cs="Arial"/>
          <w:sz w:val="20"/>
        </w:rPr>
      </w:pPr>
    </w:p>
    <w:p w14:paraId="77FE4696" w14:textId="2B212298" w:rsidR="004B22AC" w:rsidRPr="001C1C68" w:rsidRDefault="004B22AC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1287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1C1C68">
        <w:rPr>
          <w:rFonts w:ascii="Arial" w:hAnsi="Arial" w:cs="Arial"/>
          <w:b/>
          <w:szCs w:val="22"/>
          <w:lang w:eastAsia="zh-CN"/>
        </w:rPr>
        <w:t>B2.</w:t>
      </w:r>
      <w:r w:rsidR="004F21E9" w:rsidRPr="001C1C68">
        <w:rPr>
          <w:rFonts w:ascii="Arial" w:hAnsi="Arial" w:cs="Arial"/>
          <w:b/>
          <w:szCs w:val="22"/>
          <w:lang w:eastAsia="zh-CN"/>
        </w:rPr>
        <w:t>2</w:t>
      </w:r>
      <w:r w:rsidRPr="001C1C68">
        <w:rPr>
          <w:rFonts w:ascii="Arial" w:hAnsi="Arial" w:cs="Arial"/>
          <w:b/>
          <w:szCs w:val="22"/>
          <w:lang w:eastAsia="zh-CN"/>
        </w:rPr>
        <w:t xml:space="preserve"> </w:t>
      </w:r>
      <w:r w:rsidR="002D76DE">
        <w:rPr>
          <w:rFonts w:ascii="Arial" w:hAnsi="Arial" w:cs="Arial"/>
          <w:b/>
          <w:szCs w:val="22"/>
          <w:lang w:eastAsia="zh-CN"/>
        </w:rPr>
        <w:tab/>
      </w:r>
      <w:r w:rsidRPr="001C1C68">
        <w:rPr>
          <w:rFonts w:ascii="Arial" w:hAnsi="Arial" w:cs="Arial"/>
          <w:b/>
          <w:szCs w:val="22"/>
          <w:lang w:eastAsia="zh-CN"/>
        </w:rPr>
        <w:t>Variation des prix :</w:t>
      </w:r>
    </w:p>
    <w:p w14:paraId="1CE4F3B4" w14:textId="3603EDD5" w:rsidR="002B04C3" w:rsidRPr="001C1C68" w:rsidRDefault="00F54A5A" w:rsidP="00785740">
      <w:pPr>
        <w:spacing w:after="120"/>
        <w:jc w:val="both"/>
        <w:rPr>
          <w:rFonts w:ascii="Arial" w:hAnsi="Arial" w:cs="Arial"/>
          <w:sz w:val="20"/>
        </w:rPr>
      </w:pPr>
      <w:r w:rsidRPr="001C1C68">
        <w:rPr>
          <w:rFonts w:ascii="Arial" w:hAnsi="Arial" w:cs="Arial"/>
          <w:b/>
          <w:sz w:val="18"/>
        </w:rPr>
        <w:t>L’Index/indice de référence I choisi</w:t>
      </w:r>
      <w:r w:rsidRPr="001C1C68">
        <w:rPr>
          <w:rFonts w:ascii="Arial" w:hAnsi="Arial" w:cs="Arial"/>
          <w:sz w:val="20"/>
        </w:rPr>
        <w:t xml:space="preserve"> en raison de sa structure pour l</w:t>
      </w:r>
      <w:r w:rsidR="00EB2997" w:rsidRPr="001C1C68">
        <w:rPr>
          <w:rFonts w:ascii="Arial" w:hAnsi="Arial" w:cs="Arial"/>
          <w:sz w:val="20"/>
        </w:rPr>
        <w:t>a variation</w:t>
      </w:r>
      <w:r w:rsidRPr="001C1C68">
        <w:rPr>
          <w:rFonts w:ascii="Arial" w:hAnsi="Arial" w:cs="Arial"/>
          <w:sz w:val="20"/>
        </w:rPr>
        <w:t xml:space="preserve"> des prix est le suivant :</w:t>
      </w:r>
    </w:p>
    <w:p w14:paraId="1972F7FE" w14:textId="16B781D0" w:rsidR="00183651" w:rsidRPr="00183651" w:rsidRDefault="00183651" w:rsidP="00183651">
      <w:pPr>
        <w:spacing w:after="120"/>
        <w:jc w:val="center"/>
        <w:rPr>
          <w:rFonts w:ascii="Arial" w:hAnsi="Arial" w:cs="Arial"/>
        </w:rPr>
      </w:pPr>
      <w:r w:rsidRPr="004824F4">
        <w:rPr>
          <w:rFonts w:ascii="Arial" w:hAnsi="Arial" w:cs="Arial"/>
          <w:b/>
        </w:rPr>
        <w:t>Index/Indice</w:t>
      </w:r>
      <w:r w:rsidRPr="004824F4">
        <w:rPr>
          <w:rFonts w:ascii="Arial" w:hAnsi="Arial" w:cs="Arial"/>
        </w:rPr>
        <w:t> :</w:t>
      </w:r>
      <w:r w:rsidRPr="004824F4">
        <w:rPr>
          <w:rFonts w:ascii="Arial" w:hAnsi="Arial" w:cs="Arial"/>
          <w:b/>
        </w:rPr>
        <w:t xml:space="preserve"> </w:t>
      </w:r>
      <w:r w:rsidR="00B01806" w:rsidRPr="00DA5BDD">
        <w:rPr>
          <w:rFonts w:ascii="Arial" w:hAnsi="Arial" w:cs="Arial"/>
          <w:b/>
        </w:rPr>
        <w:t>ING</w:t>
      </w:r>
      <w:r w:rsidR="00BC2AB8" w:rsidRPr="00DA5BDD">
        <w:rPr>
          <w:rFonts w:ascii="Arial" w:hAnsi="Arial" w:cs="Arial"/>
          <w:b/>
        </w:rPr>
        <w:t>-</w:t>
      </w:r>
      <w:r w:rsidR="00B01806" w:rsidRPr="00DA5BDD">
        <w:rPr>
          <w:rFonts w:ascii="Arial" w:hAnsi="Arial" w:cs="Arial"/>
          <w:b/>
        </w:rPr>
        <w:t>2010</w:t>
      </w:r>
      <w:r w:rsidRPr="00183651">
        <w:rPr>
          <w:rFonts w:ascii="Arial" w:hAnsi="Arial" w:cs="Arial"/>
          <w:b/>
        </w:rPr>
        <w:t xml:space="preserve"> </w:t>
      </w:r>
    </w:p>
    <w:p w14:paraId="51A460A9" w14:textId="6F41C89F" w:rsidR="00400E77" w:rsidRDefault="00A912E3" w:rsidP="00183651">
      <w:pPr>
        <w:spacing w:before="60" w:after="240"/>
        <w:ind w:left="1843" w:hanging="7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AA511F">
        <w:rPr>
          <w:rFonts w:ascii="Arial" w:hAnsi="Arial" w:cs="Arial"/>
          <w:sz w:val="20"/>
        </w:rPr>
      </w:r>
      <w:r w:rsidR="00AA511F"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r w:rsidR="009B3C58" w:rsidRPr="00A912E3">
        <w:rPr>
          <w:rFonts w:ascii="Arial" w:hAnsi="Arial" w:cs="Arial"/>
          <w:sz w:val="20"/>
        </w:rPr>
        <w:t xml:space="preserve"> </w:t>
      </w:r>
      <w:r w:rsidR="004F2BC6" w:rsidRPr="00A912E3">
        <w:rPr>
          <w:rFonts w:ascii="Arial" w:hAnsi="Arial" w:cs="Arial"/>
          <w:sz w:val="20"/>
        </w:rPr>
        <w:t>Par dérogatio</w:t>
      </w:r>
      <w:r>
        <w:rPr>
          <w:rFonts w:ascii="Arial" w:hAnsi="Arial" w:cs="Arial"/>
          <w:sz w:val="20"/>
        </w:rPr>
        <w:t>n à l’article 10.1.1</w:t>
      </w:r>
      <w:r w:rsidR="00753259" w:rsidRPr="00A912E3">
        <w:rPr>
          <w:rFonts w:ascii="Arial" w:hAnsi="Arial" w:cs="Arial"/>
          <w:sz w:val="20"/>
        </w:rPr>
        <w:t xml:space="preserve"> du CCAG-PI</w:t>
      </w:r>
      <w:r w:rsidR="004F2BC6" w:rsidRPr="00A912E3">
        <w:rPr>
          <w:rFonts w:ascii="Arial" w:hAnsi="Arial" w:cs="Arial"/>
          <w:sz w:val="20"/>
        </w:rPr>
        <w:t>, l</w:t>
      </w:r>
      <w:r w:rsidR="009B3C58" w:rsidRPr="00A912E3">
        <w:rPr>
          <w:rFonts w:ascii="Arial" w:hAnsi="Arial" w:cs="Arial"/>
          <w:sz w:val="20"/>
        </w:rPr>
        <w:t>es prix sont révisables</w:t>
      </w:r>
      <w:r w:rsidR="00C6638F" w:rsidRPr="00A912E3">
        <w:rPr>
          <w:rFonts w:ascii="Arial" w:hAnsi="Arial" w:cs="Arial"/>
          <w:sz w:val="20"/>
        </w:rPr>
        <w:t xml:space="preserve"> </w:t>
      </w:r>
    </w:p>
    <w:p w14:paraId="49BA7871" w14:textId="77777777" w:rsidR="002D76DE" w:rsidRDefault="002D76DE" w:rsidP="00183651">
      <w:pPr>
        <w:spacing w:before="60" w:after="240"/>
        <w:ind w:left="1843" w:hanging="720"/>
        <w:rPr>
          <w:rFonts w:ascii="Arial" w:hAnsi="Arial" w:cs="Arial"/>
          <w:sz w:val="20"/>
        </w:rPr>
      </w:pPr>
    </w:p>
    <w:p w14:paraId="1FCB318E" w14:textId="55C3F1BD" w:rsidR="00183651" w:rsidRDefault="00183651" w:rsidP="00183651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60" w:after="240"/>
        <w:ind w:left="1287" w:hanging="578"/>
        <w:outlineLvl w:val="1"/>
        <w:rPr>
          <w:rFonts w:ascii="Arial" w:hAnsi="Arial" w:cs="Arial"/>
          <w:sz w:val="20"/>
        </w:rPr>
      </w:pPr>
      <w:r w:rsidRPr="00183651">
        <w:rPr>
          <w:rFonts w:ascii="Arial" w:hAnsi="Arial" w:cs="Arial"/>
          <w:b/>
          <w:szCs w:val="22"/>
          <w:lang w:eastAsia="zh-CN"/>
        </w:rPr>
        <w:t xml:space="preserve">B2.3 </w:t>
      </w:r>
      <w:r w:rsidR="002D76DE">
        <w:rPr>
          <w:rFonts w:ascii="Arial" w:hAnsi="Arial" w:cs="Arial"/>
          <w:b/>
          <w:szCs w:val="22"/>
          <w:lang w:eastAsia="zh-CN"/>
        </w:rPr>
        <w:tab/>
      </w:r>
      <w:r w:rsidRPr="00183651">
        <w:rPr>
          <w:rFonts w:ascii="Arial" w:hAnsi="Arial" w:cs="Arial"/>
          <w:b/>
          <w:szCs w:val="22"/>
          <w:lang w:eastAsia="zh-CN"/>
        </w:rPr>
        <w:t>Mois Zéro</w:t>
      </w:r>
      <w:r w:rsidRPr="00183651">
        <w:rPr>
          <w:rFonts w:ascii="Arial" w:hAnsi="Arial" w:cs="Arial"/>
          <w:szCs w:val="22"/>
          <w:lang w:eastAsia="zh-CN"/>
        </w:rPr>
        <w:t xml:space="preserve"> :</w:t>
      </w:r>
      <w:r w:rsidRPr="00183651">
        <w:rPr>
          <w:rFonts w:ascii="Arial" w:hAnsi="Arial" w:cs="Arial"/>
          <w:b/>
          <w:szCs w:val="22"/>
          <w:lang w:eastAsia="zh-CN"/>
        </w:rPr>
        <w:t xml:space="preserve"> </w:t>
      </w:r>
      <w:r w:rsidR="00BC2AB8" w:rsidRPr="00BC2AB8">
        <w:rPr>
          <w:rFonts w:ascii="Arial" w:hAnsi="Arial" w:cs="Arial"/>
          <w:szCs w:val="22"/>
          <w:lang w:eastAsia="zh-CN"/>
        </w:rPr>
        <w:t>MARS 2025</w:t>
      </w:r>
    </w:p>
    <w:p w14:paraId="02CF5713" w14:textId="5ABA6AED" w:rsidR="00183651" w:rsidRDefault="00183651" w:rsidP="00183651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60" w:after="240"/>
        <w:ind w:left="1287" w:hanging="578"/>
        <w:outlineLvl w:val="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1ED61F21" w14:textId="57904437" w:rsidR="00130F31" w:rsidRPr="003B51DD" w:rsidRDefault="00130F31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B3 – Répartition des prix en cas de groupement </w:t>
      </w:r>
    </w:p>
    <w:p w14:paraId="5D65C27C" w14:textId="34C1EA82" w:rsidR="00130F31" w:rsidRPr="003B51DD" w:rsidRDefault="00130F31" w:rsidP="00130F31">
      <w:pPr>
        <w:tabs>
          <w:tab w:val="left" w:pos="426"/>
          <w:tab w:val="left" w:pos="851"/>
        </w:tabs>
        <w:spacing w:before="60" w:after="60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Pour l’exécution du Marché Public le groupement d’opérateurs économiques est :</w:t>
      </w:r>
    </w:p>
    <w:p w14:paraId="55BEFF19" w14:textId="77777777" w:rsidR="00130F31" w:rsidRPr="00A912E3" w:rsidRDefault="00130F31" w:rsidP="004D625A">
      <w:pPr>
        <w:spacing w:before="60" w:after="60"/>
        <w:ind w:left="1134"/>
        <w:rPr>
          <w:rFonts w:ascii="Arial" w:hAnsi="Arial" w:cs="Arial"/>
          <w:iCs/>
          <w:sz w:val="20"/>
          <w:szCs w:val="22"/>
        </w:rPr>
      </w:pPr>
      <w:r w:rsidRPr="00A912E3">
        <w:rPr>
          <w:rFonts w:ascii="Arial" w:hAnsi="Arial" w:cs="Arial"/>
          <w:iCs/>
          <w:sz w:val="24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A912E3">
        <w:rPr>
          <w:rFonts w:ascii="Arial" w:hAnsi="Arial" w:cs="Arial"/>
          <w:iCs/>
          <w:sz w:val="24"/>
        </w:rPr>
        <w:instrText xml:space="preserve"> FORMCHECKBOX </w:instrText>
      </w:r>
      <w:r w:rsidR="00AA511F">
        <w:rPr>
          <w:rFonts w:ascii="Arial" w:hAnsi="Arial" w:cs="Arial"/>
          <w:iCs/>
          <w:sz w:val="24"/>
        </w:rPr>
      </w:r>
      <w:r w:rsidR="00AA511F">
        <w:rPr>
          <w:rFonts w:ascii="Arial" w:hAnsi="Arial" w:cs="Arial"/>
          <w:iCs/>
          <w:sz w:val="24"/>
        </w:rPr>
        <w:fldChar w:fldCharType="separate"/>
      </w:r>
      <w:r w:rsidRPr="00A912E3">
        <w:rPr>
          <w:rFonts w:ascii="Arial" w:hAnsi="Arial" w:cs="Arial"/>
          <w:iCs/>
          <w:sz w:val="24"/>
        </w:rPr>
        <w:fldChar w:fldCharType="end"/>
      </w:r>
      <w:r w:rsidRPr="00A912E3">
        <w:rPr>
          <w:rFonts w:ascii="Arial" w:hAnsi="Arial" w:cs="Arial"/>
          <w:iCs/>
          <w:sz w:val="24"/>
        </w:rPr>
        <w:t xml:space="preserve"> </w:t>
      </w:r>
      <w:r w:rsidRPr="00A912E3">
        <w:rPr>
          <w:rFonts w:ascii="Arial" w:hAnsi="Arial" w:cs="Arial"/>
          <w:iCs/>
          <w:sz w:val="20"/>
          <w:szCs w:val="22"/>
        </w:rPr>
        <w:t>Groupement conjoint (mandataire solidaire).</w:t>
      </w:r>
      <w:r w:rsidRPr="00A912E3">
        <w:rPr>
          <w:rFonts w:ascii="Arial" w:hAnsi="Arial" w:cs="Arial"/>
          <w:iCs/>
          <w:sz w:val="20"/>
          <w:szCs w:val="22"/>
        </w:rPr>
        <w:tab/>
      </w:r>
      <w:r w:rsidRPr="00A912E3">
        <w:rPr>
          <w:rFonts w:ascii="Arial" w:hAnsi="Arial" w:cs="Arial"/>
          <w:iCs/>
          <w:sz w:val="20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A912E3">
        <w:rPr>
          <w:rFonts w:ascii="Arial" w:hAnsi="Arial" w:cs="Arial"/>
          <w:iCs/>
          <w:sz w:val="20"/>
          <w:szCs w:val="22"/>
        </w:rPr>
        <w:instrText xml:space="preserve"> FORMCHECKBOX </w:instrText>
      </w:r>
      <w:r w:rsidR="00AA511F">
        <w:rPr>
          <w:rFonts w:ascii="Arial" w:hAnsi="Arial" w:cs="Arial"/>
          <w:iCs/>
          <w:sz w:val="20"/>
          <w:szCs w:val="22"/>
        </w:rPr>
      </w:r>
      <w:r w:rsidR="00AA511F">
        <w:rPr>
          <w:rFonts w:ascii="Arial" w:hAnsi="Arial" w:cs="Arial"/>
          <w:iCs/>
          <w:sz w:val="20"/>
          <w:szCs w:val="22"/>
        </w:rPr>
        <w:fldChar w:fldCharType="separate"/>
      </w:r>
      <w:r w:rsidRPr="00A912E3">
        <w:rPr>
          <w:rFonts w:ascii="Arial" w:hAnsi="Arial" w:cs="Arial"/>
          <w:iCs/>
          <w:sz w:val="20"/>
          <w:szCs w:val="22"/>
        </w:rPr>
        <w:fldChar w:fldCharType="end"/>
      </w:r>
      <w:r w:rsidRPr="00A912E3">
        <w:rPr>
          <w:rFonts w:ascii="Arial" w:hAnsi="Arial" w:cs="Arial"/>
          <w:iCs/>
          <w:sz w:val="20"/>
          <w:szCs w:val="22"/>
        </w:rPr>
        <w:t xml:space="preserve"> Groupement solidaire.</w:t>
      </w:r>
    </w:p>
    <w:p w14:paraId="75DDF613" w14:textId="77777777" w:rsidR="00130F31" w:rsidRPr="003B51DD" w:rsidRDefault="00130F31" w:rsidP="00130F31">
      <w:pPr>
        <w:jc w:val="both"/>
        <w:rPr>
          <w:rFonts w:ascii="Arial" w:hAnsi="Arial" w:cs="Arial"/>
          <w:b/>
          <w:sz w:val="20"/>
          <w:szCs w:val="22"/>
          <w:lang w:eastAsia="zh-CN"/>
        </w:rPr>
      </w:pPr>
    </w:p>
    <w:tbl>
      <w:tblPr>
        <w:tblW w:w="7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5"/>
        <w:gridCol w:w="2588"/>
        <w:gridCol w:w="2589"/>
      </w:tblGrid>
      <w:tr w:rsidR="004D625A" w:rsidRPr="003B51DD" w14:paraId="696EFF27" w14:textId="77777777" w:rsidTr="00D0672A">
        <w:trPr>
          <w:trHeight w:val="594"/>
          <w:jc w:val="center"/>
        </w:trPr>
        <w:tc>
          <w:tcPr>
            <w:tcW w:w="2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32449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Désignation des membres</w:t>
            </w:r>
          </w:p>
          <w:p w14:paraId="77A3B37F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du groupement</w:t>
            </w:r>
          </w:p>
        </w:tc>
        <w:tc>
          <w:tcPr>
            <w:tcW w:w="5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A0B11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Prestations exécutées par les membres</w:t>
            </w:r>
          </w:p>
          <w:p w14:paraId="0DF775CD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du groupement</w:t>
            </w:r>
          </w:p>
        </w:tc>
      </w:tr>
      <w:tr w:rsidR="004D625A" w:rsidRPr="003B51DD" w14:paraId="2B1F0196" w14:textId="77777777" w:rsidTr="00D0672A">
        <w:trPr>
          <w:trHeight w:val="594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F7885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5F4BF" w14:textId="3A42C0B3" w:rsidR="004D625A" w:rsidRPr="003B51DD" w:rsidRDefault="004D625A" w:rsidP="004D625A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Nature de la prestation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B483C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Montant HT de la prestation</w:t>
            </w:r>
          </w:p>
        </w:tc>
      </w:tr>
      <w:tr w:rsidR="00130F31" w:rsidRPr="003B51DD" w14:paraId="07B3775F" w14:textId="77777777" w:rsidTr="004D625A">
        <w:trPr>
          <w:trHeight w:val="594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C9E86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A5C03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8B70F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0F31" w:rsidRPr="003B51DD" w14:paraId="4A5568AE" w14:textId="77777777" w:rsidTr="004D625A">
        <w:trPr>
          <w:trHeight w:val="594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71E7A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8F32E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602C8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8B7F5AA" w14:textId="4B8D8021" w:rsidR="00130F31" w:rsidRPr="003B51DD" w:rsidRDefault="00130F31" w:rsidP="00B9117B">
      <w:pPr>
        <w:jc w:val="both"/>
        <w:rPr>
          <w:rFonts w:ascii="Arial" w:hAnsi="Arial" w:cs="Arial"/>
          <w:sz w:val="20"/>
        </w:rPr>
      </w:pPr>
    </w:p>
    <w:p w14:paraId="0E794084" w14:textId="00FC0612" w:rsidR="00130F31" w:rsidRPr="003B51DD" w:rsidRDefault="006550F5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B</w:t>
      </w:r>
      <w:r w:rsidR="00A84973" w:rsidRPr="003B51DD">
        <w:rPr>
          <w:rFonts w:ascii="Arial" w:hAnsi="Arial" w:cs="Arial"/>
          <w:b/>
          <w:szCs w:val="22"/>
          <w:lang w:eastAsia="zh-CN"/>
        </w:rPr>
        <w:t>4</w:t>
      </w:r>
      <w:r w:rsidRPr="003B51DD">
        <w:rPr>
          <w:rFonts w:ascii="Arial" w:hAnsi="Arial" w:cs="Arial"/>
          <w:b/>
          <w:szCs w:val="22"/>
          <w:lang w:eastAsia="zh-CN"/>
        </w:rPr>
        <w:t xml:space="preserve"> – </w:t>
      </w:r>
      <w:r w:rsidR="007B724B" w:rsidRPr="003B51DD">
        <w:rPr>
          <w:rFonts w:ascii="Arial" w:hAnsi="Arial" w:cs="Arial"/>
          <w:b/>
          <w:szCs w:val="22"/>
          <w:lang w:eastAsia="zh-CN"/>
        </w:rPr>
        <w:t>Compte (s) à créditer</w:t>
      </w:r>
    </w:p>
    <w:p w14:paraId="6D063AC6" w14:textId="0A5541CD" w:rsidR="006550F5" w:rsidRPr="003B51DD" w:rsidRDefault="006550F5" w:rsidP="004D625A">
      <w:pPr>
        <w:spacing w:before="120" w:after="120"/>
        <w:jc w:val="both"/>
        <w:rPr>
          <w:rFonts w:ascii="Arial" w:hAnsi="Arial" w:cs="Arial"/>
          <w:sz w:val="20"/>
        </w:rPr>
      </w:pPr>
      <w:r w:rsidRPr="00BB793F">
        <w:rPr>
          <w:rFonts w:ascii="Arial" w:hAnsi="Arial" w:cs="Arial"/>
          <w:b/>
          <w:sz w:val="20"/>
        </w:rPr>
        <w:t>RIB à intégrer</w:t>
      </w:r>
      <w:r w:rsidR="0084023C" w:rsidRPr="00BB793F">
        <w:rPr>
          <w:rFonts w:ascii="Arial" w:hAnsi="Arial" w:cs="Arial"/>
          <w:b/>
          <w:sz w:val="20"/>
        </w:rPr>
        <w:t>/joindre</w:t>
      </w:r>
      <w:r w:rsidRPr="00BB793F">
        <w:rPr>
          <w:rFonts w:ascii="Arial" w:hAnsi="Arial" w:cs="Arial"/>
          <w:b/>
          <w:sz w:val="20"/>
        </w:rPr>
        <w:t> </w:t>
      </w:r>
      <w:r w:rsidRPr="00BB793F">
        <w:rPr>
          <w:rFonts w:ascii="Arial" w:hAnsi="Arial" w:cs="Arial"/>
          <w:b/>
          <w:i/>
          <w:sz w:val="20"/>
        </w:rPr>
        <w:t>(dans</w:t>
      </w:r>
      <w:r w:rsidRPr="003B51DD">
        <w:rPr>
          <w:rFonts w:ascii="Arial" w:hAnsi="Arial" w:cs="Arial"/>
          <w:b/>
          <w:i/>
          <w:sz w:val="20"/>
        </w:rPr>
        <w:t xml:space="preserve"> le cas d’un groupement avec des comptes</w:t>
      </w:r>
      <w:r w:rsidR="00C96AFE" w:rsidRPr="003B51DD">
        <w:rPr>
          <w:rFonts w:ascii="Arial" w:hAnsi="Arial" w:cs="Arial"/>
          <w:b/>
          <w:i/>
          <w:sz w:val="20"/>
        </w:rPr>
        <w:t xml:space="preserve"> séparés, l’ensemble</w:t>
      </w:r>
      <w:r w:rsidRPr="003B51DD">
        <w:rPr>
          <w:rFonts w:ascii="Arial" w:hAnsi="Arial" w:cs="Arial"/>
          <w:b/>
          <w:i/>
          <w:sz w:val="20"/>
        </w:rPr>
        <w:t xml:space="preserve"> des RIB sont à joindre</w:t>
      </w:r>
      <w:r w:rsidRPr="003B51DD">
        <w:rPr>
          <w:rFonts w:ascii="Arial" w:hAnsi="Arial" w:cs="Arial"/>
          <w:i/>
          <w:sz w:val="20"/>
        </w:rPr>
        <w:t>)</w:t>
      </w:r>
      <w:r w:rsidRPr="003B51DD">
        <w:rPr>
          <w:rFonts w:ascii="Arial" w:hAnsi="Arial" w:cs="Arial"/>
          <w:sz w:val="20"/>
        </w:rPr>
        <w:t xml:space="preserve"> </w:t>
      </w:r>
    </w:p>
    <w:p w14:paraId="03CA0A4D" w14:textId="77777777" w:rsidR="00DE5240" w:rsidRPr="003B51DD" w:rsidRDefault="00DE5240" w:rsidP="00B9117B">
      <w:pPr>
        <w:jc w:val="both"/>
        <w:rPr>
          <w:rFonts w:ascii="Arial" w:hAnsi="Arial" w:cs="Arial"/>
          <w:sz w:val="20"/>
        </w:rPr>
      </w:pPr>
    </w:p>
    <w:p w14:paraId="2AA79BAA" w14:textId="0DD357C9" w:rsidR="008062B4" w:rsidRPr="003B51DD" w:rsidRDefault="002A25EB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sz w:val="20"/>
        </w:rPr>
      </w:pPr>
      <w:r w:rsidRPr="003B51DD">
        <w:rPr>
          <w:rFonts w:ascii="Arial" w:hAnsi="Arial" w:cs="Arial"/>
          <w:b/>
          <w:szCs w:val="22"/>
          <w:lang w:eastAsia="zh-CN"/>
        </w:rPr>
        <w:t>B</w:t>
      </w:r>
      <w:r w:rsidR="00A84973" w:rsidRPr="003B51DD">
        <w:rPr>
          <w:rFonts w:ascii="Arial" w:hAnsi="Arial" w:cs="Arial"/>
          <w:b/>
          <w:szCs w:val="22"/>
          <w:lang w:eastAsia="zh-CN"/>
        </w:rPr>
        <w:t>5</w:t>
      </w:r>
      <w:r w:rsidRPr="003B51DD">
        <w:rPr>
          <w:rFonts w:ascii="Arial" w:hAnsi="Arial" w:cs="Arial"/>
          <w:b/>
          <w:szCs w:val="22"/>
          <w:lang w:eastAsia="zh-CN"/>
        </w:rPr>
        <w:t xml:space="preserve"> – </w:t>
      </w:r>
      <w:r w:rsidR="007B724B" w:rsidRPr="003B51DD">
        <w:rPr>
          <w:rFonts w:ascii="Arial" w:hAnsi="Arial" w:cs="Arial"/>
          <w:b/>
          <w:szCs w:val="22"/>
          <w:lang w:eastAsia="zh-CN"/>
        </w:rPr>
        <w:t xml:space="preserve">Avance </w:t>
      </w:r>
      <w:r w:rsidR="00973FD7"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hyperlink r:id="rId12" w:history="1">
        <w:r w:rsidR="00973FD7" w:rsidRPr="003B51DD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2191-3</w:t>
        </w:r>
      </w:hyperlink>
      <w:r w:rsidR="00973FD7" w:rsidRPr="003B51DD">
        <w:rPr>
          <w:rFonts w:ascii="Arial" w:hAnsi="Arial" w:cs="Arial"/>
          <w:i/>
          <w:sz w:val="18"/>
          <w:szCs w:val="18"/>
          <w:lang w:eastAsia="zh-CN"/>
        </w:rPr>
        <w:t xml:space="preserve"> ou </w:t>
      </w:r>
      <w:hyperlink r:id="rId13" w:history="1">
        <w:r w:rsidR="00973FD7" w:rsidRPr="003B51DD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2391-1</w:t>
        </w:r>
      </w:hyperlink>
      <w:r w:rsidR="00973FD7" w:rsidRPr="003B51DD">
        <w:rPr>
          <w:rFonts w:ascii="Arial" w:hAnsi="Arial" w:cs="Arial"/>
          <w:i/>
          <w:sz w:val="18"/>
          <w:szCs w:val="18"/>
          <w:lang w:eastAsia="zh-CN"/>
        </w:rPr>
        <w:t xml:space="preserve"> du code de la commande publique)</w:t>
      </w:r>
    </w:p>
    <w:p w14:paraId="1C126092" w14:textId="337E740F" w:rsidR="00025D39" w:rsidRPr="00025D39" w:rsidRDefault="00025D39" w:rsidP="00325098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 xml:space="preserve">Titulaire / </w:t>
      </w:r>
      <w:r w:rsidRPr="00025D39">
        <w:rPr>
          <w:rFonts w:ascii="Arial" w:hAnsi="Arial" w:cs="Arial"/>
          <w:sz w:val="20"/>
          <w:u w:val="single"/>
        </w:rPr>
        <w:t>Mandataire :</w:t>
      </w:r>
    </w:p>
    <w:p w14:paraId="7B0B8D77" w14:textId="7588CC4B" w:rsidR="008062B4" w:rsidRDefault="008062B4" w:rsidP="00325098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3B51DD">
        <w:rPr>
          <w:rFonts w:ascii="Arial" w:hAnsi="Arial" w:cs="Arial"/>
          <w:sz w:val="20"/>
        </w:rPr>
        <w:t xml:space="preserve">Je </w:t>
      </w:r>
      <w:r w:rsidR="00AB3176" w:rsidRPr="003B51DD">
        <w:rPr>
          <w:rFonts w:ascii="Arial" w:hAnsi="Arial" w:cs="Arial"/>
          <w:sz w:val="20"/>
        </w:rPr>
        <w:t>souhaite bénéficier de l’avance</w:t>
      </w:r>
      <w:r w:rsidR="0084023C" w:rsidRPr="003B51DD">
        <w:rPr>
          <w:rStyle w:val="Appelnotedebasdep"/>
          <w:rFonts w:ascii="Arial" w:hAnsi="Arial" w:cs="Arial"/>
          <w:sz w:val="20"/>
        </w:rPr>
        <w:footnoteReference w:id="1"/>
      </w:r>
      <w:r w:rsidRPr="003B51DD">
        <w:rPr>
          <w:rFonts w:ascii="Arial" w:hAnsi="Arial" w:cs="Arial"/>
          <w:sz w:val="20"/>
        </w:rPr>
        <w:t> </w:t>
      </w:r>
      <w:r w:rsidRPr="003B51DD">
        <w:rPr>
          <w:rFonts w:ascii="Arial" w:hAnsi="Arial" w:cs="Arial"/>
          <w:sz w:val="20"/>
        </w:rPr>
        <w:tab/>
      </w:r>
      <w:r w:rsidRPr="003B51DD">
        <w:rPr>
          <w:rFonts w:ascii="Arial" w:hAnsi="Arial" w:cs="Arial"/>
          <w:szCs w:val="24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3B51DD">
        <w:rPr>
          <w:rFonts w:ascii="Arial" w:hAnsi="Arial" w:cs="Arial"/>
          <w:szCs w:val="24"/>
        </w:rPr>
        <w:instrText xml:space="preserve"> FORMCHECKBOX </w:instrText>
      </w:r>
      <w:r w:rsidR="00AA511F">
        <w:rPr>
          <w:rFonts w:ascii="Arial" w:hAnsi="Arial" w:cs="Arial"/>
          <w:szCs w:val="24"/>
        </w:rPr>
      </w:r>
      <w:r w:rsidR="00AA511F">
        <w:rPr>
          <w:rFonts w:ascii="Arial" w:hAnsi="Arial" w:cs="Arial"/>
          <w:szCs w:val="24"/>
        </w:rPr>
        <w:fldChar w:fldCharType="separate"/>
      </w:r>
      <w:r w:rsidRPr="003B51DD">
        <w:rPr>
          <w:rFonts w:ascii="Arial" w:hAnsi="Arial" w:cs="Arial"/>
          <w:szCs w:val="24"/>
        </w:rPr>
        <w:fldChar w:fldCharType="end"/>
      </w:r>
      <w:r w:rsidRPr="003B51DD">
        <w:rPr>
          <w:rFonts w:ascii="Arial" w:hAnsi="Arial" w:cs="Arial"/>
          <w:szCs w:val="24"/>
        </w:rPr>
        <w:t xml:space="preserve"> Non</w:t>
      </w:r>
      <w:r w:rsidRPr="003B51DD">
        <w:rPr>
          <w:rFonts w:ascii="Arial" w:hAnsi="Arial" w:cs="Arial"/>
          <w:szCs w:val="24"/>
        </w:rPr>
        <w:tab/>
      </w:r>
      <w:r w:rsidRPr="003B51DD">
        <w:rPr>
          <w:rFonts w:ascii="Arial" w:hAnsi="Arial" w:cs="Arial"/>
          <w:szCs w:val="24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3B51DD">
        <w:rPr>
          <w:rFonts w:ascii="Arial" w:hAnsi="Arial" w:cs="Arial"/>
          <w:szCs w:val="24"/>
        </w:rPr>
        <w:instrText xml:space="preserve"> FORMCHECKBOX </w:instrText>
      </w:r>
      <w:r w:rsidR="00AA511F">
        <w:rPr>
          <w:rFonts w:ascii="Arial" w:hAnsi="Arial" w:cs="Arial"/>
          <w:szCs w:val="24"/>
        </w:rPr>
      </w:r>
      <w:r w:rsidR="00AA511F">
        <w:rPr>
          <w:rFonts w:ascii="Arial" w:hAnsi="Arial" w:cs="Arial"/>
          <w:szCs w:val="24"/>
        </w:rPr>
        <w:fldChar w:fldCharType="separate"/>
      </w:r>
      <w:r w:rsidRPr="003B51DD">
        <w:rPr>
          <w:rFonts w:ascii="Arial" w:hAnsi="Arial" w:cs="Arial"/>
          <w:szCs w:val="24"/>
        </w:rPr>
        <w:fldChar w:fldCharType="end"/>
      </w:r>
      <w:r w:rsidRPr="003B51DD">
        <w:rPr>
          <w:rFonts w:ascii="Arial" w:hAnsi="Arial" w:cs="Arial"/>
          <w:szCs w:val="24"/>
        </w:rPr>
        <w:t xml:space="preserve"> Oui</w:t>
      </w:r>
      <w:r w:rsidRPr="003B51DD">
        <w:rPr>
          <w:rFonts w:ascii="Arial" w:hAnsi="Arial" w:cs="Arial"/>
          <w:sz w:val="24"/>
          <w:szCs w:val="24"/>
        </w:rPr>
        <w:tab/>
      </w:r>
    </w:p>
    <w:p w14:paraId="03E1C450" w14:textId="095FA6F6" w:rsidR="00025D39" w:rsidRPr="00025D39" w:rsidRDefault="00025D39" w:rsidP="00025D39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  <w:u w:val="single"/>
        </w:rPr>
      </w:pPr>
      <w:r w:rsidRPr="004A57BA">
        <w:rPr>
          <w:rFonts w:ascii="Arial" w:hAnsi="Arial" w:cs="Arial"/>
          <w:i/>
          <w:sz w:val="20"/>
          <w:u w:val="single"/>
        </w:rPr>
        <w:t>Cotraitant </w:t>
      </w:r>
      <w:r w:rsidR="004A57BA" w:rsidRPr="004A57BA">
        <w:rPr>
          <w:rFonts w:ascii="Arial" w:hAnsi="Arial" w:cs="Arial"/>
          <w:i/>
          <w:sz w:val="20"/>
          <w:u w:val="single"/>
        </w:rPr>
        <w:t>(le cas échéant)</w:t>
      </w:r>
      <w:r w:rsidR="004A57BA">
        <w:rPr>
          <w:rFonts w:ascii="Arial" w:hAnsi="Arial" w:cs="Arial"/>
          <w:sz w:val="20"/>
          <w:u w:val="single"/>
        </w:rPr>
        <w:t xml:space="preserve"> </w:t>
      </w:r>
      <w:r w:rsidRPr="00025D39">
        <w:rPr>
          <w:rFonts w:ascii="Arial" w:hAnsi="Arial" w:cs="Arial"/>
          <w:sz w:val="20"/>
          <w:u w:val="single"/>
        </w:rPr>
        <w:t>:</w:t>
      </w:r>
    </w:p>
    <w:p w14:paraId="25FAE204" w14:textId="72D6A7D1" w:rsidR="00025D39" w:rsidRDefault="00025D39" w:rsidP="00025D39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3B51DD">
        <w:rPr>
          <w:rFonts w:ascii="Arial" w:hAnsi="Arial" w:cs="Arial"/>
          <w:sz w:val="20"/>
        </w:rPr>
        <w:t>Je souhaite bénéficier de l’avance</w:t>
      </w:r>
      <w:r w:rsidRPr="00025D39">
        <w:rPr>
          <w:rFonts w:ascii="Arial" w:hAnsi="Arial" w:cs="Arial"/>
          <w:sz w:val="20"/>
          <w:vertAlign w:val="superscript"/>
        </w:rPr>
        <w:t>1</w:t>
      </w:r>
      <w:r w:rsidRPr="003B51DD">
        <w:rPr>
          <w:rFonts w:ascii="Arial" w:hAnsi="Arial" w:cs="Arial"/>
          <w:sz w:val="20"/>
        </w:rPr>
        <w:tab/>
      </w:r>
      <w:r w:rsidRPr="003B51DD">
        <w:rPr>
          <w:rFonts w:ascii="Arial" w:hAnsi="Arial" w:cs="Arial"/>
          <w:szCs w:val="24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3B51DD">
        <w:rPr>
          <w:rFonts w:ascii="Arial" w:hAnsi="Arial" w:cs="Arial"/>
          <w:szCs w:val="24"/>
        </w:rPr>
        <w:instrText xml:space="preserve"> FORMCHECKBOX </w:instrText>
      </w:r>
      <w:r w:rsidR="00AA511F">
        <w:rPr>
          <w:rFonts w:ascii="Arial" w:hAnsi="Arial" w:cs="Arial"/>
          <w:szCs w:val="24"/>
        </w:rPr>
      </w:r>
      <w:r w:rsidR="00AA511F">
        <w:rPr>
          <w:rFonts w:ascii="Arial" w:hAnsi="Arial" w:cs="Arial"/>
          <w:szCs w:val="24"/>
        </w:rPr>
        <w:fldChar w:fldCharType="separate"/>
      </w:r>
      <w:r w:rsidRPr="003B51DD">
        <w:rPr>
          <w:rFonts w:ascii="Arial" w:hAnsi="Arial" w:cs="Arial"/>
          <w:szCs w:val="24"/>
        </w:rPr>
        <w:fldChar w:fldCharType="end"/>
      </w:r>
      <w:r w:rsidRPr="003B51DD">
        <w:rPr>
          <w:rFonts w:ascii="Arial" w:hAnsi="Arial" w:cs="Arial"/>
          <w:szCs w:val="24"/>
        </w:rPr>
        <w:t xml:space="preserve"> Non</w:t>
      </w:r>
      <w:r w:rsidRPr="003B51DD">
        <w:rPr>
          <w:rFonts w:ascii="Arial" w:hAnsi="Arial" w:cs="Arial"/>
          <w:szCs w:val="24"/>
        </w:rPr>
        <w:tab/>
      </w:r>
      <w:r w:rsidRPr="003B51DD">
        <w:rPr>
          <w:rFonts w:ascii="Arial" w:hAnsi="Arial" w:cs="Arial"/>
          <w:szCs w:val="24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3B51DD">
        <w:rPr>
          <w:rFonts w:ascii="Arial" w:hAnsi="Arial" w:cs="Arial"/>
          <w:szCs w:val="24"/>
        </w:rPr>
        <w:instrText xml:space="preserve"> FORMCHECKBOX </w:instrText>
      </w:r>
      <w:r w:rsidR="00AA511F">
        <w:rPr>
          <w:rFonts w:ascii="Arial" w:hAnsi="Arial" w:cs="Arial"/>
          <w:szCs w:val="24"/>
        </w:rPr>
      </w:r>
      <w:r w:rsidR="00AA511F">
        <w:rPr>
          <w:rFonts w:ascii="Arial" w:hAnsi="Arial" w:cs="Arial"/>
          <w:szCs w:val="24"/>
        </w:rPr>
        <w:fldChar w:fldCharType="separate"/>
      </w:r>
      <w:r w:rsidRPr="003B51DD">
        <w:rPr>
          <w:rFonts w:ascii="Arial" w:hAnsi="Arial" w:cs="Arial"/>
          <w:szCs w:val="24"/>
        </w:rPr>
        <w:fldChar w:fldCharType="end"/>
      </w:r>
      <w:r w:rsidRPr="003B51DD">
        <w:rPr>
          <w:rFonts w:ascii="Arial" w:hAnsi="Arial" w:cs="Arial"/>
          <w:szCs w:val="24"/>
        </w:rPr>
        <w:t xml:space="preserve"> Oui</w:t>
      </w:r>
      <w:r w:rsidRPr="003B51DD">
        <w:rPr>
          <w:rFonts w:ascii="Arial" w:hAnsi="Arial" w:cs="Arial"/>
          <w:sz w:val="24"/>
          <w:szCs w:val="24"/>
        </w:rPr>
        <w:tab/>
      </w:r>
    </w:p>
    <w:p w14:paraId="0BBF20C7" w14:textId="77777777" w:rsidR="00025D39" w:rsidRDefault="00025D39" w:rsidP="00325098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4DA35E71" w14:textId="452690AA" w:rsidR="005066CC" w:rsidRPr="003E059A" w:rsidRDefault="005066CC" w:rsidP="005066CC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E059A">
        <w:rPr>
          <w:rFonts w:ascii="Arial" w:hAnsi="Arial" w:cs="Arial"/>
          <w:b/>
          <w:szCs w:val="22"/>
          <w:lang w:eastAsia="zh-CN"/>
        </w:rPr>
        <w:t xml:space="preserve">B6 – Modalités de règlement </w:t>
      </w:r>
    </w:p>
    <w:p w14:paraId="24B2BF5C" w14:textId="095FDBD1" w:rsidR="005066CC" w:rsidRPr="00BB793F" w:rsidRDefault="00BB793F" w:rsidP="005066CC">
      <w:pPr>
        <w:tabs>
          <w:tab w:val="left" w:pos="1134"/>
        </w:tabs>
        <w:spacing w:before="120" w:after="120"/>
        <w:ind w:firstLine="709"/>
        <w:jc w:val="both"/>
        <w:rPr>
          <w:rFonts w:ascii="Arial" w:hAnsi="Arial" w:cs="Arial"/>
          <w:sz w:val="20"/>
        </w:rPr>
      </w:pPr>
      <w:r w:rsidRPr="00BB793F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BB793F">
        <w:rPr>
          <w:rFonts w:ascii="Arial" w:hAnsi="Arial" w:cs="Arial"/>
          <w:sz w:val="20"/>
        </w:rPr>
        <w:instrText xml:space="preserve"> FORMCHECKBOX </w:instrText>
      </w:r>
      <w:r w:rsidR="00AA511F">
        <w:rPr>
          <w:rFonts w:ascii="Arial" w:hAnsi="Arial" w:cs="Arial"/>
          <w:sz w:val="20"/>
        </w:rPr>
      </w:r>
      <w:r w:rsidR="00AA511F">
        <w:rPr>
          <w:rFonts w:ascii="Arial" w:hAnsi="Arial" w:cs="Arial"/>
          <w:sz w:val="20"/>
        </w:rPr>
        <w:fldChar w:fldCharType="separate"/>
      </w:r>
      <w:r w:rsidRPr="00BB793F">
        <w:rPr>
          <w:rFonts w:ascii="Arial" w:hAnsi="Arial" w:cs="Arial"/>
          <w:sz w:val="20"/>
        </w:rPr>
        <w:fldChar w:fldCharType="end"/>
      </w:r>
      <w:r w:rsidR="005066CC" w:rsidRPr="00BB793F">
        <w:rPr>
          <w:rFonts w:ascii="Arial" w:hAnsi="Arial" w:cs="Arial"/>
          <w:sz w:val="20"/>
        </w:rPr>
        <w:tab/>
        <w:t xml:space="preserve">Facture </w:t>
      </w:r>
    </w:p>
    <w:p w14:paraId="7C241BFE" w14:textId="77777777" w:rsidR="00A6101B" w:rsidRPr="00DA5BDD" w:rsidRDefault="00A6101B" w:rsidP="00A6101B">
      <w:pPr>
        <w:tabs>
          <w:tab w:val="left" w:pos="1134"/>
        </w:tabs>
        <w:ind w:firstLine="709"/>
        <w:jc w:val="both"/>
        <w:rPr>
          <w:rFonts w:ascii="Arial" w:hAnsi="Arial" w:cs="Arial"/>
          <w:sz w:val="20"/>
        </w:rPr>
      </w:pPr>
    </w:p>
    <w:p w14:paraId="10CAC300" w14:textId="6C7678C0" w:rsidR="000155F4" w:rsidRPr="003B51DD" w:rsidRDefault="004D622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>D</w:t>
      </w:r>
      <w:r w:rsidR="001345A5" w:rsidRPr="003B51DD">
        <w:rPr>
          <w:rFonts w:ascii="Arial" w:hAnsi="Arial" w:cs="Arial"/>
          <w:b/>
          <w:sz w:val="24"/>
          <w:szCs w:val="22"/>
          <w:lang w:eastAsia="zh-CN"/>
        </w:rPr>
        <w:t xml:space="preserve">ELAI D’EXECUTION DES PRESTATIONS </w:t>
      </w:r>
    </w:p>
    <w:p w14:paraId="6D524EAB" w14:textId="225A9F33" w:rsidR="00BB793F" w:rsidRPr="00985EC0" w:rsidRDefault="00BB793F" w:rsidP="00BB793F">
      <w:pPr>
        <w:tabs>
          <w:tab w:val="left" w:pos="1134"/>
        </w:tabs>
        <w:spacing w:before="120" w:after="120"/>
        <w:jc w:val="both"/>
        <w:rPr>
          <w:rFonts w:ascii="Arial" w:hAnsi="Arial" w:cs="Arial"/>
          <w:sz w:val="20"/>
        </w:rPr>
      </w:pPr>
      <w:r w:rsidRPr="00BB793F">
        <w:rPr>
          <w:rFonts w:ascii="Arial" w:hAnsi="Arial" w:cs="Arial"/>
          <w:sz w:val="20"/>
        </w:rPr>
        <w:t>Les prestations sont exécu</w:t>
      </w:r>
      <w:r>
        <w:rPr>
          <w:rFonts w:ascii="Arial" w:hAnsi="Arial" w:cs="Arial"/>
          <w:sz w:val="20"/>
        </w:rPr>
        <w:t xml:space="preserve">tées dans un délai maximal de </w:t>
      </w:r>
      <w:r w:rsidR="00B91751">
        <w:rPr>
          <w:rFonts w:ascii="Arial" w:hAnsi="Arial" w:cs="Arial"/>
          <w:b/>
          <w:sz w:val="20"/>
        </w:rPr>
        <w:t>12</w:t>
      </w:r>
      <w:r w:rsidRPr="00BB793F">
        <w:rPr>
          <w:rFonts w:ascii="Arial" w:hAnsi="Arial" w:cs="Arial"/>
          <w:b/>
          <w:sz w:val="20"/>
        </w:rPr>
        <w:t xml:space="preserve"> mois</w:t>
      </w:r>
      <w:r w:rsidR="00985EC0">
        <w:rPr>
          <w:rFonts w:ascii="Arial" w:hAnsi="Arial" w:cs="Arial"/>
          <w:b/>
          <w:sz w:val="20"/>
        </w:rPr>
        <w:t xml:space="preserve">. </w:t>
      </w:r>
    </w:p>
    <w:p w14:paraId="1D95E452" w14:textId="77777777" w:rsidR="00BB793F" w:rsidRPr="00BB793F" w:rsidRDefault="00BB793F" w:rsidP="00BB793F">
      <w:pPr>
        <w:tabs>
          <w:tab w:val="left" w:pos="1134"/>
        </w:tabs>
        <w:spacing w:before="120" w:after="120"/>
        <w:jc w:val="both"/>
        <w:rPr>
          <w:rFonts w:ascii="Arial" w:hAnsi="Arial" w:cs="Arial"/>
          <w:sz w:val="20"/>
          <w:szCs w:val="22"/>
        </w:rPr>
      </w:pPr>
      <w:r w:rsidRPr="00BB793F">
        <w:rPr>
          <w:rFonts w:ascii="Arial" w:hAnsi="Arial" w:cs="Arial"/>
          <w:sz w:val="20"/>
        </w:rPr>
        <w:t>Par dérogation à l’article 13-1 du CCAG-PI, le délai court à compter de la date fixée par l’Ordre de Service qui prescrit</w:t>
      </w:r>
      <w:r w:rsidRPr="00BB793F">
        <w:rPr>
          <w:rFonts w:ascii="Arial" w:hAnsi="Arial" w:cs="Arial"/>
          <w:sz w:val="20"/>
          <w:szCs w:val="22"/>
        </w:rPr>
        <w:t xml:space="preserve"> le démarrage des prestations.</w:t>
      </w:r>
    </w:p>
    <w:p w14:paraId="321CB34C" w14:textId="57504562" w:rsidR="00A912E3" w:rsidRPr="002B7102" w:rsidRDefault="00967312" w:rsidP="00A912E3">
      <w:pPr>
        <w:spacing w:before="120"/>
        <w:jc w:val="both"/>
        <w:rPr>
          <w:rFonts w:ascii="Arial" w:hAnsi="Arial" w:cs="Arial"/>
          <w:sz w:val="20"/>
          <w:szCs w:val="22"/>
        </w:rPr>
      </w:pPr>
      <w:r w:rsidRPr="002B7102">
        <w:rPr>
          <w:rFonts w:ascii="Arial" w:hAnsi="Arial" w:cs="Arial"/>
          <w:sz w:val="20"/>
          <w:szCs w:val="22"/>
        </w:rPr>
        <w:t>Les prestations du présent marché sont</w:t>
      </w:r>
      <w:r w:rsidR="009140A8">
        <w:rPr>
          <w:rFonts w:ascii="Arial" w:hAnsi="Arial" w:cs="Arial"/>
          <w:sz w:val="20"/>
          <w:szCs w:val="22"/>
        </w:rPr>
        <w:t xml:space="preserve"> </w:t>
      </w:r>
      <w:r w:rsidR="00A912E3" w:rsidRPr="002B7102">
        <w:rPr>
          <w:rFonts w:ascii="Arial" w:hAnsi="Arial" w:cs="Arial"/>
          <w:sz w:val="20"/>
          <w:szCs w:val="22"/>
        </w:rPr>
        <w:t>:</w:t>
      </w:r>
    </w:p>
    <w:p w14:paraId="1217438D" w14:textId="77777777" w:rsidR="00A912E3" w:rsidRPr="002B7102" w:rsidRDefault="00A912E3" w:rsidP="00A912E3">
      <w:pPr>
        <w:jc w:val="both"/>
        <w:rPr>
          <w:rFonts w:ascii="Arial" w:hAnsi="Arial" w:cs="Arial"/>
          <w:sz w:val="20"/>
          <w:szCs w:val="22"/>
        </w:rPr>
      </w:pPr>
    </w:p>
    <w:tbl>
      <w:tblPr>
        <w:tblW w:w="93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4252"/>
        <w:gridCol w:w="3112"/>
      </w:tblGrid>
      <w:tr w:rsidR="00A912E3" w:rsidRPr="002B7102" w14:paraId="02335D29" w14:textId="77777777" w:rsidTr="00E91755">
        <w:trPr>
          <w:trHeight w:val="603"/>
          <w:jc w:val="center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1874301" w14:textId="77777777" w:rsidR="00A912E3" w:rsidRPr="002B7102" w:rsidRDefault="00A912E3" w:rsidP="007E78E8">
            <w:pPr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  <w:r w:rsidRPr="002B7102">
              <w:rPr>
                <w:rFonts w:ascii="Arial" w:hAnsi="Arial" w:cs="Arial"/>
                <w:b/>
                <w:sz w:val="20"/>
                <w:szCs w:val="22"/>
              </w:rPr>
              <w:t>Partie technique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5D223B7A" w14:textId="77777777" w:rsidR="00A912E3" w:rsidRPr="002B7102" w:rsidRDefault="00A912E3" w:rsidP="007E78E8">
            <w:pPr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  <w:r w:rsidRPr="002B7102">
              <w:rPr>
                <w:rFonts w:ascii="Arial" w:hAnsi="Arial" w:cs="Arial"/>
                <w:b/>
                <w:sz w:val="20"/>
                <w:szCs w:val="22"/>
              </w:rPr>
              <w:t>Contenu de la partie technique</w:t>
            </w:r>
          </w:p>
        </w:tc>
        <w:tc>
          <w:tcPr>
            <w:tcW w:w="3112" w:type="dxa"/>
            <w:shd w:val="clear" w:color="auto" w:fill="F2F2F2" w:themeFill="background1" w:themeFillShade="F2"/>
            <w:vAlign w:val="center"/>
          </w:tcPr>
          <w:p w14:paraId="0550A76B" w14:textId="0E09EBE7" w:rsidR="00A912E3" w:rsidRPr="002B7102" w:rsidRDefault="00B91751" w:rsidP="007E78E8">
            <w:pPr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2"/>
              </w:rPr>
              <w:t>Délai d’exécution</w:t>
            </w:r>
          </w:p>
        </w:tc>
      </w:tr>
      <w:tr w:rsidR="00A912E3" w:rsidRPr="002B7102" w14:paraId="08802F77" w14:textId="77777777" w:rsidTr="00DB6E37">
        <w:trPr>
          <w:trHeight w:val="499"/>
          <w:jc w:val="center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0789A499" w14:textId="77777777" w:rsidR="00A912E3" w:rsidRPr="002B7102" w:rsidRDefault="00A912E3" w:rsidP="007E78E8">
            <w:pPr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2B7102">
              <w:rPr>
                <w:rFonts w:ascii="Arial" w:hAnsi="Arial" w:cs="Arial"/>
                <w:b/>
                <w:sz w:val="20"/>
                <w:szCs w:val="22"/>
              </w:rPr>
              <w:t>Partie 1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14:paraId="467C25A0" w14:textId="2FEDF90E" w:rsidR="00B91751" w:rsidRPr="002B7102" w:rsidRDefault="00B91751" w:rsidP="000C1B68">
            <w:pPr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2"/>
              </w:rPr>
              <w:t xml:space="preserve">Indice de qualité </w:t>
            </w:r>
            <w:r w:rsidR="000C1B68">
              <w:rPr>
                <w:rFonts w:ascii="Arial" w:hAnsi="Arial" w:cs="Arial"/>
                <w:b/>
                <w:sz w:val="20"/>
                <w:szCs w:val="22"/>
              </w:rPr>
              <w:t>écologique</w:t>
            </w:r>
            <w:r w:rsidR="00A912E3" w:rsidRPr="002B7102">
              <w:rPr>
                <w:rFonts w:ascii="Arial" w:hAnsi="Arial" w:cs="Arial"/>
                <w:b/>
                <w:sz w:val="20"/>
                <w:szCs w:val="22"/>
              </w:rPr>
              <w:t xml:space="preserve">  </w:t>
            </w:r>
          </w:p>
        </w:tc>
        <w:tc>
          <w:tcPr>
            <w:tcW w:w="3112" w:type="dxa"/>
            <w:shd w:val="clear" w:color="auto" w:fill="D9D9D9" w:themeFill="background1" w:themeFillShade="D9"/>
            <w:vAlign w:val="center"/>
          </w:tcPr>
          <w:p w14:paraId="23BC43C2" w14:textId="3D7D5FF0" w:rsidR="00A912E3" w:rsidRPr="00BB793F" w:rsidRDefault="00B91751" w:rsidP="007E78E8">
            <w:pPr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8</w:t>
            </w:r>
            <w:r w:rsidR="00A912E3" w:rsidRPr="00BB793F">
              <w:rPr>
                <w:rFonts w:ascii="Arial" w:hAnsi="Arial" w:cs="Arial"/>
                <w:sz w:val="20"/>
                <w:szCs w:val="22"/>
              </w:rPr>
              <w:t xml:space="preserve"> mois</w:t>
            </w:r>
          </w:p>
        </w:tc>
      </w:tr>
      <w:tr w:rsidR="00C94DBB" w:rsidRPr="002B7102" w14:paraId="56FFE983" w14:textId="77777777" w:rsidTr="00DB6E37">
        <w:trPr>
          <w:trHeight w:val="499"/>
          <w:jc w:val="center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5CAF96CF" w14:textId="6999FF4B" w:rsidR="00C94DBB" w:rsidRDefault="00C94DBB" w:rsidP="007E78E8">
            <w:pPr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2"/>
              </w:rPr>
              <w:t>Partie 2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14:paraId="5739685B" w14:textId="6606D857" w:rsidR="00C94DBB" w:rsidRDefault="00C94DBB" w:rsidP="001F23BF">
            <w:pPr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  <w:r w:rsidRPr="00C94DBB">
              <w:rPr>
                <w:rFonts w:ascii="Arial" w:hAnsi="Arial" w:cs="Arial"/>
                <w:b/>
                <w:sz w:val="20"/>
                <w:szCs w:val="22"/>
              </w:rPr>
              <w:t xml:space="preserve">Inventaire </w:t>
            </w:r>
            <w:r w:rsidR="001F23BF">
              <w:rPr>
                <w:rFonts w:ascii="Arial" w:hAnsi="Arial" w:cs="Arial"/>
                <w:b/>
                <w:sz w:val="20"/>
                <w:szCs w:val="22"/>
              </w:rPr>
              <w:t>hivernal</w:t>
            </w:r>
          </w:p>
        </w:tc>
        <w:tc>
          <w:tcPr>
            <w:tcW w:w="3112" w:type="dxa"/>
            <w:shd w:val="clear" w:color="auto" w:fill="D9D9D9" w:themeFill="background1" w:themeFillShade="D9"/>
            <w:vAlign w:val="center"/>
          </w:tcPr>
          <w:p w14:paraId="50653DC7" w14:textId="2F31B7D6" w:rsidR="00C94DBB" w:rsidRDefault="00C94DBB" w:rsidP="007E78E8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2 mois</w:t>
            </w:r>
          </w:p>
        </w:tc>
      </w:tr>
      <w:tr w:rsidR="00B91751" w:rsidRPr="002B7102" w14:paraId="0A3D87F1" w14:textId="77777777" w:rsidTr="00DB6E37">
        <w:trPr>
          <w:trHeight w:val="499"/>
          <w:jc w:val="center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4203E040" w14:textId="57416A32" w:rsidR="00B91751" w:rsidRPr="002B7102" w:rsidRDefault="00C94DBB" w:rsidP="007E78E8">
            <w:pPr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2"/>
              </w:rPr>
              <w:t>Partie 3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14:paraId="29BEBE95" w14:textId="21171EA3" w:rsidR="00B91751" w:rsidRPr="002B7102" w:rsidRDefault="001F23BF" w:rsidP="00B91751">
            <w:pPr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2"/>
              </w:rPr>
              <w:t xml:space="preserve">Identification </w:t>
            </w:r>
            <w:r w:rsidR="00B91751">
              <w:rPr>
                <w:rFonts w:ascii="Arial" w:hAnsi="Arial" w:cs="Arial"/>
                <w:b/>
                <w:sz w:val="20"/>
                <w:szCs w:val="22"/>
              </w:rPr>
              <w:t>des zones humides</w:t>
            </w:r>
          </w:p>
        </w:tc>
        <w:tc>
          <w:tcPr>
            <w:tcW w:w="3112" w:type="dxa"/>
            <w:shd w:val="clear" w:color="auto" w:fill="D9D9D9" w:themeFill="background1" w:themeFillShade="D9"/>
            <w:vAlign w:val="center"/>
          </w:tcPr>
          <w:p w14:paraId="15A230F9" w14:textId="02677F70" w:rsidR="00B91751" w:rsidRPr="00BB793F" w:rsidRDefault="00C94DBB" w:rsidP="007E78E8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2 mois</w:t>
            </w:r>
          </w:p>
        </w:tc>
      </w:tr>
    </w:tbl>
    <w:p w14:paraId="13648350" w14:textId="03B79ED1" w:rsidR="00F372AC" w:rsidRDefault="00F372AC" w:rsidP="00A912E3">
      <w:pPr>
        <w:tabs>
          <w:tab w:val="left" w:pos="576"/>
        </w:tabs>
        <w:jc w:val="both"/>
        <w:rPr>
          <w:rFonts w:ascii="Arial" w:hAnsi="Arial" w:cs="Arial"/>
          <w:sz w:val="36"/>
          <w:szCs w:val="22"/>
          <w:vertAlign w:val="superscript"/>
        </w:rPr>
      </w:pPr>
    </w:p>
    <w:p w14:paraId="36547A3D" w14:textId="7F1976CF" w:rsidR="00B91751" w:rsidRPr="002B7102" w:rsidRDefault="00B91751" w:rsidP="00B91751">
      <w:pPr>
        <w:tabs>
          <w:tab w:val="left" w:pos="142"/>
          <w:tab w:val="left" w:pos="284"/>
          <w:tab w:val="left" w:pos="576"/>
        </w:tabs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36"/>
          <w:szCs w:val="22"/>
          <w:vertAlign w:val="superscript"/>
        </w:rPr>
        <w:tab/>
      </w:r>
      <w:r>
        <w:rPr>
          <w:rFonts w:ascii="Arial" w:hAnsi="Arial" w:cs="Arial"/>
          <w:sz w:val="20"/>
          <w:szCs w:val="22"/>
        </w:rPr>
        <w:t>Les trois parties seront menées conjointement en fonction des périodes propices aux inventaires</w:t>
      </w:r>
      <w:r w:rsidR="00BC2AB8">
        <w:rPr>
          <w:rFonts w:ascii="Arial" w:hAnsi="Arial" w:cs="Arial"/>
          <w:sz w:val="20"/>
          <w:szCs w:val="22"/>
        </w:rPr>
        <w:t>.</w:t>
      </w:r>
    </w:p>
    <w:p w14:paraId="36BF3AA6" w14:textId="77777777" w:rsidR="00A912E3" w:rsidRPr="00967312" w:rsidRDefault="00A912E3" w:rsidP="00967312">
      <w:pPr>
        <w:jc w:val="both"/>
        <w:rPr>
          <w:rFonts w:ascii="Arial" w:hAnsi="Arial" w:cs="Arial"/>
          <w:szCs w:val="22"/>
        </w:rPr>
      </w:pPr>
    </w:p>
    <w:p w14:paraId="59D2BC61" w14:textId="7C8A6E74" w:rsidR="00E61334" w:rsidRPr="003B51DD" w:rsidRDefault="00F54BBD" w:rsidP="00507D48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right="-143" w:hanging="425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 xml:space="preserve">PROTECTION ET TRANSMISSION DES DOCUMENTS « DIFFUSION </w:t>
      </w:r>
      <w:r w:rsidR="00486C35" w:rsidRPr="003B51DD">
        <w:rPr>
          <w:rFonts w:ascii="Arial" w:hAnsi="Arial" w:cs="Arial"/>
          <w:b/>
          <w:sz w:val="24"/>
          <w:szCs w:val="22"/>
          <w:lang w:eastAsia="zh-CN"/>
        </w:rPr>
        <w:t>RESTREINTE »</w:t>
      </w:r>
    </w:p>
    <w:p w14:paraId="23C98F09" w14:textId="5E7711AE" w:rsidR="00241AC9" w:rsidRDefault="00C8096E" w:rsidP="009F5830">
      <w:pPr>
        <w:tabs>
          <w:tab w:val="left" w:pos="1134"/>
        </w:tabs>
        <w:spacing w:after="120"/>
        <w:ind w:left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AA511F">
        <w:rPr>
          <w:rFonts w:ascii="Arial" w:hAnsi="Arial" w:cs="Arial"/>
          <w:sz w:val="20"/>
        </w:rPr>
      </w:r>
      <w:r w:rsidR="00AA511F"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r w:rsidR="009F5830" w:rsidRPr="003B51DD">
        <w:rPr>
          <w:rFonts w:ascii="Arial" w:hAnsi="Arial" w:cs="Arial"/>
          <w:sz w:val="20"/>
        </w:rPr>
        <w:tab/>
      </w:r>
      <w:r w:rsidR="00241AC9" w:rsidRPr="003B51DD">
        <w:rPr>
          <w:rFonts w:ascii="Arial" w:hAnsi="Arial" w:cs="Arial"/>
          <w:sz w:val="20"/>
        </w:rPr>
        <w:t>Sans objet</w:t>
      </w:r>
    </w:p>
    <w:p w14:paraId="18EE388C" w14:textId="77777777" w:rsidR="009028F3" w:rsidRPr="003B51DD" w:rsidRDefault="009028F3" w:rsidP="009F5830">
      <w:pPr>
        <w:tabs>
          <w:tab w:val="left" w:pos="1134"/>
        </w:tabs>
        <w:spacing w:after="120"/>
        <w:ind w:left="709"/>
        <w:jc w:val="both"/>
        <w:rPr>
          <w:rFonts w:ascii="Arial" w:hAnsi="Arial" w:cs="Arial"/>
          <w:sz w:val="20"/>
        </w:rPr>
      </w:pPr>
    </w:p>
    <w:p w14:paraId="28D8C74C" w14:textId="6B6A3264" w:rsidR="00AD36F8" w:rsidRPr="003B51DD" w:rsidRDefault="00365696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>SIGNATURE DU MARCHE PUBLIC PAR LE TITULAIRE INDIVIDUEL OU, EN CAS GROUPEMENT, LE MANDATAIRE DUMENT HABILITE OU CHAQUE MEMBRE DU GROUPEMENT</w:t>
      </w:r>
    </w:p>
    <w:p w14:paraId="3BE525BD" w14:textId="32E83B9C" w:rsidR="00AD36F8" w:rsidRPr="003B51DD" w:rsidRDefault="00A84973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E</w:t>
      </w:r>
      <w:r w:rsidR="00AD36F8" w:rsidRPr="003B51DD">
        <w:rPr>
          <w:rFonts w:ascii="Arial" w:hAnsi="Arial" w:cs="Arial"/>
          <w:b/>
          <w:szCs w:val="22"/>
          <w:lang w:eastAsia="zh-CN"/>
        </w:rPr>
        <w:t>1 – Signature du marché public par le titulaire individuel 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094"/>
        <w:gridCol w:w="2375"/>
        <w:gridCol w:w="2694"/>
      </w:tblGrid>
      <w:tr w:rsidR="00AD36F8" w:rsidRPr="003B51DD" w14:paraId="6D5105BC" w14:textId="77777777" w:rsidTr="00BB5B12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58A51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60F82A47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AD25E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51B32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AD36F8" w:rsidRPr="003B51DD" w14:paraId="5C7DD99C" w14:textId="77777777" w:rsidTr="00BB5B12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855DC74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F7425A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B96C55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</w:tr>
    </w:tbl>
    <w:p w14:paraId="6312229E" w14:textId="77777777" w:rsidR="00AD36F8" w:rsidRPr="003B51DD" w:rsidRDefault="00AD36F8" w:rsidP="00AD36F8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20"/>
          <w:lang w:eastAsia="zh-CN"/>
        </w:rPr>
      </w:pPr>
      <w:r w:rsidRPr="00A412D7">
        <w:rPr>
          <w:rFonts w:ascii="Arial" w:hAnsi="Arial" w:cs="Arial"/>
          <w:b/>
          <w:sz w:val="18"/>
          <w:szCs w:val="18"/>
          <w:lang w:eastAsia="zh-CN"/>
        </w:rPr>
        <w:t>(*)</w:t>
      </w:r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</w:t>
      </w:r>
      <w:r w:rsidRPr="00A412D7">
        <w:rPr>
          <w:rFonts w:ascii="Arial" w:hAnsi="Arial" w:cs="Arial"/>
          <w:b/>
          <w:sz w:val="18"/>
          <w:szCs w:val="18"/>
          <w:lang w:eastAsia="zh-CN"/>
        </w:rPr>
        <w:t>Le signataire doit avoir le pouvoir d’engager la personne qu’il représente</w:t>
      </w:r>
      <w:r w:rsidRPr="003B51DD">
        <w:rPr>
          <w:rFonts w:ascii="Arial" w:hAnsi="Arial" w:cs="Arial"/>
          <w:i/>
          <w:sz w:val="18"/>
          <w:szCs w:val="18"/>
          <w:lang w:eastAsia="zh-CN"/>
        </w:rPr>
        <w:t>.</w:t>
      </w:r>
    </w:p>
    <w:p w14:paraId="3097B4E7" w14:textId="51E5AF2E" w:rsidR="00AD36F8" w:rsidRPr="003B51DD" w:rsidRDefault="00AD36F8" w:rsidP="00AD36F8">
      <w:pPr>
        <w:rPr>
          <w:rFonts w:ascii="Arial" w:hAnsi="Arial" w:cs="Arial"/>
          <w:sz w:val="20"/>
          <w:szCs w:val="24"/>
        </w:rPr>
      </w:pPr>
    </w:p>
    <w:p w14:paraId="68E7067D" w14:textId="1243A11F" w:rsidR="00A830C3" w:rsidRPr="003B51DD" w:rsidRDefault="00A84973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E</w:t>
      </w:r>
      <w:r w:rsidR="00A830C3" w:rsidRPr="003B51DD">
        <w:rPr>
          <w:rFonts w:ascii="Arial" w:hAnsi="Arial" w:cs="Arial"/>
          <w:b/>
          <w:szCs w:val="22"/>
          <w:lang w:eastAsia="zh-CN"/>
        </w:rPr>
        <w:t>2 – Signature du marché public en cas de groupement :</w:t>
      </w:r>
    </w:p>
    <w:p w14:paraId="0DE0D005" w14:textId="77777777" w:rsidR="00A830C3" w:rsidRPr="003B51DD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 xml:space="preserve">Les membres du groupement d’opérateurs économiques désignent le mandataire suivant </w:t>
      </w: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hyperlink r:id="rId14" w:history="1">
        <w:r w:rsidRPr="003B51DD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2142-23</w:t>
        </w:r>
      </w:hyperlink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ou </w:t>
      </w:r>
      <w:hyperlink r:id="rId15" w:history="1">
        <w:r w:rsidRPr="003B51DD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2342-12</w:t>
        </w:r>
      </w:hyperlink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du code de la commande publique) </w:t>
      </w:r>
      <w:r w:rsidRPr="003B51DD">
        <w:rPr>
          <w:rFonts w:ascii="Arial" w:hAnsi="Arial" w:cs="Arial"/>
          <w:sz w:val="18"/>
          <w:szCs w:val="18"/>
          <w:lang w:eastAsia="zh-CN"/>
        </w:rPr>
        <w:t>:</w:t>
      </w:r>
    </w:p>
    <w:p w14:paraId="0498FAAF" w14:textId="77777777" w:rsidR="00A830C3" w:rsidRPr="003B51DD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[Indiquer le nom commercial et la dénomination sociale du mandataire]</w:t>
      </w:r>
    </w:p>
    <w:p w14:paraId="4F2C68A1" w14:textId="77777777" w:rsidR="00A830C3" w:rsidRPr="003B51DD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</w:p>
    <w:p w14:paraId="75B6D941" w14:textId="77777777" w:rsidR="00A830C3" w:rsidRPr="003B51DD" w:rsidRDefault="00A830C3" w:rsidP="00A830C3">
      <w:pPr>
        <w:tabs>
          <w:tab w:val="left" w:pos="426"/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>En cas de groupement conjoint, le mandataire du groupement est :</w:t>
      </w:r>
    </w:p>
    <w:p w14:paraId="4E5EBF49" w14:textId="77777777" w:rsidR="002471DA" w:rsidRPr="003B51DD" w:rsidRDefault="002471DA" w:rsidP="009028F3">
      <w:pPr>
        <w:tabs>
          <w:tab w:val="left" w:pos="851"/>
        </w:tabs>
        <w:suppressAutoHyphens/>
        <w:jc w:val="both"/>
        <w:rPr>
          <w:rFonts w:ascii="Arial" w:hAnsi="Arial" w:cs="Arial"/>
          <w:i/>
          <w:iCs/>
          <w:sz w:val="18"/>
          <w:szCs w:val="18"/>
        </w:rPr>
      </w:pPr>
      <w:r w:rsidRPr="003B51DD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20A1B75F" w14:textId="183BEF79" w:rsidR="00A830C3" w:rsidRPr="003B51DD" w:rsidRDefault="00A830C3" w:rsidP="00A830C3">
      <w:pPr>
        <w:tabs>
          <w:tab w:val="left" w:pos="851"/>
        </w:tabs>
        <w:suppressAutoHyphens/>
        <w:spacing w:before="120"/>
        <w:ind w:firstLine="85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AA511F">
        <w:rPr>
          <w:rFonts w:ascii="Arial" w:hAnsi="Arial" w:cs="Arial"/>
          <w:sz w:val="20"/>
          <w:lang w:eastAsia="zh-CN"/>
        </w:rPr>
      </w:r>
      <w:r w:rsidR="00AA511F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3B51DD">
        <w:rPr>
          <w:rFonts w:ascii="Arial" w:hAnsi="Arial" w:cs="Arial"/>
          <w:sz w:val="20"/>
          <w:lang w:eastAsia="zh-CN"/>
        </w:rPr>
        <w:t>conjoint</w:t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tab/>
        <w:t>OU</w:t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AA511F">
        <w:rPr>
          <w:rFonts w:ascii="Arial" w:hAnsi="Arial" w:cs="Arial"/>
          <w:sz w:val="20"/>
          <w:lang w:eastAsia="zh-CN"/>
        </w:rPr>
      </w:r>
      <w:r w:rsidR="00AA511F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iCs/>
          <w:sz w:val="20"/>
          <w:lang w:eastAsia="zh-CN"/>
        </w:rPr>
        <w:t xml:space="preserve"> </w:t>
      </w:r>
      <w:r w:rsidRPr="003B51DD">
        <w:rPr>
          <w:rFonts w:ascii="Arial" w:hAnsi="Arial" w:cs="Arial"/>
          <w:sz w:val="20"/>
          <w:lang w:eastAsia="zh-CN"/>
        </w:rPr>
        <w:t>solidaire</w:t>
      </w:r>
    </w:p>
    <w:p w14:paraId="037A4732" w14:textId="77777777" w:rsidR="00A830C3" w:rsidRPr="003B51DD" w:rsidRDefault="00A830C3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0509FE71" w14:textId="77777777" w:rsidR="00A830C3" w:rsidRPr="003B51DD" w:rsidRDefault="00A830C3" w:rsidP="009028F3">
      <w:pPr>
        <w:tabs>
          <w:tab w:val="left" w:pos="426"/>
          <w:tab w:val="left" w:pos="851"/>
        </w:tabs>
        <w:suppressAutoHyphens/>
        <w:spacing w:before="120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AA511F">
        <w:rPr>
          <w:rFonts w:ascii="Arial" w:hAnsi="Arial" w:cs="Arial"/>
          <w:sz w:val="20"/>
          <w:lang w:eastAsia="zh-CN"/>
        </w:rPr>
      </w:r>
      <w:r w:rsidR="00AA511F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 xml:space="preserve"> Les membres du groupement ont donné mandat au mandataire, qui signe le présent acte d’engagement :</w:t>
      </w:r>
    </w:p>
    <w:p w14:paraId="3326EB04" w14:textId="5757C1B4" w:rsidR="00A830C3" w:rsidRPr="003B51DD" w:rsidRDefault="002471DA" w:rsidP="009028F3">
      <w:pPr>
        <w:tabs>
          <w:tab w:val="left" w:pos="284"/>
          <w:tab w:val="left" w:pos="426"/>
          <w:tab w:val="left" w:pos="851"/>
        </w:tabs>
        <w:suppressAutoHyphens/>
        <w:spacing w:after="120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7712CFBE" w14:textId="77777777" w:rsidR="00A830C3" w:rsidRPr="003B51DD" w:rsidRDefault="00A830C3" w:rsidP="00292EF8">
      <w:pPr>
        <w:tabs>
          <w:tab w:val="left" w:pos="851"/>
        </w:tabs>
        <w:suppressAutoHyphens/>
        <w:spacing w:before="60" w:after="60"/>
        <w:ind w:left="1695" w:hanging="1695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AA511F">
        <w:rPr>
          <w:rFonts w:ascii="Arial" w:hAnsi="Arial" w:cs="Arial"/>
          <w:sz w:val="20"/>
          <w:lang w:eastAsia="zh-CN"/>
        </w:rPr>
      </w:r>
      <w:r w:rsidR="00AA511F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pour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signer le présent acte d’engagement en leur nom et pour leur compte, pour les représenter vis-à-vis de l’acheteur et pour coordonner l’ensemble des prestations ;</w:t>
      </w:r>
    </w:p>
    <w:p w14:paraId="27B89D51" w14:textId="77777777" w:rsidR="00A830C3" w:rsidRPr="003B51DD" w:rsidRDefault="00A830C3" w:rsidP="00292EF8">
      <w:pPr>
        <w:tabs>
          <w:tab w:val="left" w:pos="851"/>
        </w:tabs>
        <w:suppressAutoHyphens/>
        <w:spacing w:before="60" w:after="120"/>
        <w:ind w:left="170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proofErr w:type="gramStart"/>
      <w:r w:rsidRPr="003B51DD">
        <w:rPr>
          <w:rFonts w:ascii="Arial" w:hAnsi="Arial" w:cs="Arial"/>
          <w:i/>
          <w:sz w:val="18"/>
          <w:szCs w:val="18"/>
          <w:lang w:eastAsia="zh-CN"/>
        </w:rPr>
        <w:t>joindre</w:t>
      </w:r>
      <w:proofErr w:type="gramEnd"/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4584482C" w14:textId="77777777" w:rsidR="00A830C3" w:rsidRPr="003B51DD" w:rsidRDefault="00A830C3" w:rsidP="00292EF8">
      <w:pPr>
        <w:tabs>
          <w:tab w:val="left" w:pos="851"/>
        </w:tabs>
        <w:suppressAutoHyphens/>
        <w:spacing w:before="60" w:after="60"/>
        <w:ind w:left="1702" w:hanging="851"/>
        <w:jc w:val="both"/>
        <w:rPr>
          <w:rFonts w:ascii="Arial" w:hAnsi="Arial" w:cs="Arial"/>
          <w:iCs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AA511F">
        <w:rPr>
          <w:rFonts w:ascii="Arial" w:hAnsi="Arial" w:cs="Arial"/>
          <w:sz w:val="20"/>
          <w:lang w:eastAsia="zh-CN"/>
        </w:rPr>
      </w:r>
      <w:r w:rsidR="00AA511F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pour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signer, en leur nom et pour leur compte, les modifications ultérieures du marché public ;</w:t>
      </w:r>
    </w:p>
    <w:p w14:paraId="7ED19087" w14:textId="77777777" w:rsidR="00A830C3" w:rsidRPr="003B51DD" w:rsidRDefault="00A830C3" w:rsidP="00292EF8">
      <w:pPr>
        <w:tabs>
          <w:tab w:val="left" w:pos="851"/>
        </w:tabs>
        <w:suppressAutoHyphens/>
        <w:spacing w:before="60" w:after="120"/>
        <w:ind w:left="170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proofErr w:type="gramStart"/>
      <w:r w:rsidRPr="003B51DD">
        <w:rPr>
          <w:rFonts w:ascii="Arial" w:hAnsi="Arial" w:cs="Arial"/>
          <w:i/>
          <w:sz w:val="18"/>
          <w:szCs w:val="18"/>
          <w:lang w:eastAsia="zh-CN"/>
        </w:rPr>
        <w:t>joindre</w:t>
      </w:r>
      <w:proofErr w:type="gramEnd"/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2048D040" w14:textId="7400DC94" w:rsidR="00A830C3" w:rsidRPr="003B51DD" w:rsidRDefault="00A830C3" w:rsidP="00292EF8">
      <w:pPr>
        <w:tabs>
          <w:tab w:val="left" w:pos="851"/>
        </w:tabs>
        <w:suppressAutoHyphens/>
        <w:spacing w:before="60" w:after="60"/>
        <w:ind w:left="1702" w:hanging="85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AA511F">
        <w:rPr>
          <w:rFonts w:ascii="Arial" w:hAnsi="Arial" w:cs="Arial"/>
          <w:sz w:val="20"/>
          <w:lang w:eastAsia="zh-CN"/>
        </w:rPr>
      </w:r>
      <w:r w:rsidR="00AA511F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 xml:space="preserve"> </w:t>
      </w:r>
      <w:r w:rsidR="00492E84"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ont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donné mandat au mandataire dans les conditions définies par les pouvoirs joints en annexe.</w:t>
      </w:r>
    </w:p>
    <w:p w14:paraId="10DB4AFD" w14:textId="2EB7EFBF" w:rsidR="00292EF8" w:rsidRPr="003B51DD" w:rsidRDefault="00A830C3" w:rsidP="00292EF8">
      <w:pPr>
        <w:tabs>
          <w:tab w:val="left" w:pos="851"/>
        </w:tabs>
        <w:suppressAutoHyphens/>
        <w:spacing w:before="60" w:after="120"/>
        <w:ind w:left="1701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proofErr w:type="gramStart"/>
      <w:r w:rsidRPr="003B51DD">
        <w:rPr>
          <w:rFonts w:ascii="Arial" w:hAnsi="Arial" w:cs="Arial"/>
          <w:i/>
          <w:sz w:val="18"/>
          <w:szCs w:val="18"/>
          <w:lang w:eastAsia="zh-CN"/>
        </w:rPr>
        <w:t>hors</w:t>
      </w:r>
      <w:proofErr w:type="gramEnd"/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cas des marchés de défense ou de sécurité dans lequel ces documents ont déjà été fournis).</w:t>
      </w:r>
    </w:p>
    <w:p w14:paraId="591A196F" w14:textId="77777777" w:rsidR="00A830C3" w:rsidRPr="003B51DD" w:rsidRDefault="00A830C3" w:rsidP="00A830C3">
      <w:pPr>
        <w:tabs>
          <w:tab w:val="left" w:pos="851"/>
        </w:tabs>
        <w:suppressAutoHyphens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AA511F">
        <w:rPr>
          <w:rFonts w:ascii="Arial" w:hAnsi="Arial" w:cs="Arial"/>
          <w:sz w:val="20"/>
          <w:lang w:eastAsia="zh-CN"/>
        </w:rPr>
      </w:r>
      <w:r w:rsidR="00AA511F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 xml:space="preserve"> Les membres du groupement, qui signent le présent acte d’engagement :</w:t>
      </w:r>
    </w:p>
    <w:p w14:paraId="594EAC10" w14:textId="77777777" w:rsidR="00A830C3" w:rsidRPr="003B51DD" w:rsidRDefault="00A830C3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(Cocher la case correspondante.)</w:t>
      </w:r>
    </w:p>
    <w:p w14:paraId="3A2BBB81" w14:textId="77777777" w:rsidR="00A830C3" w:rsidRPr="003B51DD" w:rsidRDefault="00A830C3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3AC50799" w14:textId="77777777" w:rsidR="00A830C3" w:rsidRPr="003B51DD" w:rsidRDefault="00A830C3" w:rsidP="00280A83">
      <w:pPr>
        <w:tabs>
          <w:tab w:val="left" w:pos="851"/>
        </w:tabs>
        <w:suppressAutoHyphens/>
        <w:spacing w:after="60"/>
        <w:ind w:left="1701" w:hanging="850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AA511F">
        <w:rPr>
          <w:rFonts w:ascii="Arial" w:hAnsi="Arial" w:cs="Arial"/>
          <w:sz w:val="20"/>
          <w:lang w:eastAsia="zh-CN"/>
        </w:rPr>
      </w:r>
      <w:r w:rsidR="00AA511F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donnent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mandat au mandataire, qui l’accepte, pour les représenter vis-à-vis de l’acheteur et pour coordonner l’ensemble des prestations ;</w:t>
      </w:r>
    </w:p>
    <w:p w14:paraId="1BAEBD75" w14:textId="77777777" w:rsidR="00A830C3" w:rsidRPr="003B51DD" w:rsidRDefault="00A830C3" w:rsidP="00280A83">
      <w:pPr>
        <w:tabs>
          <w:tab w:val="left" w:pos="851"/>
        </w:tabs>
        <w:suppressAutoHyphens/>
        <w:spacing w:after="60"/>
        <w:ind w:left="1701" w:hanging="850"/>
        <w:jc w:val="both"/>
        <w:rPr>
          <w:rFonts w:ascii="Arial" w:hAnsi="Arial" w:cs="Arial"/>
          <w:iCs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AA511F">
        <w:rPr>
          <w:rFonts w:ascii="Arial" w:hAnsi="Arial" w:cs="Arial"/>
          <w:sz w:val="20"/>
          <w:lang w:eastAsia="zh-CN"/>
        </w:rPr>
      </w:r>
      <w:r w:rsidR="00AA511F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donnent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mandat au mandataire, qui l’accepte, pour signer, en leur nom et pour leur compte, les modifications ultérieures du marché public ;</w:t>
      </w:r>
    </w:p>
    <w:p w14:paraId="375CCCCC" w14:textId="78457EC0" w:rsidR="00A830C3" w:rsidRPr="003B51DD" w:rsidRDefault="00A830C3" w:rsidP="00280A83">
      <w:pPr>
        <w:tabs>
          <w:tab w:val="left" w:pos="1701"/>
        </w:tabs>
        <w:suppressAutoHyphens/>
        <w:spacing w:after="60"/>
        <w:ind w:left="851" w:hanging="284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AA511F">
        <w:rPr>
          <w:rFonts w:ascii="Arial" w:hAnsi="Arial" w:cs="Arial"/>
          <w:sz w:val="20"/>
          <w:lang w:eastAsia="zh-CN"/>
        </w:rPr>
      </w:r>
      <w:r w:rsidR="00AA511F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donnent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mandat au mandataire dans les conditions définies ci-dessous :</w:t>
      </w:r>
    </w:p>
    <w:p w14:paraId="7E298B3E" w14:textId="3A74E79A" w:rsidR="00A830C3" w:rsidRPr="003B51DD" w:rsidRDefault="00A830C3" w:rsidP="00280A83">
      <w:pPr>
        <w:tabs>
          <w:tab w:val="left" w:pos="851"/>
        </w:tabs>
        <w:suppressAutoHyphens/>
        <w:spacing w:after="60"/>
        <w:ind w:left="1624" w:hanging="850"/>
        <w:rPr>
          <w:rFonts w:ascii="Arial" w:hAnsi="Arial" w:cs="Arial"/>
          <w:sz w:val="16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16"/>
          <w:lang w:eastAsia="zh-CN"/>
        </w:rPr>
        <w:t>(</w:t>
      </w:r>
      <w:r w:rsidRPr="009028F3">
        <w:rPr>
          <w:rFonts w:ascii="Arial" w:hAnsi="Arial" w:cs="Arial"/>
          <w:i/>
          <w:sz w:val="18"/>
          <w:szCs w:val="18"/>
          <w:lang w:eastAsia="zh-CN"/>
        </w:rPr>
        <w:t>Donner des précisions sur l’étendue du mandat</w:t>
      </w:r>
      <w:r w:rsidRPr="003B51DD">
        <w:rPr>
          <w:rFonts w:ascii="Arial" w:hAnsi="Arial" w:cs="Arial"/>
          <w:sz w:val="16"/>
          <w:lang w:eastAsia="zh-CN"/>
        </w:rPr>
        <w:t>)</w:t>
      </w:r>
    </w:p>
    <w:p w14:paraId="68E8FEEC" w14:textId="77777777" w:rsidR="00492E84" w:rsidRPr="003B51DD" w:rsidRDefault="00492E84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272"/>
        <w:gridCol w:w="3272"/>
        <w:gridCol w:w="3272"/>
      </w:tblGrid>
      <w:tr w:rsidR="00A830C3" w:rsidRPr="003B51DD" w14:paraId="36687483" w14:textId="77777777" w:rsidTr="00A412D7">
        <w:trPr>
          <w:trHeight w:val="341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F35E502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419F4402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00E91B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FB6542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A830C3" w:rsidRPr="003B51DD" w14:paraId="628CCE5E" w14:textId="77777777" w:rsidTr="00A412D7">
        <w:trPr>
          <w:trHeight w:val="447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04A8FC4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77A4BAA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9B57D18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  <w:tr w:rsidR="00A830C3" w:rsidRPr="003B51DD" w14:paraId="54760680" w14:textId="77777777" w:rsidTr="00A412D7">
        <w:trPr>
          <w:trHeight w:val="410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5E562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DB664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B19B5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</w:tbl>
    <w:p w14:paraId="25779AB5" w14:textId="5342EC8A" w:rsidR="00A830C3" w:rsidRPr="003B51DD" w:rsidRDefault="00A830C3" w:rsidP="00A830C3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b/>
          <w:sz w:val="18"/>
          <w:szCs w:val="18"/>
          <w:lang w:eastAsia="zh-CN"/>
        </w:rPr>
        <w:t>(*)</w:t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</w:t>
      </w:r>
      <w:r w:rsidRPr="003B51DD">
        <w:rPr>
          <w:rFonts w:ascii="Arial" w:hAnsi="Arial" w:cs="Arial"/>
          <w:b/>
          <w:sz w:val="18"/>
          <w:szCs w:val="18"/>
          <w:lang w:eastAsia="zh-CN"/>
        </w:rPr>
        <w:t>Le signataire doit avoir le pouvoir d’engager la personne qu’il représente</w:t>
      </w:r>
      <w:r w:rsidRPr="003B51DD">
        <w:rPr>
          <w:rFonts w:ascii="Arial" w:hAnsi="Arial" w:cs="Arial"/>
          <w:sz w:val="18"/>
          <w:szCs w:val="18"/>
          <w:lang w:eastAsia="zh-CN"/>
        </w:rPr>
        <w:t>.</w:t>
      </w:r>
    </w:p>
    <w:p w14:paraId="58506D99" w14:textId="23FF8C7B" w:rsidR="00C6638F" w:rsidRPr="003B51DD" w:rsidRDefault="00E84036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120" w:after="120"/>
        <w:ind w:left="426" w:hanging="426"/>
        <w:jc w:val="both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IDENTIFICATION ET SIGNATURE DE L’ACHETEUR</w:t>
      </w:r>
    </w:p>
    <w:p w14:paraId="5EA8971A" w14:textId="787128B4" w:rsidR="00D82C77" w:rsidRPr="003B51DD" w:rsidRDefault="007823F5" w:rsidP="007823F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F1 – </w:t>
      </w:r>
      <w:r w:rsidR="00D82C77" w:rsidRPr="003B51DD">
        <w:rPr>
          <w:rFonts w:ascii="Arial" w:hAnsi="Arial" w:cs="Arial"/>
          <w:b/>
          <w:szCs w:val="22"/>
          <w:lang w:eastAsia="zh-CN"/>
        </w:rPr>
        <w:t>Désignation d</w:t>
      </w:r>
      <w:r w:rsidR="00665664" w:rsidRPr="003B51DD">
        <w:rPr>
          <w:rFonts w:ascii="Arial" w:hAnsi="Arial" w:cs="Arial"/>
          <w:b/>
          <w:szCs w:val="22"/>
          <w:lang w:eastAsia="zh-CN"/>
        </w:rPr>
        <w:t>e l’acheteur</w:t>
      </w:r>
      <w:r w:rsidR="00D82C77" w:rsidRPr="003B51DD">
        <w:rPr>
          <w:rFonts w:ascii="Arial" w:hAnsi="Arial" w:cs="Arial"/>
          <w:b/>
          <w:szCs w:val="22"/>
          <w:lang w:eastAsia="zh-CN"/>
        </w:rPr>
        <w:t xml:space="preserve"> :</w:t>
      </w:r>
    </w:p>
    <w:p w14:paraId="04B9986A" w14:textId="238A063C" w:rsidR="00D82C77" w:rsidRDefault="00A412D7" w:rsidP="00D82C77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MINARM/SGA/DCSID/</w:t>
      </w:r>
      <w:r w:rsidR="00D82C77" w:rsidRPr="003B51DD">
        <w:rPr>
          <w:rFonts w:ascii="Arial" w:hAnsi="Arial" w:cs="Arial"/>
          <w:sz w:val="20"/>
        </w:rPr>
        <w:t>SID</w:t>
      </w:r>
      <w:r>
        <w:rPr>
          <w:rFonts w:ascii="Arial" w:hAnsi="Arial" w:cs="Arial"/>
          <w:sz w:val="20"/>
        </w:rPr>
        <w:t>-ATL</w:t>
      </w:r>
      <w:r w:rsidR="00D82C77" w:rsidRPr="003B51DD">
        <w:rPr>
          <w:rFonts w:ascii="Arial" w:hAnsi="Arial" w:cs="Arial"/>
          <w:sz w:val="20"/>
        </w:rPr>
        <w:t xml:space="preserve"> (Ministère des Armées / Secrétariat Général pour l'Administration /</w:t>
      </w:r>
      <w:r w:rsidR="00D82C77" w:rsidRPr="003B51DD">
        <w:rPr>
          <w:rFonts w:ascii="Arial" w:hAnsi="Arial" w:cs="Arial"/>
          <w:color w:val="000000"/>
          <w:sz w:val="20"/>
        </w:rPr>
        <w:t xml:space="preserve"> Direction Centrale du Service d'Infrastructure de la Défense </w:t>
      </w:r>
      <w:r w:rsidR="00D82C77" w:rsidRPr="003B51DD">
        <w:rPr>
          <w:rFonts w:ascii="Arial" w:hAnsi="Arial" w:cs="Arial"/>
          <w:sz w:val="20"/>
        </w:rPr>
        <w:t>/</w:t>
      </w:r>
      <w:r w:rsidR="00D82C77" w:rsidRPr="003B51DD">
        <w:rPr>
          <w:rFonts w:ascii="Arial" w:hAnsi="Arial" w:cs="Arial"/>
          <w:color w:val="000000"/>
          <w:sz w:val="20"/>
        </w:rPr>
        <w:t xml:space="preserve"> Service d'Infrastructure de la Défense </w:t>
      </w:r>
      <w:r w:rsidR="006D0A57">
        <w:rPr>
          <w:rFonts w:ascii="Arial" w:hAnsi="Arial" w:cs="Arial"/>
          <w:color w:val="000000"/>
          <w:sz w:val="20"/>
        </w:rPr>
        <w:t>Atlantique</w:t>
      </w:r>
      <w:r w:rsidR="00D82C77" w:rsidRPr="003B51DD">
        <w:rPr>
          <w:rFonts w:ascii="Arial" w:hAnsi="Arial" w:cs="Arial"/>
          <w:sz w:val="20"/>
        </w:rPr>
        <w:t>).</w:t>
      </w:r>
    </w:p>
    <w:p w14:paraId="6A96C517" w14:textId="77777777" w:rsidR="00971064" w:rsidRPr="003B51DD" w:rsidRDefault="00971064" w:rsidP="00D82C77">
      <w:pPr>
        <w:spacing w:before="120"/>
        <w:jc w:val="both"/>
        <w:rPr>
          <w:rFonts w:ascii="Arial" w:hAnsi="Arial" w:cs="Arial"/>
          <w:i/>
          <w:sz w:val="20"/>
        </w:rPr>
      </w:pPr>
    </w:p>
    <w:p w14:paraId="6792A44E" w14:textId="4723CA96" w:rsidR="007823F5" w:rsidRPr="003B51DD" w:rsidRDefault="007823F5" w:rsidP="007823F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F2 – Nom, prénom, qualité du Représentant de l’acheteur :</w:t>
      </w:r>
    </w:p>
    <w:p w14:paraId="320D71F5" w14:textId="377A2E38" w:rsidR="00D82C77" w:rsidRPr="003B51DD" w:rsidRDefault="00D82C77" w:rsidP="00D82C77">
      <w:pPr>
        <w:tabs>
          <w:tab w:val="left" w:pos="2268"/>
          <w:tab w:val="left" w:pos="2835"/>
        </w:tabs>
        <w:spacing w:before="120"/>
        <w:jc w:val="both"/>
        <w:rPr>
          <w:rFonts w:ascii="Arial" w:hAnsi="Arial" w:cs="Arial"/>
          <w:bCs/>
          <w:sz w:val="20"/>
        </w:rPr>
      </w:pPr>
      <w:r w:rsidRPr="003B51DD">
        <w:rPr>
          <w:rFonts w:ascii="Arial" w:hAnsi="Arial" w:cs="Arial"/>
          <w:bCs/>
          <w:sz w:val="20"/>
        </w:rPr>
        <w:t>L’Ingénieur Général des Travaux Maritimes Roland BOUTIN, Directeur d</w:t>
      </w:r>
      <w:r w:rsidR="006D0A57">
        <w:rPr>
          <w:rFonts w:ascii="Arial" w:hAnsi="Arial" w:cs="Arial"/>
          <w:bCs/>
          <w:sz w:val="20"/>
        </w:rPr>
        <w:t>u</w:t>
      </w:r>
      <w:r w:rsidRPr="003B51DD">
        <w:rPr>
          <w:rFonts w:ascii="Arial" w:hAnsi="Arial" w:cs="Arial"/>
          <w:bCs/>
          <w:sz w:val="20"/>
        </w:rPr>
        <w:t xml:space="preserve"> SID </w:t>
      </w:r>
      <w:r w:rsidR="006D0A57" w:rsidRPr="006D0A57">
        <w:rPr>
          <w:rFonts w:ascii="Arial" w:hAnsi="Arial" w:cs="Arial"/>
          <w:bCs/>
          <w:sz w:val="20"/>
        </w:rPr>
        <w:t>Atlantique</w:t>
      </w:r>
      <w:r w:rsidRPr="003B51DD">
        <w:rPr>
          <w:rFonts w:ascii="Arial" w:hAnsi="Arial" w:cs="Arial"/>
          <w:bCs/>
          <w:sz w:val="20"/>
        </w:rPr>
        <w:t>.</w:t>
      </w:r>
    </w:p>
    <w:p w14:paraId="5898E74C" w14:textId="77777777" w:rsidR="00385B7F" w:rsidRPr="003B51DD" w:rsidRDefault="00385B7F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7CEE3E06" w14:textId="56BB0499" w:rsidR="00385B7F" w:rsidRDefault="00FF096E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 xml:space="preserve">Le présent </w:t>
      </w:r>
      <w:r w:rsidR="0051258D" w:rsidRPr="003B51DD">
        <w:rPr>
          <w:rFonts w:ascii="Arial" w:hAnsi="Arial" w:cs="Arial"/>
          <w:sz w:val="20"/>
          <w:lang w:eastAsia="zh-CN"/>
        </w:rPr>
        <w:t>marché</w:t>
      </w:r>
      <w:r w:rsidRPr="003B51DD">
        <w:rPr>
          <w:rFonts w:ascii="Arial" w:hAnsi="Arial" w:cs="Arial"/>
          <w:sz w:val="20"/>
          <w:lang w:eastAsia="zh-CN"/>
        </w:rPr>
        <w:t xml:space="preserve"> est accepté dans toutes ses clauses :</w:t>
      </w:r>
    </w:p>
    <w:p w14:paraId="5FAC57E4" w14:textId="2EA31E12" w:rsidR="00C8096E" w:rsidRDefault="00C8096E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42C57394" w14:textId="77777777" w:rsidR="00C8096E" w:rsidRPr="003B51DD" w:rsidRDefault="00C8096E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7FCF0BF2" w14:textId="77777777" w:rsidR="007859D5" w:rsidRDefault="007859D5" w:rsidP="00280A83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 Gras" w:eastAsiaTheme="minorHAnsi" w:hAnsi="Arial Gras" w:cs="Arial"/>
          <w:b/>
          <w:vanish/>
          <w:color w:val="FF0000"/>
          <w:sz w:val="18"/>
          <w:lang w:eastAsia="en-US"/>
        </w:rPr>
      </w:pPr>
    </w:p>
    <w:p w14:paraId="532936EF" w14:textId="4270E35C" w:rsidR="00280A83" w:rsidRPr="003B51DD" w:rsidRDefault="00280A83" w:rsidP="00280A83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Univers" w:hAnsi="Univers" w:cs="Univers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>A Brest,</w:t>
      </w:r>
    </w:p>
    <w:p w14:paraId="6F2D53D3" w14:textId="77777777" w:rsidR="00280A83" w:rsidRPr="003B51DD" w:rsidRDefault="00280A83" w:rsidP="00280A83">
      <w:pPr>
        <w:tabs>
          <w:tab w:val="left" w:pos="851"/>
        </w:tabs>
        <w:suppressAutoHyphens/>
        <w:jc w:val="center"/>
        <w:rPr>
          <w:rFonts w:ascii="Univers" w:hAnsi="Univers" w:cs="Univers"/>
          <w:sz w:val="8"/>
          <w:lang w:eastAsia="zh-CN"/>
        </w:rPr>
      </w:pPr>
    </w:p>
    <w:p w14:paraId="0FC3B540" w14:textId="45864309" w:rsidR="00D82C77" w:rsidRPr="003B51DD" w:rsidRDefault="00280A83" w:rsidP="0046717F">
      <w:pPr>
        <w:tabs>
          <w:tab w:val="left" w:pos="851"/>
        </w:tabs>
        <w:suppressAutoHyphens/>
        <w:jc w:val="center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Signature :</w:t>
      </w:r>
    </w:p>
    <w:p w14:paraId="5ADD4036" w14:textId="2E6991E9" w:rsidR="0046717F" w:rsidRDefault="0046717F" w:rsidP="0046717F">
      <w:pPr>
        <w:jc w:val="center"/>
        <w:rPr>
          <w:rFonts w:ascii="Arial" w:hAnsi="Arial" w:cs="Arial"/>
          <w:bCs/>
          <w:i/>
          <w:strike/>
          <w:sz w:val="20"/>
        </w:rPr>
      </w:pPr>
    </w:p>
    <w:p w14:paraId="230F766E" w14:textId="77777777" w:rsidR="001C1C68" w:rsidRPr="003B51DD" w:rsidRDefault="001C1C68" w:rsidP="0046717F">
      <w:pPr>
        <w:jc w:val="center"/>
        <w:rPr>
          <w:bCs/>
          <w:szCs w:val="22"/>
        </w:rPr>
      </w:pPr>
    </w:p>
    <w:p w14:paraId="483FCEF9" w14:textId="76B53A2C" w:rsidR="00821F82" w:rsidRPr="0030542C" w:rsidRDefault="00821F82" w:rsidP="0030542C">
      <w:pPr>
        <w:jc w:val="center"/>
        <w:rPr>
          <w:rFonts w:ascii="Arial" w:hAnsi="Arial" w:cs="Arial"/>
          <w:sz w:val="20"/>
        </w:rPr>
      </w:pPr>
      <w:r w:rsidRPr="0030542C">
        <w:rPr>
          <w:rFonts w:ascii="Arial" w:hAnsi="Arial" w:cs="Arial"/>
          <w:sz w:val="20"/>
        </w:rPr>
        <w:t xml:space="preserve">Pour le directeur </w:t>
      </w:r>
      <w:r w:rsidR="006D0A57" w:rsidRPr="006D0A57">
        <w:rPr>
          <w:rFonts w:ascii="Arial" w:hAnsi="Arial" w:cs="Arial"/>
          <w:sz w:val="20"/>
        </w:rPr>
        <w:t>du SID Atlantique</w:t>
      </w:r>
    </w:p>
    <w:p w14:paraId="52F3F0DC" w14:textId="77777777" w:rsidR="00821F82" w:rsidRPr="0030542C" w:rsidRDefault="00821F82" w:rsidP="0030542C">
      <w:pPr>
        <w:jc w:val="center"/>
        <w:rPr>
          <w:rFonts w:ascii="Arial" w:hAnsi="Arial" w:cs="Arial"/>
          <w:sz w:val="20"/>
        </w:rPr>
      </w:pPr>
      <w:proofErr w:type="gramStart"/>
      <w:r w:rsidRPr="0030542C">
        <w:rPr>
          <w:rFonts w:ascii="Arial" w:hAnsi="Arial" w:cs="Arial"/>
          <w:sz w:val="20"/>
        </w:rPr>
        <w:t>et</w:t>
      </w:r>
      <w:proofErr w:type="gramEnd"/>
      <w:r w:rsidRPr="0030542C">
        <w:rPr>
          <w:rFonts w:ascii="Arial" w:hAnsi="Arial" w:cs="Arial"/>
          <w:sz w:val="20"/>
        </w:rPr>
        <w:t xml:space="preserve"> par délégation</w:t>
      </w:r>
    </w:p>
    <w:p w14:paraId="736C0FEB" w14:textId="103EF176" w:rsidR="00821F82" w:rsidRPr="0030542C" w:rsidRDefault="00B91751" w:rsidP="0030542C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L’I</w:t>
      </w:r>
      <w:r w:rsidR="00821F82" w:rsidRPr="0030542C">
        <w:rPr>
          <w:rFonts w:ascii="Arial" w:hAnsi="Arial" w:cs="Arial"/>
          <w:sz w:val="20"/>
        </w:rPr>
        <w:t xml:space="preserve">ngénieur </w:t>
      </w:r>
      <w:r>
        <w:rPr>
          <w:rFonts w:ascii="Arial" w:hAnsi="Arial" w:cs="Arial"/>
          <w:sz w:val="20"/>
        </w:rPr>
        <w:t>Civil de la Défense Hors Classe</w:t>
      </w:r>
    </w:p>
    <w:p w14:paraId="13ABAF12" w14:textId="4024EDCA" w:rsidR="00821F82" w:rsidRPr="0030542C" w:rsidRDefault="00B91751" w:rsidP="0030542C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Alain LAOT</w:t>
      </w:r>
    </w:p>
    <w:p w14:paraId="3C681364" w14:textId="77777777" w:rsidR="00821F82" w:rsidRPr="0030542C" w:rsidRDefault="00821F82" w:rsidP="0030542C">
      <w:pPr>
        <w:jc w:val="center"/>
        <w:rPr>
          <w:rFonts w:ascii="Arial" w:hAnsi="Arial" w:cs="Arial"/>
          <w:sz w:val="20"/>
        </w:rPr>
      </w:pPr>
      <w:r w:rsidRPr="0030542C">
        <w:rPr>
          <w:rFonts w:ascii="Arial" w:hAnsi="Arial" w:cs="Arial"/>
          <w:sz w:val="20"/>
        </w:rPr>
        <w:t>Chef de la division Gestion du Patrimoine</w:t>
      </w:r>
    </w:p>
    <w:p w14:paraId="7FBCB299" w14:textId="77777777" w:rsidR="00821F82" w:rsidRPr="00FD50E1" w:rsidRDefault="00821F82" w:rsidP="00821F82">
      <w:pPr>
        <w:ind w:left="5812"/>
        <w:jc w:val="right"/>
        <w:rPr>
          <w:rFonts w:cs="Arial"/>
          <w:szCs w:val="22"/>
        </w:rPr>
      </w:pPr>
    </w:p>
    <w:p w14:paraId="0DB080BA" w14:textId="77777777" w:rsidR="00821F82" w:rsidRDefault="00821F82" w:rsidP="0046717F">
      <w:pPr>
        <w:jc w:val="center"/>
        <w:rPr>
          <w:rFonts w:ascii="Arial" w:hAnsi="Arial" w:cs="Arial"/>
          <w:bCs/>
          <w:sz w:val="20"/>
        </w:rPr>
      </w:pPr>
    </w:p>
    <w:p w14:paraId="751DB85F" w14:textId="00740E13" w:rsidR="00821F82" w:rsidRDefault="00821F82" w:rsidP="0046717F">
      <w:pPr>
        <w:jc w:val="center"/>
        <w:rPr>
          <w:rFonts w:ascii="Arial" w:hAnsi="Arial" w:cs="Arial"/>
          <w:bCs/>
          <w:sz w:val="20"/>
        </w:rPr>
      </w:pPr>
    </w:p>
    <w:p w14:paraId="7F4C99FC" w14:textId="41EB9274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055E3846" w14:textId="52EE27DD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157C1EC8" w14:textId="71A2E595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114E80B0" w14:textId="32DADBA8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11298577" w14:textId="2BAF6552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02CEB83C" w14:textId="2DE7DCA2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330800DA" w14:textId="33B57FFD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54FBDC8F" w14:textId="6C7D1DB0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16E8C7F3" w14:textId="3E7AA53E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02221897" w14:textId="349F9523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69291DC1" w14:textId="51A6EC86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0BCCA26E" w14:textId="5ECAB504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218F4B99" w14:textId="08F862D9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3BF4C951" w14:textId="62B51D02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5926C31F" w14:textId="59EA3A97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09D68D73" w14:textId="449A4836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6DD11C3A" w14:textId="77E424AC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065FD73E" w14:textId="35889DD7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551C1E04" w14:textId="326DD262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3A2CD53D" w14:textId="1A00BA7C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28FEEE3B" w14:textId="77777777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66CEA5F7" w14:textId="77777777" w:rsidR="007D3B49" w:rsidRPr="007D3B49" w:rsidRDefault="007D3B49" w:rsidP="007D3B49">
      <w:pPr>
        <w:rPr>
          <w:rFonts w:ascii="Arial" w:eastAsia="Arial" w:hAnsi="Arial" w:cs="Arial"/>
          <w:b/>
          <w:color w:val="000000"/>
          <w:sz w:val="18"/>
          <w:szCs w:val="22"/>
        </w:rPr>
      </w:pPr>
      <w:r w:rsidRPr="007D3B49">
        <w:rPr>
          <w:rFonts w:ascii="Arial" w:eastAsia="Arial" w:hAnsi="Arial" w:cs="Arial"/>
          <w:b/>
          <w:color w:val="000000"/>
          <w:sz w:val="18"/>
          <w:szCs w:val="22"/>
        </w:rPr>
        <w:t>Date de notification du marché Public</w:t>
      </w:r>
      <w:r w:rsidRPr="007D3B49">
        <w:rPr>
          <w:rFonts w:ascii="Arial" w:eastAsia="Arial" w:hAnsi="Arial" w:cs="Arial"/>
          <w:b/>
          <w:bCs/>
          <w:color w:val="000000"/>
          <w:sz w:val="18"/>
          <w:szCs w:val="22"/>
        </w:rPr>
        <w:t xml:space="preserve"> : </w:t>
      </w:r>
      <w:r w:rsidRPr="007D3B49">
        <w:rPr>
          <w:rFonts w:ascii="Arial" w:eastAsia="Arial" w:hAnsi="Arial" w:cs="Arial"/>
          <w:color w:val="000000"/>
          <w:sz w:val="18"/>
          <w:szCs w:val="22"/>
        </w:rPr>
        <w:t>[Horodatage PLACE de l’accusé de réception du courrier de notification envoyé au titulaire]</w:t>
      </w:r>
    </w:p>
    <w:p w14:paraId="4B037C0A" w14:textId="1BECCD62" w:rsidR="007D3B49" w:rsidRDefault="007D3B49" w:rsidP="00BA1796">
      <w:pPr>
        <w:rPr>
          <w:rFonts w:ascii="Arial" w:eastAsia="Arial" w:hAnsi="Arial" w:cs="Arial"/>
          <w:color w:val="000000"/>
          <w:sz w:val="18"/>
          <w:szCs w:val="22"/>
        </w:rPr>
      </w:pPr>
      <w:r>
        <w:rPr>
          <w:rFonts w:ascii="Arial" w:eastAsia="Arial" w:hAnsi="Arial" w:cs="Arial"/>
          <w:color w:val="000000"/>
          <w:sz w:val="18"/>
          <w:szCs w:val="22"/>
        </w:rPr>
        <w:br w:type="page"/>
      </w:r>
    </w:p>
    <w:p w14:paraId="47A5EE8A" w14:textId="3C2439E5" w:rsidR="007D3B49" w:rsidRPr="006425AE" w:rsidRDefault="004F32B3" w:rsidP="007D3B49">
      <w:pPr>
        <w:jc w:val="center"/>
        <w:rPr>
          <w:rFonts w:ascii="Arial" w:hAnsi="Arial" w:cs="Arial"/>
          <w:b/>
          <w:i/>
          <w:szCs w:val="22"/>
        </w:rPr>
      </w:pPr>
      <w:r w:rsidRPr="006425AE">
        <w:rPr>
          <w:rFonts w:ascii="Arial" w:hAnsi="Arial" w:cs="Arial"/>
          <w:b/>
          <w:iCs/>
          <w:szCs w:val="22"/>
        </w:rPr>
        <w:t xml:space="preserve">ANNEXE </w:t>
      </w:r>
      <w:r w:rsidR="007D3B49">
        <w:rPr>
          <w:rFonts w:ascii="Arial" w:hAnsi="Arial" w:cs="Arial"/>
          <w:b/>
          <w:iCs/>
          <w:szCs w:val="22"/>
        </w:rPr>
        <w:t xml:space="preserve">1 - </w:t>
      </w:r>
      <w:r w:rsidR="007D3B49" w:rsidRPr="006425AE">
        <w:rPr>
          <w:rFonts w:ascii="Arial" w:hAnsi="Arial" w:cs="Arial"/>
          <w:b/>
          <w:iCs/>
          <w:szCs w:val="22"/>
        </w:rPr>
        <w:t xml:space="preserve">RIB - </w:t>
      </w:r>
      <w:r w:rsidR="007D3B49" w:rsidRPr="006425AE">
        <w:rPr>
          <w:rFonts w:ascii="Arial" w:hAnsi="Arial" w:cs="Arial"/>
          <w:b/>
          <w:szCs w:val="22"/>
        </w:rPr>
        <w:t>COMPTE(S) A CREDITER</w:t>
      </w:r>
    </w:p>
    <w:p w14:paraId="43BD10C8" w14:textId="77777777" w:rsidR="007D3B49" w:rsidRPr="006425AE" w:rsidRDefault="007D3B49" w:rsidP="007D3B49">
      <w:pPr>
        <w:tabs>
          <w:tab w:val="left" w:pos="4536"/>
          <w:tab w:val="left" w:pos="5103"/>
        </w:tabs>
        <w:spacing w:before="60" w:after="60"/>
        <w:jc w:val="center"/>
        <w:rPr>
          <w:rFonts w:ascii="Arial" w:hAnsi="Arial" w:cs="Arial"/>
          <w:iCs/>
          <w:szCs w:val="22"/>
        </w:rPr>
      </w:pPr>
    </w:p>
    <w:p w14:paraId="4739A1AC" w14:textId="77777777" w:rsidR="007D3B49" w:rsidRPr="000C5CA4" w:rsidRDefault="007D3B49" w:rsidP="007D3B49">
      <w:pPr>
        <w:pStyle w:val="Titre11"/>
        <w:spacing w:before="120" w:after="120" w:line="240" w:lineRule="auto"/>
        <w:jc w:val="both"/>
        <w:rPr>
          <w:rFonts w:cs="Arial"/>
          <w:b w:val="0"/>
          <w:i/>
          <w:sz w:val="22"/>
          <w:szCs w:val="22"/>
        </w:rPr>
      </w:pPr>
      <w:r w:rsidRPr="000C5CA4">
        <w:rPr>
          <w:rFonts w:cs="Arial"/>
          <w:sz w:val="22"/>
          <w:szCs w:val="22"/>
        </w:rPr>
        <w:t xml:space="preserve">Compte(s) À crÉditer </w:t>
      </w:r>
    </w:p>
    <w:p w14:paraId="08FC153C" w14:textId="77777777" w:rsidR="007D3B49" w:rsidRPr="000C5CA4" w:rsidRDefault="007D3B49" w:rsidP="007D3B49">
      <w:pPr>
        <w:pStyle w:val="Titre11"/>
        <w:spacing w:before="120" w:after="120" w:line="240" w:lineRule="auto"/>
        <w:jc w:val="center"/>
        <w:rPr>
          <w:rFonts w:cs="Arial"/>
          <w:color w:val="FF0000"/>
          <w:sz w:val="22"/>
          <w:szCs w:val="22"/>
        </w:rPr>
      </w:pPr>
      <w:r w:rsidRPr="000C5CA4">
        <w:rPr>
          <w:rFonts w:cs="Arial"/>
          <w:color w:val="FF0000"/>
          <w:sz w:val="22"/>
          <w:szCs w:val="22"/>
        </w:rPr>
        <w:t>CHOISIR UNE DES deux REDACTIONS CI-DESSOUS Et Effacer l’autre</w:t>
      </w:r>
    </w:p>
    <w:p w14:paraId="49C758CB" w14:textId="77777777" w:rsidR="007D3B49" w:rsidRDefault="007D3B49" w:rsidP="007D3B49">
      <w:pPr>
        <w:jc w:val="both"/>
        <w:rPr>
          <w:rFonts w:ascii="Arial" w:hAnsi="Arial" w:cs="Arial"/>
          <w:b/>
          <w:szCs w:val="22"/>
        </w:rPr>
      </w:pPr>
    </w:p>
    <w:p w14:paraId="7FA62DD9" w14:textId="77777777" w:rsidR="007D3B49" w:rsidRPr="00A1317E" w:rsidRDefault="007D3B49" w:rsidP="007D3B49">
      <w:pPr>
        <w:jc w:val="both"/>
        <w:rPr>
          <w:rFonts w:ascii="Arial" w:hAnsi="Arial" w:cs="Arial"/>
          <w:b/>
          <w:sz w:val="20"/>
          <w:szCs w:val="22"/>
        </w:rPr>
      </w:pPr>
      <w:r w:rsidRPr="00A1317E">
        <w:rPr>
          <w:rFonts w:ascii="Arial" w:hAnsi="Arial" w:cs="Arial"/>
          <w:b/>
          <w:sz w:val="20"/>
          <w:szCs w:val="22"/>
        </w:rPr>
        <w:t>Dans le cas d’un titulaire unique ou d’un groupement avec un compte unique</w:t>
      </w:r>
    </w:p>
    <w:p w14:paraId="2539D053" w14:textId="77777777" w:rsidR="007D3B49" w:rsidRPr="00A1317E" w:rsidRDefault="007D3B49" w:rsidP="007D3B49">
      <w:pPr>
        <w:jc w:val="both"/>
        <w:rPr>
          <w:rFonts w:ascii="Arial" w:hAnsi="Arial" w:cs="Arial"/>
          <w:sz w:val="20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D3B49" w:rsidRPr="00A1317E" w14:paraId="57A344AB" w14:textId="77777777" w:rsidTr="001C4C9E">
        <w:trPr>
          <w:cantSplit/>
          <w:trHeight w:val="3402"/>
          <w:jc w:val="center"/>
        </w:trPr>
        <w:tc>
          <w:tcPr>
            <w:tcW w:w="10206" w:type="dxa"/>
            <w:shd w:val="clear" w:color="auto" w:fill="auto"/>
          </w:tcPr>
          <w:p w14:paraId="35F9C89C" w14:textId="77777777" w:rsidR="007D3B49" w:rsidRPr="00A1317E" w:rsidRDefault="007D3B49" w:rsidP="001C4C9E">
            <w:pPr>
              <w:jc w:val="both"/>
              <w:rPr>
                <w:rFonts w:ascii="Arial" w:hAnsi="Arial" w:cs="Arial"/>
                <w:b/>
                <w:i/>
                <w:sz w:val="20"/>
                <w:szCs w:val="22"/>
              </w:rPr>
            </w:pPr>
            <w:r w:rsidRPr="00A1317E">
              <w:rPr>
                <w:rFonts w:ascii="Arial" w:hAnsi="Arial" w:cs="Arial"/>
                <w:b/>
                <w:i/>
                <w:sz w:val="20"/>
                <w:szCs w:val="22"/>
              </w:rPr>
              <w:t>Coller ici le Relevé d’Identité Bancaire.</w:t>
            </w:r>
          </w:p>
          <w:p w14:paraId="4A91D4F3" w14:textId="77777777" w:rsidR="007D3B49" w:rsidRPr="00A1317E" w:rsidRDefault="007D3B49" w:rsidP="001C4C9E">
            <w:pPr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</w:p>
        </w:tc>
      </w:tr>
    </w:tbl>
    <w:p w14:paraId="2D8E3E85" w14:textId="77777777" w:rsidR="007D3B49" w:rsidRPr="00A1317E" w:rsidRDefault="007D3B49" w:rsidP="007D3B49">
      <w:pPr>
        <w:jc w:val="both"/>
        <w:rPr>
          <w:rFonts w:ascii="Arial" w:hAnsi="Arial" w:cs="Arial"/>
          <w:b/>
          <w:sz w:val="20"/>
          <w:szCs w:val="22"/>
        </w:rPr>
      </w:pPr>
    </w:p>
    <w:p w14:paraId="45014B75" w14:textId="77777777" w:rsidR="007D3B49" w:rsidRPr="00A1317E" w:rsidRDefault="007D3B49" w:rsidP="007D3B49">
      <w:pPr>
        <w:jc w:val="both"/>
        <w:rPr>
          <w:rFonts w:ascii="Arial" w:hAnsi="Arial" w:cs="Arial"/>
          <w:b/>
          <w:color w:val="FF0000"/>
          <w:sz w:val="20"/>
          <w:szCs w:val="22"/>
        </w:rPr>
      </w:pPr>
      <w:proofErr w:type="gramStart"/>
      <w:r w:rsidRPr="00A1317E">
        <w:rPr>
          <w:rFonts w:ascii="Arial" w:hAnsi="Arial" w:cs="Arial"/>
          <w:b/>
          <w:color w:val="FF0000"/>
          <w:sz w:val="20"/>
          <w:szCs w:val="22"/>
        </w:rPr>
        <w:t>OU</w:t>
      </w:r>
      <w:proofErr w:type="gramEnd"/>
    </w:p>
    <w:p w14:paraId="5DB8AADB" w14:textId="77777777" w:rsidR="007D3B49" w:rsidRPr="00A1317E" w:rsidRDefault="007D3B49" w:rsidP="007D3B49">
      <w:pPr>
        <w:jc w:val="both"/>
        <w:rPr>
          <w:rFonts w:ascii="Arial" w:hAnsi="Arial" w:cs="Arial"/>
          <w:b/>
          <w:sz w:val="20"/>
          <w:szCs w:val="22"/>
        </w:rPr>
      </w:pPr>
    </w:p>
    <w:p w14:paraId="107F8E38" w14:textId="77777777" w:rsidR="007D3B49" w:rsidRPr="00A1317E" w:rsidRDefault="007D3B49" w:rsidP="007D3B49">
      <w:pPr>
        <w:jc w:val="both"/>
        <w:rPr>
          <w:rFonts w:ascii="Arial" w:hAnsi="Arial" w:cs="Arial"/>
          <w:b/>
          <w:sz w:val="20"/>
          <w:szCs w:val="22"/>
        </w:rPr>
      </w:pPr>
      <w:r w:rsidRPr="00A1317E">
        <w:rPr>
          <w:rFonts w:ascii="Arial" w:hAnsi="Arial" w:cs="Arial"/>
          <w:b/>
          <w:sz w:val="20"/>
          <w:szCs w:val="22"/>
        </w:rPr>
        <w:t>Dans le cas d’un groupement avec des comptes séparés</w:t>
      </w:r>
    </w:p>
    <w:p w14:paraId="087FBB16" w14:textId="77777777" w:rsidR="007D3B49" w:rsidRPr="00A1317E" w:rsidRDefault="007D3B49" w:rsidP="007D3B49">
      <w:pPr>
        <w:jc w:val="both"/>
        <w:rPr>
          <w:rFonts w:ascii="Arial" w:hAnsi="Arial" w:cs="Arial"/>
          <w:b/>
          <w:sz w:val="20"/>
          <w:szCs w:val="22"/>
        </w:rPr>
      </w:pPr>
    </w:p>
    <w:p w14:paraId="2738EC12" w14:textId="77777777" w:rsidR="007D3B49" w:rsidRPr="00A1317E" w:rsidRDefault="007D3B49" w:rsidP="007D3B49">
      <w:pPr>
        <w:jc w:val="both"/>
        <w:rPr>
          <w:rFonts w:ascii="Arial" w:hAnsi="Arial" w:cs="Arial"/>
          <w:sz w:val="20"/>
          <w:szCs w:val="22"/>
        </w:rPr>
      </w:pPr>
      <w:r w:rsidRPr="00A1317E">
        <w:rPr>
          <w:rFonts w:ascii="Arial" w:hAnsi="Arial" w:cs="Arial"/>
          <w:sz w:val="20"/>
          <w:szCs w:val="22"/>
        </w:rPr>
        <w:t>Le mandataire</w:t>
      </w:r>
    </w:p>
    <w:p w14:paraId="4DC54767" w14:textId="77777777" w:rsidR="007D3B49" w:rsidRPr="00A1317E" w:rsidRDefault="007D3B49" w:rsidP="007D3B49">
      <w:pPr>
        <w:jc w:val="both"/>
        <w:rPr>
          <w:rFonts w:ascii="Arial" w:hAnsi="Arial" w:cs="Arial"/>
          <w:sz w:val="20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D3B49" w:rsidRPr="00A1317E" w14:paraId="04A65ADD" w14:textId="77777777" w:rsidTr="001C4C9E">
        <w:trPr>
          <w:cantSplit/>
          <w:trHeight w:val="3402"/>
          <w:jc w:val="center"/>
        </w:trPr>
        <w:tc>
          <w:tcPr>
            <w:tcW w:w="10206" w:type="dxa"/>
            <w:shd w:val="clear" w:color="auto" w:fill="auto"/>
          </w:tcPr>
          <w:p w14:paraId="24512498" w14:textId="77777777" w:rsidR="007D3B49" w:rsidRPr="00A1317E" w:rsidRDefault="007D3B49" w:rsidP="001C4C9E">
            <w:pPr>
              <w:jc w:val="both"/>
              <w:rPr>
                <w:rFonts w:ascii="Arial" w:hAnsi="Arial" w:cs="Arial"/>
                <w:i/>
                <w:sz w:val="20"/>
                <w:szCs w:val="22"/>
              </w:rPr>
            </w:pPr>
            <w:r w:rsidRPr="00A1317E">
              <w:rPr>
                <w:rFonts w:ascii="Arial" w:hAnsi="Arial" w:cs="Arial"/>
                <w:i/>
                <w:sz w:val="20"/>
                <w:szCs w:val="22"/>
              </w:rPr>
              <w:t>Coller ici le Relevé d’Identité Bancaire du mandataire.</w:t>
            </w:r>
          </w:p>
          <w:p w14:paraId="57F59D74" w14:textId="77777777" w:rsidR="007D3B49" w:rsidRPr="00A1317E" w:rsidRDefault="007D3B49" w:rsidP="001C4C9E">
            <w:pPr>
              <w:jc w:val="both"/>
              <w:rPr>
                <w:rFonts w:ascii="Arial" w:hAnsi="Arial" w:cs="Arial"/>
                <w:i/>
                <w:sz w:val="20"/>
                <w:szCs w:val="22"/>
              </w:rPr>
            </w:pPr>
          </w:p>
        </w:tc>
      </w:tr>
    </w:tbl>
    <w:p w14:paraId="7CF87D17" w14:textId="77777777" w:rsidR="007D3B49" w:rsidRPr="00A1317E" w:rsidRDefault="007D3B49" w:rsidP="007D3B49">
      <w:pPr>
        <w:jc w:val="both"/>
        <w:rPr>
          <w:rFonts w:ascii="Arial" w:hAnsi="Arial" w:cs="Arial"/>
          <w:sz w:val="20"/>
          <w:szCs w:val="22"/>
        </w:rPr>
      </w:pPr>
    </w:p>
    <w:p w14:paraId="63E3CD05" w14:textId="77777777" w:rsidR="007D3B49" w:rsidRPr="00A1317E" w:rsidRDefault="007D3B49" w:rsidP="007D3B49">
      <w:pPr>
        <w:jc w:val="both"/>
        <w:rPr>
          <w:rFonts w:ascii="Arial" w:hAnsi="Arial" w:cs="Arial"/>
          <w:sz w:val="20"/>
          <w:szCs w:val="22"/>
        </w:rPr>
      </w:pPr>
      <w:r w:rsidRPr="00A1317E">
        <w:rPr>
          <w:rFonts w:ascii="Arial" w:hAnsi="Arial" w:cs="Arial"/>
          <w:sz w:val="20"/>
          <w:szCs w:val="22"/>
        </w:rPr>
        <w:t>Le cotraitant n° </w:t>
      </w:r>
      <w:r w:rsidRPr="00A1317E">
        <w:rPr>
          <w:rFonts w:ascii="Arial" w:hAnsi="Arial" w:cs="Arial"/>
          <w:color w:val="FF0000"/>
          <w:sz w:val="20"/>
          <w:szCs w:val="22"/>
          <w:highlight w:val="cyan"/>
        </w:rPr>
        <w:t>?</w:t>
      </w:r>
      <w:r w:rsidRPr="00A1317E">
        <w:rPr>
          <w:rFonts w:ascii="Arial" w:hAnsi="Arial" w:cs="Arial"/>
          <w:sz w:val="20"/>
          <w:szCs w:val="22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D3B49" w:rsidRPr="00A1317E" w14:paraId="797A320F" w14:textId="77777777" w:rsidTr="007D3B49">
        <w:trPr>
          <w:cantSplit/>
          <w:trHeight w:val="3402"/>
          <w:jc w:val="center"/>
        </w:trPr>
        <w:tc>
          <w:tcPr>
            <w:tcW w:w="9628" w:type="dxa"/>
            <w:shd w:val="clear" w:color="auto" w:fill="auto"/>
          </w:tcPr>
          <w:p w14:paraId="062C243D" w14:textId="77777777" w:rsidR="007D3B49" w:rsidRPr="00A1317E" w:rsidRDefault="007D3B49" w:rsidP="001C4C9E">
            <w:pPr>
              <w:jc w:val="both"/>
              <w:rPr>
                <w:rFonts w:ascii="Arial" w:hAnsi="Arial" w:cs="Arial"/>
                <w:i/>
                <w:sz w:val="20"/>
                <w:szCs w:val="22"/>
              </w:rPr>
            </w:pPr>
            <w:r w:rsidRPr="00A1317E">
              <w:rPr>
                <w:rFonts w:ascii="Arial" w:hAnsi="Arial" w:cs="Arial"/>
                <w:i/>
                <w:sz w:val="20"/>
                <w:szCs w:val="22"/>
              </w:rPr>
              <w:t xml:space="preserve">Coller ici le Relevé d’Identité Bancaire du cotraitant n° </w:t>
            </w:r>
            <w:r w:rsidRPr="00A1317E">
              <w:rPr>
                <w:rFonts w:ascii="Arial" w:hAnsi="Arial" w:cs="Arial"/>
                <w:i/>
                <w:color w:val="FF0000"/>
                <w:sz w:val="20"/>
                <w:szCs w:val="22"/>
                <w:highlight w:val="cyan"/>
              </w:rPr>
              <w:t>?</w:t>
            </w:r>
            <w:r w:rsidRPr="00A1317E">
              <w:rPr>
                <w:rFonts w:ascii="Arial" w:hAnsi="Arial" w:cs="Arial"/>
                <w:i/>
                <w:sz w:val="20"/>
                <w:szCs w:val="22"/>
              </w:rPr>
              <w:t>.</w:t>
            </w:r>
          </w:p>
          <w:p w14:paraId="6676DFF2" w14:textId="77777777" w:rsidR="007D3B49" w:rsidRPr="00A1317E" w:rsidRDefault="007D3B49" w:rsidP="001C4C9E">
            <w:pPr>
              <w:jc w:val="both"/>
              <w:rPr>
                <w:rFonts w:ascii="Arial" w:hAnsi="Arial" w:cs="Arial"/>
                <w:i/>
                <w:sz w:val="20"/>
                <w:szCs w:val="22"/>
              </w:rPr>
            </w:pPr>
          </w:p>
        </w:tc>
      </w:tr>
    </w:tbl>
    <w:p w14:paraId="668FE225" w14:textId="2D1180A6" w:rsidR="00A1317E" w:rsidRPr="00A1317E" w:rsidRDefault="00A1317E" w:rsidP="00BA1796">
      <w:pPr>
        <w:rPr>
          <w:rFonts w:ascii="Arial" w:eastAsia="Arial" w:hAnsi="Arial" w:cs="Arial"/>
          <w:color w:val="000000"/>
          <w:sz w:val="16"/>
          <w:szCs w:val="22"/>
        </w:rPr>
      </w:pPr>
      <w:r w:rsidRPr="00A1317E">
        <w:rPr>
          <w:rFonts w:ascii="Arial" w:eastAsia="Arial" w:hAnsi="Arial" w:cs="Arial"/>
          <w:color w:val="000000"/>
          <w:sz w:val="16"/>
          <w:szCs w:val="22"/>
        </w:rPr>
        <w:br w:type="page"/>
      </w:r>
    </w:p>
    <w:p w14:paraId="55F421B7" w14:textId="64414B90" w:rsidR="00A1317E" w:rsidRDefault="004F32B3" w:rsidP="00A1317E">
      <w:pPr>
        <w:jc w:val="center"/>
        <w:rPr>
          <w:rFonts w:ascii="Arial" w:hAnsi="Arial" w:cs="Arial"/>
          <w:b/>
          <w:iCs/>
          <w:szCs w:val="22"/>
        </w:rPr>
      </w:pPr>
      <w:r w:rsidRPr="00A1317E">
        <w:rPr>
          <w:rFonts w:ascii="Arial" w:hAnsi="Arial" w:cs="Arial"/>
          <w:b/>
          <w:iCs/>
          <w:szCs w:val="22"/>
        </w:rPr>
        <w:t xml:space="preserve">ANNEXE </w:t>
      </w:r>
      <w:r w:rsidR="00A1317E" w:rsidRPr="00A1317E">
        <w:rPr>
          <w:rFonts w:ascii="Arial" w:hAnsi="Arial" w:cs="Arial"/>
          <w:b/>
          <w:iCs/>
          <w:szCs w:val="22"/>
        </w:rPr>
        <w:t>2 – Etat des Prix Forfaitaires (EPF)</w:t>
      </w:r>
    </w:p>
    <w:p w14:paraId="37FCB219" w14:textId="77777777" w:rsidR="00AA511F" w:rsidRPr="00A1317E" w:rsidRDefault="00AA511F" w:rsidP="00A1317E">
      <w:pPr>
        <w:jc w:val="center"/>
        <w:rPr>
          <w:rFonts w:ascii="Arial" w:hAnsi="Arial" w:cs="Arial"/>
          <w:b/>
          <w:i/>
          <w:szCs w:val="22"/>
        </w:rPr>
      </w:pPr>
      <w:bookmarkStart w:id="1" w:name="_GoBack"/>
      <w:bookmarkEnd w:id="1"/>
    </w:p>
    <w:p w14:paraId="11BE5575" w14:textId="77777777" w:rsidR="00A1317E" w:rsidRPr="00A1317E" w:rsidRDefault="00A1317E" w:rsidP="00A1317E">
      <w:pPr>
        <w:spacing w:after="160" w:line="259" w:lineRule="auto"/>
        <w:rPr>
          <w:rFonts w:ascii="Arial" w:hAnsi="Arial" w:cs="Arial"/>
          <w:szCs w:val="22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2883"/>
        <w:gridCol w:w="1936"/>
        <w:gridCol w:w="1476"/>
        <w:gridCol w:w="2345"/>
      </w:tblGrid>
      <w:tr w:rsidR="00980BD8" w:rsidRPr="00A1317E" w14:paraId="310AD9F1" w14:textId="77777777" w:rsidTr="00980BD8">
        <w:trPr>
          <w:trHeight w:val="603"/>
          <w:jc w:val="center"/>
        </w:trPr>
        <w:tc>
          <w:tcPr>
            <w:tcW w:w="988" w:type="dxa"/>
            <w:shd w:val="clear" w:color="auto" w:fill="5B9BD5" w:themeFill="accent1"/>
            <w:vAlign w:val="center"/>
          </w:tcPr>
          <w:p w14:paraId="6CE68BB4" w14:textId="3258BC37" w:rsidR="00980BD8" w:rsidRPr="000A166F" w:rsidRDefault="00980BD8" w:rsidP="005B1FF5">
            <w:pPr>
              <w:spacing w:after="160" w:line="259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0A166F">
              <w:rPr>
                <w:rFonts w:ascii="Arial" w:hAnsi="Arial" w:cs="Arial"/>
                <w:b/>
                <w:color w:val="FFFFFF" w:themeColor="background1"/>
                <w:sz w:val="20"/>
              </w:rPr>
              <w:t>N° Prix</w:t>
            </w:r>
          </w:p>
        </w:tc>
        <w:tc>
          <w:tcPr>
            <w:tcW w:w="2883" w:type="dxa"/>
            <w:shd w:val="clear" w:color="auto" w:fill="5B9BD5" w:themeFill="accent1"/>
            <w:vAlign w:val="center"/>
          </w:tcPr>
          <w:p w14:paraId="638A7705" w14:textId="68EA1F0D" w:rsidR="00980BD8" w:rsidRPr="000A166F" w:rsidRDefault="00980BD8" w:rsidP="005B1FF5">
            <w:pPr>
              <w:spacing w:after="160" w:line="259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0A166F">
              <w:rPr>
                <w:rFonts w:ascii="Arial" w:hAnsi="Arial" w:cs="Arial"/>
                <w:b/>
                <w:color w:val="FFFFFF" w:themeColor="background1"/>
                <w:sz w:val="20"/>
              </w:rPr>
              <w:t>Libellé</w:t>
            </w:r>
          </w:p>
        </w:tc>
        <w:tc>
          <w:tcPr>
            <w:tcW w:w="1936" w:type="dxa"/>
            <w:shd w:val="clear" w:color="auto" w:fill="5B9BD5" w:themeFill="accent1"/>
            <w:vAlign w:val="center"/>
          </w:tcPr>
          <w:p w14:paraId="4EA90BCC" w14:textId="286CB19D" w:rsidR="00980BD8" w:rsidRPr="000A166F" w:rsidRDefault="00980BD8" w:rsidP="005B1FF5">
            <w:pPr>
              <w:spacing w:after="160" w:line="259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</w:p>
        </w:tc>
        <w:tc>
          <w:tcPr>
            <w:tcW w:w="1476" w:type="dxa"/>
            <w:shd w:val="clear" w:color="auto" w:fill="5B9BD5" w:themeFill="accent1"/>
            <w:vAlign w:val="center"/>
          </w:tcPr>
          <w:p w14:paraId="1E18CB47" w14:textId="70E10C44" w:rsidR="00980BD8" w:rsidRPr="000A166F" w:rsidRDefault="00980BD8" w:rsidP="005B1FF5">
            <w:pPr>
              <w:spacing w:after="160" w:line="259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0A166F">
              <w:rPr>
                <w:rFonts w:ascii="Arial" w:hAnsi="Arial" w:cs="Arial"/>
                <w:b/>
                <w:color w:val="FFFFFF" w:themeColor="background1"/>
                <w:sz w:val="20"/>
              </w:rPr>
              <w:t>Unité</w:t>
            </w:r>
          </w:p>
        </w:tc>
        <w:tc>
          <w:tcPr>
            <w:tcW w:w="2345" w:type="dxa"/>
            <w:shd w:val="clear" w:color="auto" w:fill="5B9BD5" w:themeFill="accent1"/>
            <w:vAlign w:val="center"/>
          </w:tcPr>
          <w:p w14:paraId="46366D45" w14:textId="4CD8393E" w:rsidR="00980BD8" w:rsidRPr="000A166F" w:rsidRDefault="00980BD8" w:rsidP="005B1FF5">
            <w:pPr>
              <w:spacing w:after="160" w:line="259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0A166F">
              <w:rPr>
                <w:rFonts w:ascii="Arial" w:hAnsi="Arial" w:cs="Arial"/>
                <w:b/>
                <w:color w:val="FFFFFF" w:themeColor="background1"/>
                <w:sz w:val="20"/>
              </w:rPr>
              <w:t>Total € HT</w:t>
            </w:r>
          </w:p>
        </w:tc>
      </w:tr>
      <w:tr w:rsidR="00980BD8" w:rsidRPr="00A1317E" w14:paraId="57F7A564" w14:textId="77777777" w:rsidTr="000A3E7E">
        <w:trPr>
          <w:trHeight w:val="603"/>
          <w:jc w:val="center"/>
        </w:trPr>
        <w:tc>
          <w:tcPr>
            <w:tcW w:w="9628" w:type="dxa"/>
            <w:gridSpan w:val="5"/>
            <w:shd w:val="clear" w:color="auto" w:fill="BDD6EE" w:themeFill="accent1" w:themeFillTint="66"/>
            <w:vAlign w:val="center"/>
          </w:tcPr>
          <w:p w14:paraId="6409686A" w14:textId="35A40C3E" w:rsidR="00980BD8" w:rsidRPr="000A166F" w:rsidRDefault="00980BD8" w:rsidP="00980BD8">
            <w:pPr>
              <w:spacing w:after="160" w:line="259" w:lineRule="auto"/>
              <w:rPr>
                <w:rFonts w:ascii="Arial" w:hAnsi="Arial" w:cs="Arial"/>
                <w:b/>
                <w:sz w:val="20"/>
              </w:rPr>
            </w:pPr>
            <w:r w:rsidRPr="000A166F">
              <w:rPr>
                <w:rFonts w:ascii="Arial" w:hAnsi="Arial" w:cs="Arial"/>
                <w:b/>
                <w:sz w:val="20"/>
              </w:rPr>
              <w:t>PT 1                                   Partie technique n°1 – Indice de qualité écologique</w:t>
            </w:r>
          </w:p>
        </w:tc>
      </w:tr>
      <w:tr w:rsidR="00527EE1" w:rsidRPr="00A1317E" w14:paraId="7CD38611" w14:textId="77777777" w:rsidTr="0074632D">
        <w:trPr>
          <w:trHeight w:val="701"/>
          <w:jc w:val="center"/>
        </w:trPr>
        <w:tc>
          <w:tcPr>
            <w:tcW w:w="988" w:type="dxa"/>
            <w:shd w:val="clear" w:color="auto" w:fill="5B9BD5" w:themeFill="accent1"/>
            <w:vAlign w:val="center"/>
          </w:tcPr>
          <w:p w14:paraId="0857BF48" w14:textId="6F52108A" w:rsidR="00527EE1" w:rsidRPr="000A166F" w:rsidRDefault="0068250F" w:rsidP="00B91751">
            <w:pPr>
              <w:spacing w:after="160" w:line="259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0A166F">
              <w:rPr>
                <w:rFonts w:ascii="Arial" w:hAnsi="Arial" w:cs="Arial"/>
                <w:b/>
                <w:color w:val="FFFFFF" w:themeColor="background1"/>
                <w:sz w:val="20"/>
              </w:rPr>
              <w:t>1</w:t>
            </w:r>
            <w:r w:rsidR="000A166F">
              <w:rPr>
                <w:rFonts w:ascii="Arial" w:hAnsi="Arial" w:cs="Arial"/>
                <w:b/>
                <w:color w:val="FFFFFF" w:themeColor="background1"/>
                <w:sz w:val="20"/>
              </w:rPr>
              <w:t>a</w:t>
            </w:r>
          </w:p>
        </w:tc>
        <w:tc>
          <w:tcPr>
            <w:tcW w:w="4819" w:type="dxa"/>
            <w:gridSpan w:val="2"/>
            <w:shd w:val="clear" w:color="auto" w:fill="FFFFFF" w:themeFill="background1"/>
            <w:vAlign w:val="center"/>
          </w:tcPr>
          <w:p w14:paraId="2951E0A2" w14:textId="20CE2186" w:rsidR="00527EE1" w:rsidRPr="000A166F" w:rsidRDefault="0068250F" w:rsidP="006D0A57">
            <w:pPr>
              <w:spacing w:after="160" w:line="259" w:lineRule="auto"/>
              <w:rPr>
                <w:rFonts w:ascii="Arial" w:hAnsi="Arial" w:cs="Arial"/>
                <w:sz w:val="20"/>
              </w:rPr>
            </w:pPr>
            <w:r w:rsidRPr="000A166F">
              <w:rPr>
                <w:rFonts w:ascii="Arial" w:hAnsi="Arial" w:cs="Arial"/>
                <w:sz w:val="20"/>
              </w:rPr>
              <w:t>Synthèse bibliographique</w:t>
            </w:r>
          </w:p>
        </w:tc>
        <w:tc>
          <w:tcPr>
            <w:tcW w:w="1476" w:type="dxa"/>
            <w:shd w:val="clear" w:color="auto" w:fill="FFFFFF" w:themeFill="background1"/>
            <w:vAlign w:val="center"/>
          </w:tcPr>
          <w:p w14:paraId="517E1C73" w14:textId="6E9F01ED" w:rsidR="00527EE1" w:rsidRPr="000A166F" w:rsidRDefault="00846F2B" w:rsidP="00527EE1">
            <w:pPr>
              <w:spacing w:after="160" w:line="259" w:lineRule="auto"/>
              <w:jc w:val="center"/>
              <w:rPr>
                <w:rFonts w:ascii="Arial" w:hAnsi="Arial" w:cs="Arial"/>
                <w:sz w:val="20"/>
              </w:rPr>
            </w:pPr>
            <w:r w:rsidRPr="000A166F">
              <w:rPr>
                <w:rFonts w:ascii="Arial" w:hAnsi="Arial" w:cs="Arial"/>
                <w:sz w:val="20"/>
              </w:rPr>
              <w:t>Forfait</w:t>
            </w:r>
          </w:p>
        </w:tc>
        <w:tc>
          <w:tcPr>
            <w:tcW w:w="2345" w:type="dxa"/>
            <w:shd w:val="clear" w:color="auto" w:fill="auto"/>
            <w:vAlign w:val="center"/>
          </w:tcPr>
          <w:p w14:paraId="45237886" w14:textId="78384A45" w:rsidR="00527EE1" w:rsidRPr="000A166F" w:rsidRDefault="00846F2B" w:rsidP="00527EE1">
            <w:pPr>
              <w:spacing w:after="160" w:line="259" w:lineRule="auto"/>
              <w:jc w:val="center"/>
              <w:rPr>
                <w:rFonts w:ascii="Arial" w:hAnsi="Arial" w:cs="Arial"/>
                <w:sz w:val="20"/>
              </w:rPr>
            </w:pPr>
            <w:r w:rsidRPr="000A166F">
              <w:rPr>
                <w:rFonts w:ascii="Arial" w:hAnsi="Arial" w:cs="Arial"/>
                <w:sz w:val="20"/>
              </w:rPr>
              <w:t>€</w:t>
            </w:r>
          </w:p>
        </w:tc>
      </w:tr>
      <w:tr w:rsidR="00846F2B" w:rsidRPr="00A1317E" w14:paraId="36196A5B" w14:textId="77777777" w:rsidTr="0074632D">
        <w:trPr>
          <w:trHeight w:val="701"/>
          <w:jc w:val="center"/>
        </w:trPr>
        <w:tc>
          <w:tcPr>
            <w:tcW w:w="988" w:type="dxa"/>
            <w:shd w:val="clear" w:color="auto" w:fill="5B9BD5" w:themeFill="accent1"/>
            <w:vAlign w:val="center"/>
          </w:tcPr>
          <w:p w14:paraId="2276A40C" w14:textId="589031F7" w:rsidR="00846F2B" w:rsidRPr="000A166F" w:rsidRDefault="000A166F" w:rsidP="000A166F">
            <w:pPr>
              <w:spacing w:after="160" w:line="259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</w:rPr>
              <w:t>1b</w:t>
            </w:r>
          </w:p>
        </w:tc>
        <w:tc>
          <w:tcPr>
            <w:tcW w:w="481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801E07" w14:textId="7C3A65BE" w:rsidR="00846F2B" w:rsidRPr="000A166F" w:rsidRDefault="00846F2B" w:rsidP="00846F2B">
            <w:pPr>
              <w:spacing w:after="160" w:line="259" w:lineRule="auto"/>
              <w:rPr>
                <w:rFonts w:ascii="Arial" w:hAnsi="Arial" w:cs="Arial"/>
                <w:b/>
                <w:sz w:val="20"/>
              </w:rPr>
            </w:pPr>
            <w:r w:rsidRPr="000A166F">
              <w:rPr>
                <w:rFonts w:ascii="Arial" w:eastAsia="Calibri" w:hAnsi="Arial" w:cs="Arial"/>
                <w:sz w:val="20"/>
                <w:lang w:eastAsia="en-US"/>
              </w:rPr>
              <w:t xml:space="preserve">IQE du site Base </w:t>
            </w:r>
            <w:r w:rsidR="00521E76" w:rsidRPr="000A166F">
              <w:rPr>
                <w:rFonts w:ascii="Arial" w:eastAsia="Calibri" w:hAnsi="Arial" w:cs="Arial"/>
                <w:sz w:val="20"/>
                <w:lang w:eastAsia="en-US"/>
              </w:rPr>
              <w:t xml:space="preserve">FUSCO </w:t>
            </w:r>
          </w:p>
        </w:tc>
        <w:tc>
          <w:tcPr>
            <w:tcW w:w="1476" w:type="dxa"/>
            <w:vAlign w:val="center"/>
          </w:tcPr>
          <w:p w14:paraId="1A0CB8D4" w14:textId="10DBB3EE" w:rsidR="00846F2B" w:rsidRPr="000A166F" w:rsidRDefault="00846F2B" w:rsidP="00846F2B">
            <w:pPr>
              <w:spacing w:after="160" w:line="259" w:lineRule="auto"/>
              <w:jc w:val="center"/>
              <w:rPr>
                <w:rFonts w:ascii="Arial" w:hAnsi="Arial" w:cs="Arial"/>
                <w:sz w:val="20"/>
              </w:rPr>
            </w:pPr>
            <w:r w:rsidRPr="000A166F">
              <w:rPr>
                <w:rFonts w:ascii="Arial" w:hAnsi="Arial" w:cs="Arial"/>
                <w:sz w:val="20"/>
              </w:rPr>
              <w:t>Forfait</w:t>
            </w:r>
          </w:p>
        </w:tc>
        <w:tc>
          <w:tcPr>
            <w:tcW w:w="2345" w:type="dxa"/>
            <w:shd w:val="clear" w:color="auto" w:fill="auto"/>
            <w:vAlign w:val="center"/>
          </w:tcPr>
          <w:p w14:paraId="751B5F06" w14:textId="178F54FE" w:rsidR="00846F2B" w:rsidRPr="000A166F" w:rsidRDefault="00846F2B" w:rsidP="00846F2B">
            <w:pPr>
              <w:spacing w:after="160" w:line="259" w:lineRule="auto"/>
              <w:jc w:val="center"/>
              <w:rPr>
                <w:rFonts w:ascii="Arial" w:hAnsi="Arial" w:cs="Arial"/>
                <w:sz w:val="20"/>
              </w:rPr>
            </w:pPr>
            <w:r w:rsidRPr="000A166F">
              <w:rPr>
                <w:rFonts w:ascii="Arial" w:hAnsi="Arial" w:cs="Arial"/>
                <w:sz w:val="20"/>
              </w:rPr>
              <w:t>€</w:t>
            </w:r>
          </w:p>
        </w:tc>
      </w:tr>
      <w:tr w:rsidR="00846F2B" w:rsidRPr="00A1317E" w14:paraId="159A7D4F" w14:textId="77777777" w:rsidTr="0074632D">
        <w:trPr>
          <w:trHeight w:val="701"/>
          <w:jc w:val="center"/>
        </w:trPr>
        <w:tc>
          <w:tcPr>
            <w:tcW w:w="988" w:type="dxa"/>
            <w:shd w:val="clear" w:color="auto" w:fill="5B9BD5" w:themeFill="accent1"/>
            <w:vAlign w:val="center"/>
          </w:tcPr>
          <w:p w14:paraId="510734D3" w14:textId="44F0B267" w:rsidR="00846F2B" w:rsidRPr="000A166F" w:rsidRDefault="000A166F" w:rsidP="000A166F">
            <w:pPr>
              <w:spacing w:after="160" w:line="259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</w:rPr>
              <w:t>1c</w:t>
            </w:r>
          </w:p>
        </w:tc>
        <w:tc>
          <w:tcPr>
            <w:tcW w:w="481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825DB1" w14:textId="29E2EADB" w:rsidR="00846F2B" w:rsidRPr="000A166F" w:rsidRDefault="00846F2B" w:rsidP="00846F2B">
            <w:pPr>
              <w:spacing w:after="160" w:line="259" w:lineRule="auto"/>
              <w:rPr>
                <w:rFonts w:ascii="Arial" w:hAnsi="Arial" w:cs="Arial"/>
                <w:b/>
                <w:sz w:val="20"/>
              </w:rPr>
            </w:pPr>
            <w:r w:rsidRPr="000A166F">
              <w:rPr>
                <w:rFonts w:ascii="Arial" w:eastAsia="Calibri" w:hAnsi="Arial" w:cs="Arial"/>
                <w:sz w:val="20"/>
                <w:lang w:eastAsia="en-US"/>
              </w:rPr>
              <w:t>IQE de la vasière</w:t>
            </w:r>
          </w:p>
        </w:tc>
        <w:tc>
          <w:tcPr>
            <w:tcW w:w="1476" w:type="dxa"/>
            <w:vAlign w:val="center"/>
          </w:tcPr>
          <w:p w14:paraId="50511D60" w14:textId="7E459E85" w:rsidR="00846F2B" w:rsidRPr="000A166F" w:rsidRDefault="00846F2B" w:rsidP="00846F2B">
            <w:pPr>
              <w:spacing w:after="160" w:line="259" w:lineRule="auto"/>
              <w:jc w:val="center"/>
              <w:rPr>
                <w:rFonts w:ascii="Arial" w:hAnsi="Arial" w:cs="Arial"/>
                <w:sz w:val="20"/>
              </w:rPr>
            </w:pPr>
            <w:r w:rsidRPr="000A166F">
              <w:rPr>
                <w:rFonts w:ascii="Arial" w:hAnsi="Arial" w:cs="Arial"/>
                <w:sz w:val="20"/>
              </w:rPr>
              <w:t>Forfait</w:t>
            </w:r>
          </w:p>
        </w:tc>
        <w:tc>
          <w:tcPr>
            <w:tcW w:w="2345" w:type="dxa"/>
            <w:shd w:val="clear" w:color="auto" w:fill="auto"/>
            <w:vAlign w:val="center"/>
          </w:tcPr>
          <w:p w14:paraId="52E0D00E" w14:textId="795B007C" w:rsidR="00846F2B" w:rsidRPr="000A166F" w:rsidRDefault="00846F2B" w:rsidP="00846F2B">
            <w:pPr>
              <w:spacing w:after="160" w:line="259" w:lineRule="auto"/>
              <w:jc w:val="center"/>
              <w:rPr>
                <w:rFonts w:ascii="Arial" w:hAnsi="Arial" w:cs="Arial"/>
                <w:sz w:val="20"/>
              </w:rPr>
            </w:pPr>
            <w:r w:rsidRPr="000A166F">
              <w:rPr>
                <w:rFonts w:ascii="Arial" w:hAnsi="Arial" w:cs="Arial"/>
                <w:sz w:val="20"/>
              </w:rPr>
              <w:t>€</w:t>
            </w:r>
          </w:p>
        </w:tc>
      </w:tr>
      <w:tr w:rsidR="00980BD8" w:rsidRPr="00A1317E" w14:paraId="4D054424" w14:textId="77777777" w:rsidTr="00475B42">
        <w:trPr>
          <w:trHeight w:val="701"/>
          <w:jc w:val="center"/>
        </w:trPr>
        <w:tc>
          <w:tcPr>
            <w:tcW w:w="9628" w:type="dxa"/>
            <w:gridSpan w:val="5"/>
            <w:shd w:val="clear" w:color="auto" w:fill="BDD6EE" w:themeFill="accent1" w:themeFillTint="66"/>
            <w:vAlign w:val="center"/>
          </w:tcPr>
          <w:p w14:paraId="144F9B4B" w14:textId="2ACC96C6" w:rsidR="00980BD8" w:rsidRPr="000A166F" w:rsidRDefault="00980BD8" w:rsidP="00521E76">
            <w:pPr>
              <w:spacing w:after="160" w:line="259" w:lineRule="auto"/>
              <w:rPr>
                <w:rFonts w:ascii="Arial" w:hAnsi="Arial" w:cs="Arial"/>
                <w:sz w:val="20"/>
              </w:rPr>
            </w:pPr>
            <w:r w:rsidRPr="000A166F">
              <w:rPr>
                <w:rFonts w:ascii="Arial" w:hAnsi="Arial" w:cs="Arial"/>
                <w:b/>
                <w:sz w:val="20"/>
              </w:rPr>
              <w:t>PT 2</w:t>
            </w:r>
            <w:r w:rsidRPr="000A166F">
              <w:rPr>
                <w:rFonts w:ascii="Arial" w:hAnsi="Arial" w:cs="Arial"/>
                <w:b/>
                <w:sz w:val="20"/>
              </w:rPr>
              <w:t xml:space="preserve">                                   </w:t>
            </w:r>
            <w:r w:rsidRPr="000A166F">
              <w:rPr>
                <w:rFonts w:ascii="Arial" w:hAnsi="Arial" w:cs="Arial"/>
                <w:b/>
                <w:sz w:val="20"/>
              </w:rPr>
              <w:t xml:space="preserve">Partie technique n°2 – Inventaire hivernal </w:t>
            </w:r>
          </w:p>
        </w:tc>
      </w:tr>
      <w:tr w:rsidR="0074632D" w:rsidRPr="00A1317E" w14:paraId="6E5C74B6" w14:textId="77777777" w:rsidTr="000A166F">
        <w:trPr>
          <w:trHeight w:val="701"/>
          <w:jc w:val="center"/>
        </w:trPr>
        <w:tc>
          <w:tcPr>
            <w:tcW w:w="988" w:type="dxa"/>
            <w:shd w:val="clear" w:color="auto" w:fill="5B9BD5" w:themeFill="accent1"/>
            <w:vAlign w:val="center"/>
          </w:tcPr>
          <w:p w14:paraId="07F294AC" w14:textId="7D4714D6" w:rsidR="0074632D" w:rsidRPr="000A166F" w:rsidRDefault="0074632D" w:rsidP="0074632D">
            <w:pPr>
              <w:spacing w:after="160" w:line="259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0A166F">
              <w:rPr>
                <w:rFonts w:ascii="Arial" w:hAnsi="Arial" w:cs="Arial"/>
                <w:b/>
                <w:color w:val="FFFFFF" w:themeColor="background1"/>
                <w:sz w:val="20"/>
              </w:rPr>
              <w:t>2</w:t>
            </w:r>
          </w:p>
        </w:tc>
        <w:tc>
          <w:tcPr>
            <w:tcW w:w="4819" w:type="dxa"/>
            <w:gridSpan w:val="2"/>
            <w:shd w:val="clear" w:color="auto" w:fill="FFFFFF" w:themeFill="background1"/>
            <w:vAlign w:val="center"/>
          </w:tcPr>
          <w:p w14:paraId="65B59F74" w14:textId="4B69541B" w:rsidR="0074632D" w:rsidRPr="000A166F" w:rsidRDefault="0074632D" w:rsidP="0074632D">
            <w:pPr>
              <w:spacing w:after="160" w:line="259" w:lineRule="auto"/>
              <w:rPr>
                <w:rFonts w:ascii="Arial" w:hAnsi="Arial" w:cs="Arial"/>
                <w:sz w:val="20"/>
              </w:rPr>
            </w:pPr>
            <w:r w:rsidRPr="000A166F">
              <w:rPr>
                <w:rFonts w:ascii="Arial" w:hAnsi="Arial" w:cs="Arial"/>
                <w:sz w:val="20"/>
              </w:rPr>
              <w:t xml:space="preserve">Inventaire hivernal </w:t>
            </w:r>
          </w:p>
        </w:tc>
        <w:tc>
          <w:tcPr>
            <w:tcW w:w="1476" w:type="dxa"/>
            <w:shd w:val="clear" w:color="auto" w:fill="FFFFFF" w:themeFill="background1"/>
            <w:vAlign w:val="center"/>
          </w:tcPr>
          <w:p w14:paraId="03B30354" w14:textId="070BC153" w:rsidR="0074632D" w:rsidRPr="000A166F" w:rsidRDefault="0074632D" w:rsidP="0074632D">
            <w:pPr>
              <w:spacing w:after="160" w:line="259" w:lineRule="auto"/>
              <w:jc w:val="center"/>
              <w:rPr>
                <w:rFonts w:ascii="Arial" w:hAnsi="Arial" w:cs="Arial"/>
                <w:sz w:val="20"/>
              </w:rPr>
            </w:pPr>
            <w:r w:rsidRPr="000A166F">
              <w:rPr>
                <w:rFonts w:ascii="Arial" w:hAnsi="Arial" w:cs="Arial"/>
                <w:sz w:val="20"/>
              </w:rPr>
              <w:t>Forfait</w:t>
            </w:r>
          </w:p>
        </w:tc>
        <w:tc>
          <w:tcPr>
            <w:tcW w:w="2345" w:type="dxa"/>
            <w:shd w:val="clear" w:color="auto" w:fill="FFFFFF" w:themeFill="background1"/>
            <w:vAlign w:val="center"/>
          </w:tcPr>
          <w:p w14:paraId="70C5C67C" w14:textId="5492209C" w:rsidR="0074632D" w:rsidRPr="000A166F" w:rsidRDefault="00F85AB4" w:rsidP="00F85AB4">
            <w:pPr>
              <w:spacing w:after="160" w:line="259" w:lineRule="auto"/>
              <w:jc w:val="center"/>
              <w:rPr>
                <w:rFonts w:ascii="Arial" w:hAnsi="Arial" w:cs="Arial"/>
                <w:sz w:val="20"/>
              </w:rPr>
            </w:pPr>
            <w:r w:rsidRPr="000A166F">
              <w:rPr>
                <w:rFonts w:ascii="Arial" w:hAnsi="Arial" w:cs="Arial"/>
                <w:sz w:val="20"/>
              </w:rPr>
              <w:t>€</w:t>
            </w:r>
          </w:p>
        </w:tc>
      </w:tr>
      <w:tr w:rsidR="000A166F" w:rsidRPr="00A1317E" w14:paraId="02C2C53E" w14:textId="77777777" w:rsidTr="00B12319">
        <w:trPr>
          <w:trHeight w:val="701"/>
          <w:jc w:val="center"/>
        </w:trPr>
        <w:tc>
          <w:tcPr>
            <w:tcW w:w="9628" w:type="dxa"/>
            <w:gridSpan w:val="5"/>
            <w:shd w:val="clear" w:color="auto" w:fill="BDD6EE" w:themeFill="accent1" w:themeFillTint="66"/>
            <w:vAlign w:val="center"/>
          </w:tcPr>
          <w:p w14:paraId="34538284" w14:textId="3D284A7D" w:rsidR="000A166F" w:rsidRPr="000A166F" w:rsidRDefault="000A166F" w:rsidP="00521E76">
            <w:pPr>
              <w:spacing w:after="160" w:line="259" w:lineRule="auto"/>
              <w:rPr>
                <w:rFonts w:ascii="Arial" w:hAnsi="Arial" w:cs="Arial"/>
                <w:sz w:val="20"/>
              </w:rPr>
            </w:pPr>
            <w:r w:rsidRPr="000A166F">
              <w:rPr>
                <w:rFonts w:ascii="Arial" w:hAnsi="Arial" w:cs="Arial"/>
                <w:b/>
                <w:sz w:val="20"/>
              </w:rPr>
              <w:t>PT 3</w:t>
            </w:r>
            <w:r>
              <w:rPr>
                <w:rFonts w:ascii="Arial" w:hAnsi="Arial" w:cs="Arial"/>
                <w:b/>
                <w:sz w:val="20"/>
              </w:rPr>
              <w:t xml:space="preserve">                                   </w:t>
            </w:r>
            <w:r w:rsidRPr="000A166F">
              <w:rPr>
                <w:rFonts w:ascii="Arial" w:hAnsi="Arial" w:cs="Arial"/>
                <w:b/>
                <w:sz w:val="20"/>
              </w:rPr>
              <w:t>Partie technique n°</w:t>
            </w:r>
            <w:r>
              <w:rPr>
                <w:rFonts w:ascii="Arial" w:hAnsi="Arial" w:cs="Arial"/>
                <w:b/>
                <w:sz w:val="20"/>
              </w:rPr>
              <w:t>3</w:t>
            </w:r>
            <w:r w:rsidRPr="000A166F">
              <w:rPr>
                <w:rFonts w:ascii="Arial" w:hAnsi="Arial" w:cs="Arial"/>
                <w:b/>
                <w:sz w:val="20"/>
              </w:rPr>
              <w:t xml:space="preserve"> –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0A166F">
              <w:rPr>
                <w:rFonts w:ascii="Arial" w:hAnsi="Arial" w:cs="Arial"/>
                <w:b/>
                <w:sz w:val="20"/>
              </w:rPr>
              <w:t>Identification des zones humides</w:t>
            </w:r>
          </w:p>
        </w:tc>
      </w:tr>
      <w:tr w:rsidR="00846F2B" w:rsidRPr="00A1317E" w14:paraId="077F9812" w14:textId="77777777" w:rsidTr="00521E76">
        <w:trPr>
          <w:trHeight w:val="701"/>
          <w:jc w:val="center"/>
        </w:trPr>
        <w:tc>
          <w:tcPr>
            <w:tcW w:w="988" w:type="dxa"/>
            <w:shd w:val="clear" w:color="auto" w:fill="5B9BD5" w:themeFill="accent1"/>
            <w:vAlign w:val="center"/>
          </w:tcPr>
          <w:p w14:paraId="59CB2EC3" w14:textId="30E7C2B1" w:rsidR="00846F2B" w:rsidRPr="000A166F" w:rsidRDefault="00846F2B" w:rsidP="00F85AB4">
            <w:pPr>
              <w:spacing w:after="160" w:line="259" w:lineRule="auto"/>
              <w:jc w:val="center"/>
              <w:rPr>
                <w:rFonts w:ascii="Arial" w:hAnsi="Arial" w:cs="Arial"/>
                <w:sz w:val="20"/>
              </w:rPr>
            </w:pPr>
            <w:r w:rsidRPr="00521E76">
              <w:rPr>
                <w:rFonts w:ascii="Arial" w:hAnsi="Arial" w:cs="Arial"/>
                <w:b/>
                <w:color w:val="FFFFFF" w:themeColor="background1"/>
                <w:sz w:val="20"/>
              </w:rPr>
              <w:t>3</w:t>
            </w:r>
          </w:p>
        </w:tc>
        <w:tc>
          <w:tcPr>
            <w:tcW w:w="4819" w:type="dxa"/>
            <w:gridSpan w:val="2"/>
            <w:shd w:val="clear" w:color="auto" w:fill="FFFFFF" w:themeFill="background1"/>
            <w:vAlign w:val="center"/>
          </w:tcPr>
          <w:p w14:paraId="62CDE0F4" w14:textId="658B1643" w:rsidR="00846F2B" w:rsidRPr="00521E76" w:rsidRDefault="00846F2B" w:rsidP="00846F2B">
            <w:pPr>
              <w:spacing w:after="160" w:line="259" w:lineRule="auto"/>
              <w:rPr>
                <w:rFonts w:ascii="Arial" w:hAnsi="Arial" w:cs="Arial"/>
                <w:sz w:val="20"/>
              </w:rPr>
            </w:pPr>
            <w:r w:rsidRPr="00521E76">
              <w:rPr>
                <w:rFonts w:ascii="Arial" w:hAnsi="Arial" w:cs="Arial"/>
                <w:sz w:val="20"/>
              </w:rPr>
              <w:t>Identification des zones humides</w:t>
            </w:r>
          </w:p>
        </w:tc>
        <w:tc>
          <w:tcPr>
            <w:tcW w:w="1476" w:type="dxa"/>
            <w:vAlign w:val="center"/>
          </w:tcPr>
          <w:p w14:paraId="72F29528" w14:textId="52B4E72C" w:rsidR="00846F2B" w:rsidRPr="000A166F" w:rsidRDefault="00846F2B" w:rsidP="00846F2B">
            <w:pPr>
              <w:spacing w:after="160" w:line="259" w:lineRule="auto"/>
              <w:jc w:val="center"/>
              <w:rPr>
                <w:rFonts w:ascii="Arial" w:hAnsi="Arial" w:cs="Arial"/>
                <w:sz w:val="20"/>
              </w:rPr>
            </w:pPr>
            <w:r w:rsidRPr="000A166F">
              <w:rPr>
                <w:rFonts w:ascii="Arial" w:hAnsi="Arial" w:cs="Arial"/>
                <w:sz w:val="20"/>
              </w:rPr>
              <w:t>Forfait</w:t>
            </w:r>
          </w:p>
        </w:tc>
        <w:tc>
          <w:tcPr>
            <w:tcW w:w="2345" w:type="dxa"/>
            <w:shd w:val="clear" w:color="auto" w:fill="auto"/>
            <w:vAlign w:val="center"/>
          </w:tcPr>
          <w:p w14:paraId="0F3BE2FC" w14:textId="291A59C5" w:rsidR="00846F2B" w:rsidRPr="000A166F" w:rsidRDefault="00846F2B" w:rsidP="00846F2B">
            <w:pPr>
              <w:spacing w:after="160" w:line="259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0A166F">
              <w:rPr>
                <w:rFonts w:ascii="Arial" w:hAnsi="Arial" w:cs="Arial"/>
                <w:sz w:val="20"/>
              </w:rPr>
              <w:t>€</w:t>
            </w:r>
          </w:p>
        </w:tc>
      </w:tr>
      <w:tr w:rsidR="00846F2B" w:rsidRPr="00A1317E" w14:paraId="06AECDEE" w14:textId="77777777" w:rsidTr="00521E76">
        <w:trPr>
          <w:trHeight w:val="701"/>
          <w:jc w:val="center"/>
        </w:trPr>
        <w:tc>
          <w:tcPr>
            <w:tcW w:w="7283" w:type="dxa"/>
            <w:gridSpan w:val="4"/>
            <w:shd w:val="clear" w:color="auto" w:fill="5B9BD5" w:themeFill="accent1"/>
            <w:vAlign w:val="center"/>
          </w:tcPr>
          <w:p w14:paraId="7B014E29" w14:textId="2A02BEBC" w:rsidR="00846F2B" w:rsidRPr="00521E76" w:rsidRDefault="00846F2B" w:rsidP="00846F2B">
            <w:pPr>
              <w:spacing w:after="160" w:line="259" w:lineRule="auto"/>
              <w:jc w:val="right"/>
              <w:rPr>
                <w:rFonts w:ascii="Arial" w:hAnsi="Arial" w:cs="Arial"/>
                <w:color w:val="FFFFFF" w:themeColor="background1"/>
                <w:sz w:val="20"/>
              </w:rPr>
            </w:pPr>
            <w:r w:rsidRPr="00521E76">
              <w:rPr>
                <w:rFonts w:ascii="Arial" w:hAnsi="Arial" w:cs="Arial"/>
                <w:b/>
                <w:color w:val="FFFFFF" w:themeColor="background1"/>
                <w:sz w:val="20"/>
              </w:rPr>
              <w:t>Montant HT</w:t>
            </w:r>
          </w:p>
        </w:tc>
        <w:tc>
          <w:tcPr>
            <w:tcW w:w="2345" w:type="dxa"/>
            <w:shd w:val="clear" w:color="auto" w:fill="5B9BD5" w:themeFill="accent1"/>
            <w:vAlign w:val="center"/>
          </w:tcPr>
          <w:p w14:paraId="7C208582" w14:textId="0B1DF3A3" w:rsidR="00846F2B" w:rsidRPr="00521E76" w:rsidRDefault="00846F2B" w:rsidP="00846F2B">
            <w:pPr>
              <w:spacing w:after="160" w:line="259" w:lineRule="auto"/>
              <w:jc w:val="center"/>
              <w:rPr>
                <w:rFonts w:ascii="Arial" w:hAnsi="Arial" w:cs="Arial"/>
                <w:color w:val="FFFFFF" w:themeColor="background1"/>
                <w:sz w:val="20"/>
              </w:rPr>
            </w:pPr>
            <w:r w:rsidRPr="00521E76">
              <w:rPr>
                <w:rFonts w:ascii="Arial" w:hAnsi="Arial" w:cs="Arial"/>
                <w:color w:val="FFFFFF" w:themeColor="background1"/>
                <w:sz w:val="20"/>
              </w:rPr>
              <w:t>€</w:t>
            </w:r>
          </w:p>
        </w:tc>
      </w:tr>
      <w:tr w:rsidR="00846F2B" w:rsidRPr="00A1317E" w14:paraId="6233E547" w14:textId="77777777" w:rsidTr="00521E76">
        <w:trPr>
          <w:trHeight w:val="701"/>
          <w:jc w:val="center"/>
        </w:trPr>
        <w:tc>
          <w:tcPr>
            <w:tcW w:w="7283" w:type="dxa"/>
            <w:gridSpan w:val="4"/>
            <w:shd w:val="clear" w:color="auto" w:fill="5B9BD5" w:themeFill="accent1"/>
            <w:vAlign w:val="center"/>
          </w:tcPr>
          <w:p w14:paraId="2884966D" w14:textId="0409BDC3" w:rsidR="00846F2B" w:rsidRPr="00521E76" w:rsidRDefault="00846F2B" w:rsidP="00846F2B">
            <w:pPr>
              <w:spacing w:after="160" w:line="259" w:lineRule="auto"/>
              <w:jc w:val="right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521E76">
              <w:rPr>
                <w:rFonts w:ascii="Arial" w:hAnsi="Arial" w:cs="Arial"/>
                <w:b/>
                <w:color w:val="FFFFFF" w:themeColor="background1"/>
                <w:sz w:val="20"/>
              </w:rPr>
              <w:t>TVA (20%)</w:t>
            </w:r>
          </w:p>
        </w:tc>
        <w:tc>
          <w:tcPr>
            <w:tcW w:w="2345" w:type="dxa"/>
            <w:shd w:val="clear" w:color="auto" w:fill="5B9BD5" w:themeFill="accent1"/>
            <w:vAlign w:val="center"/>
          </w:tcPr>
          <w:p w14:paraId="018B9085" w14:textId="2B4F3FB5" w:rsidR="00846F2B" w:rsidRPr="00521E76" w:rsidRDefault="00846F2B" w:rsidP="00846F2B">
            <w:pPr>
              <w:spacing w:after="160" w:line="259" w:lineRule="auto"/>
              <w:jc w:val="center"/>
              <w:rPr>
                <w:rFonts w:ascii="Arial" w:hAnsi="Arial" w:cs="Arial"/>
                <w:color w:val="FFFFFF" w:themeColor="background1"/>
                <w:sz w:val="20"/>
              </w:rPr>
            </w:pPr>
            <w:r w:rsidRPr="00521E76">
              <w:rPr>
                <w:rFonts w:ascii="Arial" w:hAnsi="Arial" w:cs="Arial"/>
                <w:color w:val="FFFFFF" w:themeColor="background1"/>
                <w:sz w:val="20"/>
              </w:rPr>
              <w:t>€</w:t>
            </w:r>
          </w:p>
        </w:tc>
      </w:tr>
    </w:tbl>
    <w:p w14:paraId="44F998B2" w14:textId="77777777" w:rsidR="00A1317E" w:rsidRPr="00A1317E" w:rsidRDefault="00A1317E" w:rsidP="00A1317E"/>
    <w:p w14:paraId="13813607" w14:textId="77777777" w:rsidR="00074744" w:rsidRPr="003B51DD" w:rsidRDefault="00074744" w:rsidP="00BA1796">
      <w:pPr>
        <w:rPr>
          <w:rFonts w:ascii="Arial" w:eastAsia="Arial" w:hAnsi="Arial" w:cs="Arial"/>
          <w:color w:val="000000"/>
          <w:sz w:val="18"/>
          <w:szCs w:val="22"/>
        </w:rPr>
      </w:pPr>
    </w:p>
    <w:sectPr w:rsidR="00074744" w:rsidRPr="003B51DD" w:rsidSect="008A6176">
      <w:footerReference w:type="default" r:id="rId16"/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5A3337" w14:textId="77777777" w:rsidR="001401CE" w:rsidRDefault="001401CE">
      <w:r>
        <w:separator/>
      </w:r>
    </w:p>
  </w:endnote>
  <w:endnote w:type="continuationSeparator" w:id="0">
    <w:p w14:paraId="72E704E9" w14:textId="77777777" w:rsidR="001401CE" w:rsidRDefault="00140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D5D60" w14:textId="585D8B93" w:rsidR="00444996" w:rsidRPr="00BD41C6" w:rsidRDefault="00444996">
    <w:pPr>
      <w:pStyle w:val="Pieddepage"/>
      <w:jc w:val="right"/>
      <w:rPr>
        <w:sz w:val="22"/>
      </w:rPr>
    </w:pPr>
    <w:r w:rsidRPr="00BD41C6">
      <w:rPr>
        <w:sz w:val="22"/>
      </w:rPr>
      <w:fldChar w:fldCharType="begin"/>
    </w:r>
    <w:r w:rsidRPr="00BD41C6">
      <w:rPr>
        <w:sz w:val="22"/>
      </w:rPr>
      <w:instrText>PAGE   \* MERGEFORMAT</w:instrText>
    </w:r>
    <w:r w:rsidRPr="00BD41C6">
      <w:rPr>
        <w:sz w:val="22"/>
      </w:rPr>
      <w:fldChar w:fldCharType="separate"/>
    </w:r>
    <w:r w:rsidR="00AA511F">
      <w:rPr>
        <w:noProof/>
        <w:sz w:val="22"/>
      </w:rPr>
      <w:t>8</w:t>
    </w:r>
    <w:r w:rsidRPr="00BD41C6">
      <w:rPr>
        <w:sz w:val="22"/>
      </w:rPr>
      <w:fldChar w:fldCharType="end"/>
    </w:r>
    <w:r w:rsidRPr="00BD41C6">
      <w:rPr>
        <w:sz w:val="22"/>
      </w:rPr>
      <w:t>/</w:t>
    </w:r>
    <w:r w:rsidRPr="00BD41C6">
      <w:rPr>
        <w:sz w:val="22"/>
      </w:rPr>
      <w:fldChar w:fldCharType="begin"/>
    </w:r>
    <w:r w:rsidRPr="00BD41C6">
      <w:rPr>
        <w:sz w:val="22"/>
      </w:rPr>
      <w:instrText xml:space="preserve"> NUMPAGES  \* Arabic  \* MERGEFORMAT </w:instrText>
    </w:r>
    <w:r w:rsidRPr="00BD41C6">
      <w:rPr>
        <w:sz w:val="22"/>
      </w:rPr>
      <w:fldChar w:fldCharType="separate"/>
    </w:r>
    <w:r w:rsidR="00AA511F">
      <w:rPr>
        <w:noProof/>
        <w:sz w:val="22"/>
      </w:rPr>
      <w:t>8</w:t>
    </w:r>
    <w:r w:rsidRPr="00BD41C6">
      <w:rPr>
        <w:noProof/>
        <w:sz w:val="22"/>
      </w:rPr>
      <w:fldChar w:fldCharType="end"/>
    </w:r>
  </w:p>
  <w:p w14:paraId="77940DCE" w14:textId="04859D93" w:rsidR="00444996" w:rsidRPr="00BD41C6" w:rsidRDefault="00444996" w:rsidP="006D7D83">
    <w:pPr>
      <w:pStyle w:val="Pieddepage"/>
      <w:jc w:val="center"/>
      <w:rPr>
        <w:sz w:val="16"/>
      </w:rPr>
    </w:pPr>
    <w:r>
      <w:rPr>
        <w:sz w:val="16"/>
      </w:rPr>
      <w:t xml:space="preserve">AE </w:t>
    </w:r>
    <w:r w:rsidR="0030542C">
      <w:rPr>
        <w:sz w:val="16"/>
      </w:rPr>
      <w:t>–</w:t>
    </w:r>
    <w:r>
      <w:rPr>
        <w:sz w:val="16"/>
      </w:rPr>
      <w:t xml:space="preserve"> </w:t>
    </w:r>
    <w:r w:rsidR="006D7D83">
      <w:rPr>
        <w:sz w:val="16"/>
      </w:rPr>
      <w:t>202</w:t>
    </w:r>
    <w:r w:rsidR="0088619B">
      <w:rPr>
        <w:sz w:val="16"/>
      </w:rPr>
      <w:t>5</w:t>
    </w:r>
    <w:r w:rsidR="006D7D83">
      <w:rPr>
        <w:sz w:val="16"/>
      </w:rPr>
      <w:t xml:space="preserve"> BSTG</w:t>
    </w:r>
    <w:r w:rsidR="00521E76">
      <w:rPr>
        <w:sz w:val="16"/>
      </w:rPr>
      <w:t>T</w:t>
    </w:r>
    <w:r w:rsidR="007D3B49">
      <w:rPr>
        <w:sz w:val="16"/>
      </w:rPr>
      <w:t xml:space="preserve">P </w:t>
    </w:r>
    <w:r w:rsidR="00B91751">
      <w:rPr>
        <w:sz w:val="16"/>
      </w:rPr>
      <w:t>8</w:t>
    </w:r>
    <w:r w:rsidR="0088619B">
      <w:rPr>
        <w:sz w:val="16"/>
      </w:rPr>
      <w:t>660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3A38D3" w14:textId="77777777" w:rsidR="001401CE" w:rsidRDefault="001401CE">
      <w:r>
        <w:separator/>
      </w:r>
    </w:p>
  </w:footnote>
  <w:footnote w:type="continuationSeparator" w:id="0">
    <w:p w14:paraId="3FA0F4E3" w14:textId="77777777" w:rsidR="001401CE" w:rsidRDefault="001401CE">
      <w:r>
        <w:continuationSeparator/>
      </w:r>
    </w:p>
  </w:footnote>
  <w:footnote w:id="1">
    <w:p w14:paraId="370F4AF3" w14:textId="77777777" w:rsidR="00444996" w:rsidRDefault="00444996" w:rsidP="008C4DF0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Conformément à l’article R2191-3 du CCP, l’avance est accordée au titulaire d’un marché lorsque le montant initial du marché est supérieur à 50 000 euros hors taxes et dans la mesure où le délai d'exécution est supérieur à deux mois.</w:t>
      </w:r>
    </w:p>
    <w:p w14:paraId="4E327AE1" w14:textId="60BB2D9C" w:rsidR="00444996" w:rsidRDefault="00444996" w:rsidP="008C4DF0">
      <w:pPr>
        <w:pStyle w:val="Notedebasdepage"/>
        <w:jc w:val="both"/>
      </w:pPr>
      <w:r>
        <w:t>Toute avance octroyée doit être remboursée (articles R2191-11 à R2191-12 du CCP).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Titre10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10D03E09"/>
    <w:multiLevelType w:val="multilevel"/>
    <w:tmpl w:val="14C8BE08"/>
    <w:lvl w:ilvl="0">
      <w:start w:val="1"/>
      <w:numFmt w:val="decimal"/>
      <w:pStyle w:val="TITRE1"/>
      <w:lvlText w:val="Article %1."/>
      <w:lvlJc w:val="left"/>
      <w:pPr>
        <w:ind w:left="2771" w:hanging="360"/>
      </w:pPr>
      <w:rPr>
        <w:rFonts w:ascii="Arial Gras" w:hAnsi="Arial Gras" w:hint="default"/>
        <w:caps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A1C0740"/>
    <w:multiLevelType w:val="hybridMultilevel"/>
    <w:tmpl w:val="CBDC4262"/>
    <w:lvl w:ilvl="0" w:tplc="54280DF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20C6B0F2"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eastAsia="Times New Roman" w:hAnsi="Symbol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66867D24"/>
    <w:multiLevelType w:val="hybridMultilevel"/>
    <w:tmpl w:val="43FA582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C376C5"/>
    <w:multiLevelType w:val="hybridMultilevel"/>
    <w:tmpl w:val="C5E2E3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proofState w:spelling="clean" w:grammar="clean"/>
  <w:attachedTemplate r:id="rId1"/>
  <w:documentProtection w:edit="readOnly" w:enforcement="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D2B"/>
    <w:rsid w:val="00005F52"/>
    <w:rsid w:val="0000610D"/>
    <w:rsid w:val="00006FED"/>
    <w:rsid w:val="00007B0F"/>
    <w:rsid w:val="00010FC1"/>
    <w:rsid w:val="00013E78"/>
    <w:rsid w:val="00014167"/>
    <w:rsid w:val="00015496"/>
    <w:rsid w:val="000155F4"/>
    <w:rsid w:val="00024D2F"/>
    <w:rsid w:val="00025D39"/>
    <w:rsid w:val="00025EE8"/>
    <w:rsid w:val="000338CF"/>
    <w:rsid w:val="00034ACE"/>
    <w:rsid w:val="00046F4D"/>
    <w:rsid w:val="00053911"/>
    <w:rsid w:val="00054B1E"/>
    <w:rsid w:val="00054C0E"/>
    <w:rsid w:val="00060340"/>
    <w:rsid w:val="0006072C"/>
    <w:rsid w:val="000608D6"/>
    <w:rsid w:val="00062A2A"/>
    <w:rsid w:val="00065F56"/>
    <w:rsid w:val="000718A9"/>
    <w:rsid w:val="000720D2"/>
    <w:rsid w:val="0007263D"/>
    <w:rsid w:val="00074744"/>
    <w:rsid w:val="0008263B"/>
    <w:rsid w:val="00082670"/>
    <w:rsid w:val="00091052"/>
    <w:rsid w:val="000937E5"/>
    <w:rsid w:val="00094D2B"/>
    <w:rsid w:val="00095853"/>
    <w:rsid w:val="000A166F"/>
    <w:rsid w:val="000A2BFF"/>
    <w:rsid w:val="000A4E43"/>
    <w:rsid w:val="000A5167"/>
    <w:rsid w:val="000A6A3F"/>
    <w:rsid w:val="000B1E08"/>
    <w:rsid w:val="000B3232"/>
    <w:rsid w:val="000B4CA3"/>
    <w:rsid w:val="000B4F07"/>
    <w:rsid w:val="000C09C2"/>
    <w:rsid w:val="000C0E12"/>
    <w:rsid w:val="000C1B68"/>
    <w:rsid w:val="000D1B3A"/>
    <w:rsid w:val="000D2A02"/>
    <w:rsid w:val="000D64EA"/>
    <w:rsid w:val="000D7743"/>
    <w:rsid w:val="000E09F6"/>
    <w:rsid w:val="000E6F4B"/>
    <w:rsid w:val="000E7D3D"/>
    <w:rsid w:val="000F7F95"/>
    <w:rsid w:val="000F7FA0"/>
    <w:rsid w:val="00103774"/>
    <w:rsid w:val="00111637"/>
    <w:rsid w:val="00111D78"/>
    <w:rsid w:val="001140F1"/>
    <w:rsid w:val="001147BB"/>
    <w:rsid w:val="00117E98"/>
    <w:rsid w:val="00120B4C"/>
    <w:rsid w:val="00122E39"/>
    <w:rsid w:val="001239ED"/>
    <w:rsid w:val="00124AD1"/>
    <w:rsid w:val="00127D81"/>
    <w:rsid w:val="00130F31"/>
    <w:rsid w:val="00132F76"/>
    <w:rsid w:val="001345A5"/>
    <w:rsid w:val="001345ED"/>
    <w:rsid w:val="00134928"/>
    <w:rsid w:val="001401CE"/>
    <w:rsid w:val="00143082"/>
    <w:rsid w:val="001453D7"/>
    <w:rsid w:val="001550EB"/>
    <w:rsid w:val="00164E38"/>
    <w:rsid w:val="00183651"/>
    <w:rsid w:val="0018548A"/>
    <w:rsid w:val="00187118"/>
    <w:rsid w:val="00190289"/>
    <w:rsid w:val="001935A5"/>
    <w:rsid w:val="001956CA"/>
    <w:rsid w:val="001A786A"/>
    <w:rsid w:val="001B15E2"/>
    <w:rsid w:val="001B1C00"/>
    <w:rsid w:val="001B7A6A"/>
    <w:rsid w:val="001C0D19"/>
    <w:rsid w:val="001C1C68"/>
    <w:rsid w:val="001D7957"/>
    <w:rsid w:val="001D7C9A"/>
    <w:rsid w:val="001E6F37"/>
    <w:rsid w:val="001F0553"/>
    <w:rsid w:val="001F23BF"/>
    <w:rsid w:val="001F4491"/>
    <w:rsid w:val="001F4989"/>
    <w:rsid w:val="00203B40"/>
    <w:rsid w:val="00205EF9"/>
    <w:rsid w:val="002175FF"/>
    <w:rsid w:val="0022648E"/>
    <w:rsid w:val="00227F04"/>
    <w:rsid w:val="00234085"/>
    <w:rsid w:val="00240572"/>
    <w:rsid w:val="00241AC9"/>
    <w:rsid w:val="00243BDD"/>
    <w:rsid w:val="002471DA"/>
    <w:rsid w:val="00247C6F"/>
    <w:rsid w:val="002524DF"/>
    <w:rsid w:val="002544A6"/>
    <w:rsid w:val="00260039"/>
    <w:rsid w:val="00266819"/>
    <w:rsid w:val="002677CC"/>
    <w:rsid w:val="00271588"/>
    <w:rsid w:val="00271598"/>
    <w:rsid w:val="002718D6"/>
    <w:rsid w:val="00271D7A"/>
    <w:rsid w:val="00272B52"/>
    <w:rsid w:val="00275253"/>
    <w:rsid w:val="00277361"/>
    <w:rsid w:val="00277C26"/>
    <w:rsid w:val="00280A83"/>
    <w:rsid w:val="00285985"/>
    <w:rsid w:val="00286AB9"/>
    <w:rsid w:val="0028705E"/>
    <w:rsid w:val="002900A4"/>
    <w:rsid w:val="002915E3"/>
    <w:rsid w:val="002926B8"/>
    <w:rsid w:val="00292EF8"/>
    <w:rsid w:val="00295DC0"/>
    <w:rsid w:val="002970B5"/>
    <w:rsid w:val="002A25EB"/>
    <w:rsid w:val="002A2D77"/>
    <w:rsid w:val="002A3999"/>
    <w:rsid w:val="002B04C3"/>
    <w:rsid w:val="002B24A3"/>
    <w:rsid w:val="002B3C57"/>
    <w:rsid w:val="002B7102"/>
    <w:rsid w:val="002B7796"/>
    <w:rsid w:val="002C1147"/>
    <w:rsid w:val="002C54AE"/>
    <w:rsid w:val="002D18C4"/>
    <w:rsid w:val="002D4F5D"/>
    <w:rsid w:val="002D6437"/>
    <w:rsid w:val="002D678F"/>
    <w:rsid w:val="002D76DE"/>
    <w:rsid w:val="002E503A"/>
    <w:rsid w:val="002E6739"/>
    <w:rsid w:val="002F43E6"/>
    <w:rsid w:val="002F6D21"/>
    <w:rsid w:val="0030542C"/>
    <w:rsid w:val="00311326"/>
    <w:rsid w:val="00320350"/>
    <w:rsid w:val="003205B3"/>
    <w:rsid w:val="00322C78"/>
    <w:rsid w:val="003232B3"/>
    <w:rsid w:val="00325098"/>
    <w:rsid w:val="003267F1"/>
    <w:rsid w:val="00327E28"/>
    <w:rsid w:val="00332485"/>
    <w:rsid w:val="00332778"/>
    <w:rsid w:val="00332CBC"/>
    <w:rsid w:val="00335BD7"/>
    <w:rsid w:val="00337584"/>
    <w:rsid w:val="00337DCF"/>
    <w:rsid w:val="00343B7D"/>
    <w:rsid w:val="003443EC"/>
    <w:rsid w:val="0034763E"/>
    <w:rsid w:val="003547BE"/>
    <w:rsid w:val="00354815"/>
    <w:rsid w:val="00355926"/>
    <w:rsid w:val="003565A1"/>
    <w:rsid w:val="003605BD"/>
    <w:rsid w:val="00361977"/>
    <w:rsid w:val="00363CF6"/>
    <w:rsid w:val="00365696"/>
    <w:rsid w:val="003729B8"/>
    <w:rsid w:val="003731F0"/>
    <w:rsid w:val="00382497"/>
    <w:rsid w:val="0038561E"/>
    <w:rsid w:val="00385B7F"/>
    <w:rsid w:val="00386E6F"/>
    <w:rsid w:val="00386F3C"/>
    <w:rsid w:val="003870EC"/>
    <w:rsid w:val="00391060"/>
    <w:rsid w:val="0039386C"/>
    <w:rsid w:val="00397F8C"/>
    <w:rsid w:val="003A01B3"/>
    <w:rsid w:val="003A1064"/>
    <w:rsid w:val="003A4588"/>
    <w:rsid w:val="003B48E7"/>
    <w:rsid w:val="003B51DD"/>
    <w:rsid w:val="003C0C77"/>
    <w:rsid w:val="003C2DDF"/>
    <w:rsid w:val="003C6C05"/>
    <w:rsid w:val="003D09DB"/>
    <w:rsid w:val="003D3167"/>
    <w:rsid w:val="003D3613"/>
    <w:rsid w:val="003D3C29"/>
    <w:rsid w:val="003E059A"/>
    <w:rsid w:val="003E0828"/>
    <w:rsid w:val="003E3497"/>
    <w:rsid w:val="003E4D60"/>
    <w:rsid w:val="003E5B20"/>
    <w:rsid w:val="003F6D37"/>
    <w:rsid w:val="00400E77"/>
    <w:rsid w:val="004012E5"/>
    <w:rsid w:val="00403BEC"/>
    <w:rsid w:val="00403FF4"/>
    <w:rsid w:val="004053D2"/>
    <w:rsid w:val="00411AB7"/>
    <w:rsid w:val="00412F83"/>
    <w:rsid w:val="00413645"/>
    <w:rsid w:val="004143DE"/>
    <w:rsid w:val="00414A89"/>
    <w:rsid w:val="00425733"/>
    <w:rsid w:val="00426AF3"/>
    <w:rsid w:val="00431714"/>
    <w:rsid w:val="00431FFC"/>
    <w:rsid w:val="00434BBA"/>
    <w:rsid w:val="00441DE3"/>
    <w:rsid w:val="00444996"/>
    <w:rsid w:val="00447675"/>
    <w:rsid w:val="00453635"/>
    <w:rsid w:val="004600DC"/>
    <w:rsid w:val="004604D3"/>
    <w:rsid w:val="00460952"/>
    <w:rsid w:val="004628B5"/>
    <w:rsid w:val="0046717F"/>
    <w:rsid w:val="00467897"/>
    <w:rsid w:val="004720EB"/>
    <w:rsid w:val="00472ACB"/>
    <w:rsid w:val="00473B34"/>
    <w:rsid w:val="00474423"/>
    <w:rsid w:val="00477190"/>
    <w:rsid w:val="00477C37"/>
    <w:rsid w:val="00481B5B"/>
    <w:rsid w:val="004824F4"/>
    <w:rsid w:val="004840C9"/>
    <w:rsid w:val="00486630"/>
    <w:rsid w:val="00486BBD"/>
    <w:rsid w:val="00486C35"/>
    <w:rsid w:val="00490E98"/>
    <w:rsid w:val="004918C9"/>
    <w:rsid w:val="00492E84"/>
    <w:rsid w:val="004A47BB"/>
    <w:rsid w:val="004A57BA"/>
    <w:rsid w:val="004B22AC"/>
    <w:rsid w:val="004B587E"/>
    <w:rsid w:val="004C5A87"/>
    <w:rsid w:val="004C6DCC"/>
    <w:rsid w:val="004D6224"/>
    <w:rsid w:val="004D625A"/>
    <w:rsid w:val="004D76CE"/>
    <w:rsid w:val="004E1D91"/>
    <w:rsid w:val="004E20FF"/>
    <w:rsid w:val="004F21E9"/>
    <w:rsid w:val="004F2BC6"/>
    <w:rsid w:val="004F32B3"/>
    <w:rsid w:val="004F32E3"/>
    <w:rsid w:val="004F3564"/>
    <w:rsid w:val="004F7BE2"/>
    <w:rsid w:val="00502AD3"/>
    <w:rsid w:val="005066CC"/>
    <w:rsid w:val="00507D48"/>
    <w:rsid w:val="0051258D"/>
    <w:rsid w:val="00516033"/>
    <w:rsid w:val="00516BA8"/>
    <w:rsid w:val="00521E76"/>
    <w:rsid w:val="00523F97"/>
    <w:rsid w:val="00525C1D"/>
    <w:rsid w:val="00527EE1"/>
    <w:rsid w:val="00530069"/>
    <w:rsid w:val="00533AC1"/>
    <w:rsid w:val="00533CA4"/>
    <w:rsid w:val="005366F5"/>
    <w:rsid w:val="00537CDE"/>
    <w:rsid w:val="0054344B"/>
    <w:rsid w:val="00543CBB"/>
    <w:rsid w:val="0054448F"/>
    <w:rsid w:val="005510A8"/>
    <w:rsid w:val="005541C0"/>
    <w:rsid w:val="00555EC1"/>
    <w:rsid w:val="0056472D"/>
    <w:rsid w:val="005662F4"/>
    <w:rsid w:val="00570681"/>
    <w:rsid w:val="00572A24"/>
    <w:rsid w:val="00585F13"/>
    <w:rsid w:val="00587496"/>
    <w:rsid w:val="0059025D"/>
    <w:rsid w:val="00594FAD"/>
    <w:rsid w:val="0059510F"/>
    <w:rsid w:val="005957E9"/>
    <w:rsid w:val="005A3EE8"/>
    <w:rsid w:val="005A5910"/>
    <w:rsid w:val="005B19A2"/>
    <w:rsid w:val="005B1FF5"/>
    <w:rsid w:val="005B3B97"/>
    <w:rsid w:val="005B3D89"/>
    <w:rsid w:val="005C1170"/>
    <w:rsid w:val="005C2008"/>
    <w:rsid w:val="005C7AA7"/>
    <w:rsid w:val="005D0B2F"/>
    <w:rsid w:val="005D42B0"/>
    <w:rsid w:val="005D5107"/>
    <w:rsid w:val="005E2F48"/>
    <w:rsid w:val="005E7FFE"/>
    <w:rsid w:val="00600AAE"/>
    <w:rsid w:val="006126D7"/>
    <w:rsid w:val="00612E27"/>
    <w:rsid w:val="0061479A"/>
    <w:rsid w:val="00615D07"/>
    <w:rsid w:val="00621BEB"/>
    <w:rsid w:val="00623170"/>
    <w:rsid w:val="00624F6E"/>
    <w:rsid w:val="00626121"/>
    <w:rsid w:val="00637365"/>
    <w:rsid w:val="00650172"/>
    <w:rsid w:val="00651384"/>
    <w:rsid w:val="006550F5"/>
    <w:rsid w:val="00665267"/>
    <w:rsid w:val="00665664"/>
    <w:rsid w:val="006664CB"/>
    <w:rsid w:val="0066768C"/>
    <w:rsid w:val="00673E94"/>
    <w:rsid w:val="00680236"/>
    <w:rsid w:val="00682149"/>
    <w:rsid w:val="0068250F"/>
    <w:rsid w:val="00684EDF"/>
    <w:rsid w:val="00694818"/>
    <w:rsid w:val="00697C00"/>
    <w:rsid w:val="006A4973"/>
    <w:rsid w:val="006A52B0"/>
    <w:rsid w:val="006A7247"/>
    <w:rsid w:val="006B2AD9"/>
    <w:rsid w:val="006B6A46"/>
    <w:rsid w:val="006C4B59"/>
    <w:rsid w:val="006D0A57"/>
    <w:rsid w:val="006D596A"/>
    <w:rsid w:val="006D793F"/>
    <w:rsid w:val="006D7D83"/>
    <w:rsid w:val="006E0BC0"/>
    <w:rsid w:val="006E3820"/>
    <w:rsid w:val="006E5EC8"/>
    <w:rsid w:val="006F11F9"/>
    <w:rsid w:val="0070001C"/>
    <w:rsid w:val="00700951"/>
    <w:rsid w:val="00704744"/>
    <w:rsid w:val="007149FA"/>
    <w:rsid w:val="00714A26"/>
    <w:rsid w:val="00715325"/>
    <w:rsid w:val="0071551C"/>
    <w:rsid w:val="007156C1"/>
    <w:rsid w:val="00715E10"/>
    <w:rsid w:val="00723ECB"/>
    <w:rsid w:val="007240FA"/>
    <w:rsid w:val="007254DA"/>
    <w:rsid w:val="007268D4"/>
    <w:rsid w:val="00732B06"/>
    <w:rsid w:val="00734208"/>
    <w:rsid w:val="00735917"/>
    <w:rsid w:val="007448EE"/>
    <w:rsid w:val="0074632D"/>
    <w:rsid w:val="007504E0"/>
    <w:rsid w:val="00753259"/>
    <w:rsid w:val="007603FA"/>
    <w:rsid w:val="00772D75"/>
    <w:rsid w:val="00773604"/>
    <w:rsid w:val="00773E10"/>
    <w:rsid w:val="007823F5"/>
    <w:rsid w:val="00785740"/>
    <w:rsid w:val="007859D5"/>
    <w:rsid w:val="00785B4B"/>
    <w:rsid w:val="00792B2A"/>
    <w:rsid w:val="00793871"/>
    <w:rsid w:val="00797E92"/>
    <w:rsid w:val="007A04AB"/>
    <w:rsid w:val="007A4480"/>
    <w:rsid w:val="007A749E"/>
    <w:rsid w:val="007A74AE"/>
    <w:rsid w:val="007B41FA"/>
    <w:rsid w:val="007B724B"/>
    <w:rsid w:val="007C1534"/>
    <w:rsid w:val="007C3021"/>
    <w:rsid w:val="007C620A"/>
    <w:rsid w:val="007D3B49"/>
    <w:rsid w:val="007D518B"/>
    <w:rsid w:val="007E1CB6"/>
    <w:rsid w:val="007E5B68"/>
    <w:rsid w:val="007F011A"/>
    <w:rsid w:val="008008E8"/>
    <w:rsid w:val="00802CD1"/>
    <w:rsid w:val="00805D94"/>
    <w:rsid w:val="00806233"/>
    <w:rsid w:val="00806235"/>
    <w:rsid w:val="008062B4"/>
    <w:rsid w:val="0081230D"/>
    <w:rsid w:val="00821F82"/>
    <w:rsid w:val="00822E86"/>
    <w:rsid w:val="00825868"/>
    <w:rsid w:val="00825C65"/>
    <w:rsid w:val="0082689F"/>
    <w:rsid w:val="0083605F"/>
    <w:rsid w:val="0084023C"/>
    <w:rsid w:val="0084293C"/>
    <w:rsid w:val="00844712"/>
    <w:rsid w:val="00846EAE"/>
    <w:rsid w:val="00846F2B"/>
    <w:rsid w:val="008544F4"/>
    <w:rsid w:val="008556D8"/>
    <w:rsid w:val="00860F2E"/>
    <w:rsid w:val="00867E2F"/>
    <w:rsid w:val="0087262D"/>
    <w:rsid w:val="0087617E"/>
    <w:rsid w:val="00877314"/>
    <w:rsid w:val="00884105"/>
    <w:rsid w:val="00885360"/>
    <w:rsid w:val="00885B25"/>
    <w:rsid w:val="0088619B"/>
    <w:rsid w:val="0088627E"/>
    <w:rsid w:val="00891CD3"/>
    <w:rsid w:val="00892F90"/>
    <w:rsid w:val="008A031C"/>
    <w:rsid w:val="008A376F"/>
    <w:rsid w:val="008A6176"/>
    <w:rsid w:val="008A6521"/>
    <w:rsid w:val="008B01D0"/>
    <w:rsid w:val="008B0D20"/>
    <w:rsid w:val="008B12C0"/>
    <w:rsid w:val="008B1334"/>
    <w:rsid w:val="008B5024"/>
    <w:rsid w:val="008B6A90"/>
    <w:rsid w:val="008C0122"/>
    <w:rsid w:val="008C4DF0"/>
    <w:rsid w:val="008C6AD8"/>
    <w:rsid w:val="008D1C86"/>
    <w:rsid w:val="008D3673"/>
    <w:rsid w:val="008D79F0"/>
    <w:rsid w:val="008E3BAD"/>
    <w:rsid w:val="008E5224"/>
    <w:rsid w:val="008E5F56"/>
    <w:rsid w:val="008F1305"/>
    <w:rsid w:val="008F270F"/>
    <w:rsid w:val="008F2848"/>
    <w:rsid w:val="008F60F4"/>
    <w:rsid w:val="008F78EF"/>
    <w:rsid w:val="0090185F"/>
    <w:rsid w:val="009028F3"/>
    <w:rsid w:val="00905022"/>
    <w:rsid w:val="009140A8"/>
    <w:rsid w:val="009147AB"/>
    <w:rsid w:val="00914F26"/>
    <w:rsid w:val="00916803"/>
    <w:rsid w:val="00917FEA"/>
    <w:rsid w:val="009230BA"/>
    <w:rsid w:val="00924357"/>
    <w:rsid w:val="0093012B"/>
    <w:rsid w:val="0093115A"/>
    <w:rsid w:val="00931751"/>
    <w:rsid w:val="00932241"/>
    <w:rsid w:val="0093490D"/>
    <w:rsid w:val="009366B6"/>
    <w:rsid w:val="00940016"/>
    <w:rsid w:val="00941AE8"/>
    <w:rsid w:val="00945D5C"/>
    <w:rsid w:val="00950B04"/>
    <w:rsid w:val="00954007"/>
    <w:rsid w:val="0095798E"/>
    <w:rsid w:val="009604AD"/>
    <w:rsid w:val="00961325"/>
    <w:rsid w:val="0096532A"/>
    <w:rsid w:val="00967312"/>
    <w:rsid w:val="00971064"/>
    <w:rsid w:val="00971434"/>
    <w:rsid w:val="00972582"/>
    <w:rsid w:val="00973965"/>
    <w:rsid w:val="00973FD7"/>
    <w:rsid w:val="00980BD8"/>
    <w:rsid w:val="00985EC0"/>
    <w:rsid w:val="00991379"/>
    <w:rsid w:val="009A284D"/>
    <w:rsid w:val="009A2C57"/>
    <w:rsid w:val="009A4586"/>
    <w:rsid w:val="009A7D63"/>
    <w:rsid w:val="009B1383"/>
    <w:rsid w:val="009B1DE2"/>
    <w:rsid w:val="009B2260"/>
    <w:rsid w:val="009B2F53"/>
    <w:rsid w:val="009B3C58"/>
    <w:rsid w:val="009C0B4B"/>
    <w:rsid w:val="009C2771"/>
    <w:rsid w:val="009C63BE"/>
    <w:rsid w:val="009D21F1"/>
    <w:rsid w:val="009D2E1A"/>
    <w:rsid w:val="009D3EB0"/>
    <w:rsid w:val="009D3ECA"/>
    <w:rsid w:val="009D4141"/>
    <w:rsid w:val="009D725A"/>
    <w:rsid w:val="009E1E74"/>
    <w:rsid w:val="009E3C34"/>
    <w:rsid w:val="009E5345"/>
    <w:rsid w:val="009E7CE6"/>
    <w:rsid w:val="009F2801"/>
    <w:rsid w:val="009F41B7"/>
    <w:rsid w:val="009F5830"/>
    <w:rsid w:val="00A03705"/>
    <w:rsid w:val="00A06877"/>
    <w:rsid w:val="00A12893"/>
    <w:rsid w:val="00A1317E"/>
    <w:rsid w:val="00A140AB"/>
    <w:rsid w:val="00A15D78"/>
    <w:rsid w:val="00A21DE8"/>
    <w:rsid w:val="00A237EF"/>
    <w:rsid w:val="00A24B31"/>
    <w:rsid w:val="00A30B14"/>
    <w:rsid w:val="00A33FF8"/>
    <w:rsid w:val="00A357FE"/>
    <w:rsid w:val="00A361CB"/>
    <w:rsid w:val="00A3685D"/>
    <w:rsid w:val="00A37BC2"/>
    <w:rsid w:val="00A37D43"/>
    <w:rsid w:val="00A412D7"/>
    <w:rsid w:val="00A42AFB"/>
    <w:rsid w:val="00A42F2E"/>
    <w:rsid w:val="00A453F3"/>
    <w:rsid w:val="00A46ACD"/>
    <w:rsid w:val="00A54D68"/>
    <w:rsid w:val="00A558C0"/>
    <w:rsid w:val="00A6101B"/>
    <w:rsid w:val="00A61851"/>
    <w:rsid w:val="00A648FC"/>
    <w:rsid w:val="00A6780C"/>
    <w:rsid w:val="00A67B39"/>
    <w:rsid w:val="00A71E25"/>
    <w:rsid w:val="00A76D5A"/>
    <w:rsid w:val="00A77909"/>
    <w:rsid w:val="00A7798B"/>
    <w:rsid w:val="00A80DAC"/>
    <w:rsid w:val="00A828E5"/>
    <w:rsid w:val="00A830C3"/>
    <w:rsid w:val="00A84973"/>
    <w:rsid w:val="00A912E3"/>
    <w:rsid w:val="00A924A8"/>
    <w:rsid w:val="00A93C6C"/>
    <w:rsid w:val="00AA511F"/>
    <w:rsid w:val="00AA76C8"/>
    <w:rsid w:val="00AB1851"/>
    <w:rsid w:val="00AB3176"/>
    <w:rsid w:val="00AB6402"/>
    <w:rsid w:val="00AC2C1E"/>
    <w:rsid w:val="00AC31AA"/>
    <w:rsid w:val="00AC45D2"/>
    <w:rsid w:val="00AD36F8"/>
    <w:rsid w:val="00AE3222"/>
    <w:rsid w:val="00AE3A42"/>
    <w:rsid w:val="00AE52E3"/>
    <w:rsid w:val="00AF31A8"/>
    <w:rsid w:val="00AF552B"/>
    <w:rsid w:val="00AF6150"/>
    <w:rsid w:val="00B00C10"/>
    <w:rsid w:val="00B01345"/>
    <w:rsid w:val="00B01806"/>
    <w:rsid w:val="00B03469"/>
    <w:rsid w:val="00B03C8A"/>
    <w:rsid w:val="00B125C8"/>
    <w:rsid w:val="00B1260B"/>
    <w:rsid w:val="00B140DE"/>
    <w:rsid w:val="00B1562C"/>
    <w:rsid w:val="00B207CC"/>
    <w:rsid w:val="00B2317C"/>
    <w:rsid w:val="00B24460"/>
    <w:rsid w:val="00B34720"/>
    <w:rsid w:val="00B37CBC"/>
    <w:rsid w:val="00B40C07"/>
    <w:rsid w:val="00B57B3B"/>
    <w:rsid w:val="00B62398"/>
    <w:rsid w:val="00B70701"/>
    <w:rsid w:val="00B70CF1"/>
    <w:rsid w:val="00B71BF3"/>
    <w:rsid w:val="00B7254F"/>
    <w:rsid w:val="00B733DB"/>
    <w:rsid w:val="00B7651F"/>
    <w:rsid w:val="00B83CBB"/>
    <w:rsid w:val="00B84E43"/>
    <w:rsid w:val="00B8601D"/>
    <w:rsid w:val="00B8752E"/>
    <w:rsid w:val="00B90DBD"/>
    <w:rsid w:val="00B9117B"/>
    <w:rsid w:val="00B91751"/>
    <w:rsid w:val="00B91B45"/>
    <w:rsid w:val="00B91D7D"/>
    <w:rsid w:val="00B92DB4"/>
    <w:rsid w:val="00B9367D"/>
    <w:rsid w:val="00B97E36"/>
    <w:rsid w:val="00BA1796"/>
    <w:rsid w:val="00BA7413"/>
    <w:rsid w:val="00BA7664"/>
    <w:rsid w:val="00BB19A5"/>
    <w:rsid w:val="00BB3164"/>
    <w:rsid w:val="00BB5B12"/>
    <w:rsid w:val="00BB793F"/>
    <w:rsid w:val="00BB7E95"/>
    <w:rsid w:val="00BC2AB8"/>
    <w:rsid w:val="00BC56E5"/>
    <w:rsid w:val="00BD016F"/>
    <w:rsid w:val="00BD0DC0"/>
    <w:rsid w:val="00BD41C6"/>
    <w:rsid w:val="00BE08C0"/>
    <w:rsid w:val="00BE3788"/>
    <w:rsid w:val="00BE4425"/>
    <w:rsid w:val="00C012CF"/>
    <w:rsid w:val="00C06597"/>
    <w:rsid w:val="00C06CCA"/>
    <w:rsid w:val="00C14B49"/>
    <w:rsid w:val="00C16075"/>
    <w:rsid w:val="00C16796"/>
    <w:rsid w:val="00C23534"/>
    <w:rsid w:val="00C3561D"/>
    <w:rsid w:val="00C35BEB"/>
    <w:rsid w:val="00C35FAB"/>
    <w:rsid w:val="00C366A4"/>
    <w:rsid w:val="00C40101"/>
    <w:rsid w:val="00C421C3"/>
    <w:rsid w:val="00C461DF"/>
    <w:rsid w:val="00C5754C"/>
    <w:rsid w:val="00C5770C"/>
    <w:rsid w:val="00C6142A"/>
    <w:rsid w:val="00C6638F"/>
    <w:rsid w:val="00C714A7"/>
    <w:rsid w:val="00C76991"/>
    <w:rsid w:val="00C8096E"/>
    <w:rsid w:val="00C81E38"/>
    <w:rsid w:val="00C86594"/>
    <w:rsid w:val="00C909B4"/>
    <w:rsid w:val="00C921BC"/>
    <w:rsid w:val="00C93A74"/>
    <w:rsid w:val="00C94DBB"/>
    <w:rsid w:val="00C96AFE"/>
    <w:rsid w:val="00CA7942"/>
    <w:rsid w:val="00CB077B"/>
    <w:rsid w:val="00CC5F23"/>
    <w:rsid w:val="00CD6332"/>
    <w:rsid w:val="00CD77D7"/>
    <w:rsid w:val="00CE025D"/>
    <w:rsid w:val="00CE0C82"/>
    <w:rsid w:val="00CE148D"/>
    <w:rsid w:val="00CE1AAB"/>
    <w:rsid w:val="00CE3F59"/>
    <w:rsid w:val="00CF0892"/>
    <w:rsid w:val="00CF53D9"/>
    <w:rsid w:val="00D0672A"/>
    <w:rsid w:val="00D1057B"/>
    <w:rsid w:val="00D11AAF"/>
    <w:rsid w:val="00D20773"/>
    <w:rsid w:val="00D21A94"/>
    <w:rsid w:val="00D221AF"/>
    <w:rsid w:val="00D253F1"/>
    <w:rsid w:val="00D258B3"/>
    <w:rsid w:val="00D27921"/>
    <w:rsid w:val="00D27F00"/>
    <w:rsid w:val="00D30071"/>
    <w:rsid w:val="00D30A38"/>
    <w:rsid w:val="00D31473"/>
    <w:rsid w:val="00D369C4"/>
    <w:rsid w:val="00D448F6"/>
    <w:rsid w:val="00D46384"/>
    <w:rsid w:val="00D51DC0"/>
    <w:rsid w:val="00D5286F"/>
    <w:rsid w:val="00D53E87"/>
    <w:rsid w:val="00D55293"/>
    <w:rsid w:val="00D619AD"/>
    <w:rsid w:val="00D63CCB"/>
    <w:rsid w:val="00D65AB7"/>
    <w:rsid w:val="00D7652C"/>
    <w:rsid w:val="00D76B66"/>
    <w:rsid w:val="00D81218"/>
    <w:rsid w:val="00D8229D"/>
    <w:rsid w:val="00D82C77"/>
    <w:rsid w:val="00D8331E"/>
    <w:rsid w:val="00D850FE"/>
    <w:rsid w:val="00D85FD6"/>
    <w:rsid w:val="00D87314"/>
    <w:rsid w:val="00D917E2"/>
    <w:rsid w:val="00D94E9F"/>
    <w:rsid w:val="00D9633C"/>
    <w:rsid w:val="00D97044"/>
    <w:rsid w:val="00DA1D21"/>
    <w:rsid w:val="00DA2F8B"/>
    <w:rsid w:val="00DA5BDD"/>
    <w:rsid w:val="00DA6314"/>
    <w:rsid w:val="00DB0670"/>
    <w:rsid w:val="00DB5D7E"/>
    <w:rsid w:val="00DB6E37"/>
    <w:rsid w:val="00DC0645"/>
    <w:rsid w:val="00DC0989"/>
    <w:rsid w:val="00DC0B9A"/>
    <w:rsid w:val="00DC14EC"/>
    <w:rsid w:val="00DC3DED"/>
    <w:rsid w:val="00DC4256"/>
    <w:rsid w:val="00DC531C"/>
    <w:rsid w:val="00DC7279"/>
    <w:rsid w:val="00DD07F4"/>
    <w:rsid w:val="00DD2322"/>
    <w:rsid w:val="00DD49F1"/>
    <w:rsid w:val="00DD7D8C"/>
    <w:rsid w:val="00DE5240"/>
    <w:rsid w:val="00DF16ED"/>
    <w:rsid w:val="00DF3AA4"/>
    <w:rsid w:val="00DF3F26"/>
    <w:rsid w:val="00DF584B"/>
    <w:rsid w:val="00DF5BA8"/>
    <w:rsid w:val="00DF78A1"/>
    <w:rsid w:val="00E03A9B"/>
    <w:rsid w:val="00E05E2F"/>
    <w:rsid w:val="00E07049"/>
    <w:rsid w:val="00E11284"/>
    <w:rsid w:val="00E1166B"/>
    <w:rsid w:val="00E11CFB"/>
    <w:rsid w:val="00E24921"/>
    <w:rsid w:val="00E27487"/>
    <w:rsid w:val="00E3000D"/>
    <w:rsid w:val="00E32A96"/>
    <w:rsid w:val="00E4384D"/>
    <w:rsid w:val="00E461D5"/>
    <w:rsid w:val="00E47C7C"/>
    <w:rsid w:val="00E545BD"/>
    <w:rsid w:val="00E57128"/>
    <w:rsid w:val="00E60AF0"/>
    <w:rsid w:val="00E61334"/>
    <w:rsid w:val="00E62525"/>
    <w:rsid w:val="00E62E47"/>
    <w:rsid w:val="00E642EF"/>
    <w:rsid w:val="00E66FEA"/>
    <w:rsid w:val="00E76D43"/>
    <w:rsid w:val="00E816DA"/>
    <w:rsid w:val="00E84036"/>
    <w:rsid w:val="00E90C71"/>
    <w:rsid w:val="00E91680"/>
    <w:rsid w:val="00E91755"/>
    <w:rsid w:val="00E93A7E"/>
    <w:rsid w:val="00E94FE0"/>
    <w:rsid w:val="00E961C0"/>
    <w:rsid w:val="00E96528"/>
    <w:rsid w:val="00EA01C9"/>
    <w:rsid w:val="00EA1779"/>
    <w:rsid w:val="00EA4A7F"/>
    <w:rsid w:val="00EB0DD3"/>
    <w:rsid w:val="00EB1FAA"/>
    <w:rsid w:val="00EB2997"/>
    <w:rsid w:val="00EB486D"/>
    <w:rsid w:val="00EB4E3C"/>
    <w:rsid w:val="00EB5196"/>
    <w:rsid w:val="00EB5C2A"/>
    <w:rsid w:val="00EB6BFA"/>
    <w:rsid w:val="00EB767C"/>
    <w:rsid w:val="00ED1A0D"/>
    <w:rsid w:val="00ED3041"/>
    <w:rsid w:val="00ED56B8"/>
    <w:rsid w:val="00ED65DA"/>
    <w:rsid w:val="00EE32EB"/>
    <w:rsid w:val="00EE46C9"/>
    <w:rsid w:val="00EE6124"/>
    <w:rsid w:val="00EF0146"/>
    <w:rsid w:val="00EF10A9"/>
    <w:rsid w:val="00EF4738"/>
    <w:rsid w:val="00EF50B4"/>
    <w:rsid w:val="00EF6C4E"/>
    <w:rsid w:val="00F20318"/>
    <w:rsid w:val="00F27D63"/>
    <w:rsid w:val="00F35C84"/>
    <w:rsid w:val="00F372AC"/>
    <w:rsid w:val="00F4361D"/>
    <w:rsid w:val="00F454C9"/>
    <w:rsid w:val="00F45BD0"/>
    <w:rsid w:val="00F54A5A"/>
    <w:rsid w:val="00F54BBD"/>
    <w:rsid w:val="00F54D96"/>
    <w:rsid w:val="00F62D62"/>
    <w:rsid w:val="00F63AE9"/>
    <w:rsid w:val="00F67C2B"/>
    <w:rsid w:val="00F727AC"/>
    <w:rsid w:val="00F74509"/>
    <w:rsid w:val="00F8077C"/>
    <w:rsid w:val="00F814FB"/>
    <w:rsid w:val="00F85AB4"/>
    <w:rsid w:val="00F85D7C"/>
    <w:rsid w:val="00F87097"/>
    <w:rsid w:val="00F90F53"/>
    <w:rsid w:val="00F91930"/>
    <w:rsid w:val="00F92025"/>
    <w:rsid w:val="00F93C95"/>
    <w:rsid w:val="00F94CBA"/>
    <w:rsid w:val="00F960B1"/>
    <w:rsid w:val="00FA0FEF"/>
    <w:rsid w:val="00FA18CA"/>
    <w:rsid w:val="00FA7323"/>
    <w:rsid w:val="00FB155D"/>
    <w:rsid w:val="00FC1225"/>
    <w:rsid w:val="00FD43BC"/>
    <w:rsid w:val="00FD4D01"/>
    <w:rsid w:val="00FE4231"/>
    <w:rsid w:val="00FE4D07"/>
    <w:rsid w:val="00FF096E"/>
    <w:rsid w:val="00FF760A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A1468A6"/>
  <w15:chartTrackingRefBased/>
  <w15:docId w15:val="{A42BD5BE-7A8C-47CA-8DC4-F439CA254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5DA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1">
    <w:name w:val="heading 1"/>
    <w:next w:val="Titre20"/>
    <w:link w:val="Titre1Car"/>
    <w:qFormat/>
    <w:rsid w:val="002A2D77"/>
    <w:pPr>
      <w:spacing w:before="240" w:after="240" w:line="360" w:lineRule="atLeast"/>
      <w:outlineLvl w:val="0"/>
    </w:pPr>
    <w:rPr>
      <w:rFonts w:ascii="Arial" w:eastAsia="Times New Roman" w:hAnsi="Arial" w:cs="Times New Roman"/>
      <w:b/>
      <w:caps/>
      <w:sz w:val="24"/>
      <w:szCs w:val="20"/>
      <w:lang w:eastAsia="fr-FR"/>
    </w:rPr>
  </w:style>
  <w:style w:type="paragraph" w:styleId="Titre20">
    <w:name w:val="heading 2"/>
    <w:basedOn w:val="Normal"/>
    <w:next w:val="Titre30"/>
    <w:link w:val="Titre2Car"/>
    <w:qFormat/>
    <w:rsid w:val="002A2D77"/>
    <w:pPr>
      <w:spacing w:before="120"/>
      <w:outlineLvl w:val="1"/>
    </w:pPr>
    <w:rPr>
      <w:rFonts w:ascii="Arial" w:hAnsi="Arial"/>
      <w:b/>
      <w:smallCaps/>
    </w:rPr>
  </w:style>
  <w:style w:type="paragraph" w:styleId="Titre30">
    <w:name w:val="heading 3"/>
    <w:basedOn w:val="Normal"/>
    <w:next w:val="Normal"/>
    <w:link w:val="Titre3Car"/>
    <w:uiPriority w:val="9"/>
    <w:unhideWhenUsed/>
    <w:qFormat/>
    <w:rsid w:val="00EF0146"/>
    <w:pPr>
      <w:keepNext/>
      <w:keepLines/>
      <w:spacing w:before="40"/>
      <w:outlineLvl w:val="2"/>
    </w:pPr>
    <w:rPr>
      <w:rFonts w:eastAsiaTheme="majorEastAsia" w:cstheme="majorBidi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117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centr">
    <w:name w:val="Block Text"/>
    <w:basedOn w:val="Normal"/>
    <w:rsid w:val="001239ED"/>
    <w:pPr>
      <w:keepLines/>
      <w:tabs>
        <w:tab w:val="left" w:pos="284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10200"/>
        <w:tab w:val="left" w:pos="10800"/>
      </w:tabs>
      <w:ind w:left="426" w:right="141"/>
    </w:pPr>
  </w:style>
  <w:style w:type="table" w:styleId="Grilledutableau">
    <w:name w:val="Table Grid"/>
    <w:basedOn w:val="TableauNormal"/>
    <w:rsid w:val="001239ED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1239E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239ED"/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Titre1Car">
    <w:name w:val="Titre 1 Car"/>
    <w:basedOn w:val="Policepardfaut"/>
    <w:link w:val="Titre11"/>
    <w:rsid w:val="002A2D77"/>
    <w:rPr>
      <w:rFonts w:ascii="Arial" w:eastAsia="Times New Roman" w:hAnsi="Arial" w:cs="Times New Roman"/>
      <w:b/>
      <w:caps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0"/>
    <w:rsid w:val="002A2D77"/>
    <w:rPr>
      <w:rFonts w:ascii="Arial" w:eastAsia="Times New Roman" w:hAnsi="Arial" w:cs="Times New Roman"/>
      <w:b/>
      <w:smallCaps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2A2D77"/>
    <w:pPr>
      <w:ind w:left="720"/>
      <w:contextualSpacing/>
    </w:pPr>
  </w:style>
  <w:style w:type="character" w:customStyle="1" w:styleId="Titre3Car">
    <w:name w:val="Titre 3 Car"/>
    <w:basedOn w:val="Policepardfaut"/>
    <w:link w:val="Titre30"/>
    <w:uiPriority w:val="9"/>
    <w:rsid w:val="00EF0146"/>
    <w:rPr>
      <w:rFonts w:ascii="Times New Roman" w:eastAsiaTheme="majorEastAsia" w:hAnsi="Times New Roman" w:cstheme="majorBidi"/>
      <w:szCs w:val="24"/>
      <w:u w:val="single"/>
      <w:lang w:eastAsia="fr-FR"/>
    </w:rPr>
  </w:style>
  <w:style w:type="paragraph" w:customStyle="1" w:styleId="fcase1ertab">
    <w:name w:val="f_case_1ertab"/>
    <w:basedOn w:val="Normal"/>
    <w:rsid w:val="00B9117B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</w:rPr>
  </w:style>
  <w:style w:type="paragraph" w:customStyle="1" w:styleId="fcasegauche">
    <w:name w:val="f_case_gauche"/>
    <w:basedOn w:val="Normal"/>
    <w:rsid w:val="00B9117B"/>
    <w:pPr>
      <w:spacing w:after="60"/>
      <w:ind w:left="284" w:hanging="284"/>
      <w:jc w:val="both"/>
    </w:pPr>
    <w:rPr>
      <w:rFonts w:ascii="Univers" w:hAnsi="Univers" w:cs="Univers"/>
      <w:sz w:val="20"/>
    </w:rPr>
  </w:style>
  <w:style w:type="character" w:customStyle="1" w:styleId="Titre4Car">
    <w:name w:val="Titre 4 Car"/>
    <w:basedOn w:val="Policepardfaut"/>
    <w:link w:val="Titre4"/>
    <w:uiPriority w:val="9"/>
    <w:semiHidden/>
    <w:rsid w:val="00B9117B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fr-FR"/>
    </w:rPr>
  </w:style>
  <w:style w:type="paragraph" w:styleId="Corpsdetexte">
    <w:name w:val="Body Text"/>
    <w:basedOn w:val="Normal"/>
    <w:link w:val="CorpsdetexteCar"/>
    <w:rsid w:val="00B9117B"/>
    <w:pPr>
      <w:tabs>
        <w:tab w:val="left" w:pos="2835"/>
      </w:tabs>
      <w:spacing w:after="120"/>
    </w:pPr>
    <w:rPr>
      <w:b/>
    </w:rPr>
  </w:style>
  <w:style w:type="character" w:customStyle="1" w:styleId="CorpsdetexteCar">
    <w:name w:val="Corps de texte Car"/>
    <w:basedOn w:val="Policepardfaut"/>
    <w:link w:val="Corpsdetexte"/>
    <w:rsid w:val="00B9117B"/>
    <w:rPr>
      <w:rFonts w:ascii="Times New Roman" w:eastAsia="Times New Roman" w:hAnsi="Times New Roman" w:cs="Times New Roman"/>
      <w:b/>
      <w:szCs w:val="20"/>
      <w:lang w:eastAsia="fr-FR"/>
    </w:rPr>
  </w:style>
  <w:style w:type="paragraph" w:customStyle="1" w:styleId="titremarge">
    <w:name w:val="titre marge"/>
    <w:basedOn w:val="Normal"/>
    <w:rsid w:val="00B9117B"/>
    <w:rPr>
      <w:rFonts w:ascii="Courier New" w:hAnsi="Courier New"/>
      <w:sz w:val="20"/>
    </w:rPr>
  </w:style>
  <w:style w:type="character" w:styleId="Lienhypertexte">
    <w:name w:val="Hyperlink"/>
    <w:rsid w:val="00B9117B"/>
    <w:rPr>
      <w:color w:val="0000FF"/>
      <w:u w:val="single"/>
    </w:rPr>
  </w:style>
  <w:style w:type="paragraph" w:customStyle="1" w:styleId="Texte">
    <w:name w:val="Texte"/>
    <w:basedOn w:val="Normal"/>
    <w:link w:val="TexteCar"/>
    <w:rsid w:val="00B9117B"/>
    <w:pPr>
      <w:ind w:firstLine="1134"/>
      <w:jc w:val="both"/>
    </w:pPr>
  </w:style>
  <w:style w:type="character" w:customStyle="1" w:styleId="TexteCar">
    <w:name w:val="Texte Car"/>
    <w:link w:val="Texte"/>
    <w:locked/>
    <w:rsid w:val="00B9117B"/>
    <w:rPr>
      <w:rFonts w:ascii="Times New Roman" w:eastAsia="Times New Roman" w:hAnsi="Times New Roman" w:cs="Times New Roman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765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7651F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7651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765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7651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7651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651F"/>
    <w:rPr>
      <w:rFonts w:ascii="Segoe UI" w:eastAsia="Times New Roman" w:hAnsi="Segoe UI" w:cs="Segoe UI"/>
      <w:sz w:val="18"/>
      <w:szCs w:val="18"/>
      <w:lang w:eastAsia="fr-FR"/>
    </w:rPr>
  </w:style>
  <w:style w:type="paragraph" w:styleId="Retraitnormal">
    <w:name w:val="Normal Indent"/>
    <w:basedOn w:val="Normal"/>
    <w:uiPriority w:val="99"/>
    <w:semiHidden/>
    <w:rsid w:val="00EE46C9"/>
    <w:pPr>
      <w:spacing w:after="120"/>
      <w:ind w:left="851"/>
    </w:pPr>
    <w:rPr>
      <w:rFonts w:ascii="Arial" w:hAnsi="Arial"/>
      <w:noProof/>
      <w:sz w:val="20"/>
    </w:rPr>
  </w:style>
  <w:style w:type="paragraph" w:customStyle="1" w:styleId="texte1">
    <w:name w:val="texte 1"/>
    <w:rsid w:val="002D678F"/>
    <w:pPr>
      <w:suppressAutoHyphens/>
      <w:spacing w:after="0" w:line="240" w:lineRule="auto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Titre10">
    <w:name w:val="Titre 10"/>
    <w:basedOn w:val="Normal"/>
    <w:uiPriority w:val="99"/>
    <w:rsid w:val="002D678F"/>
    <w:pPr>
      <w:keepNext/>
      <w:numPr>
        <w:ilvl w:val="8"/>
        <w:numId w:val="1"/>
      </w:numPr>
      <w:tabs>
        <w:tab w:val="clear" w:pos="1584"/>
        <w:tab w:val="num" w:pos="1800"/>
      </w:tabs>
      <w:spacing w:before="240" w:after="120" w:line="276" w:lineRule="auto"/>
      <w:ind w:left="1800" w:hanging="1800"/>
    </w:pPr>
    <w:rPr>
      <w:rFonts w:ascii="Arial" w:eastAsia="Calibri" w:hAnsi="Arial" w:cs="Arial"/>
      <w:b/>
      <w:bCs/>
      <w:sz w:val="21"/>
      <w:szCs w:val="21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537CD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537CDE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621BEB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621BE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1">
    <w:name w:val="TITRE 1"/>
    <w:basedOn w:val="Normal"/>
    <w:link w:val="TITRE1Car0"/>
    <w:qFormat/>
    <w:rsid w:val="0093115A"/>
    <w:pPr>
      <w:numPr>
        <w:numId w:val="3"/>
      </w:numPr>
      <w:pBdr>
        <w:top w:val="single" w:sz="18" w:space="1" w:color="DEEAF6" w:themeColor="accent1" w:themeTint="33"/>
        <w:left w:val="single" w:sz="18" w:space="4" w:color="DEEAF6" w:themeColor="accent1" w:themeTint="33"/>
        <w:bottom w:val="single" w:sz="18" w:space="1" w:color="DEEAF6" w:themeColor="accent1" w:themeTint="33"/>
        <w:right w:val="single" w:sz="18" w:space="4" w:color="DEEAF6" w:themeColor="accent1" w:themeTint="33"/>
      </w:pBdr>
      <w:shd w:val="clear" w:color="auto" w:fill="DEEAF6" w:themeFill="accent1" w:themeFillTint="33"/>
      <w:spacing w:before="240" w:after="240" w:line="276" w:lineRule="auto"/>
      <w:contextualSpacing/>
      <w:jc w:val="both"/>
      <w:outlineLvl w:val="0"/>
    </w:pPr>
    <w:rPr>
      <w:b/>
      <w:bCs/>
      <w:caps/>
      <w:szCs w:val="22"/>
    </w:rPr>
  </w:style>
  <w:style w:type="character" w:customStyle="1" w:styleId="TITRE1Car0">
    <w:name w:val="TITRE 1 Car"/>
    <w:basedOn w:val="Policepardfaut"/>
    <w:link w:val="TITRE1"/>
    <w:rsid w:val="0093115A"/>
    <w:rPr>
      <w:rFonts w:ascii="Times New Roman" w:eastAsia="Times New Roman" w:hAnsi="Times New Roman" w:cs="Times New Roman"/>
      <w:b/>
      <w:bCs/>
      <w:caps/>
      <w:shd w:val="clear" w:color="auto" w:fill="DEEAF6" w:themeFill="accent1" w:themeFillTint="33"/>
      <w:lang w:eastAsia="fr-FR"/>
    </w:rPr>
  </w:style>
  <w:style w:type="paragraph" w:customStyle="1" w:styleId="TITRE2">
    <w:name w:val="TITRE 2"/>
    <w:basedOn w:val="Normal"/>
    <w:link w:val="TITRE2Car0"/>
    <w:qFormat/>
    <w:rsid w:val="0093115A"/>
    <w:pPr>
      <w:numPr>
        <w:ilvl w:val="1"/>
        <w:numId w:val="3"/>
      </w:numPr>
      <w:pBdr>
        <w:left w:val="single" w:sz="18" w:space="4" w:color="E7E6E6"/>
        <w:bottom w:val="single" w:sz="18" w:space="1" w:color="E7E6E6"/>
      </w:pBdr>
      <w:tabs>
        <w:tab w:val="left" w:pos="567"/>
      </w:tabs>
      <w:spacing w:before="240" w:after="240" w:line="276" w:lineRule="auto"/>
      <w:jc w:val="both"/>
      <w:outlineLvl w:val="1"/>
    </w:pPr>
    <w:rPr>
      <w:b/>
      <w:bCs/>
      <w:szCs w:val="22"/>
    </w:rPr>
  </w:style>
  <w:style w:type="paragraph" w:customStyle="1" w:styleId="TITRE3">
    <w:name w:val="TITRE3"/>
    <w:basedOn w:val="Titre20"/>
    <w:link w:val="TITRE3Car0"/>
    <w:qFormat/>
    <w:rsid w:val="0093115A"/>
    <w:pPr>
      <w:numPr>
        <w:ilvl w:val="2"/>
        <w:numId w:val="3"/>
      </w:numPr>
      <w:spacing w:before="60" w:after="60"/>
    </w:pPr>
    <w:rPr>
      <w:rFonts w:ascii="Times New Roman" w:hAnsi="Times New Roman"/>
      <w:bCs/>
      <w:smallCaps w:val="0"/>
    </w:rPr>
  </w:style>
  <w:style w:type="character" w:customStyle="1" w:styleId="TITRE2Car0">
    <w:name w:val="TITRE 2 Car"/>
    <w:basedOn w:val="Policepardfaut"/>
    <w:link w:val="TITRE2"/>
    <w:rsid w:val="0093115A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3Car0">
    <w:name w:val="TITRE3 Car"/>
    <w:basedOn w:val="Titre2Car"/>
    <w:link w:val="TITRE3"/>
    <w:rsid w:val="0093115A"/>
    <w:rPr>
      <w:rFonts w:ascii="Times New Roman" w:eastAsia="Times New Roman" w:hAnsi="Times New Roman" w:cs="Times New Roman"/>
      <w:b/>
      <w:bCs/>
      <w:smallCaps w:val="0"/>
      <w:szCs w:val="20"/>
      <w:lang w:eastAsia="fr-FR"/>
    </w:rPr>
  </w:style>
  <w:style w:type="paragraph" w:styleId="Rvision">
    <w:name w:val="Revision"/>
    <w:hidden/>
    <w:uiPriority w:val="99"/>
    <w:semiHidden/>
    <w:rsid w:val="00D8331E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Contenudetableau">
    <w:name w:val="Contenu de tableau"/>
    <w:basedOn w:val="Normal"/>
    <w:uiPriority w:val="99"/>
    <w:rsid w:val="00B1562C"/>
    <w:pPr>
      <w:suppressLineNumbers/>
      <w:spacing w:after="200" w:line="276" w:lineRule="auto"/>
    </w:pPr>
    <w:rPr>
      <w:rFonts w:ascii="Calibri" w:hAnsi="Calibri"/>
      <w:szCs w:val="22"/>
    </w:rPr>
  </w:style>
  <w:style w:type="character" w:customStyle="1" w:styleId="WW8Num7z2">
    <w:name w:val="WW8Num7z2"/>
    <w:uiPriority w:val="99"/>
    <w:rsid w:val="004C5A87"/>
    <w:rPr>
      <w:rFonts w:ascii="Wingdings" w:hAnsi="Wingdings"/>
    </w:rPr>
  </w:style>
  <w:style w:type="paragraph" w:customStyle="1" w:styleId="Normalcalibri">
    <w:name w:val="Normal calibri"/>
    <w:basedOn w:val="Normal"/>
    <w:link w:val="NormalcalibriCar"/>
    <w:qFormat/>
    <w:rsid w:val="00806233"/>
    <w:pPr>
      <w:jc w:val="both"/>
    </w:pPr>
    <w:rPr>
      <w:rFonts w:ascii="Calibri" w:hAnsi="Calibri"/>
    </w:rPr>
  </w:style>
  <w:style w:type="character" w:customStyle="1" w:styleId="NormalcalibriCar">
    <w:name w:val="Normal calibri Car"/>
    <w:link w:val="Normalcalibri"/>
    <w:rsid w:val="00806233"/>
    <w:rPr>
      <w:rFonts w:ascii="Calibri" w:eastAsia="Times New Roman" w:hAnsi="Calibri" w:cs="Times New Roman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rsid w:val="00E965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ret">
    <w:name w:val="Tiret"/>
    <w:basedOn w:val="Normal"/>
    <w:rsid w:val="00BB7E95"/>
    <w:pPr>
      <w:spacing w:after="120"/>
      <w:ind w:left="284" w:hanging="284"/>
      <w:jc w:val="both"/>
    </w:pPr>
    <w:rPr>
      <w:rFonts w:ascii="Arial" w:hAnsi="Arial"/>
      <w:sz w:val="20"/>
    </w:rPr>
  </w:style>
  <w:style w:type="table" w:customStyle="1" w:styleId="TableGrid">
    <w:name w:val="TableGrid"/>
    <w:rsid w:val="00F27D63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4023C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4023C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84023C"/>
    <w:rPr>
      <w:vertAlign w:val="superscript"/>
    </w:rPr>
  </w:style>
  <w:style w:type="paragraph" w:customStyle="1" w:styleId="texte0">
    <w:name w:val="texte"/>
    <w:basedOn w:val="Normal"/>
    <w:rsid w:val="000718A9"/>
    <w:pPr>
      <w:tabs>
        <w:tab w:val="left" w:pos="240"/>
      </w:tabs>
      <w:spacing w:before="300"/>
      <w:ind w:left="1474" w:right="340" w:firstLine="1701"/>
    </w:pPr>
    <w:rPr>
      <w:rFonts w:ascii="Times" w:hAnsi="Times"/>
      <w:sz w:val="24"/>
    </w:rPr>
  </w:style>
  <w:style w:type="character" w:customStyle="1" w:styleId="WW8Num2z0">
    <w:name w:val="WW8Num2z0"/>
    <w:uiPriority w:val="99"/>
    <w:rsid w:val="00272B52"/>
    <w:rPr>
      <w:color w:val="800080"/>
    </w:rPr>
  </w:style>
  <w:style w:type="paragraph" w:customStyle="1" w:styleId="Style1">
    <w:name w:val="Style1"/>
    <w:basedOn w:val="TITRE1"/>
    <w:link w:val="Style1Car"/>
    <w:qFormat/>
    <w:rsid w:val="001B7A6A"/>
    <w:rPr>
      <w:sz w:val="18"/>
    </w:rPr>
  </w:style>
  <w:style w:type="character" w:customStyle="1" w:styleId="Style1Car">
    <w:name w:val="Style1 Car"/>
    <w:basedOn w:val="TITRE1Car0"/>
    <w:link w:val="Style1"/>
    <w:rsid w:val="001B7A6A"/>
    <w:rPr>
      <w:rFonts w:ascii="Times New Roman" w:eastAsia="Times New Roman" w:hAnsi="Times New Roman" w:cs="Times New Roman"/>
      <w:b/>
      <w:bCs/>
      <w:caps/>
      <w:sz w:val="18"/>
      <w:shd w:val="clear" w:color="auto" w:fill="DEEAF6" w:themeFill="accent1" w:themeFillTint="33"/>
      <w:lang w:eastAsia="fr-FR"/>
    </w:rPr>
  </w:style>
  <w:style w:type="character" w:styleId="Textedelespacerserv">
    <w:name w:val="Placeholder Text"/>
    <w:basedOn w:val="Policepardfaut"/>
    <w:uiPriority w:val="99"/>
    <w:semiHidden/>
    <w:rsid w:val="000B3232"/>
    <w:rPr>
      <w:color w:val="808080"/>
    </w:rPr>
  </w:style>
  <w:style w:type="paragraph" w:customStyle="1" w:styleId="paragraphe3">
    <w:name w:val="paragraphe3"/>
    <w:basedOn w:val="Normal"/>
    <w:rsid w:val="007A4480"/>
    <w:pPr>
      <w:spacing w:after="240"/>
      <w:ind w:left="936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.dutertre3\AppData\Local\Microsoft\Windows\Temporary%20Internet%20Files\Content.Outlook\2KGBUPNP\AE-CCAP_TVX_Inf90k&#8364;h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Page xmlns="10a5c8b5-8712-448a-a3a9-dee401eb1bb9" xsi:nil="true"/>
    <Document_x0020_externe xmlns="83f7aba1-81e5-4e6c-b889-942d6aad9907">false</Document_x0020_externe>
    <o6b726a430a34f359a93713456d41e84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o6b726a430a34f359a93713456d41e84>
    <efee910296334a56a138efa0d9b0c59c xmlns="83f7aba1-81e5-4e6c-b889-942d6aad9907">
      <Terms xmlns="http://schemas.microsoft.com/office/infopath/2007/PartnerControls"/>
    </efee910296334a56a138efa0d9b0c59c>
    <Description_x0020_document xmlns="83f7aba1-81e5-4e6c-b889-942d6aad9907" xsi:nil="true"/>
    <Version_x0020_du_x0020_document xmlns="83f7aba1-81e5-4e6c-b889-942d6aad9907" xsi:nil="true"/>
    <Identifiant_x0020_externe xmlns="83f7aba1-81e5-4e6c-b889-942d6aad9907" xsi:nil="true"/>
    <i7c3fb070f34447c9d4199fbcf1d9913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générique</TermName>
          <TermId xmlns="http://schemas.microsoft.com/office/infopath/2007/PartnerControls">2cd61084-ec54-4663-9272-0ea6acd0750e</TermId>
        </TermInfo>
      </Terms>
    </i7c3fb070f34447c9d4199fbcf1d9913>
    <b7f8616e315e433f8013e0e773a0bc80 xmlns="83f7aba1-81e5-4e6c-b889-942d6aad9907">
      <Terms xmlns="http://schemas.microsoft.com/office/infopath/2007/PartnerControls"/>
    </b7f8616e315e433f8013e0e773a0bc80>
    <n0a5cb1f9cb249b393d5118907f5fba3 xmlns="83f7aba1-81e5-4e6c-b889-942d6aad9907">
      <Terms xmlns="http://schemas.microsoft.com/office/infopath/2007/PartnerControls"/>
    </n0a5cb1f9cb249b393d5118907f5fba3>
    <TaxCatchAll xmlns="83f7aba1-81e5-4e6c-b889-942d6aad9907">
      <Value>104</Value>
      <Value>130</Value>
    </TaxCatchAll>
    <Titre_Doc xmlns="83f7aba1-81e5-4e6c-b889-942d6aad9907">AE_PI</Titre_Doc>
    <Item_x0020_projet_x0020_-_x0020_thème xmlns="83f7aba1-81e5-4e6c-b889-942d6aad990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8838A1305AEA454C8F860FD63FAFC414010069378D1CCC06954F9BAC403D84AF5469" ma:contentTypeVersion="30" ma:contentTypeDescription="" ma:contentTypeScope="" ma:versionID="7bdea917c5946df81ec20703a78c3a90">
  <xsd:schema xmlns:xsd="http://www.w3.org/2001/XMLSchema" xmlns:xs="http://www.w3.org/2001/XMLSchema" xmlns:p="http://schemas.microsoft.com/office/2006/metadata/properties" xmlns:ns2="83f7aba1-81e5-4e6c-b889-942d6aad9907" xmlns:ns3="http://schemas.microsoft.com/sharepoint/v4" xmlns:ns4="10a5c8b5-8712-448a-a3a9-dee401eb1bb9" targetNamespace="http://schemas.microsoft.com/office/2006/metadata/properties" ma:root="true" ma:fieldsID="ed27f9149a2b5ec621d98083ca06b8cf" ns2:_="" ns3:_="" ns4:_="">
    <xsd:import namespace="83f7aba1-81e5-4e6c-b889-942d6aad9907"/>
    <xsd:import namespace="http://schemas.microsoft.com/sharepoint/v4"/>
    <xsd:import namespace="10a5c8b5-8712-448a-a3a9-dee401eb1bb9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Version_x0020_du_x0020_document" minOccurs="0"/>
                <xsd:element ref="ns2:i7c3fb070f34447c9d4199fbcf1d9913" minOccurs="0"/>
                <xsd:element ref="ns2:b7f8616e315e433f8013e0e773a0bc80" minOccurs="0"/>
                <xsd:element ref="ns2:o6b726a430a34f359a93713456d41e84" minOccurs="0"/>
                <xsd:element ref="ns2:n0a5cb1f9cb249b393d5118907f5fba3" minOccurs="0"/>
                <xsd:element ref="ns2:efee910296334a56a138efa0d9b0c59c" minOccurs="0"/>
                <xsd:element ref="ns2:TaxCatchAll" minOccurs="0"/>
                <xsd:element ref="ns2:SharedWithUsers" minOccurs="0"/>
                <xsd:element ref="ns3:IconOverlay" minOccurs="0"/>
                <xsd:element ref="ns2:TaxCatchAllLabel" minOccurs="0"/>
                <xsd:element ref="ns4:P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7aba1-81e5-4e6c-b889-942d6aad9907" elementFormDefault="qualified">
    <xsd:import namespace="http://schemas.microsoft.com/office/2006/documentManagement/types"/>
    <xsd:import namespace="http://schemas.microsoft.com/office/infopath/2007/PartnerControls"/>
    <xsd:element name="Titre_Doc" ma:index="1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2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tem_x0020_projet_x0020_-_x0020_thème" ma:index="7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8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9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Version_x0020_du_x0020_document" ma:index="11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i7c3fb070f34447c9d4199fbcf1d9913" ma:index="12" ma:taxonomy="true" ma:internalName="i7c3fb070f34447c9d4199fbcf1d9913" ma:taxonomyFieldName="Nature" ma:displayName="Nature" ma:default="" ma:fieldId="{27c3fb07-0f34-447c-9d41-99fbcf1d99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7f8616e315e433f8013e0e773a0bc80" ma:index="14" nillable="true" ma:taxonomy="true" ma:internalName="b7f8616e315e433f8013e0e773a0bc80" ma:taxonomyFieldName="Projet_x0020__x002d__x0020_Th_x00e8_me" ma:displayName="Projet - Thème" ma:default="" ma:fieldId="{b7f8616e-315e-433f-8013-e0e773a0bc8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b726a430a34f359a93713456d41e84" ma:index="16" ma:taxonomy="true" ma:internalName="o6b726a430a34f359a93713456d41e84" ma:taxonomyFieldName="Protection" ma:displayName="Protection" ma:default="104;#NP|cadf651c-c981-4cf9-9c64-0ba779488b3c" ma:fieldId="{86b726a4-30a3-4f35-9a93-713456d41e84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0a5cb1f9cb249b393d5118907f5fba3" ma:index="19" nillable="true" ma:taxonomy="true" ma:internalName="n0a5cb1f9cb249b393d5118907f5fba3" ma:taxonomyFieldName="Type_x0020_mod_x00e8_le" ma:displayName="Type modèle" ma:default="" ma:fieldId="{70a5cb1f-9cb2-49b3-93d5-118907f5fba3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fee910296334a56a138efa0d9b0c59c" ma:index="21" nillable="true" ma:taxonomy="true" ma:internalName="efee910296334a56a138efa0d9b0c59c" ma:taxonomyFieldName="Mots_x002d_cl_x00e9_s" ma:displayName="Mots-clés" ma:default="" ma:fieldId="{efee9102-9633-4a56-a138-efa0d9b0c59c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24276be3-0836-4075-b144-14a67e09f03b}" ma:internalName="TaxCatchAll" ma:showField="CatchAllData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Label" ma:index="27" nillable="true" ma:displayName="Taxonomy Catch All Column1" ma:hidden="true" ma:list="{24276be3-0836-4075-b144-14a67e09f03b}" ma:internalName="TaxCatchAllLabel" ma:readOnly="true" ma:showField="CatchAllDataLabel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5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a5c8b5-8712-448a-a3a9-dee401eb1bb9" elementFormDefault="qualified">
    <xsd:import namespace="http://schemas.microsoft.com/office/2006/documentManagement/types"/>
    <xsd:import namespace="http://schemas.microsoft.com/office/infopath/2007/PartnerControls"/>
    <xsd:element name="Page" ma:index="28" nillable="true" ma:displayName="Page" ma:list="{b4cf278e-a743-4cff-9adf-23ec1b9a876d}" ma:internalName="Pag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B8302E-77C8-446C-BD9B-AB2DD394FC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6C8493-85A4-4A86-B433-D246D20B3F7E}">
  <ds:schemaRefs>
    <ds:schemaRef ds:uri="10a5c8b5-8712-448a-a3a9-dee401eb1bb9"/>
    <ds:schemaRef ds:uri="http://purl.org/dc/elements/1.1/"/>
    <ds:schemaRef ds:uri="http://schemas.microsoft.com/office/2006/metadata/properties"/>
    <ds:schemaRef ds:uri="83f7aba1-81e5-4e6c-b889-942d6aad9907"/>
    <ds:schemaRef ds:uri="http://schemas.microsoft.com/sharepoint/v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6136818-0CD1-480C-9B13-AA65399D0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f7aba1-81e5-4e6c-b889-942d6aad9907"/>
    <ds:schemaRef ds:uri="http://schemas.microsoft.com/sharepoint/v4"/>
    <ds:schemaRef ds:uri="10a5c8b5-8712-448a-a3a9-dee401eb1b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A475CE-6A9A-4576-8A06-33D81DC72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AE-CCAP_TVX_Inf90k€ht.dotx</Template>
  <TotalTime>160</TotalTime>
  <Pages>8</Pages>
  <Words>1710</Words>
  <Characters>9406</Characters>
  <Application>Microsoft Office Word</Application>
  <DocSecurity>0</DocSecurity>
  <Lines>78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AE-CCAP_TVX_Inf90k€ht (CCAG 2021)</vt:lpstr>
    </vt:vector>
  </TitlesOfParts>
  <Company>Ministère des Armées</Company>
  <LinksUpToDate>false</LinksUpToDate>
  <CharactersWithSpaces>11094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AE-CCAP_TVX_Inf90k€ht (CCAG 2021)</dc:title>
  <dc:subject/>
  <dc:creator>DUTERTRE Clement Apprenti</dc:creator>
  <cp:keywords/>
  <dc:description/>
  <cp:lastModifiedBy>BEAUTOUR Aurelia TSEF 2E CLASSE DEF</cp:lastModifiedBy>
  <cp:revision>3</cp:revision>
  <cp:lastPrinted>2023-09-13T15:13:00Z</cp:lastPrinted>
  <dcterms:created xsi:type="dcterms:W3CDTF">2025-02-20T10:41:00Z</dcterms:created>
  <dcterms:modified xsi:type="dcterms:W3CDTF">2025-02-20T13:24:00Z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0x0101008838A1305AEA454C8F860FD63FAFC414010069378D1CCC06954F9BAC403D84AF5469</vt:lpwstr>
  </property>
  <property fmtid="{D5CDD505-2E9C-101B-9397-08002B2CF9AE}" pid="3" name="_dlc_DocIdItemGuid">
    <vt:lpwstr>a93ae351-84d8-48ae-8472-da54bc61b340</vt:lpwstr>
  </property>
  <property fmtid="{D5CDD505-2E9C-101B-9397-08002B2CF9AE}" pid="4" name="Nature">
    <vt:lpwstr>130;#Modèle générique|2cd61084-ec54-4663-9272-0ea6acd0750e</vt:lpwstr>
  </property>
  <property fmtid="{D5CDD505-2E9C-101B-9397-08002B2CF9AE}" pid="5" name="Mots-clés">
    <vt:lpwstr/>
  </property>
  <property fmtid="{D5CDD505-2E9C-101B-9397-08002B2CF9AE}" pid="6" name="Type modèle">
    <vt:lpwstr/>
  </property>
  <property fmtid="{D5CDD505-2E9C-101B-9397-08002B2CF9AE}" pid="7" name="Protection">
    <vt:lpwstr>104;#NP|cadf651c-c981-4cf9-9c64-0ba779488b3c</vt:lpwstr>
  </property>
  <property fmtid="{D5CDD505-2E9C-101B-9397-08002B2CF9AE}" pid="8" name="Projet - Thème">
    <vt:lpwstr/>
  </property>
</Properties>
</file>