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C0C" w:rsidRDefault="00834C0C">
      <w:pPr>
        <w:pStyle w:val="Enttegche"/>
      </w:pPr>
      <w:bookmarkStart w:id="0" w:name="_Toc526222885"/>
      <w:bookmarkStart w:id="1" w:name="_Toc526222884"/>
      <w:bookmarkEnd w:id="0"/>
      <w:bookmarkEnd w:id="1"/>
    </w:p>
    <w:p w:rsidR="00834C0C" w:rsidRDefault="004530A4">
      <w:pPr>
        <w:pStyle w:val="RedaliaNormal"/>
      </w:pPr>
      <w:r>
        <w:rPr>
          <w:noProof/>
        </w:rPr>
        <w:drawing>
          <wp:inline distT="0" distB="0" distL="0" distR="0" wp14:anchorId="3840B290" wp14:editId="250F0439">
            <wp:extent cx="5760720" cy="1686560"/>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univ_toulon_rvb(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1686560"/>
                    </a:xfrm>
                    <a:prstGeom prst="rect">
                      <a:avLst/>
                    </a:prstGeom>
                  </pic:spPr>
                </pic:pic>
              </a:graphicData>
            </a:graphic>
          </wp:inline>
        </w:drawing>
      </w:r>
    </w:p>
    <w:p w:rsidR="00834C0C" w:rsidRDefault="00834C0C">
      <w:pPr>
        <w:pStyle w:val="RedaliaNormal"/>
      </w:pPr>
    </w:p>
    <w:p w:rsidR="00834C0C" w:rsidRDefault="004530A4">
      <w:pPr>
        <w:pStyle w:val="RedaliaNormal"/>
      </w:pPr>
      <w:r>
        <w:t>MARCHE N°25-14</w:t>
      </w:r>
    </w:p>
    <w:p w:rsidR="00834C0C" w:rsidRDefault="004530A4">
      <w:pPr>
        <w:pStyle w:val="RdaliaLgende"/>
        <w:ind w:left="6237" w:firstLine="0"/>
      </w:pPr>
      <w:r>
        <w:t>(Mention réservée à l’administration)</w:t>
      </w:r>
    </w:p>
    <w:p w:rsidR="00834C0C" w:rsidRDefault="00834C0C">
      <w:pPr>
        <w:pStyle w:val="RedaliaTitredocument"/>
        <w:tabs>
          <w:tab w:val="clear" w:pos="8505"/>
        </w:tabs>
        <w:rPr>
          <w:sz w:val="48"/>
          <w:szCs w:val="24"/>
        </w:rPr>
      </w:pPr>
    </w:p>
    <w:p w:rsidR="00834C0C" w:rsidRDefault="004530A4">
      <w:pPr>
        <w:pStyle w:val="RedaliaTitredocument"/>
        <w:tabs>
          <w:tab w:val="clear" w:pos="8505"/>
        </w:tabs>
      </w:pPr>
      <w:r>
        <w:t>MARCHE DE SERVICES</w:t>
      </w:r>
    </w:p>
    <w:p w:rsidR="00834C0C" w:rsidRDefault="00834C0C">
      <w:pPr>
        <w:pStyle w:val="RedaliaTitredocument"/>
        <w:rPr>
          <w:sz w:val="28"/>
          <w:szCs w:val="28"/>
        </w:rPr>
      </w:pPr>
    </w:p>
    <w:p w:rsidR="00834C0C" w:rsidRDefault="004530A4">
      <w:pPr>
        <w:pStyle w:val="RedaliaTitredocument"/>
      </w:pPr>
      <w:r>
        <w:t>Acte d’engagement</w:t>
      </w:r>
    </w:p>
    <w:p w:rsidR="00834C0C" w:rsidRDefault="00834C0C">
      <w:pPr>
        <w:pStyle w:val="RedaliaNormal"/>
      </w:pPr>
    </w:p>
    <w:p w:rsidR="00834C0C" w:rsidRDefault="004530A4">
      <w:pPr>
        <w:pStyle w:val="RdaliaTitreparagraphe"/>
      </w:pPr>
      <w:r>
        <w:t>Objet du marché</w:t>
      </w:r>
    </w:p>
    <w:p w:rsidR="00834C0C" w:rsidRDefault="004530A4">
      <w:pPr>
        <w:pStyle w:val="RedaliaNormal"/>
        <w:rPr>
          <w:b/>
          <w:bCs/>
        </w:rPr>
      </w:pPr>
      <w:proofErr w:type="gramStart"/>
      <w:r>
        <w:rPr>
          <w:b/>
          <w:bCs/>
        </w:rPr>
        <w:t>i</w:t>
      </w:r>
      <w:proofErr w:type="gramEnd"/>
      <w:r>
        <w:rPr>
          <w:b/>
          <w:bCs/>
        </w:rPr>
        <w:t>-naval Édition 2025 - Organisation événementielle de la manifestation</w:t>
      </w:r>
    </w:p>
    <w:p w:rsidR="00834C0C" w:rsidRDefault="004530A4">
      <w:pPr>
        <w:pStyle w:val="RdaliaTitreparagraphe"/>
      </w:pPr>
      <w:r>
        <w:t>Acheteur</w:t>
      </w:r>
    </w:p>
    <w:p w:rsidR="00834C0C" w:rsidRDefault="004530A4">
      <w:pPr>
        <w:pStyle w:val="RedaliaNormal"/>
        <w:rPr>
          <w:b/>
          <w:bCs/>
        </w:rPr>
      </w:pPr>
      <w:r>
        <w:rPr>
          <w:b/>
          <w:bCs/>
        </w:rPr>
        <w:t>Université de Toulon</w:t>
      </w:r>
    </w:p>
    <w:p w:rsidR="00834C0C" w:rsidRDefault="004530A4">
      <w:pPr>
        <w:pStyle w:val="RedaliaNormal"/>
      </w:pPr>
      <w:r>
        <w:t>Adresse :   CS 60584   83041 TOULON Cedex 9</w:t>
      </w:r>
    </w:p>
    <w:p w:rsidR="00834C0C" w:rsidRDefault="004530A4">
      <w:pPr>
        <w:pStyle w:val="RedaliaNormal"/>
      </w:pPr>
      <w:r>
        <w:t>Téléphone : +</w:t>
      </w:r>
      <w:r>
        <w:t>33 0494142688</w:t>
      </w:r>
    </w:p>
    <w:p w:rsidR="00834C0C" w:rsidRDefault="004530A4">
      <w:pPr>
        <w:pStyle w:val="RdaliaTitreparagraphe"/>
      </w:pPr>
      <w:r>
        <w:t>Référence de l'arrêté de désignation de la personne signataire du marché</w:t>
      </w:r>
    </w:p>
    <w:p w:rsidR="00834C0C" w:rsidRDefault="004530A4">
      <w:pPr>
        <w:pStyle w:val="RedaliaNormal"/>
      </w:pPr>
      <w:r>
        <w:t>Délibération de compétences du conseil d'administration au Président CA-2023-18 du 11 avril 2023</w:t>
      </w:r>
    </w:p>
    <w:p w:rsidR="00834C0C" w:rsidRDefault="004530A4">
      <w:pPr>
        <w:pStyle w:val="RdaliaTitreparagraphe"/>
      </w:pPr>
      <w:r>
        <w:t>Procédure de passation</w:t>
      </w:r>
    </w:p>
    <w:p w:rsidR="00834C0C" w:rsidRDefault="004530A4">
      <w:pPr>
        <w:pStyle w:val="RedaliaNormal"/>
      </w:pPr>
      <w:r>
        <w:t xml:space="preserve">Procédure adaptée – Articles R. 2123-1, R. </w:t>
      </w:r>
      <w:r>
        <w:t xml:space="preserve">2123-4 et R. 2123-5 </w:t>
      </w:r>
      <w:r>
        <w:t>du Code de la commande publique.</w:t>
      </w:r>
    </w:p>
    <w:p w:rsidR="00834C0C" w:rsidRDefault="004530A4">
      <w:pPr>
        <w:pStyle w:val="RedaliaNormal"/>
      </w:pPr>
      <w:r>
        <w:t>Article R. 2123-1 3° du Code de la commande publique.</w:t>
      </w:r>
    </w:p>
    <w:p w:rsidR="00834C0C" w:rsidRDefault="004530A4">
      <w:pPr>
        <w:pStyle w:val="RdaliaTitreparagraphe"/>
      </w:pPr>
      <w:r>
        <w:t>Personne habilitée à donner les renseignements relatifs aux nantissements et cessions de créances</w:t>
      </w:r>
    </w:p>
    <w:p w:rsidR="00834C0C" w:rsidRDefault="004530A4">
      <w:pPr>
        <w:pStyle w:val="RedaliaNormal"/>
      </w:pPr>
      <w:r>
        <w:lastRenderedPageBreak/>
        <w:t>Sabine Carpentier Responsable du pôle achat – CS 6</w:t>
      </w:r>
      <w:r>
        <w:t>0584 83041 Toulon cedex 9</w:t>
      </w:r>
    </w:p>
    <w:p w:rsidR="00834C0C" w:rsidRDefault="004530A4">
      <w:pPr>
        <w:pStyle w:val="RedaliaNormal"/>
      </w:pPr>
      <w:r>
        <w:t>pole-achat@univ-tln.fr</w:t>
      </w:r>
    </w:p>
    <w:p w:rsidR="00834C0C" w:rsidRDefault="004530A4">
      <w:pPr>
        <w:pStyle w:val="RedaliaNormal"/>
      </w:pPr>
      <w:r>
        <w:t>04 94 14 26 88</w:t>
      </w:r>
    </w:p>
    <w:p w:rsidR="00834C0C" w:rsidRDefault="004530A4">
      <w:pPr>
        <w:pStyle w:val="RdaliaTitreparagraphe"/>
      </w:pPr>
      <w:r>
        <w:t>Comptable public assignataire des paiements</w:t>
      </w:r>
    </w:p>
    <w:p w:rsidR="00834C0C" w:rsidRDefault="004530A4">
      <w:pPr>
        <w:pStyle w:val="RedaliaNormal"/>
      </w:pPr>
      <w:r>
        <w:t>Monsieur l’agent comptable</w:t>
      </w:r>
    </w:p>
    <w:p w:rsidR="00834C0C" w:rsidRDefault="00834C0C">
      <w:pPr>
        <w:pStyle w:val="RedaliaNormal"/>
      </w:pPr>
    </w:p>
    <w:p w:rsidR="00834C0C" w:rsidRDefault="004530A4">
      <w:pPr>
        <w:pStyle w:val="RedaliaNormal"/>
      </w:pPr>
      <w:r>
        <w:t>Les cessions de créance doivent être notifiées ou les nantissements signifiés à l’organisme désigné ci-dessus.</w:t>
      </w:r>
    </w:p>
    <w:p w:rsidR="00834C0C" w:rsidRDefault="00834C0C">
      <w:pPr>
        <w:pStyle w:val="RedaliaNormal"/>
      </w:pPr>
    </w:p>
    <w:p w:rsidR="00834C0C" w:rsidRDefault="004530A4">
      <w:pPr>
        <w:pStyle w:val="RdaliaTitreparagraphe"/>
      </w:pPr>
      <w:r>
        <w:t>Notifica</w:t>
      </w:r>
      <w:r>
        <w:t>tion du marché</w:t>
      </w:r>
    </w:p>
    <w:p w:rsidR="00834C0C" w:rsidRDefault="004530A4">
      <w:pPr>
        <w:pStyle w:val="RedaliaNormal"/>
      </w:pPr>
      <w:r>
        <w:t>Date de notification :</w:t>
      </w:r>
      <w:r>
        <w:tab/>
      </w:r>
    </w:p>
    <w:p w:rsidR="00834C0C" w:rsidRDefault="00834C0C">
      <w:pPr>
        <w:pStyle w:val="RedaliaNormal"/>
      </w:pPr>
    </w:p>
    <w:p w:rsidR="00834C0C" w:rsidRDefault="00834C0C">
      <w:pPr>
        <w:pStyle w:val="RedaliaNormal"/>
        <w:pageBreakBefore/>
      </w:pPr>
    </w:p>
    <w:p w:rsidR="00834C0C" w:rsidRDefault="004530A4">
      <w:pPr>
        <w:pStyle w:val="RdaliaTitredossier"/>
      </w:pPr>
      <w:r>
        <w:t>Sommaire</w:t>
      </w:r>
    </w:p>
    <w:p w:rsidR="00834C0C" w:rsidRDefault="004530A4">
      <w:pPr>
        <w:pStyle w:val="TM1"/>
      </w:pPr>
      <w:r>
        <w:rPr>
          <w:b w:val="0"/>
          <w:kern w:val="0"/>
          <w:sz w:val="48"/>
        </w:rPr>
        <w:fldChar w:fldCharType="begin"/>
      </w:r>
      <w:r>
        <w:instrText xml:space="preserve"> TOC \o "1-3" \u \h </w:instrText>
      </w:r>
      <w:r>
        <w:rPr>
          <w:b w:val="0"/>
          <w:kern w:val="0"/>
          <w:sz w:val="48"/>
        </w:rPr>
        <w:fldChar w:fldCharType="separate"/>
      </w:r>
      <w:hyperlink r:id="rId8" w:history="1">
        <w:r>
          <w:t>1. Contractant</w:t>
        </w:r>
        <w:r>
          <w:tab/>
          <w:t>4</w:t>
        </w:r>
      </w:hyperlink>
    </w:p>
    <w:p w:rsidR="00834C0C" w:rsidRDefault="004530A4">
      <w:pPr>
        <w:pStyle w:val="TM1"/>
      </w:pPr>
      <w:hyperlink r:id="rId9" w:history="1">
        <w:r>
          <w:t>2. Objet du marché</w:t>
        </w:r>
        <w:r>
          <w:tab/>
          <w:t>5</w:t>
        </w:r>
      </w:hyperlink>
    </w:p>
    <w:p w:rsidR="00834C0C" w:rsidRDefault="004530A4">
      <w:pPr>
        <w:pStyle w:val="TM2"/>
      </w:pPr>
      <w:hyperlink r:id="rId10" w:history="1">
        <w:r>
          <w:t>2</w:t>
        </w:r>
        <w:r>
          <w:t>.1 Décomposition en tranches</w:t>
        </w:r>
        <w:r>
          <w:tab/>
          <w:t>5</w:t>
        </w:r>
      </w:hyperlink>
    </w:p>
    <w:p w:rsidR="00834C0C" w:rsidRDefault="004530A4">
      <w:pPr>
        <w:pStyle w:val="TM2"/>
      </w:pPr>
      <w:hyperlink r:id="rId11" w:history="1">
        <w:r>
          <w:t>2.2 Nomenclature</w:t>
        </w:r>
        <w:r>
          <w:tab/>
          <w:t>5</w:t>
        </w:r>
      </w:hyperlink>
    </w:p>
    <w:p w:rsidR="00834C0C" w:rsidRDefault="004530A4">
      <w:pPr>
        <w:pStyle w:val="TM1"/>
      </w:pPr>
      <w:hyperlink r:id="rId12" w:history="1">
        <w:r>
          <w:t>3. Durée du marché – Délais d’exécution – Reconduction</w:t>
        </w:r>
        <w:r>
          <w:tab/>
          <w:t>6</w:t>
        </w:r>
      </w:hyperlink>
    </w:p>
    <w:p w:rsidR="00834C0C" w:rsidRDefault="004530A4">
      <w:pPr>
        <w:pStyle w:val="TM2"/>
      </w:pPr>
      <w:hyperlink r:id="rId13" w:history="1">
        <w:r>
          <w:t>3.1 Délais d’exécution</w:t>
        </w:r>
        <w:r>
          <w:tab/>
          <w:t>6</w:t>
        </w:r>
      </w:hyperlink>
    </w:p>
    <w:p w:rsidR="00834C0C" w:rsidRDefault="004530A4">
      <w:pPr>
        <w:pStyle w:val="TM2"/>
      </w:pPr>
      <w:hyperlink r:id="rId14" w:history="1">
        <w:r>
          <w:t>3.2 Reconduction</w:t>
        </w:r>
        <w:r>
          <w:tab/>
          <w:t>6</w:t>
        </w:r>
      </w:hyperlink>
    </w:p>
    <w:p w:rsidR="00834C0C" w:rsidRDefault="004530A4">
      <w:pPr>
        <w:pStyle w:val="TM1"/>
      </w:pPr>
      <w:hyperlink r:id="rId15" w:history="1">
        <w:r>
          <w:t>4. Prix</w:t>
        </w:r>
        <w:r>
          <w:tab/>
          <w:t>6</w:t>
        </w:r>
      </w:hyperlink>
    </w:p>
    <w:p w:rsidR="00834C0C" w:rsidRDefault="004530A4">
      <w:pPr>
        <w:pStyle w:val="TM2"/>
      </w:pPr>
      <w:hyperlink r:id="rId16" w:history="1">
        <w:r>
          <w:t xml:space="preserve">4.1 Conséquences financières de la non-exécution ou de </w:t>
        </w:r>
        <w:r>
          <w:t>l’exécution d’une tranche optionnelle</w:t>
        </w:r>
        <w:r>
          <w:tab/>
          <w:t>7</w:t>
        </w:r>
      </w:hyperlink>
    </w:p>
    <w:p w:rsidR="00834C0C" w:rsidRDefault="004530A4">
      <w:pPr>
        <w:pStyle w:val="TM3"/>
      </w:pPr>
      <w:hyperlink r:id="rId17" w:history="1">
        <w:r>
          <w:t>4.1.1 Indemnité de dédit pour non-exécution d’une tranche optionnelle</w:t>
        </w:r>
        <w:r>
          <w:tab/>
          <w:t>7</w:t>
        </w:r>
      </w:hyperlink>
    </w:p>
    <w:p w:rsidR="00834C0C" w:rsidRDefault="004530A4">
      <w:pPr>
        <w:pStyle w:val="TM3"/>
      </w:pPr>
      <w:hyperlink r:id="rId18" w:history="1">
        <w:r>
          <w:t xml:space="preserve">4.1.2 Rabais en cas d’exécution d’une tranche </w:t>
        </w:r>
        <w:r>
          <w:t>optionnelle</w:t>
        </w:r>
        <w:r>
          <w:tab/>
          <w:t>7</w:t>
        </w:r>
      </w:hyperlink>
    </w:p>
    <w:p w:rsidR="00834C0C" w:rsidRDefault="004530A4">
      <w:pPr>
        <w:pStyle w:val="TM3"/>
      </w:pPr>
      <w:hyperlink r:id="rId19" w:history="1">
        <w:r>
          <w:t>4.1.3 Indemnité d’attente</w:t>
        </w:r>
        <w:r>
          <w:tab/>
          <w:t>7</w:t>
        </w:r>
      </w:hyperlink>
    </w:p>
    <w:p w:rsidR="00834C0C" w:rsidRDefault="004530A4">
      <w:pPr>
        <w:pStyle w:val="TM1"/>
      </w:pPr>
      <w:hyperlink r:id="rId20" w:history="1">
        <w:r>
          <w:t>5. Prestations similaires</w:t>
        </w:r>
        <w:r>
          <w:tab/>
          <w:t>7</w:t>
        </w:r>
      </w:hyperlink>
    </w:p>
    <w:p w:rsidR="00834C0C" w:rsidRDefault="004530A4">
      <w:pPr>
        <w:pStyle w:val="TM1"/>
      </w:pPr>
      <w:hyperlink r:id="rId21" w:history="1">
        <w:r>
          <w:t>6. Avance</w:t>
        </w:r>
        <w:r>
          <w:tab/>
          <w:t>7</w:t>
        </w:r>
      </w:hyperlink>
    </w:p>
    <w:p w:rsidR="00834C0C" w:rsidRDefault="004530A4">
      <w:pPr>
        <w:pStyle w:val="TM1"/>
      </w:pPr>
      <w:hyperlink r:id="rId22" w:history="1">
        <w:r>
          <w:t>7. Signature du candidat</w:t>
        </w:r>
        <w:r>
          <w:tab/>
          <w:t>8</w:t>
        </w:r>
      </w:hyperlink>
    </w:p>
    <w:p w:rsidR="00834C0C" w:rsidRDefault="004530A4">
      <w:pPr>
        <w:pStyle w:val="TM1"/>
      </w:pPr>
      <w:hyperlink r:id="rId23" w:history="1">
        <w:r>
          <w:t>8. Acceptation de l’offre</w:t>
        </w:r>
        <w:r>
          <w:tab/>
          <w:t>8</w:t>
        </w:r>
      </w:hyperlink>
    </w:p>
    <w:p w:rsidR="00834C0C" w:rsidRDefault="004530A4">
      <w:r>
        <w:rPr>
          <w:b/>
          <w:kern w:val="3"/>
          <w:sz w:val="24"/>
        </w:rPr>
        <w:fldChar w:fldCharType="end"/>
      </w:r>
    </w:p>
    <w:p w:rsidR="00834C0C" w:rsidRDefault="00834C0C">
      <w:pPr>
        <w:pStyle w:val="RedaliaNormal"/>
      </w:pPr>
    </w:p>
    <w:p w:rsidR="00834C0C" w:rsidRDefault="00834C0C">
      <w:pPr>
        <w:pStyle w:val="RedaliaNormal"/>
        <w:pageBreakBefore/>
      </w:pPr>
    </w:p>
    <w:p w:rsidR="00834C0C" w:rsidRDefault="004530A4">
      <w:pPr>
        <w:pStyle w:val="RedaliaTitre1"/>
      </w:pPr>
      <w:bookmarkStart w:id="2" w:name="__RefHeading__51503_1835386073"/>
      <w:bookmarkStart w:id="3" w:name="_Toc192648939"/>
      <w:bookmarkStart w:id="4" w:name="_Toc174160389"/>
      <w:r>
        <w:t>Contractant</w:t>
      </w:r>
      <w:bookmarkEnd w:id="2"/>
      <w:bookmarkEnd w:id="3"/>
      <w:bookmarkEnd w:id="4"/>
    </w:p>
    <w:p w:rsidR="00834C0C" w:rsidRDefault="004530A4">
      <w:pPr>
        <w:pStyle w:val="RedaliaNormal"/>
      </w:pPr>
      <w:r>
        <w:t xml:space="preserve">Après avoir pris connaissance du cahier des clauses particulières et des documents qui </w:t>
      </w:r>
      <w:r>
        <w:t>sont mentionnés au présent acte d'engagement,</w:t>
      </w:r>
    </w:p>
    <w:p w:rsidR="00834C0C" w:rsidRDefault="004530A4">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rsidR="00834C0C" w:rsidRDefault="004530A4">
      <w:pPr>
        <w:pStyle w:val="RdaliaRetraitniveau2"/>
      </w:pPr>
      <w:r>
        <w:t xml:space="preserve">J’AFFIRME, </w:t>
      </w:r>
      <w:r>
        <w:t>sous peine de résiliation de plein droit du marché, que je suis titulaire d'une police d'assurance garantissant l'ensemble des responsabilités que j'encours.</w:t>
      </w:r>
    </w:p>
    <w:p w:rsidR="00834C0C" w:rsidRDefault="004530A4">
      <w:pPr>
        <w:pStyle w:val="RdaliaRetraitniveau2"/>
      </w:pPr>
      <w:r>
        <w:t>Je CONFIRME, sous peine de résiliation de plein droit du marché, que les sous-traitants proposés s</w:t>
      </w:r>
      <w:r>
        <w:t>ont également titulaires de polices d’assurances garantissant les responsabilités qu’ils encourent.</w:t>
      </w:r>
    </w:p>
    <w:p w:rsidR="00834C0C" w:rsidRDefault="004530A4">
      <w:pPr>
        <w:pStyle w:val="RedaliaNormal"/>
      </w:pPr>
      <w:r>
        <w:t>L'offre ainsi présentée ne nous lie toutefois que si l’attribution du marché a lieu dans un délai de 60 jours à compter de la date limite de réception des o</w:t>
      </w:r>
      <w:r>
        <w:t>ffres.</w:t>
      </w:r>
    </w:p>
    <w:p w:rsidR="00834C0C" w:rsidRDefault="00834C0C">
      <w:pPr>
        <w:pStyle w:val="RedaliaNormal"/>
      </w:pPr>
    </w:p>
    <w:p w:rsidR="00834C0C" w:rsidRDefault="004530A4">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rsidR="00834C0C" w:rsidRDefault="004530A4">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w:t>
      </w:r>
      <w:proofErr w:type="gramStart"/>
      <w:r>
        <w:t>après;</w:t>
      </w:r>
      <w:proofErr w:type="gramEnd"/>
    </w:p>
    <w:p w:rsidR="00834C0C" w:rsidRDefault="004530A4">
      <w:pPr>
        <w:pStyle w:val="RedaliaNormal"/>
        <w:pBdr>
          <w:top w:val="single" w:sz="4" w:space="1" w:color="000000"/>
          <w:left w:val="single" w:sz="4" w:space="4" w:color="000000"/>
          <w:bottom w:val="single" w:sz="4" w:space="1" w:color="000000"/>
          <w:right w:val="single" w:sz="4" w:space="4" w:color="000000"/>
        </w:pBdr>
      </w:pPr>
      <w:r>
        <w:t xml:space="preserve">                                            </w:t>
      </w:r>
      <w:r>
        <w:t xml:space="preserve">   </w:t>
      </w:r>
      <w:bookmarkStart w:id="7" w:name="formcheckbox_off_13"/>
      <w:r>
        <w:rPr>
          <w:rFonts w:ascii="Wingdings" w:eastAsia="Wingdings" w:hAnsi="Wingdings" w:cs="Wingdings"/>
        </w:rPr>
        <w:t></w:t>
      </w:r>
      <w:bookmarkEnd w:id="7"/>
      <w:r>
        <w:t xml:space="preserve"> engage la société ........................................... </w:t>
      </w:r>
      <w:proofErr w:type="gramStart"/>
      <w:r>
        <w:t>sur</w:t>
      </w:r>
      <w:proofErr w:type="gramEnd"/>
      <w:r>
        <w:t xml:space="preserve"> la base de son offre à exécuter les prestations demandées dans les conditions définies ci-après;</w:t>
      </w:r>
    </w:p>
    <w:p w:rsidR="00834C0C" w:rsidRDefault="00834C0C">
      <w:pPr>
        <w:pStyle w:val="RedaliaNormal"/>
      </w:pPr>
    </w:p>
    <w:p w:rsidR="00834C0C" w:rsidRDefault="004530A4">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rsidR="00834C0C" w:rsidRDefault="004530A4">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834C0C" w:rsidRDefault="004530A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834C0C" w:rsidRDefault="004530A4">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w:t>
      </w:r>
      <w:r>
        <w:t>inies ci-après;</w:t>
      </w:r>
    </w:p>
    <w:p w:rsidR="00834C0C" w:rsidRDefault="00834C0C">
      <w:pPr>
        <w:pStyle w:val="RedaliaNormal"/>
      </w:pPr>
    </w:p>
    <w:p w:rsidR="00834C0C" w:rsidRDefault="00834C0C">
      <w:pPr>
        <w:pStyle w:val="RedaliaNormal"/>
      </w:pPr>
    </w:p>
    <w:p w:rsidR="00834C0C" w:rsidRDefault="004530A4">
      <w:pPr>
        <w:pStyle w:val="RdaliaLgende"/>
      </w:pPr>
      <w:r>
        <w:t>(1) Cocher la case correspondante à la nature de votre groupement.</w:t>
      </w:r>
    </w:p>
    <w:p w:rsidR="00834C0C" w:rsidRDefault="004530A4">
      <w:pPr>
        <w:pStyle w:val="RdaliaLgende"/>
      </w:pPr>
      <w:r>
        <w:t>(2) Cette annexe est à dupliquer en autant d'exemplaires que nécessaire et elle est recommandée dans le cas de groupement conjoint.</w:t>
      </w:r>
    </w:p>
    <w:p w:rsidR="00834C0C" w:rsidRDefault="004530A4">
      <w:pPr>
        <w:pStyle w:val="RdaliaLgende"/>
      </w:pPr>
      <w:r>
        <w:t xml:space="preserve">(3) Dans le cas d'un groupement, </w:t>
      </w:r>
      <w:r>
        <w:t>indiquer les coordonnées du mandataire.</w:t>
      </w:r>
    </w:p>
    <w:p w:rsidR="00834C0C" w:rsidRDefault="00834C0C">
      <w:pPr>
        <w:pStyle w:val="RedaliaNormal"/>
      </w:pPr>
    </w:p>
    <w:p w:rsidR="00834C0C" w:rsidRDefault="004530A4">
      <w:pPr>
        <w:pStyle w:val="RedaliaNormal"/>
        <w:jc w:val="left"/>
      </w:pPr>
      <w:r>
        <w:t>Nom commercial et dénomination sociale du candidat (3) :</w:t>
      </w:r>
    </w:p>
    <w:p w:rsidR="00834C0C" w:rsidRDefault="004530A4">
      <w:pPr>
        <w:pStyle w:val="RedaliaNormal"/>
        <w:jc w:val="left"/>
      </w:pPr>
      <w:r>
        <w:t>……………………………………………………………………………………………………………</w:t>
      </w:r>
    </w:p>
    <w:p w:rsidR="00834C0C" w:rsidRDefault="004530A4">
      <w:pPr>
        <w:pStyle w:val="RedaliaNormal"/>
        <w:jc w:val="left"/>
      </w:pPr>
      <w:r>
        <w:t>Adresse de l’établissement :</w:t>
      </w:r>
    </w:p>
    <w:p w:rsidR="00834C0C" w:rsidRDefault="004530A4">
      <w:pPr>
        <w:pStyle w:val="RedaliaNormal"/>
        <w:jc w:val="left"/>
      </w:pPr>
      <w:r>
        <w:t>…………………………………………………………………………………………………………...</w:t>
      </w:r>
    </w:p>
    <w:p w:rsidR="00834C0C" w:rsidRDefault="004530A4">
      <w:pPr>
        <w:pStyle w:val="RedaliaNormal"/>
        <w:jc w:val="left"/>
      </w:pPr>
      <w:r>
        <w:t>...………………………………………………………………………………………………………</w:t>
      </w:r>
      <w:r>
        <w:t>…</w:t>
      </w:r>
    </w:p>
    <w:p w:rsidR="00834C0C" w:rsidRDefault="004530A4">
      <w:pPr>
        <w:pStyle w:val="RedaliaNormal"/>
        <w:jc w:val="left"/>
      </w:pPr>
      <w:r>
        <w:t>…………………………………………………………………………………………………………...</w:t>
      </w:r>
    </w:p>
    <w:p w:rsidR="00834C0C" w:rsidRDefault="004530A4">
      <w:pPr>
        <w:pStyle w:val="RedaliaNormal"/>
        <w:jc w:val="left"/>
      </w:pPr>
      <w:r>
        <w:t>Adresse du siège social (si différente de l’établissement) :</w:t>
      </w:r>
    </w:p>
    <w:p w:rsidR="00834C0C" w:rsidRDefault="004530A4">
      <w:pPr>
        <w:pStyle w:val="RedaliaNormal"/>
        <w:jc w:val="left"/>
      </w:pPr>
      <w:r>
        <w:t>…………………………………………………………………………………………………………...</w:t>
      </w:r>
    </w:p>
    <w:p w:rsidR="00834C0C" w:rsidRDefault="004530A4">
      <w:pPr>
        <w:pStyle w:val="RedaliaNormal"/>
        <w:jc w:val="left"/>
      </w:pPr>
      <w:r>
        <w:t>.…………………………………………………………………………………………………………..</w:t>
      </w:r>
    </w:p>
    <w:p w:rsidR="00834C0C" w:rsidRDefault="004530A4">
      <w:pPr>
        <w:pStyle w:val="RedaliaNormal"/>
        <w:jc w:val="left"/>
      </w:pPr>
      <w:r>
        <w:t>………………………………………………………………………………………………………...…</w:t>
      </w:r>
    </w:p>
    <w:p w:rsidR="00834C0C" w:rsidRDefault="004530A4">
      <w:pPr>
        <w:pStyle w:val="RedaliaNormal"/>
        <w:jc w:val="left"/>
      </w:pPr>
      <w:r>
        <w:t>Adresse électron</w:t>
      </w:r>
      <w:r>
        <w:t>ique : ..............................................................................................................</w:t>
      </w:r>
    </w:p>
    <w:p w:rsidR="00834C0C" w:rsidRDefault="004530A4">
      <w:pPr>
        <w:pStyle w:val="RedaliaNormal"/>
        <w:jc w:val="left"/>
      </w:pPr>
      <w:r>
        <w:t>Téléphone : ...................................................</w:t>
      </w:r>
    </w:p>
    <w:p w:rsidR="00834C0C" w:rsidRDefault="004530A4">
      <w:pPr>
        <w:pStyle w:val="RedaliaNormal"/>
        <w:jc w:val="left"/>
      </w:pPr>
      <w:r>
        <w:t>Télécopie : ....................................................</w:t>
      </w:r>
    </w:p>
    <w:p w:rsidR="00834C0C" w:rsidRDefault="004530A4">
      <w:pPr>
        <w:pStyle w:val="RedaliaNormal"/>
        <w:jc w:val="left"/>
      </w:pPr>
      <w:r>
        <w:t>SIRET : .</w:t>
      </w:r>
      <w:r>
        <w:t>........................................................</w:t>
      </w:r>
    </w:p>
    <w:p w:rsidR="00834C0C" w:rsidRDefault="004530A4">
      <w:pPr>
        <w:pStyle w:val="RedaliaNormal"/>
        <w:jc w:val="left"/>
      </w:pPr>
      <w:r>
        <w:t>APE : ............................................................</w:t>
      </w:r>
    </w:p>
    <w:p w:rsidR="00834C0C" w:rsidRDefault="004530A4">
      <w:pPr>
        <w:pStyle w:val="RedaliaNormal"/>
        <w:jc w:val="left"/>
      </w:pPr>
      <w:r>
        <w:t>Numéro de TVA intracommunautaire : .........................................................</w:t>
      </w:r>
    </w:p>
    <w:p w:rsidR="00834C0C" w:rsidRDefault="00834C0C">
      <w:pPr>
        <w:pStyle w:val="RedaliaNormal"/>
        <w:jc w:val="left"/>
      </w:pPr>
    </w:p>
    <w:p w:rsidR="00834C0C" w:rsidRDefault="004530A4">
      <w:pPr>
        <w:pStyle w:val="RedaliaNormal"/>
      </w:pPr>
      <w:r>
        <w:t>Références bancaires :</w:t>
      </w:r>
    </w:p>
    <w:p w:rsidR="00834C0C" w:rsidRDefault="004530A4">
      <w:pPr>
        <w:pStyle w:val="RedaliaNormal"/>
      </w:pPr>
      <w:r>
        <w:t>IBAN : .......</w:t>
      </w:r>
      <w:r>
        <w:t>................................................................................................................................</w:t>
      </w:r>
    </w:p>
    <w:p w:rsidR="00834C0C" w:rsidRDefault="004530A4">
      <w:pPr>
        <w:pStyle w:val="RedaliaNormal"/>
      </w:pPr>
      <w:r>
        <w:t>BIC : .........................................................................................................................</w:t>
      </w:r>
      <w:r>
        <w:t>................</w:t>
      </w:r>
    </w:p>
    <w:p w:rsidR="00834C0C" w:rsidRDefault="004530A4">
      <w:pPr>
        <w:pStyle w:val="RedaliaTitre1"/>
      </w:pPr>
      <w:bookmarkStart w:id="11" w:name="_Toc483841853"/>
      <w:bookmarkStart w:id="12" w:name="_Toc113544936"/>
      <w:bookmarkStart w:id="13" w:name="__RefHeading__51505_1835386073"/>
      <w:bookmarkEnd w:id="11"/>
      <w:bookmarkEnd w:id="12"/>
      <w:r>
        <w:t>Objet du marché</w:t>
      </w:r>
      <w:bookmarkEnd w:id="13"/>
    </w:p>
    <w:p w:rsidR="00834C0C" w:rsidRDefault="004530A4">
      <w:pPr>
        <w:pStyle w:val="RedaliaNormal"/>
      </w:pPr>
      <w:r>
        <w:t>Le présent marché a pour objet : Organisation événementielle de la manifestation I-NAVAL 2025 du jeudi 12 juin 2025 (jauge 650 personnes)</w:t>
      </w:r>
    </w:p>
    <w:p w:rsidR="00834C0C" w:rsidRDefault="004530A4">
      <w:pPr>
        <w:pStyle w:val="RedaliaTitre2"/>
      </w:pPr>
      <w:bookmarkStart w:id="14" w:name="__RefHeading__51507_1835386073"/>
      <w:r>
        <w:t>Décomposition en tranches</w:t>
      </w:r>
      <w:bookmarkEnd w:id="14"/>
    </w:p>
    <w:p w:rsidR="00834C0C" w:rsidRDefault="004530A4">
      <w:pPr>
        <w:pStyle w:val="RedaliaNormal"/>
      </w:pPr>
      <w:r>
        <w:t xml:space="preserve">Il est prévu une décomposition en tranches. Le marché </w:t>
      </w:r>
      <w:r>
        <w:t>comporte une tranche ferme et 2 tranches</w:t>
      </w:r>
      <w:r>
        <w:t xml:space="preserve"> optionnelles</w:t>
      </w:r>
      <w:r>
        <w:t xml:space="preserve"> définies </w:t>
      </w:r>
      <w:r>
        <w:t>ci-après :</w:t>
      </w:r>
    </w:p>
    <w:p w:rsidR="00834C0C" w:rsidRDefault="004530A4">
      <w:pPr>
        <w:pStyle w:val="RedaliaRetraitavecpuce"/>
        <w:numPr>
          <w:ilvl w:val="0"/>
          <w:numId w:val="10"/>
        </w:numPr>
      </w:pPr>
      <w:r>
        <w:t>Tranche ferme : Organisation de la manifestation i-naval 2025</w:t>
      </w:r>
    </w:p>
    <w:p w:rsidR="00834C0C" w:rsidRDefault="004530A4">
      <w:pPr>
        <w:pStyle w:val="RedaliaRetraitavecpuce"/>
      </w:pPr>
      <w:r>
        <w:t>Tranche optionnelle n° 01 : Mise à disposition d'un speaker</w:t>
      </w:r>
    </w:p>
    <w:p w:rsidR="00834C0C" w:rsidRDefault="004530A4">
      <w:pPr>
        <w:pStyle w:val="RedaliaRetraitavecpuce"/>
      </w:pPr>
      <w:r>
        <w:t>Tranche optionnelle n° 02 : Régie supplémentaire</w:t>
      </w:r>
    </w:p>
    <w:p w:rsidR="00834C0C" w:rsidRDefault="004530A4">
      <w:pPr>
        <w:pStyle w:val="RedaliaTitre2"/>
      </w:pPr>
      <w:bookmarkStart w:id="15" w:name="__RefHeading__51509_1835386073"/>
      <w:r>
        <w:t>Nomen</w:t>
      </w:r>
      <w:r>
        <w:t>clature</w:t>
      </w:r>
      <w:bookmarkEnd w:id="15"/>
    </w:p>
    <w:p w:rsidR="00834C0C" w:rsidRDefault="00834C0C">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834C0C">
        <w:tblPrEx>
          <w:tblCellMar>
            <w:top w:w="0" w:type="dxa"/>
            <w:bottom w:w="0" w:type="dxa"/>
          </w:tblCellMar>
        </w:tblPrEx>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34C0C" w:rsidRDefault="004530A4">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left"/>
              <w:rPr>
                <w:rFonts w:cs="Calibri"/>
              </w:rPr>
            </w:pPr>
            <w:r>
              <w:rPr>
                <w:rFonts w:cs="Calibri"/>
              </w:rPr>
              <w:t>79952000-2 – Services d'organisation d'événements</w:t>
            </w:r>
          </w:p>
        </w:tc>
      </w:tr>
    </w:tbl>
    <w:p w:rsidR="00834C0C" w:rsidRDefault="004530A4">
      <w:pPr>
        <w:pStyle w:val="RedaliaTitre1"/>
      </w:pPr>
      <w:bookmarkStart w:id="16" w:name="_Toc526222883"/>
      <w:bookmarkStart w:id="17" w:name="__RefHeading__51511_1835386073"/>
      <w:bookmarkStart w:id="18" w:name="_Toc113544938"/>
      <w:bookmarkStart w:id="19" w:name="_Toc483841854"/>
      <w:r>
        <w:t>Durée du marché – Délais</w:t>
      </w:r>
      <w:bookmarkEnd w:id="16"/>
      <w:r>
        <w:t xml:space="preserve"> d’exécution – Reconduction</w:t>
      </w:r>
      <w:bookmarkEnd w:id="17"/>
      <w:bookmarkEnd w:id="18"/>
      <w:bookmarkEnd w:id="19"/>
    </w:p>
    <w:p w:rsidR="00834C0C" w:rsidRDefault="004530A4">
      <w:pPr>
        <w:pStyle w:val="RedaliaTitre2"/>
      </w:pPr>
      <w:bookmarkStart w:id="20" w:name="__RefHeading__51513_1835386073"/>
      <w:r>
        <w:t>Délais d’exécution</w:t>
      </w:r>
      <w:bookmarkEnd w:id="20"/>
    </w:p>
    <w:p w:rsidR="00834C0C" w:rsidRDefault="004530A4">
      <w:pPr>
        <w:pStyle w:val="RedaliaNormal"/>
      </w:pPr>
      <w:r>
        <w:t>Les délais d’exécution fixés pour chacune des tranches sont les suivants :</w:t>
      </w:r>
    </w:p>
    <w:p w:rsidR="00834C0C" w:rsidRDefault="00834C0C">
      <w:pPr>
        <w:pStyle w:val="RedaliaNormal"/>
      </w:pPr>
    </w:p>
    <w:tbl>
      <w:tblPr>
        <w:tblW w:w="9072" w:type="dxa"/>
        <w:tblInd w:w="108" w:type="dxa"/>
        <w:tblLayout w:type="fixed"/>
        <w:tblCellMar>
          <w:left w:w="10" w:type="dxa"/>
          <w:right w:w="10" w:type="dxa"/>
        </w:tblCellMar>
        <w:tblLook w:val="0000" w:firstRow="0" w:lastRow="0" w:firstColumn="0" w:lastColumn="0" w:noHBand="0" w:noVBand="0"/>
      </w:tblPr>
      <w:tblGrid>
        <w:gridCol w:w="1418"/>
        <w:gridCol w:w="4394"/>
        <w:gridCol w:w="3260"/>
      </w:tblGrid>
      <w:tr w:rsidR="00834C0C">
        <w:tblPrEx>
          <w:tblCellMar>
            <w:top w:w="0" w:type="dxa"/>
            <w:bottom w:w="0" w:type="dxa"/>
          </w:tblCellMar>
        </w:tblPrEx>
        <w:trPr>
          <w:trHeight w:val="410"/>
        </w:trPr>
        <w:tc>
          <w:tcPr>
            <w:tcW w:w="5812"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34C0C" w:rsidRDefault="004530A4">
            <w:pPr>
              <w:pStyle w:val="RedaliaNormal"/>
              <w:jc w:val="center"/>
              <w:rPr>
                <w:b/>
              </w:rPr>
            </w:pPr>
            <w:r>
              <w:rPr>
                <w:b/>
              </w:rPr>
              <w:t>Tranche</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34C0C" w:rsidRDefault="004530A4">
            <w:pPr>
              <w:pStyle w:val="RedaliaNormal"/>
              <w:jc w:val="center"/>
              <w:rPr>
                <w:b/>
              </w:rPr>
            </w:pPr>
            <w:r>
              <w:rPr>
                <w:b/>
              </w:rPr>
              <w:t>Délai</w:t>
            </w:r>
          </w:p>
        </w:tc>
      </w:tr>
      <w:tr w:rsidR="00834C0C">
        <w:tblPrEx>
          <w:tblCellMar>
            <w:top w:w="0" w:type="dxa"/>
            <w:bottom w:w="0" w:type="dxa"/>
          </w:tblCellMar>
        </w:tblPrEx>
        <w:trPr>
          <w:trHeight w:val="416"/>
        </w:trPr>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34C0C" w:rsidRDefault="004530A4">
            <w:pPr>
              <w:pStyle w:val="RedaliaNormal"/>
              <w:jc w:val="center"/>
              <w:rPr>
                <w:b/>
              </w:rPr>
            </w:pPr>
            <w:r>
              <w:rPr>
                <w:b/>
              </w:rPr>
              <w:t>N°</w:t>
            </w:r>
          </w:p>
        </w:tc>
        <w:tc>
          <w:tcPr>
            <w:tcW w:w="439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34C0C" w:rsidRDefault="004530A4">
            <w:pPr>
              <w:pStyle w:val="RedaliaNormal"/>
              <w:jc w:val="center"/>
              <w:rPr>
                <w:b/>
              </w:rPr>
            </w:pPr>
            <w:r>
              <w:rPr>
                <w:b/>
              </w:rPr>
              <w:t>Désignation</w:t>
            </w:r>
          </w:p>
        </w:tc>
        <w:tc>
          <w:tcPr>
            <w:tcW w:w="3260" w:type="dxa"/>
            <w:vMerge/>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00000" w:rsidRDefault="004530A4">
            <w:pPr>
              <w:widowControl/>
              <w:suppressAutoHyphens w:val="0"/>
              <w:rPr>
                <w:rFonts w:ascii="Times New Roman" w:hAnsi="Times New Roman"/>
                <w:sz w:val="20"/>
              </w:rPr>
            </w:pPr>
          </w:p>
        </w:tc>
      </w:tr>
      <w:tr w:rsidR="00834C0C">
        <w:tblPrEx>
          <w:tblCellMar>
            <w:top w:w="0" w:type="dxa"/>
            <w:bottom w:w="0" w:type="dxa"/>
          </w:tblCellMar>
        </w:tblPrEx>
        <w:trPr>
          <w:trHeight w:val="468"/>
        </w:trPr>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00</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Organisation de la manifestation i-naval 2025</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73 jours</w:t>
            </w:r>
          </w:p>
        </w:tc>
      </w:tr>
      <w:tr w:rsidR="00834C0C">
        <w:tblPrEx>
          <w:tblCellMar>
            <w:top w:w="0" w:type="dxa"/>
            <w:bottom w:w="0" w:type="dxa"/>
          </w:tblCellMar>
        </w:tblPrEx>
        <w:trPr>
          <w:trHeight w:val="468"/>
        </w:trPr>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01</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Mise à disposition d'un speaker</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1 jours</w:t>
            </w:r>
          </w:p>
        </w:tc>
      </w:tr>
      <w:tr w:rsidR="00834C0C">
        <w:tblPrEx>
          <w:tblCellMar>
            <w:top w:w="0" w:type="dxa"/>
            <w:bottom w:w="0" w:type="dxa"/>
          </w:tblCellMar>
        </w:tblPrEx>
        <w:trPr>
          <w:trHeight w:val="468"/>
        </w:trPr>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02</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Régie supplémentaire</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4C0C" w:rsidRDefault="004530A4">
            <w:pPr>
              <w:pStyle w:val="RedaliaNormal"/>
              <w:jc w:val="center"/>
              <w:rPr>
                <w:sz w:val="20"/>
                <w:szCs w:val="18"/>
              </w:rPr>
            </w:pPr>
            <w:r>
              <w:rPr>
                <w:sz w:val="20"/>
                <w:szCs w:val="18"/>
              </w:rPr>
              <w:t>2 jours</w:t>
            </w:r>
          </w:p>
        </w:tc>
      </w:tr>
    </w:tbl>
    <w:p w:rsidR="00834C0C" w:rsidRDefault="004530A4" w:rsidP="004530A4">
      <w:pPr>
        <w:pStyle w:val="RedaliaNormal"/>
        <w:spacing w:before="120"/>
      </w:pPr>
      <w:r>
        <w:t xml:space="preserve">La durée de la tranche ferme court à compter de la notification du marché ou à compter de la date fixée dans l’OS de </w:t>
      </w:r>
      <w:r>
        <w:t>démarrage comme indiqué ci-dessus.</w:t>
      </w:r>
    </w:p>
    <w:p w:rsidR="00834C0C" w:rsidRDefault="004530A4" w:rsidP="004530A4">
      <w:pPr>
        <w:pStyle w:val="RedaliaNormal"/>
        <w:spacing w:before="120"/>
      </w:pPr>
      <w:r>
        <w:t>La durée de la ou des tranches optionnelles court à compter de la notification de la décision d’affermissement de la tranche considérée.</w:t>
      </w:r>
    </w:p>
    <w:p w:rsidR="00834C0C" w:rsidRDefault="004530A4" w:rsidP="004530A4">
      <w:pPr>
        <w:pStyle w:val="RedaliaNormal"/>
        <w:tabs>
          <w:tab w:val="left" w:pos="3600"/>
        </w:tabs>
        <w:spacing w:before="120"/>
      </w:pPr>
      <w:r>
        <w:t>Délais limites d’affermissement des tranches optionnelles à compter de l’origine du</w:t>
      </w:r>
      <w:r>
        <w:t xml:space="preserve"> délai contractuel de la tranche ferme :</w:t>
      </w:r>
    </w:p>
    <w:p w:rsidR="00834C0C" w:rsidRDefault="004530A4" w:rsidP="004530A4">
      <w:pPr>
        <w:pStyle w:val="RedaliaRetraitavecpuce"/>
        <w:spacing w:before="120"/>
      </w:pPr>
      <w:r>
        <w:t>Tranche optionnelle n°01 : 30</w:t>
      </w:r>
    </w:p>
    <w:p w:rsidR="00834C0C" w:rsidRDefault="004530A4" w:rsidP="004530A4">
      <w:pPr>
        <w:pStyle w:val="RedaliaRetraitavecpuce"/>
        <w:spacing w:before="120"/>
      </w:pPr>
      <w:r>
        <w:t>Tranche optionnelle n°02 : 30</w:t>
      </w:r>
    </w:p>
    <w:p w:rsidR="00834C0C" w:rsidRDefault="004530A4">
      <w:pPr>
        <w:pStyle w:val="RedaliaTitre2"/>
      </w:pPr>
      <w:bookmarkStart w:id="21" w:name="__RefHeading__51515_1835386073"/>
      <w:r>
        <w:t>Reconduction</w:t>
      </w:r>
      <w:bookmarkEnd w:id="21"/>
    </w:p>
    <w:p w:rsidR="00834C0C" w:rsidRDefault="004530A4">
      <w:pPr>
        <w:pStyle w:val="RedaliaNormal"/>
      </w:pPr>
      <w:r>
        <w:t>Le marché ne sera pas reconduit.</w:t>
      </w:r>
    </w:p>
    <w:p w:rsidR="00834C0C" w:rsidRDefault="004530A4">
      <w:pPr>
        <w:pStyle w:val="RedaliaTitre1"/>
      </w:pPr>
      <w:bookmarkStart w:id="22" w:name="__RefHeading__51517_1835386073"/>
      <w:bookmarkStart w:id="23" w:name="_Toc113544941"/>
      <w:bookmarkStart w:id="24" w:name="_Toc483841856"/>
      <w:r>
        <w:t>Prix</w:t>
      </w:r>
      <w:bookmarkEnd w:id="22"/>
      <w:bookmarkEnd w:id="23"/>
      <w:bookmarkEnd w:id="24"/>
    </w:p>
    <w:p w:rsidR="00834C0C" w:rsidRDefault="004530A4">
      <w:pPr>
        <w:pStyle w:val="RedaliaNormal"/>
      </w:pPr>
      <w:r>
        <w:t xml:space="preserve">L'offre est établie sur la base des conditions économiques prévues à l’article </w:t>
      </w:r>
      <w:r>
        <w:rPr>
          <w:i/>
        </w:rPr>
        <w:t>Prix</w:t>
      </w:r>
      <w:r>
        <w:t xml:space="preserve"> du CCP.</w:t>
      </w:r>
    </w:p>
    <w:p w:rsidR="00834C0C" w:rsidRDefault="004530A4">
      <w:pPr>
        <w:pStyle w:val="RedaliaNormal"/>
      </w:pPr>
      <w:r>
        <w:t>Les prestati</w:t>
      </w:r>
      <w:r>
        <w:t>ons du présent marché sont divisés en 3 tranches.</w:t>
      </w:r>
    </w:p>
    <w:p w:rsidR="00834C0C" w:rsidRDefault="004530A4">
      <w:pPr>
        <w:pStyle w:val="RedaliaNormal"/>
      </w:pPr>
      <w:r>
        <w:t>Les prestations faisant l’objet du marché seront réglées par application d’un prix global forfaitaire égal à :</w:t>
      </w:r>
    </w:p>
    <w:p w:rsidR="00834C0C" w:rsidRDefault="00834C0C">
      <w:pPr>
        <w:pStyle w:val="RedaliaNormal"/>
        <w:tabs>
          <w:tab w:val="clear" w:pos="8505"/>
          <w:tab w:val="left" w:leader="dot" w:pos="9540"/>
        </w:tabs>
      </w:pPr>
    </w:p>
    <w:p w:rsidR="00834C0C" w:rsidRDefault="004530A4">
      <w:pPr>
        <w:pStyle w:val="RedaliaNormal"/>
        <w:tabs>
          <w:tab w:val="clear" w:pos="8505"/>
          <w:tab w:val="left" w:leader="dot" w:pos="9072"/>
        </w:tabs>
      </w:pPr>
      <w:r>
        <w:t xml:space="preserve">Montant HT (en chiffres) (€) : </w:t>
      </w:r>
      <w:r>
        <w:tab/>
      </w:r>
    </w:p>
    <w:p w:rsidR="00834C0C" w:rsidRDefault="00834C0C">
      <w:pPr>
        <w:pStyle w:val="RedaliaNormal"/>
        <w:tabs>
          <w:tab w:val="clear" w:pos="8505"/>
          <w:tab w:val="left" w:leader="dot" w:pos="9072"/>
        </w:tabs>
      </w:pPr>
    </w:p>
    <w:p w:rsidR="00834C0C" w:rsidRDefault="004530A4">
      <w:pPr>
        <w:pStyle w:val="RedaliaNormal"/>
        <w:tabs>
          <w:tab w:val="clear" w:pos="8505"/>
          <w:tab w:val="left" w:leader="dot" w:pos="9072"/>
        </w:tabs>
      </w:pPr>
      <w:r>
        <w:t xml:space="preserve">Montant TVA (au taux de 20,00 %) : </w:t>
      </w:r>
      <w:r>
        <w:tab/>
      </w:r>
    </w:p>
    <w:p w:rsidR="00834C0C" w:rsidRDefault="004530A4">
      <w:pPr>
        <w:pStyle w:val="RedaliaNormal"/>
        <w:tabs>
          <w:tab w:val="clear" w:pos="8505"/>
          <w:tab w:val="left" w:leader="dot" w:pos="9072"/>
        </w:tabs>
      </w:pPr>
      <w:r>
        <w:t xml:space="preserve">Montant TTC (en </w:t>
      </w:r>
      <w:r>
        <w:t xml:space="preserve">chiffres) (€) : </w:t>
      </w:r>
      <w:r>
        <w:tab/>
      </w:r>
    </w:p>
    <w:p w:rsidR="00834C0C" w:rsidRDefault="004530A4">
      <w:pPr>
        <w:pStyle w:val="RedaliaNormal"/>
        <w:tabs>
          <w:tab w:val="clear" w:pos="8505"/>
          <w:tab w:val="left" w:leader="dot" w:pos="9072"/>
        </w:tabs>
      </w:pPr>
      <w:r>
        <w:t xml:space="preserve">Montant TTC (en lettres) (€) : </w:t>
      </w:r>
      <w:r>
        <w:tab/>
      </w:r>
    </w:p>
    <w:p w:rsidR="00834C0C" w:rsidRDefault="004530A4">
      <w:pPr>
        <w:pStyle w:val="RedaliaNormal"/>
        <w:tabs>
          <w:tab w:val="clear" w:pos="8505"/>
          <w:tab w:val="left" w:leader="dot" w:pos="9072"/>
        </w:tabs>
      </w:pPr>
      <w:r>
        <w:tab/>
      </w:r>
    </w:p>
    <w:p w:rsidR="00834C0C" w:rsidRDefault="004530A4">
      <w:pPr>
        <w:pStyle w:val="RedaliaNormal"/>
        <w:tabs>
          <w:tab w:val="clear" w:pos="8505"/>
          <w:tab w:val="left" w:leader="dot" w:pos="9072"/>
        </w:tabs>
      </w:pPr>
      <w:r>
        <w:tab/>
      </w:r>
    </w:p>
    <w:p w:rsidR="00834C0C" w:rsidRDefault="004530A4">
      <w:pPr>
        <w:pStyle w:val="Titre4"/>
      </w:pPr>
      <w:r>
        <w:t>Récapitulatif des montants par tranches :</w:t>
      </w:r>
    </w:p>
    <w:tbl>
      <w:tblPr>
        <w:tblW w:w="9072" w:type="dxa"/>
        <w:tblInd w:w="70" w:type="dxa"/>
        <w:tblLayout w:type="fixed"/>
        <w:tblCellMar>
          <w:left w:w="10" w:type="dxa"/>
          <w:right w:w="10" w:type="dxa"/>
        </w:tblCellMar>
        <w:tblLook w:val="0000" w:firstRow="0" w:lastRow="0" w:firstColumn="0" w:lastColumn="0" w:noHBand="0" w:noVBand="0"/>
      </w:tblPr>
      <w:tblGrid>
        <w:gridCol w:w="3060"/>
        <w:gridCol w:w="1980"/>
        <w:gridCol w:w="1906"/>
        <w:gridCol w:w="2126"/>
      </w:tblGrid>
      <w:tr w:rsidR="00834C0C">
        <w:tblPrEx>
          <w:tblCellMar>
            <w:top w:w="0" w:type="dxa"/>
            <w:bottom w:w="0" w:type="dxa"/>
          </w:tblCellMar>
        </w:tblPrEx>
        <w:trPr>
          <w:cantSplit/>
          <w:trHeight w:val="450"/>
          <w:tblHeader/>
        </w:trPr>
        <w:tc>
          <w:tcPr>
            <w:tcW w:w="306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834C0C" w:rsidRDefault="004530A4">
            <w:pPr>
              <w:pStyle w:val="RdaliaTitredestableaux"/>
            </w:pPr>
            <w:r>
              <w:t>Tranche</w:t>
            </w:r>
          </w:p>
        </w:tc>
        <w:tc>
          <w:tcPr>
            <w:tcW w:w="19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834C0C" w:rsidRDefault="004530A4">
            <w:pPr>
              <w:pStyle w:val="RdaliaTitredestableaux"/>
            </w:pPr>
            <w:r>
              <w:t>Montant HT (€)</w:t>
            </w:r>
          </w:p>
        </w:tc>
        <w:tc>
          <w:tcPr>
            <w:tcW w:w="19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834C0C" w:rsidRDefault="004530A4">
            <w:pPr>
              <w:pStyle w:val="RdaliaTitredestableaux"/>
            </w:pPr>
            <w:r>
              <w:t>Montant TVA (€)</w:t>
            </w:r>
          </w:p>
        </w:tc>
        <w:tc>
          <w:tcPr>
            <w:tcW w:w="212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834C0C" w:rsidRDefault="004530A4">
            <w:pPr>
              <w:pStyle w:val="RdaliaTitredestableaux"/>
            </w:pPr>
            <w:r>
              <w:t>Montant TTC (€)</w:t>
            </w:r>
          </w:p>
        </w:tc>
      </w:tr>
      <w:tr w:rsidR="00834C0C">
        <w:tblPrEx>
          <w:tblCellMar>
            <w:top w:w="0" w:type="dxa"/>
            <w:bottom w:w="0" w:type="dxa"/>
          </w:tblCellMar>
        </w:tblPrEx>
        <w:trPr>
          <w:cantSplit/>
        </w:trPr>
        <w:tc>
          <w:tcPr>
            <w:tcW w:w="30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4530A4">
            <w:pPr>
              <w:pStyle w:val="RedaliaContenudetableau"/>
              <w:jc w:val="left"/>
              <w:rPr>
                <w:sz w:val="20"/>
                <w:szCs w:val="20"/>
              </w:rPr>
            </w:pPr>
            <w:r>
              <w:rPr>
                <w:sz w:val="20"/>
                <w:szCs w:val="20"/>
              </w:rPr>
              <w:t>Tranche n°00 : Organisation de la manifestation i-naval 2025</w:t>
            </w:r>
          </w:p>
        </w:tc>
        <w:tc>
          <w:tcPr>
            <w:tcW w:w="19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c>
          <w:tcPr>
            <w:tcW w:w="19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r>
      <w:tr w:rsidR="00834C0C">
        <w:tblPrEx>
          <w:tblCellMar>
            <w:top w:w="0" w:type="dxa"/>
            <w:bottom w:w="0" w:type="dxa"/>
          </w:tblCellMar>
        </w:tblPrEx>
        <w:trPr>
          <w:cantSplit/>
        </w:trPr>
        <w:tc>
          <w:tcPr>
            <w:tcW w:w="30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4530A4">
            <w:pPr>
              <w:pStyle w:val="RedaliaContenudetableau"/>
              <w:jc w:val="left"/>
              <w:rPr>
                <w:sz w:val="20"/>
                <w:szCs w:val="20"/>
              </w:rPr>
            </w:pPr>
            <w:r>
              <w:rPr>
                <w:sz w:val="20"/>
                <w:szCs w:val="20"/>
              </w:rPr>
              <w:t>Tranche n°01 : Mise à disposition d'un</w:t>
            </w:r>
            <w:r>
              <w:rPr>
                <w:sz w:val="20"/>
                <w:szCs w:val="20"/>
              </w:rPr>
              <w:t xml:space="preserve"> speaker</w:t>
            </w:r>
          </w:p>
        </w:tc>
        <w:tc>
          <w:tcPr>
            <w:tcW w:w="19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c>
          <w:tcPr>
            <w:tcW w:w="19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r>
      <w:tr w:rsidR="00834C0C">
        <w:tblPrEx>
          <w:tblCellMar>
            <w:top w:w="0" w:type="dxa"/>
            <w:bottom w:w="0" w:type="dxa"/>
          </w:tblCellMar>
        </w:tblPrEx>
        <w:trPr>
          <w:cantSplit/>
        </w:trPr>
        <w:tc>
          <w:tcPr>
            <w:tcW w:w="30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4530A4">
            <w:pPr>
              <w:pStyle w:val="RedaliaContenudetableau"/>
              <w:jc w:val="left"/>
              <w:rPr>
                <w:sz w:val="20"/>
                <w:szCs w:val="20"/>
              </w:rPr>
            </w:pPr>
            <w:r>
              <w:rPr>
                <w:sz w:val="20"/>
                <w:szCs w:val="20"/>
              </w:rPr>
              <w:t>Tranche n°02 : Régie supplémentaire</w:t>
            </w:r>
          </w:p>
        </w:tc>
        <w:tc>
          <w:tcPr>
            <w:tcW w:w="19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c>
          <w:tcPr>
            <w:tcW w:w="19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34C0C" w:rsidRDefault="00834C0C">
            <w:pPr>
              <w:pStyle w:val="RedaliaContenudetableau"/>
              <w:jc w:val="center"/>
              <w:rPr>
                <w:sz w:val="20"/>
                <w:szCs w:val="20"/>
              </w:rPr>
            </w:pPr>
          </w:p>
        </w:tc>
      </w:tr>
    </w:tbl>
    <w:p w:rsidR="00834C0C" w:rsidRDefault="00834C0C">
      <w:pPr>
        <w:pStyle w:val="RedaliaNormal"/>
      </w:pPr>
    </w:p>
    <w:p w:rsidR="00834C0C" w:rsidRDefault="004530A4">
      <w:pPr>
        <w:pStyle w:val="RedaliaNormal"/>
      </w:pPr>
      <w:r>
        <w:t>En cas de groupement, la répartition détaillée des prestations à exécuter par chacun des membres du groupement et le montant du marché revenant à chacun sont décomposés dans l'annexe ci-jointe.</w:t>
      </w:r>
    </w:p>
    <w:p w:rsidR="00834C0C" w:rsidRDefault="004530A4">
      <w:pPr>
        <w:pStyle w:val="RedaliaTitre2"/>
      </w:pPr>
      <w:bookmarkStart w:id="25" w:name="__RefHeading__51519_1835386073"/>
      <w:r>
        <w:t>Conséquences financières de la non-exécution ou de l’exécution d’une tranche optionnelle</w:t>
      </w:r>
      <w:bookmarkEnd w:id="25"/>
    </w:p>
    <w:p w:rsidR="00834C0C" w:rsidRDefault="004530A4">
      <w:pPr>
        <w:pStyle w:val="RedaliaTitre3"/>
      </w:pPr>
      <w:bookmarkStart w:id="26" w:name="__RefHeading__51521_1835386073"/>
      <w:r>
        <w:t>Indemnité de dédit pour non-exécution d’une tranche optionnelle</w:t>
      </w:r>
      <w:bookmarkEnd w:id="26"/>
    </w:p>
    <w:p w:rsidR="00834C0C" w:rsidRDefault="004530A4">
      <w:pPr>
        <w:pStyle w:val="RedaliaNormal"/>
      </w:pPr>
      <w:r>
        <w:t xml:space="preserve">En cas de non-exécution d'une tranche optionnelle, il ne sera pas fait application d’une indemnité de </w:t>
      </w:r>
      <w:r>
        <w:t>dédit.</w:t>
      </w:r>
    </w:p>
    <w:p w:rsidR="00834C0C" w:rsidRDefault="004530A4">
      <w:pPr>
        <w:pStyle w:val="RedaliaTitre3"/>
      </w:pPr>
      <w:bookmarkStart w:id="27" w:name="__RefHeading__51523_1835386073"/>
      <w:r>
        <w:t>Rabais en cas d’exécution d’une tranche optionnelle</w:t>
      </w:r>
      <w:bookmarkEnd w:id="27"/>
    </w:p>
    <w:p w:rsidR="00834C0C" w:rsidRDefault="004530A4">
      <w:pPr>
        <w:pStyle w:val="RedaliaNormal"/>
      </w:pPr>
      <w:r>
        <w:t>En cas d’exécution d’une tranche optionnelle, il ne sera pas fait application d’un rabais.</w:t>
      </w:r>
    </w:p>
    <w:p w:rsidR="00834C0C" w:rsidRDefault="004530A4">
      <w:pPr>
        <w:pStyle w:val="RedaliaTitre3"/>
      </w:pPr>
      <w:bookmarkStart w:id="28" w:name="__RefHeading__51525_1835386073"/>
      <w:r>
        <w:t>Indemnité d’attente</w:t>
      </w:r>
      <w:bookmarkEnd w:id="28"/>
    </w:p>
    <w:p w:rsidR="00834C0C" w:rsidRDefault="004530A4">
      <w:pPr>
        <w:pStyle w:val="RedaliaNormal"/>
      </w:pPr>
      <w:r>
        <w:t>Il ne sera pas fait application d’une indemnité d’attente.</w:t>
      </w:r>
    </w:p>
    <w:p w:rsidR="00834C0C" w:rsidRDefault="004530A4">
      <w:pPr>
        <w:pStyle w:val="RedaliaTitre1"/>
      </w:pPr>
      <w:bookmarkStart w:id="29" w:name="__RefHeading__51527_1835386073"/>
      <w:r>
        <w:t>Prestations similaires</w:t>
      </w:r>
      <w:bookmarkEnd w:id="29"/>
    </w:p>
    <w:p w:rsidR="00834C0C" w:rsidRDefault="004530A4">
      <w:pPr>
        <w:pStyle w:val="RedaliaNormal"/>
      </w:pPr>
      <w:r>
        <w:t xml:space="preserve">Les </w:t>
      </w:r>
      <w:r>
        <w:t>prestations similaires à celles du présent marché pourront être attribuées au même titulaire par un marché passé sans publicité ni mise en concurrence préalables dans les conditions prévues à l’article R. 2122-7 du Code de la commande publique.</w:t>
      </w:r>
    </w:p>
    <w:p w:rsidR="00834C0C" w:rsidRDefault="004530A4">
      <w:pPr>
        <w:pStyle w:val="RedaliaTitre1"/>
      </w:pPr>
      <w:bookmarkStart w:id="30" w:name="__RefHeading__51529_1835386073"/>
      <w:r>
        <w:t>Avance</w:t>
      </w:r>
      <w:bookmarkEnd w:id="30"/>
    </w:p>
    <w:p w:rsidR="00834C0C" w:rsidRDefault="004530A4">
      <w:pPr>
        <w:pStyle w:val="RedaliaNormal"/>
      </w:pPr>
      <w:r>
        <w:t xml:space="preserve">Une </w:t>
      </w:r>
      <w:r>
        <w:t>avance est prévue dans les conditions fixées par la réglementation en vigueur.</w:t>
      </w:r>
    </w:p>
    <w:p w:rsidR="00834C0C" w:rsidRDefault="00834C0C">
      <w:pPr>
        <w:pStyle w:val="RedaliaNormal"/>
      </w:pPr>
    </w:p>
    <w:p w:rsidR="00834C0C" w:rsidRDefault="004530A4">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rsidR="00834C0C" w:rsidRDefault="004530A4">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rsidR="00834C0C" w:rsidRDefault="00834C0C">
      <w:pPr>
        <w:pStyle w:val="RedaliaNormal"/>
      </w:pPr>
    </w:p>
    <w:p w:rsidR="00834C0C" w:rsidRDefault="004530A4" w:rsidP="004530A4">
      <w:pPr>
        <w:pStyle w:val="RedaliaNormal"/>
        <w:spacing w:before="120"/>
      </w:pPr>
      <w:r>
        <w:t>L’attention des candidats est attirée sur le fait que si aucun choix n’est fa</w:t>
      </w:r>
      <w:r>
        <w:t>it, le pouvoir adjudicateur considérera que l’entreprise accepte de percevoir l’avance.</w:t>
      </w:r>
    </w:p>
    <w:p w:rsidR="00834C0C" w:rsidRDefault="004530A4" w:rsidP="004530A4">
      <w:pPr>
        <w:pStyle w:val="RedaliaNormal"/>
        <w:spacing w:before="120"/>
      </w:pPr>
      <w:r>
        <w:t>La perception de l'avance par les cotraitants et sous-traitants est indiquée dans les annexes.</w:t>
      </w:r>
    </w:p>
    <w:p w:rsidR="00834C0C" w:rsidRDefault="004530A4" w:rsidP="004530A4">
      <w:pPr>
        <w:pStyle w:val="RedaliaNormal"/>
        <w:spacing w:before="120"/>
      </w:pPr>
      <w:r>
        <w:t>L’avance sera versée et résorbée dans les conditions fixées par l’articl</w:t>
      </w:r>
      <w:r>
        <w:t xml:space="preserve">e </w:t>
      </w:r>
      <w:r>
        <w:rPr>
          <w:i/>
        </w:rPr>
        <w:t>Avance</w:t>
      </w:r>
      <w:r>
        <w:t xml:space="preserve"> </w:t>
      </w:r>
      <w:proofErr w:type="gramStart"/>
      <w:r>
        <w:t>du  CCP</w:t>
      </w:r>
      <w:proofErr w:type="gramEnd"/>
      <w:r>
        <w:t xml:space="preserve"> qui détermine également les garanties à mettre en place par la ou les entreprises.</w:t>
      </w:r>
    </w:p>
    <w:p w:rsidR="004530A4" w:rsidRDefault="004530A4">
      <w:pPr>
        <w:widowControl/>
        <w:suppressAutoHyphens w:val="0"/>
      </w:pPr>
      <w:r>
        <w:br w:type="page"/>
      </w:r>
    </w:p>
    <w:p w:rsidR="004530A4" w:rsidRDefault="004530A4" w:rsidP="004530A4">
      <w:pPr>
        <w:pStyle w:val="RedaliaNormal"/>
        <w:spacing w:before="120"/>
      </w:pPr>
    </w:p>
    <w:p w:rsidR="00834C0C" w:rsidRDefault="004530A4">
      <w:pPr>
        <w:pStyle w:val="RedaliaTitre1"/>
      </w:pPr>
      <w:bookmarkStart w:id="31" w:name="__RefHeading__51531_1835386073"/>
      <w:r>
        <w:t>Signature du candidat</w:t>
      </w:r>
      <w:bookmarkEnd w:id="31"/>
    </w:p>
    <w:p w:rsidR="00834C0C" w:rsidRDefault="004530A4">
      <w:pPr>
        <w:pStyle w:val="RedaliaNormal"/>
      </w:pPr>
      <w:r>
        <w:t>Il est rappelé au candidat que la signature de l’acte d’engagement vaut acceptation de toutes les pièces contractuelles.</w:t>
      </w:r>
    </w:p>
    <w:p w:rsidR="00834C0C" w:rsidRDefault="00834C0C">
      <w:pPr>
        <w:pStyle w:val="RedaliaNormal"/>
      </w:pPr>
    </w:p>
    <w:p w:rsidR="00834C0C" w:rsidRDefault="004530A4">
      <w:pPr>
        <w:pStyle w:val="RedaliaNormal"/>
      </w:pPr>
      <w:r>
        <w:t>Fait en un s</w:t>
      </w:r>
      <w:r>
        <w:t>eul original</w:t>
      </w:r>
    </w:p>
    <w:p w:rsidR="00834C0C" w:rsidRDefault="004530A4">
      <w:pPr>
        <w:pStyle w:val="RedaliaNormal"/>
        <w:tabs>
          <w:tab w:val="clear" w:pos="8505"/>
          <w:tab w:val="left" w:leader="dot" w:pos="9026"/>
        </w:tabs>
      </w:pPr>
      <w:r>
        <w:t xml:space="preserve">A : </w:t>
      </w:r>
      <w:r>
        <w:tab/>
      </w:r>
    </w:p>
    <w:p w:rsidR="00834C0C" w:rsidRDefault="004530A4">
      <w:pPr>
        <w:pStyle w:val="RedaliaNormal"/>
        <w:tabs>
          <w:tab w:val="clear" w:pos="8505"/>
          <w:tab w:val="left" w:leader="dot" w:pos="9026"/>
        </w:tabs>
      </w:pPr>
      <w:r>
        <w:tab/>
      </w:r>
    </w:p>
    <w:p w:rsidR="00834C0C" w:rsidRDefault="00834C0C">
      <w:pPr>
        <w:pStyle w:val="RedaliaNormal"/>
      </w:pPr>
    </w:p>
    <w:p w:rsidR="00834C0C" w:rsidRDefault="004530A4">
      <w:pPr>
        <w:pStyle w:val="RedaliaNormal"/>
        <w:tabs>
          <w:tab w:val="clear" w:pos="8505"/>
          <w:tab w:val="left" w:leader="dot" w:pos="9026"/>
        </w:tabs>
      </w:pPr>
      <w:r>
        <w:t xml:space="preserve">Le : </w:t>
      </w:r>
      <w:r>
        <w:tab/>
      </w:r>
    </w:p>
    <w:p w:rsidR="00834C0C" w:rsidRDefault="004530A4">
      <w:pPr>
        <w:pStyle w:val="RedaliaNormal"/>
        <w:tabs>
          <w:tab w:val="clear" w:pos="8505"/>
          <w:tab w:val="left" w:leader="dot" w:pos="9026"/>
        </w:tabs>
      </w:pPr>
      <w:r>
        <w:tab/>
      </w:r>
    </w:p>
    <w:p w:rsidR="00834C0C" w:rsidRDefault="00834C0C">
      <w:pPr>
        <w:pStyle w:val="RedaliaNormal"/>
      </w:pPr>
    </w:p>
    <w:p w:rsidR="00834C0C" w:rsidRDefault="004530A4">
      <w:pPr>
        <w:pStyle w:val="RedaliaNormal"/>
      </w:pPr>
      <w:r>
        <w:t>Mention(s) manuscrite(s)</w:t>
      </w:r>
    </w:p>
    <w:p w:rsidR="00834C0C" w:rsidRDefault="004530A4">
      <w:pPr>
        <w:pStyle w:val="RedaliaNormal"/>
        <w:rPr>
          <w:i/>
          <w:iCs/>
        </w:rPr>
      </w:pPr>
      <w:r>
        <w:rPr>
          <w:i/>
          <w:iCs/>
        </w:rPr>
        <w:t>« Lu et approuvé »</w:t>
      </w:r>
    </w:p>
    <w:p w:rsidR="00834C0C" w:rsidRDefault="00834C0C">
      <w:pPr>
        <w:pStyle w:val="RedaliaNormal"/>
      </w:pPr>
    </w:p>
    <w:p w:rsidR="00834C0C" w:rsidRDefault="004530A4">
      <w:pPr>
        <w:pStyle w:val="RedaliaNormal"/>
      </w:pPr>
      <w:r>
        <w:t>Signature(s) du titulaire, ou, en cas de groupement d’entreprises, du mandataire habilité ou de chaque membre du groupement :</w:t>
      </w:r>
    </w:p>
    <w:p w:rsidR="00834C0C" w:rsidRDefault="00834C0C">
      <w:pPr>
        <w:pStyle w:val="RedaliaNormal"/>
      </w:pPr>
    </w:p>
    <w:p w:rsidR="00834C0C" w:rsidRDefault="004530A4">
      <w:pPr>
        <w:pStyle w:val="RedaliaNormal"/>
        <w:tabs>
          <w:tab w:val="clear" w:pos="8505"/>
          <w:tab w:val="left" w:leader="dot" w:pos="9026"/>
        </w:tabs>
      </w:pPr>
      <w:r>
        <w:tab/>
      </w:r>
    </w:p>
    <w:p w:rsidR="00834C0C" w:rsidRDefault="004530A4">
      <w:pPr>
        <w:pStyle w:val="RedaliaNormal"/>
        <w:tabs>
          <w:tab w:val="clear" w:pos="8505"/>
          <w:tab w:val="left" w:leader="dot" w:pos="9026"/>
        </w:tabs>
      </w:pPr>
      <w:r>
        <w:tab/>
      </w:r>
    </w:p>
    <w:p w:rsidR="00834C0C" w:rsidRDefault="004530A4">
      <w:pPr>
        <w:pStyle w:val="RedaliaNormal"/>
        <w:tabs>
          <w:tab w:val="clear" w:pos="8505"/>
          <w:tab w:val="left" w:leader="dot" w:pos="9026"/>
        </w:tabs>
      </w:pPr>
      <w:r>
        <w:tab/>
      </w:r>
    </w:p>
    <w:p w:rsidR="00834C0C" w:rsidRDefault="00834C0C">
      <w:pPr>
        <w:pStyle w:val="RedaliaNormal"/>
      </w:pPr>
    </w:p>
    <w:p w:rsidR="00834C0C" w:rsidRDefault="004530A4" w:rsidP="004530A4">
      <w:pPr>
        <w:pStyle w:val="RedaliaTitre1"/>
      </w:pPr>
      <w:bookmarkStart w:id="32" w:name="__RefHeading__51533_1835386073"/>
      <w:r>
        <w:t>Acceptation de l’offre</w:t>
      </w:r>
      <w:bookmarkEnd w:id="32"/>
    </w:p>
    <w:p w:rsidR="00834C0C" w:rsidRDefault="004530A4">
      <w:pPr>
        <w:pStyle w:val="RedaliaNormal"/>
      </w:pPr>
      <w:r>
        <w:t>L</w:t>
      </w:r>
      <w:r>
        <w:t xml:space="preserve">es sous-traitants </w:t>
      </w:r>
      <w:r>
        <w:t>proposés dans les actes de sous-traitance annexés au présent acte d’engagement sont acceptés comme ayant droit au paiement direct et les conditions de paiement indiquées sont agréées.</w:t>
      </w:r>
    </w:p>
    <w:p w:rsidR="00834C0C" w:rsidRDefault="00834C0C">
      <w:pPr>
        <w:pStyle w:val="RedaliaNormal"/>
      </w:pPr>
    </w:p>
    <w:p w:rsidR="00834C0C" w:rsidRDefault="004530A4">
      <w:pPr>
        <w:pStyle w:val="RedaliaNormal"/>
      </w:pPr>
      <w:r>
        <w:t>Est acceptée la présente offre pour valoir acte d’engagement.</w:t>
      </w:r>
    </w:p>
    <w:p w:rsidR="00834C0C" w:rsidRDefault="00834C0C">
      <w:pPr>
        <w:pStyle w:val="RedaliaNormal"/>
      </w:pPr>
    </w:p>
    <w:p w:rsidR="00834C0C" w:rsidRDefault="004530A4">
      <w:pPr>
        <w:pStyle w:val="RedaliaNormal"/>
        <w:tabs>
          <w:tab w:val="clear" w:pos="8505"/>
          <w:tab w:val="left" w:leader="dot" w:pos="4140"/>
          <w:tab w:val="left" w:pos="8640"/>
        </w:tabs>
      </w:pPr>
      <w:r>
        <w:t>A :</w:t>
      </w:r>
      <w:r>
        <w:tab/>
      </w:r>
    </w:p>
    <w:p w:rsidR="00834C0C" w:rsidRDefault="004530A4">
      <w:pPr>
        <w:pStyle w:val="RedaliaNormal"/>
        <w:tabs>
          <w:tab w:val="clear" w:pos="8505"/>
          <w:tab w:val="left" w:leader="dot" w:pos="4140"/>
          <w:tab w:val="left" w:pos="8640"/>
        </w:tabs>
      </w:pPr>
      <w:r>
        <w:t>Le </w:t>
      </w:r>
      <w:r>
        <w:t>:</w:t>
      </w:r>
      <w:r>
        <w:tab/>
      </w:r>
    </w:p>
    <w:p w:rsidR="00834C0C" w:rsidRDefault="00834C0C">
      <w:pPr>
        <w:pStyle w:val="RedaliaNormal"/>
        <w:tabs>
          <w:tab w:val="clear" w:pos="8505"/>
          <w:tab w:val="left" w:leader="dot" w:pos="4140"/>
          <w:tab w:val="left" w:pos="8640"/>
        </w:tabs>
      </w:pPr>
    </w:p>
    <w:p w:rsidR="00834C0C" w:rsidRDefault="004530A4">
      <w:pPr>
        <w:pStyle w:val="RedaliaNormal"/>
        <w:tabs>
          <w:tab w:val="clear" w:pos="8505"/>
          <w:tab w:val="left" w:leader="dot" w:pos="4140"/>
          <w:tab w:val="left" w:pos="8640"/>
        </w:tabs>
      </w:pPr>
      <w:r>
        <w:t>Le pouvoir adjudicateur,</w:t>
      </w:r>
    </w:p>
    <w:p w:rsidR="00834C0C" w:rsidRDefault="004530A4">
      <w:pPr>
        <w:pStyle w:val="RedaliaNormal"/>
        <w:tabs>
          <w:tab w:val="clear" w:pos="8505"/>
          <w:tab w:val="left" w:leader="dot" w:pos="4140"/>
          <w:tab w:val="left" w:pos="8640"/>
        </w:tabs>
        <w:rPr>
          <w:color w:val="FFFFFF"/>
        </w:rPr>
      </w:pPr>
      <w:r>
        <w:rPr>
          <w:color w:val="FFFFFF"/>
        </w:rPr>
        <w:t>#signature#</w:t>
      </w:r>
    </w:p>
    <w:p w:rsidR="00834C0C" w:rsidRDefault="00834C0C">
      <w:pPr>
        <w:pStyle w:val="RedaliaNormal"/>
        <w:tabs>
          <w:tab w:val="clear" w:pos="8505"/>
          <w:tab w:val="left" w:leader="dot" w:pos="4140"/>
          <w:tab w:val="left" w:pos="8640"/>
        </w:tabs>
        <w:rPr>
          <w:sz w:val="14"/>
          <w:szCs w:val="12"/>
        </w:rPr>
      </w:pPr>
    </w:p>
    <w:p w:rsidR="004530A4" w:rsidRDefault="004530A4">
      <w:pPr>
        <w:widowControl/>
        <w:suppressAutoHyphens w:val="0"/>
        <w:rPr>
          <w:sz w:val="32"/>
        </w:rPr>
      </w:pPr>
      <w:r>
        <w:br w:type="page"/>
      </w:r>
    </w:p>
    <w:p w:rsidR="00834C0C" w:rsidRDefault="004530A4">
      <w:pPr>
        <w:pStyle w:val="RdaliaTitreparagraphe"/>
      </w:pPr>
      <w:bookmarkStart w:id="33" w:name="_GoBack"/>
      <w:bookmarkEnd w:id="33"/>
      <w:r>
        <w:t>Date d'effet du marché</w:t>
      </w:r>
    </w:p>
    <w:p w:rsidR="00834C0C" w:rsidRDefault="004530A4">
      <w:pPr>
        <w:pStyle w:val="RedaliaNormal"/>
      </w:pPr>
      <w:r>
        <w:t>Reçu notification du marché le :</w:t>
      </w:r>
      <w:r>
        <w:tab/>
      </w:r>
    </w:p>
    <w:p w:rsidR="00834C0C" w:rsidRDefault="004530A4">
      <w:pPr>
        <w:pStyle w:val="RedaliaNormal"/>
        <w:ind w:left="1134"/>
      </w:pPr>
      <w:r>
        <w:rPr>
          <w:rFonts w:ascii="Wingdings" w:eastAsia="Wingdings" w:hAnsi="Wingdings" w:cs="Wingdings"/>
          <w:szCs w:val="22"/>
        </w:rPr>
        <w:t></w:t>
      </w:r>
      <w:r>
        <w:t xml:space="preserve"> Le prestataire</w:t>
      </w:r>
    </w:p>
    <w:p w:rsidR="00834C0C" w:rsidRDefault="004530A4">
      <w:pPr>
        <w:pStyle w:val="RedaliaNormal"/>
        <w:ind w:left="1134"/>
      </w:pPr>
      <w:r>
        <w:rPr>
          <w:rFonts w:ascii="Wingdings" w:eastAsia="Wingdings" w:hAnsi="Wingdings" w:cs="Wingdings"/>
          <w:szCs w:val="22"/>
        </w:rPr>
        <w:t></w:t>
      </w:r>
      <w:r>
        <w:t xml:space="preserve"> Le mandataire du groupement</w:t>
      </w:r>
    </w:p>
    <w:p w:rsidR="00834C0C" w:rsidRDefault="00834C0C">
      <w:pPr>
        <w:pStyle w:val="RedaliaNormal"/>
      </w:pPr>
    </w:p>
    <w:p w:rsidR="00834C0C" w:rsidRDefault="004530A4">
      <w:pPr>
        <w:pStyle w:val="RedaliaNormal"/>
      </w:pPr>
      <w:r>
        <w:t>Reçu l'avis de réception postal de la notification du marché signé le :</w:t>
      </w:r>
      <w:r>
        <w:tab/>
      </w:r>
    </w:p>
    <w:p w:rsidR="00834C0C" w:rsidRDefault="004530A4">
      <w:pPr>
        <w:pStyle w:val="RedaliaNormal"/>
        <w:ind w:left="1134"/>
      </w:pPr>
      <w:r>
        <w:rPr>
          <w:rFonts w:ascii="Wingdings" w:eastAsia="Wingdings" w:hAnsi="Wingdings" w:cs="Wingdings"/>
          <w:szCs w:val="22"/>
        </w:rPr>
        <w:t></w:t>
      </w:r>
      <w:r>
        <w:t xml:space="preserve"> Par le prestataire</w:t>
      </w:r>
    </w:p>
    <w:p w:rsidR="00834C0C" w:rsidRDefault="004530A4">
      <w:pPr>
        <w:pStyle w:val="RedaliaNormal"/>
        <w:ind w:left="1134"/>
      </w:pPr>
      <w:r>
        <w:rPr>
          <w:rFonts w:ascii="Wingdings" w:eastAsia="Wingdings" w:hAnsi="Wingdings" w:cs="Wingdings"/>
          <w:szCs w:val="22"/>
        </w:rPr>
        <w:t></w:t>
      </w:r>
      <w:r>
        <w:t xml:space="preserve"> Par le mandataire du groupement destinataire</w:t>
      </w:r>
    </w:p>
    <w:p w:rsidR="00834C0C" w:rsidRDefault="00834C0C">
      <w:pPr>
        <w:pStyle w:val="RedaliaNormal"/>
      </w:pPr>
    </w:p>
    <w:p w:rsidR="00834C0C" w:rsidRDefault="004530A4">
      <w:pPr>
        <w:pStyle w:val="RedaliaNormal"/>
      </w:pPr>
      <w:r>
        <w:t>Pour le représentant du pouvoir adjudicateur,</w:t>
      </w:r>
    </w:p>
    <w:p w:rsidR="00834C0C" w:rsidRDefault="00834C0C">
      <w:pPr>
        <w:pStyle w:val="RedaliaNormal"/>
      </w:pPr>
    </w:p>
    <w:p w:rsidR="00834C0C" w:rsidRDefault="004530A4">
      <w:pPr>
        <w:pStyle w:val="RedaliaNormal"/>
      </w:pPr>
      <w:r>
        <w:t xml:space="preserve">A : ………………………, Le : ……………………… </w:t>
      </w:r>
      <w:r>
        <w:rPr>
          <w:i/>
          <w:iCs/>
          <w:sz w:val="20"/>
          <w:szCs w:val="18"/>
        </w:rPr>
        <w:t>(Date d'apposition de la signature ci-après)</w:t>
      </w:r>
    </w:p>
    <w:p w:rsidR="00834C0C" w:rsidRDefault="004530A4">
      <w:pPr>
        <w:pStyle w:val="RedaliaNormal"/>
        <w:ind w:left="4678"/>
        <w:rPr>
          <w:color w:val="FFFFFF"/>
        </w:rPr>
      </w:pPr>
      <w:r>
        <w:rPr>
          <w:color w:val="FFFFFF"/>
        </w:rPr>
        <w:t>#signature#</w:t>
      </w:r>
    </w:p>
    <w:p w:rsidR="00834C0C" w:rsidRDefault="004530A4">
      <w:pPr>
        <w:pStyle w:val="RedaliaNormal"/>
        <w:ind w:left="4962"/>
      </w:pPr>
      <w:r>
        <w:tab/>
      </w:r>
    </w:p>
    <w:p w:rsidR="00834C0C" w:rsidRDefault="00834C0C">
      <w:pPr>
        <w:pStyle w:val="RedaliaNormal"/>
      </w:pPr>
    </w:p>
    <w:p w:rsidR="00834C0C" w:rsidRDefault="00834C0C">
      <w:pPr>
        <w:pStyle w:val="RedaliaNormal"/>
        <w:pageBreakBefore/>
      </w:pPr>
    </w:p>
    <w:p w:rsidR="00834C0C" w:rsidRDefault="004530A4">
      <w:pPr>
        <w:pStyle w:val="RdaliaTitredossier"/>
      </w:pPr>
      <w:r>
        <w:t>Annexe à l’acte d’engagement</w:t>
      </w:r>
    </w:p>
    <w:p w:rsidR="00834C0C" w:rsidRDefault="00834C0C">
      <w:pPr>
        <w:pStyle w:val="RdaliaTitredossier"/>
      </w:pPr>
    </w:p>
    <w:p w:rsidR="00834C0C" w:rsidRDefault="004530A4">
      <w:pPr>
        <w:pStyle w:val="RdaliaTitredossier"/>
      </w:pPr>
      <w:r>
        <w:t>NANTISSEMENT OU CE</w:t>
      </w:r>
      <w:r>
        <w:t>SSION DE CREANCES</w:t>
      </w:r>
    </w:p>
    <w:p w:rsidR="00834C0C" w:rsidRDefault="00834C0C">
      <w:pPr>
        <w:pStyle w:val="RedaliaNormal"/>
      </w:pPr>
    </w:p>
    <w:p w:rsidR="00834C0C" w:rsidRDefault="004530A4">
      <w:pPr>
        <w:pStyle w:val="RedaliaNormal"/>
      </w:pPr>
      <w:r>
        <w:rPr>
          <w:rFonts w:cs="Arial"/>
          <w:b/>
        </w:rPr>
        <w:t>●</w:t>
      </w:r>
      <w:r>
        <w:rPr>
          <w:b/>
        </w:rPr>
        <w:t xml:space="preserve"> Identification de l’acheteur</w:t>
      </w:r>
    </w:p>
    <w:p w:rsidR="00834C0C" w:rsidRDefault="004530A4">
      <w:pPr>
        <w:pStyle w:val="RedaliaNormal"/>
      </w:pPr>
      <w:r>
        <w:t>Désignation de l’acheteur :</w:t>
      </w:r>
    </w:p>
    <w:p w:rsidR="00834C0C" w:rsidRDefault="004530A4">
      <w:pPr>
        <w:pStyle w:val="RedaliaNormal"/>
      </w:pPr>
      <w:r>
        <w:t>SIRET : 19830766200017</w:t>
      </w:r>
    </w:p>
    <w:p w:rsidR="00834C0C" w:rsidRDefault="004530A4">
      <w:pPr>
        <w:pStyle w:val="RedaliaNormal"/>
      </w:pPr>
      <w:r>
        <w:t>Nom : Université de Toulon</w:t>
      </w:r>
    </w:p>
    <w:p w:rsidR="00834C0C" w:rsidRDefault="004530A4">
      <w:pPr>
        <w:pStyle w:val="RedaliaNormal"/>
      </w:pPr>
      <w:r>
        <w:t>Adresse :   CS 60584   83041 TOULON Cedex 9</w:t>
      </w:r>
    </w:p>
    <w:p w:rsidR="00834C0C" w:rsidRDefault="00834C0C">
      <w:pPr>
        <w:pStyle w:val="RedaliaNormal"/>
      </w:pPr>
    </w:p>
    <w:p w:rsidR="00834C0C" w:rsidRDefault="004530A4">
      <w:pPr>
        <w:pStyle w:val="RedaliaNormal"/>
      </w:pPr>
      <w:r>
        <w:t>Désignation de la personne habilitée à donner les renseignements prévus aux articl</w:t>
      </w:r>
      <w:r>
        <w:t>es R. 2191-60 et R. 2391-28 du Code de la commande publique : Sabine Carpentier Responsable du pôle achat – CS 60584 83041 Toulon cedex 9</w:t>
      </w:r>
    </w:p>
    <w:p w:rsidR="00834C0C" w:rsidRDefault="004530A4">
      <w:pPr>
        <w:pStyle w:val="RedaliaNormal"/>
      </w:pPr>
      <w:r>
        <w:t>pole-achat@univ-tln.fr</w:t>
      </w:r>
    </w:p>
    <w:p w:rsidR="00834C0C" w:rsidRDefault="004530A4">
      <w:pPr>
        <w:pStyle w:val="RedaliaNormal"/>
      </w:pPr>
      <w:r>
        <w:t>04 94 14 26 88</w:t>
      </w:r>
    </w:p>
    <w:p w:rsidR="00834C0C" w:rsidRDefault="00834C0C">
      <w:pPr>
        <w:pStyle w:val="RedaliaNormal"/>
      </w:pPr>
    </w:p>
    <w:p w:rsidR="00834C0C" w:rsidRDefault="004530A4">
      <w:pPr>
        <w:pStyle w:val="RedaliaNormal"/>
      </w:pPr>
      <w:r>
        <w:t>Désignation du comptable public assignataire : Madame l'agente comptable</w:t>
      </w:r>
    </w:p>
    <w:p w:rsidR="00834C0C" w:rsidRDefault="00834C0C">
      <w:pPr>
        <w:pStyle w:val="RedaliaNormal"/>
      </w:pPr>
    </w:p>
    <w:p w:rsidR="00834C0C" w:rsidRDefault="004530A4">
      <w:pPr>
        <w:pStyle w:val="RedaliaNormal"/>
      </w:pPr>
      <w:r>
        <w:rPr>
          <w:rFonts w:cs="Arial"/>
          <w:b/>
        </w:rPr>
        <w:t>●</w:t>
      </w:r>
      <w:r>
        <w:rPr>
          <w:b/>
        </w:rPr>
        <w:t xml:space="preserve"> Identification du créancier au titre du marché public</w:t>
      </w:r>
    </w:p>
    <w:p w:rsidR="00834C0C" w:rsidRDefault="004530A4">
      <w:pPr>
        <w:pStyle w:val="RedaliaNormal"/>
      </w:pPr>
      <w:r>
        <w:t>Désignation du créancier : ............................</w:t>
      </w:r>
    </w:p>
    <w:p w:rsidR="00834C0C" w:rsidRDefault="004530A4">
      <w:pPr>
        <w:pStyle w:val="RedaliaNormal"/>
      </w:pPr>
      <w:r>
        <w:t>SIRET : ............................</w:t>
      </w:r>
    </w:p>
    <w:p w:rsidR="00834C0C" w:rsidRDefault="004530A4">
      <w:pPr>
        <w:pStyle w:val="RedaliaNormal"/>
      </w:pPr>
      <w:r>
        <w:t>Raison sociale : ............................</w:t>
      </w:r>
    </w:p>
    <w:p w:rsidR="00834C0C" w:rsidRDefault="004530A4">
      <w:pPr>
        <w:pStyle w:val="RedaliaNormal"/>
      </w:pPr>
      <w:r>
        <w:t>Adresse : ............................</w:t>
      </w:r>
    </w:p>
    <w:p w:rsidR="00834C0C" w:rsidRDefault="00834C0C">
      <w:pPr>
        <w:pStyle w:val="RedaliaNormal"/>
      </w:pPr>
    </w:p>
    <w:p w:rsidR="00834C0C" w:rsidRDefault="004530A4">
      <w:pPr>
        <w:pStyle w:val="RedaliaNormal"/>
      </w:pPr>
      <w:r>
        <w:t xml:space="preserve">Coordonnées bancaires </w:t>
      </w:r>
      <w:r>
        <w:t>du créancier :</w:t>
      </w:r>
    </w:p>
    <w:p w:rsidR="00834C0C" w:rsidRDefault="004530A4">
      <w:pPr>
        <w:pStyle w:val="RedaliaNormal"/>
      </w:pPr>
      <w:r>
        <w:t>IBAN : ............................</w:t>
      </w:r>
    </w:p>
    <w:p w:rsidR="00834C0C" w:rsidRDefault="00834C0C">
      <w:pPr>
        <w:pStyle w:val="RedaliaNormal"/>
      </w:pPr>
    </w:p>
    <w:p w:rsidR="00834C0C" w:rsidRDefault="004530A4">
      <w:pPr>
        <w:pStyle w:val="RedaliaNormal"/>
      </w:pPr>
      <w:r>
        <w:t>Renseignements complémentaires sur le créancier :</w:t>
      </w:r>
    </w:p>
    <w:tbl>
      <w:tblPr>
        <w:tblW w:w="9778" w:type="dxa"/>
        <w:tblLayout w:type="fixed"/>
        <w:tblCellMar>
          <w:left w:w="10" w:type="dxa"/>
          <w:right w:w="10" w:type="dxa"/>
        </w:tblCellMar>
        <w:tblLook w:val="0000" w:firstRow="0" w:lastRow="0" w:firstColumn="0" w:lastColumn="0" w:noHBand="0" w:noVBand="0"/>
      </w:tblPr>
      <w:tblGrid>
        <w:gridCol w:w="3085"/>
        <w:gridCol w:w="4394"/>
        <w:gridCol w:w="2299"/>
      </w:tblGrid>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w:t>
            </w:r>
          </w:p>
        </w:tc>
      </w:tr>
    </w:tbl>
    <w:p w:rsidR="00834C0C" w:rsidRDefault="00834C0C">
      <w:pPr>
        <w:pStyle w:val="RedaliaNormal"/>
      </w:pPr>
    </w:p>
    <w:p w:rsidR="00834C0C" w:rsidRDefault="004530A4">
      <w:pPr>
        <w:pStyle w:val="RedaliaNormal"/>
      </w:pPr>
      <w:r>
        <w:rPr>
          <w:rFonts w:cs="Arial"/>
          <w:b/>
        </w:rPr>
        <w:t>●</w:t>
      </w:r>
      <w:r>
        <w:rPr>
          <w:b/>
        </w:rPr>
        <w:t xml:space="preserve"> Identification de la créance cessible</w:t>
      </w:r>
    </w:p>
    <w:p w:rsidR="00834C0C" w:rsidRDefault="004530A4">
      <w:pPr>
        <w:pStyle w:val="RedaliaNormal"/>
      </w:pPr>
      <w:r>
        <w:t>Désignation du marché et de son montant :</w:t>
      </w:r>
    </w:p>
    <w:p w:rsidR="00834C0C" w:rsidRDefault="004530A4">
      <w:pPr>
        <w:pStyle w:val="RedaliaNormal"/>
      </w:pPr>
      <w:r>
        <w:t>Référence du marché obtenue au plus tard lors de la notification : ............................</w:t>
      </w:r>
    </w:p>
    <w:p w:rsidR="00834C0C" w:rsidRDefault="004530A4">
      <w:pPr>
        <w:pStyle w:val="RedaliaNormal"/>
      </w:pPr>
      <w:r>
        <w:t>Date : ............................</w:t>
      </w:r>
    </w:p>
    <w:p w:rsidR="00834C0C" w:rsidRDefault="004530A4">
      <w:pPr>
        <w:pStyle w:val="RedaliaNormal"/>
      </w:pPr>
      <w:r>
        <w:t>Montant (HT, montant TVA et TTC) : ........</w:t>
      </w:r>
      <w:r>
        <w:t>....................</w:t>
      </w:r>
    </w:p>
    <w:p w:rsidR="00834C0C" w:rsidRDefault="00834C0C">
      <w:pPr>
        <w:pStyle w:val="RedaliaNormal"/>
      </w:pPr>
    </w:p>
    <w:p w:rsidR="00834C0C" w:rsidRDefault="004530A4">
      <w:pPr>
        <w:pStyle w:val="RedaliaNormal"/>
      </w:pPr>
      <w:r>
        <w:t>Le cas échéant :</w:t>
      </w:r>
    </w:p>
    <w:p w:rsidR="00834C0C" w:rsidRDefault="004530A4">
      <w:pPr>
        <w:pStyle w:val="RedaliaNormal"/>
      </w:pPr>
      <w:r>
        <w:t>Désignation de la tranche : ............................</w:t>
      </w:r>
    </w:p>
    <w:p w:rsidR="00834C0C" w:rsidRDefault="004530A4">
      <w:pPr>
        <w:pStyle w:val="RedaliaNormal"/>
      </w:pPr>
      <w:r>
        <w:t>Montant de la tranche (HT, montant TVA et TTC) : ............................</w:t>
      </w:r>
    </w:p>
    <w:p w:rsidR="00834C0C" w:rsidRDefault="00834C0C">
      <w:pPr>
        <w:pStyle w:val="RedaliaNormal"/>
      </w:pPr>
    </w:p>
    <w:p w:rsidR="00834C0C" w:rsidRDefault="004530A4">
      <w:pPr>
        <w:pStyle w:val="RedaliaNormal"/>
      </w:pPr>
      <w:r>
        <w:t>Le cas échéant :</w:t>
      </w:r>
    </w:p>
    <w:p w:rsidR="00834C0C" w:rsidRDefault="004530A4">
      <w:pPr>
        <w:pStyle w:val="RedaliaNormal"/>
      </w:pPr>
      <w:r>
        <w:t>Désignation du lot : ............................</w:t>
      </w:r>
    </w:p>
    <w:p w:rsidR="00834C0C" w:rsidRDefault="004530A4">
      <w:pPr>
        <w:pStyle w:val="RedaliaNormal"/>
      </w:pPr>
      <w:r>
        <w:t>Montant du lot</w:t>
      </w:r>
      <w:r>
        <w:t xml:space="preserve"> (HT, montant TVA et TTC) : ............................</w:t>
      </w:r>
    </w:p>
    <w:p w:rsidR="00834C0C" w:rsidRDefault="00834C0C">
      <w:pPr>
        <w:pStyle w:val="RedaliaNormal"/>
      </w:pPr>
    </w:p>
    <w:p w:rsidR="00834C0C" w:rsidRDefault="004530A4">
      <w:pPr>
        <w:pStyle w:val="RedaliaNormal"/>
      </w:pPr>
      <w:r>
        <w:t>Le cas échéant :</w:t>
      </w:r>
    </w:p>
    <w:p w:rsidR="00834C0C" w:rsidRDefault="004530A4">
      <w:pPr>
        <w:pStyle w:val="RedaliaNormal"/>
      </w:pPr>
      <w:r>
        <w:t>Désignation du bon de commande : ............................</w:t>
      </w:r>
    </w:p>
    <w:p w:rsidR="00834C0C" w:rsidRDefault="004530A4">
      <w:pPr>
        <w:pStyle w:val="RedaliaNormal"/>
      </w:pPr>
      <w:r>
        <w:t>Montant du bon de commande (HT, montant TVA et TTC) : ............................</w:t>
      </w:r>
    </w:p>
    <w:p w:rsidR="00834C0C" w:rsidRDefault="00834C0C">
      <w:pPr>
        <w:pStyle w:val="RedaliaNormal"/>
      </w:pPr>
    </w:p>
    <w:p w:rsidR="00834C0C" w:rsidRDefault="004530A4">
      <w:pPr>
        <w:pStyle w:val="RedaliaNormal"/>
      </w:pPr>
      <w:r>
        <w:t>Le cas échéant, éléments relatifs a</w:t>
      </w:r>
      <w:r>
        <w:t>ux clauses de variation de prix applicables à la créance :</w:t>
      </w:r>
    </w:p>
    <w:p w:rsidR="00834C0C" w:rsidRDefault="004530A4">
      <w:pPr>
        <w:pStyle w:val="RedaliaNormal"/>
      </w:pPr>
      <w:r>
        <w:t>............................</w:t>
      </w:r>
    </w:p>
    <w:p w:rsidR="00834C0C" w:rsidRDefault="00834C0C">
      <w:pPr>
        <w:pStyle w:val="RedaliaNormal"/>
      </w:pPr>
    </w:p>
    <w:p w:rsidR="00834C0C" w:rsidRDefault="004530A4">
      <w:pPr>
        <w:pStyle w:val="RedaliaNormal"/>
      </w:pPr>
      <w:r>
        <w:t>Le cas échéant, éléments relatifs aux clauses de pénalités susceptibles d’être appliquées à la créance :</w:t>
      </w:r>
    </w:p>
    <w:p w:rsidR="00834C0C" w:rsidRDefault="004530A4">
      <w:pPr>
        <w:pStyle w:val="RedaliaNormal"/>
      </w:pPr>
      <w:r>
        <w:t>............................</w:t>
      </w:r>
    </w:p>
    <w:p w:rsidR="00834C0C" w:rsidRDefault="00834C0C">
      <w:pPr>
        <w:pStyle w:val="RedaliaNormal"/>
      </w:pPr>
    </w:p>
    <w:p w:rsidR="00834C0C" w:rsidRDefault="004530A4">
      <w:pPr>
        <w:pStyle w:val="RedaliaNormal"/>
      </w:pPr>
      <w:r>
        <w:t xml:space="preserve">Le cas échéant, autres </w:t>
      </w:r>
      <w:r>
        <w:t>renseignements : ............................</w:t>
      </w:r>
    </w:p>
    <w:p w:rsidR="00834C0C" w:rsidRDefault="00834C0C">
      <w:pPr>
        <w:pStyle w:val="RedaliaNormal"/>
      </w:pPr>
    </w:p>
    <w:p w:rsidR="00834C0C" w:rsidRDefault="004530A4">
      <w:pPr>
        <w:pStyle w:val="RedaliaNormal"/>
      </w:pPr>
      <w:r>
        <w:rPr>
          <w:rFonts w:cs="Arial"/>
          <w:b/>
        </w:rPr>
        <w:t>●</w:t>
      </w:r>
      <w:r>
        <w:rPr>
          <w:b/>
        </w:rPr>
        <w:t xml:space="preserve"> Renseignements complémentaires affectant le marché et/ou la créance</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bl>
    <w:p w:rsidR="00834C0C" w:rsidRDefault="00834C0C"/>
    <w:p w:rsidR="00834C0C" w:rsidRDefault="004530A4">
      <w:r>
        <w:t>Si la case précédente n’a pas été cochée, remplir les champs suivants :</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Le cas </w:t>
            </w:r>
            <w:r>
              <w:rPr>
                <w:rFonts w:cs="Calibri"/>
              </w:rPr>
              <w:t>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RedaliaNormal"/>
              <w:rPr>
                <w:rFonts w:cs="Calibri"/>
              </w:rPr>
            </w:pP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En cas de retenue de garantie, son </w:t>
            </w:r>
            <w:r>
              <w:rPr>
                <w:rFonts w:cs="Calibri"/>
              </w:rPr>
              <w:t>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Le marché prévoit des dates prévisionnelles de début </w:t>
            </w:r>
            <w:r>
              <w:rPr>
                <w:rFonts w:cs="Calibri"/>
              </w:rPr>
              <w:t>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Si un délai maximum de paiement</w:t>
            </w:r>
            <w:r>
              <w:rPr>
                <w:rFonts w:cs="Calibri"/>
              </w:rPr>
              <w:t xml:space="preserve">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pPr>
            <w:r>
              <w:rPr>
                <w:rFonts w:cs="Calibri"/>
              </w:rPr>
              <w:t xml:space="preserve"> </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w:t>
            </w:r>
            <w:r>
              <w:rPr>
                <w:rFonts w:cs="Calibri"/>
              </w:rPr>
              <w:t>...... € TTC</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 TTC</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 TTC</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RedaliaNormal"/>
              <w:rPr>
                <w:rFonts w:cs="Calibri"/>
              </w:rPr>
            </w:pP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 TTC</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 TTC</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 TTC</w:t>
            </w: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Le titulaire souhaite ne pas confier l’exécution d’une partie des prestations à des sous-traitants ayant droit au </w:t>
            </w:r>
            <w:r>
              <w:rPr>
                <w:rFonts w:cs="Calibri"/>
              </w:rPr>
              <w:t>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RedaliaNormal"/>
            </w:pPr>
          </w:p>
        </w:tc>
      </w:tr>
      <w:tr w:rsidR="00834C0C">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 TTC</w:t>
            </w:r>
          </w:p>
        </w:tc>
      </w:tr>
    </w:tbl>
    <w:p w:rsidR="00834C0C" w:rsidRDefault="00834C0C">
      <w:pPr>
        <w:pStyle w:val="RedaliaNormal"/>
      </w:pPr>
    </w:p>
    <w:p w:rsidR="00834C0C" w:rsidRDefault="004530A4">
      <w:pPr>
        <w:pStyle w:val="RedaliaNormal"/>
      </w:pPr>
      <w:r>
        <w:rPr>
          <w:rFonts w:cs="Arial"/>
          <w:b/>
        </w:rPr>
        <w:t>●</w:t>
      </w:r>
      <w:r>
        <w:rPr>
          <w:b/>
        </w:rPr>
        <w:t xml:space="preserve"> Informations supplémentaires en cas de groupement</w:t>
      </w:r>
    </w:p>
    <w:p w:rsidR="00834C0C" w:rsidRDefault="004530A4">
      <w:pPr>
        <w:pStyle w:val="RedaliaNormal"/>
      </w:pPr>
      <w:r>
        <w:t>Désignation des membres du groupement :</w:t>
      </w:r>
    </w:p>
    <w:p w:rsidR="00834C0C" w:rsidRDefault="004530A4">
      <w:pPr>
        <w:pStyle w:val="RedaliaNormal"/>
      </w:pPr>
      <w:r>
        <w:t>SIRET pour chaque membre du groupement : ................</w:t>
      </w:r>
      <w:r>
        <w:t>............</w:t>
      </w:r>
    </w:p>
    <w:p w:rsidR="00834C0C" w:rsidRDefault="00834C0C">
      <w:pPr>
        <w:pStyle w:val="RedaliaNormal"/>
      </w:pPr>
    </w:p>
    <w:p w:rsidR="00834C0C" w:rsidRDefault="004530A4">
      <w:pPr>
        <w:pStyle w:val="RedaliaNormal"/>
      </w:pPr>
      <w:r>
        <w:t>Désignation du mandataire : ............................</w:t>
      </w:r>
    </w:p>
    <w:p w:rsidR="00834C0C" w:rsidRDefault="00834C0C">
      <w:pPr>
        <w:pStyle w:val="RedaliaNormal"/>
      </w:pPr>
    </w:p>
    <w:p w:rsidR="00834C0C" w:rsidRDefault="004530A4">
      <w:pPr>
        <w:pStyle w:val="RedaliaNormal"/>
      </w:pPr>
      <w:r>
        <w:rPr>
          <w:rFonts w:cs="Arial"/>
          <w:b/>
        </w:rPr>
        <w:t>●</w:t>
      </w:r>
      <w:r>
        <w:rPr>
          <w:b/>
        </w:rPr>
        <w:t xml:space="preserve"> Modification(s) ultérieure(s) de la créance</w:t>
      </w:r>
    </w:p>
    <w:p w:rsidR="00834C0C" w:rsidRDefault="004530A4">
      <w:pPr>
        <w:pStyle w:val="RedaliaNormal"/>
      </w:pPr>
      <w:r>
        <w:t>(À renseigner autant de fois que nécessaire)</w:t>
      </w:r>
    </w:p>
    <w:tbl>
      <w:tblPr>
        <w:tblW w:w="9778" w:type="dxa"/>
        <w:tblLayout w:type="fixed"/>
        <w:tblCellMar>
          <w:left w:w="10" w:type="dxa"/>
          <w:right w:w="10" w:type="dxa"/>
        </w:tblCellMar>
        <w:tblLook w:val="0000" w:firstRow="0" w:lastRow="0" w:firstColumn="0" w:lastColumn="0" w:noHBand="0" w:noVBand="0"/>
      </w:tblPr>
      <w:tblGrid>
        <w:gridCol w:w="2235"/>
        <w:gridCol w:w="4283"/>
        <w:gridCol w:w="3260"/>
      </w:tblGrid>
      <w:tr w:rsidR="00834C0C">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Date/Signature</w:t>
            </w:r>
          </w:p>
          <w:p w:rsidR="00834C0C" w:rsidRDefault="00834C0C">
            <w:pPr>
              <w:pStyle w:val="RedaliaNormal"/>
              <w:rPr>
                <w:rFonts w:cs="Calibri"/>
              </w:rPr>
            </w:pPr>
          </w:p>
          <w:p w:rsidR="00834C0C" w:rsidRDefault="00834C0C">
            <w:pPr>
              <w:pStyle w:val="RedaliaNormal"/>
              <w:rPr>
                <w:rFonts w:cs="Calibri"/>
              </w:rPr>
            </w:pPr>
          </w:p>
        </w:tc>
      </w:tr>
      <w:tr w:rsidR="00834C0C">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La créance cessible est ramenée/portée à : </w:t>
            </w:r>
            <w:r>
              <w:rPr>
                <w:rFonts w:cs="Calibri"/>
              </w:rPr>
              <w:t>......................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Date/Signature</w:t>
            </w:r>
          </w:p>
          <w:p w:rsidR="00834C0C" w:rsidRDefault="00834C0C">
            <w:pPr>
              <w:pStyle w:val="RedaliaNormal"/>
              <w:rPr>
                <w:rFonts w:cs="Calibri"/>
              </w:rPr>
            </w:pPr>
          </w:p>
          <w:p w:rsidR="00834C0C" w:rsidRDefault="00834C0C">
            <w:pPr>
              <w:pStyle w:val="RedaliaNormal"/>
              <w:rPr>
                <w:rFonts w:cs="Calibri"/>
              </w:rPr>
            </w:pPr>
          </w:p>
        </w:tc>
      </w:tr>
      <w:tr w:rsidR="00834C0C">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Date/Signature</w:t>
            </w:r>
          </w:p>
          <w:p w:rsidR="00834C0C" w:rsidRDefault="00834C0C">
            <w:pPr>
              <w:pStyle w:val="RedaliaNormal"/>
              <w:rPr>
                <w:rFonts w:cs="Calibri"/>
              </w:rPr>
            </w:pPr>
          </w:p>
          <w:p w:rsidR="00834C0C" w:rsidRDefault="00834C0C">
            <w:pPr>
              <w:pStyle w:val="RedaliaNormal"/>
              <w:rPr>
                <w:rFonts w:cs="Calibri"/>
              </w:rPr>
            </w:pPr>
          </w:p>
        </w:tc>
      </w:tr>
      <w:tr w:rsidR="00834C0C">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Date/Signature</w:t>
            </w:r>
          </w:p>
          <w:p w:rsidR="00834C0C" w:rsidRDefault="00834C0C">
            <w:pPr>
              <w:pStyle w:val="RedaliaNormal"/>
              <w:rPr>
                <w:rFonts w:cs="Calibri"/>
              </w:rPr>
            </w:pPr>
          </w:p>
          <w:p w:rsidR="00834C0C" w:rsidRDefault="00834C0C">
            <w:pPr>
              <w:pStyle w:val="RedaliaNormal"/>
              <w:rPr>
                <w:rFonts w:cs="Calibri"/>
              </w:rPr>
            </w:pPr>
          </w:p>
        </w:tc>
      </w:tr>
      <w:tr w:rsidR="00834C0C">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Nième</w:t>
            </w:r>
            <w:r>
              <w:rPr>
                <w:rFonts w:cs="Calibri"/>
              </w:rPr>
              <w:t xml:space="preserv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Date/Signature</w:t>
            </w:r>
          </w:p>
          <w:p w:rsidR="00834C0C" w:rsidRDefault="00834C0C">
            <w:pPr>
              <w:pStyle w:val="RedaliaNormal"/>
              <w:rPr>
                <w:rFonts w:cs="Calibri"/>
              </w:rPr>
            </w:pPr>
          </w:p>
          <w:p w:rsidR="00834C0C" w:rsidRDefault="00834C0C">
            <w:pPr>
              <w:pStyle w:val="RedaliaNormal"/>
              <w:rPr>
                <w:rFonts w:cs="Calibri"/>
              </w:rPr>
            </w:pPr>
          </w:p>
        </w:tc>
      </w:tr>
    </w:tbl>
    <w:p w:rsidR="00834C0C" w:rsidRDefault="00834C0C">
      <w:pPr>
        <w:pStyle w:val="RedaliaNormal"/>
      </w:pPr>
    </w:p>
    <w:p w:rsidR="00834C0C" w:rsidRDefault="004530A4">
      <w:pPr>
        <w:pStyle w:val="RedaliaNormal"/>
      </w:pPr>
      <w:r>
        <w:t>En cas de cession ou de nantissement, le cessionnaire ou le titulaire du nantissement transmet l’original du présent certificat au comptable public assigna</w:t>
      </w:r>
      <w:r>
        <w:t>taire, conformément aux articles R. 2191-54, R. 2191-55 et R. 2391-28 du Code de la commande publique.</w:t>
      </w:r>
    </w:p>
    <w:p w:rsidR="00834C0C" w:rsidRDefault="00834C0C">
      <w:pPr>
        <w:pStyle w:val="RedaliaNormal"/>
      </w:pPr>
    </w:p>
    <w:p w:rsidR="00834C0C" w:rsidRDefault="004530A4">
      <w:pPr>
        <w:pStyle w:val="RedaliaNormal"/>
      </w:pPr>
      <w:r>
        <w:rPr>
          <w:rFonts w:cs="Arial"/>
          <w:b/>
        </w:rPr>
        <w:t>●</w:t>
      </w:r>
      <w:r>
        <w:rPr>
          <w:b/>
        </w:rPr>
        <w:t xml:space="preserve"> Signature de l’acheteur</w:t>
      </w:r>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834C0C">
        <w:tblPrEx>
          <w:tblCellMar>
            <w:top w:w="0" w:type="dxa"/>
            <w:bottom w:w="0" w:type="dxa"/>
          </w:tblCellMar>
        </w:tblPrEx>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Le</w:t>
            </w:r>
          </w:p>
        </w:tc>
      </w:tr>
      <w:tr w:rsidR="00834C0C">
        <w:tblPrEx>
          <w:tblCellMar>
            <w:top w:w="0" w:type="dxa"/>
            <w:bottom w:w="0" w:type="dxa"/>
          </w:tblCellMar>
        </w:tblPrEx>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4530A4">
            <w:pPr>
              <w:pStyle w:val="RedaliaNormal"/>
              <w:rPr>
                <w:rFonts w:cs="Calibri"/>
              </w:rPr>
            </w:pPr>
            <w:r>
              <w:rPr>
                <w:rFonts w:cs="Calibri"/>
              </w:rPr>
              <w:t>Signature de l’acheteur ou de son représentant</w:t>
            </w:r>
          </w:p>
          <w:p w:rsidR="00834C0C" w:rsidRDefault="00834C0C">
            <w:pPr>
              <w:pStyle w:val="RedaliaNormal"/>
              <w:rPr>
                <w:rFonts w:cs="Calibri"/>
              </w:rPr>
            </w:pPr>
          </w:p>
          <w:p w:rsidR="00834C0C" w:rsidRDefault="00834C0C">
            <w:pPr>
              <w:pStyle w:val="RedaliaNormal"/>
              <w:rPr>
                <w:rFonts w:cs="Calibri"/>
              </w:rPr>
            </w:pPr>
          </w:p>
        </w:tc>
      </w:tr>
    </w:tbl>
    <w:p w:rsidR="00834C0C" w:rsidRDefault="00834C0C">
      <w:pPr>
        <w:pStyle w:val="RedaliaNormal"/>
      </w:pPr>
    </w:p>
    <w:p w:rsidR="00834C0C" w:rsidRDefault="00834C0C">
      <w:pPr>
        <w:pStyle w:val="RedaliaNormal"/>
      </w:pPr>
    </w:p>
    <w:p w:rsidR="00834C0C" w:rsidRDefault="00834C0C">
      <w:pPr>
        <w:pStyle w:val="RedaliaNormal"/>
        <w:pageBreakBefore/>
      </w:pPr>
    </w:p>
    <w:p w:rsidR="00834C0C" w:rsidRDefault="004530A4">
      <w:pPr>
        <w:pStyle w:val="RdaliaTitredossier"/>
      </w:pPr>
      <w:r>
        <w:t>Annexe à l’acte d’engagement</w:t>
      </w:r>
    </w:p>
    <w:p w:rsidR="00834C0C" w:rsidRDefault="00834C0C">
      <w:pPr>
        <w:pStyle w:val="RdaliaTitredossier"/>
      </w:pPr>
    </w:p>
    <w:p w:rsidR="00834C0C" w:rsidRDefault="004530A4">
      <w:pPr>
        <w:pStyle w:val="RdaliaTitredossier"/>
      </w:pPr>
      <w:r>
        <w:t>DECLARATION DE SOUS-TRAITANCE</w:t>
      </w:r>
    </w:p>
    <w:p w:rsidR="00834C0C" w:rsidRDefault="004530A4">
      <w:pPr>
        <w:pStyle w:val="RdaliaTitreparagraphe"/>
      </w:pPr>
      <w:r>
        <w:t>Pouvoir adjudicateur : Université de Toulon</w:t>
      </w:r>
    </w:p>
    <w:p w:rsidR="00834C0C" w:rsidRDefault="004530A4">
      <w:pPr>
        <w:pStyle w:val="RedaliaRetraitavecpuce"/>
      </w:pPr>
      <w:r>
        <w:t>Désignation de l’acheteur :</w:t>
      </w:r>
    </w:p>
    <w:p w:rsidR="00834C0C" w:rsidRDefault="004530A4">
      <w:pPr>
        <w:pStyle w:val="RedaliaNormal"/>
      </w:pPr>
      <w:r>
        <w:tab/>
      </w:r>
    </w:p>
    <w:p w:rsidR="00834C0C" w:rsidRDefault="004530A4">
      <w:pPr>
        <w:pStyle w:val="RedaliaNormal"/>
      </w:pPr>
      <w:r>
        <w:tab/>
      </w:r>
    </w:p>
    <w:p w:rsidR="00834C0C" w:rsidRDefault="00834C0C">
      <w:pPr>
        <w:pStyle w:val="RedaliaRetraitavecpuce"/>
        <w:numPr>
          <w:ilvl w:val="0"/>
          <w:numId w:val="0"/>
        </w:numPr>
        <w:ind w:left="360"/>
      </w:pPr>
    </w:p>
    <w:p w:rsidR="00834C0C" w:rsidRDefault="004530A4">
      <w:pPr>
        <w:pStyle w:val="RedaliaRetraitavecpuce"/>
      </w:pPr>
      <w:r>
        <w:t>Personne habilitée à donner les renseignements relatifs aux nantissements ou cessions de créances :</w:t>
      </w:r>
    </w:p>
    <w:p w:rsidR="00834C0C" w:rsidRDefault="004530A4">
      <w:pPr>
        <w:pStyle w:val="RedaliaNormal"/>
      </w:pPr>
      <w:r>
        <w:tab/>
      </w:r>
    </w:p>
    <w:p w:rsidR="00834C0C" w:rsidRDefault="004530A4">
      <w:pPr>
        <w:pStyle w:val="RedaliaNormal"/>
      </w:pPr>
      <w:r>
        <w:tab/>
      </w:r>
    </w:p>
    <w:p w:rsidR="00834C0C" w:rsidRDefault="004530A4">
      <w:pPr>
        <w:pStyle w:val="RdaliaTitreparagraphe"/>
      </w:pPr>
      <w:r>
        <w:t>Objet du marché :</w:t>
      </w:r>
    </w:p>
    <w:p w:rsidR="00834C0C" w:rsidRDefault="004530A4">
      <w:pPr>
        <w:pStyle w:val="RedaliaNormal"/>
        <w:rPr>
          <w:b/>
        </w:rPr>
      </w:pPr>
      <w:r>
        <w:rPr>
          <w:b/>
        </w:rPr>
        <w:t xml:space="preserve">Objet de la consultation : i-naval Édition 2025 - </w:t>
      </w:r>
      <w:r>
        <w:rPr>
          <w:b/>
        </w:rPr>
        <w:t>Organisation événementielle de la manifestation</w:t>
      </w:r>
    </w:p>
    <w:p w:rsidR="00834C0C" w:rsidRDefault="00834C0C">
      <w:pPr>
        <w:pStyle w:val="RedaliaNormal"/>
      </w:pPr>
    </w:p>
    <w:p w:rsidR="00834C0C" w:rsidRDefault="004530A4">
      <w:pPr>
        <w:pStyle w:val="RedaliaNormal"/>
      </w:pPr>
      <w:r>
        <w:t>Objet du marché : Organisation événementielle de la manifestation I-NAVAL 2025 du jeudi 12 juin 2025 (jauge 650 personnes)</w:t>
      </w:r>
    </w:p>
    <w:p w:rsidR="00834C0C" w:rsidRDefault="004530A4">
      <w:pPr>
        <w:pStyle w:val="RdaliaTitreparagraphe"/>
      </w:pPr>
      <w:r>
        <w:t>Objet de la déclaration du sous-traitant</w:t>
      </w:r>
    </w:p>
    <w:p w:rsidR="00834C0C" w:rsidRDefault="004530A4">
      <w:pPr>
        <w:pStyle w:val="RedaliaNormal"/>
      </w:pPr>
      <w:r>
        <w:t>La présente déclaration de sous-traitance c</w:t>
      </w:r>
      <w:r>
        <w:t>onstitue :</w:t>
      </w:r>
    </w:p>
    <w:p w:rsidR="00834C0C" w:rsidRDefault="00834C0C">
      <w:pPr>
        <w:pStyle w:val="RedaliaNormal"/>
      </w:pPr>
    </w:p>
    <w:p w:rsidR="00834C0C" w:rsidRDefault="004530A4">
      <w:pPr>
        <w:pStyle w:val="RedaliaNormal"/>
      </w:pPr>
      <w:r>
        <w:rPr>
          <w:rFonts w:ascii="Wingdings" w:eastAsia="Wingdings" w:hAnsi="Wingdings" w:cs="Wingdings"/>
          <w:szCs w:val="22"/>
        </w:rPr>
        <w:t></w:t>
      </w:r>
      <w:r>
        <w:t xml:space="preserve"> Un document annexé à l’offre du soumissionnaire.</w:t>
      </w:r>
    </w:p>
    <w:p w:rsidR="00834C0C" w:rsidRDefault="00834C0C">
      <w:pPr>
        <w:pStyle w:val="RedaliaNormal"/>
      </w:pPr>
    </w:p>
    <w:p w:rsidR="00834C0C" w:rsidRDefault="004530A4">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du marché).</w:t>
      </w:r>
    </w:p>
    <w:p w:rsidR="00834C0C" w:rsidRDefault="00834C0C">
      <w:pPr>
        <w:pStyle w:val="RedaliaNormal"/>
      </w:pPr>
    </w:p>
    <w:p w:rsidR="00834C0C" w:rsidRDefault="004530A4">
      <w:pPr>
        <w:pStyle w:val="RedaliaNormal"/>
      </w:pPr>
      <w:r>
        <w:rPr>
          <w:rFonts w:ascii="Wingdings" w:eastAsia="Wingdings" w:hAnsi="Wingdings" w:cs="Wingdings"/>
          <w:szCs w:val="22"/>
        </w:rPr>
        <w:t></w:t>
      </w:r>
      <w:r>
        <w:rPr>
          <w:szCs w:val="22"/>
        </w:rPr>
        <w:t xml:space="preserve"> Un acte spécial modificatif : il annul</w:t>
      </w:r>
      <w:r>
        <w:rPr>
          <w:szCs w:val="22"/>
        </w:rPr>
        <w:t>e et remplace la déclaration de sous-traitance du …</w:t>
      </w:r>
      <w:proofErr w:type="gramStart"/>
      <w:r>
        <w:rPr>
          <w:szCs w:val="22"/>
        </w:rPr>
        <w:t>…….</w:t>
      </w:r>
      <w:proofErr w:type="gramEnd"/>
      <w:r>
        <w:rPr>
          <w:szCs w:val="22"/>
        </w:rPr>
        <w:t>.</w:t>
      </w:r>
    </w:p>
    <w:p w:rsidR="00834C0C" w:rsidRDefault="00834C0C">
      <w:pPr>
        <w:pStyle w:val="RedaliaNormal"/>
      </w:pPr>
    </w:p>
    <w:p w:rsidR="00834C0C" w:rsidRDefault="004530A4">
      <w:pPr>
        <w:pStyle w:val="RdaliaTitreparagraphe"/>
      </w:pPr>
      <w:r>
        <w:t>Identification du soumissionnaire ou du titulaire</w:t>
      </w:r>
    </w:p>
    <w:p w:rsidR="00834C0C" w:rsidRDefault="004530A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w:t>
      </w:r>
      <w:r>
        <w:t xml:space="preserve"> différente de l’adresse postale), adresse électronique, numéros de téléphone et de télécopie, numéro SIRET :</w:t>
      </w:r>
    </w:p>
    <w:p w:rsidR="00834C0C" w:rsidRDefault="004530A4">
      <w:pPr>
        <w:pStyle w:val="RedaliaNormal"/>
      </w:pPr>
      <w:r>
        <w:tab/>
      </w:r>
    </w:p>
    <w:p w:rsidR="00834C0C" w:rsidRDefault="004530A4">
      <w:pPr>
        <w:pStyle w:val="RedaliaNormal"/>
      </w:pPr>
      <w:r>
        <w:tab/>
      </w:r>
    </w:p>
    <w:p w:rsidR="00834C0C" w:rsidRDefault="004530A4">
      <w:pPr>
        <w:pStyle w:val="RedaliaNormal"/>
      </w:pPr>
      <w:r>
        <w:tab/>
      </w:r>
    </w:p>
    <w:p w:rsidR="00834C0C" w:rsidRDefault="00834C0C">
      <w:pPr>
        <w:pStyle w:val="RedaliaNormal"/>
      </w:pPr>
    </w:p>
    <w:p w:rsidR="00834C0C" w:rsidRDefault="004530A4">
      <w:pPr>
        <w:pStyle w:val="RedaliaNormal"/>
      </w:pPr>
      <w:r>
        <w:t>Forme juridique du soumissionnaire individuel, du titulaire ou du membre du groupement (entreprise individuelle, SA, SARL, EURL, associatio</w:t>
      </w:r>
      <w:r>
        <w:t>n, établissement public, etc.) :</w:t>
      </w:r>
    </w:p>
    <w:p w:rsidR="00834C0C" w:rsidRDefault="004530A4">
      <w:pPr>
        <w:pStyle w:val="RedaliaNormal"/>
      </w:pPr>
      <w:r>
        <w:tab/>
      </w:r>
    </w:p>
    <w:p w:rsidR="00834C0C" w:rsidRDefault="004530A4">
      <w:pPr>
        <w:pStyle w:val="RedaliaNormal"/>
      </w:pPr>
      <w:r>
        <w:tab/>
      </w:r>
    </w:p>
    <w:p w:rsidR="00834C0C" w:rsidRDefault="004530A4">
      <w:pPr>
        <w:pStyle w:val="RedaliaNormal"/>
      </w:pPr>
      <w:r>
        <w:tab/>
      </w:r>
    </w:p>
    <w:p w:rsidR="00834C0C" w:rsidRDefault="00834C0C">
      <w:pPr>
        <w:pStyle w:val="RedaliaNormal"/>
      </w:pPr>
    </w:p>
    <w:p w:rsidR="00834C0C" w:rsidRDefault="004530A4">
      <w:pPr>
        <w:pStyle w:val="RedaliaNormal"/>
      </w:pPr>
      <w:r>
        <w:t>En cas de groupement momentané d’entreprises, identification et coordonnées du mandataire du groupement :</w:t>
      </w:r>
    </w:p>
    <w:p w:rsidR="00834C0C" w:rsidRDefault="004530A4">
      <w:pPr>
        <w:pStyle w:val="RedaliaNormal"/>
      </w:pPr>
      <w:r>
        <w:tab/>
      </w:r>
    </w:p>
    <w:p w:rsidR="00834C0C" w:rsidRDefault="004530A4">
      <w:pPr>
        <w:pStyle w:val="RedaliaNormal"/>
      </w:pPr>
      <w:r>
        <w:tab/>
      </w:r>
    </w:p>
    <w:p w:rsidR="00834C0C" w:rsidRDefault="004530A4">
      <w:pPr>
        <w:pStyle w:val="RedaliaNormal"/>
      </w:pPr>
      <w:r>
        <w:tab/>
      </w:r>
    </w:p>
    <w:p w:rsidR="00834C0C" w:rsidRDefault="004530A4">
      <w:pPr>
        <w:pStyle w:val="RdaliaTitreparagraphe"/>
      </w:pPr>
      <w:r>
        <w:t>Identification du sous-traitant :</w:t>
      </w:r>
    </w:p>
    <w:p w:rsidR="00834C0C" w:rsidRDefault="004530A4">
      <w:pPr>
        <w:pStyle w:val="RedaliaNormal"/>
      </w:pPr>
      <w:r>
        <w:t xml:space="preserve">Nom commercial et dénomination sociale de l’unité ou de </w:t>
      </w:r>
      <w:r>
        <w:t xml:space="preserve">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rsidR="00834C0C" w:rsidRDefault="004530A4">
      <w:pPr>
        <w:pStyle w:val="RedaliaNormal"/>
      </w:pPr>
      <w:r>
        <w:tab/>
      </w:r>
    </w:p>
    <w:p w:rsidR="00834C0C" w:rsidRDefault="004530A4">
      <w:pPr>
        <w:pStyle w:val="RedaliaNormal"/>
      </w:pPr>
      <w:r>
        <w:tab/>
      </w:r>
    </w:p>
    <w:p w:rsidR="00834C0C" w:rsidRDefault="004530A4">
      <w:pPr>
        <w:pStyle w:val="RedaliaNormal"/>
      </w:pPr>
      <w:r>
        <w:tab/>
      </w:r>
    </w:p>
    <w:p w:rsidR="00834C0C" w:rsidRDefault="00834C0C">
      <w:pPr>
        <w:pStyle w:val="TitreN5"/>
        <w:widowControl/>
        <w:tabs>
          <w:tab w:val="right" w:leader="dot" w:pos="10417"/>
        </w:tabs>
        <w:spacing w:before="0" w:after="0"/>
        <w:outlineLvl w:val="9"/>
        <w:rPr>
          <w:b/>
          <w:i w:val="0"/>
          <w:color w:val="0000FF"/>
          <w:sz w:val="20"/>
          <w:szCs w:val="24"/>
        </w:rPr>
      </w:pPr>
    </w:p>
    <w:p w:rsidR="00834C0C" w:rsidRDefault="004530A4">
      <w:pPr>
        <w:pStyle w:val="RedaliaNormal"/>
      </w:pPr>
      <w:r>
        <w:t>Forme juridique du soumissionnaire individuel,</w:t>
      </w:r>
      <w:r>
        <w:t xml:space="preserve"> du titulaire ou du membre du groupement (entreprise individuelle, SA, SARL, EURL, association, établissement public, etc.) :</w:t>
      </w:r>
    </w:p>
    <w:p w:rsidR="00834C0C" w:rsidRDefault="004530A4">
      <w:pPr>
        <w:pStyle w:val="RedaliaNormal"/>
      </w:pPr>
      <w:r>
        <w:tab/>
      </w:r>
    </w:p>
    <w:p w:rsidR="00834C0C" w:rsidRDefault="004530A4">
      <w:pPr>
        <w:pStyle w:val="RedaliaNormal"/>
      </w:pPr>
      <w:r>
        <w:tab/>
      </w:r>
    </w:p>
    <w:p w:rsidR="00834C0C" w:rsidRDefault="004530A4">
      <w:pPr>
        <w:pStyle w:val="RedaliaNormal"/>
      </w:pPr>
      <w:r>
        <w:tab/>
      </w:r>
    </w:p>
    <w:p w:rsidR="00834C0C" w:rsidRDefault="00834C0C">
      <w:pPr>
        <w:pStyle w:val="RedaliaNormal"/>
      </w:pPr>
    </w:p>
    <w:p w:rsidR="00834C0C" w:rsidRDefault="004530A4">
      <w:pPr>
        <w:pStyle w:val="RedaliaNormal"/>
      </w:pPr>
      <w:r>
        <w:t>Personne(s) physique(s) ayant le pouvoir d’engager le sous-traitant : (Indiquer le nom, prénom et la qualité de chaque per</w:t>
      </w:r>
      <w:r>
        <w:t xml:space="preserve">sonne) :  </w:t>
      </w:r>
    </w:p>
    <w:p w:rsidR="00834C0C" w:rsidRDefault="004530A4">
      <w:pPr>
        <w:pStyle w:val="RedaliaNormal"/>
      </w:pPr>
      <w:r>
        <w:tab/>
      </w:r>
    </w:p>
    <w:p w:rsidR="00834C0C" w:rsidRDefault="004530A4">
      <w:pPr>
        <w:pStyle w:val="RedaliaNormal"/>
      </w:pPr>
      <w:r>
        <w:tab/>
      </w:r>
    </w:p>
    <w:p w:rsidR="00834C0C" w:rsidRDefault="004530A4">
      <w:pPr>
        <w:pStyle w:val="RedaliaNormal"/>
      </w:pPr>
      <w:r>
        <w:tab/>
      </w:r>
    </w:p>
    <w:p w:rsidR="00834C0C" w:rsidRDefault="00834C0C">
      <w:pPr>
        <w:pStyle w:val="RedaliaNormal"/>
      </w:pPr>
    </w:p>
    <w:p w:rsidR="00834C0C" w:rsidRDefault="004530A4">
      <w:pPr>
        <w:pStyle w:val="RedaliaNormal"/>
      </w:pPr>
      <w:r>
        <w:t>Le sous-traitant est-il une micro, une petite ou une moyenne entreprise au sens de la recommandation de la Commission du 6 mai 2003 concernant la définition des micro, petites et moyennes entreprises ou un artisan au sens au sens de l'art</w:t>
      </w:r>
      <w:r>
        <w:t>icle 19 de la loi du 5 juillet 1996 n° 96-603 modifiée relative au développement et à la promotion du commerce et de l’artisanat (Art. R. 2151-13 et R. 2351-12 du Code de la commande publique</w:t>
      </w:r>
      <w:proofErr w:type="gramStart"/>
      <w:r>
        <w:t>)?</w:t>
      </w:r>
      <w:proofErr w:type="gramEnd"/>
    </w:p>
    <w:p w:rsidR="00834C0C" w:rsidRDefault="004530A4">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rsidR="00834C0C" w:rsidRDefault="004530A4">
      <w:pPr>
        <w:pStyle w:val="RdaliaTitreparagraphe"/>
      </w:pPr>
      <w:r>
        <w:t>Nature des prestations sous-traitées :</w:t>
      </w:r>
    </w:p>
    <w:p w:rsidR="00834C0C" w:rsidRDefault="004530A4">
      <w:pPr>
        <w:pStyle w:val="RedaliaNormal"/>
      </w:pPr>
      <w:r>
        <w:rPr>
          <w:b/>
        </w:rPr>
        <w:t>Nature des prestations sous-traitées</w:t>
      </w:r>
      <w:r>
        <w:t> :</w:t>
      </w:r>
      <w:r>
        <w:tab/>
      </w:r>
    </w:p>
    <w:p w:rsidR="00834C0C" w:rsidRDefault="004530A4">
      <w:pPr>
        <w:pStyle w:val="RedaliaNormal"/>
      </w:pPr>
      <w:r>
        <w:tab/>
      </w:r>
    </w:p>
    <w:p w:rsidR="00834C0C" w:rsidRDefault="00834C0C">
      <w:pPr>
        <w:pStyle w:val="RedaliaNormal"/>
      </w:pPr>
    </w:p>
    <w:p w:rsidR="00834C0C" w:rsidRDefault="004530A4">
      <w:pPr>
        <w:pStyle w:val="RedaliaNormal"/>
      </w:pPr>
      <w:r>
        <w:rPr>
          <w:b/>
        </w:rPr>
        <w:t xml:space="preserve">Sous-traitance de traitement de données à caractère personnel (à compléter le cas échéant) : </w:t>
      </w:r>
      <w:r>
        <w:tab/>
      </w:r>
    </w:p>
    <w:p w:rsidR="00834C0C" w:rsidRDefault="004530A4">
      <w:pPr>
        <w:pStyle w:val="RedaliaNormal"/>
      </w:pPr>
      <w:r>
        <w:tab/>
      </w:r>
    </w:p>
    <w:p w:rsidR="00834C0C" w:rsidRDefault="00834C0C">
      <w:pPr>
        <w:pStyle w:val="RedaliaNormal"/>
      </w:pPr>
    </w:p>
    <w:p w:rsidR="00834C0C" w:rsidRDefault="004530A4">
      <w:pPr>
        <w:pStyle w:val="RedaliaNormal"/>
      </w:pPr>
      <w:r>
        <w:t xml:space="preserve">Le sous-traitant est autorisé à traiter les données à caractère personnel nécessaires pour fournir le ou les </w:t>
      </w:r>
      <w:r>
        <w:t>service(s) suivant(s) : ……………</w:t>
      </w:r>
    </w:p>
    <w:p w:rsidR="00834C0C" w:rsidRDefault="00834C0C">
      <w:pPr>
        <w:pStyle w:val="RedaliaNormal"/>
      </w:pPr>
    </w:p>
    <w:p w:rsidR="00834C0C" w:rsidRDefault="004530A4">
      <w:pPr>
        <w:pStyle w:val="RedaliaNormal"/>
      </w:pPr>
      <w:r>
        <w:t>La durée du traitement est : ………</w:t>
      </w:r>
      <w:proofErr w:type="gramStart"/>
      <w:r>
        <w:t>…….</w:t>
      </w:r>
      <w:proofErr w:type="gramEnd"/>
      <w:r>
        <w:t>.</w:t>
      </w:r>
    </w:p>
    <w:p w:rsidR="00834C0C" w:rsidRDefault="00834C0C">
      <w:pPr>
        <w:pStyle w:val="RedaliaNormal"/>
      </w:pPr>
    </w:p>
    <w:p w:rsidR="00834C0C" w:rsidRDefault="004530A4">
      <w:pPr>
        <w:pStyle w:val="RedaliaNormal"/>
      </w:pPr>
      <w:r>
        <w:t>La nature des opérations réalisées sur les données est : ………………….</w:t>
      </w:r>
    </w:p>
    <w:p w:rsidR="00834C0C" w:rsidRDefault="00834C0C">
      <w:pPr>
        <w:pStyle w:val="RedaliaNormal"/>
      </w:pPr>
    </w:p>
    <w:p w:rsidR="00834C0C" w:rsidRDefault="004530A4">
      <w:pPr>
        <w:pStyle w:val="RedaliaNormal"/>
      </w:pPr>
      <w:r>
        <w:t>La ou les finalité(s) du traitement sont : ……………</w:t>
      </w:r>
    </w:p>
    <w:p w:rsidR="00834C0C" w:rsidRDefault="00834C0C">
      <w:pPr>
        <w:pStyle w:val="RedaliaNormal"/>
      </w:pPr>
    </w:p>
    <w:p w:rsidR="00834C0C" w:rsidRDefault="004530A4">
      <w:pPr>
        <w:pStyle w:val="RedaliaNormal"/>
      </w:pPr>
      <w:r>
        <w:t>Les données à caractère personnel traitées sont : ………………</w:t>
      </w:r>
    </w:p>
    <w:p w:rsidR="00834C0C" w:rsidRDefault="00834C0C">
      <w:pPr>
        <w:pStyle w:val="RedaliaNormal"/>
      </w:pPr>
    </w:p>
    <w:p w:rsidR="00834C0C" w:rsidRDefault="004530A4">
      <w:pPr>
        <w:pStyle w:val="RedaliaNormal"/>
      </w:pPr>
      <w:r>
        <w:t>Les catégori</w:t>
      </w:r>
      <w:r>
        <w:t>es de personnes concernées sont : ………………….</w:t>
      </w:r>
    </w:p>
    <w:p w:rsidR="00834C0C" w:rsidRDefault="00834C0C">
      <w:pPr>
        <w:pStyle w:val="RedaliaNormal"/>
      </w:pPr>
    </w:p>
    <w:p w:rsidR="00834C0C" w:rsidRDefault="004530A4">
      <w:pPr>
        <w:pStyle w:val="RedaliaNormal"/>
      </w:pPr>
      <w:r>
        <w:t>Le soumissionnaire/titulaire déclare que :</w:t>
      </w:r>
    </w:p>
    <w:p w:rsidR="00834C0C" w:rsidRDefault="004530A4">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w:t>
      </w:r>
      <w:r>
        <w:t>nnelles ;</w:t>
      </w:r>
    </w:p>
    <w:p w:rsidR="00834C0C" w:rsidRDefault="004530A4">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w:t>
      </w:r>
      <w:r>
        <w:t>onnées à caractère personnel et à la libre circulation de ces données et abrogeant la directive 95/46/CE (RGPD).</w:t>
      </w:r>
    </w:p>
    <w:p w:rsidR="00834C0C" w:rsidRDefault="00834C0C">
      <w:pPr>
        <w:pStyle w:val="RedaliaNormal"/>
      </w:pPr>
    </w:p>
    <w:p w:rsidR="00834C0C" w:rsidRDefault="004530A4">
      <w:pPr>
        <w:pStyle w:val="RdaliaTitreparagraphe"/>
      </w:pPr>
      <w:r>
        <w:t>Prix des prestations sous-traitées :</w:t>
      </w:r>
    </w:p>
    <w:p w:rsidR="00834C0C" w:rsidRDefault="004530A4">
      <w:pPr>
        <w:pStyle w:val="RedaliaNormal"/>
      </w:pPr>
      <w:r>
        <w:rPr>
          <w:b/>
        </w:rPr>
        <w:t>Montant des prestations sous-traitées</w:t>
      </w:r>
      <w:r>
        <w:t xml:space="preserve"> :</w:t>
      </w:r>
    </w:p>
    <w:p w:rsidR="00834C0C" w:rsidRDefault="00834C0C">
      <w:pPr>
        <w:pStyle w:val="RedaliaNormal"/>
      </w:pPr>
    </w:p>
    <w:p w:rsidR="00834C0C" w:rsidRDefault="004530A4">
      <w:pPr>
        <w:pStyle w:val="RedaliaNormal"/>
      </w:pPr>
      <w:r>
        <w:t>Dans le cas où le sous-traitant a droit au paiement direct, le m</w:t>
      </w:r>
      <w:r>
        <w:t>ontant des prestations sous-traitées indiqué ci-dessous, revalorisé le cas échéant par application de la formule de variation des prix indiquée infra, constitue le montant maximum des sommes à verser par paiement direct au sous-traitant.</w:t>
      </w:r>
    </w:p>
    <w:p w:rsidR="00834C0C" w:rsidRDefault="00834C0C">
      <w:pPr>
        <w:pStyle w:val="RedaliaNormal"/>
      </w:pPr>
    </w:p>
    <w:p w:rsidR="00834C0C" w:rsidRDefault="004530A4">
      <w:pPr>
        <w:pStyle w:val="RedaliaNormal"/>
      </w:pPr>
      <w:r>
        <w:rPr>
          <w:b/>
        </w:rPr>
        <w:t>a)</w:t>
      </w:r>
      <w:r>
        <w:t xml:space="preserve"> Montant du con</w:t>
      </w:r>
      <w:r>
        <w:t>trat de sous-traitance dans le cas de prestations ne relevant pas du b) ci-dessous :</w:t>
      </w:r>
    </w:p>
    <w:p w:rsidR="00834C0C" w:rsidRDefault="004530A4">
      <w:pPr>
        <w:pStyle w:val="RedaliaNormal"/>
      </w:pPr>
      <w:r>
        <w:t>- Taux de la TVA : ……………………………</w:t>
      </w:r>
      <w:proofErr w:type="gramStart"/>
      <w:r>
        <w:t>…….</w:t>
      </w:r>
      <w:proofErr w:type="gramEnd"/>
      <w:r>
        <w:t>.</w:t>
      </w:r>
    </w:p>
    <w:p w:rsidR="00834C0C" w:rsidRDefault="004530A4">
      <w:pPr>
        <w:pStyle w:val="RedaliaNormal"/>
      </w:pPr>
      <w:r>
        <w:t>- Montant HT (€) : ……………………</w:t>
      </w:r>
      <w:proofErr w:type="gramStart"/>
      <w:r>
        <w:t>…….</w:t>
      </w:r>
      <w:proofErr w:type="gramEnd"/>
      <w:r>
        <w:t>.</w:t>
      </w:r>
    </w:p>
    <w:p w:rsidR="00834C0C" w:rsidRDefault="004530A4">
      <w:pPr>
        <w:pStyle w:val="RedaliaNormal"/>
      </w:pPr>
      <w:r>
        <w:t>- Montant TTC (€) : …………………………</w:t>
      </w:r>
    </w:p>
    <w:p w:rsidR="00834C0C" w:rsidRDefault="00834C0C">
      <w:pPr>
        <w:pStyle w:val="RedaliaNormal"/>
      </w:pPr>
    </w:p>
    <w:p w:rsidR="00834C0C" w:rsidRDefault="004530A4">
      <w:pPr>
        <w:pStyle w:val="RedaliaNormal"/>
      </w:pPr>
      <w:r>
        <w:rPr>
          <w:b/>
        </w:rPr>
        <w:t>b)</w:t>
      </w:r>
      <w:r>
        <w:t xml:space="preserve"> Montant du contrat de sous-traitance dans le cas de travaux sous-trai</w:t>
      </w:r>
      <w:r>
        <w:t>tés relevant de l’article 283-2 nonies du Code général des impôts :</w:t>
      </w:r>
    </w:p>
    <w:p w:rsidR="00834C0C" w:rsidRDefault="004530A4">
      <w:pPr>
        <w:pStyle w:val="RedaliaNormal"/>
      </w:pPr>
      <w:r>
        <w:t xml:space="preserve">- Taux de la TVA : </w:t>
      </w:r>
      <w:proofErr w:type="spellStart"/>
      <w:r>
        <w:t>auto-liquidation</w:t>
      </w:r>
      <w:proofErr w:type="spellEnd"/>
      <w:r>
        <w:t xml:space="preserve"> (la TVA est due par le titulaire)</w:t>
      </w:r>
    </w:p>
    <w:p w:rsidR="00834C0C" w:rsidRDefault="004530A4">
      <w:pPr>
        <w:pStyle w:val="RedaliaNormal"/>
      </w:pPr>
      <w:r>
        <w:t>- Montant hors TVA (€) : ……………………</w:t>
      </w:r>
      <w:proofErr w:type="gramStart"/>
      <w:r>
        <w:t>…….</w:t>
      </w:r>
      <w:proofErr w:type="gramEnd"/>
      <w:r>
        <w:t>.</w:t>
      </w:r>
    </w:p>
    <w:p w:rsidR="00834C0C" w:rsidRDefault="00834C0C">
      <w:pPr>
        <w:pStyle w:val="RedaliaNormal"/>
      </w:pPr>
    </w:p>
    <w:p w:rsidR="00834C0C" w:rsidRDefault="004530A4">
      <w:pPr>
        <w:pStyle w:val="RedaliaNormal"/>
      </w:pPr>
      <w:r>
        <w:rPr>
          <w:b/>
        </w:rPr>
        <w:t>Modalités de variation des prix</w:t>
      </w:r>
      <w:r>
        <w:t xml:space="preserve"> : </w:t>
      </w:r>
      <w:r>
        <w:tab/>
      </w:r>
    </w:p>
    <w:p w:rsidR="00834C0C" w:rsidRDefault="004530A4">
      <w:pPr>
        <w:pStyle w:val="RedaliaNormal"/>
      </w:pPr>
      <w:r>
        <w:tab/>
      </w:r>
    </w:p>
    <w:p w:rsidR="00834C0C" w:rsidRDefault="00834C0C">
      <w:pPr>
        <w:pStyle w:val="RedaliaNormal"/>
      </w:pPr>
    </w:p>
    <w:p w:rsidR="00834C0C" w:rsidRDefault="004530A4">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p>
    <w:p w:rsidR="00834C0C" w:rsidRDefault="004530A4">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rsidR="00834C0C" w:rsidRDefault="004530A4">
      <w:pPr>
        <w:pStyle w:val="RdaliaTitreparagraphe"/>
      </w:pPr>
      <w:r>
        <w:t>Condition de paiement :</w:t>
      </w:r>
    </w:p>
    <w:p w:rsidR="00834C0C" w:rsidRDefault="004530A4">
      <w:pPr>
        <w:pStyle w:val="RedaliaNormal"/>
      </w:pPr>
      <w:r>
        <w:t>Références bancaires :</w:t>
      </w:r>
    </w:p>
    <w:p w:rsidR="00834C0C" w:rsidRDefault="004530A4">
      <w:pPr>
        <w:pStyle w:val="RdaliaLgende"/>
      </w:pPr>
      <w:r>
        <w:t>(Joindre un IBAN.)</w:t>
      </w:r>
    </w:p>
    <w:p w:rsidR="00834C0C" w:rsidRDefault="00834C0C">
      <w:pPr>
        <w:pStyle w:val="RedaliaNormal"/>
      </w:pPr>
    </w:p>
    <w:p w:rsidR="00834C0C" w:rsidRDefault="004530A4">
      <w:pPr>
        <w:pStyle w:val="RedaliaNormal"/>
      </w:pPr>
      <w:r>
        <w:t xml:space="preserve">IBAN : </w:t>
      </w:r>
      <w:r>
        <w:tab/>
      </w:r>
    </w:p>
    <w:p w:rsidR="00834C0C" w:rsidRDefault="004530A4">
      <w:pPr>
        <w:pStyle w:val="RedaliaNormal"/>
      </w:pPr>
      <w:r>
        <w:t xml:space="preserve">BIC : </w:t>
      </w:r>
      <w:r>
        <w:tab/>
      </w:r>
    </w:p>
    <w:p w:rsidR="00834C0C" w:rsidRDefault="00834C0C">
      <w:pPr>
        <w:pStyle w:val="RedaliaNormal"/>
      </w:pPr>
    </w:p>
    <w:p w:rsidR="00834C0C" w:rsidRDefault="004530A4">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rsidR="00834C0C" w:rsidRDefault="004530A4">
      <w:pPr>
        <w:pStyle w:val="RdaliaTitreparagraphe"/>
        <w:jc w:val="both"/>
      </w:pPr>
      <w:r>
        <w:t>Capacités du sous-traitant :</w:t>
      </w:r>
    </w:p>
    <w:p w:rsidR="00834C0C" w:rsidRDefault="004530A4">
      <w:pPr>
        <w:pStyle w:val="RdaliaLgende"/>
        <w:ind w:left="0" w:firstLine="0"/>
      </w:pPr>
      <w:r>
        <w:t>Nota : ces renseignements ne sont nécessaires que lorsque l’acheteur les exige et qu’ils n’ont pas été déjà transmi</w:t>
      </w:r>
      <w:r>
        <w:t>s dans le cadre du DC2 -voir rubrique H du DC2.)</w:t>
      </w:r>
    </w:p>
    <w:p w:rsidR="00834C0C" w:rsidRDefault="00834C0C">
      <w:pPr>
        <w:pStyle w:val="RedaliaNormal"/>
      </w:pPr>
    </w:p>
    <w:p w:rsidR="00834C0C" w:rsidRDefault="004530A4">
      <w:pPr>
        <w:pStyle w:val="RedaliaNormal"/>
      </w:pPr>
      <w:r>
        <w:t xml:space="preserve">Récapitulatif des informations et renseignements ou </w:t>
      </w:r>
      <w:proofErr w:type="gramStart"/>
      <w:r>
        <w:t>des pièces demandés</w:t>
      </w:r>
      <w:proofErr w:type="gramEnd"/>
      <w:r>
        <w:t xml:space="preserve"> par l’acheteur dans les documents de la consultation qui doivent être fournis, en annexe du présent document, par le sous-traitant </w:t>
      </w:r>
      <w:r>
        <w:t>pour justifier de son aptitude à exercer l’activité professionnelle concernée, ses capacités économiques et financières ou ses capacités professionnelles et techniques :</w:t>
      </w:r>
    </w:p>
    <w:p w:rsidR="00834C0C" w:rsidRDefault="00834C0C">
      <w:pPr>
        <w:pStyle w:val="RedaliaNormal"/>
      </w:pPr>
    </w:p>
    <w:p w:rsidR="00834C0C" w:rsidRDefault="004530A4">
      <w:pPr>
        <w:pStyle w:val="RedaliaNormal"/>
      </w:pPr>
      <w:r>
        <w:t>Mêmes exigences que pour le titulaire.</w:t>
      </w:r>
    </w:p>
    <w:p w:rsidR="00834C0C" w:rsidRDefault="00834C0C">
      <w:pPr>
        <w:pStyle w:val="RedaliaNormal"/>
      </w:pPr>
    </w:p>
    <w:p w:rsidR="00834C0C" w:rsidRDefault="004530A4">
      <w:pPr>
        <w:pStyle w:val="RedaliaNormal"/>
      </w:pPr>
      <w:r>
        <w:t xml:space="preserve">Le cas échéant, adresse internet à laquelle </w:t>
      </w:r>
      <w:r>
        <w:t>les documents justificatifs et moyens de preuve sont accessibles directement et gratuitement, ainsi que l’ensemble des renseignements nécessaires pour y accéder :</w:t>
      </w:r>
    </w:p>
    <w:p w:rsidR="00834C0C" w:rsidRDefault="00834C0C">
      <w:pPr>
        <w:pStyle w:val="RedaliaNormal"/>
      </w:pPr>
    </w:p>
    <w:p w:rsidR="00834C0C" w:rsidRDefault="004530A4">
      <w:pPr>
        <w:pStyle w:val="RedaliaNormal"/>
      </w:pPr>
      <w:r>
        <w:t xml:space="preserve">- Adresse internet : </w:t>
      </w:r>
      <w:r>
        <w:tab/>
      </w:r>
    </w:p>
    <w:p w:rsidR="00834C0C" w:rsidRDefault="004530A4">
      <w:pPr>
        <w:pStyle w:val="RedaliaNormal"/>
      </w:pPr>
      <w:r>
        <w:tab/>
      </w:r>
    </w:p>
    <w:p w:rsidR="00834C0C" w:rsidRDefault="00834C0C">
      <w:pPr>
        <w:pStyle w:val="RedaliaNormal"/>
      </w:pPr>
    </w:p>
    <w:p w:rsidR="00834C0C" w:rsidRDefault="00834C0C">
      <w:pPr>
        <w:pStyle w:val="RedaliaNormal"/>
      </w:pPr>
    </w:p>
    <w:p w:rsidR="00834C0C" w:rsidRDefault="004530A4">
      <w:pPr>
        <w:pStyle w:val="RedaliaNormal"/>
      </w:pPr>
      <w:r>
        <w:t xml:space="preserve">- Renseignements nécessaires pour y accéder : </w:t>
      </w:r>
      <w:r>
        <w:tab/>
      </w:r>
    </w:p>
    <w:p w:rsidR="00834C0C" w:rsidRDefault="004530A4">
      <w:pPr>
        <w:pStyle w:val="RedaliaNormal"/>
      </w:pPr>
      <w:r>
        <w:tab/>
      </w:r>
    </w:p>
    <w:p w:rsidR="00834C0C" w:rsidRDefault="004530A4">
      <w:pPr>
        <w:pStyle w:val="RdaliaTitreparagraphe"/>
        <w:jc w:val="both"/>
      </w:pPr>
      <w:r>
        <w:t xml:space="preserve">Attestations </w:t>
      </w:r>
      <w:r>
        <w:t>sur l’honneur du sous-traitant au regard des exclusions de la procédure :</w:t>
      </w:r>
    </w:p>
    <w:p w:rsidR="00834C0C" w:rsidRDefault="004530A4">
      <w:pPr>
        <w:pStyle w:val="RedaliaNormal"/>
      </w:pPr>
      <w:r>
        <w:rPr>
          <w:b/>
        </w:rPr>
        <w:t>Le sous-traitant déclare sur l’honneur</w:t>
      </w:r>
      <w:r>
        <w:t xml:space="preserve"> (*) ne pas entrer dans l’un des cas d’exclusion prévus aux articles L. 2141-1 à L. 2141-5 ou aux articles L. 2141-7 à L. 2141-10 du Code de la </w:t>
      </w:r>
      <w:r>
        <w:t>commande publique (**).</w:t>
      </w:r>
    </w:p>
    <w:p w:rsidR="00834C0C" w:rsidRDefault="00834C0C">
      <w:pPr>
        <w:pStyle w:val="RedaliaNormal"/>
      </w:pPr>
    </w:p>
    <w:p w:rsidR="00834C0C" w:rsidRDefault="004530A4">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rsidR="00834C0C" w:rsidRDefault="00834C0C">
      <w:pPr>
        <w:pStyle w:val="RedaliaNormal"/>
      </w:pPr>
    </w:p>
    <w:p w:rsidR="00834C0C" w:rsidRDefault="004530A4">
      <w:pPr>
        <w:pStyle w:val="RdaliaLgende"/>
        <w:ind w:left="0" w:firstLine="0"/>
      </w:pPr>
      <w:r>
        <w:t>(</w:t>
      </w:r>
      <w:proofErr w:type="gramStart"/>
      <w:r>
        <w:t>*)Lorsqu'un</w:t>
      </w:r>
      <w:proofErr w:type="gramEnd"/>
      <w:r>
        <w:t xml:space="preserve"> opérateur économique est, au cours de la procédure de passation d'un marché, placé dans l'</w:t>
      </w:r>
      <w:r>
        <w:t>un des cas d'exclusion mentionnés aux articles L. 2141-1 à L. 2141-5, aux articles L. 2141-7 à L. 2141-10 ou aux articles L. 2341-1 à L. 2341-3 du Code de la commande publique, il informe sans délai l'acheteur de ce changement de situation.</w:t>
      </w:r>
    </w:p>
    <w:p w:rsidR="00834C0C" w:rsidRDefault="004530A4">
      <w:pPr>
        <w:pStyle w:val="RdaliaLgende"/>
        <w:ind w:left="0" w:firstLine="0"/>
      </w:pPr>
      <w:r>
        <w:t>(**) Dans l’hy</w:t>
      </w:r>
      <w:r>
        <w:t>pothèse où le sous-traitant est admis à la procédure de redressement judiciaire, son attention est attirée sur le fait qu’il devra prouver qu’il a été habilité à poursuivre ses activités pendant la durée prévisible d’exécution du marché public.</w:t>
      </w:r>
    </w:p>
    <w:p w:rsidR="00834C0C" w:rsidRDefault="00834C0C">
      <w:pPr>
        <w:pStyle w:val="RedaliaNormal"/>
      </w:pPr>
    </w:p>
    <w:p w:rsidR="00834C0C" w:rsidRDefault="004530A4">
      <w:pPr>
        <w:pStyle w:val="RedaliaNormal"/>
      </w:pPr>
      <w:r>
        <w:rPr>
          <w:b/>
        </w:rPr>
        <w:t xml:space="preserve">Documents </w:t>
      </w:r>
      <w:r>
        <w:rPr>
          <w:b/>
        </w:rPr>
        <w:t>de preuve disponibles en ligne</w:t>
      </w:r>
      <w:r>
        <w:t xml:space="preserve"> :</w:t>
      </w:r>
    </w:p>
    <w:p w:rsidR="00834C0C" w:rsidRDefault="00834C0C">
      <w:pPr>
        <w:pStyle w:val="RedaliaNormal"/>
      </w:pPr>
    </w:p>
    <w:p w:rsidR="00834C0C" w:rsidRDefault="004530A4">
      <w:pPr>
        <w:pStyle w:val="RedaliaNormal"/>
      </w:pPr>
      <w:r>
        <w:t>Le cas échéant, adresse internet à laquelle les documents justificatifs et moyens de preuve sont accessibles directement et gratuitement, ainsi que l’ensemble des renseignements nécessaires pour y accéder :</w:t>
      </w:r>
    </w:p>
    <w:p w:rsidR="00834C0C" w:rsidRDefault="004530A4">
      <w:pPr>
        <w:pStyle w:val="RdaliaLgende"/>
      </w:pPr>
      <w:r>
        <w:t>(Si l’adresse e</w:t>
      </w:r>
      <w:r>
        <w:t>t les renseignements sont identiques à ceux fournis plus haut se contenter de renvoyer à la rubrique concernée.)</w:t>
      </w:r>
    </w:p>
    <w:p w:rsidR="00834C0C" w:rsidRDefault="00834C0C">
      <w:pPr>
        <w:pStyle w:val="RedaliaNormal"/>
      </w:pPr>
    </w:p>
    <w:p w:rsidR="00834C0C" w:rsidRDefault="004530A4">
      <w:pPr>
        <w:pStyle w:val="RedaliaNormal"/>
      </w:pPr>
      <w:r>
        <w:t xml:space="preserve">- Adresse internet : </w:t>
      </w:r>
      <w:r>
        <w:tab/>
      </w:r>
    </w:p>
    <w:p w:rsidR="00834C0C" w:rsidRDefault="004530A4">
      <w:pPr>
        <w:pStyle w:val="RedaliaNormal"/>
      </w:pPr>
      <w:r>
        <w:tab/>
      </w:r>
    </w:p>
    <w:p w:rsidR="00834C0C" w:rsidRDefault="00834C0C">
      <w:pPr>
        <w:pStyle w:val="RedaliaNormal"/>
      </w:pPr>
    </w:p>
    <w:p w:rsidR="00834C0C" w:rsidRDefault="004530A4">
      <w:pPr>
        <w:pStyle w:val="RedaliaNormal"/>
      </w:pPr>
      <w:r>
        <w:t xml:space="preserve">- Renseignements nécessaires pour y accéder : </w:t>
      </w:r>
      <w:r>
        <w:tab/>
      </w:r>
    </w:p>
    <w:p w:rsidR="00834C0C" w:rsidRDefault="004530A4">
      <w:pPr>
        <w:pStyle w:val="RedaliaNormal"/>
      </w:pPr>
      <w:r>
        <w:tab/>
      </w:r>
    </w:p>
    <w:p w:rsidR="00834C0C" w:rsidRDefault="004530A4">
      <w:pPr>
        <w:pStyle w:val="RdaliaTitreparagraphe"/>
        <w:jc w:val="both"/>
      </w:pPr>
      <w:r>
        <w:t>Cession ou nantissement des créances résultant du marché public.</w:t>
      </w:r>
    </w:p>
    <w:p w:rsidR="00834C0C" w:rsidRDefault="004530A4">
      <w:pPr>
        <w:pStyle w:val="RedaliaNormal"/>
      </w:pPr>
      <w:r>
        <w:rPr>
          <w:b/>
          <w:szCs w:val="22"/>
        </w:rPr>
        <w:t>1</w:t>
      </w:r>
      <w:r>
        <w:rPr>
          <w:b/>
          <w:szCs w:val="22"/>
        </w:rPr>
        <w:t xml:space="preserve">ère hypothèse </w:t>
      </w:r>
      <w:r>
        <w:rPr>
          <w:rFonts w:ascii="Wingdings" w:eastAsia="Wingdings" w:hAnsi="Wingdings" w:cs="Wingdings"/>
          <w:szCs w:val="22"/>
        </w:rPr>
        <w:t></w:t>
      </w:r>
      <w:r>
        <w:t xml:space="preserve"> La présente déclaration de sous-traitance constitue un</w:t>
      </w:r>
      <w:r>
        <w:rPr>
          <w:b/>
        </w:rPr>
        <w:t xml:space="preserve"> acte spécial.</w:t>
      </w:r>
    </w:p>
    <w:p w:rsidR="00834C0C" w:rsidRDefault="00834C0C">
      <w:pPr>
        <w:pStyle w:val="RedaliaNormal"/>
      </w:pPr>
    </w:p>
    <w:p w:rsidR="00834C0C" w:rsidRDefault="004530A4">
      <w:pPr>
        <w:pStyle w:val="RedaliaNormal"/>
      </w:pPr>
      <w:r>
        <w:t>Le titulaire établit qu'aucune cession ni aucun nantissement de créances résultant du marché public ne font obstacle au paiement direct du sous-traitant, dans les conditi</w:t>
      </w:r>
      <w:r>
        <w:t>ons prévues à l'article R. 2193-22 ou à l’article R. 2393-40 du Code de la commande publique.</w:t>
      </w:r>
    </w:p>
    <w:p w:rsidR="00834C0C" w:rsidRDefault="004530A4">
      <w:pPr>
        <w:pStyle w:val="RedaliaNormal"/>
      </w:pPr>
      <w:r>
        <w:t>En conséquence, le titulaire produit avec le DC4 :</w:t>
      </w:r>
    </w:p>
    <w:p w:rsidR="00834C0C" w:rsidRDefault="004530A4">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rsidR="00834C0C" w:rsidRDefault="004530A4">
      <w:pPr>
        <w:pStyle w:val="RedaliaNormal"/>
        <w:rPr>
          <w:u w:val="single"/>
        </w:rPr>
      </w:pPr>
      <w:proofErr w:type="gramStart"/>
      <w:r>
        <w:rPr>
          <w:u w:val="single"/>
        </w:rPr>
        <w:t>OU</w:t>
      </w:r>
      <w:proofErr w:type="gramEnd"/>
    </w:p>
    <w:p w:rsidR="00834C0C" w:rsidRDefault="004530A4">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rsidR="00834C0C" w:rsidRDefault="00834C0C">
      <w:pPr>
        <w:pStyle w:val="RedaliaNormal"/>
        <w:rPr>
          <w:szCs w:val="22"/>
        </w:rPr>
      </w:pPr>
    </w:p>
    <w:p w:rsidR="00834C0C" w:rsidRDefault="004530A4">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rsidR="00834C0C" w:rsidRDefault="004530A4">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w:t>
      </w:r>
      <w:r>
        <w:t>ue ou du certificat de cessibilité, prévus à l'article R. 2193-22 ou à l’article R. 2393-40 du Code de la commande publique, qui est joint au présent document ;</w:t>
      </w:r>
    </w:p>
    <w:p w:rsidR="00834C0C" w:rsidRDefault="004530A4">
      <w:pPr>
        <w:pStyle w:val="RedaliaNormal"/>
        <w:rPr>
          <w:b/>
          <w:u w:val="single"/>
        </w:rPr>
      </w:pPr>
      <w:proofErr w:type="gramStart"/>
      <w:r>
        <w:rPr>
          <w:b/>
          <w:u w:val="single"/>
        </w:rPr>
        <w:t>OU</w:t>
      </w:r>
      <w:proofErr w:type="gramEnd"/>
    </w:p>
    <w:p w:rsidR="00834C0C" w:rsidRDefault="004530A4">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w:t>
      </w:r>
      <w:r>
        <w:t>ou d'un nantissement de créances et ne pouvant être restitué, le titulaire justifie soit que la cession ou le nantissement de créances concernant le marché public ne fait pas obstacle au paiement direct de la partie sous-traitée, soit que son montant a été</w:t>
      </w:r>
      <w:r>
        <w:t xml:space="preserve"> réduit afin que ce paiement soit possible.</w:t>
      </w:r>
    </w:p>
    <w:p w:rsidR="00834C0C" w:rsidRDefault="004530A4">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834C0C" w:rsidRDefault="004530A4">
      <w:pPr>
        <w:pStyle w:val="RdaliaTitreparagraphe"/>
        <w:jc w:val="both"/>
      </w:pPr>
      <w:r>
        <w:t>Acceptation et agrément d</w:t>
      </w:r>
      <w:r>
        <w:t>es conditions de paiement du sous-traitant.</w:t>
      </w:r>
    </w:p>
    <w:p w:rsidR="00834C0C" w:rsidRDefault="004530A4">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rsidR="00834C0C" w:rsidRDefault="00834C0C">
      <w:pPr>
        <w:pStyle w:val="RedaliaNormal"/>
        <w:tabs>
          <w:tab w:val="clear" w:pos="8505"/>
          <w:tab w:val="left" w:leader="dot" w:pos="2694"/>
        </w:tabs>
      </w:pPr>
    </w:p>
    <w:p w:rsidR="00834C0C" w:rsidRDefault="004530A4">
      <w:pPr>
        <w:pStyle w:val="RedaliaNormal"/>
        <w:tabs>
          <w:tab w:val="clear" w:pos="8505"/>
          <w:tab w:val="left" w:pos="2694"/>
        </w:tabs>
      </w:pPr>
      <w:r>
        <w:t>Le sous-traitant :</w:t>
      </w:r>
      <w:r>
        <w:tab/>
      </w:r>
      <w:r>
        <w:tab/>
      </w:r>
      <w:r>
        <w:tab/>
      </w:r>
      <w:r>
        <w:tab/>
      </w:r>
      <w:r>
        <w:tab/>
        <w:t>Le soumissionnaire ou le titulaire :</w:t>
      </w:r>
    </w:p>
    <w:p w:rsidR="00834C0C" w:rsidRDefault="004530A4">
      <w:pPr>
        <w:pStyle w:val="RedaliaNormal"/>
        <w:tabs>
          <w:tab w:val="clear" w:pos="8505"/>
          <w:tab w:val="left" w:pos="2694"/>
        </w:tabs>
      </w:pPr>
      <w:r>
        <w:t>…………………………</w:t>
      </w:r>
      <w:r>
        <w:tab/>
      </w:r>
      <w:r>
        <w:tab/>
      </w:r>
      <w:r>
        <w:tab/>
      </w:r>
      <w:r>
        <w:tab/>
      </w:r>
      <w:r>
        <w:tab/>
        <w:t>…………………………</w:t>
      </w:r>
      <w:r>
        <w:tab/>
      </w:r>
      <w:r>
        <w:tab/>
      </w:r>
      <w:r>
        <w:tab/>
      </w:r>
      <w:r>
        <w:tab/>
      </w:r>
      <w:r>
        <w:tab/>
      </w:r>
    </w:p>
    <w:p w:rsidR="00834C0C" w:rsidRDefault="00834C0C">
      <w:pPr>
        <w:pStyle w:val="RedaliaNormal"/>
        <w:tabs>
          <w:tab w:val="clear" w:pos="8505"/>
          <w:tab w:val="left" w:leader="dot" w:pos="2694"/>
        </w:tabs>
      </w:pPr>
    </w:p>
    <w:p w:rsidR="00834C0C" w:rsidRDefault="00834C0C">
      <w:pPr>
        <w:pStyle w:val="RedaliaNormal"/>
      </w:pPr>
    </w:p>
    <w:p w:rsidR="00834C0C" w:rsidRDefault="004530A4">
      <w:pPr>
        <w:pStyle w:val="RedaliaNormal"/>
      </w:pPr>
      <w:r>
        <w:t>Le représentant de l’acheteur, compétent pour signer le marché, ac</w:t>
      </w:r>
      <w:r>
        <w:t>cepte le sous-traitant et agrée ses conditions de paiement.</w:t>
      </w:r>
    </w:p>
    <w:p w:rsidR="00834C0C" w:rsidRDefault="00834C0C">
      <w:pPr>
        <w:pStyle w:val="RedaliaNormal"/>
      </w:pPr>
    </w:p>
    <w:p w:rsidR="00834C0C" w:rsidRDefault="004530A4">
      <w:pPr>
        <w:pStyle w:val="RedaliaNormal"/>
        <w:tabs>
          <w:tab w:val="clear" w:pos="8505"/>
          <w:tab w:val="left" w:leader="dot" w:pos="1843"/>
        </w:tabs>
      </w:pPr>
      <w:r>
        <w:t xml:space="preserve">A </w:t>
      </w:r>
      <w:r>
        <w:tab/>
        <w:t>, le ……………………</w:t>
      </w:r>
      <w:proofErr w:type="gramStart"/>
      <w:r>
        <w:t>…….</w:t>
      </w:r>
      <w:proofErr w:type="gramEnd"/>
      <w:r>
        <w:t>.</w:t>
      </w:r>
    </w:p>
    <w:p w:rsidR="00834C0C" w:rsidRDefault="00834C0C">
      <w:pPr>
        <w:pStyle w:val="RedaliaNormal"/>
      </w:pPr>
    </w:p>
    <w:p w:rsidR="00834C0C" w:rsidRDefault="004530A4">
      <w:pPr>
        <w:pStyle w:val="RedaliaNormal"/>
      </w:pPr>
      <w:r>
        <w:t>Le représentant de l’acheteur :</w:t>
      </w:r>
    </w:p>
    <w:p w:rsidR="00834C0C" w:rsidRDefault="00834C0C">
      <w:pPr>
        <w:pStyle w:val="RedaliaNormal"/>
      </w:pPr>
    </w:p>
    <w:p w:rsidR="00834C0C" w:rsidRDefault="00834C0C">
      <w:pPr>
        <w:pStyle w:val="RedaliaNormal"/>
      </w:pPr>
    </w:p>
    <w:p w:rsidR="00834C0C" w:rsidRDefault="004530A4">
      <w:pPr>
        <w:pStyle w:val="RdaliaTitreparagraphe"/>
        <w:jc w:val="both"/>
      </w:pPr>
      <w:r>
        <w:t>Notification de l’acte spécial au titulaire</w:t>
      </w:r>
    </w:p>
    <w:p w:rsidR="00834C0C" w:rsidRDefault="004530A4">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rsidR="00834C0C" w:rsidRDefault="00834C0C">
      <w:pPr>
        <w:pBdr>
          <w:top w:val="single" w:sz="4" w:space="1" w:color="000000"/>
          <w:left w:val="single" w:sz="4" w:space="4" w:color="000000"/>
          <w:bottom w:val="single" w:sz="4" w:space="1" w:color="000000"/>
          <w:right w:val="single" w:sz="4" w:space="4" w:color="000000"/>
        </w:pBdr>
        <w:rPr>
          <w:rFonts w:cs="Arial"/>
        </w:rPr>
      </w:pPr>
    </w:p>
    <w:p w:rsidR="00834C0C" w:rsidRDefault="004530A4">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w:t>
      </w:r>
      <w:r>
        <w:rPr>
          <w:i/>
        </w:rPr>
        <w:t xml:space="preserve"> de réception postal, daté et signé par le titulaire.)</w:t>
      </w:r>
    </w:p>
    <w:p w:rsidR="00834C0C" w:rsidRDefault="00834C0C">
      <w:pPr>
        <w:pStyle w:val="RedaliaNormal"/>
        <w:pBdr>
          <w:top w:val="single" w:sz="4" w:space="1" w:color="000000"/>
          <w:left w:val="single" w:sz="4" w:space="4" w:color="000000"/>
          <w:bottom w:val="single" w:sz="4" w:space="1" w:color="000000"/>
          <w:right w:val="single" w:sz="4" w:space="4" w:color="000000"/>
        </w:pBdr>
      </w:pPr>
    </w:p>
    <w:p w:rsidR="00834C0C" w:rsidRDefault="00834C0C">
      <w:pPr>
        <w:pStyle w:val="RedaliaNormal"/>
        <w:pBdr>
          <w:top w:val="single" w:sz="4" w:space="1" w:color="000000"/>
          <w:left w:val="single" w:sz="4" w:space="4" w:color="000000"/>
          <w:bottom w:val="single" w:sz="4" w:space="1" w:color="000000"/>
          <w:right w:val="single" w:sz="4" w:space="4" w:color="000000"/>
        </w:pBdr>
      </w:pPr>
    </w:p>
    <w:p w:rsidR="00834C0C" w:rsidRDefault="00834C0C">
      <w:pPr>
        <w:pStyle w:val="RedaliaNormal"/>
        <w:pBdr>
          <w:top w:val="single" w:sz="4" w:space="1" w:color="000000"/>
          <w:left w:val="single" w:sz="4" w:space="4" w:color="000000"/>
          <w:bottom w:val="single" w:sz="4" w:space="1" w:color="000000"/>
          <w:right w:val="single" w:sz="4" w:space="4" w:color="000000"/>
        </w:pBdr>
      </w:pPr>
    </w:p>
    <w:p w:rsidR="00834C0C" w:rsidRDefault="00834C0C">
      <w:pPr>
        <w:pStyle w:val="RedaliaNormal"/>
        <w:pBdr>
          <w:top w:val="single" w:sz="4" w:space="1" w:color="000000"/>
          <w:left w:val="single" w:sz="4" w:space="4" w:color="000000"/>
          <w:bottom w:val="single" w:sz="4" w:space="1" w:color="000000"/>
          <w:right w:val="single" w:sz="4" w:space="4" w:color="000000"/>
        </w:pBdr>
      </w:pPr>
    </w:p>
    <w:p w:rsidR="00834C0C" w:rsidRDefault="00834C0C">
      <w:pPr>
        <w:pStyle w:val="RedaliaNormal"/>
        <w:pBdr>
          <w:top w:val="single" w:sz="4" w:space="1" w:color="000000"/>
          <w:left w:val="single" w:sz="4" w:space="4" w:color="000000"/>
          <w:bottom w:val="single" w:sz="4" w:space="1" w:color="000000"/>
          <w:right w:val="single" w:sz="4" w:space="4" w:color="000000"/>
        </w:pBdr>
      </w:pPr>
    </w:p>
    <w:p w:rsidR="00834C0C" w:rsidRDefault="00834C0C">
      <w:pPr>
        <w:pBdr>
          <w:top w:val="single" w:sz="4" w:space="1" w:color="000000"/>
          <w:left w:val="single" w:sz="4" w:space="4" w:color="000000"/>
          <w:bottom w:val="single" w:sz="4" w:space="1" w:color="000000"/>
          <w:right w:val="single" w:sz="4" w:space="4" w:color="000000"/>
        </w:pBdr>
        <w:rPr>
          <w:rFonts w:cs="Arial"/>
        </w:rPr>
      </w:pPr>
    </w:p>
    <w:p w:rsidR="00834C0C" w:rsidRDefault="00834C0C">
      <w:pPr>
        <w:rPr>
          <w:rFonts w:cs="Arial"/>
        </w:rPr>
      </w:pPr>
    </w:p>
    <w:p w:rsidR="00834C0C" w:rsidRDefault="004530A4">
      <w:pPr>
        <w:pStyle w:val="RedaliaNormal"/>
        <w:pBdr>
          <w:top w:val="single" w:sz="4" w:space="1" w:color="000000"/>
          <w:left w:val="single" w:sz="4" w:space="4" w:color="000000"/>
          <w:bottom w:val="single" w:sz="4" w:space="1" w:color="000000"/>
          <w:right w:val="single" w:sz="4" w:space="4" w:color="000000"/>
        </w:pBdr>
      </w:pPr>
      <w:r>
        <w:t>En cas de remise contre récépissé :</w:t>
      </w:r>
    </w:p>
    <w:p w:rsidR="00834C0C" w:rsidRDefault="00834C0C">
      <w:pPr>
        <w:pStyle w:val="RedaliaNormal"/>
        <w:pBdr>
          <w:top w:val="single" w:sz="4" w:space="1" w:color="000000"/>
          <w:left w:val="single" w:sz="4" w:space="4" w:color="000000"/>
          <w:bottom w:val="single" w:sz="4" w:space="1" w:color="000000"/>
          <w:right w:val="single" w:sz="4" w:space="4" w:color="000000"/>
        </w:pBdr>
      </w:pPr>
    </w:p>
    <w:p w:rsidR="00834C0C" w:rsidRDefault="004530A4">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rsidR="00834C0C" w:rsidRDefault="00834C0C">
      <w:pPr>
        <w:pStyle w:val="RedaliaNormal"/>
        <w:pBdr>
          <w:top w:val="single" w:sz="4" w:space="1" w:color="000000"/>
          <w:left w:val="single" w:sz="4" w:space="4" w:color="000000"/>
          <w:bottom w:val="single" w:sz="4" w:space="1" w:color="000000"/>
          <w:right w:val="single" w:sz="4" w:space="4" w:color="000000"/>
        </w:pBdr>
      </w:pPr>
    </w:p>
    <w:p w:rsidR="00834C0C" w:rsidRDefault="004530A4">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rsidR="00834C0C" w:rsidRDefault="00834C0C">
      <w:pPr>
        <w:pBdr>
          <w:top w:val="single" w:sz="4" w:space="1" w:color="000000"/>
          <w:left w:val="single" w:sz="4" w:space="4" w:color="000000"/>
          <w:bottom w:val="single" w:sz="4" w:space="1" w:color="000000"/>
          <w:right w:val="single" w:sz="4" w:space="4" w:color="000000"/>
        </w:pBdr>
        <w:rPr>
          <w:rFonts w:cs="Arial"/>
        </w:rPr>
      </w:pPr>
    </w:p>
    <w:p w:rsidR="00834C0C" w:rsidRDefault="00834C0C">
      <w:pPr>
        <w:pStyle w:val="RedaliaNormal"/>
        <w:tabs>
          <w:tab w:val="clear" w:pos="8505"/>
          <w:tab w:val="left" w:leader="dot" w:pos="4320"/>
        </w:tabs>
      </w:pPr>
    </w:p>
    <w:p w:rsidR="00834C0C" w:rsidRDefault="00834C0C">
      <w:pPr>
        <w:pStyle w:val="RedaliaNormal"/>
        <w:pageBreakBefore/>
      </w:pPr>
    </w:p>
    <w:p w:rsidR="00834C0C" w:rsidRDefault="004530A4">
      <w:pPr>
        <w:pStyle w:val="RdaliaTitredossier"/>
      </w:pPr>
      <w:r>
        <w:t>Annexe à l’acte d’engagement</w:t>
      </w:r>
    </w:p>
    <w:p w:rsidR="00834C0C" w:rsidRDefault="00834C0C">
      <w:pPr>
        <w:pStyle w:val="RdaliaTitredossier"/>
      </w:pPr>
    </w:p>
    <w:p w:rsidR="00834C0C" w:rsidRDefault="004530A4">
      <w:pPr>
        <w:pStyle w:val="RdaliaTitredossier"/>
      </w:pPr>
      <w:r>
        <w:t>DESIGNATION DES CO-TRAITANTS ET REPARTITION DES PRESTATIONS</w:t>
      </w:r>
    </w:p>
    <w:p w:rsidR="00834C0C" w:rsidRDefault="00834C0C">
      <w:pPr>
        <w:pStyle w:val="RedaliaNormal"/>
      </w:pPr>
    </w:p>
    <w:p w:rsidR="00834C0C" w:rsidRDefault="004530A4">
      <w:pPr>
        <w:pStyle w:val="RedaliaNormal"/>
        <w:rPr>
          <w:i/>
        </w:rPr>
      </w:pPr>
      <w:r>
        <w:rPr>
          <w:i/>
        </w:rPr>
        <w:t>Remplir un exemplaire par co-traitant :</w:t>
      </w:r>
    </w:p>
    <w:p w:rsidR="00834C0C" w:rsidRDefault="00834C0C">
      <w:pPr>
        <w:pStyle w:val="RedaliaNormal"/>
      </w:pPr>
    </w:p>
    <w:p w:rsidR="00834C0C" w:rsidRDefault="004530A4">
      <w:pPr>
        <w:pStyle w:val="RedaliaNormal"/>
      </w:pPr>
      <w:r>
        <w:t>Nom commercial et dénomination sociale du candidat :</w:t>
      </w:r>
    </w:p>
    <w:p w:rsidR="00834C0C" w:rsidRDefault="004530A4">
      <w:pPr>
        <w:pStyle w:val="RedaliaNormal"/>
      </w:pPr>
      <w:r>
        <w:t>....................................................................................................</w:t>
      </w:r>
      <w:r>
        <w:t>...........................................</w:t>
      </w:r>
    </w:p>
    <w:p w:rsidR="00834C0C" w:rsidRDefault="004530A4">
      <w:pPr>
        <w:pStyle w:val="RedaliaNormal"/>
      </w:pPr>
      <w:r>
        <w:t>Adresse de l’établissement :</w:t>
      </w:r>
    </w:p>
    <w:p w:rsidR="00834C0C" w:rsidRDefault="004530A4">
      <w:pPr>
        <w:pStyle w:val="RedaliaNormal"/>
      </w:pPr>
      <w:r>
        <w:t>...............................................................................................................................................</w:t>
      </w:r>
    </w:p>
    <w:p w:rsidR="00834C0C" w:rsidRDefault="004530A4">
      <w:pPr>
        <w:pStyle w:val="RedaliaNormal"/>
      </w:pPr>
      <w:r>
        <w:t>......................................</w:t>
      </w:r>
      <w:r>
        <w:t>.........................................................................................................</w:t>
      </w:r>
    </w:p>
    <w:p w:rsidR="00834C0C" w:rsidRDefault="004530A4">
      <w:pPr>
        <w:pStyle w:val="RedaliaNormal"/>
      </w:pPr>
      <w:r>
        <w:t>...............................................................................................................................................</w:t>
      </w:r>
    </w:p>
    <w:p w:rsidR="00834C0C" w:rsidRDefault="004530A4">
      <w:pPr>
        <w:pStyle w:val="RedaliaNormal"/>
      </w:pPr>
      <w:r>
        <w:t>Adress</w:t>
      </w:r>
      <w:r>
        <w:t>e du siège social (si différente de l’établissement) :</w:t>
      </w:r>
    </w:p>
    <w:p w:rsidR="00834C0C" w:rsidRDefault="004530A4">
      <w:pPr>
        <w:pStyle w:val="RedaliaNormal"/>
      </w:pPr>
      <w:r>
        <w:t>...............................................................................................................................................</w:t>
      </w:r>
    </w:p>
    <w:p w:rsidR="00834C0C" w:rsidRDefault="004530A4">
      <w:pPr>
        <w:pStyle w:val="RedaliaNormal"/>
      </w:pPr>
      <w:r>
        <w:t>........................................................</w:t>
      </w:r>
      <w:r>
        <w:t>.......................................................................................</w:t>
      </w:r>
    </w:p>
    <w:p w:rsidR="00834C0C" w:rsidRDefault="004530A4">
      <w:pPr>
        <w:pStyle w:val="RedaliaNormal"/>
      </w:pPr>
      <w:r>
        <w:t>...............................................................................................................................................</w:t>
      </w:r>
    </w:p>
    <w:p w:rsidR="00834C0C" w:rsidRDefault="004530A4">
      <w:pPr>
        <w:pStyle w:val="RedaliaNormal"/>
      </w:pPr>
      <w:r>
        <w:t>Adresse électronique : .</w:t>
      </w:r>
      <w:r>
        <w:t>...............................................</w:t>
      </w:r>
    </w:p>
    <w:p w:rsidR="00834C0C" w:rsidRDefault="004530A4">
      <w:pPr>
        <w:pStyle w:val="RedaliaNormal"/>
      </w:pPr>
      <w:r>
        <w:t>Téléphone : ................................................</w:t>
      </w:r>
    </w:p>
    <w:p w:rsidR="00834C0C" w:rsidRDefault="004530A4">
      <w:pPr>
        <w:pStyle w:val="RedaliaNormal"/>
      </w:pPr>
      <w:r>
        <w:t>Télécopie : ................................................</w:t>
      </w:r>
    </w:p>
    <w:p w:rsidR="00834C0C" w:rsidRDefault="004530A4">
      <w:pPr>
        <w:pStyle w:val="RedaliaNormal"/>
      </w:pPr>
      <w:r>
        <w:t>SIRET : ................................................ APE : .......................</w:t>
      </w:r>
      <w:r>
        <w:t>.........................</w:t>
      </w:r>
    </w:p>
    <w:p w:rsidR="00834C0C" w:rsidRDefault="004530A4">
      <w:pPr>
        <w:pStyle w:val="RedaliaNormal"/>
      </w:pPr>
      <w:r>
        <w:t>Numéro de TVA intracommunautaire : ...........................................................</w:t>
      </w:r>
    </w:p>
    <w:p w:rsidR="00834C0C" w:rsidRDefault="00834C0C">
      <w:pPr>
        <w:pStyle w:val="RedaliaNormal"/>
      </w:pPr>
    </w:p>
    <w:p w:rsidR="00834C0C" w:rsidRDefault="004530A4">
      <w:pPr>
        <w:pStyle w:val="RedaliaNormal"/>
      </w:pPr>
      <w:r>
        <w:t>Accepte de recevoir l’avance :</w:t>
      </w:r>
    </w:p>
    <w:p w:rsidR="00834C0C" w:rsidRDefault="004530A4">
      <w:pPr>
        <w:pStyle w:val="RedaliaNormal"/>
      </w:pPr>
      <w:bookmarkStart w:id="34" w:name="formcheckbox_off_30"/>
      <w:r>
        <w:rPr>
          <w:rFonts w:ascii="Wingdings" w:eastAsia="Wingdings" w:hAnsi="Wingdings" w:cs="Wingdings"/>
        </w:rPr>
        <w:t></w:t>
      </w:r>
      <w:bookmarkEnd w:id="34"/>
      <w:r>
        <w:rPr>
          <w:rFonts w:cs="Arial"/>
        </w:rPr>
        <w:t xml:space="preserve"> </w:t>
      </w:r>
      <w:r>
        <w:t>Oui</w:t>
      </w:r>
    </w:p>
    <w:p w:rsidR="00834C0C" w:rsidRDefault="004530A4">
      <w:pPr>
        <w:pStyle w:val="RedaliaNormal"/>
      </w:pPr>
      <w:bookmarkStart w:id="35" w:name="formcheckbox_off_31"/>
      <w:r>
        <w:rPr>
          <w:rFonts w:ascii="Wingdings" w:eastAsia="Wingdings" w:hAnsi="Wingdings" w:cs="Wingdings"/>
        </w:rPr>
        <w:t></w:t>
      </w:r>
      <w:bookmarkEnd w:id="35"/>
      <w:r>
        <w:rPr>
          <w:rFonts w:cs="Arial"/>
        </w:rPr>
        <w:t xml:space="preserve"> </w:t>
      </w:r>
      <w:r>
        <w:t>Non</w:t>
      </w:r>
    </w:p>
    <w:p w:rsidR="00834C0C" w:rsidRDefault="00834C0C">
      <w:pPr>
        <w:pStyle w:val="RedaliaNormal"/>
      </w:pPr>
    </w:p>
    <w:p w:rsidR="00834C0C" w:rsidRDefault="004530A4">
      <w:pPr>
        <w:pStyle w:val="RedaliaNormal"/>
      </w:pPr>
      <w:r>
        <w:t>Références bancaires :</w:t>
      </w:r>
    </w:p>
    <w:p w:rsidR="00834C0C" w:rsidRDefault="004530A4">
      <w:pPr>
        <w:pStyle w:val="RedaliaNormal"/>
      </w:pPr>
      <w:r>
        <w:t xml:space="preserve">IBAN : </w:t>
      </w:r>
      <w:r>
        <w:t>.......................................................................................................................................</w:t>
      </w:r>
    </w:p>
    <w:p w:rsidR="00834C0C" w:rsidRDefault="004530A4">
      <w:pPr>
        <w:pStyle w:val="RedaliaNormal"/>
      </w:pPr>
      <w:r>
        <w:t>BIC : ..................................................................................................................</w:t>
      </w:r>
      <w:r>
        <w:t>.......................</w:t>
      </w:r>
    </w:p>
    <w:p w:rsidR="00834C0C" w:rsidRDefault="00834C0C">
      <w:pPr>
        <w:pStyle w:val="RedaliaNormal"/>
      </w:pPr>
    </w:p>
    <w:p w:rsidR="00834C0C" w:rsidRDefault="00834C0C">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834C0C">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834C0C" w:rsidRDefault="004530A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834C0C" w:rsidRDefault="004530A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834C0C" w:rsidRDefault="004530A4">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834C0C" w:rsidRDefault="004530A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834C0C" w:rsidRDefault="004530A4">
            <w:pPr>
              <w:pStyle w:val="RedaliaNormal"/>
            </w:pPr>
            <w:r>
              <w:t>Montant T.T.C. (€)</w:t>
            </w:r>
          </w:p>
        </w:tc>
      </w:tr>
      <w:tr w:rsidR="00834C0C">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4530A4">
            <w:pPr>
              <w:pStyle w:val="RedaliaContenudetableau"/>
            </w:pPr>
            <w:r>
              <w:t>Dénomination sociale : ………….</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r>
      <w:tr w:rsidR="00834C0C">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4530A4">
            <w:pPr>
              <w:pStyle w:val="RedaliaContenudetableau"/>
            </w:pPr>
            <w:r>
              <w:t>Dénomination sociale : ………….</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r>
      <w:tr w:rsidR="00834C0C">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4530A4">
            <w:pPr>
              <w:pStyle w:val="RedaliaContenudetableau"/>
            </w:pPr>
            <w:r>
              <w:t xml:space="preserve">Dénomination </w:t>
            </w:r>
            <w:r>
              <w:t>sociale : ………….</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r>
      <w:tr w:rsidR="00834C0C">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4530A4">
            <w:pPr>
              <w:pStyle w:val="RedaliaContenudetableau"/>
            </w:pPr>
            <w:r>
              <w:t>Dénomination sociale : ………….</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r>
      <w:tr w:rsidR="00834C0C">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4530A4">
            <w:pPr>
              <w:pStyle w:val="RedaliaContenudetableau"/>
            </w:pPr>
            <w:r>
              <w:t>Dénomination sociale : ………….</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p w:rsidR="00834C0C" w:rsidRDefault="004530A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p w:rsidR="00834C0C" w:rsidRDefault="00834C0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Contenudetableau"/>
              <w:rPr>
                <w:sz w:val="16"/>
              </w:rPr>
            </w:pPr>
          </w:p>
        </w:tc>
      </w:tr>
      <w:tr w:rsidR="00834C0C">
        <w:tblPrEx>
          <w:tblCellMar>
            <w:top w:w="0" w:type="dxa"/>
            <w:bottom w:w="0" w:type="dxa"/>
          </w:tblCellMar>
        </w:tblPrEx>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rsidR="00834C0C" w:rsidRDefault="00834C0C">
            <w:pPr>
              <w:pStyle w:val="RedaliaNormal"/>
            </w:pPr>
          </w:p>
          <w:p w:rsidR="00834C0C" w:rsidRDefault="00834C0C">
            <w:pPr>
              <w:pStyle w:val="RedaliaNormal"/>
            </w:pPr>
          </w:p>
          <w:p w:rsidR="00834C0C" w:rsidRDefault="00834C0C">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834C0C" w:rsidRDefault="004530A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834C0C" w:rsidRDefault="00834C0C">
            <w:pPr>
              <w:pStyle w:val="RedaliaNormal"/>
              <w:rPr>
                <w:sz w:val="16"/>
              </w:rPr>
            </w:pPr>
          </w:p>
        </w:tc>
      </w:tr>
    </w:tbl>
    <w:p w:rsidR="00834C0C" w:rsidRDefault="00834C0C">
      <w:pPr>
        <w:pStyle w:val="RedaliaNormal"/>
      </w:pPr>
    </w:p>
    <w:p w:rsidR="00834C0C" w:rsidRDefault="00834C0C">
      <w:pPr>
        <w:pStyle w:val="RedaliaNormal"/>
        <w:pageBreakBefore/>
      </w:pPr>
    </w:p>
    <w:p w:rsidR="00834C0C" w:rsidRDefault="00834C0C">
      <w:pPr>
        <w:pStyle w:val="RedaliaNormal"/>
      </w:pPr>
    </w:p>
    <w:p w:rsidR="00834C0C" w:rsidRDefault="004530A4">
      <w:pPr>
        <w:pStyle w:val="RdaliaTitredossier"/>
      </w:pPr>
      <w:r>
        <w:t>Annexe à l’acte d’engagement</w:t>
      </w:r>
    </w:p>
    <w:p w:rsidR="00834C0C" w:rsidRDefault="00834C0C">
      <w:pPr>
        <w:pStyle w:val="RdaliaTitredossier"/>
        <w:rPr>
          <w:sz w:val="28"/>
          <w:szCs w:val="10"/>
        </w:rPr>
      </w:pPr>
    </w:p>
    <w:p w:rsidR="00834C0C" w:rsidRDefault="004530A4">
      <w:pPr>
        <w:pStyle w:val="RdaliaTitredossier"/>
      </w:pPr>
      <w:r>
        <w:t>MISE AU POINT</w:t>
      </w:r>
    </w:p>
    <w:p w:rsidR="00834C0C" w:rsidRDefault="00834C0C">
      <w:pPr>
        <w:pStyle w:val="RedaliaNormal"/>
      </w:pPr>
    </w:p>
    <w:p w:rsidR="00834C0C" w:rsidRDefault="004530A4">
      <w:pPr>
        <w:pStyle w:val="RdaliaTitreparagraphe"/>
      </w:pPr>
      <w:r>
        <w:t>Pouvoir adjudicateur</w:t>
      </w:r>
    </w:p>
    <w:p w:rsidR="00834C0C" w:rsidRDefault="004530A4">
      <w:pPr>
        <w:pStyle w:val="RedaliaNormal"/>
      </w:pPr>
      <w:r>
        <w:t>Université de Toulon</w:t>
      </w:r>
    </w:p>
    <w:p w:rsidR="00834C0C" w:rsidRDefault="004530A4">
      <w:pPr>
        <w:pStyle w:val="RedaliaNormal"/>
      </w:pPr>
      <w:r>
        <w:t>Adresse :   CS 60584   83041 TOULON Cedex 9</w:t>
      </w:r>
    </w:p>
    <w:p w:rsidR="00834C0C" w:rsidRDefault="004530A4">
      <w:pPr>
        <w:pStyle w:val="RedaliaNormal"/>
      </w:pPr>
      <w:r>
        <w:t>Téléphone : +33 0494142688</w:t>
      </w:r>
    </w:p>
    <w:p w:rsidR="00834C0C" w:rsidRDefault="004530A4">
      <w:pPr>
        <w:pStyle w:val="RedaliaNormal"/>
      </w:pPr>
      <w:r>
        <w:t>Télécopie :</w:t>
      </w:r>
    </w:p>
    <w:p w:rsidR="00834C0C" w:rsidRDefault="00834C0C">
      <w:pPr>
        <w:pStyle w:val="RedaliaNormal"/>
      </w:pPr>
    </w:p>
    <w:p w:rsidR="00834C0C" w:rsidRDefault="004530A4">
      <w:pPr>
        <w:pStyle w:val="RdaliaTitreparagraphe"/>
      </w:pPr>
      <w:r>
        <w:t>Marché</w:t>
      </w:r>
    </w:p>
    <w:p w:rsidR="00834C0C" w:rsidRDefault="004530A4">
      <w:pPr>
        <w:pStyle w:val="RedaliaNormal"/>
      </w:pPr>
      <w:r>
        <w:t xml:space="preserve">Objet : Organisation événementielle de la manifestation </w:t>
      </w:r>
      <w:r>
        <w:t>I-NAVAL 2025 du jeudi 12 juin 2025 (jauge 650 personnes)</w:t>
      </w:r>
    </w:p>
    <w:p w:rsidR="00834C0C" w:rsidRDefault="00834C0C">
      <w:pPr>
        <w:pStyle w:val="RedaliaNormal"/>
      </w:pPr>
    </w:p>
    <w:p w:rsidR="00834C0C" w:rsidRDefault="004530A4">
      <w:pPr>
        <w:pStyle w:val="RdaliaTitreparagraphe"/>
      </w:pPr>
      <w:r>
        <w:t>Identification du soumissionnaire retenu</w:t>
      </w:r>
    </w:p>
    <w:p w:rsidR="00834C0C" w:rsidRDefault="004530A4">
      <w:pPr>
        <w:pStyle w:val="RedaliaNormal"/>
        <w:rPr>
          <w:i/>
          <w:sz w:val="20"/>
          <w:szCs w:val="18"/>
        </w:rPr>
      </w:pPr>
      <w:r>
        <w:rPr>
          <w:i/>
          <w:sz w:val="20"/>
          <w:szCs w:val="18"/>
        </w:rPr>
        <w:t xml:space="preserve">Indiquer le nom commercial et la dénomination sociale du candidat individuel ou de chaque membre du groupement d’entreprises candidat, les adresses de son </w:t>
      </w:r>
      <w:r>
        <w:rPr>
          <w:i/>
          <w:sz w:val="20"/>
          <w:szCs w:val="18"/>
        </w:rPr>
        <w:t>établissement et de son siège social (si elle est différente de celle de l’établissement), son adresse électronique, ses numéros de téléphone et de télécopie et son numéro SIRET. En cas de candidature groupée, identifier le mandataire désigné pour représen</w:t>
      </w:r>
      <w:r>
        <w:rPr>
          <w:i/>
          <w:sz w:val="20"/>
          <w:szCs w:val="18"/>
        </w:rPr>
        <w:t>ter l’ensemble des membres du groupement et coordonner les prestations.</w:t>
      </w:r>
    </w:p>
    <w:p w:rsidR="00834C0C" w:rsidRDefault="00834C0C">
      <w:pPr>
        <w:pStyle w:val="RedaliaNormal"/>
      </w:pPr>
    </w:p>
    <w:p w:rsidR="00834C0C" w:rsidRDefault="004530A4">
      <w:pPr>
        <w:pStyle w:val="RedaliaNormal"/>
        <w:tabs>
          <w:tab w:val="clear" w:pos="8505"/>
          <w:tab w:val="left" w:leader="dot" w:pos="9639"/>
        </w:tabs>
      </w:pPr>
      <w:r>
        <w:tab/>
      </w:r>
    </w:p>
    <w:p w:rsidR="00834C0C" w:rsidRDefault="004530A4">
      <w:pPr>
        <w:pStyle w:val="RedaliaNormal"/>
        <w:tabs>
          <w:tab w:val="clear" w:pos="8505"/>
          <w:tab w:val="left" w:leader="dot" w:pos="9639"/>
        </w:tabs>
      </w:pPr>
      <w:r>
        <w:tab/>
      </w:r>
    </w:p>
    <w:p w:rsidR="00834C0C" w:rsidRDefault="004530A4">
      <w:pPr>
        <w:pStyle w:val="RedaliaNormal"/>
        <w:tabs>
          <w:tab w:val="clear" w:pos="8505"/>
          <w:tab w:val="left" w:leader="dot" w:pos="9639"/>
        </w:tabs>
      </w:pPr>
      <w:r>
        <w:tab/>
      </w:r>
    </w:p>
    <w:p w:rsidR="00834C0C" w:rsidRDefault="004530A4">
      <w:pPr>
        <w:pStyle w:val="RedaliaNormal"/>
        <w:tabs>
          <w:tab w:val="clear" w:pos="8505"/>
          <w:tab w:val="left" w:leader="dot" w:pos="9639"/>
        </w:tabs>
      </w:pPr>
      <w:r>
        <w:tab/>
      </w:r>
    </w:p>
    <w:p w:rsidR="00834C0C" w:rsidRDefault="004530A4">
      <w:pPr>
        <w:pStyle w:val="RedaliaNormal"/>
        <w:tabs>
          <w:tab w:val="clear" w:pos="8505"/>
          <w:tab w:val="left" w:leader="dot" w:pos="9639"/>
        </w:tabs>
      </w:pPr>
      <w:r>
        <w:tab/>
      </w:r>
    </w:p>
    <w:p w:rsidR="00834C0C" w:rsidRDefault="004530A4">
      <w:pPr>
        <w:pStyle w:val="RedaliaNormal"/>
        <w:tabs>
          <w:tab w:val="clear" w:pos="8505"/>
          <w:tab w:val="left" w:leader="dot" w:pos="9639"/>
        </w:tabs>
      </w:pPr>
      <w:r>
        <w:tab/>
      </w:r>
    </w:p>
    <w:p w:rsidR="00834C0C" w:rsidRDefault="004530A4">
      <w:pPr>
        <w:pStyle w:val="RedaliaNormal"/>
        <w:tabs>
          <w:tab w:val="clear" w:pos="8505"/>
          <w:tab w:val="left" w:leader="dot" w:pos="9639"/>
        </w:tabs>
      </w:pPr>
      <w:r>
        <w:tab/>
      </w:r>
    </w:p>
    <w:p w:rsidR="00834C0C" w:rsidRDefault="00834C0C">
      <w:pPr>
        <w:pStyle w:val="RedaliaNormal"/>
      </w:pPr>
    </w:p>
    <w:p w:rsidR="00834C0C" w:rsidRDefault="004530A4">
      <w:pPr>
        <w:pStyle w:val="RdaliaTitreparagraphe"/>
      </w:pPr>
      <w:r>
        <w:t>Modifications apportées</w:t>
      </w:r>
    </w:p>
    <w:p w:rsidR="00834C0C" w:rsidRDefault="004530A4">
      <w:pPr>
        <w:pStyle w:val="RedaliaNormal"/>
      </w:pPr>
      <w:r>
        <w:t>À l’occasion de la mise au point du marché, les modifications ci-dessous sont apportées aux stipulations contenues dans les pièces constitutives</w:t>
      </w:r>
      <w:r>
        <w:t xml:space="preserve"> du marché.</w:t>
      </w:r>
    </w:p>
    <w:p w:rsidR="00834C0C" w:rsidRDefault="00834C0C">
      <w:pPr>
        <w:pStyle w:val="TitreN5"/>
        <w:widowControl/>
        <w:tabs>
          <w:tab w:val="right" w:leader="dot" w:pos="10417"/>
        </w:tabs>
        <w:spacing w:before="0" w:after="0"/>
        <w:outlineLvl w:val="9"/>
        <w:rPr>
          <w:b/>
          <w:i w:val="0"/>
          <w:color w:val="0000FF"/>
          <w:sz w:val="20"/>
          <w:szCs w:val="24"/>
        </w:rPr>
      </w:pPr>
    </w:p>
    <w:tbl>
      <w:tblPr>
        <w:tblW w:w="9778" w:type="dxa"/>
        <w:tblLayout w:type="fixed"/>
        <w:tblCellMar>
          <w:left w:w="10" w:type="dxa"/>
          <w:right w:w="10" w:type="dxa"/>
        </w:tblCellMar>
        <w:tblLook w:val="0000" w:firstRow="0" w:lastRow="0" w:firstColumn="0" w:lastColumn="0" w:noHBand="0" w:noVBand="0"/>
      </w:tblPr>
      <w:tblGrid>
        <w:gridCol w:w="3510"/>
        <w:gridCol w:w="6268"/>
      </w:tblGrid>
      <w:tr w:rsidR="00834C0C">
        <w:tblPrEx>
          <w:tblCellMar>
            <w:top w:w="0" w:type="dxa"/>
            <w:bottom w:w="0" w:type="dxa"/>
          </w:tblCellMar>
        </w:tblPrEx>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34C0C" w:rsidRDefault="004530A4">
            <w:pPr>
              <w:pStyle w:val="RedaliaNormal"/>
              <w:jc w:val="center"/>
              <w:rPr>
                <w:b/>
              </w:rPr>
            </w:pPr>
            <w:r>
              <w:rPr>
                <w:b/>
              </w:rPr>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34C0C" w:rsidRDefault="004530A4">
            <w:pPr>
              <w:pStyle w:val="RedaliaRetraitavecpuce"/>
              <w:numPr>
                <w:ilvl w:val="0"/>
                <w:numId w:val="0"/>
              </w:numPr>
              <w:ind w:left="720" w:hanging="360"/>
              <w:jc w:val="center"/>
              <w:rPr>
                <w:b/>
              </w:rPr>
            </w:pPr>
            <w:r>
              <w:rPr>
                <w:b/>
              </w:rPr>
              <w:t>Nature de la modification apportée</w:t>
            </w:r>
          </w:p>
        </w:tc>
      </w:tr>
      <w:tr w:rsidR="00834C0C">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r>
      <w:tr w:rsidR="00834C0C">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r>
      <w:tr w:rsidR="00834C0C">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r>
      <w:tr w:rsidR="00834C0C">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r>
      <w:tr w:rsidR="00834C0C">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4C0C" w:rsidRDefault="00834C0C">
            <w:pPr>
              <w:pStyle w:val="TitreN5"/>
              <w:widowControl/>
              <w:tabs>
                <w:tab w:val="right" w:leader="dot" w:pos="10417"/>
              </w:tabs>
              <w:spacing w:before="0" w:after="0"/>
              <w:rPr>
                <w:b/>
                <w:i w:val="0"/>
                <w:color w:val="0000FF"/>
                <w:sz w:val="20"/>
                <w:szCs w:val="24"/>
              </w:rPr>
            </w:pPr>
          </w:p>
        </w:tc>
      </w:tr>
    </w:tbl>
    <w:p w:rsidR="00834C0C" w:rsidRDefault="00834C0C">
      <w:pPr>
        <w:pStyle w:val="RedaliaNormal"/>
      </w:pPr>
    </w:p>
    <w:p w:rsidR="00834C0C" w:rsidRDefault="004530A4">
      <w:pPr>
        <w:pStyle w:val="RdaliaTitreparagraphe"/>
      </w:pPr>
      <w:r>
        <w:t>Signature de la mise au point</w:t>
      </w:r>
    </w:p>
    <w:p w:rsidR="00834C0C" w:rsidRDefault="004530A4">
      <w:pPr>
        <w:pStyle w:val="RedaliaNormal"/>
        <w:rPr>
          <w:b/>
        </w:rPr>
      </w:pPr>
      <w:r>
        <w:rPr>
          <w:b/>
        </w:rPr>
        <w:t>Signature du candidat retenu :</w:t>
      </w:r>
    </w:p>
    <w:p w:rsidR="00834C0C" w:rsidRDefault="00834C0C">
      <w:pPr>
        <w:pStyle w:val="RedaliaNormal"/>
      </w:pPr>
    </w:p>
    <w:p w:rsidR="00834C0C" w:rsidRDefault="004530A4">
      <w:pPr>
        <w:pStyle w:val="RedaliaNormal"/>
      </w:pPr>
      <w:r>
        <w:t xml:space="preserve">Nom, prénom et qualité du signataire : </w:t>
      </w:r>
      <w:r>
        <w:tab/>
      </w:r>
      <w:r>
        <w:tab/>
      </w:r>
    </w:p>
    <w:p w:rsidR="00834C0C" w:rsidRDefault="004530A4">
      <w:pPr>
        <w:pStyle w:val="RedaliaNormal"/>
      </w:pPr>
      <w:r>
        <w:t xml:space="preserve">Lieu et date de signature : </w:t>
      </w:r>
      <w:r>
        <w:tab/>
      </w:r>
      <w:r>
        <w:tab/>
      </w:r>
    </w:p>
    <w:p w:rsidR="00834C0C" w:rsidRDefault="00834C0C">
      <w:pPr>
        <w:pStyle w:val="RedaliaNormal"/>
      </w:pPr>
    </w:p>
    <w:p w:rsidR="00834C0C" w:rsidRDefault="004530A4">
      <w:pPr>
        <w:pStyle w:val="RedaliaNormal"/>
      </w:pPr>
      <w:r>
        <w:t>Signature :</w:t>
      </w:r>
    </w:p>
    <w:p w:rsidR="00834C0C" w:rsidRDefault="004530A4">
      <w:pPr>
        <w:pStyle w:val="RedaliaNormal"/>
      </w:pPr>
      <w:r>
        <w:tab/>
      </w:r>
      <w:r>
        <w:tab/>
      </w:r>
    </w:p>
    <w:p w:rsidR="00834C0C" w:rsidRDefault="004530A4">
      <w:pPr>
        <w:pStyle w:val="RedaliaNormal"/>
      </w:pPr>
      <w:r>
        <w:tab/>
      </w:r>
      <w:r>
        <w:tab/>
      </w:r>
    </w:p>
    <w:p w:rsidR="00834C0C" w:rsidRDefault="004530A4">
      <w:pPr>
        <w:pStyle w:val="RedaliaNormal"/>
      </w:pPr>
      <w:r>
        <w:tab/>
      </w:r>
      <w:r>
        <w:tab/>
      </w:r>
    </w:p>
    <w:p w:rsidR="00834C0C" w:rsidRDefault="00834C0C">
      <w:pPr>
        <w:pStyle w:val="RedaliaNormal"/>
      </w:pPr>
    </w:p>
    <w:p w:rsidR="00834C0C" w:rsidRDefault="004530A4">
      <w:pPr>
        <w:pStyle w:val="RedaliaNormal"/>
        <w:rPr>
          <w:b/>
        </w:rPr>
      </w:pPr>
      <w:r>
        <w:rPr>
          <w:b/>
        </w:rPr>
        <w:t>Signature du représentant du pouvoir adjudicateur :</w:t>
      </w:r>
    </w:p>
    <w:p w:rsidR="00834C0C" w:rsidRDefault="00834C0C">
      <w:pPr>
        <w:pStyle w:val="RedaliaNormal"/>
      </w:pPr>
    </w:p>
    <w:p w:rsidR="00834C0C" w:rsidRDefault="004530A4">
      <w:pPr>
        <w:pStyle w:val="RedaliaNormal"/>
      </w:pPr>
      <w:r>
        <w:t xml:space="preserve">Nom, prénom et qualité du signataire : </w:t>
      </w:r>
      <w:r>
        <w:tab/>
      </w:r>
      <w:r>
        <w:tab/>
      </w:r>
    </w:p>
    <w:p w:rsidR="00834C0C" w:rsidRDefault="004530A4">
      <w:pPr>
        <w:pStyle w:val="RedaliaNormal"/>
      </w:pPr>
      <w:r>
        <w:t xml:space="preserve">Lieu et date de signature : </w:t>
      </w:r>
      <w:r>
        <w:tab/>
      </w:r>
      <w:r>
        <w:tab/>
      </w:r>
    </w:p>
    <w:p w:rsidR="00834C0C" w:rsidRDefault="00834C0C">
      <w:pPr>
        <w:pStyle w:val="RedaliaNormal"/>
      </w:pPr>
    </w:p>
    <w:p w:rsidR="00834C0C" w:rsidRDefault="004530A4">
      <w:pPr>
        <w:pStyle w:val="RedaliaNormal"/>
      </w:pPr>
      <w:r>
        <w:t>Signature :</w:t>
      </w:r>
    </w:p>
    <w:p w:rsidR="00834C0C" w:rsidRDefault="004530A4">
      <w:pPr>
        <w:pStyle w:val="RedaliaNormal"/>
      </w:pPr>
      <w:r>
        <w:tab/>
      </w:r>
      <w:r>
        <w:tab/>
      </w:r>
    </w:p>
    <w:p w:rsidR="00834C0C" w:rsidRDefault="004530A4">
      <w:pPr>
        <w:pStyle w:val="RedaliaNormal"/>
      </w:pPr>
      <w:r>
        <w:tab/>
      </w:r>
      <w:r>
        <w:tab/>
      </w:r>
    </w:p>
    <w:p w:rsidR="00834C0C" w:rsidRDefault="004530A4">
      <w:pPr>
        <w:pStyle w:val="RedaliaNormal"/>
      </w:pPr>
      <w:r>
        <w:tab/>
      </w:r>
      <w:r>
        <w:tab/>
      </w:r>
    </w:p>
    <w:p w:rsidR="00834C0C" w:rsidRDefault="00834C0C">
      <w:pPr>
        <w:pStyle w:val="RedaliaNormal"/>
        <w:tabs>
          <w:tab w:val="clear" w:pos="8505"/>
          <w:tab w:val="left" w:leader="dot" w:pos="4320"/>
        </w:tabs>
      </w:pPr>
    </w:p>
    <w:sectPr w:rsidR="00834C0C">
      <w:headerReference w:type="default" r:id="rId24"/>
      <w:footerReference w:type="default" r:id="rId25"/>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530A4">
      <w:r>
        <w:separator/>
      </w:r>
    </w:p>
  </w:endnote>
  <w:endnote w:type="continuationSeparator" w:id="0">
    <w:p w:rsidR="00000000" w:rsidRDefault="0045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4530A4">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A535C3">
      <w:tblPrEx>
        <w:tblCellMar>
          <w:top w:w="0" w:type="dxa"/>
          <w:bottom w:w="0" w:type="dxa"/>
        </w:tblCellMar>
      </w:tblPrEx>
      <w:tc>
        <w:tcPr>
          <w:tcW w:w="3070" w:type="dxa"/>
          <w:tcBorders>
            <w:top w:val="single" w:sz="4" w:space="0" w:color="000000"/>
          </w:tcBorders>
          <w:tcMar>
            <w:top w:w="0" w:type="dxa"/>
            <w:left w:w="70" w:type="dxa"/>
            <w:bottom w:w="0" w:type="dxa"/>
            <w:right w:w="70" w:type="dxa"/>
          </w:tcMar>
        </w:tcPr>
        <w:p w:rsidR="00A535C3" w:rsidRDefault="004530A4">
          <w:pPr>
            <w:pStyle w:val="RdaliaLgende"/>
          </w:pPr>
          <w:r>
            <w:t>Acte d’engagement</w:t>
          </w:r>
        </w:p>
      </w:tc>
      <w:tc>
        <w:tcPr>
          <w:tcW w:w="3071" w:type="dxa"/>
          <w:tcBorders>
            <w:top w:val="single" w:sz="4" w:space="0" w:color="000000"/>
          </w:tcBorders>
          <w:tcMar>
            <w:top w:w="0" w:type="dxa"/>
            <w:left w:w="70" w:type="dxa"/>
            <w:bottom w:w="0" w:type="dxa"/>
            <w:right w:w="70" w:type="dxa"/>
          </w:tcMar>
        </w:tcPr>
        <w:p w:rsidR="00A535C3" w:rsidRDefault="004530A4">
          <w:pPr>
            <w:pStyle w:val="RdaliaLgende"/>
          </w:pPr>
        </w:p>
      </w:tc>
      <w:tc>
        <w:tcPr>
          <w:tcW w:w="3071" w:type="dxa"/>
          <w:tcBorders>
            <w:top w:val="single" w:sz="4" w:space="0" w:color="000000"/>
          </w:tcBorders>
          <w:tcMar>
            <w:top w:w="0" w:type="dxa"/>
            <w:left w:w="70" w:type="dxa"/>
            <w:bottom w:w="0" w:type="dxa"/>
            <w:right w:w="70" w:type="dxa"/>
          </w:tcMar>
        </w:tcPr>
        <w:p w:rsidR="00A535C3" w:rsidRDefault="004530A4">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r>
            <w:fldChar w:fldCharType="begin"/>
          </w:r>
          <w:r>
            <w:instrText xml:space="preserve"> NUMPAGES </w:instrText>
          </w:r>
          <w:r>
            <w:fldChar w:fldCharType="separate"/>
          </w:r>
          <w:r>
            <w:t>21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530A4">
      <w:r>
        <w:rPr>
          <w:color w:val="000000"/>
        </w:rPr>
        <w:separator/>
      </w:r>
    </w:p>
  </w:footnote>
  <w:footnote w:type="continuationSeparator" w:id="0">
    <w:p w:rsidR="00000000" w:rsidRDefault="00453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A535C3">
      <w:tblPrEx>
        <w:tblCellMar>
          <w:top w:w="0" w:type="dxa"/>
          <w:bottom w:w="0" w:type="dxa"/>
        </w:tblCellMar>
      </w:tblPrEx>
      <w:tc>
        <w:tcPr>
          <w:tcW w:w="3070" w:type="dxa"/>
          <w:tcBorders>
            <w:bottom w:val="single" w:sz="4" w:space="0" w:color="000000"/>
          </w:tcBorders>
          <w:tcMar>
            <w:top w:w="0" w:type="dxa"/>
            <w:left w:w="70" w:type="dxa"/>
            <w:bottom w:w="0" w:type="dxa"/>
            <w:right w:w="70" w:type="dxa"/>
          </w:tcMar>
        </w:tcPr>
        <w:p w:rsidR="00A535C3" w:rsidRDefault="004530A4">
          <w:pPr>
            <w:pStyle w:val="RdaliaLgende"/>
          </w:pPr>
        </w:p>
      </w:tc>
      <w:tc>
        <w:tcPr>
          <w:tcW w:w="3071" w:type="dxa"/>
          <w:tcBorders>
            <w:bottom w:val="single" w:sz="4" w:space="0" w:color="000000"/>
          </w:tcBorders>
          <w:tcMar>
            <w:top w:w="0" w:type="dxa"/>
            <w:left w:w="70" w:type="dxa"/>
            <w:bottom w:w="0" w:type="dxa"/>
            <w:right w:w="70" w:type="dxa"/>
          </w:tcMar>
        </w:tcPr>
        <w:p w:rsidR="00A535C3" w:rsidRDefault="004530A4">
          <w:pPr>
            <w:pStyle w:val="RdaliaLgende"/>
          </w:pPr>
        </w:p>
      </w:tc>
      <w:tc>
        <w:tcPr>
          <w:tcW w:w="3071" w:type="dxa"/>
          <w:tcBorders>
            <w:bottom w:val="single" w:sz="4" w:space="0" w:color="000000"/>
          </w:tcBorders>
          <w:tcMar>
            <w:top w:w="0" w:type="dxa"/>
            <w:left w:w="70" w:type="dxa"/>
            <w:bottom w:w="0" w:type="dxa"/>
            <w:right w:w="70" w:type="dxa"/>
          </w:tcMar>
        </w:tcPr>
        <w:p w:rsidR="00A535C3" w:rsidRDefault="004530A4">
          <w:pPr>
            <w:pStyle w:val="RdaliaLgende"/>
            <w:jc w:val="right"/>
          </w:pPr>
          <w:r>
            <w:t>Procédure : 25-14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04914"/>
    <w:multiLevelType w:val="multilevel"/>
    <w:tmpl w:val="796CA1BE"/>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5A1D82"/>
    <w:multiLevelType w:val="multilevel"/>
    <w:tmpl w:val="55806C9C"/>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8D6098E"/>
    <w:multiLevelType w:val="multilevel"/>
    <w:tmpl w:val="8C2AAC14"/>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EA93EC0"/>
    <w:multiLevelType w:val="multilevel"/>
    <w:tmpl w:val="FB3271EE"/>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30766DDD"/>
    <w:multiLevelType w:val="multilevel"/>
    <w:tmpl w:val="EDC4090C"/>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E48159E"/>
    <w:multiLevelType w:val="multilevel"/>
    <w:tmpl w:val="1294FB3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6" w15:restartNumberingAfterBreak="0">
    <w:nsid w:val="43112F98"/>
    <w:multiLevelType w:val="multilevel"/>
    <w:tmpl w:val="23AC05F6"/>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72F0296A"/>
    <w:multiLevelType w:val="multilevel"/>
    <w:tmpl w:val="1E8C6AA4"/>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5"/>
  </w:num>
  <w:num w:numId="2">
    <w:abstractNumId w:val="4"/>
  </w:num>
  <w:num w:numId="3">
    <w:abstractNumId w:val="3"/>
  </w:num>
  <w:num w:numId="4">
    <w:abstractNumId w:val="1"/>
  </w:num>
  <w:num w:numId="5">
    <w:abstractNumId w:val="2"/>
  </w:num>
  <w:num w:numId="6">
    <w:abstractNumId w:val="7"/>
  </w:num>
  <w:num w:numId="7">
    <w:abstractNumId w:val="6"/>
  </w:num>
  <w:num w:numId="8">
    <w:abstractNumId w:val="0"/>
  </w:num>
  <w:num w:numId="9">
    <w:abstractNumId w:val="1"/>
    <w:lvlOverride w:ilvl="0"/>
  </w:num>
  <w:num w:numId="10">
    <w:abstractNumId w:val="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834C0C"/>
    <w:rsid w:val="004530A4"/>
    <w:rsid w:val="00834C0C"/>
    <w:rsid w:val="00972C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C36C9"/>
  <w15:docId w15:val="{355DB0CC-7281-43F9-BF07-B29F2CE9D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unhideWhenUsed/>
    <w:qFormat/>
    <w:pPr>
      <w:keepNext/>
      <w:spacing w:before="240" w:after="160"/>
      <w:outlineLvl w:val="1"/>
    </w:pPr>
    <w:rPr>
      <w:sz w:val="28"/>
      <w:u w:val="single"/>
    </w:rPr>
  </w:style>
  <w:style w:type="paragraph" w:styleId="Titre3">
    <w:name w:val="heading 3"/>
    <w:basedOn w:val="Normal"/>
    <w:next w:val="Normal"/>
    <w:uiPriority w:val="9"/>
    <w:unhideWhenUsed/>
    <w:qFormat/>
    <w:pPr>
      <w:keepNext/>
      <w:spacing w:before="240" w:after="160"/>
      <w:outlineLvl w:val="2"/>
    </w:pPr>
    <w:rPr>
      <w:sz w:val="24"/>
      <w:u w:val="single"/>
    </w:rPr>
  </w:style>
  <w:style w:type="paragraph" w:styleId="Titre4">
    <w:name w:val="heading 4"/>
    <w:basedOn w:val="Normal"/>
    <w:next w:val="Normal"/>
    <w:uiPriority w:val="9"/>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hAnsi="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20"/>
    </w:pPr>
  </w:style>
  <w:style w:type="character" w:customStyle="1" w:styleId="Titre1Car">
    <w:name w:val="Titre 1 Car"/>
    <w:basedOn w:val="Policepardfaut"/>
    <w:rPr>
      <w:rFonts w:ascii="Arial" w:hAnsi="Arial"/>
      <w:b/>
      <w:kern w:val="3"/>
      <w:sz w:val="32"/>
    </w:rPr>
  </w:style>
  <w:style w:type="character" w:customStyle="1" w:styleId="Titre2Car">
    <w:name w:val="Titre 2 Car"/>
    <w:basedOn w:val="Policepardfaut"/>
    <w:rPr>
      <w:rFonts w:ascii="Arial" w:hAnsi="Arial"/>
      <w:sz w:val="28"/>
      <w:u w:val="single"/>
    </w:rPr>
  </w:style>
  <w:style w:type="character" w:customStyle="1" w:styleId="Titre3Car">
    <w:name w:val="Titre 3 Car"/>
    <w:basedOn w:val="Policepardfaut"/>
    <w:rPr>
      <w:rFonts w:ascii="Arial" w:hAnsi="Arial"/>
      <w:sz w:val="24"/>
      <w:u w:val="single"/>
    </w:rPr>
  </w:style>
  <w:style w:type="character" w:customStyle="1" w:styleId="Titre4Car">
    <w:name w:val="Titre 4 Car"/>
    <w:basedOn w:val="Policepardfaut"/>
    <w:rPr>
      <w:rFonts w:ascii="Arial" w:hAnsi="Arial"/>
      <w:i/>
      <w:sz w:val="24"/>
    </w:rPr>
  </w:style>
  <w:style w:type="character" w:customStyle="1" w:styleId="Titre5Car">
    <w:name w:val="Titre 5 Car"/>
    <w:basedOn w:val="Policepardfaut"/>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basedOn w:val="Policepardfaut"/>
    <w:rPr>
      <w:rFonts w:ascii="Arial" w:hAnsi="Arial" w:cs="Times New Roman"/>
      <w:sz w:val="22"/>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hAnsi="Arial"/>
      <w:spacing w:val="-10"/>
      <w:kern w:val="3"/>
      <w:sz w:val="56"/>
      <w:lang w:eastAsia="en-US"/>
    </w:rPr>
  </w:style>
  <w:style w:type="character" w:customStyle="1" w:styleId="Sous-titreCar">
    <w:name w:val="Sous-titre Car"/>
    <w:basedOn w:val="Policepardfaut"/>
    <w:rPr>
      <w:rFonts w:ascii="Arial" w:hAnsi="Arial"/>
      <w:color w:val="5A5A5A"/>
      <w:spacing w:val="15"/>
      <w:kern w:val="3"/>
      <w:sz w:val="22"/>
      <w:lang w:eastAsia="en-US"/>
    </w:rPr>
  </w:style>
  <w:style w:type="character" w:styleId="Accentuationlgre">
    <w:name w:val="Subtle Emphasis"/>
    <w:basedOn w:val="Policepardfaut"/>
    <w:rPr>
      <w:rFonts w:ascii="Arial" w:hAnsi="Arial"/>
      <w:i/>
      <w:color w:val="404040"/>
    </w:rPr>
  </w:style>
  <w:style w:type="character" w:styleId="Accentuation">
    <w:name w:val="Emphasis"/>
    <w:basedOn w:val="Policepardfaut"/>
    <w:rPr>
      <w:rFonts w:ascii="Arial" w:hAnsi="Arial"/>
      <w:i/>
    </w:rPr>
  </w:style>
  <w:style w:type="character" w:styleId="Accentuationintense">
    <w:name w:val="Intense Emphasis"/>
    <w:basedOn w:val="Policepardfaut"/>
    <w:rPr>
      <w:rFonts w:ascii="Arial" w:hAnsi="Arial"/>
      <w:i/>
      <w:color w:val="4472C4"/>
    </w:rPr>
  </w:style>
  <w:style w:type="character" w:styleId="lev">
    <w:name w:val="Strong"/>
    <w:basedOn w:val="Policepardfaut"/>
    <w:rPr>
      <w:rFonts w:ascii="Arial" w:hAnsi="Arial"/>
      <w:b/>
    </w:rPr>
  </w:style>
  <w:style w:type="character" w:customStyle="1" w:styleId="CitationCar">
    <w:name w:val="Citation Car"/>
    <w:basedOn w:val="Policepardfaut"/>
    <w:rPr>
      <w:rFonts w:ascii="Arial" w:eastAsia="Times New Roman" w:hAnsi="Arial"/>
      <w:i/>
      <w:color w:val="404040"/>
      <w:kern w:val="3"/>
      <w:sz w:val="22"/>
      <w:lang w:eastAsia="en-US"/>
    </w:rPr>
  </w:style>
  <w:style w:type="character" w:customStyle="1" w:styleId="CitationintenseCar">
    <w:name w:val="Citation intense Car"/>
    <w:basedOn w:val="Policepardfaut"/>
    <w:rPr>
      <w:rFonts w:ascii="Arial" w:eastAsia="Times New Roman" w:hAnsi="Arial"/>
      <w:i/>
      <w:color w:val="4472C4"/>
      <w:kern w:val="3"/>
      <w:sz w:val="22"/>
      <w:lang w:eastAsia="en-US"/>
    </w:rPr>
  </w:style>
  <w:style w:type="character" w:styleId="Rfrencelgre">
    <w:name w:val="Subtle Reference"/>
    <w:basedOn w:val="Policepardfaut"/>
    <w:rPr>
      <w:rFonts w:ascii="Arial" w:hAnsi="Arial"/>
      <w:smallCaps/>
      <w:color w:val="5A5A5A"/>
    </w:rPr>
  </w:style>
  <w:style w:type="character" w:styleId="Rfrenceintense">
    <w:name w:val="Intense Reference"/>
    <w:basedOn w:val="Policepardfaut"/>
    <w:rPr>
      <w:rFonts w:ascii="Arial" w:hAnsi="Arial"/>
      <w:b/>
      <w:smallCaps/>
      <w:color w:val="4472C4"/>
      <w:spacing w:val="5"/>
    </w:rPr>
  </w:style>
  <w:style w:type="character" w:styleId="Titredulivre">
    <w:name w:val="Book Title"/>
    <w:basedOn w:val="Policepardfaut"/>
    <w:rPr>
      <w:rFonts w:ascii="Arial" w:hAnsi="Arial"/>
      <w:b/>
      <w:i/>
      <w:spacing w:val="5"/>
    </w:rPr>
  </w:style>
  <w:style w:type="character" w:customStyle="1" w:styleId="Internetlink">
    <w:name w:val="Internet link"/>
    <w:rPr>
      <w:color w:val="000080"/>
      <w:u w:val="single"/>
      <w:lang/>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__RefHeading__51503_1835386073" TargetMode="External"/><Relationship Id="rId13" Type="http://schemas.openxmlformats.org/officeDocument/2006/relationships/hyperlink" Target="#__RefHeading__51513_1835386073" TargetMode="External"/><Relationship Id="rId18" Type="http://schemas.openxmlformats.org/officeDocument/2006/relationships/hyperlink" Target="#__RefHeading__51523_183538607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__RefHeading__51529_1835386073" TargetMode="External"/><Relationship Id="rId7" Type="http://schemas.openxmlformats.org/officeDocument/2006/relationships/image" Target="media/image1.png"/><Relationship Id="rId12" Type="http://schemas.openxmlformats.org/officeDocument/2006/relationships/hyperlink" Target="#__RefHeading__51511_1835386073" TargetMode="External"/><Relationship Id="rId17" Type="http://schemas.openxmlformats.org/officeDocument/2006/relationships/hyperlink" Target="#__RefHeading__51521_1835386073"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__RefHeading__51519_1835386073" TargetMode="External"/><Relationship Id="rId20" Type="http://schemas.openxmlformats.org/officeDocument/2006/relationships/hyperlink" Target="#__RefHeading__51527_183538607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__RefHeading__51509_18353860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__RefHeading__51517_1835386073" TargetMode="External"/><Relationship Id="rId23" Type="http://schemas.openxmlformats.org/officeDocument/2006/relationships/hyperlink" Target="#__RefHeading__51533_1835386073" TargetMode="External"/><Relationship Id="rId10" Type="http://schemas.openxmlformats.org/officeDocument/2006/relationships/hyperlink" Target="#__RefHeading__51507_1835386073" TargetMode="External"/><Relationship Id="rId19" Type="http://schemas.openxmlformats.org/officeDocument/2006/relationships/hyperlink" Target="#__RefHeading__51525_1835386073" TargetMode="External"/><Relationship Id="rId4" Type="http://schemas.openxmlformats.org/officeDocument/2006/relationships/webSettings" Target="webSettings.xml"/><Relationship Id="rId9" Type="http://schemas.openxmlformats.org/officeDocument/2006/relationships/hyperlink" Target="#__RefHeading__51505_1835386073" TargetMode="External"/><Relationship Id="rId14" Type="http://schemas.openxmlformats.org/officeDocument/2006/relationships/hyperlink" Target="#__RefHeading__51515_1835386073" TargetMode="External"/><Relationship Id="rId22" Type="http://schemas.openxmlformats.org/officeDocument/2006/relationships/hyperlink" Target="#__RefHeading__51531_183538607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prev11842843088254212656.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lia.dot</Template>
  <TotalTime>4</TotalTime>
  <Pages>23</Pages>
  <Words>4580</Words>
  <Characters>25196</Characters>
  <Application>Microsoft Office Word</Application>
  <DocSecurity>0</DocSecurity>
  <Lines>209</Lines>
  <Paragraphs>59</Paragraphs>
  <ScaleCrop>false</ScaleCrop>
  <HeadingPairs>
    <vt:vector size="4" baseType="variant">
      <vt:variant>
        <vt:lpstr>Titre</vt:lpstr>
      </vt:variant>
      <vt:variant>
        <vt:i4>1</vt:i4>
      </vt:variant>
      <vt:variant>
        <vt:lpstr>Titres</vt:lpstr>
      </vt:variant>
      <vt:variant>
        <vt:i4>32</vt:i4>
      </vt:variant>
    </vt:vector>
  </HeadingPairs>
  <TitlesOfParts>
    <vt:vector size="33" baseType="lpstr">
      <vt:lpstr>&gt;&gt;&gt; Debut du paragraphe </vt:lpstr>
      <vt:lpstr>1. Contractant	4</vt:lpstr>
      <vt:lpstr>2. Objet du marché	5</vt:lpstr>
      <vt:lpstr>    2.1 Décomposition en tranches	5</vt:lpstr>
      <vt:lpstr>    2.2 Nomenclature	5</vt:lpstr>
      <vt:lpstr>3. Durée du marché – Délais d’exécution – Reconduction	6</vt:lpstr>
      <vt:lpstr>    3.1 Délais d’exécution	6</vt:lpstr>
      <vt:lpstr>    3.2 Reconduction	6</vt:lpstr>
      <vt:lpstr>4. Prix	6</vt:lpstr>
      <vt:lpstr>    4.1 Conséquences financières de la non-exécution ou de l’exécution d’une tranche</vt:lpstr>
      <vt:lpstr>        4.1.1 Indemnité de dédit pour non-exécution d’une tranche optionnelle	7</vt:lpstr>
      <vt:lpstr>        4.1.2 Rabais en cas d’exécution d’une tranche optionnelle	7</vt:lpstr>
      <vt:lpstr>        4.1.3 Indemnité d’attente	7</vt:lpstr>
      <vt:lpstr>5. Prestations similaires	7</vt:lpstr>
      <vt:lpstr>6. Avance	7</vt:lpstr>
      <vt:lpstr>7. Signature du candidat	8</vt:lpstr>
      <vt:lpstr>8. Acceptation de l’offre	8</vt:lpstr>
      <vt:lpstr>Contractant</vt:lpstr>
      <vt:lpstr>Objet du marché</vt:lpstr>
      <vt:lpstr>    Décomposition en tranches</vt:lpstr>
      <vt:lpstr>    Nomenclature</vt:lpstr>
      <vt:lpstr>Durée du marché – Délais d’exécution – Reconduction</vt:lpstr>
      <vt:lpstr>    Délais d’exécution</vt:lpstr>
      <vt:lpstr>    Reconduction</vt:lpstr>
      <vt:lpstr>Prix</vt:lpstr>
      <vt:lpstr>    Conséquences financières de la non-exécution ou de l’exécution d’une tranche opt</vt:lpstr>
      <vt:lpstr>        Indemnité de dédit pour non-exécution d’une tranche optionnelle</vt:lpstr>
      <vt:lpstr>        Rabais en cas d’exécution d’une tranche optionnelle</vt:lpstr>
      <vt:lpstr>        Indemnité d’attente</vt:lpstr>
      <vt:lpstr>Prestations similaires</vt:lpstr>
      <vt:lpstr>Avance</vt:lpstr>
      <vt:lpstr>Signature du candidat</vt:lpstr>
      <vt:lpstr>Acceptation de l’offre</vt:lpstr>
    </vt:vector>
  </TitlesOfParts>
  <Company/>
  <LinksUpToDate>false</LinksUpToDate>
  <CharactersWithSpaces>29717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Sabine Carpentier</cp:lastModifiedBy>
  <cp:revision>3</cp:revision>
  <dcterms:created xsi:type="dcterms:W3CDTF">2025-03-06T15:08:00Z</dcterms:created>
  <dcterms:modified xsi:type="dcterms:W3CDTF">2025-03-06T15:11:00Z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AE_COM_Annexe_MiseAuPoint</vt:lpwstr>
  </property>
  <property fmtid="{D5CDD505-2E9C-101B-9397-08002B2CF9AE}" pid="7" name="IdentifiantEdition">
    <vt:lpwstr>AE_COM</vt:lpwstr>
  </property>
  <property fmtid="{D5CDD505-2E9C-101B-9397-08002B2CF9AE}" pid="8" name="NomSegment">
    <vt:lpwstr>AE_COM_Annexe_MiseAuPoint</vt:lpwstr>
  </property>
  <property fmtid="{D5CDD505-2E9C-101B-9397-08002B2CF9AE}" pid="9" name="NouveauElement">
    <vt:lpwstr>AE_COM_Annexe_Attestation_Visite</vt:lpwstr>
  </property>
  <property fmtid="{D5CDD505-2E9C-101B-9397-08002B2CF9AE}" pid="10" name="ResultatCommande">
    <vt:lpwstr>Ok</vt:lpwstr>
  </property>
</Properties>
</file>