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3F19C0" w:rsidRPr="00C331DA" w:rsidRDefault="00B1012F" w:rsidP="00BC4081">
      <w:pPr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F25F61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  <w:r w:rsidR="002F4276">
        <w:rPr>
          <w:rFonts w:ascii="Arial" w:eastAsia="Trebuchet MS" w:hAnsi="Arial" w:cs="Arial"/>
          <w:b/>
          <w:color w:val="000000"/>
          <w:sz w:val="22"/>
          <w:szCs w:val="22"/>
        </w:rPr>
        <w:t>TRAVAUX REFECTION ETANCHEITE PAVILLON CHAUMIERE</w:t>
      </w:r>
    </w:p>
    <w:p w:rsidR="00F25F61" w:rsidRDefault="00F25F61" w:rsidP="003F19C0">
      <w:pPr>
        <w:pStyle w:val="Commentai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</w:p>
    <w:p w:rsidR="00F6739C" w:rsidRDefault="002F4276" w:rsidP="003F19C0">
      <w:pPr>
        <w:pStyle w:val="Commentai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>
        <w:rPr>
          <w:rFonts w:ascii="Arial" w:eastAsia="Trebuchet MS" w:hAnsi="Arial" w:cs="Arial"/>
          <w:b/>
          <w:color w:val="000000"/>
          <w:sz w:val="22"/>
          <w:szCs w:val="22"/>
        </w:rPr>
        <w:t>Affaire 7-HGM-16682</w:t>
      </w:r>
      <w:r w:rsidR="00FB1663">
        <w:rPr>
          <w:rFonts w:ascii="Arial" w:eastAsia="Trebuchet MS" w:hAnsi="Arial" w:cs="Arial"/>
          <w:b/>
          <w:color w:val="000000"/>
          <w:sz w:val="22"/>
          <w:szCs w:val="22"/>
        </w:rPr>
        <w:t>- LOT 1 DESAMIANTAGE</w:t>
      </w:r>
    </w:p>
    <w:p w:rsidR="00FB1663" w:rsidRDefault="00FB1663" w:rsidP="003F19C0">
      <w:pPr>
        <w:pStyle w:val="Commentai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ascii="Calibri" w:hAnsi="Calibri" w:cs="Calibri"/>
          <w:b/>
          <w:caps/>
          <w:u w:val="single"/>
        </w:rPr>
      </w:pPr>
      <w:r>
        <w:rPr>
          <w:rFonts w:ascii="Arial" w:eastAsia="Trebuchet MS" w:hAnsi="Arial" w:cs="Arial"/>
          <w:b/>
          <w:color w:val="000000"/>
          <w:sz w:val="22"/>
          <w:szCs w:val="22"/>
        </w:rPr>
        <w:t>24-GHTA-0098</w:t>
      </w:r>
      <w:r w:rsidR="00EE7985">
        <w:rPr>
          <w:rFonts w:ascii="Arial" w:eastAsia="Trebuchet MS" w:hAnsi="Arial" w:cs="Arial"/>
          <w:b/>
          <w:color w:val="000000"/>
          <w:sz w:val="22"/>
          <w:szCs w:val="22"/>
        </w:rPr>
        <w:t>C</w:t>
      </w:r>
      <w:bookmarkStart w:id="0" w:name="_GoBack"/>
      <w:bookmarkEnd w:id="0"/>
    </w:p>
    <w:p w:rsidR="00F25F61" w:rsidRDefault="00F25F61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</w:t>
      </w:r>
      <w:r w:rsidR="001D5726">
        <w:rPr>
          <w:rFonts w:ascii="Calibri" w:hAnsi="Calibri" w:cs="Calibri"/>
          <w:b/>
          <w:caps/>
          <w:u w:val="single"/>
        </w:rPr>
        <w:t>FACULTATIVE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EE7985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EE7985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1D5726"/>
    <w:rsid w:val="002007A9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2F4276"/>
    <w:rsid w:val="003064B1"/>
    <w:rsid w:val="003077F0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C4081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E7985"/>
    <w:rsid w:val="00EF04D1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1663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8B5E5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</Template>
  <TotalTime>5</TotalTime>
  <Pages>1</Pages>
  <Words>79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11</cp:revision>
  <cp:lastPrinted>2014-10-20T12:18:00Z</cp:lastPrinted>
  <dcterms:created xsi:type="dcterms:W3CDTF">2024-04-10T12:22:00Z</dcterms:created>
  <dcterms:modified xsi:type="dcterms:W3CDTF">2025-03-06T08:00:00Z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