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0CC58E51" w:rsidR="00995AF1" w:rsidRDefault="00995AF1" w:rsidP="00995AF1">
      <w:pPr>
        <w:pStyle w:val="PdgRefmarch"/>
      </w:pPr>
      <w:bookmarkStart w:id="0" w:name="Ref_marché"/>
      <w:r>
        <w:t>AC-NANTES_SCUS_</w:t>
      </w:r>
      <w:r w:rsidR="00E10B87">
        <w:t>25-008</w:t>
      </w:r>
      <w:bookmarkEnd w:id="0"/>
    </w:p>
    <w:p w14:paraId="6382805D" w14:textId="77777777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prestations intellectuelles</w:t>
      </w:r>
      <w:bookmarkEnd w:id="1"/>
    </w:p>
    <w:p w14:paraId="208363ED" w14:textId="7D2E7BD4" w:rsidR="00995AF1" w:rsidRPr="00C307FC" w:rsidRDefault="00995AF1" w:rsidP="00995AF1">
      <w:pPr>
        <w:pStyle w:val="PdgObjetdumarch0"/>
      </w:pPr>
      <w:bookmarkStart w:id="2" w:name="Mission_lot"/>
      <w:r w:rsidRPr="003819F9">
        <w:t>Mission</w:t>
      </w:r>
      <w:r w:rsidR="00E10B87">
        <w:t xml:space="preserve"> </w:t>
      </w:r>
      <w:r w:rsidR="00E10B87" w:rsidRPr="00E10B87">
        <w:t>d’assistance à maîtrise d’ouvrage mobilier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37252016" w:rsidR="00995AF1" w:rsidRDefault="00E10B87" w:rsidP="00995AF1">
            <w:pPr>
              <w:pStyle w:val="PdgOpration"/>
            </w:pPr>
            <w:bookmarkStart w:id="4" w:name="Opération"/>
            <w:r w:rsidRPr="00E10B87">
              <w:t>Réaménagement de la bibliothèque universitaire Belle-</w:t>
            </w:r>
            <w:r>
              <w:t>Beille</w:t>
            </w:r>
            <w:bookmarkEnd w:id="4"/>
          </w:p>
          <w:p w14:paraId="2E2DA2AC" w14:textId="7B891DBA" w:rsidR="00995AF1" w:rsidRPr="00597383" w:rsidRDefault="00E10B87" w:rsidP="00995AF1">
            <w:pPr>
              <w:pStyle w:val="Pdginfos"/>
            </w:pPr>
            <w:bookmarkStart w:id="5" w:name="Établissementcommune"/>
            <w:r w:rsidRPr="00E10B87">
              <w:t>Université d’Angers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20DEB88F" w:rsidR="00995AF1" w:rsidRPr="00B951CA" w:rsidRDefault="00A810EB" w:rsidP="00995AF1">
      <w:pPr>
        <w:pStyle w:val="PdgVersion"/>
        <w:jc w:val="right"/>
        <w:rPr>
          <w:b w:val="0"/>
        </w:rPr>
      </w:pPr>
      <w:r>
        <w:rPr>
          <w:b w:val="0"/>
        </w:rPr>
        <w:t>Mars</w:t>
      </w:r>
      <w:r w:rsidR="00E10B87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1A045FD7" w:rsidR="00995AF1" w:rsidRPr="00292E33" w:rsidRDefault="00260694" w:rsidP="00995AF1">
            <w:pPr>
              <w:pStyle w:val="Pdginfos"/>
              <w:spacing w:after="120"/>
              <w:rPr>
                <w:lang w:eastAsia="fr-FR"/>
              </w:rPr>
            </w:pPr>
            <w:r>
              <w:rPr>
                <w:lang w:eastAsia="fr-FR"/>
              </w:rPr>
              <w:t>71000000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A810EB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DD3ACEB" w14:textId="77777777" w:rsidR="00995AF1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  <w:p w14:paraId="3C9DA27E" w14:textId="77777777" w:rsidR="00995AF1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  <w:p w14:paraId="066F7DA4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77777777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r>
        <w:fldChar w:fldCharType="begin"/>
      </w:r>
      <w:r>
        <w:instrText xml:space="preserve"> NUMPAGES  \# "0" \* Arabic  \* MERGEFORMAT </w:instrText>
      </w:r>
      <w:r>
        <w:fldChar w:fldCharType="separate"/>
      </w:r>
      <w:r>
        <w:rPr>
          <w:noProof/>
        </w:rPr>
        <w:t>24</w:t>
      </w:r>
      <w: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0FB3F03E" w:rsidR="00995AF1" w:rsidRDefault="00E10B87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>
        <w:t>AC-NANTES_SCUS_25-008</w:t>
      </w:r>
      <w:r>
        <w:fldChar w:fldCharType="end"/>
      </w:r>
    </w:p>
    <w:p w14:paraId="7635535A" w14:textId="77777777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prestations intellectuelles</w:t>
      </w:r>
    </w:p>
    <w:p w14:paraId="76CB9642" w14:textId="523C7223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AC6AEB" w:rsidRPr="003819F9">
        <w:t>Mission</w:t>
      </w:r>
      <w:r w:rsidR="00AC6AEB">
        <w:t xml:space="preserve"> </w:t>
      </w:r>
      <w:r w:rsidR="00AC6AEB" w:rsidRPr="00E10B87">
        <w:t>d’assistance à maîtrise d’ouvrage mobilier</w:t>
      </w:r>
      <w:r>
        <w:fldChar w:fldCharType="end"/>
      </w:r>
    </w:p>
    <w:p w14:paraId="7B5057D6" w14:textId="26280D42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r w:rsidRPr="00C307FC">
        <w:t>A</w:t>
      </w:r>
      <w:r>
        <w:t>E</w:t>
      </w:r>
      <w:bookmarkEnd w:id="7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6F9E33AF" w14:textId="0F07CFCC" w:rsidR="00995AF1" w:rsidRPr="00EC5BF0" w:rsidRDefault="00A810EB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86FC9CB" wp14:editId="1256B80F">
                <wp:simplePos x="0" y="0"/>
                <wp:positionH relativeFrom="margin">
                  <wp:align>left</wp:align>
                </wp:positionH>
                <wp:positionV relativeFrom="paragraph">
                  <wp:posOffset>224155</wp:posOffset>
                </wp:positionV>
                <wp:extent cx="6508115" cy="1196340"/>
                <wp:effectExtent l="0" t="0" r="0" b="3810"/>
                <wp:wrapTopAndBottom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352" cy="1196340"/>
                          <a:chOff x="0" y="0"/>
                          <a:chExt cx="6508750" cy="1196441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40741"/>
                            <a:ext cx="6508750" cy="1155700"/>
                            <a:chOff x="0" y="40741"/>
                            <a:chExt cx="6508750" cy="1155700"/>
                          </a:xfrm>
                        </wpg:grpSpPr>
                        <wpg:grpSp>
                          <wpg:cNvPr id="18" name="Groupe 18"/>
                          <wpg:cNvGrpSpPr/>
                          <wpg:grpSpPr>
                            <a:xfrm>
                              <a:off x="64195" y="40741"/>
                              <a:ext cx="4843737" cy="723265"/>
                              <a:chOff x="64195" y="40741"/>
                              <a:chExt cx="484551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963555" y="130375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206930" y="40741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Imag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195" y="107416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19" name="Zone de texte 21"/>
                          <wps:cNvSpPr txBox="1"/>
                          <wps:spPr>
                            <a:xfrm>
                              <a:off x="0" y="764641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39D4ABC" w14:textId="77777777" w:rsidR="00A810EB" w:rsidRDefault="00A810EB" w:rsidP="00A810EB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 est financé dans le cadre du contrat de plan État-Région Pays de la Loire.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36382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6FC9CB" id="Groupe 8" o:spid="_x0000_s1026" style="position:absolute;left:0;text-align:left;margin-left:0;margin-top:17.65pt;width:512.45pt;height:94.2pt;z-index:251662336;mso-position-horizontal:left;mso-position-horizontal-relative:margin;mso-width-relative:margin" coordsize="65087,1196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">
                <v:group id="Groupe 16" o:spid="_x0000_s1027" style="position:absolute;top:407;width:65087;height:11557" coordorigin=",407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8" o:spid="_x0000_s1028" style="position:absolute;left:641;top:407;width:48438;height:7233" coordorigin="641,407" coordsize="48455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0" o:spid="_x0000_s1029" type="#_x0000_t75" style="position:absolute;left:39635;top:1303;width:9462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">
                      <v:imagedata r:id="rId14" o:title="" croptop="17184f" cropbottom="16887f"/>
                    </v:shape>
                    <v:shape id="Image 21" o:spid="_x0000_s1030" type="#_x0000_t75" style="position:absolute;left:22069;top:40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">
                      <v:imagedata r:id="rId15" o:title=""/>
                    </v:shape>
                    <v:shape id="Image 22" o:spid="_x0000_s1031" type="#_x0000_t75" style="position:absolute;left:641;top:1074;width:13088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">
                      <v:imagedata r:id="rId16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top:7646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<v:textbox>
                      <w:txbxContent>
                        <w:p w14:paraId="539D4ABC" w14:textId="77777777" w:rsidR="00A810EB" w:rsidRDefault="00A810EB" w:rsidP="00A810EB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 est financé dans le cadre du contrat de plan État-Région Pays de la Loire.</w:t>
                          </w:r>
                        </w:p>
                      </w:txbxContent>
                    </v:textbox>
                  </v:shape>
                </v:group>
                <v:shape id="Image 17" o:spid="_x0000_s1033" type="#_x0000_t75" style="position:absolute;left:56363;width:746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">
                  <v:imagedata r:id="rId17" o:title=""/>
                </v:shape>
                <w10:wrap type="topAndBottom"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4"/>
          <w:footerReference w:type="default" r:id="rId25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995AF1">
      <w:pPr>
        <w:widowControl/>
        <w:numPr>
          <w:ilvl w:val="0"/>
          <w:numId w:val="39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995AF1">
      <w:pPr>
        <w:widowControl/>
        <w:numPr>
          <w:ilvl w:val="0"/>
          <w:numId w:val="39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77777777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6.3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6.3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77777777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3EE6C138" w14:textId="77777777" w:rsidR="00995AF1" w:rsidRDefault="00995AF1" w:rsidP="00995AF1">
      <w:pPr>
        <w:pStyle w:val="Corpsdetexte"/>
        <w:rPr>
          <w:lang w:eastAsia="fr-FR"/>
        </w:rPr>
      </w:pPr>
      <w:r>
        <w:rPr>
          <w:lang w:eastAsia="fr-FR"/>
        </w:rPr>
        <w:t>La bonne exécution des prestations ci-après dépend essentiellement de la/des personne(s) physique(s) suivantes :</w:t>
      </w:r>
    </w:p>
    <w:p w14:paraId="358F5890" w14:textId="7C9BBDC0" w:rsidR="00995AF1" w:rsidRPr="00E90723" w:rsidRDefault="002E3D12" w:rsidP="00995AF1">
      <w:pPr>
        <w:pStyle w:val="CorpsListe"/>
        <w:rPr>
          <w:lang w:eastAsia="fr-FR"/>
        </w:rPr>
      </w:pPr>
      <w:r>
        <w:rPr>
          <w:lang w:eastAsia="fr-FR"/>
        </w:rPr>
        <w:t>****************</w:t>
      </w:r>
      <w:r w:rsidR="00995AF1">
        <w:rPr>
          <w:lang w:eastAsia="fr-FR"/>
        </w:rPr>
        <w:t xml:space="preserve"> (interlocuteur principal)</w:t>
      </w:r>
    </w:p>
    <w:p w14:paraId="57455045" w14:textId="77777777" w:rsidR="00995AF1" w:rsidRPr="00795CD8" w:rsidRDefault="00995AF1" w:rsidP="00995AF1">
      <w:pPr>
        <w:pStyle w:val="Titren1surlign"/>
      </w:pPr>
      <w:r w:rsidRPr="00795CD8">
        <w:lastRenderedPageBreak/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7777777" w:rsidR="00995AF1" w:rsidRPr="00795CD8" w:rsidRDefault="00995AF1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Rédaction des livrables</w:t>
      </w:r>
      <w:r w:rsidRPr="00795CD8">
        <w:rPr>
          <w:lang w:eastAsia="fr-FR"/>
        </w:rPr>
        <w:t>.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573184F4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Il n'est pas prévu de décomposition en tranches, l'opération de travaux n'est pas allotie.</w:t>
      </w:r>
    </w:p>
    <w:p w14:paraId="21C65A10" w14:textId="77777777" w:rsidR="00995AF1" w:rsidRPr="00E90723" w:rsidRDefault="00995AF1" w:rsidP="00995AF1">
      <w:pPr>
        <w:pStyle w:val="Corpsdetexte"/>
        <w:rPr>
          <w:lang w:eastAsia="fr-FR"/>
        </w:rPr>
      </w:pPr>
      <w:r w:rsidRPr="00E90723">
        <w:rPr>
          <w:lang w:eastAsia="fr-FR"/>
        </w:rPr>
        <w:t>Les travaux seront rémunérés par application d'un prix global forfaitaire égal à</w:t>
      </w:r>
      <w:r w:rsidRPr="00E90723">
        <w:rPr>
          <w:rFonts w:ascii="Calibri" w:hAnsi="Calibri" w:cs="Calibri"/>
          <w:lang w:eastAsia="fr-FR"/>
        </w:rPr>
        <w:t> </w:t>
      </w:r>
      <w:r w:rsidRPr="00E90723">
        <w:rPr>
          <w:lang w:eastAsia="fr-FR"/>
        </w:rPr>
        <w:t>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9756DF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853D49">
            <w:pPr>
              <w:keepNext/>
              <w:widowControl/>
              <w:numPr>
                <w:ilvl w:val="0"/>
                <w:numId w:val="40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9756DF">
        <w:trPr>
          <w:trHeight w:hRule="exact" w:val="62"/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9756DF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853D49">
            <w:pPr>
              <w:keepNext/>
              <w:widowControl/>
              <w:numPr>
                <w:ilvl w:val="0"/>
                <w:numId w:val="42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9756DF">
        <w:trPr>
          <w:trHeight w:hRule="exact" w:val="62"/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9756DF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853D49">
            <w:pPr>
              <w:keepNext/>
              <w:widowControl/>
              <w:numPr>
                <w:ilvl w:val="0"/>
                <w:numId w:val="2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9756DF">
        <w:trPr>
          <w:trHeight w:hRule="exact" w:val="62"/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9756DF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853D49">
            <w:pPr>
              <w:keepNext/>
              <w:widowControl/>
              <w:numPr>
                <w:ilvl w:val="0"/>
                <w:numId w:val="43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9756DF">
        <w:trPr>
          <w:trHeight w:hRule="exact" w:val="62"/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9756DF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853D49">
            <w:pPr>
              <w:widowControl/>
              <w:numPr>
                <w:ilvl w:val="0"/>
                <w:numId w:val="4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9756DF">
        <w:trPr>
          <w:trHeight w:hRule="exact" w:val="62"/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9756DF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21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9756DF">
        <w:trPr>
          <w:tblCellSpacing w:w="0" w:type="dxa"/>
        </w:trPr>
        <w:tc>
          <w:tcPr>
            <w:tcW w:w="855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995AF1">
      <w:pPr>
        <w:pStyle w:val="Corpsdetexte"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4335C58E" w14:textId="77777777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Chaque formulaire annexé constitue une demande d'acceptation du sous-traitant concerné et d'agrément des conditions de paiement du contrat de sous-traitance. La notification du marché est </w:t>
      </w:r>
      <w:r w:rsidRPr="00795CD8">
        <w:rPr>
          <w:lang w:eastAsia="fr-FR"/>
        </w:rPr>
        <w:lastRenderedPageBreak/>
        <w:t>réputée emporter acceptation du sous-traitant et agrément des conditions de paiement du contrat de sous-traitance.</w:t>
      </w:r>
    </w:p>
    <w:p w14:paraId="26C025A7" w14:textId="3FC5DF1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A446A">
        <w:rPr>
          <w:b/>
          <w:lang w:eastAsia="fr-FR"/>
        </w:rPr>
        <w:t>Prestataire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995AF1">
            <w:pPr>
              <w:keepNext/>
              <w:widowControl/>
              <w:numPr>
                <w:ilvl w:val="0"/>
                <w:numId w:val="45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995AF1">
            <w:pPr>
              <w:keepNext/>
              <w:widowControl/>
              <w:numPr>
                <w:ilvl w:val="0"/>
                <w:numId w:val="46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5232645D" w14:textId="77777777" w:rsidR="00995AF1" w:rsidRPr="00151A0B" w:rsidRDefault="00995AF1" w:rsidP="00995AF1">
      <w:pPr>
        <w:pStyle w:val="Corpsdetexte"/>
      </w:pPr>
      <w:r w:rsidRPr="00151A0B">
        <w:t>Le délai d'exécution part de la date de la notification du marché.</w:t>
      </w:r>
    </w:p>
    <w:p w14:paraId="72411920" w14:textId="77777777" w:rsidR="00995AF1" w:rsidRPr="00151A0B" w:rsidRDefault="00995AF1" w:rsidP="00995AF1">
      <w:pPr>
        <w:pStyle w:val="Corpsdetexte"/>
      </w:pPr>
      <w:r w:rsidRPr="00151A0B">
        <w:t>Le délai d'exécution de chaque partie technique, à l'exception de la première, part de la date précisée dans l'ordre de service de commencer l'exécution de celle-ci.</w:t>
      </w:r>
    </w:p>
    <w:p w14:paraId="466DDC8E" w14:textId="77777777" w:rsidR="00995AF1" w:rsidRDefault="00995AF1" w:rsidP="00995AF1">
      <w:pPr>
        <w:pStyle w:val="Corpsdetexte"/>
      </w:pPr>
      <w:r w:rsidRPr="00151A0B">
        <w:t>Les délais d'exécution des parties techniques sont fixés à</w:t>
      </w:r>
      <w:r w:rsidRPr="00151A0B">
        <w:rPr>
          <w:rFonts w:ascii="Calibri" w:hAnsi="Calibri" w:cs="Calibri"/>
        </w:rPr>
        <w:t> </w:t>
      </w:r>
      <w:r w:rsidRPr="00151A0B">
        <w:t>:</w:t>
      </w:r>
    </w:p>
    <w:tbl>
      <w:tblPr>
        <w:tblStyle w:val="Grilledutableau"/>
        <w:tblW w:w="9923" w:type="dxa"/>
        <w:tblInd w:w="-5" w:type="dxa"/>
        <w:tblLook w:val="04A0" w:firstRow="1" w:lastRow="0" w:firstColumn="1" w:lastColumn="0" w:noHBand="0" w:noVBand="1"/>
      </w:tblPr>
      <w:tblGrid>
        <w:gridCol w:w="4678"/>
        <w:gridCol w:w="1418"/>
        <w:gridCol w:w="3827"/>
      </w:tblGrid>
      <w:tr w:rsidR="00995AF1" w14:paraId="46CC93E4" w14:textId="77777777" w:rsidTr="00995AF1">
        <w:tc>
          <w:tcPr>
            <w:tcW w:w="4678" w:type="dxa"/>
            <w:shd w:val="clear" w:color="auto" w:fill="BFBFBF" w:themeFill="background1" w:themeFillShade="BF"/>
          </w:tcPr>
          <w:p w14:paraId="7FB31E35" w14:textId="77777777" w:rsidR="00995AF1" w:rsidRPr="00E43E39" w:rsidRDefault="00995AF1" w:rsidP="00995AF1">
            <w:pPr>
              <w:pStyle w:val="Tableaucentr"/>
              <w:rPr>
                <w:b/>
              </w:rPr>
            </w:pPr>
            <w:r w:rsidRPr="00E43E39">
              <w:rPr>
                <w:b/>
              </w:rPr>
              <w:t>Partie technique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159AC34E" w14:textId="77777777" w:rsidR="00995AF1" w:rsidRPr="00E43E39" w:rsidRDefault="00995AF1" w:rsidP="00995AF1">
            <w:pPr>
              <w:pStyle w:val="Tableaucentr"/>
              <w:rPr>
                <w:b/>
              </w:rPr>
            </w:pPr>
            <w:r w:rsidRPr="00E43E39">
              <w:rPr>
                <w:b/>
              </w:rPr>
              <w:t>Délai</w:t>
            </w:r>
            <w:r>
              <w:rPr>
                <w:b/>
              </w:rPr>
              <w:t xml:space="preserve"> en jours calendaires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6D43381D" w14:textId="77777777" w:rsidR="00995AF1" w:rsidRPr="00E43E39" w:rsidRDefault="00995AF1" w:rsidP="00995AF1">
            <w:pPr>
              <w:pStyle w:val="Tableaucentr"/>
              <w:rPr>
                <w:b/>
              </w:rPr>
            </w:pPr>
            <w:r>
              <w:rPr>
                <w:b/>
              </w:rPr>
              <w:t>Po</w:t>
            </w:r>
            <w:r w:rsidRPr="00AC5691">
              <w:rPr>
                <w:b/>
              </w:rPr>
              <w:t>int de départ du délai</w:t>
            </w:r>
          </w:p>
        </w:tc>
      </w:tr>
      <w:tr w:rsidR="00995AF1" w14:paraId="05615F58" w14:textId="77777777" w:rsidTr="00995AF1">
        <w:tc>
          <w:tcPr>
            <w:tcW w:w="4678" w:type="dxa"/>
          </w:tcPr>
          <w:p w14:paraId="31526646" w14:textId="59112213" w:rsidR="00995AF1" w:rsidRDefault="008701F7" w:rsidP="00995AF1">
            <w:pPr>
              <w:pStyle w:val="Tableaucentr"/>
              <w:numPr>
                <w:ilvl w:val="1"/>
                <w:numId w:val="43"/>
              </w:numPr>
              <w:ind w:left="605" w:hanging="284"/>
              <w:jc w:val="left"/>
            </w:pPr>
            <w:bookmarkStart w:id="14" w:name="_Toc192161933"/>
            <w:r>
              <w:t>Diagnostic et projet d’aménagement</w:t>
            </w:r>
            <w:bookmarkEnd w:id="14"/>
          </w:p>
        </w:tc>
        <w:tc>
          <w:tcPr>
            <w:tcW w:w="1418" w:type="dxa"/>
          </w:tcPr>
          <w:p w14:paraId="412A5A1B" w14:textId="2B2F7032" w:rsidR="00995AF1" w:rsidRDefault="00912738" w:rsidP="00995AF1">
            <w:pPr>
              <w:pStyle w:val="Tableaucentr"/>
            </w:pPr>
            <w:r>
              <w:t>45</w:t>
            </w:r>
          </w:p>
        </w:tc>
        <w:tc>
          <w:tcPr>
            <w:tcW w:w="3827" w:type="dxa"/>
          </w:tcPr>
          <w:p w14:paraId="10CF8D03" w14:textId="77777777" w:rsidR="00995AF1" w:rsidRDefault="00995AF1" w:rsidP="00995AF1">
            <w:pPr>
              <w:pStyle w:val="Tableaucentr"/>
              <w:jc w:val="left"/>
            </w:pPr>
            <w:r>
              <w:t>Réunion de lancement</w:t>
            </w:r>
          </w:p>
        </w:tc>
      </w:tr>
      <w:tr w:rsidR="00995AF1" w14:paraId="710424F8" w14:textId="77777777" w:rsidTr="00995AF1">
        <w:tc>
          <w:tcPr>
            <w:tcW w:w="4678" w:type="dxa"/>
          </w:tcPr>
          <w:p w14:paraId="03936FBD" w14:textId="7517CC4F" w:rsidR="00995AF1" w:rsidRDefault="008701F7" w:rsidP="00995AF1">
            <w:pPr>
              <w:pStyle w:val="Tableaucentr"/>
              <w:numPr>
                <w:ilvl w:val="1"/>
                <w:numId w:val="43"/>
              </w:numPr>
              <w:ind w:left="605" w:hanging="284"/>
              <w:jc w:val="left"/>
            </w:pPr>
            <w:bookmarkStart w:id="15" w:name="_Toc192161934"/>
            <w:r>
              <w:t xml:space="preserve">Assistance </w:t>
            </w:r>
            <w:r w:rsidR="0041682F">
              <w:t>aux</w:t>
            </w:r>
            <w:r>
              <w:t xml:space="preserve"> consultation</w:t>
            </w:r>
            <w:r w:rsidR="0041682F">
              <w:t>s</w:t>
            </w:r>
            <w:r>
              <w:t xml:space="preserve"> d</w:t>
            </w:r>
            <w:r w:rsidR="0041682F">
              <w:t>’</w:t>
            </w:r>
            <w:r>
              <w:t>entreprises</w:t>
            </w:r>
            <w:bookmarkEnd w:id="15"/>
          </w:p>
        </w:tc>
        <w:tc>
          <w:tcPr>
            <w:tcW w:w="1418" w:type="dxa"/>
          </w:tcPr>
          <w:p w14:paraId="4A32650D" w14:textId="33342522" w:rsidR="00995AF1" w:rsidRDefault="00912738" w:rsidP="00995AF1">
            <w:pPr>
              <w:pStyle w:val="Tableaucentr"/>
            </w:pPr>
            <w:r>
              <w:t>S.O.</w:t>
            </w:r>
          </w:p>
        </w:tc>
        <w:tc>
          <w:tcPr>
            <w:tcW w:w="3827" w:type="dxa"/>
          </w:tcPr>
          <w:p w14:paraId="0A5B70D4" w14:textId="333BA7AB" w:rsidR="00995AF1" w:rsidRDefault="00912738" w:rsidP="00995AF1">
            <w:pPr>
              <w:pStyle w:val="Tableaucentr"/>
              <w:jc w:val="left"/>
            </w:pPr>
            <w:r>
              <w:t>S.O.</w:t>
            </w:r>
          </w:p>
        </w:tc>
      </w:tr>
      <w:tr w:rsidR="00995AF1" w14:paraId="6682EF1C" w14:textId="77777777" w:rsidTr="00995AF1">
        <w:tc>
          <w:tcPr>
            <w:tcW w:w="4678" w:type="dxa"/>
          </w:tcPr>
          <w:p w14:paraId="470B2186" w14:textId="67842221" w:rsidR="00995AF1" w:rsidRDefault="008701F7" w:rsidP="00995AF1">
            <w:pPr>
              <w:pStyle w:val="Tableaucentr"/>
              <w:numPr>
                <w:ilvl w:val="1"/>
                <w:numId w:val="43"/>
              </w:numPr>
              <w:ind w:left="605" w:hanging="284"/>
              <w:jc w:val="left"/>
            </w:pPr>
            <w:bookmarkStart w:id="16" w:name="_Toc192161935"/>
            <w:r>
              <w:t>Suivi d’exécution</w:t>
            </w:r>
            <w:bookmarkEnd w:id="16"/>
          </w:p>
        </w:tc>
        <w:tc>
          <w:tcPr>
            <w:tcW w:w="1418" w:type="dxa"/>
          </w:tcPr>
          <w:p w14:paraId="1111ED05" w14:textId="1FEDCA7D" w:rsidR="00995AF1" w:rsidRDefault="00912738" w:rsidP="00995AF1">
            <w:pPr>
              <w:pStyle w:val="Tableaucentr"/>
            </w:pPr>
            <w:r>
              <w:t>S.O.</w:t>
            </w:r>
          </w:p>
        </w:tc>
        <w:tc>
          <w:tcPr>
            <w:tcW w:w="3827" w:type="dxa"/>
          </w:tcPr>
          <w:p w14:paraId="77BE9C66" w14:textId="44B1E602" w:rsidR="00995AF1" w:rsidRDefault="00912738" w:rsidP="00995AF1">
            <w:pPr>
              <w:pStyle w:val="Tableaucentr"/>
              <w:jc w:val="left"/>
            </w:pPr>
            <w:r>
              <w:t>S.O.</w:t>
            </w:r>
          </w:p>
        </w:tc>
      </w:tr>
    </w:tbl>
    <w:p w14:paraId="3B73C405" w14:textId="77777777" w:rsidR="00995AF1" w:rsidRPr="00795CD8" w:rsidRDefault="00995AF1" w:rsidP="00995AF1">
      <w:pPr>
        <w:pStyle w:val="Titren1surlign"/>
      </w:pPr>
      <w:r w:rsidRPr="00795CD8">
        <w:lastRenderedPageBreak/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680157E6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0A446A">
        <w:rPr>
          <w:b/>
          <w:lang w:eastAsia="fr-FR"/>
        </w:rPr>
        <w:t>Prestataire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p w14:paraId="424B203F" w14:textId="77777777" w:rsidR="00781376" w:rsidRPr="00795CD8" w:rsidRDefault="00781376" w:rsidP="00781376">
      <w:pPr>
        <w:pStyle w:val="Corpsdetexte"/>
        <w:rPr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F8303B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F8303B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F8303B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F8303B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77DAE6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0A446A">
        <w:rPr>
          <w:b/>
          <w:lang w:eastAsia="fr-FR"/>
        </w:rPr>
        <w:t>Prestataire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2D02EEED" w14:textId="77777777" w:rsidR="00995AF1" w:rsidRPr="00795CD8" w:rsidRDefault="00995AF1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995AF1" w:rsidRPr="00795CD8" w14:paraId="3BC7700C" w14:textId="77777777" w:rsidTr="00995AF1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494CE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995AF1" w:rsidRPr="00795CD8" w14:paraId="381619F9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D223E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BF9D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0358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6E22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1FAB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90D5EAD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F32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22F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38E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579B4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222BAF" w14:textId="77777777" w:rsidTr="00995AF1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0F5C8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995AF1" w:rsidRPr="00795CD8" w14:paraId="7985B1F6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F2C7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1DE05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D7F15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5DFD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3E26A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02512F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954C2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BC5A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E33F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FAC32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1DEF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7A270" w14:textId="77777777" w:rsidTr="00995AF1">
        <w:trPr>
          <w:trHeight w:val="6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19091B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D6E4E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BD615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F0241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932D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02F7436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995AF1" w:rsidRPr="00795CD8" w14:paraId="753E1401" w14:textId="77777777" w:rsidTr="00995AF1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8A07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V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isas</w:t>
            </w:r>
          </w:p>
        </w:tc>
      </w:tr>
      <w:tr w:rsidR="00995AF1" w:rsidRPr="00795CD8" w14:paraId="4942614B" w14:textId="77777777" w:rsidTr="00995AF1"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925B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ED5E8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333F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C0DFA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4F4363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67423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163E4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04AAB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BA912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03D15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25C02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EDCF17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D273C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54B493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4481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3624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Avis de l'autorité chargée du contrôle budgétaire régional</w:t>
            </w:r>
          </w:p>
          <w:p w14:paraId="5F23CF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CD92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Avis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1881F7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CF945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1DFA1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B3116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52DBD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36CAE3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20840B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C059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23BBD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8D23D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496D3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29B59D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995AF1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1F9A57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F2138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870F0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BF3A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33FE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B31D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D7D0417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012BF73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995AF1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995AF1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995AF1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6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N°___ A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5A367C" w:rsidRDefault="00995AF1" w:rsidP="005A367C">
      <w:pPr>
        <w:pStyle w:val="Titren4"/>
        <w:rPr>
          <w:rStyle w:val="Titren1Car"/>
          <w:b/>
          <w:smallCaps w:val="0"/>
          <w:sz w:val="20"/>
          <w:szCs w:val="22"/>
          <w:shd w:val="clear" w:color="auto" w:fill="auto"/>
        </w:rPr>
      </w:pPr>
      <w:r w:rsidRPr="005A367C">
        <w:rPr>
          <w:rStyle w:val="Titren1Car"/>
          <w:b/>
          <w:smallCaps w:val="0"/>
          <w:sz w:val="20"/>
          <w:szCs w:val="22"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995AF1">
        <w:trPr>
          <w:tblHeader/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995AF1">
        <w:trPr>
          <w:tblHeader/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ACED78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6F7F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70AC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A9E97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1255F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1CB0F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29E3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A4894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D7349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E70C1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CC8B5A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ED06C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229F5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B1EF4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2BABC82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FE602CF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3061BF8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0FC740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FC2B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150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A40A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CD9888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94A45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164EF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842825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8F17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893A3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18C71C9" w14:textId="77777777" w:rsidR="00995AF1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3F5D8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A6E6F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C04D6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1661B8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53A928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31373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381E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21DC194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EC253F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55D5E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AF65D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876B3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CDEF2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20B4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B3CAA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71EFA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0315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D43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BD197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289F0D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0E8FC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51CAB1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DD7B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E2985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DFB6F5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94EE90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5D88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E5AB7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8FC293A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03F3F6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F1318F" w:rsidRDefault="00995AF1" w:rsidP="005A367C">
      <w:pPr>
        <w:pStyle w:val="Titren4"/>
        <w:pageBreakBefore/>
      </w:pPr>
      <w:r w:rsidRPr="00380C47">
        <w:rPr>
          <w:rStyle w:val="Titren1Car"/>
          <w:b/>
          <w:smallCaps w:val="0"/>
          <w:sz w:val="20"/>
          <w:szCs w:val="22"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995AF1">
        <w:trPr>
          <w:tblHeader/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D3119A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82AE36C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4F9E775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A809C4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7431979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615ED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917569F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02"/>
        <w:gridCol w:w="2121"/>
        <w:gridCol w:w="1800"/>
        <w:gridCol w:w="2427"/>
      </w:tblGrid>
      <w:tr w:rsidR="00995AF1" w:rsidRPr="00795CD8" w14:paraId="21FEA658" w14:textId="77777777" w:rsidTr="00995AF1">
        <w:trPr>
          <w:tblCellSpacing w:w="0" w:type="dxa"/>
          <w:jc w:val="center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995AF1">
        <w:trPr>
          <w:tblCellSpacing w:w="0" w:type="dxa"/>
          <w:jc w:val="center"/>
        </w:trPr>
        <w:tc>
          <w:tcPr>
            <w:tcW w:w="28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4049C6D9" w14:textId="77777777" w:rsidTr="00995AF1">
        <w:trPr>
          <w:tblHeader/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lastRenderedPageBreak/>
              <w:t>Autres cotraitant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6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5843" w14:textId="77777777" w:rsidR="00AC6AEB" w:rsidRDefault="00AC6AE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97EC" w14:textId="77777777" w:rsidR="00AC6AEB" w:rsidRDefault="00AC6AE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5C6C5E11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AC6AEB" w:rsidRPr="003819F9">
            <w:t>Mission</w:t>
          </w:r>
          <w:r w:rsidR="00AC6AEB">
            <w:t xml:space="preserve"> </w:t>
          </w:r>
          <w:r w:rsidR="00AC6AEB" w:rsidRPr="00E10B87">
            <w:t>d’assistance à maîtrise d’ouvrage mobilier</w:t>
          </w:r>
          <w:r>
            <w:fldChar w:fldCharType="end"/>
          </w:r>
        </w:p>
        <w:p w14:paraId="731E82FD" w14:textId="383D25F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E10B87" w:rsidRPr="00E10B87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413D630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E10B87" w:rsidRPr="00E10B87">
            <w:t>Réaménagement de la bibliothèque universitaire Belle-</w:t>
          </w:r>
          <w:r w:rsidR="00E10B87">
            <w:t>Beille</w:t>
          </w:r>
          <w:r>
            <w:fldChar w:fldCharType="end"/>
          </w:r>
        </w:p>
        <w:p w14:paraId="711ACB36" w14:textId="49974251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E10B87" w:rsidRPr="00E10B87">
            <w:rPr>
              <w:rFonts w:ascii="Marianne" w:hAnsi="Marianne"/>
              <w:szCs w:val="16"/>
            </w:rPr>
            <w:t>Université d’Angers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EE4F" w14:textId="77777777" w:rsidR="00AC6AEB" w:rsidRDefault="00AC6AE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48050" w14:textId="77777777" w:rsidR="00AC6AEB" w:rsidRDefault="00AC6AE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82F9F"/>
    <w:multiLevelType w:val="multilevel"/>
    <w:tmpl w:val="91FE478A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2" w15:restartNumberingAfterBreak="0">
    <w:nsid w:val="083B5D1A"/>
    <w:multiLevelType w:val="multilevel"/>
    <w:tmpl w:val="9FE46206"/>
    <w:lvl w:ilvl="0">
      <w:start w:val="1"/>
      <w:numFmt w:val="decimal"/>
      <w:suff w:val="space"/>
      <w:lvlText w:val="Article %1."/>
      <w:lvlJc w:val="left"/>
      <w:pPr>
        <w:ind w:left="1192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3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FC5E01"/>
    <w:multiLevelType w:val="multilevel"/>
    <w:tmpl w:val="F0523AEA"/>
    <w:numStyleLink w:val="Liste-a-puces"/>
  </w:abstractNum>
  <w:abstractNum w:abstractNumId="5" w15:restartNumberingAfterBreak="0">
    <w:nsid w:val="18053BFB"/>
    <w:multiLevelType w:val="multilevel"/>
    <w:tmpl w:val="91FE478A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6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7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50354D"/>
    <w:multiLevelType w:val="hybridMultilevel"/>
    <w:tmpl w:val="EE548CCE"/>
    <w:lvl w:ilvl="0" w:tplc="210C2524">
      <w:start w:val="1"/>
      <w:numFmt w:val="upperLetter"/>
      <w:lvlText w:val="%1 -"/>
      <w:lvlJc w:val="left"/>
      <w:pPr>
        <w:ind w:left="213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="Arial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12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9CC2F66"/>
    <w:multiLevelType w:val="multilevel"/>
    <w:tmpl w:val="1FE4D2B4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6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A01EB0"/>
    <w:multiLevelType w:val="hybridMultilevel"/>
    <w:tmpl w:val="0B1EBE30"/>
    <w:lvl w:ilvl="0" w:tplc="C4BA9C6A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20" w15:restartNumberingAfterBreak="0">
    <w:nsid w:val="348C0A1E"/>
    <w:multiLevelType w:val="multilevel"/>
    <w:tmpl w:val="69F0B196"/>
    <w:numStyleLink w:val="Liste-titres-contrat"/>
  </w:abstractNum>
  <w:abstractNum w:abstractNumId="21" w15:restartNumberingAfterBreak="0">
    <w:nsid w:val="363E15AD"/>
    <w:multiLevelType w:val="hybridMultilevel"/>
    <w:tmpl w:val="6BB8F5F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93E2F"/>
    <w:multiLevelType w:val="hybridMultilevel"/>
    <w:tmpl w:val="9572C450"/>
    <w:lvl w:ilvl="0" w:tplc="F2A8D142">
      <w:start w:val="1"/>
      <w:numFmt w:val="bullet"/>
      <w:lvlText w:val=""/>
      <w:lvlJc w:val="left"/>
      <w:pPr>
        <w:ind w:left="16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24" w15:restartNumberingAfterBreak="0">
    <w:nsid w:val="3F073A38"/>
    <w:multiLevelType w:val="multilevel"/>
    <w:tmpl w:val="32E4AD88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5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26" w15:restartNumberingAfterBreak="0">
    <w:nsid w:val="40E844E7"/>
    <w:multiLevelType w:val="multilevel"/>
    <w:tmpl w:val="ABE85EE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7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F10734"/>
    <w:multiLevelType w:val="hybridMultilevel"/>
    <w:tmpl w:val="23F0F2BC"/>
    <w:lvl w:ilvl="0" w:tplc="040C0015">
      <w:start w:val="1"/>
      <w:numFmt w:val="upperLetter"/>
      <w:lvlText w:val="%1."/>
      <w:lvlJc w:val="left"/>
      <w:pPr>
        <w:ind w:left="1041" w:hanging="360"/>
      </w:pPr>
    </w:lvl>
    <w:lvl w:ilvl="1" w:tplc="040C0019" w:tentative="1">
      <w:start w:val="1"/>
      <w:numFmt w:val="lowerLetter"/>
      <w:lvlText w:val="%2."/>
      <w:lvlJc w:val="left"/>
      <w:pPr>
        <w:ind w:left="1761" w:hanging="360"/>
      </w:pPr>
    </w:lvl>
    <w:lvl w:ilvl="2" w:tplc="040C001B" w:tentative="1">
      <w:start w:val="1"/>
      <w:numFmt w:val="lowerRoman"/>
      <w:lvlText w:val="%3."/>
      <w:lvlJc w:val="right"/>
      <w:pPr>
        <w:ind w:left="2481" w:hanging="180"/>
      </w:pPr>
    </w:lvl>
    <w:lvl w:ilvl="3" w:tplc="040C000F" w:tentative="1">
      <w:start w:val="1"/>
      <w:numFmt w:val="decimal"/>
      <w:lvlText w:val="%4."/>
      <w:lvlJc w:val="left"/>
      <w:pPr>
        <w:ind w:left="3201" w:hanging="360"/>
      </w:pPr>
    </w:lvl>
    <w:lvl w:ilvl="4" w:tplc="040C0019" w:tentative="1">
      <w:start w:val="1"/>
      <w:numFmt w:val="lowerLetter"/>
      <w:lvlText w:val="%5."/>
      <w:lvlJc w:val="left"/>
      <w:pPr>
        <w:ind w:left="3921" w:hanging="360"/>
      </w:pPr>
    </w:lvl>
    <w:lvl w:ilvl="5" w:tplc="040C001B" w:tentative="1">
      <w:start w:val="1"/>
      <w:numFmt w:val="lowerRoman"/>
      <w:lvlText w:val="%6."/>
      <w:lvlJc w:val="right"/>
      <w:pPr>
        <w:ind w:left="4641" w:hanging="180"/>
      </w:pPr>
    </w:lvl>
    <w:lvl w:ilvl="6" w:tplc="040C000F" w:tentative="1">
      <w:start w:val="1"/>
      <w:numFmt w:val="decimal"/>
      <w:lvlText w:val="%7."/>
      <w:lvlJc w:val="left"/>
      <w:pPr>
        <w:ind w:left="5361" w:hanging="360"/>
      </w:pPr>
    </w:lvl>
    <w:lvl w:ilvl="7" w:tplc="040C0019" w:tentative="1">
      <w:start w:val="1"/>
      <w:numFmt w:val="lowerLetter"/>
      <w:lvlText w:val="%8."/>
      <w:lvlJc w:val="left"/>
      <w:pPr>
        <w:ind w:left="6081" w:hanging="360"/>
      </w:pPr>
    </w:lvl>
    <w:lvl w:ilvl="8" w:tplc="040C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29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30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34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37" w15:restartNumberingAfterBreak="0">
    <w:nsid w:val="59014986"/>
    <w:multiLevelType w:val="hybridMultilevel"/>
    <w:tmpl w:val="C1A0C3D8"/>
    <w:lvl w:ilvl="0" w:tplc="31120194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9A5AF3"/>
    <w:multiLevelType w:val="multilevel"/>
    <w:tmpl w:val="F126F860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39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41" w15:restartNumberingAfterBreak="0">
    <w:nsid w:val="659B3ABD"/>
    <w:multiLevelType w:val="multilevel"/>
    <w:tmpl w:val="C1267C2E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42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43" w15:restartNumberingAfterBreak="0">
    <w:nsid w:val="696B7ECC"/>
    <w:multiLevelType w:val="multilevel"/>
    <w:tmpl w:val="8924A214"/>
    <w:lvl w:ilvl="0">
      <w:start w:val="1"/>
      <w:numFmt w:val="bullet"/>
      <w:lvlText w:val=""/>
      <w:lvlJc w:val="left"/>
      <w:pPr>
        <w:ind w:left="1192" w:hanging="57"/>
      </w:pPr>
      <w:rPr>
        <w:rFonts w:ascii="Symbol" w:hAnsi="Symbol" w:hint="default"/>
        <w:b/>
        <w:i w:val="0"/>
        <w:caps w:val="0"/>
        <w:sz w:val="28"/>
      </w:rPr>
    </w:lvl>
    <w:lvl w:ilvl="1">
      <w:start w:val="1"/>
      <w:numFmt w:val="bullet"/>
      <w:lvlText w:val=""/>
      <w:lvlJc w:val="left"/>
      <w:pPr>
        <w:ind w:left="414" w:hanging="57"/>
      </w:pPr>
      <w:rPr>
        <w:rFonts w:ascii="Symbol" w:hAnsi="Symbol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44" w15:restartNumberingAfterBreak="0">
    <w:nsid w:val="6B491537"/>
    <w:multiLevelType w:val="multilevel"/>
    <w:tmpl w:val="9FE46206"/>
    <w:lvl w:ilvl="0">
      <w:start w:val="1"/>
      <w:numFmt w:val="decimal"/>
      <w:suff w:val="space"/>
      <w:lvlText w:val="Article %1."/>
      <w:lvlJc w:val="left"/>
      <w:pPr>
        <w:ind w:left="1192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45" w15:restartNumberingAfterBreak="0">
    <w:nsid w:val="6E8827E1"/>
    <w:multiLevelType w:val="hybridMultilevel"/>
    <w:tmpl w:val="59441F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74A817D7"/>
    <w:multiLevelType w:val="multilevel"/>
    <w:tmpl w:val="86001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5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5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7C91203C"/>
    <w:multiLevelType w:val="multilevel"/>
    <w:tmpl w:val="A51A5E22"/>
    <w:numStyleLink w:val="Liste-a-cocher"/>
  </w:abstractNum>
  <w:abstractNum w:abstractNumId="5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F5E0EC1"/>
    <w:multiLevelType w:val="hybridMultilevel"/>
    <w:tmpl w:val="6FCE8D8E"/>
    <w:lvl w:ilvl="0" w:tplc="040C0001">
      <w:start w:val="1"/>
      <w:numFmt w:val="bullet"/>
      <w:pStyle w:val="Titre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34"/>
  </w:num>
  <w:num w:numId="3">
    <w:abstractNumId w:val="33"/>
  </w:num>
  <w:num w:numId="4">
    <w:abstractNumId w:val="12"/>
  </w:num>
  <w:num w:numId="5">
    <w:abstractNumId w:val="0"/>
  </w:num>
  <w:num w:numId="6">
    <w:abstractNumId w:val="10"/>
  </w:num>
  <w:num w:numId="7">
    <w:abstractNumId w:val="52"/>
  </w:num>
  <w:num w:numId="8">
    <w:abstractNumId w:val="18"/>
  </w:num>
  <w:num w:numId="9">
    <w:abstractNumId w:val="50"/>
  </w:num>
  <w:num w:numId="10">
    <w:abstractNumId w:val="20"/>
  </w:num>
  <w:num w:numId="11">
    <w:abstractNumId w:val="45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1"/>
  </w:num>
  <w:num w:numId="16">
    <w:abstractNumId w:val="2"/>
  </w:num>
  <w:num w:numId="17">
    <w:abstractNumId w:val="43"/>
  </w:num>
  <w:num w:numId="18">
    <w:abstractNumId w:val="44"/>
  </w:num>
  <w:num w:numId="19">
    <w:abstractNumId w:val="22"/>
  </w:num>
  <w:num w:numId="20">
    <w:abstractNumId w:val="4"/>
  </w:num>
  <w:num w:numId="21">
    <w:abstractNumId w:val="40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7"/>
  </w:num>
  <w:num w:numId="25">
    <w:abstractNumId w:val="53"/>
  </w:num>
  <w:num w:numId="26">
    <w:abstractNumId w:val="6"/>
  </w:num>
  <w:num w:numId="27">
    <w:abstractNumId w:val="5"/>
  </w:num>
  <w:num w:numId="28">
    <w:abstractNumId w:val="1"/>
  </w:num>
  <w:num w:numId="29">
    <w:abstractNumId w:val="23"/>
  </w:num>
  <w:num w:numId="30">
    <w:abstractNumId w:val="32"/>
  </w:num>
  <w:num w:numId="31">
    <w:abstractNumId w:val="35"/>
  </w:num>
  <w:num w:numId="32">
    <w:abstractNumId w:val="9"/>
  </w:num>
  <w:num w:numId="33">
    <w:abstractNumId w:val="41"/>
  </w:num>
  <w:num w:numId="34">
    <w:abstractNumId w:val="13"/>
  </w:num>
  <w:num w:numId="35">
    <w:abstractNumId w:val="26"/>
  </w:num>
  <w:num w:numId="36">
    <w:abstractNumId w:val="38"/>
  </w:num>
  <w:num w:numId="37">
    <w:abstractNumId w:val="17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39"/>
  </w:num>
  <w:num w:numId="41">
    <w:abstractNumId w:val="30"/>
  </w:num>
  <w:num w:numId="42">
    <w:abstractNumId w:val="30"/>
    <w:lvlOverride w:ilvl="0">
      <w:startOverride w:val="1"/>
    </w:lvlOverride>
  </w:num>
  <w:num w:numId="43">
    <w:abstractNumId w:val="48"/>
  </w:num>
  <w:num w:numId="44">
    <w:abstractNumId w:val="16"/>
  </w:num>
  <w:num w:numId="45">
    <w:abstractNumId w:val="27"/>
  </w:num>
  <w:num w:numId="46">
    <w:abstractNumId w:val="3"/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  <w:num w:numId="49">
    <w:abstractNumId w:val="47"/>
  </w:num>
  <w:num w:numId="50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A2F"/>
    <w:rsid w:val="000E3B29"/>
    <w:rsid w:val="000E6784"/>
    <w:rsid w:val="000F1CB9"/>
    <w:rsid w:val="001029E1"/>
    <w:rsid w:val="0010679B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8E4"/>
    <w:rsid w:val="0019411F"/>
    <w:rsid w:val="001957A1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0694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1682F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53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1733E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01F7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7DFC"/>
    <w:rsid w:val="008F7F41"/>
    <w:rsid w:val="00903508"/>
    <w:rsid w:val="009104DC"/>
    <w:rsid w:val="00912149"/>
    <w:rsid w:val="00912738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153"/>
    <w:rsid w:val="00A42D91"/>
    <w:rsid w:val="00A47318"/>
    <w:rsid w:val="00A62713"/>
    <w:rsid w:val="00A62894"/>
    <w:rsid w:val="00A656B3"/>
    <w:rsid w:val="00A66ACE"/>
    <w:rsid w:val="00A7190B"/>
    <w:rsid w:val="00A73D6A"/>
    <w:rsid w:val="00A810EB"/>
    <w:rsid w:val="00A84CCB"/>
    <w:rsid w:val="00A91788"/>
    <w:rsid w:val="00AA4FEE"/>
    <w:rsid w:val="00AB566A"/>
    <w:rsid w:val="00AB7CC5"/>
    <w:rsid w:val="00AC5A03"/>
    <w:rsid w:val="00AC6AE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46E9F"/>
    <w:rsid w:val="00B55B58"/>
    <w:rsid w:val="00B627D4"/>
    <w:rsid w:val="00B73832"/>
    <w:rsid w:val="00B7478A"/>
    <w:rsid w:val="00B835C5"/>
    <w:rsid w:val="00B84D99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0B87"/>
    <w:rsid w:val="00E249DF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E5763"/>
    <w:rsid w:val="00EF5CF0"/>
    <w:rsid w:val="00F043B7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95AF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1"/>
      </w:numPr>
      <w:shd w:val="clear" w:color="auto" w:fill="auto"/>
      <w:ind w:left="57" w:hanging="57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23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23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23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23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26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4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</TotalTime>
  <Pages>23</Pages>
  <Words>2898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cp:lastModifiedBy>L-Hullier Sebastien</cp:lastModifiedBy>
  <cp:revision>4</cp:revision>
  <cp:lastPrinted>2024-06-03T13:20:00Z</cp:lastPrinted>
  <dcterms:created xsi:type="dcterms:W3CDTF">2025-03-06T20:40:00Z</dcterms:created>
  <dcterms:modified xsi:type="dcterms:W3CDTF">2025-03-06T22:27:00Z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