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72" w:type="dxa"/>
        <w:tblLayout w:type="fixed"/>
        <w:tblCellMar>
          <w:left w:w="70" w:type="dxa"/>
          <w:right w:w="70" w:type="dxa"/>
        </w:tblCellMar>
        <w:tblLook w:val="0000" w:firstRow="0" w:lastRow="0" w:firstColumn="0" w:lastColumn="0" w:noHBand="0" w:noVBand="0"/>
      </w:tblPr>
      <w:tblGrid>
        <w:gridCol w:w="2836"/>
        <w:gridCol w:w="6520"/>
      </w:tblGrid>
      <w:tr w:rsidR="00104BC6" w:rsidRPr="00C04352" w14:paraId="06159EF5" w14:textId="77777777">
        <w:tc>
          <w:tcPr>
            <w:tcW w:w="2836" w:type="dxa"/>
            <w:vAlign w:val="center"/>
          </w:tcPr>
          <w:bookmarkStart w:id="0" w:name="_MON_1242738809"/>
          <w:bookmarkStart w:id="1" w:name="_MON_1242742414"/>
          <w:bookmarkStart w:id="2" w:name="OLE_LINK1"/>
          <w:bookmarkEnd w:id="0"/>
          <w:bookmarkEnd w:id="1"/>
          <w:bookmarkStart w:id="3" w:name="_MON_1240839649"/>
          <w:bookmarkEnd w:id="3"/>
          <w:p w14:paraId="55FD02A4" w14:textId="77777777" w:rsidR="00104BC6" w:rsidRPr="00C04352" w:rsidRDefault="00A84074" w:rsidP="00C7108B">
            <w:pPr>
              <w:jc w:val="center"/>
              <w:rPr>
                <w:sz w:val="32"/>
              </w:rPr>
            </w:pPr>
            <w:r w:rsidRPr="00C04352">
              <w:object w:dxaOrig="1726" w:dyaOrig="1742" w14:anchorId="04CFC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87pt" o:ole="">
                  <v:imagedata r:id="rId8" o:title=""/>
                </v:shape>
                <o:OLEObject Type="Embed" ProgID="Word.Picture.8" ShapeID="_x0000_i1025" DrawAspect="Content" ObjectID="_1801054535" r:id="rId9"/>
              </w:object>
            </w:r>
          </w:p>
        </w:tc>
        <w:tc>
          <w:tcPr>
            <w:tcW w:w="6520" w:type="dxa"/>
          </w:tcPr>
          <w:p w14:paraId="665B3700" w14:textId="77777777" w:rsidR="00104BC6" w:rsidRPr="00C04352" w:rsidRDefault="00104BC6" w:rsidP="00C7108B">
            <w:pPr>
              <w:jc w:val="center"/>
              <w:rPr>
                <w:b/>
                <w:sz w:val="16"/>
                <w:szCs w:val="16"/>
              </w:rPr>
            </w:pPr>
          </w:p>
          <w:p w14:paraId="5459EAA4" w14:textId="77777777" w:rsidR="00104BC6" w:rsidRPr="00C04352" w:rsidRDefault="004B2D2F" w:rsidP="00C7108B">
            <w:pPr>
              <w:jc w:val="center"/>
              <w:rPr>
                <w:sz w:val="36"/>
              </w:rPr>
            </w:pPr>
            <w:r w:rsidRPr="00C04352">
              <w:rPr>
                <w:sz w:val="36"/>
              </w:rPr>
              <w:t xml:space="preserve">DIRECTION </w:t>
            </w:r>
            <w:r w:rsidR="00104BC6" w:rsidRPr="00C04352">
              <w:rPr>
                <w:sz w:val="36"/>
              </w:rPr>
              <w:t>DE L</w:t>
            </w:r>
            <w:r w:rsidR="0074397B" w:rsidRPr="00C04352">
              <w:rPr>
                <w:sz w:val="36"/>
              </w:rPr>
              <w:t>’</w:t>
            </w:r>
            <w:r w:rsidR="00104BC6" w:rsidRPr="00C04352">
              <w:rPr>
                <w:sz w:val="36"/>
              </w:rPr>
              <w:t>ARCHITECTURE,</w:t>
            </w:r>
          </w:p>
          <w:p w14:paraId="188B8825" w14:textId="77777777" w:rsidR="00104BC6" w:rsidRPr="00C04352" w:rsidRDefault="004B2D2F" w:rsidP="00C7108B">
            <w:pPr>
              <w:jc w:val="center"/>
              <w:rPr>
                <w:b/>
              </w:rPr>
            </w:pPr>
            <w:r w:rsidRPr="00C04352">
              <w:rPr>
                <w:sz w:val="36"/>
              </w:rPr>
              <w:t xml:space="preserve">DU PATRIMOINE </w:t>
            </w:r>
            <w:r w:rsidR="00104BC6" w:rsidRPr="00C04352">
              <w:rPr>
                <w:sz w:val="36"/>
              </w:rPr>
              <w:t>ET DES JARDINS</w:t>
            </w:r>
          </w:p>
          <w:p w14:paraId="3BF2C2DE" w14:textId="77777777" w:rsidR="00104BC6" w:rsidRPr="00C04352" w:rsidRDefault="00104BC6" w:rsidP="00C7108B">
            <w:pPr>
              <w:rPr>
                <w:b/>
                <w:sz w:val="32"/>
              </w:rPr>
            </w:pPr>
          </w:p>
          <w:p w14:paraId="6B2A86CD" w14:textId="77777777" w:rsidR="00104BC6" w:rsidRPr="00C04352" w:rsidRDefault="00EC76C9" w:rsidP="00C7108B">
            <w:pPr>
              <w:jc w:val="center"/>
            </w:pPr>
            <w:r w:rsidRPr="00C04352">
              <w:t>15</w:t>
            </w:r>
            <w:r w:rsidR="00104BC6" w:rsidRPr="00C04352">
              <w:t xml:space="preserve">, RUE DE VAUGIRARD </w:t>
            </w:r>
            <w:r w:rsidR="00AF29EF" w:rsidRPr="00C04352">
              <w:t>– 75006</w:t>
            </w:r>
            <w:r w:rsidR="00104BC6" w:rsidRPr="00C04352">
              <w:t xml:space="preserve"> PARIS </w:t>
            </w:r>
          </w:p>
          <w:p w14:paraId="5982639A" w14:textId="77777777" w:rsidR="00104BC6" w:rsidRPr="00C04352" w:rsidRDefault="00104BC6" w:rsidP="00C7108B">
            <w:pPr>
              <w:rPr>
                <w:sz w:val="16"/>
              </w:rPr>
            </w:pPr>
          </w:p>
          <w:p w14:paraId="7A33F1F8" w14:textId="77777777" w:rsidR="00104BC6" w:rsidRDefault="00104BC6" w:rsidP="00443712">
            <w:pPr>
              <w:ind w:left="72"/>
              <w:jc w:val="center"/>
              <w:rPr>
                <w:rStyle w:val="Lienhypertexte"/>
                <w:sz w:val="18"/>
              </w:rPr>
            </w:pPr>
            <w:r w:rsidRPr="00C04352">
              <w:rPr>
                <w:sz w:val="18"/>
              </w:rPr>
              <w:t>T</w:t>
            </w:r>
            <w:r w:rsidR="00C12477" w:rsidRPr="00C04352">
              <w:rPr>
                <w:sz w:val="18"/>
              </w:rPr>
              <w:t>É</w:t>
            </w:r>
            <w:r w:rsidRPr="00C04352">
              <w:rPr>
                <w:sz w:val="18"/>
              </w:rPr>
              <w:t>L</w:t>
            </w:r>
            <w:r w:rsidR="00C12477" w:rsidRPr="00C04352">
              <w:rPr>
                <w:sz w:val="18"/>
              </w:rPr>
              <w:t>É</w:t>
            </w:r>
            <w:r w:rsidRPr="00C04352">
              <w:rPr>
                <w:sz w:val="18"/>
              </w:rPr>
              <w:t>PHONE</w:t>
            </w:r>
            <w:r w:rsidR="00443712" w:rsidRPr="00C04352">
              <w:rPr>
                <w:sz w:val="18"/>
              </w:rPr>
              <w:t> :</w:t>
            </w:r>
            <w:r w:rsidRPr="00C04352">
              <w:rPr>
                <w:sz w:val="18"/>
              </w:rPr>
              <w:t xml:space="preserve"> 01 42 34 22 10                            </w:t>
            </w:r>
            <w:hyperlink r:id="rId10" w:history="1">
              <w:r w:rsidR="00443712" w:rsidRPr="00C04352">
                <w:rPr>
                  <w:rStyle w:val="Lienhypertexte"/>
                  <w:sz w:val="18"/>
                </w:rPr>
                <w:t>marches-apj@senat.fr</w:t>
              </w:r>
            </w:hyperlink>
          </w:p>
          <w:p w14:paraId="35D6ADEE" w14:textId="77777777" w:rsidR="001561F6" w:rsidRDefault="001561F6" w:rsidP="00443712">
            <w:pPr>
              <w:ind w:left="72"/>
              <w:jc w:val="center"/>
              <w:rPr>
                <w:b/>
                <w:sz w:val="32"/>
              </w:rPr>
            </w:pPr>
          </w:p>
          <w:p w14:paraId="07DB609A" w14:textId="77777777" w:rsidR="001561F6" w:rsidRPr="00C04352" w:rsidRDefault="001561F6" w:rsidP="00443712">
            <w:pPr>
              <w:ind w:left="72"/>
              <w:jc w:val="center"/>
              <w:rPr>
                <w:b/>
                <w:sz w:val="32"/>
              </w:rPr>
            </w:pPr>
          </w:p>
        </w:tc>
      </w:tr>
    </w:tbl>
    <w:bookmarkEnd w:id="2"/>
    <w:p w14:paraId="067FDA86" w14:textId="020DA4EA" w:rsidR="00982E1B" w:rsidRPr="00975508" w:rsidRDefault="00C61F0E" w:rsidP="00975508">
      <w:pPr>
        <w:pBdr>
          <w:top w:val="single" w:sz="18" w:space="20" w:color="auto"/>
          <w:left w:val="single" w:sz="18" w:space="0" w:color="auto"/>
          <w:bottom w:val="single" w:sz="18" w:space="20" w:color="auto"/>
          <w:right w:val="single" w:sz="18" w:space="0" w:color="auto"/>
        </w:pBdr>
        <w:spacing w:beforeLines="150" w:before="360" w:afterLines="150" w:after="360"/>
        <w:jc w:val="center"/>
        <w:rPr>
          <w:b/>
          <w:caps/>
          <w:sz w:val="44"/>
          <w:szCs w:val="44"/>
        </w:rPr>
      </w:pPr>
      <w:r>
        <w:rPr>
          <w:b/>
          <w:caps/>
          <w:sz w:val="44"/>
          <w:szCs w:val="44"/>
        </w:rPr>
        <w:t>palais</w:t>
      </w:r>
      <w:r w:rsidR="00982E1B" w:rsidRPr="00975508">
        <w:rPr>
          <w:b/>
          <w:caps/>
          <w:sz w:val="44"/>
          <w:szCs w:val="44"/>
        </w:rPr>
        <w:t xml:space="preserve"> du Luxembourg </w:t>
      </w:r>
    </w:p>
    <w:p w14:paraId="2E26FC4B" w14:textId="354507F2" w:rsidR="006A1770" w:rsidRPr="008208F2" w:rsidRDefault="006A1770" w:rsidP="008208F2">
      <w:pPr>
        <w:pBdr>
          <w:top w:val="single" w:sz="18" w:space="20" w:color="auto"/>
          <w:left w:val="single" w:sz="18" w:space="0" w:color="auto"/>
          <w:bottom w:val="single" w:sz="18" w:space="20" w:color="auto"/>
          <w:right w:val="single" w:sz="18" w:space="0" w:color="auto"/>
        </w:pBdr>
        <w:spacing w:beforeLines="150" w:before="360" w:afterLines="150" w:after="360"/>
        <w:jc w:val="center"/>
        <w:rPr>
          <w:b/>
          <w:caps/>
          <w:sz w:val="44"/>
          <w:szCs w:val="44"/>
        </w:rPr>
      </w:pPr>
      <w:bookmarkStart w:id="4" w:name="_Hlk179206179"/>
      <w:r w:rsidRPr="008208F2">
        <w:rPr>
          <w:b/>
          <w:caps/>
          <w:sz w:val="44"/>
          <w:szCs w:val="44"/>
        </w:rPr>
        <w:t xml:space="preserve">remise aux normes </w:t>
      </w:r>
      <w:r w:rsidR="00DB333D" w:rsidRPr="008208F2">
        <w:rPr>
          <w:b/>
          <w:caps/>
          <w:sz w:val="44"/>
          <w:szCs w:val="44"/>
        </w:rPr>
        <w:t xml:space="preserve">et amenagement </w:t>
      </w:r>
      <w:r w:rsidRPr="008208F2">
        <w:rPr>
          <w:b/>
          <w:caps/>
          <w:sz w:val="44"/>
          <w:szCs w:val="44"/>
        </w:rPr>
        <w:t>du parc de stationnement souterrain</w:t>
      </w:r>
    </w:p>
    <w:bookmarkEnd w:id="4"/>
    <w:p w14:paraId="78BA79CB" w14:textId="77777777" w:rsidR="00982E1B" w:rsidRPr="004A3C6D" w:rsidRDefault="00982E1B" w:rsidP="00982E1B">
      <w:pPr>
        <w:jc w:val="center"/>
        <w:rPr>
          <w:sz w:val="20"/>
        </w:rPr>
      </w:pPr>
    </w:p>
    <w:p w14:paraId="01349A1B" w14:textId="3E3469A5" w:rsidR="008A5D69" w:rsidRPr="00FB0C13" w:rsidRDefault="00712127" w:rsidP="008A5D69">
      <w:pPr>
        <w:pBdr>
          <w:top w:val="single" w:sz="4" w:space="10" w:color="auto"/>
          <w:left w:val="single" w:sz="4" w:space="0" w:color="auto"/>
          <w:bottom w:val="single" w:sz="4" w:space="10" w:color="auto"/>
          <w:right w:val="single" w:sz="4" w:space="0" w:color="auto"/>
        </w:pBdr>
        <w:jc w:val="center"/>
        <w:rPr>
          <w:b/>
          <w:caps/>
          <w:sz w:val="36"/>
          <w:szCs w:val="32"/>
        </w:rPr>
      </w:pPr>
      <w:r>
        <w:rPr>
          <w:b/>
          <w:caps/>
          <w:sz w:val="36"/>
          <w:szCs w:val="32"/>
        </w:rPr>
        <w:t>é</w:t>
      </w:r>
      <w:r w:rsidR="00B44339">
        <w:rPr>
          <w:b/>
          <w:caps/>
          <w:sz w:val="36"/>
          <w:szCs w:val="32"/>
        </w:rPr>
        <w:t xml:space="preserve">tude </w:t>
      </w:r>
      <w:r w:rsidR="00D158A3">
        <w:rPr>
          <w:b/>
          <w:caps/>
          <w:sz w:val="36"/>
          <w:szCs w:val="32"/>
        </w:rPr>
        <w:t xml:space="preserve">de </w:t>
      </w:r>
      <w:r w:rsidR="00FF007D">
        <w:rPr>
          <w:b/>
          <w:caps/>
          <w:sz w:val="36"/>
          <w:szCs w:val="32"/>
        </w:rPr>
        <w:t xml:space="preserve">DIAGNOSTIC ET DE </w:t>
      </w:r>
      <w:r w:rsidR="00D158A3">
        <w:rPr>
          <w:b/>
          <w:caps/>
          <w:sz w:val="36"/>
          <w:szCs w:val="32"/>
        </w:rPr>
        <w:t>faisabilité</w:t>
      </w:r>
    </w:p>
    <w:p w14:paraId="5A08A30C" w14:textId="77777777" w:rsidR="00982E1B" w:rsidRPr="00FB1C4F" w:rsidRDefault="00982E1B" w:rsidP="00982E1B">
      <w:pPr>
        <w:jc w:val="center"/>
      </w:pPr>
    </w:p>
    <w:p w14:paraId="1863E7C4" w14:textId="77777777" w:rsidR="00982E1B" w:rsidRPr="00FB1C4F" w:rsidRDefault="00982E1B" w:rsidP="00975508"/>
    <w:p w14:paraId="70DF0081" w14:textId="76C3CF32" w:rsidR="00207A64" w:rsidRPr="00207A64" w:rsidRDefault="00207A64" w:rsidP="00207A64">
      <w:pPr>
        <w:pStyle w:val="TITREPIECE"/>
        <w:pBdr>
          <w:top w:val="single" w:sz="12" w:space="15" w:color="auto"/>
          <w:left w:val="single" w:sz="12" w:space="0" w:color="auto"/>
          <w:bottom w:val="single" w:sz="12" w:space="15" w:color="auto"/>
          <w:right w:val="single" w:sz="12" w:space="0" w:color="auto"/>
        </w:pBdr>
        <w:rPr>
          <w:rFonts w:ascii="Times New Roman" w:hAnsi="Times New Roman" w:cs="Times New Roman"/>
          <w:sz w:val="44"/>
        </w:rPr>
      </w:pPr>
      <w:r>
        <w:rPr>
          <w:rFonts w:ascii="Times New Roman" w:hAnsi="Times New Roman" w:cs="Times New Roman"/>
          <w:sz w:val="44"/>
        </w:rPr>
        <w:t>Cahier des réponses attendues</w:t>
      </w:r>
    </w:p>
    <w:p w14:paraId="7D18FFB6" w14:textId="77777777" w:rsidR="00982E1B" w:rsidRPr="00FB1C4F" w:rsidRDefault="00982E1B" w:rsidP="00982E1B">
      <w:pPr>
        <w:jc w:val="center"/>
      </w:pPr>
    </w:p>
    <w:p w14:paraId="4316DB75" w14:textId="77777777" w:rsidR="007F5401" w:rsidRPr="00C04352" w:rsidRDefault="007F5401" w:rsidP="00975508"/>
    <w:p w14:paraId="050A1A7F" w14:textId="77777777" w:rsidR="00790947" w:rsidRPr="00C04352" w:rsidRDefault="00790947" w:rsidP="00C7108B">
      <w:pPr>
        <w:jc w:val="center"/>
      </w:pPr>
    </w:p>
    <w:p w14:paraId="6FA728D1" w14:textId="77777777" w:rsidR="00790947" w:rsidRDefault="00790947" w:rsidP="00C7108B">
      <w:pPr>
        <w:jc w:val="center"/>
      </w:pPr>
    </w:p>
    <w:p w14:paraId="7AD5B9FB" w14:textId="77777777" w:rsidR="00982E1B" w:rsidRPr="00C04352" w:rsidRDefault="00982E1B" w:rsidP="00C7108B">
      <w:pPr>
        <w:jc w:val="center"/>
      </w:pPr>
    </w:p>
    <w:p w14:paraId="744CCD4A" w14:textId="22638F33" w:rsidR="00D276AE" w:rsidRPr="00C04352" w:rsidRDefault="005D476F" w:rsidP="00F60959">
      <w:pPr>
        <w:spacing w:line="360" w:lineRule="atLeast"/>
        <w:jc w:val="right"/>
        <w:rPr>
          <w:caps/>
          <w:sz w:val="40"/>
          <w:szCs w:val="40"/>
        </w:rPr>
      </w:pPr>
      <w:r>
        <w:rPr>
          <w:caps/>
          <w:sz w:val="40"/>
          <w:szCs w:val="40"/>
        </w:rPr>
        <w:t>MARS</w:t>
      </w:r>
      <w:r w:rsidR="00DB333D">
        <w:rPr>
          <w:caps/>
          <w:sz w:val="40"/>
          <w:szCs w:val="40"/>
        </w:rPr>
        <w:t xml:space="preserve"> 2025</w:t>
      </w:r>
    </w:p>
    <w:p w14:paraId="416C7A82" w14:textId="77777777" w:rsidR="00104BC6" w:rsidRPr="00C04352" w:rsidRDefault="00104BC6" w:rsidP="00C7108B">
      <w:pPr>
        <w:spacing w:line="360" w:lineRule="atLeast"/>
        <w:jc w:val="center"/>
        <w:rPr>
          <w:b/>
          <w:sz w:val="28"/>
        </w:rPr>
        <w:sectPr w:rsidR="00104BC6" w:rsidRPr="00C04352" w:rsidSect="00975508">
          <w:headerReference w:type="default" r:id="rId11"/>
          <w:footnotePr>
            <w:numRestart w:val="eachPage"/>
          </w:footnotePr>
          <w:pgSz w:w="11907" w:h="16840" w:code="9"/>
          <w:pgMar w:top="1528" w:right="1418" w:bottom="1134" w:left="1418" w:header="851" w:footer="1077" w:gutter="0"/>
          <w:pgNumType w:start="2"/>
          <w:cols w:space="720"/>
          <w:titlePg/>
        </w:sectPr>
      </w:pPr>
    </w:p>
    <w:p w14:paraId="50C12BC1" w14:textId="77777777" w:rsidR="00F87A6E" w:rsidRDefault="00F87A6E" w:rsidP="004F1F11">
      <w:pPr>
        <w:pStyle w:val="Titre1"/>
      </w:pPr>
    </w:p>
    <w:p w14:paraId="79A492FB" w14:textId="07925122" w:rsidR="0073647B" w:rsidRDefault="00734116" w:rsidP="004F1F11">
      <w:pPr>
        <w:pStyle w:val="Titre1"/>
      </w:pPr>
      <w:r>
        <w:t xml:space="preserve">Moyens humains dédiés à la mission (adéquation de la composition </w:t>
      </w:r>
      <w:r w:rsidR="008208F2">
        <w:noBreakHyphen/>
        <w:t xml:space="preserve">qualifications et </w:t>
      </w:r>
      <w:r>
        <w:t>expérience</w:t>
      </w:r>
      <w:r w:rsidR="008208F2">
        <w:noBreakHyphen/>
      </w:r>
      <w:r>
        <w:t xml:space="preserve"> de l’équipe à la spécificité de la mission)</w:t>
      </w:r>
    </w:p>
    <w:p w14:paraId="3CC88269" w14:textId="791374FF" w:rsidR="00727AEA" w:rsidRDefault="00727AEA" w:rsidP="0073647B">
      <w:pPr>
        <w:pStyle w:val="DCETitre2"/>
        <w:keepNext/>
        <w:tabs>
          <w:tab w:val="clear" w:pos="792"/>
          <w:tab w:val="num" w:pos="1276"/>
        </w:tabs>
        <w:spacing w:before="240" w:line="240" w:lineRule="auto"/>
        <w:ind w:left="993"/>
        <w:jc w:val="both"/>
        <w:outlineLvl w:val="1"/>
      </w:pPr>
      <w:r>
        <w:t>Interlocuteur des deux parties</w:t>
      </w:r>
    </w:p>
    <w:p w14:paraId="7A7C634D" w14:textId="0DF11433" w:rsidR="00727AEA" w:rsidRPr="00727AEA" w:rsidRDefault="00727AEA" w:rsidP="00727AEA">
      <w:pPr>
        <w:pStyle w:val="DCETexte"/>
      </w:pPr>
      <w:r>
        <w:t xml:space="preserve">Désigner, conformément à l’article </w:t>
      </w:r>
      <w:r w:rsidR="008208F2">
        <w:t xml:space="preserve">7.2 </w:t>
      </w:r>
      <w:r>
        <w:t xml:space="preserve">du CCAP, </w:t>
      </w:r>
      <w:bookmarkStart w:id="5" w:name="_Hlk190437129"/>
      <w:r w:rsidRPr="00987252">
        <w:t>un responsable au sein de l</w:t>
      </w:r>
      <w:r>
        <w:t>’</w:t>
      </w:r>
      <w:r w:rsidRPr="00987252">
        <w:t>entreprise qui le représentera vis-à-vis du pouvoir adjudicateur</w:t>
      </w:r>
      <w:bookmarkEnd w:id="5"/>
      <w:r>
        <w:t>.</w:t>
      </w:r>
    </w:p>
    <w:p w14:paraId="39A7AB82" w14:textId="58407B56" w:rsidR="0073647B" w:rsidRDefault="00734116" w:rsidP="0073647B">
      <w:pPr>
        <w:pStyle w:val="DCETitre2"/>
        <w:keepNext/>
        <w:tabs>
          <w:tab w:val="clear" w:pos="792"/>
          <w:tab w:val="num" w:pos="1276"/>
        </w:tabs>
        <w:spacing w:before="240" w:line="240" w:lineRule="auto"/>
        <w:ind w:left="993"/>
        <w:jc w:val="both"/>
        <w:outlineLvl w:val="1"/>
      </w:pPr>
      <w:r>
        <w:t>Composition de l’équipe</w:t>
      </w:r>
    </w:p>
    <w:p w14:paraId="59ECA108" w14:textId="64F62A9A" w:rsidR="00734116" w:rsidRDefault="00734116" w:rsidP="00734116">
      <w:pPr>
        <w:pStyle w:val="DCETexte"/>
      </w:pPr>
      <w:r>
        <w:t>Fournir un organigramme de l’équipe dédiée à l’étude</w:t>
      </w:r>
      <w:r w:rsidR="00C0019D">
        <w:t xml:space="preserve"> en précisant les domaines d’étude de chaque membre au regard des prestations demandées.</w:t>
      </w:r>
    </w:p>
    <w:p w14:paraId="77FFDAD2" w14:textId="167760F5" w:rsidR="00C0019D" w:rsidRDefault="00C0019D" w:rsidP="00C0019D">
      <w:pPr>
        <w:pStyle w:val="DCETitre2"/>
        <w:keepNext/>
        <w:tabs>
          <w:tab w:val="clear" w:pos="792"/>
          <w:tab w:val="num" w:pos="1276"/>
        </w:tabs>
        <w:spacing w:before="240" w:line="240" w:lineRule="auto"/>
        <w:ind w:left="993"/>
        <w:jc w:val="both"/>
        <w:outlineLvl w:val="1"/>
      </w:pPr>
      <w:r>
        <w:t xml:space="preserve">Expérience </w:t>
      </w:r>
      <w:r w:rsidR="00F629FF">
        <w:t>et qualification</w:t>
      </w:r>
      <w:r w:rsidR="00B82B58">
        <w:t>s</w:t>
      </w:r>
      <w:r w:rsidR="00F629FF">
        <w:t xml:space="preserve"> </w:t>
      </w:r>
      <w:r>
        <w:t>de l’équipe</w:t>
      </w:r>
    </w:p>
    <w:p w14:paraId="45FB17AC" w14:textId="084B0B06" w:rsidR="00DC5D8E" w:rsidRPr="00C57765" w:rsidRDefault="00734116" w:rsidP="001A5472">
      <w:pPr>
        <w:pStyle w:val="DCETexte"/>
      </w:pPr>
      <w:r>
        <w:t xml:space="preserve">Fournir pour chaque intervenant un </w:t>
      </w:r>
      <w:r w:rsidRPr="00A26B74">
        <w:rPr>
          <w:i/>
          <w:iCs/>
        </w:rPr>
        <w:t>curriculum vitae</w:t>
      </w:r>
      <w:r>
        <w:t xml:space="preserve"> précisant </w:t>
      </w:r>
      <w:r w:rsidR="00F629FF">
        <w:t>sa formation et s</w:t>
      </w:r>
      <w:r>
        <w:t xml:space="preserve">es </w:t>
      </w:r>
      <w:r w:rsidR="001A5472">
        <w:t xml:space="preserve">expériences dans les domaines </w:t>
      </w:r>
      <w:bookmarkStart w:id="6" w:name="_Toc98318348"/>
      <w:bookmarkStart w:id="7" w:name="_Toc98318845"/>
      <w:r w:rsidR="00EF0C9A">
        <w:t>faisant l’objet du marché.</w:t>
      </w:r>
    </w:p>
    <w:bookmarkEnd w:id="6"/>
    <w:bookmarkEnd w:id="7"/>
    <w:p w14:paraId="632321F2" w14:textId="533CA520" w:rsidR="00734116" w:rsidRPr="00C0019D" w:rsidRDefault="00C0019D" w:rsidP="004F1F11">
      <w:pPr>
        <w:pStyle w:val="Titre1"/>
      </w:pPr>
      <w:r w:rsidRPr="00C0019D">
        <w:t>Méthodologie et organisation mises en œuvre pour l’exécution de la mission</w:t>
      </w:r>
    </w:p>
    <w:p w14:paraId="62E84D68" w14:textId="1C0A2093" w:rsidR="0073647B" w:rsidRDefault="00C0019D" w:rsidP="00C0019D">
      <w:pPr>
        <w:pStyle w:val="DCETitre2"/>
        <w:keepNext/>
        <w:numPr>
          <w:ilvl w:val="0"/>
          <w:numId w:val="0"/>
        </w:numPr>
        <w:spacing w:before="240" w:line="240" w:lineRule="auto"/>
        <w:ind w:firstLine="567"/>
        <w:jc w:val="both"/>
        <w:outlineLvl w:val="1"/>
        <w:rPr>
          <w:b w:val="0"/>
          <w:bCs/>
        </w:rPr>
      </w:pPr>
      <w:r w:rsidRPr="00C0019D">
        <w:rPr>
          <w:b w:val="0"/>
          <w:bCs/>
        </w:rPr>
        <w:t>Transmettre une note sur la méthodologie et l’organisation prévues.</w:t>
      </w:r>
    </w:p>
    <w:p w14:paraId="4B90666B" w14:textId="5897A29A" w:rsidR="00C0019D" w:rsidRDefault="00C0019D" w:rsidP="004F1F11">
      <w:pPr>
        <w:pStyle w:val="Titre1"/>
      </w:pPr>
      <w:r w:rsidRPr="00C0019D">
        <w:t xml:space="preserve">Prise en compte des </w:t>
      </w:r>
      <w:r w:rsidR="00EF0C9A">
        <w:t>exigences de développement durable</w:t>
      </w:r>
    </w:p>
    <w:p w14:paraId="7196B39A" w14:textId="11BE1EC6" w:rsidR="00C0019D" w:rsidRPr="00C0019D" w:rsidRDefault="00C0019D" w:rsidP="00C0019D">
      <w:pPr>
        <w:pStyle w:val="DCETexte"/>
      </w:pPr>
      <w:r w:rsidRPr="00C0019D">
        <w:t>Indiquer comment ces aspects peuvent être pris en compte</w:t>
      </w:r>
      <w:r w:rsidR="00EF0C9A">
        <w:t xml:space="preserve"> </w:t>
      </w:r>
      <w:r w:rsidR="00EF0C9A" w:rsidRPr="00F87A6E">
        <w:rPr>
          <w:u w:val="single"/>
        </w:rPr>
        <w:t>dans le cadre de l’exécution du marché</w:t>
      </w:r>
      <w:r>
        <w:t>.</w:t>
      </w:r>
    </w:p>
    <w:sectPr w:rsidR="00C0019D" w:rsidRPr="00C0019D" w:rsidSect="00975508">
      <w:pgSz w:w="11907" w:h="16840" w:code="9"/>
      <w:pgMar w:top="1383" w:right="1418" w:bottom="567" w:left="1418" w:header="851" w:footer="107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3F8AD" w14:textId="77777777" w:rsidR="00487784" w:rsidRDefault="00487784">
      <w:r>
        <w:separator/>
      </w:r>
    </w:p>
  </w:endnote>
  <w:endnote w:type="continuationSeparator" w:id="0">
    <w:p w14:paraId="34ACC71D" w14:textId="77777777" w:rsidR="00487784" w:rsidRDefault="0048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W1)">
    <w:altName w:val="Times New Roman"/>
    <w:charset w:val="00"/>
    <w:family w:val="roman"/>
    <w:pitch w:val="variable"/>
    <w:sig w:usb0="00000000"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322C5" w14:textId="77777777" w:rsidR="00487784" w:rsidRDefault="00487784">
      <w:r>
        <w:separator/>
      </w:r>
    </w:p>
  </w:footnote>
  <w:footnote w:type="continuationSeparator" w:id="0">
    <w:p w14:paraId="7C2DDDBE" w14:textId="77777777" w:rsidR="00487784" w:rsidRDefault="00487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01DD" w14:textId="2437744C" w:rsidR="008208F2" w:rsidRDefault="00D158A3" w:rsidP="008208F2">
    <w:pPr>
      <w:tabs>
        <w:tab w:val="center" w:pos="4536"/>
        <w:tab w:val="right" w:pos="9072"/>
      </w:tabs>
      <w:overflowPunct/>
      <w:autoSpaceDE/>
      <w:autoSpaceDN/>
      <w:adjustRightInd/>
      <w:ind w:right="-28"/>
      <w:textAlignment w:val="auto"/>
      <w:rPr>
        <w:rFonts w:eastAsiaTheme="minorHAnsi"/>
        <w:i/>
        <w:sz w:val="18"/>
        <w:szCs w:val="22"/>
        <w:lang w:eastAsia="en-US"/>
      </w:rPr>
    </w:pPr>
    <w:r w:rsidRPr="008208F2">
      <w:rPr>
        <w:rFonts w:eastAsiaTheme="minorHAnsi"/>
        <w:i/>
        <w:sz w:val="18"/>
        <w:szCs w:val="22"/>
        <w:lang w:eastAsia="en-US"/>
      </w:rPr>
      <w:t>Palais du Luxembourg –</w:t>
    </w:r>
  </w:p>
  <w:p w14:paraId="62B8D40C" w14:textId="7382B3F7" w:rsidR="00D158A3" w:rsidRPr="008208F2" w:rsidRDefault="00FF007D" w:rsidP="008208F2">
    <w:pPr>
      <w:tabs>
        <w:tab w:val="center" w:pos="4536"/>
        <w:tab w:val="right" w:pos="9072"/>
      </w:tabs>
      <w:overflowPunct/>
      <w:autoSpaceDE/>
      <w:autoSpaceDN/>
      <w:adjustRightInd/>
      <w:ind w:right="-28"/>
      <w:jc w:val="center"/>
      <w:textAlignment w:val="auto"/>
      <w:rPr>
        <w:rFonts w:eastAsiaTheme="minorHAnsi"/>
        <w:i/>
        <w:sz w:val="18"/>
        <w:szCs w:val="22"/>
        <w:lang w:eastAsia="en-US"/>
      </w:rPr>
    </w:pPr>
    <w:r w:rsidRPr="008208F2">
      <w:rPr>
        <w:rFonts w:eastAsiaTheme="minorHAnsi"/>
        <w:i/>
        <w:sz w:val="18"/>
        <w:szCs w:val="22"/>
        <w:lang w:eastAsia="en-US"/>
      </w:rPr>
      <w:t>Remise aux normes et aménagement du parc de stationnement souterrain</w:t>
    </w:r>
    <w:r w:rsidR="00D158A3" w:rsidRPr="008208F2">
      <w:rPr>
        <w:rFonts w:eastAsiaTheme="minorHAnsi"/>
        <w:smallCaps/>
        <w:sz w:val="18"/>
        <w:szCs w:val="22"/>
        <w:lang w:eastAsia="en-US"/>
      </w:rPr>
      <w:tab/>
    </w:r>
    <w:r w:rsidR="00D158A3" w:rsidRPr="008208F2">
      <w:rPr>
        <w:rFonts w:eastAsiaTheme="minorHAnsi"/>
        <w:sz w:val="18"/>
        <w:szCs w:val="22"/>
        <w:lang w:eastAsia="en-US"/>
      </w:rPr>
      <w:fldChar w:fldCharType="begin"/>
    </w:r>
    <w:r w:rsidR="00D158A3" w:rsidRPr="008208F2">
      <w:rPr>
        <w:rFonts w:eastAsiaTheme="minorHAnsi"/>
        <w:sz w:val="18"/>
        <w:szCs w:val="22"/>
        <w:lang w:eastAsia="en-US"/>
      </w:rPr>
      <w:instrText xml:space="preserve"> PAGE </w:instrText>
    </w:r>
    <w:r w:rsidR="00D158A3" w:rsidRPr="008208F2">
      <w:rPr>
        <w:rFonts w:eastAsiaTheme="minorHAnsi"/>
        <w:sz w:val="18"/>
        <w:szCs w:val="22"/>
        <w:lang w:eastAsia="en-US"/>
      </w:rPr>
      <w:fldChar w:fldCharType="separate"/>
    </w:r>
    <w:r w:rsidR="00D158A3" w:rsidRPr="008208F2">
      <w:rPr>
        <w:rFonts w:eastAsiaTheme="minorHAnsi"/>
        <w:sz w:val="18"/>
        <w:szCs w:val="22"/>
        <w:lang w:eastAsia="en-US"/>
      </w:rPr>
      <w:t>2</w:t>
    </w:r>
    <w:r w:rsidR="00D158A3" w:rsidRPr="008208F2">
      <w:rPr>
        <w:rFonts w:eastAsiaTheme="minorHAnsi"/>
        <w:sz w:val="18"/>
        <w:szCs w:val="22"/>
        <w:lang w:eastAsia="en-US"/>
      </w:rPr>
      <w:fldChar w:fldCharType="end"/>
    </w:r>
    <w:r w:rsidR="00D158A3" w:rsidRPr="008208F2">
      <w:rPr>
        <w:rFonts w:eastAsiaTheme="minorHAnsi"/>
        <w:sz w:val="18"/>
        <w:szCs w:val="22"/>
        <w:lang w:eastAsia="en-US"/>
      </w:rPr>
      <w:t>/</w:t>
    </w:r>
    <w:r w:rsidR="00D158A3" w:rsidRPr="008208F2">
      <w:rPr>
        <w:rFonts w:eastAsiaTheme="minorHAnsi"/>
        <w:sz w:val="18"/>
        <w:szCs w:val="22"/>
        <w:lang w:eastAsia="en-US"/>
      </w:rPr>
      <w:fldChar w:fldCharType="begin"/>
    </w:r>
    <w:r w:rsidR="00D158A3" w:rsidRPr="008208F2">
      <w:rPr>
        <w:rFonts w:eastAsiaTheme="minorHAnsi"/>
        <w:sz w:val="18"/>
        <w:szCs w:val="22"/>
        <w:lang w:eastAsia="en-US"/>
      </w:rPr>
      <w:instrText xml:space="preserve"> NUMPAGES </w:instrText>
    </w:r>
    <w:r w:rsidR="00D158A3" w:rsidRPr="008208F2">
      <w:rPr>
        <w:rFonts w:eastAsiaTheme="minorHAnsi"/>
        <w:sz w:val="18"/>
        <w:szCs w:val="22"/>
        <w:lang w:eastAsia="en-US"/>
      </w:rPr>
      <w:fldChar w:fldCharType="separate"/>
    </w:r>
    <w:r w:rsidR="00D158A3" w:rsidRPr="008208F2">
      <w:rPr>
        <w:rFonts w:eastAsiaTheme="minorHAnsi"/>
        <w:sz w:val="18"/>
        <w:szCs w:val="22"/>
        <w:lang w:eastAsia="en-US"/>
      </w:rPr>
      <w:t>17</w:t>
    </w:r>
    <w:r w:rsidR="00D158A3" w:rsidRPr="008208F2">
      <w:rPr>
        <w:rFonts w:eastAsiaTheme="minorHAnsi"/>
        <w:sz w:val="18"/>
        <w:szCs w:val="22"/>
        <w:lang w:eastAsia="en-US"/>
      </w:rPr>
      <w:fldChar w:fldCharType="end"/>
    </w:r>
  </w:p>
  <w:p w14:paraId="671D57A4" w14:textId="746DF562" w:rsidR="00CD7BA6" w:rsidRDefault="00D158A3" w:rsidP="008208F2">
    <w:pPr>
      <w:tabs>
        <w:tab w:val="center" w:pos="4536"/>
        <w:tab w:val="right" w:pos="9072"/>
      </w:tabs>
      <w:overflowPunct/>
      <w:autoSpaceDE/>
      <w:autoSpaceDN/>
      <w:adjustRightInd/>
      <w:ind w:right="-28"/>
      <w:textAlignment w:val="auto"/>
      <w:rPr>
        <w:rFonts w:eastAsiaTheme="minorHAnsi"/>
        <w:i/>
        <w:sz w:val="18"/>
        <w:szCs w:val="22"/>
        <w:lang w:eastAsia="en-US"/>
      </w:rPr>
    </w:pPr>
    <w:r w:rsidRPr="008208F2">
      <w:rPr>
        <w:rFonts w:eastAsiaTheme="minorHAnsi"/>
        <w:i/>
        <w:sz w:val="18"/>
        <w:szCs w:val="22"/>
        <w:lang w:eastAsia="en-US"/>
      </w:rPr>
      <w:t xml:space="preserve">Étude de </w:t>
    </w:r>
    <w:r w:rsidR="00B40B5E" w:rsidRPr="008208F2">
      <w:rPr>
        <w:rFonts w:eastAsiaTheme="minorHAnsi"/>
        <w:i/>
        <w:sz w:val="18"/>
        <w:szCs w:val="22"/>
        <w:lang w:eastAsia="en-US"/>
      </w:rPr>
      <w:t xml:space="preserve">diagnostic et </w:t>
    </w:r>
    <w:r w:rsidRPr="008208F2">
      <w:rPr>
        <w:rFonts w:eastAsiaTheme="minorHAnsi"/>
        <w:i/>
        <w:sz w:val="18"/>
        <w:szCs w:val="22"/>
        <w:lang w:eastAsia="en-US"/>
      </w:rPr>
      <w:t>faisabilité</w:t>
    </w:r>
  </w:p>
  <w:p w14:paraId="396BA39E" w14:textId="77777777" w:rsidR="008208F2" w:rsidRPr="008208F2" w:rsidRDefault="008208F2" w:rsidP="008208F2">
    <w:pPr>
      <w:tabs>
        <w:tab w:val="center" w:pos="4536"/>
        <w:tab w:val="right" w:pos="9072"/>
      </w:tabs>
      <w:overflowPunct/>
      <w:autoSpaceDE/>
      <w:autoSpaceDN/>
      <w:adjustRightInd/>
      <w:ind w:right="-28"/>
      <w:textAlignment w:val="auto"/>
      <w:rPr>
        <w:smallCaps/>
        <w:sz w:val="18"/>
        <w:szCs w:val="18"/>
      </w:rPr>
    </w:pPr>
  </w:p>
  <w:p w14:paraId="0E80DE8A" w14:textId="566E4E9B" w:rsidR="00E77F11" w:rsidRPr="008208F2" w:rsidRDefault="00734116" w:rsidP="008208F2">
    <w:pPr>
      <w:pStyle w:val="En-tte"/>
      <w:jc w:val="center"/>
    </w:pPr>
    <w:r w:rsidRPr="008208F2">
      <w:rPr>
        <w:smallCaps/>
        <w:sz w:val="18"/>
        <w:szCs w:val="18"/>
      </w:rPr>
      <w:t>Cahier des réponses attendues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6F2B"/>
    <w:multiLevelType w:val="hybridMultilevel"/>
    <w:tmpl w:val="05642838"/>
    <w:lvl w:ilvl="0" w:tplc="BF0268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FC5F3D"/>
    <w:multiLevelType w:val="multilevel"/>
    <w:tmpl w:val="B726DFCE"/>
    <w:lvl w:ilvl="0">
      <w:start w:val="1"/>
      <w:numFmt w:val="decimal"/>
      <w:isLgl/>
      <w:suff w:val="space"/>
      <w:lvlText w:val="Article %1. –"/>
      <w:lvlJc w:val="left"/>
      <w:pPr>
        <w:ind w:left="360" w:hanging="360"/>
      </w:pPr>
      <w:rPr>
        <w:rFonts w:hint="default"/>
        <w:b/>
        <w:i w:val="0"/>
        <w:caps/>
        <w:sz w:val="24"/>
        <w:szCs w:val="24"/>
      </w:rPr>
    </w:lvl>
    <w:lvl w:ilvl="1">
      <w:start w:val="1"/>
      <w:numFmt w:val="decimal"/>
      <w:lvlText w:val="%1.%2."/>
      <w:lvlJc w:val="left"/>
      <w:pPr>
        <w:tabs>
          <w:tab w:val="num" w:pos="792"/>
        </w:tabs>
        <w:ind w:left="792" w:hanging="432"/>
      </w:pPr>
      <w:rPr>
        <w:rFonts w:hint="default"/>
      </w:rPr>
    </w:lvl>
    <w:lvl w:ilvl="2">
      <w:start w:val="1"/>
      <w:numFmt w:val="decimal"/>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198451F"/>
    <w:multiLevelType w:val="hybridMultilevel"/>
    <w:tmpl w:val="E1421D1C"/>
    <w:lvl w:ilvl="0" w:tplc="2A04680E">
      <w:start w:val="5"/>
      <w:numFmt w:val="bullet"/>
      <w:lvlText w:val=""/>
      <w:lvlJc w:val="left"/>
      <w:pPr>
        <w:tabs>
          <w:tab w:val="num" w:pos="927"/>
        </w:tabs>
        <w:ind w:left="927" w:hanging="360"/>
      </w:pPr>
      <w:rPr>
        <w:rFonts w:ascii="Wingdings" w:eastAsia="Times New Roman" w:hAnsi="Wingdings" w:cs="Aria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7556F3F"/>
    <w:multiLevelType w:val="hybridMultilevel"/>
    <w:tmpl w:val="CE203E8C"/>
    <w:lvl w:ilvl="0" w:tplc="FE746C0E">
      <w:numFmt w:val="bullet"/>
      <w:pStyle w:val="DCEPuce"/>
      <w:lvlText w:val="•"/>
      <w:lvlJc w:val="left"/>
      <w:pPr>
        <w:tabs>
          <w:tab w:val="num" w:pos="1004"/>
        </w:tabs>
        <w:ind w:left="1004" w:hanging="437"/>
      </w:pPr>
      <w:rPr>
        <w:rFonts w:ascii="Times New Roman" w:hAnsi="Times New Roman" w:cs="Times New Roman"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EA190A"/>
    <w:multiLevelType w:val="hybridMultilevel"/>
    <w:tmpl w:val="874E37EE"/>
    <w:lvl w:ilvl="0" w:tplc="1DA4937E">
      <w:numFmt w:val="bullet"/>
      <w:pStyle w:val="PucetiraitDCE"/>
      <w:lvlText w:val="-"/>
      <w:lvlJc w:val="left"/>
      <w:pPr>
        <w:tabs>
          <w:tab w:val="num" w:pos="1134"/>
        </w:tabs>
        <w:ind w:left="1134" w:hanging="283"/>
      </w:pPr>
      <w:rPr>
        <w:rFonts w:ascii="Times New Roman" w:eastAsia="Times New Roman" w:hAnsi="Times New Roman" w:cs="Times New Roman" w:hint="default"/>
      </w:rPr>
    </w:lvl>
    <w:lvl w:ilvl="1" w:tplc="040693E0">
      <w:numFmt w:val="bullet"/>
      <w:pStyle w:val="PucepointDCE"/>
      <w:lvlText w:val="•"/>
      <w:lvlJc w:val="left"/>
      <w:pPr>
        <w:tabs>
          <w:tab w:val="num" w:pos="1817"/>
        </w:tabs>
        <w:ind w:left="1647" w:firstLine="0"/>
      </w:pPr>
      <w:rPr>
        <w:rFonts w:ascii="Times New Roman" w:eastAsia="Times New Roman" w:hAnsi="Times New Roman" w:cs="Times New Roman" w:hint="default"/>
        <w:sz w:val="20"/>
        <w:szCs w:val="20"/>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B806451"/>
    <w:multiLevelType w:val="hybridMultilevel"/>
    <w:tmpl w:val="8B34B4C4"/>
    <w:lvl w:ilvl="0" w:tplc="AD8C4D20">
      <w:start w:val="1"/>
      <w:numFmt w:val="decimal"/>
      <w:lvlText w:val="%1)"/>
      <w:lvlJc w:val="left"/>
      <w:pPr>
        <w:ind w:left="720" w:hanging="360"/>
      </w:pPr>
      <w:rPr>
        <w:rFonts w:hint="default"/>
        <w:b w:val="0"/>
        <w:bCs/>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887728"/>
    <w:multiLevelType w:val="hybridMultilevel"/>
    <w:tmpl w:val="26AA8C9E"/>
    <w:lvl w:ilvl="0" w:tplc="040C000D">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CC754BC"/>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22109C"/>
    <w:multiLevelType w:val="hybridMultilevel"/>
    <w:tmpl w:val="C2CEC960"/>
    <w:lvl w:ilvl="0" w:tplc="FD1E31AA">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6924B5"/>
    <w:multiLevelType w:val="hybridMultilevel"/>
    <w:tmpl w:val="0FCC59C6"/>
    <w:lvl w:ilvl="0" w:tplc="0A2CAFEA">
      <w:numFmt w:val="bullet"/>
      <w:lvlText w:val="-"/>
      <w:lvlJc w:val="left"/>
      <w:pPr>
        <w:ind w:left="1077" w:hanging="360"/>
      </w:pPr>
      <w:rPr>
        <w:rFonts w:ascii="Times New Roman" w:eastAsia="Times New Roman" w:hAnsi="Times New Roman" w:cs="Times New Roman" w:hint="default"/>
        <w:b w:val="0"/>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1" w15:restartNumberingAfterBreak="0">
    <w:nsid w:val="0F654AE3"/>
    <w:multiLevelType w:val="hybridMultilevel"/>
    <w:tmpl w:val="67C8DD80"/>
    <w:lvl w:ilvl="0" w:tplc="040C0001">
      <w:start w:val="1"/>
      <w:numFmt w:val="bullet"/>
      <w:lvlText w:val=""/>
      <w:lvlJc w:val="left"/>
      <w:pPr>
        <w:ind w:left="717" w:hanging="360"/>
      </w:pPr>
      <w:rPr>
        <w:rFonts w:ascii="Symbol" w:hAnsi="Symbol" w:hint="default"/>
      </w:rPr>
    </w:lvl>
    <w:lvl w:ilvl="1" w:tplc="040C0003">
      <w:start w:val="1"/>
      <w:numFmt w:val="bullet"/>
      <w:lvlText w:val="o"/>
      <w:lvlJc w:val="left"/>
      <w:pPr>
        <w:ind w:left="1437" w:hanging="360"/>
      </w:pPr>
      <w:rPr>
        <w:rFonts w:ascii="Courier New" w:hAnsi="Courier New" w:cs="Courier New" w:hint="default"/>
      </w:rPr>
    </w:lvl>
    <w:lvl w:ilvl="2" w:tplc="040C0005">
      <w:start w:val="1"/>
      <w:numFmt w:val="bullet"/>
      <w:lvlText w:val=""/>
      <w:lvlJc w:val="left"/>
      <w:pPr>
        <w:ind w:left="2157" w:hanging="360"/>
      </w:pPr>
      <w:rPr>
        <w:rFonts w:ascii="Wingdings" w:hAnsi="Wingdings" w:hint="default"/>
      </w:rPr>
    </w:lvl>
    <w:lvl w:ilvl="3" w:tplc="040C000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2" w15:restartNumberingAfterBreak="0">
    <w:nsid w:val="123E7DE5"/>
    <w:multiLevelType w:val="hybridMultilevel"/>
    <w:tmpl w:val="C8E6DCEC"/>
    <w:lvl w:ilvl="0" w:tplc="C1046A08">
      <w:start w:val="1"/>
      <w:numFmt w:val="bullet"/>
      <w:lvlText w:val="-"/>
      <w:lvlJc w:val="left"/>
      <w:pPr>
        <w:ind w:left="720" w:hanging="360"/>
      </w:pPr>
      <w:rPr>
        <w:rFonts w:ascii="Times New Roman" w:eastAsiaTheme="minorHAnsi" w:hAnsi="Times New Roman" w:cs="Times New Roman"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2590718"/>
    <w:multiLevelType w:val="hybridMultilevel"/>
    <w:tmpl w:val="F5DA5766"/>
    <w:lvl w:ilvl="0" w:tplc="6EAA1272">
      <w:numFmt w:val="bullet"/>
      <w:lvlText w:val="-"/>
      <w:lvlJc w:val="left"/>
      <w:pPr>
        <w:ind w:left="720" w:hanging="360"/>
      </w:pPr>
      <w:rPr>
        <w:rFonts w:ascii="Times New Roman" w:eastAsia="Times New Roman" w:hAnsi="Times New Roman"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25338E"/>
    <w:multiLevelType w:val="hybridMultilevel"/>
    <w:tmpl w:val="155A923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1CCD2268"/>
    <w:multiLevelType w:val="hybridMultilevel"/>
    <w:tmpl w:val="422E55E2"/>
    <w:lvl w:ilvl="0" w:tplc="AD8C4D20">
      <w:start w:val="1"/>
      <w:numFmt w:val="decimal"/>
      <w:lvlText w:val="%1)"/>
      <w:lvlJc w:val="left"/>
      <w:pPr>
        <w:ind w:left="720" w:hanging="360"/>
      </w:pPr>
      <w:rPr>
        <w:rFonts w:hint="default"/>
        <w:b w:val="0"/>
        <w:bCs/>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183FDF"/>
    <w:multiLevelType w:val="hybridMultilevel"/>
    <w:tmpl w:val="34DC4E2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1E9B4EB4"/>
    <w:multiLevelType w:val="singleLevel"/>
    <w:tmpl w:val="1256DB14"/>
    <w:lvl w:ilvl="0">
      <w:start w:val="1"/>
      <w:numFmt w:val="decimal"/>
      <w:lvlText w:val="%1"/>
      <w:legacy w:legacy="1" w:legacySpace="0" w:legacyIndent="360"/>
      <w:lvlJc w:val="left"/>
      <w:rPr>
        <w:rFonts w:ascii="Times New Roman" w:hAnsi="Times New Roman" w:cs="Times New Roman" w:hint="default"/>
      </w:rPr>
    </w:lvl>
  </w:abstractNum>
  <w:abstractNum w:abstractNumId="18" w15:restartNumberingAfterBreak="0">
    <w:nsid w:val="1F7D3E74"/>
    <w:multiLevelType w:val="hybridMultilevel"/>
    <w:tmpl w:val="784EE7DE"/>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BB09F3"/>
    <w:multiLevelType w:val="hybridMultilevel"/>
    <w:tmpl w:val="FAEE1C64"/>
    <w:lvl w:ilvl="0" w:tplc="AD8C4D20">
      <w:start w:val="1"/>
      <w:numFmt w:val="decimal"/>
      <w:lvlText w:val="%1)"/>
      <w:lvlJc w:val="left"/>
      <w:pPr>
        <w:ind w:left="928" w:hanging="360"/>
      </w:pPr>
      <w:rPr>
        <w:b w:val="0"/>
        <w:bCs/>
      </w:rPr>
    </w:lvl>
    <w:lvl w:ilvl="1" w:tplc="040C0019">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0" w15:restartNumberingAfterBreak="0">
    <w:nsid w:val="20D53E8E"/>
    <w:multiLevelType w:val="hybridMultilevel"/>
    <w:tmpl w:val="114AC0FE"/>
    <w:lvl w:ilvl="0" w:tplc="1256DB14">
      <w:start w:val="1"/>
      <w:numFmt w:val="decimal"/>
      <w:lvlText w:val="%1"/>
      <w:legacy w:legacy="1" w:legacySpace="0" w:legacyIndent="360"/>
      <w:lvlJc w:val="left"/>
      <w:rPr>
        <w:rFonts w:ascii="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24341D23"/>
    <w:multiLevelType w:val="hybridMultilevel"/>
    <w:tmpl w:val="B1024304"/>
    <w:lvl w:ilvl="0" w:tplc="7A56C3CE">
      <w:start w:val="1"/>
      <w:numFmt w:val="decimal"/>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9072629"/>
    <w:multiLevelType w:val="hybridMultilevel"/>
    <w:tmpl w:val="3076A070"/>
    <w:lvl w:ilvl="0" w:tplc="3AC405A0">
      <w:numFmt w:val="bullet"/>
      <w:pStyle w:val="DCEPuceretrait"/>
      <w:lvlText w:val="•"/>
      <w:lvlJc w:val="left"/>
      <w:pPr>
        <w:tabs>
          <w:tab w:val="num" w:pos="284"/>
        </w:tabs>
        <w:ind w:left="1985" w:hanging="284"/>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70398F"/>
    <w:multiLevelType w:val="hybridMultilevel"/>
    <w:tmpl w:val="E0A8080C"/>
    <w:lvl w:ilvl="0" w:tplc="A008F0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D845A9D"/>
    <w:multiLevelType w:val="hybridMultilevel"/>
    <w:tmpl w:val="F2320D38"/>
    <w:lvl w:ilvl="0" w:tplc="EAB829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E0710E8"/>
    <w:multiLevelType w:val="hybridMultilevel"/>
    <w:tmpl w:val="4552DA24"/>
    <w:lvl w:ilvl="0" w:tplc="DA1020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E9B20D5"/>
    <w:multiLevelType w:val="hybridMultilevel"/>
    <w:tmpl w:val="85EE6404"/>
    <w:lvl w:ilvl="0" w:tplc="5BD09C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07D6DEF"/>
    <w:multiLevelType w:val="hybridMultilevel"/>
    <w:tmpl w:val="7D162B32"/>
    <w:lvl w:ilvl="0" w:tplc="962474BC">
      <w:start w:val="2"/>
      <w:numFmt w:val="bullet"/>
      <w:lvlText w:val="-"/>
      <w:lvlJc w:val="left"/>
      <w:pPr>
        <w:ind w:left="1505" w:hanging="360"/>
      </w:pPr>
      <w:rPr>
        <w:rFonts w:ascii="Times New Roman" w:eastAsiaTheme="minorHAnsi" w:hAnsi="Times New Roman" w:cs="Times New Roman" w:hint="default"/>
        <w:color w:val="000000"/>
        <w:sz w:val="23"/>
      </w:rPr>
    </w:lvl>
    <w:lvl w:ilvl="1" w:tplc="040C0003" w:tentative="1">
      <w:start w:val="1"/>
      <w:numFmt w:val="bullet"/>
      <w:lvlText w:val="o"/>
      <w:lvlJc w:val="left"/>
      <w:pPr>
        <w:ind w:left="2225" w:hanging="360"/>
      </w:pPr>
      <w:rPr>
        <w:rFonts w:ascii="Courier New" w:hAnsi="Courier New" w:cs="Courier New" w:hint="default"/>
      </w:rPr>
    </w:lvl>
    <w:lvl w:ilvl="2" w:tplc="040C0005" w:tentative="1">
      <w:start w:val="1"/>
      <w:numFmt w:val="bullet"/>
      <w:lvlText w:val=""/>
      <w:lvlJc w:val="left"/>
      <w:pPr>
        <w:ind w:left="2945" w:hanging="360"/>
      </w:pPr>
      <w:rPr>
        <w:rFonts w:ascii="Wingdings" w:hAnsi="Wingdings" w:hint="default"/>
      </w:rPr>
    </w:lvl>
    <w:lvl w:ilvl="3" w:tplc="040C0001" w:tentative="1">
      <w:start w:val="1"/>
      <w:numFmt w:val="bullet"/>
      <w:lvlText w:val=""/>
      <w:lvlJc w:val="left"/>
      <w:pPr>
        <w:ind w:left="3665" w:hanging="360"/>
      </w:pPr>
      <w:rPr>
        <w:rFonts w:ascii="Symbol" w:hAnsi="Symbol" w:hint="default"/>
      </w:rPr>
    </w:lvl>
    <w:lvl w:ilvl="4" w:tplc="040C0003" w:tentative="1">
      <w:start w:val="1"/>
      <w:numFmt w:val="bullet"/>
      <w:lvlText w:val="o"/>
      <w:lvlJc w:val="left"/>
      <w:pPr>
        <w:ind w:left="4385" w:hanging="360"/>
      </w:pPr>
      <w:rPr>
        <w:rFonts w:ascii="Courier New" w:hAnsi="Courier New" w:cs="Courier New" w:hint="default"/>
      </w:rPr>
    </w:lvl>
    <w:lvl w:ilvl="5" w:tplc="040C0005" w:tentative="1">
      <w:start w:val="1"/>
      <w:numFmt w:val="bullet"/>
      <w:lvlText w:val=""/>
      <w:lvlJc w:val="left"/>
      <w:pPr>
        <w:ind w:left="5105" w:hanging="360"/>
      </w:pPr>
      <w:rPr>
        <w:rFonts w:ascii="Wingdings" w:hAnsi="Wingdings" w:hint="default"/>
      </w:rPr>
    </w:lvl>
    <w:lvl w:ilvl="6" w:tplc="040C0001" w:tentative="1">
      <w:start w:val="1"/>
      <w:numFmt w:val="bullet"/>
      <w:lvlText w:val=""/>
      <w:lvlJc w:val="left"/>
      <w:pPr>
        <w:ind w:left="5825" w:hanging="360"/>
      </w:pPr>
      <w:rPr>
        <w:rFonts w:ascii="Symbol" w:hAnsi="Symbol" w:hint="default"/>
      </w:rPr>
    </w:lvl>
    <w:lvl w:ilvl="7" w:tplc="040C0003" w:tentative="1">
      <w:start w:val="1"/>
      <w:numFmt w:val="bullet"/>
      <w:lvlText w:val="o"/>
      <w:lvlJc w:val="left"/>
      <w:pPr>
        <w:ind w:left="6545" w:hanging="360"/>
      </w:pPr>
      <w:rPr>
        <w:rFonts w:ascii="Courier New" w:hAnsi="Courier New" w:cs="Courier New" w:hint="default"/>
      </w:rPr>
    </w:lvl>
    <w:lvl w:ilvl="8" w:tplc="040C0005" w:tentative="1">
      <w:start w:val="1"/>
      <w:numFmt w:val="bullet"/>
      <w:lvlText w:val=""/>
      <w:lvlJc w:val="left"/>
      <w:pPr>
        <w:ind w:left="7265" w:hanging="360"/>
      </w:pPr>
      <w:rPr>
        <w:rFonts w:ascii="Wingdings" w:hAnsi="Wingdings" w:hint="default"/>
      </w:rPr>
    </w:lvl>
  </w:abstractNum>
  <w:abstractNum w:abstractNumId="28" w15:restartNumberingAfterBreak="0">
    <w:nsid w:val="327145A0"/>
    <w:multiLevelType w:val="hybridMultilevel"/>
    <w:tmpl w:val="A6DCD6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7586CFF"/>
    <w:multiLevelType w:val="hybridMultilevel"/>
    <w:tmpl w:val="A3C2C794"/>
    <w:lvl w:ilvl="0" w:tplc="B5E8143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837538B"/>
    <w:multiLevelType w:val="hybridMultilevel"/>
    <w:tmpl w:val="16BC680A"/>
    <w:lvl w:ilvl="0" w:tplc="BEB49F32">
      <w:numFmt w:val="bullet"/>
      <w:lvlText w:val="-"/>
      <w:lvlJc w:val="left"/>
      <w:pPr>
        <w:ind w:left="720" w:hanging="360"/>
      </w:pPr>
      <w:rPr>
        <w:rFonts w:ascii="Calibri" w:eastAsiaTheme="minorHAnsi" w:hAnsi="Calibri" w:cs="Calibri"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C457681"/>
    <w:multiLevelType w:val="hybridMultilevel"/>
    <w:tmpl w:val="8FE6FF2C"/>
    <w:lvl w:ilvl="0" w:tplc="5BD09C02">
      <w:numFmt w:val="bullet"/>
      <w:lvlText w:val="-"/>
      <w:lvlJc w:val="left"/>
      <w:pPr>
        <w:ind w:left="927" w:hanging="360"/>
      </w:pPr>
      <w:rPr>
        <w:rFonts w:ascii="Times New Roman" w:eastAsia="Times New Roman" w:hAnsi="Times New Roman"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2" w15:restartNumberingAfterBreak="0">
    <w:nsid w:val="3DC85ECC"/>
    <w:multiLevelType w:val="hybridMultilevel"/>
    <w:tmpl w:val="F82C6D22"/>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33207E9"/>
    <w:multiLevelType w:val="hybridMultilevel"/>
    <w:tmpl w:val="2CD6847E"/>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CE3E17"/>
    <w:multiLevelType w:val="multilevel"/>
    <w:tmpl w:val="69F437C0"/>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b/>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4A4752E4"/>
    <w:multiLevelType w:val="hybridMultilevel"/>
    <w:tmpl w:val="939A285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6" w15:restartNumberingAfterBreak="0">
    <w:nsid w:val="4AC34F86"/>
    <w:multiLevelType w:val="hybridMultilevel"/>
    <w:tmpl w:val="AB128496"/>
    <w:lvl w:ilvl="0" w:tplc="EC0657D8">
      <w:start w:val="1"/>
      <w:numFmt w:val="upperLetter"/>
      <w:lvlText w:val="%1."/>
      <w:lvlJc w:val="left"/>
      <w:pPr>
        <w:ind w:left="587"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lvlText w:val="%2."/>
      <w:lvlJc w:val="left"/>
      <w:pPr>
        <w:ind w:left="1307" w:hanging="360"/>
      </w:pPr>
    </w:lvl>
    <w:lvl w:ilvl="2" w:tplc="040C001B" w:tentative="1">
      <w:start w:val="1"/>
      <w:numFmt w:val="lowerRoman"/>
      <w:lvlText w:val="%3."/>
      <w:lvlJc w:val="right"/>
      <w:pPr>
        <w:ind w:left="2027" w:hanging="180"/>
      </w:pPr>
    </w:lvl>
    <w:lvl w:ilvl="3" w:tplc="040C000F" w:tentative="1">
      <w:start w:val="1"/>
      <w:numFmt w:val="decimal"/>
      <w:lvlText w:val="%4."/>
      <w:lvlJc w:val="left"/>
      <w:pPr>
        <w:ind w:left="2747" w:hanging="360"/>
      </w:pPr>
    </w:lvl>
    <w:lvl w:ilvl="4" w:tplc="040C0019" w:tentative="1">
      <w:start w:val="1"/>
      <w:numFmt w:val="lowerLetter"/>
      <w:lvlText w:val="%5."/>
      <w:lvlJc w:val="left"/>
      <w:pPr>
        <w:ind w:left="3467" w:hanging="360"/>
      </w:pPr>
    </w:lvl>
    <w:lvl w:ilvl="5" w:tplc="040C001B" w:tentative="1">
      <w:start w:val="1"/>
      <w:numFmt w:val="lowerRoman"/>
      <w:lvlText w:val="%6."/>
      <w:lvlJc w:val="right"/>
      <w:pPr>
        <w:ind w:left="4187" w:hanging="180"/>
      </w:pPr>
    </w:lvl>
    <w:lvl w:ilvl="6" w:tplc="040C000F" w:tentative="1">
      <w:start w:val="1"/>
      <w:numFmt w:val="decimal"/>
      <w:lvlText w:val="%7."/>
      <w:lvlJc w:val="left"/>
      <w:pPr>
        <w:ind w:left="4907" w:hanging="360"/>
      </w:pPr>
    </w:lvl>
    <w:lvl w:ilvl="7" w:tplc="040C0019" w:tentative="1">
      <w:start w:val="1"/>
      <w:numFmt w:val="lowerLetter"/>
      <w:lvlText w:val="%8."/>
      <w:lvlJc w:val="left"/>
      <w:pPr>
        <w:ind w:left="5627" w:hanging="360"/>
      </w:pPr>
    </w:lvl>
    <w:lvl w:ilvl="8" w:tplc="040C001B" w:tentative="1">
      <w:start w:val="1"/>
      <w:numFmt w:val="lowerRoman"/>
      <w:lvlText w:val="%9."/>
      <w:lvlJc w:val="right"/>
      <w:pPr>
        <w:ind w:left="6347" w:hanging="180"/>
      </w:pPr>
    </w:lvl>
  </w:abstractNum>
  <w:abstractNum w:abstractNumId="37" w15:restartNumberingAfterBreak="0">
    <w:nsid w:val="4B456AF4"/>
    <w:multiLevelType w:val="hybridMultilevel"/>
    <w:tmpl w:val="AD9CCA04"/>
    <w:lvl w:ilvl="0" w:tplc="ACE2D2AE">
      <w:start w:val="1"/>
      <w:numFmt w:val="bullet"/>
      <w:pStyle w:val="marc"/>
      <w:lvlText w:val=""/>
      <w:lvlJc w:val="left"/>
      <w:pPr>
        <w:tabs>
          <w:tab w:val="num" w:pos="645"/>
        </w:tabs>
        <w:ind w:left="645" w:hanging="360"/>
      </w:pPr>
      <w:rPr>
        <w:rFonts w:ascii="Symbol" w:hAnsi="Symbol"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38" w15:restartNumberingAfterBreak="0">
    <w:nsid w:val="4D696A61"/>
    <w:multiLevelType w:val="hybridMultilevel"/>
    <w:tmpl w:val="A9C2EA92"/>
    <w:lvl w:ilvl="0" w:tplc="72EE9F82">
      <w:numFmt w:val="bullet"/>
      <w:pStyle w:val="DCEpuceniveau1"/>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9" w15:restartNumberingAfterBreak="0">
    <w:nsid w:val="50731501"/>
    <w:multiLevelType w:val="hybridMultilevel"/>
    <w:tmpl w:val="E6F601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1E86A21"/>
    <w:multiLevelType w:val="hybridMultilevel"/>
    <w:tmpl w:val="EF1CC17E"/>
    <w:lvl w:ilvl="0" w:tplc="1256DB14">
      <w:start w:val="1"/>
      <w:numFmt w:val="decimal"/>
      <w:lvlText w:val="%1"/>
      <w:legacy w:legacy="1" w:legacySpace="0" w:legacyIndent="360"/>
      <w:lvlJc w:val="left"/>
      <w:rPr>
        <w:rFonts w:ascii="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54B97BDB"/>
    <w:multiLevelType w:val="hybridMultilevel"/>
    <w:tmpl w:val="A0FA18C0"/>
    <w:lvl w:ilvl="0" w:tplc="95905FF4">
      <w:start w:val="1"/>
      <w:numFmt w:val="bullet"/>
      <w:lvlText w:val="-"/>
      <w:lvlJc w:val="left"/>
      <w:pPr>
        <w:tabs>
          <w:tab w:val="num" w:pos="928"/>
        </w:tabs>
        <w:ind w:left="928" w:hanging="360"/>
      </w:pPr>
      <w:rPr>
        <w:rFonts w:ascii="Arial" w:hAnsi="Arial" w:hint="default"/>
        <w:sz w:val="20"/>
        <w:szCs w:val="20"/>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570E0184"/>
    <w:multiLevelType w:val="hybridMultilevel"/>
    <w:tmpl w:val="54D860B6"/>
    <w:lvl w:ilvl="0" w:tplc="A588BA7A">
      <w:numFmt w:val="bullet"/>
      <w:lvlText w:val="–"/>
      <w:lvlJc w:val="left"/>
      <w:pPr>
        <w:ind w:left="720" w:hanging="360"/>
      </w:pPr>
      <w:rPr>
        <w:rFonts w:ascii="Bookman Old Style" w:hAnsi="Bookman Old Style" w:cs="Times New Roman" w:hint="default"/>
        <w:sz w:val="20"/>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9C6400A"/>
    <w:multiLevelType w:val="hybridMultilevel"/>
    <w:tmpl w:val="98601E2E"/>
    <w:lvl w:ilvl="0" w:tplc="C03C752A">
      <w:start w:val="1"/>
      <w:numFmt w:val="bullet"/>
      <w:lvlText w:val=""/>
      <w:lvlJc w:val="left"/>
      <w:pPr>
        <w:ind w:left="363" w:hanging="360"/>
      </w:pPr>
      <w:rPr>
        <w:rFonts w:ascii="Symbol" w:hAnsi="Symbol" w:hint="default"/>
      </w:rPr>
    </w:lvl>
    <w:lvl w:ilvl="1" w:tplc="040C0003">
      <w:start w:val="1"/>
      <w:numFmt w:val="bullet"/>
      <w:lvlText w:val="o"/>
      <w:lvlJc w:val="left"/>
      <w:pPr>
        <w:ind w:left="1083" w:hanging="360"/>
      </w:pPr>
      <w:rPr>
        <w:rFonts w:ascii="Courier New" w:hAnsi="Courier New" w:cs="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cs="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4" w15:restartNumberingAfterBreak="0">
    <w:nsid w:val="5E8B3ACD"/>
    <w:multiLevelType w:val="hybridMultilevel"/>
    <w:tmpl w:val="3664F738"/>
    <w:lvl w:ilvl="0" w:tplc="040C0003">
      <w:start w:val="1"/>
      <w:numFmt w:val="bullet"/>
      <w:lvlText w:val="o"/>
      <w:lvlJc w:val="left"/>
      <w:pPr>
        <w:ind w:left="1077" w:hanging="360"/>
      </w:pPr>
      <w:rPr>
        <w:rFonts w:ascii="Courier New" w:hAnsi="Courier New" w:cs="Courier New"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5" w15:restartNumberingAfterBreak="0">
    <w:nsid w:val="5ECC14A2"/>
    <w:multiLevelType w:val="hybridMultilevel"/>
    <w:tmpl w:val="8F448E90"/>
    <w:lvl w:ilvl="0" w:tplc="DC0AF22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F51758A"/>
    <w:multiLevelType w:val="hybridMultilevel"/>
    <w:tmpl w:val="9A80B772"/>
    <w:lvl w:ilvl="0" w:tplc="1360D12C">
      <w:numFmt w:val="bullet"/>
      <w:pStyle w:val="POINT"/>
      <w:lvlText w:val="•"/>
      <w:lvlJc w:val="left"/>
      <w:pPr>
        <w:tabs>
          <w:tab w:val="num" w:pos="1134"/>
        </w:tabs>
        <w:ind w:left="1134" w:hanging="283"/>
      </w:pPr>
      <w:rPr>
        <w:rFonts w:ascii="Times New Roman" w:eastAsia="Times New Roman" w:hAnsi="Times New Roman" w:cs="Times New Roman" w:hint="default"/>
      </w:rPr>
    </w:lvl>
    <w:lvl w:ilvl="1" w:tplc="42923B02" w:tentative="1">
      <w:start w:val="1"/>
      <w:numFmt w:val="bullet"/>
      <w:lvlText w:val="o"/>
      <w:lvlJc w:val="left"/>
      <w:pPr>
        <w:tabs>
          <w:tab w:val="num" w:pos="2007"/>
        </w:tabs>
        <w:ind w:left="2007" w:hanging="360"/>
      </w:pPr>
      <w:rPr>
        <w:rFonts w:ascii="Courier New" w:hAnsi="Courier New" w:cs="Courier New" w:hint="default"/>
      </w:rPr>
    </w:lvl>
    <w:lvl w:ilvl="2" w:tplc="0B8C5098" w:tentative="1">
      <w:start w:val="1"/>
      <w:numFmt w:val="bullet"/>
      <w:lvlText w:val=""/>
      <w:lvlJc w:val="left"/>
      <w:pPr>
        <w:tabs>
          <w:tab w:val="num" w:pos="2727"/>
        </w:tabs>
        <w:ind w:left="2727" w:hanging="360"/>
      </w:pPr>
      <w:rPr>
        <w:rFonts w:ascii="Wingdings" w:hAnsi="Wingdings" w:hint="default"/>
      </w:rPr>
    </w:lvl>
    <w:lvl w:ilvl="3" w:tplc="35C2D40A" w:tentative="1">
      <w:start w:val="1"/>
      <w:numFmt w:val="bullet"/>
      <w:lvlText w:val=""/>
      <w:lvlJc w:val="left"/>
      <w:pPr>
        <w:tabs>
          <w:tab w:val="num" w:pos="3447"/>
        </w:tabs>
        <w:ind w:left="3447" w:hanging="360"/>
      </w:pPr>
      <w:rPr>
        <w:rFonts w:ascii="Symbol" w:hAnsi="Symbol" w:hint="default"/>
      </w:rPr>
    </w:lvl>
    <w:lvl w:ilvl="4" w:tplc="317CE19C" w:tentative="1">
      <w:start w:val="1"/>
      <w:numFmt w:val="bullet"/>
      <w:lvlText w:val="o"/>
      <w:lvlJc w:val="left"/>
      <w:pPr>
        <w:tabs>
          <w:tab w:val="num" w:pos="4167"/>
        </w:tabs>
        <w:ind w:left="4167" w:hanging="360"/>
      </w:pPr>
      <w:rPr>
        <w:rFonts w:ascii="Courier New" w:hAnsi="Courier New" w:cs="Courier New" w:hint="default"/>
      </w:rPr>
    </w:lvl>
    <w:lvl w:ilvl="5" w:tplc="A2B6CD5C" w:tentative="1">
      <w:start w:val="1"/>
      <w:numFmt w:val="bullet"/>
      <w:lvlText w:val=""/>
      <w:lvlJc w:val="left"/>
      <w:pPr>
        <w:tabs>
          <w:tab w:val="num" w:pos="4887"/>
        </w:tabs>
        <w:ind w:left="4887" w:hanging="360"/>
      </w:pPr>
      <w:rPr>
        <w:rFonts w:ascii="Wingdings" w:hAnsi="Wingdings" w:hint="default"/>
      </w:rPr>
    </w:lvl>
    <w:lvl w:ilvl="6" w:tplc="E02822C8" w:tentative="1">
      <w:start w:val="1"/>
      <w:numFmt w:val="bullet"/>
      <w:lvlText w:val=""/>
      <w:lvlJc w:val="left"/>
      <w:pPr>
        <w:tabs>
          <w:tab w:val="num" w:pos="5607"/>
        </w:tabs>
        <w:ind w:left="5607" w:hanging="360"/>
      </w:pPr>
      <w:rPr>
        <w:rFonts w:ascii="Symbol" w:hAnsi="Symbol" w:hint="default"/>
      </w:rPr>
    </w:lvl>
    <w:lvl w:ilvl="7" w:tplc="BF6413F6" w:tentative="1">
      <w:start w:val="1"/>
      <w:numFmt w:val="bullet"/>
      <w:lvlText w:val="o"/>
      <w:lvlJc w:val="left"/>
      <w:pPr>
        <w:tabs>
          <w:tab w:val="num" w:pos="6327"/>
        </w:tabs>
        <w:ind w:left="6327" w:hanging="360"/>
      </w:pPr>
      <w:rPr>
        <w:rFonts w:ascii="Courier New" w:hAnsi="Courier New" w:cs="Courier New" w:hint="default"/>
      </w:rPr>
    </w:lvl>
    <w:lvl w:ilvl="8" w:tplc="048A5B64" w:tentative="1">
      <w:start w:val="1"/>
      <w:numFmt w:val="bullet"/>
      <w:lvlText w:val=""/>
      <w:lvlJc w:val="left"/>
      <w:pPr>
        <w:tabs>
          <w:tab w:val="num" w:pos="7047"/>
        </w:tabs>
        <w:ind w:left="7047" w:hanging="360"/>
      </w:pPr>
      <w:rPr>
        <w:rFonts w:ascii="Wingdings" w:hAnsi="Wingdings" w:hint="default"/>
      </w:rPr>
    </w:lvl>
  </w:abstractNum>
  <w:abstractNum w:abstractNumId="47" w15:restartNumberingAfterBreak="0">
    <w:nsid w:val="5FDD69B5"/>
    <w:multiLevelType w:val="hybridMultilevel"/>
    <w:tmpl w:val="CDDC184C"/>
    <w:lvl w:ilvl="0" w:tplc="A008F0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3601D1D"/>
    <w:multiLevelType w:val="hybridMultilevel"/>
    <w:tmpl w:val="90D6F6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42C4629"/>
    <w:multiLevelType w:val="hybridMultilevel"/>
    <w:tmpl w:val="C14066E2"/>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6A10A1F"/>
    <w:multiLevelType w:val="hybridMultilevel"/>
    <w:tmpl w:val="CAFA4F5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1" w15:restartNumberingAfterBreak="0">
    <w:nsid w:val="677841F5"/>
    <w:multiLevelType w:val="hybridMultilevel"/>
    <w:tmpl w:val="233E4C6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1161BF4"/>
    <w:multiLevelType w:val="hybridMultilevel"/>
    <w:tmpl w:val="7ACA3E44"/>
    <w:lvl w:ilvl="0" w:tplc="962474BC">
      <w:start w:val="2"/>
      <w:numFmt w:val="bullet"/>
      <w:lvlText w:val="-"/>
      <w:lvlJc w:val="left"/>
      <w:pPr>
        <w:ind w:left="720" w:hanging="360"/>
      </w:pPr>
      <w:rPr>
        <w:rFonts w:ascii="Times New Roman" w:eastAsiaTheme="minorHAnsi" w:hAnsi="Times New Roman" w:cs="Times New Roman" w:hint="default"/>
        <w:color w:val="000000"/>
        <w:sz w:val="23"/>
      </w:rPr>
    </w:lvl>
    <w:lvl w:ilvl="1" w:tplc="F078D82E">
      <w:start w:val="1"/>
      <w:numFmt w:val="bullet"/>
      <w:lvlText w:val=""/>
      <w:lvlJc w:val="left"/>
      <w:pPr>
        <w:ind w:left="1440" w:hanging="360"/>
      </w:pPr>
      <w:rPr>
        <w:rFonts w:ascii="Symbol" w:hAnsi="Symbol" w:hint="default"/>
        <w:spacing w:val="20"/>
        <w:sz w:val="24"/>
        <w:szCs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5FA5AD6"/>
    <w:multiLevelType w:val="hybridMultilevel"/>
    <w:tmpl w:val="EDDA86D4"/>
    <w:lvl w:ilvl="0" w:tplc="0A4C7332">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54" w15:restartNumberingAfterBreak="0">
    <w:nsid w:val="7D9A4571"/>
    <w:multiLevelType w:val="hybridMultilevel"/>
    <w:tmpl w:val="BF3C11B6"/>
    <w:lvl w:ilvl="0" w:tplc="2BB4E52E">
      <w:start w:val="1"/>
      <w:numFmt w:val="upperLetter"/>
      <w:lvlText w:val="%1."/>
      <w:lvlJc w:val="left"/>
      <w:pPr>
        <w:ind w:left="587" w:hanging="360"/>
      </w:pPr>
      <w:rPr>
        <w:rFonts w:hint="default"/>
      </w:rPr>
    </w:lvl>
    <w:lvl w:ilvl="1" w:tplc="040C0019" w:tentative="1">
      <w:start w:val="1"/>
      <w:numFmt w:val="lowerLetter"/>
      <w:lvlText w:val="%2."/>
      <w:lvlJc w:val="left"/>
      <w:pPr>
        <w:ind w:left="1307" w:hanging="360"/>
      </w:pPr>
    </w:lvl>
    <w:lvl w:ilvl="2" w:tplc="040C001B" w:tentative="1">
      <w:start w:val="1"/>
      <w:numFmt w:val="lowerRoman"/>
      <w:lvlText w:val="%3."/>
      <w:lvlJc w:val="right"/>
      <w:pPr>
        <w:ind w:left="2027" w:hanging="180"/>
      </w:pPr>
    </w:lvl>
    <w:lvl w:ilvl="3" w:tplc="040C000F" w:tentative="1">
      <w:start w:val="1"/>
      <w:numFmt w:val="decimal"/>
      <w:lvlText w:val="%4."/>
      <w:lvlJc w:val="left"/>
      <w:pPr>
        <w:ind w:left="2747" w:hanging="360"/>
      </w:pPr>
    </w:lvl>
    <w:lvl w:ilvl="4" w:tplc="040C0019" w:tentative="1">
      <w:start w:val="1"/>
      <w:numFmt w:val="lowerLetter"/>
      <w:lvlText w:val="%5."/>
      <w:lvlJc w:val="left"/>
      <w:pPr>
        <w:ind w:left="3467" w:hanging="360"/>
      </w:pPr>
    </w:lvl>
    <w:lvl w:ilvl="5" w:tplc="040C001B" w:tentative="1">
      <w:start w:val="1"/>
      <w:numFmt w:val="lowerRoman"/>
      <w:lvlText w:val="%6."/>
      <w:lvlJc w:val="right"/>
      <w:pPr>
        <w:ind w:left="4187" w:hanging="180"/>
      </w:pPr>
    </w:lvl>
    <w:lvl w:ilvl="6" w:tplc="040C000F" w:tentative="1">
      <w:start w:val="1"/>
      <w:numFmt w:val="decimal"/>
      <w:lvlText w:val="%7."/>
      <w:lvlJc w:val="left"/>
      <w:pPr>
        <w:ind w:left="4907" w:hanging="360"/>
      </w:pPr>
    </w:lvl>
    <w:lvl w:ilvl="7" w:tplc="040C0019" w:tentative="1">
      <w:start w:val="1"/>
      <w:numFmt w:val="lowerLetter"/>
      <w:lvlText w:val="%8."/>
      <w:lvlJc w:val="left"/>
      <w:pPr>
        <w:ind w:left="5627" w:hanging="360"/>
      </w:pPr>
    </w:lvl>
    <w:lvl w:ilvl="8" w:tplc="040C001B" w:tentative="1">
      <w:start w:val="1"/>
      <w:numFmt w:val="lowerRoman"/>
      <w:lvlText w:val="%9."/>
      <w:lvlJc w:val="right"/>
      <w:pPr>
        <w:ind w:left="6347" w:hanging="180"/>
      </w:pPr>
    </w:lvl>
  </w:abstractNum>
  <w:abstractNum w:abstractNumId="55" w15:restartNumberingAfterBreak="0">
    <w:nsid w:val="7EA2676D"/>
    <w:multiLevelType w:val="hybridMultilevel"/>
    <w:tmpl w:val="23B65C86"/>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F564A94"/>
    <w:multiLevelType w:val="hybridMultilevel"/>
    <w:tmpl w:val="8D16FA16"/>
    <w:lvl w:ilvl="0" w:tplc="95905FF4">
      <w:start w:val="1"/>
      <w:numFmt w:val="bullet"/>
      <w:lvlText w:val="-"/>
      <w:lvlJc w:val="left"/>
      <w:pPr>
        <w:tabs>
          <w:tab w:val="num" w:pos="928"/>
        </w:tabs>
        <w:ind w:left="928" w:hanging="360"/>
      </w:pPr>
      <w:rPr>
        <w:rFonts w:ascii="Arial" w:hAnsi="Arial" w:hint="default"/>
        <w:sz w:val="20"/>
        <w:szCs w:val="20"/>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num w:numId="1">
    <w:abstractNumId w:val="53"/>
  </w:num>
  <w:num w:numId="2">
    <w:abstractNumId w:val="37"/>
  </w:num>
  <w:num w:numId="3">
    <w:abstractNumId w:val="5"/>
  </w:num>
  <w:num w:numId="4">
    <w:abstractNumId w:val="3"/>
  </w:num>
  <w:num w:numId="5">
    <w:abstractNumId w:val="34"/>
  </w:num>
  <w:num w:numId="6">
    <w:abstractNumId w:val="22"/>
  </w:num>
  <w:num w:numId="7">
    <w:abstractNumId w:val="4"/>
  </w:num>
  <w:num w:numId="8">
    <w:abstractNumId w:val="17"/>
  </w:num>
  <w:num w:numId="9">
    <w:abstractNumId w:val="40"/>
  </w:num>
  <w:num w:numId="10">
    <w:abstractNumId w:val="20"/>
  </w:num>
  <w:num w:numId="11">
    <w:abstractNumId w:val="34"/>
  </w:num>
  <w:num w:numId="12">
    <w:abstractNumId w:val="51"/>
  </w:num>
  <w:num w:numId="13">
    <w:abstractNumId w:val="32"/>
  </w:num>
  <w:num w:numId="14">
    <w:abstractNumId w:val="7"/>
  </w:num>
  <w:num w:numId="15">
    <w:abstractNumId w:val="34"/>
  </w:num>
  <w:num w:numId="16">
    <w:abstractNumId w:val="28"/>
  </w:num>
  <w:num w:numId="17">
    <w:abstractNumId w:val="34"/>
  </w:num>
  <w:num w:numId="18">
    <w:abstractNumId w:val="34"/>
  </w:num>
  <w:num w:numId="19">
    <w:abstractNumId w:val="45"/>
  </w:num>
  <w:num w:numId="20">
    <w:abstractNumId w:val="34"/>
  </w:num>
  <w:num w:numId="21">
    <w:abstractNumId w:val="2"/>
  </w:num>
  <w:num w:numId="22">
    <w:abstractNumId w:val="34"/>
  </w:num>
  <w:num w:numId="23">
    <w:abstractNumId w:val="1"/>
  </w:num>
  <w:num w:numId="24">
    <w:abstractNumId w:val="34"/>
  </w:num>
  <w:num w:numId="25">
    <w:abstractNumId w:val="34"/>
  </w:num>
  <w:num w:numId="26">
    <w:abstractNumId w:val="34"/>
  </w:num>
  <w:num w:numId="27">
    <w:abstractNumId w:val="13"/>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0"/>
  </w:num>
  <w:num w:numId="31">
    <w:abstractNumId w:val="36"/>
  </w:num>
  <w:num w:numId="32">
    <w:abstractNumId w:val="43"/>
  </w:num>
  <w:num w:numId="33">
    <w:abstractNumId w:val="42"/>
  </w:num>
  <w:num w:numId="34">
    <w:abstractNumId w:val="9"/>
  </w:num>
  <w:num w:numId="35">
    <w:abstractNumId w:val="54"/>
  </w:num>
  <w:num w:numId="36">
    <w:abstractNumId w:val="12"/>
  </w:num>
  <w:num w:numId="37">
    <w:abstractNumId w:val="50"/>
  </w:num>
  <w:num w:numId="38">
    <w:abstractNumId w:val="39"/>
  </w:num>
  <w:num w:numId="39">
    <w:abstractNumId w:val="29"/>
  </w:num>
  <w:num w:numId="40">
    <w:abstractNumId w:val="11"/>
  </w:num>
  <w:num w:numId="41">
    <w:abstractNumId w:val="10"/>
  </w:num>
  <w:num w:numId="42">
    <w:abstractNumId w:val="24"/>
  </w:num>
  <w:num w:numId="43">
    <w:abstractNumId w:val="44"/>
  </w:num>
  <w:num w:numId="44">
    <w:abstractNumId w:val="14"/>
  </w:num>
  <w:num w:numId="45">
    <w:abstractNumId w:val="35"/>
  </w:num>
  <w:num w:numId="46">
    <w:abstractNumId w:val="8"/>
  </w:num>
  <w:num w:numId="47">
    <w:abstractNumId w:val="38"/>
  </w:num>
  <w:num w:numId="48">
    <w:abstractNumId w:val="46"/>
  </w:num>
  <w:num w:numId="49">
    <w:abstractNumId w:val="52"/>
  </w:num>
  <w:num w:numId="50">
    <w:abstractNumId w:val="27"/>
  </w:num>
  <w:num w:numId="51">
    <w:abstractNumId w:val="48"/>
  </w:num>
  <w:num w:numId="52">
    <w:abstractNumId w:val="18"/>
  </w:num>
  <w:num w:numId="53">
    <w:abstractNumId w:val="49"/>
  </w:num>
  <w:num w:numId="54">
    <w:abstractNumId w:val="55"/>
  </w:num>
  <w:num w:numId="55">
    <w:abstractNumId w:val="33"/>
  </w:num>
  <w:num w:numId="56">
    <w:abstractNumId w:val="34"/>
  </w:num>
  <w:num w:numId="57">
    <w:abstractNumId w:val="34"/>
  </w:num>
  <w:num w:numId="58">
    <w:abstractNumId w:val="34"/>
  </w:num>
  <w:num w:numId="59">
    <w:abstractNumId w:val="34"/>
  </w:num>
  <w:num w:numId="60">
    <w:abstractNumId w:val="34"/>
  </w:num>
  <w:num w:numId="61">
    <w:abstractNumId w:val="34"/>
  </w:num>
  <w:num w:numId="62">
    <w:abstractNumId w:val="34"/>
  </w:num>
  <w:num w:numId="63">
    <w:abstractNumId w:val="34"/>
  </w:num>
  <w:num w:numId="64">
    <w:abstractNumId w:val="34"/>
  </w:num>
  <w:num w:numId="65">
    <w:abstractNumId w:val="34"/>
  </w:num>
  <w:num w:numId="66">
    <w:abstractNumId w:val="31"/>
  </w:num>
  <w:num w:numId="67">
    <w:abstractNumId w:val="34"/>
  </w:num>
  <w:num w:numId="68">
    <w:abstractNumId w:val="34"/>
  </w:num>
  <w:num w:numId="69">
    <w:abstractNumId w:val="34"/>
  </w:num>
  <w:num w:numId="70">
    <w:abstractNumId w:val="34"/>
  </w:num>
  <w:num w:numId="71">
    <w:abstractNumId w:val="21"/>
  </w:num>
  <w:num w:numId="72">
    <w:abstractNumId w:val="19"/>
  </w:num>
  <w:num w:numId="73">
    <w:abstractNumId w:val="16"/>
  </w:num>
  <w:num w:numId="74">
    <w:abstractNumId w:val="6"/>
  </w:num>
  <w:num w:numId="75">
    <w:abstractNumId w:val="15"/>
  </w:num>
  <w:num w:numId="76">
    <w:abstractNumId w:val="56"/>
  </w:num>
  <w:num w:numId="77">
    <w:abstractNumId w:val="41"/>
  </w:num>
  <w:num w:numId="78">
    <w:abstractNumId w:val="34"/>
  </w:num>
  <w:num w:numId="79">
    <w:abstractNumId w:val="34"/>
  </w:num>
  <w:num w:numId="80">
    <w:abstractNumId w:val="26"/>
  </w:num>
  <w:num w:numId="81">
    <w:abstractNumId w:val="23"/>
  </w:num>
  <w:num w:numId="82">
    <w:abstractNumId w:val="47"/>
  </w:num>
  <w:num w:numId="83">
    <w:abstractNumId w:val="34"/>
  </w:num>
  <w:num w:numId="84">
    <w:abstractNumId w:val="3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54B"/>
    <w:rsid w:val="0000008F"/>
    <w:rsid w:val="00004129"/>
    <w:rsid w:val="00006A34"/>
    <w:rsid w:val="0000730C"/>
    <w:rsid w:val="00007D39"/>
    <w:rsid w:val="00010713"/>
    <w:rsid w:val="00011306"/>
    <w:rsid w:val="000129C1"/>
    <w:rsid w:val="0001697B"/>
    <w:rsid w:val="00016D59"/>
    <w:rsid w:val="00020F64"/>
    <w:rsid w:val="00022D29"/>
    <w:rsid w:val="00023C4B"/>
    <w:rsid w:val="000260AC"/>
    <w:rsid w:val="00027A92"/>
    <w:rsid w:val="0003289E"/>
    <w:rsid w:val="0003349A"/>
    <w:rsid w:val="00033F19"/>
    <w:rsid w:val="000354BD"/>
    <w:rsid w:val="00040FAB"/>
    <w:rsid w:val="00042E5A"/>
    <w:rsid w:val="0004662D"/>
    <w:rsid w:val="000505E6"/>
    <w:rsid w:val="000507D6"/>
    <w:rsid w:val="000532AB"/>
    <w:rsid w:val="000533D3"/>
    <w:rsid w:val="0005514B"/>
    <w:rsid w:val="000569D3"/>
    <w:rsid w:val="00057651"/>
    <w:rsid w:val="00057989"/>
    <w:rsid w:val="000679D7"/>
    <w:rsid w:val="000705D1"/>
    <w:rsid w:val="00076E78"/>
    <w:rsid w:val="000842A5"/>
    <w:rsid w:val="00087635"/>
    <w:rsid w:val="000917FE"/>
    <w:rsid w:val="000A0319"/>
    <w:rsid w:val="000A4C82"/>
    <w:rsid w:val="000C06C2"/>
    <w:rsid w:val="000C1A56"/>
    <w:rsid w:val="000C36CD"/>
    <w:rsid w:val="000C39C8"/>
    <w:rsid w:val="000C3DEF"/>
    <w:rsid w:val="000C41BA"/>
    <w:rsid w:val="000D0FAA"/>
    <w:rsid w:val="000D323C"/>
    <w:rsid w:val="000D3891"/>
    <w:rsid w:val="000E0127"/>
    <w:rsid w:val="000E3250"/>
    <w:rsid w:val="000E6ADC"/>
    <w:rsid w:val="000F0F8C"/>
    <w:rsid w:val="000F29E4"/>
    <w:rsid w:val="000F2DD7"/>
    <w:rsid w:val="000F48FF"/>
    <w:rsid w:val="000F59CF"/>
    <w:rsid w:val="00100E5A"/>
    <w:rsid w:val="00101EDC"/>
    <w:rsid w:val="00104BC6"/>
    <w:rsid w:val="00106E3F"/>
    <w:rsid w:val="00111C7C"/>
    <w:rsid w:val="001171C8"/>
    <w:rsid w:val="001204A8"/>
    <w:rsid w:val="00120B75"/>
    <w:rsid w:val="001237D9"/>
    <w:rsid w:val="0012462F"/>
    <w:rsid w:val="00126B0B"/>
    <w:rsid w:val="00130363"/>
    <w:rsid w:val="0013179C"/>
    <w:rsid w:val="00140671"/>
    <w:rsid w:val="001437F9"/>
    <w:rsid w:val="00145856"/>
    <w:rsid w:val="0014610E"/>
    <w:rsid w:val="0014635F"/>
    <w:rsid w:val="00152D5F"/>
    <w:rsid w:val="001561F6"/>
    <w:rsid w:val="00156C99"/>
    <w:rsid w:val="00162CBD"/>
    <w:rsid w:val="00165739"/>
    <w:rsid w:val="00170FD9"/>
    <w:rsid w:val="00171503"/>
    <w:rsid w:val="00171E42"/>
    <w:rsid w:val="0017472E"/>
    <w:rsid w:val="00175966"/>
    <w:rsid w:val="001771E1"/>
    <w:rsid w:val="00177431"/>
    <w:rsid w:val="00182690"/>
    <w:rsid w:val="00184904"/>
    <w:rsid w:val="001870EE"/>
    <w:rsid w:val="001872FC"/>
    <w:rsid w:val="001917E9"/>
    <w:rsid w:val="001950FB"/>
    <w:rsid w:val="001A4C7E"/>
    <w:rsid w:val="001A5472"/>
    <w:rsid w:val="001A55CD"/>
    <w:rsid w:val="001A572C"/>
    <w:rsid w:val="001A7B97"/>
    <w:rsid w:val="001B41B4"/>
    <w:rsid w:val="001B563B"/>
    <w:rsid w:val="001B6FE7"/>
    <w:rsid w:val="001C2EBE"/>
    <w:rsid w:val="001C558A"/>
    <w:rsid w:val="001C67AF"/>
    <w:rsid w:val="001D5B20"/>
    <w:rsid w:val="001D5CEA"/>
    <w:rsid w:val="001E0703"/>
    <w:rsid w:val="001E35BF"/>
    <w:rsid w:val="001E6D7D"/>
    <w:rsid w:val="001F2B6D"/>
    <w:rsid w:val="001F6818"/>
    <w:rsid w:val="00203552"/>
    <w:rsid w:val="00204288"/>
    <w:rsid w:val="0020441D"/>
    <w:rsid w:val="00205F21"/>
    <w:rsid w:val="002064AF"/>
    <w:rsid w:val="00206559"/>
    <w:rsid w:val="00207A64"/>
    <w:rsid w:val="00211654"/>
    <w:rsid w:val="00217F87"/>
    <w:rsid w:val="0023018C"/>
    <w:rsid w:val="00245686"/>
    <w:rsid w:val="002459FB"/>
    <w:rsid w:val="002471DD"/>
    <w:rsid w:val="002623EF"/>
    <w:rsid w:val="00265224"/>
    <w:rsid w:val="00266AE9"/>
    <w:rsid w:val="00281731"/>
    <w:rsid w:val="00283A25"/>
    <w:rsid w:val="00284515"/>
    <w:rsid w:val="0028557C"/>
    <w:rsid w:val="00290EA7"/>
    <w:rsid w:val="00292DE7"/>
    <w:rsid w:val="00294024"/>
    <w:rsid w:val="002940AD"/>
    <w:rsid w:val="00294D91"/>
    <w:rsid w:val="002975EF"/>
    <w:rsid w:val="002A08FC"/>
    <w:rsid w:val="002A6D92"/>
    <w:rsid w:val="002B34C9"/>
    <w:rsid w:val="002B5358"/>
    <w:rsid w:val="002B78D3"/>
    <w:rsid w:val="002C34CD"/>
    <w:rsid w:val="002C5D9A"/>
    <w:rsid w:val="002D572B"/>
    <w:rsid w:val="002D654B"/>
    <w:rsid w:val="002D72C4"/>
    <w:rsid w:val="002E4B6E"/>
    <w:rsid w:val="002F12E3"/>
    <w:rsid w:val="002F1ED0"/>
    <w:rsid w:val="002F26E9"/>
    <w:rsid w:val="002F28D9"/>
    <w:rsid w:val="002F3356"/>
    <w:rsid w:val="002F4958"/>
    <w:rsid w:val="002F5E69"/>
    <w:rsid w:val="00304050"/>
    <w:rsid w:val="00307A75"/>
    <w:rsid w:val="00316E7B"/>
    <w:rsid w:val="00320985"/>
    <w:rsid w:val="00320A10"/>
    <w:rsid w:val="00320D65"/>
    <w:rsid w:val="003214B8"/>
    <w:rsid w:val="00321870"/>
    <w:rsid w:val="00323ED1"/>
    <w:rsid w:val="003317AE"/>
    <w:rsid w:val="00341A9C"/>
    <w:rsid w:val="00344AD4"/>
    <w:rsid w:val="00345D60"/>
    <w:rsid w:val="00346953"/>
    <w:rsid w:val="00347451"/>
    <w:rsid w:val="003509CE"/>
    <w:rsid w:val="00355F6E"/>
    <w:rsid w:val="003607CD"/>
    <w:rsid w:val="003636AD"/>
    <w:rsid w:val="00366111"/>
    <w:rsid w:val="00370009"/>
    <w:rsid w:val="003712EF"/>
    <w:rsid w:val="00371A22"/>
    <w:rsid w:val="003725A4"/>
    <w:rsid w:val="00375920"/>
    <w:rsid w:val="00376CC2"/>
    <w:rsid w:val="00380AFE"/>
    <w:rsid w:val="00380D5F"/>
    <w:rsid w:val="00384330"/>
    <w:rsid w:val="00385B9F"/>
    <w:rsid w:val="0038655F"/>
    <w:rsid w:val="0039601A"/>
    <w:rsid w:val="00397EFA"/>
    <w:rsid w:val="003A0C28"/>
    <w:rsid w:val="003A32CE"/>
    <w:rsid w:val="003A44F1"/>
    <w:rsid w:val="003A59B3"/>
    <w:rsid w:val="003B0C74"/>
    <w:rsid w:val="003B0FA5"/>
    <w:rsid w:val="003B7E5F"/>
    <w:rsid w:val="003C0067"/>
    <w:rsid w:val="003C2A40"/>
    <w:rsid w:val="003C2FCF"/>
    <w:rsid w:val="003C3641"/>
    <w:rsid w:val="003D509F"/>
    <w:rsid w:val="003E1C7E"/>
    <w:rsid w:val="003F049A"/>
    <w:rsid w:val="003F0BFD"/>
    <w:rsid w:val="003F250B"/>
    <w:rsid w:val="003F5BFC"/>
    <w:rsid w:val="003F6774"/>
    <w:rsid w:val="003F734D"/>
    <w:rsid w:val="00404D63"/>
    <w:rsid w:val="00405DC4"/>
    <w:rsid w:val="00406521"/>
    <w:rsid w:val="004076B3"/>
    <w:rsid w:val="00407A73"/>
    <w:rsid w:val="00412500"/>
    <w:rsid w:val="004139F2"/>
    <w:rsid w:val="00415FED"/>
    <w:rsid w:val="00417FD5"/>
    <w:rsid w:val="004214DA"/>
    <w:rsid w:val="00423BCD"/>
    <w:rsid w:val="004277BC"/>
    <w:rsid w:val="00433989"/>
    <w:rsid w:val="00437BB6"/>
    <w:rsid w:val="00440FBF"/>
    <w:rsid w:val="00443712"/>
    <w:rsid w:val="00444645"/>
    <w:rsid w:val="00447FA5"/>
    <w:rsid w:val="0045234D"/>
    <w:rsid w:val="00452380"/>
    <w:rsid w:val="004525B1"/>
    <w:rsid w:val="00454439"/>
    <w:rsid w:val="00456F10"/>
    <w:rsid w:val="004575EA"/>
    <w:rsid w:val="004724B3"/>
    <w:rsid w:val="00473879"/>
    <w:rsid w:val="00473BA8"/>
    <w:rsid w:val="004756D9"/>
    <w:rsid w:val="00475DB0"/>
    <w:rsid w:val="004819A0"/>
    <w:rsid w:val="004832B9"/>
    <w:rsid w:val="00486FD5"/>
    <w:rsid w:val="00487784"/>
    <w:rsid w:val="0049178C"/>
    <w:rsid w:val="00494EED"/>
    <w:rsid w:val="004A1921"/>
    <w:rsid w:val="004A1D92"/>
    <w:rsid w:val="004A36F8"/>
    <w:rsid w:val="004A3919"/>
    <w:rsid w:val="004A5B48"/>
    <w:rsid w:val="004A667D"/>
    <w:rsid w:val="004A6BD3"/>
    <w:rsid w:val="004B2D2F"/>
    <w:rsid w:val="004B3D25"/>
    <w:rsid w:val="004D037C"/>
    <w:rsid w:val="004D27AE"/>
    <w:rsid w:val="004D2DEF"/>
    <w:rsid w:val="004D4186"/>
    <w:rsid w:val="004D5BD7"/>
    <w:rsid w:val="004E6E9D"/>
    <w:rsid w:val="004F02E4"/>
    <w:rsid w:val="004F1F11"/>
    <w:rsid w:val="004F3F29"/>
    <w:rsid w:val="004F53AF"/>
    <w:rsid w:val="005016AF"/>
    <w:rsid w:val="00510611"/>
    <w:rsid w:val="005106D4"/>
    <w:rsid w:val="00513D52"/>
    <w:rsid w:val="005160F2"/>
    <w:rsid w:val="00520E84"/>
    <w:rsid w:val="0052299B"/>
    <w:rsid w:val="005302EF"/>
    <w:rsid w:val="00532DFB"/>
    <w:rsid w:val="0053424F"/>
    <w:rsid w:val="00537E70"/>
    <w:rsid w:val="00540AA8"/>
    <w:rsid w:val="00541DC4"/>
    <w:rsid w:val="005426A0"/>
    <w:rsid w:val="005432B7"/>
    <w:rsid w:val="005466A6"/>
    <w:rsid w:val="00547A24"/>
    <w:rsid w:val="00547FEE"/>
    <w:rsid w:val="00551018"/>
    <w:rsid w:val="00552E7C"/>
    <w:rsid w:val="00560C4B"/>
    <w:rsid w:val="005638C6"/>
    <w:rsid w:val="0056555C"/>
    <w:rsid w:val="00567204"/>
    <w:rsid w:val="00570FF8"/>
    <w:rsid w:val="00575590"/>
    <w:rsid w:val="00577871"/>
    <w:rsid w:val="00580770"/>
    <w:rsid w:val="0058250D"/>
    <w:rsid w:val="005825F1"/>
    <w:rsid w:val="00587564"/>
    <w:rsid w:val="00597E66"/>
    <w:rsid w:val="005A75DD"/>
    <w:rsid w:val="005B0BE0"/>
    <w:rsid w:val="005B2110"/>
    <w:rsid w:val="005B68B2"/>
    <w:rsid w:val="005B7B51"/>
    <w:rsid w:val="005C3672"/>
    <w:rsid w:val="005C3A40"/>
    <w:rsid w:val="005C47BF"/>
    <w:rsid w:val="005D2861"/>
    <w:rsid w:val="005D476F"/>
    <w:rsid w:val="005D482E"/>
    <w:rsid w:val="005D4DAA"/>
    <w:rsid w:val="005E5DB9"/>
    <w:rsid w:val="005F1369"/>
    <w:rsid w:val="005F59C2"/>
    <w:rsid w:val="005F6F3A"/>
    <w:rsid w:val="00600890"/>
    <w:rsid w:val="00602871"/>
    <w:rsid w:val="00606231"/>
    <w:rsid w:val="006073DB"/>
    <w:rsid w:val="0061384A"/>
    <w:rsid w:val="0061558E"/>
    <w:rsid w:val="00615FA1"/>
    <w:rsid w:val="0061763A"/>
    <w:rsid w:val="006248C1"/>
    <w:rsid w:val="00627A05"/>
    <w:rsid w:val="00634376"/>
    <w:rsid w:val="00635E97"/>
    <w:rsid w:val="0064037C"/>
    <w:rsid w:val="006513B6"/>
    <w:rsid w:val="00652E28"/>
    <w:rsid w:val="006550BF"/>
    <w:rsid w:val="00661AF8"/>
    <w:rsid w:val="006629BF"/>
    <w:rsid w:val="00662AE4"/>
    <w:rsid w:val="0067180F"/>
    <w:rsid w:val="00675718"/>
    <w:rsid w:val="006764A2"/>
    <w:rsid w:val="0068252E"/>
    <w:rsid w:val="006825B2"/>
    <w:rsid w:val="00684527"/>
    <w:rsid w:val="00684A11"/>
    <w:rsid w:val="00686B28"/>
    <w:rsid w:val="00690CFA"/>
    <w:rsid w:val="0069275B"/>
    <w:rsid w:val="00692C26"/>
    <w:rsid w:val="00692C3D"/>
    <w:rsid w:val="00693553"/>
    <w:rsid w:val="00693B7C"/>
    <w:rsid w:val="0069463E"/>
    <w:rsid w:val="006957F6"/>
    <w:rsid w:val="00695F01"/>
    <w:rsid w:val="006A1770"/>
    <w:rsid w:val="006A2A77"/>
    <w:rsid w:val="006A2FAE"/>
    <w:rsid w:val="006A6811"/>
    <w:rsid w:val="006A68FE"/>
    <w:rsid w:val="006B1DB6"/>
    <w:rsid w:val="006B35D0"/>
    <w:rsid w:val="006B3F76"/>
    <w:rsid w:val="006B4A13"/>
    <w:rsid w:val="006B5012"/>
    <w:rsid w:val="006B5572"/>
    <w:rsid w:val="006B72E7"/>
    <w:rsid w:val="006D579E"/>
    <w:rsid w:val="006D5A2C"/>
    <w:rsid w:val="006D6CD5"/>
    <w:rsid w:val="006D73F5"/>
    <w:rsid w:val="006E2EA4"/>
    <w:rsid w:val="006E5185"/>
    <w:rsid w:val="006E6BDF"/>
    <w:rsid w:val="006F0C2B"/>
    <w:rsid w:val="006F14EA"/>
    <w:rsid w:val="006F494C"/>
    <w:rsid w:val="007009B5"/>
    <w:rsid w:val="00700B25"/>
    <w:rsid w:val="007049EB"/>
    <w:rsid w:val="00712127"/>
    <w:rsid w:val="00713790"/>
    <w:rsid w:val="00716B9E"/>
    <w:rsid w:val="007215F3"/>
    <w:rsid w:val="007237DF"/>
    <w:rsid w:val="00727070"/>
    <w:rsid w:val="00727AEA"/>
    <w:rsid w:val="00730C8F"/>
    <w:rsid w:val="00733535"/>
    <w:rsid w:val="00734116"/>
    <w:rsid w:val="00734B6A"/>
    <w:rsid w:val="00736246"/>
    <w:rsid w:val="0073647B"/>
    <w:rsid w:val="007405C2"/>
    <w:rsid w:val="00740E5D"/>
    <w:rsid w:val="00742FEC"/>
    <w:rsid w:val="0074397B"/>
    <w:rsid w:val="007442BE"/>
    <w:rsid w:val="007448B9"/>
    <w:rsid w:val="00747D56"/>
    <w:rsid w:val="00750D9F"/>
    <w:rsid w:val="007522A3"/>
    <w:rsid w:val="00753C5A"/>
    <w:rsid w:val="0075658E"/>
    <w:rsid w:val="00760148"/>
    <w:rsid w:val="0076167D"/>
    <w:rsid w:val="00761FED"/>
    <w:rsid w:val="00762F8D"/>
    <w:rsid w:val="00763EB7"/>
    <w:rsid w:val="00767763"/>
    <w:rsid w:val="00773D3D"/>
    <w:rsid w:val="00777F69"/>
    <w:rsid w:val="00784640"/>
    <w:rsid w:val="007872A6"/>
    <w:rsid w:val="00787399"/>
    <w:rsid w:val="00787914"/>
    <w:rsid w:val="00787EB8"/>
    <w:rsid w:val="0079021D"/>
    <w:rsid w:val="00790947"/>
    <w:rsid w:val="00790A94"/>
    <w:rsid w:val="00790BE3"/>
    <w:rsid w:val="00791042"/>
    <w:rsid w:val="00791078"/>
    <w:rsid w:val="00797089"/>
    <w:rsid w:val="007979D1"/>
    <w:rsid w:val="00797CAE"/>
    <w:rsid w:val="007A03B8"/>
    <w:rsid w:val="007A11BF"/>
    <w:rsid w:val="007A1290"/>
    <w:rsid w:val="007A59A4"/>
    <w:rsid w:val="007A5BFB"/>
    <w:rsid w:val="007A7917"/>
    <w:rsid w:val="007C1362"/>
    <w:rsid w:val="007C293F"/>
    <w:rsid w:val="007C766B"/>
    <w:rsid w:val="007D0E0F"/>
    <w:rsid w:val="007D1BFC"/>
    <w:rsid w:val="007D2C16"/>
    <w:rsid w:val="007D38AC"/>
    <w:rsid w:val="007D5730"/>
    <w:rsid w:val="007E1014"/>
    <w:rsid w:val="007E2C0B"/>
    <w:rsid w:val="007E45A9"/>
    <w:rsid w:val="007F2E36"/>
    <w:rsid w:val="007F2F4B"/>
    <w:rsid w:val="007F3A85"/>
    <w:rsid w:val="007F5401"/>
    <w:rsid w:val="007F7065"/>
    <w:rsid w:val="008012A7"/>
    <w:rsid w:val="00807B44"/>
    <w:rsid w:val="008120F7"/>
    <w:rsid w:val="00816A48"/>
    <w:rsid w:val="008172CA"/>
    <w:rsid w:val="00817656"/>
    <w:rsid w:val="00817852"/>
    <w:rsid w:val="008208F2"/>
    <w:rsid w:val="00821B95"/>
    <w:rsid w:val="0082367A"/>
    <w:rsid w:val="008243DA"/>
    <w:rsid w:val="00825444"/>
    <w:rsid w:val="00826CD1"/>
    <w:rsid w:val="00833596"/>
    <w:rsid w:val="00836ADD"/>
    <w:rsid w:val="00837CE2"/>
    <w:rsid w:val="00844222"/>
    <w:rsid w:val="00847032"/>
    <w:rsid w:val="00850369"/>
    <w:rsid w:val="008540A7"/>
    <w:rsid w:val="00856700"/>
    <w:rsid w:val="00857012"/>
    <w:rsid w:val="00857681"/>
    <w:rsid w:val="00857D47"/>
    <w:rsid w:val="00861C74"/>
    <w:rsid w:val="00871951"/>
    <w:rsid w:val="008730E2"/>
    <w:rsid w:val="00873584"/>
    <w:rsid w:val="00874AE0"/>
    <w:rsid w:val="008771BE"/>
    <w:rsid w:val="00877908"/>
    <w:rsid w:val="00880BB6"/>
    <w:rsid w:val="008916AB"/>
    <w:rsid w:val="0089431F"/>
    <w:rsid w:val="008A13CB"/>
    <w:rsid w:val="008A1F04"/>
    <w:rsid w:val="008A53C3"/>
    <w:rsid w:val="008A5D69"/>
    <w:rsid w:val="008A6A2F"/>
    <w:rsid w:val="008B0127"/>
    <w:rsid w:val="008B07A7"/>
    <w:rsid w:val="008B2CB4"/>
    <w:rsid w:val="008B6A90"/>
    <w:rsid w:val="008B6BFF"/>
    <w:rsid w:val="008C00A6"/>
    <w:rsid w:val="008C7B03"/>
    <w:rsid w:val="008D2454"/>
    <w:rsid w:val="008D5CD3"/>
    <w:rsid w:val="008D61A7"/>
    <w:rsid w:val="008D729A"/>
    <w:rsid w:val="008E0D87"/>
    <w:rsid w:val="008E2BDF"/>
    <w:rsid w:val="008E38AA"/>
    <w:rsid w:val="008F0C7D"/>
    <w:rsid w:val="008F0ECA"/>
    <w:rsid w:val="008F23DA"/>
    <w:rsid w:val="008F337B"/>
    <w:rsid w:val="00906D6A"/>
    <w:rsid w:val="0090795C"/>
    <w:rsid w:val="00912080"/>
    <w:rsid w:val="00912FE3"/>
    <w:rsid w:val="0091356F"/>
    <w:rsid w:val="00921C63"/>
    <w:rsid w:val="00924C34"/>
    <w:rsid w:val="00925E4F"/>
    <w:rsid w:val="0093217B"/>
    <w:rsid w:val="00934792"/>
    <w:rsid w:val="00935421"/>
    <w:rsid w:val="0093584A"/>
    <w:rsid w:val="0094143C"/>
    <w:rsid w:val="00944359"/>
    <w:rsid w:val="009448B2"/>
    <w:rsid w:val="00944AF4"/>
    <w:rsid w:val="00944D03"/>
    <w:rsid w:val="009511C6"/>
    <w:rsid w:val="00953F60"/>
    <w:rsid w:val="009546EA"/>
    <w:rsid w:val="00967AB5"/>
    <w:rsid w:val="00970546"/>
    <w:rsid w:val="00971747"/>
    <w:rsid w:val="009728D3"/>
    <w:rsid w:val="00975508"/>
    <w:rsid w:val="00976BB9"/>
    <w:rsid w:val="009777E4"/>
    <w:rsid w:val="0098121F"/>
    <w:rsid w:val="00982E1B"/>
    <w:rsid w:val="00983B83"/>
    <w:rsid w:val="00986AF8"/>
    <w:rsid w:val="00993A82"/>
    <w:rsid w:val="00994678"/>
    <w:rsid w:val="009A7294"/>
    <w:rsid w:val="009B155D"/>
    <w:rsid w:val="009B4409"/>
    <w:rsid w:val="009B7927"/>
    <w:rsid w:val="009C122C"/>
    <w:rsid w:val="009C4D15"/>
    <w:rsid w:val="009C7E1A"/>
    <w:rsid w:val="009D0DC9"/>
    <w:rsid w:val="009D63CB"/>
    <w:rsid w:val="009D6FF5"/>
    <w:rsid w:val="009E4B9E"/>
    <w:rsid w:val="009E5095"/>
    <w:rsid w:val="009E5A0F"/>
    <w:rsid w:val="009E7B8A"/>
    <w:rsid w:val="009F0179"/>
    <w:rsid w:val="009F01B3"/>
    <w:rsid w:val="009F0636"/>
    <w:rsid w:val="009F06D2"/>
    <w:rsid w:val="009F08B5"/>
    <w:rsid w:val="009F213A"/>
    <w:rsid w:val="009F45D3"/>
    <w:rsid w:val="009F66DD"/>
    <w:rsid w:val="00A02283"/>
    <w:rsid w:val="00A02F93"/>
    <w:rsid w:val="00A075BB"/>
    <w:rsid w:val="00A07694"/>
    <w:rsid w:val="00A11077"/>
    <w:rsid w:val="00A142CC"/>
    <w:rsid w:val="00A15C62"/>
    <w:rsid w:val="00A22CE3"/>
    <w:rsid w:val="00A23073"/>
    <w:rsid w:val="00A26B74"/>
    <w:rsid w:val="00A37016"/>
    <w:rsid w:val="00A413C1"/>
    <w:rsid w:val="00A424FE"/>
    <w:rsid w:val="00A47D61"/>
    <w:rsid w:val="00A50D01"/>
    <w:rsid w:val="00A517FD"/>
    <w:rsid w:val="00A52FFF"/>
    <w:rsid w:val="00A54F4A"/>
    <w:rsid w:val="00A64C6C"/>
    <w:rsid w:val="00A67E30"/>
    <w:rsid w:val="00A74A15"/>
    <w:rsid w:val="00A74E4B"/>
    <w:rsid w:val="00A76C1D"/>
    <w:rsid w:val="00A81824"/>
    <w:rsid w:val="00A82814"/>
    <w:rsid w:val="00A83044"/>
    <w:rsid w:val="00A84074"/>
    <w:rsid w:val="00A846D7"/>
    <w:rsid w:val="00A8530A"/>
    <w:rsid w:val="00A905C6"/>
    <w:rsid w:val="00A97189"/>
    <w:rsid w:val="00AA2E6A"/>
    <w:rsid w:val="00AB3C8C"/>
    <w:rsid w:val="00AB4E73"/>
    <w:rsid w:val="00AB5A7B"/>
    <w:rsid w:val="00AB5D22"/>
    <w:rsid w:val="00AC52D9"/>
    <w:rsid w:val="00AD2E66"/>
    <w:rsid w:val="00AD5D69"/>
    <w:rsid w:val="00AE296F"/>
    <w:rsid w:val="00AE46C4"/>
    <w:rsid w:val="00AE7BD5"/>
    <w:rsid w:val="00AF1FD9"/>
    <w:rsid w:val="00AF28A4"/>
    <w:rsid w:val="00AF29EF"/>
    <w:rsid w:val="00AF4CA9"/>
    <w:rsid w:val="00AF6008"/>
    <w:rsid w:val="00AF635E"/>
    <w:rsid w:val="00B04664"/>
    <w:rsid w:val="00B06C19"/>
    <w:rsid w:val="00B11F7A"/>
    <w:rsid w:val="00B12EC8"/>
    <w:rsid w:val="00B131BC"/>
    <w:rsid w:val="00B1470B"/>
    <w:rsid w:val="00B1759A"/>
    <w:rsid w:val="00B22316"/>
    <w:rsid w:val="00B22E6B"/>
    <w:rsid w:val="00B269FF"/>
    <w:rsid w:val="00B26D29"/>
    <w:rsid w:val="00B35C2E"/>
    <w:rsid w:val="00B35D20"/>
    <w:rsid w:val="00B37DAF"/>
    <w:rsid w:val="00B40AF3"/>
    <w:rsid w:val="00B40B5E"/>
    <w:rsid w:val="00B4170A"/>
    <w:rsid w:val="00B44339"/>
    <w:rsid w:val="00B44819"/>
    <w:rsid w:val="00B45E8B"/>
    <w:rsid w:val="00B463FB"/>
    <w:rsid w:val="00B50598"/>
    <w:rsid w:val="00B50891"/>
    <w:rsid w:val="00B50BFD"/>
    <w:rsid w:val="00B51BCF"/>
    <w:rsid w:val="00B550C6"/>
    <w:rsid w:val="00B55ECD"/>
    <w:rsid w:val="00B57870"/>
    <w:rsid w:val="00B63160"/>
    <w:rsid w:val="00B65622"/>
    <w:rsid w:val="00B715A6"/>
    <w:rsid w:val="00B8036B"/>
    <w:rsid w:val="00B82B58"/>
    <w:rsid w:val="00B861CC"/>
    <w:rsid w:val="00B87150"/>
    <w:rsid w:val="00B92C81"/>
    <w:rsid w:val="00B973EB"/>
    <w:rsid w:val="00B97A23"/>
    <w:rsid w:val="00BA0864"/>
    <w:rsid w:val="00BA1DA4"/>
    <w:rsid w:val="00BB02E3"/>
    <w:rsid w:val="00BB0484"/>
    <w:rsid w:val="00BB48B9"/>
    <w:rsid w:val="00BC3BA3"/>
    <w:rsid w:val="00BC51BC"/>
    <w:rsid w:val="00BD4D7A"/>
    <w:rsid w:val="00BD5AE7"/>
    <w:rsid w:val="00BD6820"/>
    <w:rsid w:val="00BE0A21"/>
    <w:rsid w:val="00BE17D1"/>
    <w:rsid w:val="00BE1A42"/>
    <w:rsid w:val="00BE544C"/>
    <w:rsid w:val="00BE63BF"/>
    <w:rsid w:val="00BF325A"/>
    <w:rsid w:val="00C0019D"/>
    <w:rsid w:val="00C00AC8"/>
    <w:rsid w:val="00C023AE"/>
    <w:rsid w:val="00C03407"/>
    <w:rsid w:val="00C04352"/>
    <w:rsid w:val="00C06272"/>
    <w:rsid w:val="00C10373"/>
    <w:rsid w:val="00C116EE"/>
    <w:rsid w:val="00C1242F"/>
    <w:rsid w:val="00C12477"/>
    <w:rsid w:val="00C145C4"/>
    <w:rsid w:val="00C16771"/>
    <w:rsid w:val="00C216FA"/>
    <w:rsid w:val="00C40DF0"/>
    <w:rsid w:val="00C4720A"/>
    <w:rsid w:val="00C47221"/>
    <w:rsid w:val="00C536CE"/>
    <w:rsid w:val="00C545F9"/>
    <w:rsid w:val="00C56D4C"/>
    <w:rsid w:val="00C61F0E"/>
    <w:rsid w:val="00C67DFB"/>
    <w:rsid w:val="00C70045"/>
    <w:rsid w:val="00C7108B"/>
    <w:rsid w:val="00C71C1A"/>
    <w:rsid w:val="00C724CB"/>
    <w:rsid w:val="00C72579"/>
    <w:rsid w:val="00C75F19"/>
    <w:rsid w:val="00C7694B"/>
    <w:rsid w:val="00C81E6F"/>
    <w:rsid w:val="00C8787A"/>
    <w:rsid w:val="00C908E9"/>
    <w:rsid w:val="00C9181B"/>
    <w:rsid w:val="00C91EB8"/>
    <w:rsid w:val="00C92674"/>
    <w:rsid w:val="00C9459A"/>
    <w:rsid w:val="00C971CC"/>
    <w:rsid w:val="00CA07E3"/>
    <w:rsid w:val="00CA19B2"/>
    <w:rsid w:val="00CA4C35"/>
    <w:rsid w:val="00CB14D2"/>
    <w:rsid w:val="00CB1BF9"/>
    <w:rsid w:val="00CC20F3"/>
    <w:rsid w:val="00CC2B84"/>
    <w:rsid w:val="00CC5B98"/>
    <w:rsid w:val="00CD12CD"/>
    <w:rsid w:val="00CD3757"/>
    <w:rsid w:val="00CD410C"/>
    <w:rsid w:val="00CD7BA6"/>
    <w:rsid w:val="00CE33EB"/>
    <w:rsid w:val="00CF14BB"/>
    <w:rsid w:val="00CF2E2C"/>
    <w:rsid w:val="00CF328C"/>
    <w:rsid w:val="00D03C72"/>
    <w:rsid w:val="00D03CEE"/>
    <w:rsid w:val="00D10B99"/>
    <w:rsid w:val="00D1199C"/>
    <w:rsid w:val="00D158A3"/>
    <w:rsid w:val="00D20610"/>
    <w:rsid w:val="00D2093C"/>
    <w:rsid w:val="00D20BED"/>
    <w:rsid w:val="00D22F2D"/>
    <w:rsid w:val="00D26815"/>
    <w:rsid w:val="00D268CE"/>
    <w:rsid w:val="00D276AE"/>
    <w:rsid w:val="00D30756"/>
    <w:rsid w:val="00D31F6D"/>
    <w:rsid w:val="00D33E77"/>
    <w:rsid w:val="00D376F1"/>
    <w:rsid w:val="00D41DFD"/>
    <w:rsid w:val="00D460C9"/>
    <w:rsid w:val="00D479EF"/>
    <w:rsid w:val="00D5220D"/>
    <w:rsid w:val="00D522E1"/>
    <w:rsid w:val="00D53135"/>
    <w:rsid w:val="00D552B2"/>
    <w:rsid w:val="00D56927"/>
    <w:rsid w:val="00D57E31"/>
    <w:rsid w:val="00D60158"/>
    <w:rsid w:val="00D6074B"/>
    <w:rsid w:val="00D630F3"/>
    <w:rsid w:val="00D65C24"/>
    <w:rsid w:val="00D87340"/>
    <w:rsid w:val="00D93034"/>
    <w:rsid w:val="00DA16BC"/>
    <w:rsid w:val="00DB333D"/>
    <w:rsid w:val="00DB74C0"/>
    <w:rsid w:val="00DC07CF"/>
    <w:rsid w:val="00DC20E8"/>
    <w:rsid w:val="00DC59C4"/>
    <w:rsid w:val="00DC5D8E"/>
    <w:rsid w:val="00DC6169"/>
    <w:rsid w:val="00DC7102"/>
    <w:rsid w:val="00DC7C07"/>
    <w:rsid w:val="00DD0DD1"/>
    <w:rsid w:val="00DD13DF"/>
    <w:rsid w:val="00DD1924"/>
    <w:rsid w:val="00DD1E14"/>
    <w:rsid w:val="00DD24C1"/>
    <w:rsid w:val="00DD5645"/>
    <w:rsid w:val="00DD79E8"/>
    <w:rsid w:val="00DE7F94"/>
    <w:rsid w:val="00DF0534"/>
    <w:rsid w:val="00DF0697"/>
    <w:rsid w:val="00DF25E1"/>
    <w:rsid w:val="00DF27D2"/>
    <w:rsid w:val="00E00A58"/>
    <w:rsid w:val="00E04DDA"/>
    <w:rsid w:val="00E07CCD"/>
    <w:rsid w:val="00E133D5"/>
    <w:rsid w:val="00E13C44"/>
    <w:rsid w:val="00E13CAF"/>
    <w:rsid w:val="00E16F95"/>
    <w:rsid w:val="00E31930"/>
    <w:rsid w:val="00E33E85"/>
    <w:rsid w:val="00E35081"/>
    <w:rsid w:val="00E40B32"/>
    <w:rsid w:val="00E40F58"/>
    <w:rsid w:val="00E43531"/>
    <w:rsid w:val="00E45B8E"/>
    <w:rsid w:val="00E51F4E"/>
    <w:rsid w:val="00E54158"/>
    <w:rsid w:val="00E54666"/>
    <w:rsid w:val="00E55AFB"/>
    <w:rsid w:val="00E622AA"/>
    <w:rsid w:val="00E6271D"/>
    <w:rsid w:val="00E664B4"/>
    <w:rsid w:val="00E66768"/>
    <w:rsid w:val="00E7420C"/>
    <w:rsid w:val="00E7579D"/>
    <w:rsid w:val="00E75F71"/>
    <w:rsid w:val="00E770CD"/>
    <w:rsid w:val="00E77494"/>
    <w:rsid w:val="00E77F11"/>
    <w:rsid w:val="00E80B56"/>
    <w:rsid w:val="00E84A69"/>
    <w:rsid w:val="00E8529C"/>
    <w:rsid w:val="00E86A3D"/>
    <w:rsid w:val="00E86B3F"/>
    <w:rsid w:val="00E8705A"/>
    <w:rsid w:val="00E913E1"/>
    <w:rsid w:val="00E914DF"/>
    <w:rsid w:val="00E931BE"/>
    <w:rsid w:val="00E93E0A"/>
    <w:rsid w:val="00E945C0"/>
    <w:rsid w:val="00E954B0"/>
    <w:rsid w:val="00E9612E"/>
    <w:rsid w:val="00EA47A9"/>
    <w:rsid w:val="00EA601A"/>
    <w:rsid w:val="00EB0A59"/>
    <w:rsid w:val="00EB6A5C"/>
    <w:rsid w:val="00EC029A"/>
    <w:rsid w:val="00EC2FC9"/>
    <w:rsid w:val="00EC30D9"/>
    <w:rsid w:val="00EC324D"/>
    <w:rsid w:val="00EC7158"/>
    <w:rsid w:val="00EC76C9"/>
    <w:rsid w:val="00ED0379"/>
    <w:rsid w:val="00ED06BA"/>
    <w:rsid w:val="00ED26D7"/>
    <w:rsid w:val="00ED342E"/>
    <w:rsid w:val="00ED3A44"/>
    <w:rsid w:val="00ED518D"/>
    <w:rsid w:val="00EE1EC4"/>
    <w:rsid w:val="00EE3978"/>
    <w:rsid w:val="00EE4F0A"/>
    <w:rsid w:val="00EE7940"/>
    <w:rsid w:val="00EF0C9A"/>
    <w:rsid w:val="00EF1F35"/>
    <w:rsid w:val="00EF31A5"/>
    <w:rsid w:val="00F00D6A"/>
    <w:rsid w:val="00F076AB"/>
    <w:rsid w:val="00F13A35"/>
    <w:rsid w:val="00F152DF"/>
    <w:rsid w:val="00F15563"/>
    <w:rsid w:val="00F16ADA"/>
    <w:rsid w:val="00F179EC"/>
    <w:rsid w:val="00F20A87"/>
    <w:rsid w:val="00F2131A"/>
    <w:rsid w:val="00F214F3"/>
    <w:rsid w:val="00F259EE"/>
    <w:rsid w:val="00F25FF8"/>
    <w:rsid w:val="00F2700F"/>
    <w:rsid w:val="00F276F9"/>
    <w:rsid w:val="00F302BF"/>
    <w:rsid w:val="00F311C8"/>
    <w:rsid w:val="00F337AC"/>
    <w:rsid w:val="00F33ED7"/>
    <w:rsid w:val="00F34807"/>
    <w:rsid w:val="00F361C3"/>
    <w:rsid w:val="00F40570"/>
    <w:rsid w:val="00F41612"/>
    <w:rsid w:val="00F47B29"/>
    <w:rsid w:val="00F55793"/>
    <w:rsid w:val="00F55FD3"/>
    <w:rsid w:val="00F5783F"/>
    <w:rsid w:val="00F60087"/>
    <w:rsid w:val="00F60959"/>
    <w:rsid w:val="00F629FF"/>
    <w:rsid w:val="00F65DF3"/>
    <w:rsid w:val="00F673D5"/>
    <w:rsid w:val="00F74283"/>
    <w:rsid w:val="00F74B44"/>
    <w:rsid w:val="00F761A8"/>
    <w:rsid w:val="00F86F04"/>
    <w:rsid w:val="00F87A6E"/>
    <w:rsid w:val="00F92762"/>
    <w:rsid w:val="00F92DC8"/>
    <w:rsid w:val="00F95A1E"/>
    <w:rsid w:val="00F9782C"/>
    <w:rsid w:val="00F978C7"/>
    <w:rsid w:val="00FA6E98"/>
    <w:rsid w:val="00FB03CA"/>
    <w:rsid w:val="00FB1E37"/>
    <w:rsid w:val="00FB3008"/>
    <w:rsid w:val="00FB3585"/>
    <w:rsid w:val="00FB6BA9"/>
    <w:rsid w:val="00FC17C0"/>
    <w:rsid w:val="00FC3ED5"/>
    <w:rsid w:val="00FC4E01"/>
    <w:rsid w:val="00FC51B1"/>
    <w:rsid w:val="00FC5282"/>
    <w:rsid w:val="00FC5673"/>
    <w:rsid w:val="00FD779E"/>
    <w:rsid w:val="00FE19AD"/>
    <w:rsid w:val="00FE560F"/>
    <w:rsid w:val="00FE5E77"/>
    <w:rsid w:val="00FE7A58"/>
    <w:rsid w:val="00FF007D"/>
    <w:rsid w:val="00FF0FA9"/>
    <w:rsid w:val="00FF216D"/>
    <w:rsid w:val="00FF2D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E2A8ED0"/>
  <w15:docId w15:val="{C83DED91-F157-476A-A127-FFA87B58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20E8"/>
    <w:pPr>
      <w:overflowPunct w:val="0"/>
      <w:autoSpaceDE w:val="0"/>
      <w:autoSpaceDN w:val="0"/>
      <w:adjustRightInd w:val="0"/>
      <w:textAlignment w:val="baseline"/>
    </w:pPr>
    <w:rPr>
      <w:rFonts w:ascii="Times New Roman" w:hAnsi="Times New Roman"/>
      <w:sz w:val="24"/>
    </w:rPr>
  </w:style>
  <w:style w:type="paragraph" w:styleId="Titre1">
    <w:name w:val="heading 1"/>
    <w:aliases w:val="Titre 1 Car Car Car Car Car Car Car Car"/>
    <w:basedOn w:val="DCETitre1"/>
    <w:next w:val="Normal"/>
    <w:link w:val="Titre1Car"/>
    <w:autoRedefine/>
    <w:qFormat/>
    <w:rsid w:val="004F1F11"/>
    <w:pPr>
      <w:numPr>
        <w:numId w:val="0"/>
      </w:numPr>
      <w:spacing w:after="240"/>
      <w:ind w:left="360" w:hanging="360"/>
      <w:jc w:val="both"/>
      <w:outlineLvl w:val="0"/>
    </w:pPr>
  </w:style>
  <w:style w:type="paragraph" w:styleId="Titre2">
    <w:name w:val="heading 2"/>
    <w:basedOn w:val="DCETitre2"/>
    <w:next w:val="Normal"/>
    <w:autoRedefine/>
    <w:qFormat/>
    <w:rsid w:val="008771BE"/>
    <w:pPr>
      <w:keepNext/>
      <w:spacing w:before="240" w:line="240" w:lineRule="auto"/>
      <w:outlineLvl w:val="1"/>
    </w:pPr>
  </w:style>
  <w:style w:type="paragraph" w:styleId="Titre3">
    <w:name w:val="heading 3"/>
    <w:basedOn w:val="Normal"/>
    <w:next w:val="Normal"/>
    <w:autoRedefine/>
    <w:qFormat/>
    <w:rsid w:val="0020441D"/>
    <w:pPr>
      <w:keepNext/>
      <w:tabs>
        <w:tab w:val="left" w:pos="1560"/>
      </w:tabs>
      <w:spacing w:line="360" w:lineRule="auto"/>
      <w:ind w:left="709"/>
      <w:outlineLvl w:val="2"/>
    </w:pPr>
    <w:rPr>
      <w:rFonts w:ascii="Bookman Old Style" w:hAnsi="Bookman Old Style"/>
      <w:b/>
      <w:bCs/>
      <w:i/>
      <w:sz w:val="22"/>
      <w:szCs w:val="22"/>
    </w:rPr>
  </w:style>
  <w:style w:type="paragraph" w:styleId="Titre4">
    <w:name w:val="heading 4"/>
    <w:basedOn w:val="Normal"/>
    <w:next w:val="Normal"/>
    <w:qFormat/>
    <w:pPr>
      <w:keepNext/>
      <w:spacing w:before="240" w:after="60"/>
      <w:outlineLvl w:val="3"/>
    </w:pPr>
    <w:rPr>
      <w:rFonts w:ascii="Bookman Old Style" w:hAnsi="Bookman Old Style"/>
      <w:i/>
      <w:iCs/>
      <w:szCs w:val="28"/>
    </w:rPr>
  </w:style>
  <w:style w:type="paragraph" w:styleId="Titre6">
    <w:name w:val="heading 6"/>
    <w:basedOn w:val="Normal"/>
    <w:next w:val="Normal"/>
    <w:qFormat/>
    <w:rsid w:val="007F3A85"/>
    <w:pPr>
      <w:overflowPunct/>
      <w:autoSpaceDE/>
      <w:autoSpaceDN/>
      <w:adjustRightInd/>
      <w:spacing w:before="240" w:after="60"/>
      <w:textAlignment w:val="auto"/>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819"/>
        <w:tab w:val="right" w:pos="9071"/>
      </w:tabs>
    </w:pPr>
  </w:style>
  <w:style w:type="character" w:styleId="Numrodepage">
    <w:name w:val="page number"/>
    <w:basedOn w:val="Policepardfaut"/>
    <w:semiHidden/>
  </w:style>
  <w:style w:type="paragraph" w:customStyle="1" w:styleId="Date1">
    <w:name w:val="Date1"/>
    <w:basedOn w:val="Normal"/>
    <w:semiHidden/>
    <w:pPr>
      <w:ind w:left="5380"/>
    </w:p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semiHidden/>
    <w:rsid w:val="006248C1"/>
    <w:pPr>
      <w:tabs>
        <w:tab w:val="left" w:leader="dot" w:pos="9072"/>
      </w:tabs>
      <w:spacing w:before="240"/>
    </w:pPr>
    <w:rPr>
      <w:b/>
    </w:rPr>
  </w:style>
  <w:style w:type="paragraph" w:styleId="TM2">
    <w:name w:val="toc 2"/>
    <w:basedOn w:val="Normal"/>
    <w:next w:val="Normal"/>
    <w:autoRedefine/>
    <w:semiHidden/>
    <w:rsid w:val="00693553"/>
    <w:pPr>
      <w:tabs>
        <w:tab w:val="left" w:pos="851"/>
        <w:tab w:val="left" w:leader="dot" w:pos="9072"/>
      </w:tabs>
      <w:spacing w:before="120"/>
      <w:ind w:left="851" w:hanging="653"/>
    </w:pPr>
  </w:style>
  <w:style w:type="paragraph" w:styleId="TM3">
    <w:name w:val="toc 3"/>
    <w:basedOn w:val="Normal"/>
    <w:next w:val="Normal"/>
    <w:semiHidden/>
    <w:rsid w:val="006248C1"/>
    <w:pPr>
      <w:tabs>
        <w:tab w:val="left" w:leader="dot" w:pos="9072"/>
      </w:tabs>
      <w:spacing w:before="120"/>
      <w:ind w:left="403"/>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link w:val="CorpsdetexteCar"/>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styleId="Corpsdetexte2">
    <w:name w:val="Body Text 2"/>
    <w:basedOn w:val="Normal"/>
    <w:semiHidden/>
    <w:pPr>
      <w:spacing w:line="360" w:lineRule="auto"/>
      <w:jc w:val="both"/>
    </w:pPr>
    <w:rPr>
      <w:b/>
    </w:rPr>
  </w:style>
  <w:style w:type="paragraph" w:customStyle="1" w:styleId="Texte1">
    <w:name w:val="Texte à 1"/>
    <w:basedOn w:val="Normal"/>
    <w:semiHidden/>
    <w:pPr>
      <w:spacing w:line="360" w:lineRule="auto"/>
      <w:ind w:left="567"/>
      <w:jc w:val="both"/>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marc">
    <w:name w:val="marc"/>
    <w:basedOn w:val="Normal"/>
    <w:semiHidden/>
    <w:pPr>
      <w:numPr>
        <w:numId w:val="2"/>
      </w:numPr>
    </w:pPr>
  </w:style>
  <w:style w:type="paragraph" w:customStyle="1" w:styleId="Liste3ng2-points">
    <w:name w:val="Liste 3 §nég 2 - points"/>
    <w:basedOn w:val="marc"/>
    <w:semiHidden/>
    <w:pPr>
      <w:tabs>
        <w:tab w:val="clear" w:pos="645"/>
        <w:tab w:val="num" w:pos="1134"/>
      </w:tabs>
      <w:spacing w:after="120" w:line="360" w:lineRule="auto"/>
      <w:ind w:left="1134" w:hanging="284"/>
      <w:jc w:val="both"/>
    </w:pPr>
  </w:style>
  <w:style w:type="table" w:styleId="Grilledutableau">
    <w:name w:val="Table Grid"/>
    <w:basedOn w:val="TableauNormal"/>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Texte">
    <w:name w:val="DCE Texte"/>
    <w:basedOn w:val="Normal"/>
    <w:link w:val="DCETexteCar"/>
    <w:qFormat/>
    <w:rsid w:val="007D0E0F"/>
    <w:pPr>
      <w:spacing w:after="240"/>
      <w:ind w:firstLine="567"/>
      <w:jc w:val="both"/>
    </w:pPr>
  </w:style>
  <w:style w:type="paragraph" w:customStyle="1" w:styleId="Titre1DCE">
    <w:name w:val="Titre 1 DCE"/>
    <w:basedOn w:val="Titre1"/>
    <w:next w:val="DCETexte"/>
    <w:semiHidden/>
    <w:rsid w:val="00006A34"/>
  </w:style>
  <w:style w:type="paragraph" w:customStyle="1" w:styleId="Titre2CDE">
    <w:name w:val="Titre 2 CDE"/>
    <w:basedOn w:val="Titre2"/>
    <w:next w:val="DCETexte"/>
    <w:semiHidden/>
    <w:rsid w:val="00006A34"/>
    <w:pPr>
      <w:spacing w:before="120" w:line="360" w:lineRule="auto"/>
      <w:ind w:right="-312"/>
    </w:pPr>
  </w:style>
  <w:style w:type="paragraph" w:customStyle="1" w:styleId="Titre3DCE">
    <w:name w:val="Titre 3 DCE"/>
    <w:basedOn w:val="Titre3"/>
    <w:next w:val="DCETexte"/>
    <w:semiHidden/>
    <w:rsid w:val="00E75F71"/>
  </w:style>
  <w:style w:type="paragraph" w:customStyle="1" w:styleId="Titre4DCE">
    <w:name w:val="Titre 4 DCE"/>
    <w:basedOn w:val="Titre4"/>
    <w:next w:val="DCETexte"/>
    <w:semiHidden/>
    <w:rsid w:val="00E75F71"/>
    <w:pPr>
      <w:keepNext w:val="0"/>
      <w:ind w:firstLine="1418"/>
    </w:pPr>
  </w:style>
  <w:style w:type="paragraph" w:customStyle="1" w:styleId="PucetiraitDCE">
    <w:name w:val="Puce tirait DCE"/>
    <w:basedOn w:val="DCETexte"/>
    <w:next w:val="DCETexte"/>
    <w:semiHidden/>
    <w:rsid w:val="00433989"/>
    <w:pPr>
      <w:numPr>
        <w:numId w:val="3"/>
      </w:numPr>
    </w:pPr>
  </w:style>
  <w:style w:type="paragraph" w:customStyle="1" w:styleId="Titre2DCE">
    <w:name w:val="Titre 2 DCE"/>
    <w:basedOn w:val="Titre2"/>
    <w:next w:val="DCETexte"/>
    <w:autoRedefine/>
    <w:semiHidden/>
    <w:rsid w:val="000F2DD7"/>
    <w:pPr>
      <w:spacing w:before="120" w:line="360" w:lineRule="auto"/>
      <w:ind w:right="-312"/>
    </w:pPr>
  </w:style>
  <w:style w:type="paragraph" w:customStyle="1" w:styleId="PucepointDCE">
    <w:name w:val="Puce point DCE"/>
    <w:basedOn w:val="Normal"/>
    <w:next w:val="DCETexte"/>
    <w:link w:val="PucepointDCECar"/>
    <w:semiHidden/>
    <w:rsid w:val="00341A9C"/>
    <w:pPr>
      <w:numPr>
        <w:ilvl w:val="1"/>
        <w:numId w:val="3"/>
      </w:numPr>
      <w:tabs>
        <w:tab w:val="clear" w:pos="1817"/>
        <w:tab w:val="left" w:pos="1418"/>
      </w:tabs>
      <w:spacing w:line="360" w:lineRule="auto"/>
      <w:ind w:left="1418" w:right="1134" w:hanging="284"/>
      <w:jc w:val="both"/>
    </w:pPr>
  </w:style>
  <w:style w:type="character" w:customStyle="1" w:styleId="Titre1Car">
    <w:name w:val="Titre 1 Car"/>
    <w:aliases w:val="Titre 1 Car Car Car Car Car Car Car Car Car"/>
    <w:link w:val="Titre1"/>
    <w:rsid w:val="004F1F11"/>
    <w:rPr>
      <w:rFonts w:ascii="Times New Roman" w:hAnsi="Times New Roman"/>
      <w:b/>
      <w:smallCaps/>
      <w:kern w:val="28"/>
      <w:sz w:val="28"/>
      <w:szCs w:val="28"/>
    </w:rPr>
  </w:style>
  <w:style w:type="character" w:styleId="Marquedecommentaire">
    <w:name w:val="annotation reference"/>
    <w:rsid w:val="0045234D"/>
    <w:rPr>
      <w:sz w:val="16"/>
      <w:szCs w:val="16"/>
    </w:rPr>
  </w:style>
  <w:style w:type="paragraph" w:styleId="Commentaire">
    <w:name w:val="annotation text"/>
    <w:basedOn w:val="Normal"/>
    <w:link w:val="CommentaireCar"/>
    <w:rsid w:val="0045234D"/>
  </w:style>
  <w:style w:type="paragraph" w:styleId="Objetducommentaire">
    <w:name w:val="annotation subject"/>
    <w:basedOn w:val="Commentaire"/>
    <w:next w:val="Commentaire"/>
    <w:semiHidden/>
    <w:rsid w:val="0045234D"/>
    <w:rPr>
      <w:b/>
      <w:bCs/>
    </w:rPr>
  </w:style>
  <w:style w:type="paragraph" w:styleId="Notedebasdepage">
    <w:name w:val="footnote text"/>
    <w:aliases w:val="fn,footnote text,Footnotes,Footnote ak, Car,Note de bas de page Car2 Car,Note de bas de page Car1 Car Car,Note de bas de page Car Car Car Car,Note de bas de page Car1 Car Car Car Car,Note de bas de page Car2,f,Footnote,Fußnote,Car"/>
    <w:basedOn w:val="Normal"/>
    <w:link w:val="NotedebasdepageCar"/>
    <w:rsid w:val="00716B9E"/>
  </w:style>
  <w:style w:type="character" w:styleId="Appelnotedebasdep">
    <w:name w:val="footnote reference"/>
    <w:aliases w:val="titre, titre,Footnote Reference Number,Footnote Reference_LVL6,Footnote Reference_LVL61,Footnote Reference_LVL62,Footnote Reference_LVL63,Footnote Reference_LVL64,SUPERS,SUPERS1,titre1,Footnote Reference Number1,SUPERS2, titre1"/>
    <w:qFormat/>
    <w:rsid w:val="00716B9E"/>
    <w:rPr>
      <w:vertAlign w:val="superscript"/>
    </w:rPr>
  </w:style>
  <w:style w:type="paragraph" w:customStyle="1" w:styleId="DCETiret">
    <w:name w:val="DCE Tiret"/>
    <w:basedOn w:val="DCETexte"/>
    <w:rsid w:val="007D0E0F"/>
    <w:pPr>
      <w:numPr>
        <w:numId w:val="4"/>
      </w:numPr>
    </w:pPr>
  </w:style>
  <w:style w:type="paragraph" w:customStyle="1" w:styleId="DCETitre1">
    <w:name w:val="DCE Titre 1"/>
    <w:next w:val="DCETitre2"/>
    <w:link w:val="DCETitre1Car"/>
    <w:rsid w:val="003A59B3"/>
    <w:pPr>
      <w:keepNext/>
      <w:keepLines/>
      <w:numPr>
        <w:numId w:val="5"/>
      </w:numPr>
      <w:spacing w:before="240" w:after="120"/>
    </w:pPr>
    <w:rPr>
      <w:rFonts w:ascii="Times New Roman" w:hAnsi="Times New Roman"/>
      <w:b/>
      <w:smallCaps/>
      <w:kern w:val="28"/>
      <w:sz w:val="28"/>
      <w:szCs w:val="28"/>
    </w:rPr>
  </w:style>
  <w:style w:type="paragraph" w:customStyle="1" w:styleId="DCETitre2">
    <w:name w:val="DCE Titre 2"/>
    <w:next w:val="DCETexte"/>
    <w:rsid w:val="008012A7"/>
    <w:pPr>
      <w:keepLines/>
      <w:numPr>
        <w:ilvl w:val="1"/>
        <w:numId w:val="5"/>
      </w:numPr>
      <w:spacing w:after="240" w:line="360" w:lineRule="auto"/>
    </w:pPr>
    <w:rPr>
      <w:rFonts w:ascii="Times New Roman" w:hAnsi="Times New Roman"/>
      <w:b/>
      <w:iCs/>
      <w:sz w:val="24"/>
      <w:szCs w:val="24"/>
    </w:rPr>
  </w:style>
  <w:style w:type="paragraph" w:customStyle="1" w:styleId="DCETitre3">
    <w:name w:val="DCE Titre 3"/>
    <w:basedOn w:val="Titre3"/>
    <w:next w:val="DCETexte"/>
    <w:rsid w:val="00F13A35"/>
    <w:pPr>
      <w:keepLines/>
      <w:numPr>
        <w:ilvl w:val="2"/>
        <w:numId w:val="5"/>
      </w:numPr>
      <w:spacing w:after="240" w:line="240" w:lineRule="auto"/>
    </w:pPr>
    <w:rPr>
      <w:rFonts w:ascii="Times New Roman" w:hAnsi="Times New Roman"/>
      <w:sz w:val="24"/>
      <w:szCs w:val="24"/>
    </w:rPr>
  </w:style>
  <w:style w:type="paragraph" w:customStyle="1" w:styleId="DCETitre4">
    <w:name w:val="DCE Titre 4"/>
    <w:basedOn w:val="Titre4"/>
    <w:next w:val="DCETexte"/>
    <w:rsid w:val="007D0E0F"/>
    <w:pPr>
      <w:keepLines/>
      <w:numPr>
        <w:ilvl w:val="3"/>
        <w:numId w:val="5"/>
      </w:numPr>
      <w:spacing w:before="0" w:after="120" w:line="360" w:lineRule="auto"/>
    </w:pPr>
    <w:rPr>
      <w:rFonts w:ascii="Times New Roman" w:hAnsi="Times New Roman"/>
      <w:szCs w:val="24"/>
    </w:rPr>
  </w:style>
  <w:style w:type="character" w:customStyle="1" w:styleId="DCETitre1Car">
    <w:name w:val="DCE Titre 1 Car"/>
    <w:link w:val="DCETitre1"/>
    <w:rsid w:val="003A59B3"/>
    <w:rPr>
      <w:rFonts w:ascii="Times New Roman" w:hAnsi="Times New Roman"/>
      <w:b/>
      <w:smallCaps/>
      <w:kern w:val="28"/>
      <w:sz w:val="28"/>
      <w:szCs w:val="28"/>
    </w:rPr>
  </w:style>
  <w:style w:type="paragraph" w:customStyle="1" w:styleId="DCEPuce">
    <w:name w:val="DCE Puce"/>
    <w:basedOn w:val="Normal"/>
    <w:autoRedefine/>
    <w:rsid w:val="00397EFA"/>
    <w:pPr>
      <w:numPr>
        <w:numId w:val="7"/>
      </w:numPr>
    </w:pPr>
  </w:style>
  <w:style w:type="paragraph" w:customStyle="1" w:styleId="TexteDCE">
    <w:name w:val="Texte DCE"/>
    <w:basedOn w:val="Normal"/>
    <w:link w:val="TexteDCECar"/>
    <w:rsid w:val="0014635F"/>
    <w:pPr>
      <w:spacing w:line="360" w:lineRule="auto"/>
      <w:ind w:firstLine="567"/>
      <w:jc w:val="both"/>
    </w:pPr>
    <w:rPr>
      <w:rFonts w:ascii="Bookman" w:hAnsi="Bookman"/>
      <w:sz w:val="20"/>
    </w:rPr>
  </w:style>
  <w:style w:type="character" w:customStyle="1" w:styleId="TexteDCECar">
    <w:name w:val="Texte DCE Car"/>
    <w:link w:val="TexteDCE"/>
    <w:rsid w:val="0014635F"/>
    <w:rPr>
      <w:rFonts w:ascii="Bookman" w:hAnsi="Bookman"/>
      <w:lang w:val="fr-FR" w:eastAsia="fr-FR" w:bidi="ar-SA"/>
    </w:rPr>
  </w:style>
  <w:style w:type="character" w:customStyle="1" w:styleId="PucepointDCECar">
    <w:name w:val="Puce point DCE Car"/>
    <w:link w:val="PucepointDCE"/>
    <w:rsid w:val="0014635F"/>
    <w:rPr>
      <w:rFonts w:ascii="Bookman" w:hAnsi="Bookman"/>
      <w:sz w:val="24"/>
      <w:lang w:val="fr-FR" w:eastAsia="fr-FR" w:bidi="ar-SA"/>
    </w:rPr>
  </w:style>
  <w:style w:type="paragraph" w:customStyle="1" w:styleId="DCEPuceretrait">
    <w:name w:val="DCE Puce retrait"/>
    <w:basedOn w:val="DCEPuce"/>
    <w:rsid w:val="00763EB7"/>
    <w:pPr>
      <w:numPr>
        <w:numId w:val="6"/>
      </w:numPr>
      <w:spacing w:after="240"/>
      <w:jc w:val="both"/>
    </w:pPr>
  </w:style>
  <w:style w:type="paragraph" w:customStyle="1" w:styleId="ADRESSE">
    <w:name w:val="ADRESSE"/>
    <w:basedOn w:val="DCETexte"/>
    <w:rsid w:val="00D87340"/>
    <w:pPr>
      <w:spacing w:after="0"/>
    </w:pPr>
  </w:style>
  <w:style w:type="paragraph" w:customStyle="1" w:styleId="TexteBET">
    <w:name w:val="TexteBET"/>
    <w:basedOn w:val="Normal"/>
    <w:autoRedefine/>
    <w:rsid w:val="000C41BA"/>
    <w:pPr>
      <w:spacing w:line="360" w:lineRule="auto"/>
      <w:jc w:val="both"/>
    </w:pPr>
    <w:rPr>
      <w:rFonts w:ascii="Bookman" w:hAnsi="Bookman"/>
      <w:sz w:val="20"/>
    </w:rPr>
  </w:style>
  <w:style w:type="paragraph" w:customStyle="1" w:styleId="DCETexteAE">
    <w:name w:val="DCE Texte AE"/>
    <w:basedOn w:val="DCETexte"/>
    <w:rsid w:val="000C41BA"/>
    <w:pPr>
      <w:ind w:firstLine="0"/>
    </w:pPr>
  </w:style>
  <w:style w:type="paragraph" w:customStyle="1" w:styleId="March">
    <w:name w:val="Marché"/>
    <w:basedOn w:val="Normal"/>
    <w:rsid w:val="000C41BA"/>
    <w:pPr>
      <w:spacing w:after="480"/>
      <w:jc w:val="center"/>
    </w:pPr>
    <w:rPr>
      <w:b/>
      <w:smallCaps/>
      <w:sz w:val="32"/>
      <w:szCs w:val="32"/>
    </w:rPr>
  </w:style>
  <w:style w:type="character" w:customStyle="1" w:styleId="DCETexteCar">
    <w:name w:val="DCE Texte Car"/>
    <w:link w:val="DCETexte"/>
    <w:rsid w:val="00120B75"/>
    <w:rPr>
      <w:sz w:val="24"/>
      <w:lang w:val="fr-FR" w:eastAsia="fr-FR" w:bidi="ar-SA"/>
    </w:rPr>
  </w:style>
  <w:style w:type="paragraph" w:customStyle="1" w:styleId="DCET1SSARTICLE">
    <w:name w:val="DCE T 1 SS ARTICLE"/>
    <w:basedOn w:val="DCETitre1"/>
    <w:rsid w:val="00040FAB"/>
    <w:pPr>
      <w:numPr>
        <w:numId w:val="0"/>
      </w:numPr>
      <w:jc w:val="center"/>
      <w:outlineLvl w:val="0"/>
    </w:pPr>
    <w:rPr>
      <w:rFonts w:ascii="Times New (W1)" w:hAnsi="Times New (W1)"/>
    </w:rPr>
  </w:style>
  <w:style w:type="paragraph" w:customStyle="1" w:styleId="DCECorpsdetexte">
    <w:name w:val="DCE Corps de texte"/>
    <w:basedOn w:val="Normal"/>
    <w:link w:val="DCECorpsdetexteCar"/>
    <w:rsid w:val="00040FAB"/>
    <w:pPr>
      <w:spacing w:after="240"/>
      <w:ind w:firstLine="567"/>
      <w:jc w:val="both"/>
    </w:pPr>
  </w:style>
  <w:style w:type="paragraph" w:customStyle="1" w:styleId="DCEpuceniveau2">
    <w:name w:val="DCE puce niveau 2"/>
    <w:basedOn w:val="Normal"/>
    <w:rsid w:val="00F179EC"/>
    <w:pPr>
      <w:tabs>
        <w:tab w:val="num" w:pos="567"/>
        <w:tab w:val="left" w:pos="1418"/>
      </w:tabs>
      <w:spacing w:after="120"/>
      <w:ind w:left="567" w:hanging="567"/>
      <w:jc w:val="both"/>
    </w:pPr>
  </w:style>
  <w:style w:type="paragraph" w:customStyle="1" w:styleId="TITREPIECE">
    <w:name w:val="TITRE PIECE"/>
    <w:basedOn w:val="Normal"/>
    <w:next w:val="DCECorpsdetexte"/>
    <w:semiHidden/>
    <w:rsid w:val="00F179EC"/>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customStyle="1" w:styleId="CarCarCarCarCarCar">
    <w:name w:val="Car Car Car Car Car Car"/>
    <w:basedOn w:val="Normal"/>
    <w:rsid w:val="00A81824"/>
    <w:pPr>
      <w:overflowPunct/>
      <w:autoSpaceDE/>
      <w:autoSpaceDN/>
      <w:adjustRightInd/>
      <w:spacing w:after="160" w:line="240" w:lineRule="exact"/>
      <w:textAlignment w:val="auto"/>
    </w:pPr>
    <w:rPr>
      <w:rFonts w:ascii="Tahoma" w:hAnsi="Tahoma"/>
      <w:sz w:val="20"/>
      <w:lang w:val="en-US" w:eastAsia="en-US"/>
    </w:rPr>
  </w:style>
  <w:style w:type="paragraph" w:customStyle="1" w:styleId="StyleArialW116ptPetitesmajusculesCentrHautSimple">
    <w:name w:val="Style Arial (W1) 16 pt Petites majuscules Centré Haut: (Simple..."/>
    <w:basedOn w:val="Normal"/>
    <w:semiHidden/>
    <w:rsid w:val="00EE4F0A"/>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character" w:customStyle="1" w:styleId="DCECorpsdetexteCar">
    <w:name w:val="DCE Corps de texte Car"/>
    <w:link w:val="DCECorpsdetexte"/>
    <w:rsid w:val="00A50D01"/>
    <w:rPr>
      <w:sz w:val="24"/>
      <w:lang w:val="fr-FR" w:eastAsia="fr-FR" w:bidi="ar-SA"/>
    </w:rPr>
  </w:style>
  <w:style w:type="paragraph" w:styleId="Paragraphedeliste">
    <w:name w:val="List Paragraph"/>
    <w:basedOn w:val="Normal"/>
    <w:uiPriority w:val="34"/>
    <w:qFormat/>
    <w:rsid w:val="00380AFE"/>
    <w:pPr>
      <w:ind w:left="708"/>
      <w:textAlignment w:val="auto"/>
    </w:pPr>
  </w:style>
  <w:style w:type="character" w:customStyle="1" w:styleId="En-tteCar">
    <w:name w:val="En-tête Car"/>
    <w:basedOn w:val="Policepardfaut"/>
    <w:link w:val="En-tte"/>
    <w:semiHidden/>
    <w:rsid w:val="003607CD"/>
    <w:rPr>
      <w:rFonts w:ascii="Times New Roman" w:hAnsi="Times New Roman"/>
      <w:sz w:val="24"/>
    </w:rPr>
  </w:style>
  <w:style w:type="character" w:customStyle="1" w:styleId="CorpsdetexteCar">
    <w:name w:val="Corps de texte Car"/>
    <w:basedOn w:val="Policepardfaut"/>
    <w:link w:val="Corpsdetexte"/>
    <w:semiHidden/>
    <w:rsid w:val="006A2FAE"/>
    <w:rPr>
      <w:rFonts w:ascii="Times New Roman" w:hAnsi="Times New Roman"/>
      <w:sz w:val="24"/>
    </w:rPr>
  </w:style>
  <w:style w:type="paragraph" w:styleId="Rvision">
    <w:name w:val="Revision"/>
    <w:hidden/>
    <w:uiPriority w:val="99"/>
    <w:semiHidden/>
    <w:rsid w:val="00ED518D"/>
    <w:rPr>
      <w:rFonts w:ascii="Times New Roman" w:hAnsi="Times New Roman"/>
      <w:sz w:val="24"/>
    </w:rPr>
  </w:style>
  <w:style w:type="numbering" w:styleId="111111">
    <w:name w:val="Outline List 2"/>
    <w:basedOn w:val="Aucuneliste"/>
    <w:rsid w:val="00265224"/>
    <w:pPr>
      <w:numPr>
        <w:numId w:val="46"/>
      </w:numPr>
    </w:pPr>
  </w:style>
  <w:style w:type="paragraph" w:customStyle="1" w:styleId="DCEpuceniveau1">
    <w:name w:val="DCE puce niveau 1"/>
    <w:basedOn w:val="Normal"/>
    <w:rsid w:val="00982E1B"/>
    <w:pPr>
      <w:numPr>
        <w:numId w:val="47"/>
      </w:numPr>
      <w:tabs>
        <w:tab w:val="left" w:pos="851"/>
      </w:tabs>
      <w:spacing w:after="120"/>
      <w:jc w:val="both"/>
    </w:pPr>
  </w:style>
  <w:style w:type="paragraph" w:customStyle="1" w:styleId="POINT">
    <w:name w:val="POINT"/>
    <w:basedOn w:val="Normal"/>
    <w:rsid w:val="00CF2E2C"/>
    <w:pPr>
      <w:numPr>
        <w:numId w:val="48"/>
      </w:numPr>
      <w:spacing w:after="240"/>
      <w:jc w:val="both"/>
    </w:pPr>
    <w:rPr>
      <w:rFonts w:ascii="Times New (W1)" w:hAnsi="Times New (W1)"/>
    </w:rPr>
  </w:style>
  <w:style w:type="table" w:customStyle="1" w:styleId="Grilledutableau1">
    <w:name w:val="Grille du tableau1"/>
    <w:basedOn w:val="TableauNormal"/>
    <w:next w:val="Grilledutableau"/>
    <w:uiPriority w:val="59"/>
    <w:rsid w:val="00CF2E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aliases w:val="fn Car,footnote text Car,Footnotes Car,Footnote ak Car, Car Car,Note de bas de page Car2 Car Car,Note de bas de page Car1 Car Car Car,Note de bas de page Car Car Car Car Car,Note de bas de page Car1 Car Car Car Car Car,f Car"/>
    <w:basedOn w:val="Policepardfaut"/>
    <w:link w:val="Notedebasdepage"/>
    <w:qFormat/>
    <w:rsid w:val="000D0FAA"/>
    <w:rPr>
      <w:rFonts w:ascii="Times New Roman" w:hAnsi="Times New Roman"/>
      <w:sz w:val="24"/>
    </w:rPr>
  </w:style>
  <w:style w:type="character" w:customStyle="1" w:styleId="CommentaireCar">
    <w:name w:val="Commentaire Car"/>
    <w:basedOn w:val="Policepardfaut"/>
    <w:link w:val="Commentaire"/>
    <w:rsid w:val="00DC5D8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66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rches-apj@senat.fr"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9AEC0-54E2-4B28-BDC1-264EF8022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Template>
  <TotalTime>8</TotalTime>
  <Pages>2</Pages>
  <Words>188</Words>
  <Characters>1190</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JS CCAP TETE DE RESEAU</vt:lpstr>
    </vt:vector>
  </TitlesOfParts>
  <Company>SENAT</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CCAP TETE DE RESEAU</dc:title>
  <dc:creator>David Besnier</dc:creator>
  <cp:lastModifiedBy>Denis FLOC'HLAY</cp:lastModifiedBy>
  <cp:revision>8</cp:revision>
  <cp:lastPrinted>2024-01-17T08:58:00Z</cp:lastPrinted>
  <dcterms:created xsi:type="dcterms:W3CDTF">2025-02-14T11:20:00Z</dcterms:created>
  <dcterms:modified xsi:type="dcterms:W3CDTF">2025-02-14T15:08:00Z</dcterms:modified>
</cp:coreProperties>
</file>