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D81" w:rsidRPr="0023113A" w:rsidRDefault="001F35FC" w:rsidP="005B12D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Annexe E au RC - DEMANDE D’ACCES </w:t>
      </w: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8"/>
        <w:gridCol w:w="3298"/>
      </w:tblGrid>
      <w:tr w:rsidR="002C303A" w:rsidRPr="0023113A" w:rsidTr="002C303A">
        <w:trPr>
          <w:trHeight w:val="558"/>
          <w:jc w:val="center"/>
        </w:trPr>
        <w:tc>
          <w:tcPr>
            <w:tcW w:w="2888" w:type="dxa"/>
            <w:shd w:val="clear" w:color="auto" w:fill="auto"/>
            <w:vAlign w:val="center"/>
          </w:tcPr>
          <w:p w:rsidR="002C303A" w:rsidRPr="0023113A" w:rsidRDefault="002C303A" w:rsidP="00AD425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3113A">
              <w:rPr>
                <w:rFonts w:ascii="Arial" w:hAnsi="Arial" w:cs="Arial"/>
                <w:b/>
                <w:sz w:val="28"/>
                <w:szCs w:val="28"/>
              </w:rPr>
              <w:t>DATE DE LA VISITE</w:t>
            </w:r>
          </w:p>
        </w:tc>
        <w:tc>
          <w:tcPr>
            <w:tcW w:w="3298" w:type="dxa"/>
            <w:shd w:val="clear" w:color="auto" w:fill="auto"/>
          </w:tcPr>
          <w:p w:rsidR="002C303A" w:rsidRPr="0023113A" w:rsidRDefault="002C303A" w:rsidP="00BB2537">
            <w:pPr>
              <w:jc w:val="center"/>
              <w:rPr>
                <w:rFonts w:ascii="Arial" w:hAnsi="Arial" w:cs="Arial"/>
                <w:b/>
                <w:sz w:val="44"/>
                <w:szCs w:val="44"/>
                <w:u w:val="single"/>
              </w:rPr>
            </w:pPr>
          </w:p>
        </w:tc>
      </w:tr>
    </w:tbl>
    <w:p w:rsidR="00A31235" w:rsidRDefault="00A31235">
      <w:pPr>
        <w:rPr>
          <w:rFonts w:ascii="Arial" w:hAnsi="Arial" w:cs="Arial"/>
          <w:b/>
          <w:i/>
          <w:u w:val="single"/>
        </w:rPr>
      </w:pPr>
    </w:p>
    <w:p w:rsidR="00434596" w:rsidRDefault="00434596">
      <w:pPr>
        <w:rPr>
          <w:rFonts w:ascii="Arial" w:hAnsi="Arial" w:cs="Arial"/>
          <w:b/>
          <w:i/>
          <w:u w:val="single"/>
        </w:rPr>
      </w:pPr>
    </w:p>
    <w:p w:rsidR="005E5BA7" w:rsidRPr="0023113A" w:rsidRDefault="000B37CB">
      <w:pPr>
        <w:rPr>
          <w:rFonts w:ascii="Arial" w:hAnsi="Arial" w:cs="Arial"/>
          <w:b/>
          <w:i/>
          <w:u w:val="single"/>
        </w:rPr>
      </w:pPr>
      <w:r w:rsidRPr="0023113A">
        <w:rPr>
          <w:rFonts w:ascii="Arial" w:hAnsi="Arial" w:cs="Arial"/>
          <w:b/>
          <w:i/>
          <w:u w:val="single"/>
        </w:rPr>
        <w:t>DEMANDEUR :</w:t>
      </w:r>
    </w:p>
    <w:p w:rsidR="002412A4" w:rsidRPr="0023113A" w:rsidRDefault="000A7D81" w:rsidP="000B37CB">
      <w:pPr>
        <w:spacing w:after="0"/>
        <w:rPr>
          <w:rFonts w:ascii="Arial" w:hAnsi="Arial" w:cs="Arial"/>
        </w:rPr>
      </w:pPr>
      <w:r w:rsidRPr="0023113A">
        <w:rPr>
          <w:rFonts w:ascii="Arial" w:hAnsi="Arial" w:cs="Arial"/>
        </w:rPr>
        <w:t>Grade, nom, prénom :</w:t>
      </w:r>
      <w:r w:rsidR="00DC1BAA" w:rsidRPr="0023113A">
        <w:rPr>
          <w:rFonts w:ascii="Arial" w:hAnsi="Arial" w:cs="Arial"/>
        </w:rPr>
        <w:t xml:space="preserve"> </w:t>
      </w:r>
      <w:r w:rsidR="00C63605">
        <w:rPr>
          <w:rFonts w:ascii="Arial" w:hAnsi="Arial" w:cs="Arial"/>
        </w:rPr>
        <w:t>AAP1 BIJNS Virginie</w:t>
      </w:r>
    </w:p>
    <w:p w:rsidR="000A7D81" w:rsidRPr="0023113A" w:rsidRDefault="000A7D81" w:rsidP="000B37CB">
      <w:pPr>
        <w:spacing w:after="0"/>
        <w:rPr>
          <w:rFonts w:ascii="Arial" w:hAnsi="Arial" w:cs="Arial"/>
        </w:rPr>
      </w:pPr>
      <w:r w:rsidRPr="0023113A">
        <w:rPr>
          <w:rFonts w:ascii="Arial" w:hAnsi="Arial" w:cs="Arial"/>
        </w:rPr>
        <w:t>Unité ou service :</w:t>
      </w:r>
      <w:r w:rsidR="00E45BE7" w:rsidRPr="0023113A">
        <w:rPr>
          <w:rFonts w:ascii="Arial" w:hAnsi="Arial" w:cs="Arial"/>
        </w:rPr>
        <w:t xml:space="preserve"> </w:t>
      </w:r>
      <w:r w:rsidR="004719C7">
        <w:rPr>
          <w:rFonts w:ascii="Arial" w:hAnsi="Arial" w:cs="Arial"/>
        </w:rPr>
        <w:t>GSBDD PAU - SITE DE DAX</w:t>
      </w:r>
    </w:p>
    <w:p w:rsidR="00434596" w:rsidRDefault="000A7D81" w:rsidP="00E45BE7">
      <w:pPr>
        <w:spacing w:after="0"/>
        <w:rPr>
          <w:rFonts w:ascii="Arial" w:hAnsi="Arial" w:cs="Arial"/>
        </w:rPr>
      </w:pPr>
      <w:r w:rsidRPr="0023113A">
        <w:rPr>
          <w:rFonts w:ascii="Arial" w:hAnsi="Arial" w:cs="Arial"/>
        </w:rPr>
        <w:t>Téléphone :</w:t>
      </w:r>
      <w:r w:rsidR="00C63605">
        <w:rPr>
          <w:rFonts w:ascii="Arial" w:hAnsi="Arial" w:cs="Arial"/>
        </w:rPr>
        <w:t xml:space="preserve"> </w:t>
      </w:r>
      <w:r w:rsidR="004719C7">
        <w:rPr>
          <w:rFonts w:ascii="Arial" w:hAnsi="Arial" w:cs="Arial"/>
        </w:rPr>
        <w:t xml:space="preserve">2 </w:t>
      </w:r>
      <w:r w:rsidR="00C63605">
        <w:rPr>
          <w:rFonts w:ascii="Arial" w:hAnsi="Arial" w:cs="Arial"/>
        </w:rPr>
        <w:t>92 13</w:t>
      </w:r>
    </w:p>
    <w:p w:rsidR="00E45BE7" w:rsidRPr="0023113A" w:rsidRDefault="00E45BE7" w:rsidP="00E45BE7">
      <w:pPr>
        <w:spacing w:after="0"/>
        <w:rPr>
          <w:rFonts w:ascii="Arial" w:hAnsi="Arial" w:cs="Arial"/>
          <w:b/>
          <w:color w:val="FF0000"/>
        </w:rPr>
      </w:pPr>
      <w:r w:rsidRPr="0023113A">
        <w:rPr>
          <w:rFonts w:ascii="Arial" w:hAnsi="Arial" w:cs="Arial"/>
        </w:rPr>
        <w:tab/>
        <w:t xml:space="preserve"> </w:t>
      </w:r>
    </w:p>
    <w:p w:rsidR="000B37CB" w:rsidRPr="0023113A" w:rsidRDefault="000B37CB" w:rsidP="000B37CB">
      <w:pPr>
        <w:spacing w:after="0"/>
        <w:rPr>
          <w:rFonts w:ascii="Arial" w:hAnsi="Arial" w:cs="Arial"/>
        </w:rPr>
      </w:pPr>
    </w:p>
    <w:p w:rsidR="000A7D81" w:rsidRPr="0023113A" w:rsidRDefault="000B37CB">
      <w:pPr>
        <w:rPr>
          <w:rFonts w:ascii="Arial" w:hAnsi="Arial" w:cs="Arial"/>
          <w:b/>
          <w:i/>
          <w:u w:val="single"/>
        </w:rPr>
      </w:pPr>
      <w:r w:rsidRPr="0023113A">
        <w:rPr>
          <w:rFonts w:ascii="Arial" w:hAnsi="Arial" w:cs="Arial"/>
          <w:b/>
          <w:i/>
          <w:u w:val="single"/>
        </w:rPr>
        <w:t xml:space="preserve">RESPONSABLE DE LA </w:t>
      </w:r>
      <w:r w:rsidR="00344B79" w:rsidRPr="0023113A">
        <w:rPr>
          <w:rFonts w:ascii="Arial" w:hAnsi="Arial" w:cs="Arial"/>
          <w:b/>
          <w:i/>
          <w:u w:val="single"/>
        </w:rPr>
        <w:t>VISITE (</w:t>
      </w:r>
      <w:r w:rsidR="000A7D81" w:rsidRPr="0023113A">
        <w:rPr>
          <w:rFonts w:ascii="Arial" w:hAnsi="Arial" w:cs="Arial"/>
          <w:b/>
          <w:i/>
          <w:u w:val="single"/>
        </w:rPr>
        <w:t>si différent du demandeur) :</w:t>
      </w:r>
    </w:p>
    <w:p w:rsidR="006C0C06" w:rsidRDefault="000A7D81" w:rsidP="000B37CB">
      <w:pPr>
        <w:spacing w:after="0"/>
        <w:rPr>
          <w:rFonts w:ascii="Arial" w:hAnsi="Arial" w:cs="Arial"/>
          <w:lang w:val="en-US"/>
        </w:rPr>
      </w:pPr>
      <w:r w:rsidRPr="00947B6C">
        <w:rPr>
          <w:rFonts w:ascii="Arial" w:hAnsi="Arial" w:cs="Arial"/>
          <w:lang w:val="en-US"/>
        </w:rPr>
        <w:t>Grade, nom, prénom</w:t>
      </w:r>
      <w:r w:rsidR="00C63605">
        <w:rPr>
          <w:rFonts w:ascii="Arial" w:hAnsi="Arial" w:cs="Arial"/>
          <w:lang w:val="en-US"/>
        </w:rPr>
        <w:t xml:space="preserve"> </w:t>
      </w:r>
      <w:r w:rsidR="001A36C0">
        <w:rPr>
          <w:rFonts w:ascii="Arial" w:hAnsi="Arial" w:cs="Arial"/>
          <w:lang w:val="en-US"/>
        </w:rPr>
        <w:t xml:space="preserve">: </w:t>
      </w:r>
      <w:r w:rsidR="00C63605">
        <w:rPr>
          <w:rFonts w:ascii="Arial" w:hAnsi="Arial" w:cs="Arial"/>
          <w:lang w:val="en-US"/>
        </w:rPr>
        <w:t>ADJ BARBERO Gérald</w:t>
      </w:r>
    </w:p>
    <w:p w:rsidR="00986DB9" w:rsidRDefault="000A7D81" w:rsidP="000B37CB">
      <w:pPr>
        <w:spacing w:after="0"/>
        <w:rPr>
          <w:rFonts w:ascii="Arial" w:hAnsi="Arial" w:cs="Arial"/>
        </w:rPr>
      </w:pPr>
      <w:r w:rsidRPr="0023113A">
        <w:rPr>
          <w:rFonts w:ascii="Arial" w:hAnsi="Arial" w:cs="Arial"/>
        </w:rPr>
        <w:t>Unité ou service :</w:t>
      </w:r>
      <w:r w:rsidR="00364C19" w:rsidRPr="00364C19">
        <w:rPr>
          <w:rFonts w:ascii="Arial" w:hAnsi="Arial" w:cs="Arial"/>
        </w:rPr>
        <w:t xml:space="preserve"> </w:t>
      </w:r>
      <w:r w:rsidR="00C63605">
        <w:rPr>
          <w:rFonts w:ascii="Arial" w:hAnsi="Arial" w:cs="Arial"/>
        </w:rPr>
        <w:t>GSBDD PAU - SITE DE DAX</w:t>
      </w:r>
    </w:p>
    <w:p w:rsidR="00434596" w:rsidRDefault="000A7D81" w:rsidP="000B37CB">
      <w:pPr>
        <w:spacing w:after="0"/>
        <w:rPr>
          <w:rFonts w:ascii="Arial" w:hAnsi="Arial" w:cs="Arial"/>
        </w:rPr>
      </w:pPr>
      <w:r w:rsidRPr="0023113A">
        <w:rPr>
          <w:rFonts w:ascii="Arial" w:hAnsi="Arial" w:cs="Arial"/>
        </w:rPr>
        <w:t>Téléphone</w:t>
      </w:r>
      <w:r w:rsidR="00C63605">
        <w:rPr>
          <w:rFonts w:ascii="Arial" w:hAnsi="Arial" w:cs="Arial"/>
        </w:rPr>
        <w:t> : 2 92 29</w:t>
      </w:r>
    </w:p>
    <w:p w:rsidR="00986DB9" w:rsidRDefault="00986DB9" w:rsidP="000B37CB">
      <w:pPr>
        <w:spacing w:after="0"/>
        <w:rPr>
          <w:rFonts w:ascii="Arial" w:hAnsi="Arial" w:cs="Arial"/>
        </w:rPr>
      </w:pPr>
    </w:p>
    <w:p w:rsidR="000A7D81" w:rsidRPr="0023113A" w:rsidRDefault="00E45BE7" w:rsidP="000B37CB">
      <w:pPr>
        <w:spacing w:after="0"/>
        <w:rPr>
          <w:rFonts w:ascii="Arial" w:hAnsi="Arial" w:cs="Arial"/>
          <w:b/>
          <w:color w:val="FF0000"/>
        </w:rPr>
      </w:pPr>
      <w:r w:rsidRPr="0023113A">
        <w:rPr>
          <w:rFonts w:ascii="Arial" w:hAnsi="Arial" w:cs="Arial"/>
        </w:rPr>
        <w:tab/>
      </w:r>
      <w:r w:rsidRPr="0023113A">
        <w:rPr>
          <w:rFonts w:ascii="Arial" w:hAnsi="Arial" w:cs="Arial"/>
        </w:rPr>
        <w:tab/>
      </w:r>
      <w:r w:rsidR="00EB4113" w:rsidRPr="0023113A">
        <w:rPr>
          <w:rFonts w:ascii="Arial" w:hAnsi="Arial" w:cs="Arial"/>
        </w:rPr>
        <w:t xml:space="preserve">  </w:t>
      </w:r>
    </w:p>
    <w:p w:rsidR="000B37CB" w:rsidRPr="0023113A" w:rsidRDefault="000B37CB" w:rsidP="000B37CB">
      <w:pPr>
        <w:spacing w:after="0"/>
        <w:rPr>
          <w:rFonts w:ascii="Arial" w:hAnsi="Arial" w:cs="Arial"/>
          <w:sz w:val="14"/>
        </w:rPr>
      </w:pPr>
    </w:p>
    <w:p w:rsidR="000A7D81" w:rsidRPr="0023113A" w:rsidRDefault="000A7D81">
      <w:pPr>
        <w:rPr>
          <w:rFonts w:ascii="Arial" w:hAnsi="Arial" w:cs="Arial"/>
          <w:b/>
          <w:i/>
          <w:u w:val="single"/>
        </w:rPr>
      </w:pPr>
      <w:r w:rsidRPr="0023113A">
        <w:rPr>
          <w:rFonts w:ascii="Arial" w:hAnsi="Arial" w:cs="Arial"/>
          <w:b/>
        </w:rPr>
        <w:t xml:space="preserve"> </w:t>
      </w:r>
      <w:r w:rsidR="000B37CB" w:rsidRPr="0023113A">
        <w:rPr>
          <w:rFonts w:ascii="Arial" w:hAnsi="Arial" w:cs="Arial"/>
          <w:b/>
          <w:i/>
          <w:u w:val="single"/>
        </w:rPr>
        <w:t>NATURE DE LA VISITE :</w:t>
      </w:r>
    </w:p>
    <w:p w:rsidR="00A31235" w:rsidRDefault="003B7528" w:rsidP="000B37CB">
      <w:pPr>
        <w:spacing w:after="0"/>
        <w:rPr>
          <w:rFonts w:ascii="Arial" w:hAnsi="Arial" w:cs="Arial"/>
        </w:rPr>
      </w:pPr>
      <w:r w:rsidRPr="0023113A">
        <w:rPr>
          <w:rFonts w:ascii="Arial" w:hAnsi="Arial" w:cs="Arial"/>
        </w:rPr>
        <w:t>Raison social :</w:t>
      </w:r>
      <w:r w:rsidR="00C43A6A" w:rsidRPr="0023113A">
        <w:rPr>
          <w:rFonts w:ascii="Arial" w:hAnsi="Arial" w:cs="Arial"/>
        </w:rPr>
        <w:t xml:space="preserve"> </w:t>
      </w:r>
      <w:r w:rsidR="00C63605">
        <w:rPr>
          <w:rFonts w:ascii="Arial" w:hAnsi="Arial" w:cs="Arial"/>
        </w:rPr>
        <w:t>Visite obligatoire des locaux et de la plonge pour le marché de nettoyage</w:t>
      </w:r>
    </w:p>
    <w:p w:rsidR="00434596" w:rsidRDefault="003B7528" w:rsidP="000B37CB">
      <w:pPr>
        <w:spacing w:after="0"/>
        <w:rPr>
          <w:rFonts w:ascii="Arial" w:hAnsi="Arial" w:cs="Arial"/>
        </w:rPr>
      </w:pPr>
      <w:r w:rsidRPr="0023113A">
        <w:rPr>
          <w:rFonts w:ascii="Arial" w:hAnsi="Arial" w:cs="Arial"/>
        </w:rPr>
        <w:t>Lieu</w:t>
      </w:r>
      <w:r w:rsidR="00EB4113" w:rsidRPr="0023113A">
        <w:rPr>
          <w:rFonts w:ascii="Arial" w:hAnsi="Arial" w:cs="Arial"/>
        </w:rPr>
        <w:t>/unité</w:t>
      </w:r>
      <w:r w:rsidRPr="0023113A">
        <w:rPr>
          <w:rFonts w:ascii="Arial" w:hAnsi="Arial" w:cs="Arial"/>
        </w:rPr>
        <w:t xml:space="preserve"> visité</w:t>
      </w:r>
      <w:r w:rsidR="00EB4113" w:rsidRPr="0023113A">
        <w:rPr>
          <w:rFonts w:ascii="Arial" w:hAnsi="Arial" w:cs="Arial"/>
        </w:rPr>
        <w:t>s</w:t>
      </w:r>
      <w:r w:rsidRPr="0023113A">
        <w:rPr>
          <w:rFonts w:ascii="Arial" w:hAnsi="Arial" w:cs="Arial"/>
        </w:rPr>
        <w:t> :</w:t>
      </w:r>
      <w:r w:rsidR="00C43A6A" w:rsidRPr="0023113A">
        <w:rPr>
          <w:rFonts w:ascii="Arial" w:hAnsi="Arial" w:cs="Arial"/>
        </w:rPr>
        <w:t xml:space="preserve"> </w:t>
      </w:r>
      <w:r w:rsidR="00C63605">
        <w:rPr>
          <w:rFonts w:ascii="Arial" w:hAnsi="Arial" w:cs="Arial"/>
        </w:rPr>
        <w:t>tous les bâtiments concernés par le marché de nettoyage</w:t>
      </w:r>
    </w:p>
    <w:p w:rsidR="004179AC" w:rsidRPr="0023113A" w:rsidRDefault="004179AC" w:rsidP="000B37CB">
      <w:pPr>
        <w:spacing w:after="0"/>
        <w:rPr>
          <w:rFonts w:ascii="Arial" w:hAnsi="Arial" w:cs="Arial"/>
        </w:rPr>
      </w:pPr>
    </w:p>
    <w:p w:rsidR="000B37CB" w:rsidRPr="0023113A" w:rsidRDefault="000B37CB" w:rsidP="000B37CB">
      <w:pPr>
        <w:spacing w:after="0"/>
        <w:rPr>
          <w:rFonts w:ascii="Arial" w:hAnsi="Arial" w:cs="Arial"/>
        </w:rPr>
      </w:pPr>
    </w:p>
    <w:p w:rsidR="003B7528" w:rsidRPr="0023113A" w:rsidRDefault="000B37CB">
      <w:pPr>
        <w:rPr>
          <w:rFonts w:ascii="Arial" w:hAnsi="Arial" w:cs="Arial"/>
          <w:b/>
          <w:i/>
          <w:u w:val="single"/>
        </w:rPr>
      </w:pPr>
      <w:r w:rsidRPr="0023113A">
        <w:rPr>
          <w:rFonts w:ascii="Arial" w:hAnsi="Arial" w:cs="Arial"/>
          <w:b/>
          <w:i/>
          <w:u w:val="single"/>
        </w:rPr>
        <w:t>VISITEUR(S) :</w:t>
      </w:r>
      <w:r w:rsidR="0081040A" w:rsidRPr="0023113A">
        <w:rPr>
          <w:rFonts w:ascii="Arial" w:hAnsi="Arial" w:cs="Arial"/>
          <w:b/>
          <w:i/>
          <w:u w:val="single"/>
        </w:rPr>
        <w:t xml:space="preserve"> </w:t>
      </w:r>
      <w:r w:rsidR="0081040A" w:rsidRPr="0023113A">
        <w:rPr>
          <w:rFonts w:ascii="Arial" w:hAnsi="Arial" w:cs="Arial"/>
          <w:b/>
          <w:i/>
          <w:sz w:val="16"/>
          <w:szCs w:val="16"/>
          <w:u w:val="single"/>
        </w:rPr>
        <w:t xml:space="preserve">(photocopie </w:t>
      </w:r>
      <w:r w:rsidR="00335A6A" w:rsidRPr="0023113A">
        <w:rPr>
          <w:rFonts w:ascii="Arial" w:hAnsi="Arial" w:cs="Arial"/>
          <w:b/>
          <w:i/>
          <w:sz w:val="16"/>
          <w:szCs w:val="16"/>
          <w:u w:val="single"/>
        </w:rPr>
        <w:t xml:space="preserve">d’une pièce d’identité officielle, </w:t>
      </w:r>
      <w:r w:rsidR="0081040A" w:rsidRPr="0023113A">
        <w:rPr>
          <w:rFonts w:ascii="Arial" w:hAnsi="Arial" w:cs="Arial"/>
          <w:b/>
          <w:i/>
          <w:sz w:val="16"/>
          <w:szCs w:val="16"/>
          <w:u w:val="single"/>
        </w:rPr>
        <w:t>obligatoire pour le personnel de nationalité étrangère)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79"/>
        <w:gridCol w:w="1956"/>
        <w:gridCol w:w="1701"/>
        <w:gridCol w:w="2013"/>
        <w:gridCol w:w="1134"/>
        <w:gridCol w:w="1134"/>
        <w:gridCol w:w="1134"/>
      </w:tblGrid>
      <w:tr w:rsidR="00E1023C" w:rsidRPr="0023113A" w:rsidTr="003200DA">
        <w:trPr>
          <w:trHeight w:val="925"/>
          <w:jc w:val="center"/>
        </w:trPr>
        <w:tc>
          <w:tcPr>
            <w:tcW w:w="534" w:type="dxa"/>
          </w:tcPr>
          <w:p w:rsidR="00E1023C" w:rsidRPr="003200DA" w:rsidRDefault="00E1023C" w:rsidP="00AD425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E1023C" w:rsidRPr="003200DA" w:rsidRDefault="00E1023C" w:rsidP="00AD425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200DA">
              <w:rPr>
                <w:rFonts w:ascii="Arial" w:hAnsi="Arial" w:cs="Arial"/>
                <w:b/>
                <w:sz w:val="18"/>
                <w:szCs w:val="18"/>
              </w:rPr>
              <w:t>GRADE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E1023C" w:rsidRPr="003200DA" w:rsidRDefault="00E1023C" w:rsidP="00AD425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200DA">
              <w:rPr>
                <w:rFonts w:ascii="Arial" w:hAnsi="Arial" w:cs="Arial"/>
                <w:b/>
                <w:sz w:val="18"/>
                <w:szCs w:val="18"/>
              </w:rPr>
              <w:t>NOM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023C" w:rsidRPr="003200DA" w:rsidRDefault="00E1023C" w:rsidP="00AD425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200DA">
              <w:rPr>
                <w:rFonts w:ascii="Arial" w:hAnsi="Arial" w:cs="Arial"/>
                <w:b/>
                <w:sz w:val="18"/>
                <w:szCs w:val="18"/>
              </w:rPr>
              <w:t>PRENOM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E1023C" w:rsidRPr="003200DA" w:rsidRDefault="00E1023C" w:rsidP="00AD425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200DA">
              <w:rPr>
                <w:rFonts w:ascii="Arial" w:hAnsi="Arial" w:cs="Arial"/>
                <w:b/>
                <w:sz w:val="18"/>
                <w:szCs w:val="18"/>
              </w:rPr>
              <w:t>SOCIETE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023C" w:rsidRPr="003200DA" w:rsidRDefault="00E1023C" w:rsidP="00AD425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1023C" w:rsidRPr="003200DA" w:rsidRDefault="00E1023C" w:rsidP="00E45BE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200DA">
              <w:rPr>
                <w:rFonts w:ascii="Arial" w:hAnsi="Arial" w:cs="Arial"/>
                <w:b/>
                <w:sz w:val="18"/>
                <w:szCs w:val="18"/>
              </w:rPr>
              <w:t>VEHICULE</w:t>
            </w:r>
          </w:p>
          <w:p w:rsidR="00C63605" w:rsidRPr="003200DA" w:rsidRDefault="006C7B24" w:rsidP="00C6360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200DA">
              <w:rPr>
                <w:rFonts w:ascii="Arial" w:hAnsi="Arial" w:cs="Arial"/>
                <w:b/>
                <w:sz w:val="18"/>
                <w:szCs w:val="18"/>
              </w:rPr>
              <w:t>Oui</w:t>
            </w:r>
            <w:r w:rsidR="0023113A" w:rsidRPr="003200DA">
              <w:rPr>
                <w:rFonts w:ascii="Arial" w:hAnsi="Arial" w:cs="Arial"/>
                <w:b/>
                <w:sz w:val="18"/>
                <w:szCs w:val="18"/>
              </w:rPr>
              <w:t xml:space="preserve"> / Non</w:t>
            </w:r>
            <w:r w:rsidRPr="003200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023C" w:rsidRPr="003200DA" w:rsidRDefault="0023113A" w:rsidP="00AD425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200DA">
              <w:rPr>
                <w:rFonts w:ascii="Arial" w:hAnsi="Arial" w:cs="Arial"/>
                <w:b/>
                <w:sz w:val="18"/>
                <w:szCs w:val="18"/>
              </w:rPr>
              <w:t>HEURE ARRIVEE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023C" w:rsidRPr="003200DA" w:rsidRDefault="0023113A" w:rsidP="00AD425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200DA">
              <w:rPr>
                <w:rFonts w:ascii="Arial" w:hAnsi="Arial" w:cs="Arial"/>
                <w:b/>
                <w:sz w:val="18"/>
                <w:szCs w:val="18"/>
              </w:rPr>
              <w:t>HEURE</w:t>
            </w:r>
            <w:r w:rsidR="00E1023C" w:rsidRPr="003200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200DA">
              <w:rPr>
                <w:rFonts w:ascii="Arial" w:hAnsi="Arial" w:cs="Arial"/>
                <w:b/>
                <w:sz w:val="18"/>
                <w:szCs w:val="18"/>
              </w:rPr>
              <w:t>DEPART</w:t>
            </w:r>
          </w:p>
        </w:tc>
      </w:tr>
      <w:tr w:rsidR="00C54449" w:rsidRPr="0023113A" w:rsidTr="003200DA">
        <w:trPr>
          <w:trHeight w:val="804"/>
          <w:jc w:val="center"/>
        </w:trPr>
        <w:tc>
          <w:tcPr>
            <w:tcW w:w="534" w:type="dxa"/>
            <w:vAlign w:val="center"/>
          </w:tcPr>
          <w:p w:rsidR="00C54449" w:rsidRPr="003200DA" w:rsidRDefault="00C54449" w:rsidP="003200D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200DA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54449" w:rsidRPr="003200DA" w:rsidRDefault="00C54449" w:rsidP="003200D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C54449" w:rsidRPr="003200DA" w:rsidRDefault="00C54449" w:rsidP="003200D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54449" w:rsidRPr="003200DA" w:rsidRDefault="00C54449" w:rsidP="003200D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13" w:type="dxa"/>
            <w:shd w:val="clear" w:color="auto" w:fill="auto"/>
            <w:vAlign w:val="center"/>
          </w:tcPr>
          <w:p w:rsidR="00C54449" w:rsidRPr="003200DA" w:rsidRDefault="00C54449" w:rsidP="003200D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54449" w:rsidRPr="003200DA" w:rsidRDefault="00C54449" w:rsidP="003200DA">
            <w:pPr>
              <w:spacing w:after="0" w:line="240" w:lineRule="auto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54449" w:rsidRPr="003200DA" w:rsidRDefault="00C54449" w:rsidP="003200D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54449" w:rsidRPr="003200DA" w:rsidRDefault="00C54449" w:rsidP="00CA66E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407461" w:rsidRPr="0023113A" w:rsidTr="003200DA">
        <w:trPr>
          <w:trHeight w:val="804"/>
          <w:jc w:val="center"/>
        </w:trPr>
        <w:tc>
          <w:tcPr>
            <w:tcW w:w="534" w:type="dxa"/>
            <w:vAlign w:val="center"/>
          </w:tcPr>
          <w:p w:rsidR="00407461" w:rsidRPr="003200DA" w:rsidRDefault="00407461" w:rsidP="003200D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407461" w:rsidRDefault="00407461" w:rsidP="003200D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407461" w:rsidRDefault="00407461" w:rsidP="003200D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07461" w:rsidRDefault="00407461" w:rsidP="003200D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13" w:type="dxa"/>
            <w:shd w:val="clear" w:color="auto" w:fill="auto"/>
            <w:vAlign w:val="center"/>
          </w:tcPr>
          <w:p w:rsidR="00407461" w:rsidRDefault="00407461" w:rsidP="003200D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07461" w:rsidRDefault="00407461" w:rsidP="003200DA">
            <w:pPr>
              <w:spacing w:after="0" w:line="240" w:lineRule="auto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07461" w:rsidRDefault="00407461" w:rsidP="003200D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07461" w:rsidRDefault="00407461" w:rsidP="00CA66E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20769" w:rsidRPr="0023113A" w:rsidTr="003200DA">
        <w:trPr>
          <w:trHeight w:val="804"/>
          <w:jc w:val="center"/>
        </w:trPr>
        <w:tc>
          <w:tcPr>
            <w:tcW w:w="534" w:type="dxa"/>
            <w:vAlign w:val="center"/>
          </w:tcPr>
          <w:p w:rsidR="00520769" w:rsidRDefault="00520769" w:rsidP="003200D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520769" w:rsidRDefault="00520769" w:rsidP="003200D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520769" w:rsidRDefault="00520769" w:rsidP="003200D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20769" w:rsidRDefault="00520769" w:rsidP="003200D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13" w:type="dxa"/>
            <w:shd w:val="clear" w:color="auto" w:fill="auto"/>
            <w:vAlign w:val="center"/>
          </w:tcPr>
          <w:p w:rsidR="00520769" w:rsidRDefault="00520769" w:rsidP="003200D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0769" w:rsidRDefault="00520769" w:rsidP="003200DA">
            <w:pPr>
              <w:spacing w:after="0" w:line="240" w:lineRule="auto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0769" w:rsidRDefault="00520769" w:rsidP="003200D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20769" w:rsidRDefault="00520769" w:rsidP="00CA66E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942ED5" w:rsidRPr="0023113A" w:rsidTr="003200DA">
        <w:trPr>
          <w:trHeight w:val="804"/>
          <w:jc w:val="center"/>
        </w:trPr>
        <w:tc>
          <w:tcPr>
            <w:tcW w:w="534" w:type="dxa"/>
            <w:vAlign w:val="center"/>
          </w:tcPr>
          <w:p w:rsidR="00942ED5" w:rsidRDefault="00942ED5" w:rsidP="003200D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942ED5" w:rsidRDefault="00942ED5" w:rsidP="003200D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942ED5" w:rsidRDefault="00942ED5" w:rsidP="003200D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42ED5" w:rsidRDefault="00942ED5" w:rsidP="003200D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13" w:type="dxa"/>
            <w:shd w:val="clear" w:color="auto" w:fill="auto"/>
            <w:vAlign w:val="center"/>
          </w:tcPr>
          <w:p w:rsidR="00942ED5" w:rsidRDefault="00942ED5" w:rsidP="003200D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42ED5" w:rsidRDefault="00942ED5" w:rsidP="003200DA">
            <w:pPr>
              <w:spacing w:after="0" w:line="240" w:lineRule="auto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42ED5" w:rsidRDefault="00942ED5" w:rsidP="003200D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42ED5" w:rsidRDefault="00942ED5" w:rsidP="00CA66E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0A7D81" w:rsidRPr="0023113A" w:rsidRDefault="000A7D81" w:rsidP="00DC1BAA">
      <w:pPr>
        <w:rPr>
          <w:rFonts w:ascii="Arial" w:hAnsi="Arial" w:cs="Arial"/>
        </w:rPr>
      </w:pPr>
    </w:p>
    <w:sectPr w:rsidR="000A7D81" w:rsidRPr="0023113A" w:rsidSect="00DC1BAA">
      <w:pgSz w:w="11906" w:h="16838"/>
      <w:pgMar w:top="454" w:right="720" w:bottom="142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297" w:rsidRDefault="00CC1297" w:rsidP="0023113A">
      <w:pPr>
        <w:spacing w:after="0" w:line="240" w:lineRule="auto"/>
      </w:pPr>
      <w:r>
        <w:separator/>
      </w:r>
    </w:p>
  </w:endnote>
  <w:endnote w:type="continuationSeparator" w:id="0">
    <w:p w:rsidR="00CC1297" w:rsidRDefault="00CC1297" w:rsidP="00231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297" w:rsidRDefault="00CC1297" w:rsidP="0023113A">
      <w:pPr>
        <w:spacing w:after="0" w:line="240" w:lineRule="auto"/>
      </w:pPr>
      <w:r>
        <w:separator/>
      </w:r>
    </w:p>
  </w:footnote>
  <w:footnote w:type="continuationSeparator" w:id="0">
    <w:p w:rsidR="00CC1297" w:rsidRDefault="00CC1297" w:rsidP="002311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B43017"/>
    <w:multiLevelType w:val="hybridMultilevel"/>
    <w:tmpl w:val="979821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B4C"/>
    <w:rsid w:val="00003AF5"/>
    <w:rsid w:val="00011B4C"/>
    <w:rsid w:val="00097135"/>
    <w:rsid w:val="00097809"/>
    <w:rsid w:val="000A02B7"/>
    <w:rsid w:val="000A1B4A"/>
    <w:rsid w:val="000A7D81"/>
    <w:rsid w:val="000B37CB"/>
    <w:rsid w:val="000B6136"/>
    <w:rsid w:val="000E5BFA"/>
    <w:rsid w:val="00134C63"/>
    <w:rsid w:val="001A36C0"/>
    <w:rsid w:val="001C0AA5"/>
    <w:rsid w:val="001F35FC"/>
    <w:rsid w:val="001F6FF5"/>
    <w:rsid w:val="0023113A"/>
    <w:rsid w:val="00235CAD"/>
    <w:rsid w:val="002412A4"/>
    <w:rsid w:val="002A2EAE"/>
    <w:rsid w:val="002C2C37"/>
    <w:rsid w:val="002C303A"/>
    <w:rsid w:val="003200DA"/>
    <w:rsid w:val="00335A6A"/>
    <w:rsid w:val="00344B79"/>
    <w:rsid w:val="00353CC9"/>
    <w:rsid w:val="00364C19"/>
    <w:rsid w:val="003749C5"/>
    <w:rsid w:val="003B13F7"/>
    <w:rsid w:val="003B7528"/>
    <w:rsid w:val="003D6D01"/>
    <w:rsid w:val="00407461"/>
    <w:rsid w:val="00415B1A"/>
    <w:rsid w:val="004179AC"/>
    <w:rsid w:val="00434596"/>
    <w:rsid w:val="00441745"/>
    <w:rsid w:val="004719C7"/>
    <w:rsid w:val="004D358E"/>
    <w:rsid w:val="004F1999"/>
    <w:rsid w:val="00520769"/>
    <w:rsid w:val="0052323F"/>
    <w:rsid w:val="005236D7"/>
    <w:rsid w:val="005350C2"/>
    <w:rsid w:val="00555D6B"/>
    <w:rsid w:val="005B12DE"/>
    <w:rsid w:val="005E1536"/>
    <w:rsid w:val="005E5BA7"/>
    <w:rsid w:val="005F5F28"/>
    <w:rsid w:val="00612FD0"/>
    <w:rsid w:val="0066561D"/>
    <w:rsid w:val="006A659B"/>
    <w:rsid w:val="006B1E05"/>
    <w:rsid w:val="006B3E7F"/>
    <w:rsid w:val="006C0C06"/>
    <w:rsid w:val="006C5CEE"/>
    <w:rsid w:val="006C7B24"/>
    <w:rsid w:val="006F0084"/>
    <w:rsid w:val="006F4ACE"/>
    <w:rsid w:val="007164CA"/>
    <w:rsid w:val="00723158"/>
    <w:rsid w:val="00745450"/>
    <w:rsid w:val="00782F9C"/>
    <w:rsid w:val="007D7FC6"/>
    <w:rsid w:val="0080319A"/>
    <w:rsid w:val="00806C77"/>
    <w:rsid w:val="0081040A"/>
    <w:rsid w:val="008E02D8"/>
    <w:rsid w:val="008E3A50"/>
    <w:rsid w:val="008E3F47"/>
    <w:rsid w:val="009152DA"/>
    <w:rsid w:val="00942ED5"/>
    <w:rsid w:val="00947B6C"/>
    <w:rsid w:val="00986DB9"/>
    <w:rsid w:val="009C5253"/>
    <w:rsid w:val="009E618D"/>
    <w:rsid w:val="00A31235"/>
    <w:rsid w:val="00A318CE"/>
    <w:rsid w:val="00A451A4"/>
    <w:rsid w:val="00A653CB"/>
    <w:rsid w:val="00AD4254"/>
    <w:rsid w:val="00B24810"/>
    <w:rsid w:val="00B90732"/>
    <w:rsid w:val="00B932CE"/>
    <w:rsid w:val="00BA3B0C"/>
    <w:rsid w:val="00BB2537"/>
    <w:rsid w:val="00BE1DD4"/>
    <w:rsid w:val="00BE5DFD"/>
    <w:rsid w:val="00BF12D5"/>
    <w:rsid w:val="00C21F72"/>
    <w:rsid w:val="00C26825"/>
    <w:rsid w:val="00C41473"/>
    <w:rsid w:val="00C43A6A"/>
    <w:rsid w:val="00C54449"/>
    <w:rsid w:val="00C61A23"/>
    <w:rsid w:val="00C63605"/>
    <w:rsid w:val="00C6626F"/>
    <w:rsid w:val="00C834DF"/>
    <w:rsid w:val="00CA66EE"/>
    <w:rsid w:val="00CB44BD"/>
    <w:rsid w:val="00CC1297"/>
    <w:rsid w:val="00CE0D33"/>
    <w:rsid w:val="00DC1BAA"/>
    <w:rsid w:val="00DE0922"/>
    <w:rsid w:val="00E1023C"/>
    <w:rsid w:val="00E12E0E"/>
    <w:rsid w:val="00E45BE7"/>
    <w:rsid w:val="00EB4113"/>
    <w:rsid w:val="00EC7EEC"/>
    <w:rsid w:val="00ED731C"/>
    <w:rsid w:val="00F00428"/>
    <w:rsid w:val="00F23FDF"/>
    <w:rsid w:val="00F41EFB"/>
    <w:rsid w:val="00FA0977"/>
    <w:rsid w:val="00FD0225"/>
    <w:rsid w:val="00FF1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B8E3B"/>
  <w15:chartTrackingRefBased/>
  <w15:docId w15:val="{FB5A7A73-5055-47E5-9753-BFE5BC354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B12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link w:val="TitreCar"/>
    <w:qFormat/>
    <w:rsid w:val="009152DA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eastAsia="fr-FR"/>
    </w:rPr>
  </w:style>
  <w:style w:type="character" w:customStyle="1" w:styleId="TitreCar">
    <w:name w:val="Titre Car"/>
    <w:link w:val="Titre"/>
    <w:rsid w:val="009152DA"/>
    <w:rPr>
      <w:rFonts w:ascii="Times New Roman" w:eastAsia="Times New Roman" w:hAnsi="Times New Roman"/>
      <w:sz w:val="32"/>
    </w:rPr>
  </w:style>
  <w:style w:type="paragraph" w:styleId="En-tte">
    <w:name w:val="header"/>
    <w:basedOn w:val="Normal"/>
    <w:link w:val="En-tteCar"/>
    <w:uiPriority w:val="99"/>
    <w:unhideWhenUsed/>
    <w:rsid w:val="00231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3113A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31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3113A"/>
    <w:rPr>
      <w:sz w:val="22"/>
      <w:szCs w:val="22"/>
      <w:lang w:eastAsia="en-US"/>
    </w:rPr>
  </w:style>
  <w:style w:type="paragraph" w:customStyle="1" w:styleId="western">
    <w:name w:val="western"/>
    <w:basedOn w:val="Normal"/>
    <w:rsid w:val="006C5CEE"/>
    <w:pPr>
      <w:spacing w:before="100" w:beforeAutospacing="1" w:after="142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durand36\Desktop\2021-mois-jour_nom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0BD26-7DC2-429D-979C-913C674D5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2021-mois-jour_noms.dotx</Template>
  <TotalTime>2</TotalTime>
  <Pages>1</Pages>
  <Words>117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DURAND Julien ADJ</dc:creator>
  <cp:keywords/>
  <cp:lastModifiedBy>TOLEDO-GASCON Aurelie ADJT ADM AE</cp:lastModifiedBy>
  <cp:revision>4</cp:revision>
  <cp:lastPrinted>2017-10-11T13:47:00Z</cp:lastPrinted>
  <dcterms:created xsi:type="dcterms:W3CDTF">2025-03-19T14:58:00Z</dcterms:created>
  <dcterms:modified xsi:type="dcterms:W3CDTF">2025-04-14T06:45:00Z</dcterms:modified>
</cp:coreProperties>
</file>