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785035522"/>
        <w:docPartObj>
          <w:docPartGallery w:val="Cover Pages"/>
          <w:docPartUnique/>
        </w:docPartObj>
      </w:sdtPr>
      <w:sdtEndPr>
        <w:rPr>
          <w:noProof/>
        </w:rPr>
      </w:sdtEndPr>
      <w:sdtContent>
        <w:p w14:paraId="21ADE21E" w14:textId="20FB4CB0" w:rsidR="00B91813" w:rsidRDefault="00B91813"/>
        <w:p w14:paraId="26C8675A" w14:textId="6A4B256C" w:rsidR="00B91813" w:rsidRDefault="000275A3">
          <w:pPr>
            <w:spacing w:after="160" w:line="259" w:lineRule="auto"/>
            <w:rPr>
              <w:noProof/>
            </w:rPr>
          </w:pPr>
          <w:r>
            <w:rPr>
              <w:noProof/>
            </w:rPr>
            <mc:AlternateContent>
              <mc:Choice Requires="wps">
                <w:drawing>
                  <wp:anchor distT="45720" distB="45720" distL="114300" distR="114300" simplePos="0" relativeHeight="251674624" behindDoc="0" locked="0" layoutInCell="1" allowOverlap="1" wp14:anchorId="3D75616E" wp14:editId="2031A671">
                    <wp:simplePos x="0" y="0"/>
                    <wp:positionH relativeFrom="column">
                      <wp:posOffset>2453005</wp:posOffset>
                    </wp:positionH>
                    <wp:positionV relativeFrom="paragraph">
                      <wp:posOffset>2649855</wp:posOffset>
                    </wp:positionV>
                    <wp:extent cx="2952750" cy="269240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0" cy="2692400"/>
                            </a:xfrm>
                            <a:prstGeom prst="rect">
                              <a:avLst/>
                            </a:prstGeom>
                            <a:solidFill>
                              <a:srgbClr val="FFFFFF"/>
                            </a:solidFill>
                            <a:ln w="9525">
                              <a:noFill/>
                              <a:miter lim="800000"/>
                              <a:headEnd/>
                              <a:tailEnd/>
                            </a:ln>
                          </wps:spPr>
                          <wps:txbx>
                            <w:txbxContent>
                              <w:p w14:paraId="262654DE" w14:textId="77777777" w:rsidR="0085363C" w:rsidRPr="005B4155" w:rsidRDefault="0085363C" w:rsidP="0085363C">
                                <w:pPr>
                                  <w:rPr>
                                    <w:color w:val="FFD744"/>
                                    <w:sz w:val="48"/>
                                    <w:szCs w:val="48"/>
                                  </w:rPr>
                                </w:pPr>
                                <w:r w:rsidRPr="005B4155">
                                  <w:rPr>
                                    <w:color w:val="FFD744"/>
                                    <w:sz w:val="48"/>
                                    <w:szCs w:val="48"/>
                                  </w:rPr>
                                  <w:t>Université Grenoble-Alpes</w:t>
                                </w:r>
                              </w:p>
                              <w:p w14:paraId="27928D6F" w14:textId="77777777" w:rsidR="0085363C" w:rsidRDefault="0085363C" w:rsidP="0085363C"/>
                              <w:p w14:paraId="3C48AB6C" w14:textId="77777777" w:rsidR="0085363C" w:rsidRDefault="0085363C" w:rsidP="0085363C"/>
                              <w:p w14:paraId="33B63DE2" w14:textId="77777777" w:rsidR="00F54EF3" w:rsidRDefault="00F54EF3" w:rsidP="00F54EF3">
                                <w:pPr>
                                  <w:rPr>
                                    <w:color w:val="004469"/>
                                    <w:sz w:val="22"/>
                                    <w:szCs w:val="24"/>
                                  </w:rPr>
                                </w:pPr>
                                <w:r w:rsidRPr="00DD6FB9">
                                  <w:rPr>
                                    <w:color w:val="004469"/>
                                    <w:sz w:val="28"/>
                                    <w:szCs w:val="32"/>
                                  </w:rPr>
                                  <w:t>Concession relative à la gestion d’un établissement d'accueil du jeune enfant (EAJE)</w:t>
                                </w:r>
                              </w:p>
                              <w:p w14:paraId="2B7AB7CE" w14:textId="77777777" w:rsidR="0085363C" w:rsidRDefault="0085363C" w:rsidP="007B22AE">
                                <w:pPr>
                                  <w:rPr>
                                    <w:color w:val="004469"/>
                                    <w:sz w:val="22"/>
                                    <w:szCs w:val="24"/>
                                  </w:rPr>
                                </w:pPr>
                              </w:p>
                              <w:p w14:paraId="29CCF18B" w14:textId="77777777" w:rsidR="00784C28" w:rsidRDefault="00784C28" w:rsidP="007B22AE">
                                <w:pPr>
                                  <w:rPr>
                                    <w:color w:val="004469"/>
                                    <w:sz w:val="22"/>
                                    <w:szCs w:val="24"/>
                                  </w:rPr>
                                </w:pPr>
                              </w:p>
                              <w:p w14:paraId="18B76DE6" w14:textId="335C61CC" w:rsidR="007B22AE" w:rsidRDefault="002D6344" w:rsidP="007B22AE">
                                <w:pPr>
                                  <w:rPr>
                                    <w:color w:val="004469"/>
                                    <w:sz w:val="28"/>
                                    <w:szCs w:val="32"/>
                                  </w:rPr>
                                </w:pPr>
                                <w:r>
                                  <w:rPr>
                                    <w:color w:val="004469"/>
                                    <w:sz w:val="22"/>
                                    <w:szCs w:val="24"/>
                                  </w:rPr>
                                  <w:t>Projet de contrat</w:t>
                                </w:r>
                                <w:r w:rsidR="002E62D9">
                                  <w:rPr>
                                    <w:color w:val="004469"/>
                                    <w:sz w:val="22"/>
                                    <w:szCs w:val="24"/>
                                  </w:rPr>
                                  <w:t xml:space="preserve"> valant cahier des charges</w:t>
                                </w:r>
                              </w:p>
                              <w:p w14:paraId="64D6D1D1" w14:textId="77777777" w:rsidR="00D73154" w:rsidRDefault="00D73154" w:rsidP="007B22AE">
                                <w:pPr>
                                  <w:rPr>
                                    <w:sz w:val="18"/>
                                    <w:szCs w:val="20"/>
                                  </w:rPr>
                                </w:pPr>
                              </w:p>
                              <w:p w14:paraId="7332BA44" w14:textId="77777777" w:rsidR="000A0543" w:rsidRPr="007B5097" w:rsidRDefault="000A0543" w:rsidP="007B22AE">
                                <w:pPr>
                                  <w:rPr>
                                    <w:sz w:val="18"/>
                                    <w:szCs w:val="20"/>
                                  </w:rPr>
                                </w:pPr>
                              </w:p>
                              <w:p w14:paraId="4FFFD304" w14:textId="5E3D5987" w:rsidR="007B22AE" w:rsidRPr="000275A3" w:rsidRDefault="00F54EF3" w:rsidP="007B22AE">
                                <w:pPr>
                                  <w:spacing w:before="120"/>
                                  <w:jc w:val="right"/>
                                  <w:rPr>
                                    <w:i/>
                                    <w:iCs/>
                                    <w:color w:val="004469"/>
                                  </w:rPr>
                                </w:pPr>
                                <w:r>
                                  <w:rPr>
                                    <w:i/>
                                    <w:iCs/>
                                    <w:color w:val="004469"/>
                                  </w:rPr>
                                  <w:t xml:space="preserve">Version du </w:t>
                                </w:r>
                                <w:r w:rsidR="007B22AE" w:rsidRPr="000275A3">
                                  <w:rPr>
                                    <w:i/>
                                    <w:iCs/>
                                    <w:color w:val="004469"/>
                                  </w:rPr>
                                  <w:fldChar w:fldCharType="begin"/>
                                </w:r>
                                <w:r w:rsidR="007B22AE" w:rsidRPr="000275A3">
                                  <w:rPr>
                                    <w:i/>
                                    <w:iCs/>
                                    <w:color w:val="004469"/>
                                  </w:rPr>
                                  <w:instrText xml:space="preserve"> TIME \@ "d MMMM yyyy" </w:instrText>
                                </w:r>
                                <w:r w:rsidR="007B22AE" w:rsidRPr="000275A3">
                                  <w:rPr>
                                    <w:i/>
                                    <w:iCs/>
                                    <w:color w:val="004469"/>
                                  </w:rPr>
                                  <w:fldChar w:fldCharType="separate"/>
                                </w:r>
                                <w:r w:rsidR="00A8771F">
                                  <w:rPr>
                                    <w:i/>
                                    <w:iCs/>
                                    <w:noProof/>
                                    <w:color w:val="004469"/>
                                  </w:rPr>
                                  <w:t>25 février 2025</w:t>
                                </w:r>
                                <w:r w:rsidR="007B22AE" w:rsidRPr="000275A3">
                                  <w:rPr>
                                    <w:i/>
                                    <w:iCs/>
                                    <w:color w:val="004469"/>
                                  </w:rPr>
                                  <w:fldChar w:fldCharType="end"/>
                                </w:r>
                              </w:p>
                              <w:p w14:paraId="244F1EB7" w14:textId="77777777" w:rsidR="007B22AE" w:rsidRDefault="007B22AE" w:rsidP="007B22AE"/>
                              <w:p w14:paraId="380CAE05" w14:textId="590267AA" w:rsidR="00F6649A" w:rsidRPr="000275A3" w:rsidRDefault="00F6649A" w:rsidP="00F6649A">
                                <w:pPr>
                                  <w:jc w:val="right"/>
                                  <w:rPr>
                                    <w:i/>
                                    <w:iCs/>
                                    <w:color w:val="004469"/>
                                  </w:rPr>
                                </w:pPr>
                              </w:p>
                              <w:p w14:paraId="597CBBE0" w14:textId="77777777" w:rsidR="00F6649A" w:rsidRDefault="00F6649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75616E" id="_x0000_t202" coordsize="21600,21600" o:spt="202" path="m,l,21600r21600,l21600,xe">
                    <v:stroke joinstyle="miter"/>
                    <v:path gradientshapeok="t" o:connecttype="rect"/>
                  </v:shapetype>
                  <v:shape id="Zone de texte 2" o:spid="_x0000_s1026" type="#_x0000_t202" style="position:absolute;left:0;text-align:left;margin-left:193.15pt;margin-top:208.65pt;width:232.5pt;height:212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" stroked="f">
                    <v:textbox>
                      <w:txbxContent>
                        <w:p w14:paraId="262654DE" w14:textId="77777777" w:rsidR="0085363C" w:rsidRPr="005B4155" w:rsidRDefault="0085363C" w:rsidP="0085363C">
                          <w:pPr>
                            <w:rPr>
                              <w:color w:val="FFD744"/>
                              <w:sz w:val="48"/>
                              <w:szCs w:val="48"/>
                            </w:rPr>
                          </w:pPr>
                          <w:r w:rsidRPr="005B4155">
                            <w:rPr>
                              <w:color w:val="FFD744"/>
                              <w:sz w:val="48"/>
                              <w:szCs w:val="48"/>
                            </w:rPr>
                            <w:t>Université Grenoble-Alpes</w:t>
                          </w:r>
                        </w:p>
                        <w:p w14:paraId="27928D6F" w14:textId="77777777" w:rsidR="0085363C" w:rsidRDefault="0085363C" w:rsidP="0085363C"/>
                        <w:p w14:paraId="3C48AB6C" w14:textId="77777777" w:rsidR="0085363C" w:rsidRDefault="0085363C" w:rsidP="0085363C"/>
                        <w:p w14:paraId="33B63DE2" w14:textId="77777777" w:rsidR="00F54EF3" w:rsidRDefault="00F54EF3" w:rsidP="00F54EF3">
                          <w:pPr>
                            <w:rPr>
                              <w:color w:val="004469"/>
                              <w:sz w:val="22"/>
                              <w:szCs w:val="24"/>
                            </w:rPr>
                          </w:pPr>
                          <w:r w:rsidRPr="00DD6FB9">
                            <w:rPr>
                              <w:color w:val="004469"/>
                              <w:sz w:val="28"/>
                              <w:szCs w:val="32"/>
                            </w:rPr>
                            <w:t>Concession relative à la gestion d’un établissement d'accueil du jeune enfant (EAJE)</w:t>
                          </w:r>
                        </w:p>
                        <w:p w14:paraId="2B7AB7CE" w14:textId="77777777" w:rsidR="0085363C" w:rsidRDefault="0085363C" w:rsidP="007B22AE">
                          <w:pPr>
                            <w:rPr>
                              <w:color w:val="004469"/>
                              <w:sz w:val="22"/>
                              <w:szCs w:val="24"/>
                            </w:rPr>
                          </w:pPr>
                        </w:p>
                        <w:p w14:paraId="29CCF18B" w14:textId="77777777" w:rsidR="00784C28" w:rsidRDefault="00784C28" w:rsidP="007B22AE">
                          <w:pPr>
                            <w:rPr>
                              <w:color w:val="004469"/>
                              <w:sz w:val="22"/>
                              <w:szCs w:val="24"/>
                            </w:rPr>
                          </w:pPr>
                        </w:p>
                        <w:p w14:paraId="18B76DE6" w14:textId="335C61CC" w:rsidR="007B22AE" w:rsidRDefault="002D6344" w:rsidP="007B22AE">
                          <w:pPr>
                            <w:rPr>
                              <w:color w:val="004469"/>
                              <w:sz w:val="28"/>
                              <w:szCs w:val="32"/>
                            </w:rPr>
                          </w:pPr>
                          <w:r>
                            <w:rPr>
                              <w:color w:val="004469"/>
                              <w:sz w:val="22"/>
                              <w:szCs w:val="24"/>
                            </w:rPr>
                            <w:t>Projet de contrat</w:t>
                          </w:r>
                          <w:r w:rsidR="002E62D9">
                            <w:rPr>
                              <w:color w:val="004469"/>
                              <w:sz w:val="22"/>
                              <w:szCs w:val="24"/>
                            </w:rPr>
                            <w:t xml:space="preserve"> valant cahier des charges</w:t>
                          </w:r>
                        </w:p>
                        <w:p w14:paraId="64D6D1D1" w14:textId="77777777" w:rsidR="00D73154" w:rsidRDefault="00D73154" w:rsidP="007B22AE">
                          <w:pPr>
                            <w:rPr>
                              <w:sz w:val="18"/>
                              <w:szCs w:val="20"/>
                            </w:rPr>
                          </w:pPr>
                        </w:p>
                        <w:p w14:paraId="7332BA44" w14:textId="77777777" w:rsidR="000A0543" w:rsidRPr="007B5097" w:rsidRDefault="000A0543" w:rsidP="007B22AE">
                          <w:pPr>
                            <w:rPr>
                              <w:sz w:val="18"/>
                              <w:szCs w:val="20"/>
                            </w:rPr>
                          </w:pPr>
                        </w:p>
                        <w:p w14:paraId="4FFFD304" w14:textId="5E3D5987" w:rsidR="007B22AE" w:rsidRPr="000275A3" w:rsidRDefault="00F54EF3" w:rsidP="007B22AE">
                          <w:pPr>
                            <w:spacing w:before="120"/>
                            <w:jc w:val="right"/>
                            <w:rPr>
                              <w:i/>
                              <w:iCs/>
                              <w:color w:val="004469"/>
                            </w:rPr>
                          </w:pPr>
                          <w:r>
                            <w:rPr>
                              <w:i/>
                              <w:iCs/>
                              <w:color w:val="004469"/>
                            </w:rPr>
                            <w:t xml:space="preserve">Version du </w:t>
                          </w:r>
                          <w:r w:rsidR="007B22AE" w:rsidRPr="000275A3">
                            <w:rPr>
                              <w:i/>
                              <w:iCs/>
                              <w:color w:val="004469"/>
                            </w:rPr>
                            <w:fldChar w:fldCharType="begin"/>
                          </w:r>
                          <w:r w:rsidR="007B22AE" w:rsidRPr="000275A3">
                            <w:rPr>
                              <w:i/>
                              <w:iCs/>
                              <w:color w:val="004469"/>
                            </w:rPr>
                            <w:instrText xml:space="preserve"> TIME \@ "d MMMM yyyy" </w:instrText>
                          </w:r>
                          <w:r w:rsidR="007B22AE" w:rsidRPr="000275A3">
                            <w:rPr>
                              <w:i/>
                              <w:iCs/>
                              <w:color w:val="004469"/>
                            </w:rPr>
                            <w:fldChar w:fldCharType="separate"/>
                          </w:r>
                          <w:r w:rsidR="00A8771F">
                            <w:rPr>
                              <w:i/>
                              <w:iCs/>
                              <w:noProof/>
                              <w:color w:val="004469"/>
                            </w:rPr>
                            <w:t>25 février 2025</w:t>
                          </w:r>
                          <w:r w:rsidR="007B22AE" w:rsidRPr="000275A3">
                            <w:rPr>
                              <w:i/>
                              <w:iCs/>
                              <w:color w:val="004469"/>
                            </w:rPr>
                            <w:fldChar w:fldCharType="end"/>
                          </w:r>
                        </w:p>
                        <w:p w14:paraId="244F1EB7" w14:textId="77777777" w:rsidR="007B22AE" w:rsidRDefault="007B22AE" w:rsidP="007B22AE"/>
                        <w:p w14:paraId="380CAE05" w14:textId="590267AA" w:rsidR="00F6649A" w:rsidRPr="000275A3" w:rsidRDefault="00F6649A" w:rsidP="00F6649A">
                          <w:pPr>
                            <w:jc w:val="right"/>
                            <w:rPr>
                              <w:i/>
                              <w:iCs/>
                              <w:color w:val="004469"/>
                            </w:rPr>
                          </w:pPr>
                        </w:p>
                        <w:p w14:paraId="597CBBE0" w14:textId="77777777" w:rsidR="00F6649A" w:rsidRDefault="00F6649A"/>
                      </w:txbxContent>
                    </v:textbox>
                    <w10:wrap type="square"/>
                  </v:shape>
                </w:pict>
              </mc:Fallback>
            </mc:AlternateContent>
          </w:r>
          <w:r w:rsidR="005A500D">
            <w:rPr>
              <w:noProof/>
            </w:rPr>
            <mc:AlternateContent>
              <mc:Choice Requires="wps">
                <w:drawing>
                  <wp:anchor distT="0" distB="0" distL="114300" distR="114300" simplePos="0" relativeHeight="251665408" behindDoc="1" locked="0" layoutInCell="1" allowOverlap="1" wp14:anchorId="1959E716" wp14:editId="2902EFCA">
                    <wp:simplePos x="0" y="0"/>
                    <wp:positionH relativeFrom="page">
                      <wp:posOffset>190500</wp:posOffset>
                    </wp:positionH>
                    <wp:positionV relativeFrom="page">
                      <wp:posOffset>1454150</wp:posOffset>
                    </wp:positionV>
                    <wp:extent cx="7383780" cy="8962390"/>
                    <wp:effectExtent l="0" t="0" r="0" b="0"/>
                    <wp:wrapNone/>
                    <wp:docPr id="466" name="Rectangle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8962390"/>
                            </a:xfrm>
                            <a:prstGeom prst="rect">
                              <a:avLst/>
                            </a:prstGeom>
                            <a:solidFill>
                              <a:srgbClr val="004469"/>
                            </a:solidFill>
                            <a:ln>
                              <a:noFill/>
                            </a:ln>
                          </wps:spPr>
                          <wps:style>
                            <a:lnRef idx="2">
                              <a:schemeClr val="accent1">
                                <a:shade val="50000"/>
                              </a:schemeClr>
                            </a:lnRef>
                            <a:fillRef idx="1003">
                              <a:schemeClr val="lt2"/>
                            </a:fillRef>
                            <a:effectRef idx="0">
                              <a:schemeClr val="accent1"/>
                            </a:effectRef>
                            <a:fontRef idx="minor">
                              <a:schemeClr val="lt1"/>
                            </a:fontRef>
                          </wps:style>
                          <wps:txbx>
                            <w:txbxContent>
                              <w:p w14:paraId="3BDD6CA5" w14:textId="77777777" w:rsidR="00B91813" w:rsidRDefault="00B91813"/>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1959E716" id="Rectangle 466" o:spid="_x0000_s1027" style="position:absolute;left:0;text-align:left;margin-left:15pt;margin-top:114.5pt;width:581.4pt;height:705.7pt;z-index:-251651072;visibility:visible;mso-wrap-style:square;mso-width-percent:950;mso-height-percent:0;mso-wrap-distance-left:9pt;mso-wrap-distance-top:0;mso-wrap-distance-right:9pt;mso-wrap-distance-bottom:0;mso-position-horizontal:absolute;mso-position-horizontal-relative:page;mso-position-vertical:absolute;mso-position-vertical-relative:page;mso-width-percent:95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" fillcolor="#004469" stroked="f" strokeweight="1pt">
                    <v:textbox inset="21.6pt,,21.6pt">
                      <w:txbxContent>
                        <w:p w14:paraId="3BDD6CA5" w14:textId="77777777" w:rsidR="00B91813" w:rsidRDefault="00B91813"/>
                      </w:txbxContent>
                    </v:textbox>
                    <w10:wrap anchorx="page" anchory="page"/>
                  </v:rect>
                </w:pict>
              </mc:Fallback>
            </mc:AlternateContent>
          </w:r>
          <w:r w:rsidR="009B1113">
            <w:rPr>
              <w:noProof/>
            </w:rPr>
            <mc:AlternateContent>
              <mc:Choice Requires="wps">
                <w:drawing>
                  <wp:anchor distT="0" distB="0" distL="114300" distR="114300" simplePos="0" relativeHeight="251661312" behindDoc="0" locked="0" layoutInCell="1" allowOverlap="1" wp14:anchorId="357BCE57" wp14:editId="5FE7872F">
                    <wp:simplePos x="0" y="0"/>
                    <wp:positionH relativeFrom="page">
                      <wp:posOffset>3327400</wp:posOffset>
                    </wp:positionH>
                    <wp:positionV relativeFrom="page">
                      <wp:posOffset>3651251</wp:posOffset>
                    </wp:positionV>
                    <wp:extent cx="3108960" cy="3709670"/>
                    <wp:effectExtent l="0" t="0" r="24130" b="24130"/>
                    <wp:wrapNone/>
                    <wp:docPr id="468" name="Rectangle 468"/>
                    <wp:cNvGraphicFramePr/>
                    <a:graphic xmlns:a="http://schemas.openxmlformats.org/drawingml/2006/main">
                      <a:graphicData uri="http://schemas.microsoft.com/office/word/2010/wordprocessingShape">
                        <wps:wsp>
                          <wps:cNvSpPr/>
                          <wps:spPr>
                            <a:xfrm>
                              <a:off x="0" y="0"/>
                              <a:ext cx="3108960" cy="370967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721B01F" id="Rectangle 468" o:spid="_x0000_s1026" style="position:absolute;margin-left:262pt;margin-top:287.5pt;width:244.8pt;height:292.1pt;z-index:251661312;visibility:visible;mso-wrap-style:square;mso-width-percent:400;mso-height-percent:0;mso-wrap-distance-left:9pt;mso-wrap-distance-top:0;mso-wrap-distance-right:9pt;mso-wrap-distance-bottom:0;mso-position-horizontal:absolute;mso-position-horizontal-relative:page;mso-position-vertical:absolute;mso-position-vertical-relative:page;mso-width-percent:40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" fillcolor="white [3212]" strokecolor="#747070 [1614]" strokeweight="1.25pt">
                    <w10:wrap anchorx="page" anchory="page"/>
                  </v:rect>
                </w:pict>
              </mc:Fallback>
            </mc:AlternateContent>
          </w:r>
          <w:r w:rsidR="00B91813">
            <w:rPr>
              <w:noProof/>
            </w:rPr>
            <w:br w:type="page"/>
          </w:r>
        </w:p>
      </w:sdtContent>
    </w:sdt>
    <w:p w14:paraId="7131A1FD" w14:textId="77777777" w:rsidR="00051194" w:rsidRDefault="00051194" w:rsidP="00051194"/>
    <w:p w14:paraId="4D70404E" w14:textId="77777777" w:rsidR="0080283A" w:rsidRDefault="0080283A" w:rsidP="009B1113">
      <w:pPr>
        <w:spacing w:after="160" w:line="259" w:lineRule="auto"/>
      </w:pPr>
    </w:p>
    <w:sdt>
      <w:sdtPr>
        <w:rPr>
          <w:rFonts w:ascii="Futura PT Medium" w:hAnsi="Futura PT Medium"/>
          <w:b/>
          <w:bCs/>
          <w:color w:val="004469"/>
          <w:sz w:val="28"/>
          <w:szCs w:val="36"/>
        </w:rPr>
        <w:id w:val="533844239"/>
        <w:docPartObj>
          <w:docPartGallery w:val="Table of Contents"/>
          <w:docPartUnique/>
        </w:docPartObj>
      </w:sdtPr>
      <w:sdtEndPr>
        <w:rPr>
          <w:rFonts w:ascii="Arial" w:hAnsi="Arial"/>
          <w:b w:val="0"/>
          <w:bCs w:val="0"/>
          <w:color w:val="auto"/>
          <w:sz w:val="20"/>
          <w:szCs w:val="22"/>
        </w:rPr>
      </w:sdtEndPr>
      <w:sdtContent>
        <w:p w14:paraId="665FDE67" w14:textId="77777777" w:rsidR="0086641D" w:rsidRDefault="0086641D" w:rsidP="0080283A">
          <w:pPr>
            <w:jc w:val="center"/>
            <w:rPr>
              <w:b/>
              <w:bCs/>
              <w:color w:val="004469"/>
              <w:sz w:val="32"/>
              <w:szCs w:val="36"/>
            </w:rPr>
          </w:pPr>
          <w:r w:rsidRPr="0080283A">
            <w:rPr>
              <w:b/>
              <w:bCs/>
              <w:color w:val="004469"/>
              <w:sz w:val="32"/>
              <w:szCs w:val="36"/>
            </w:rPr>
            <w:t>Table des matières</w:t>
          </w:r>
        </w:p>
        <w:p w14:paraId="06E40F1B" w14:textId="77777777" w:rsidR="0080283A" w:rsidRDefault="0080283A" w:rsidP="0080283A">
          <w:pPr>
            <w:jc w:val="center"/>
            <w:rPr>
              <w:b/>
              <w:bCs/>
              <w:color w:val="004469"/>
              <w:sz w:val="32"/>
              <w:szCs w:val="36"/>
            </w:rPr>
          </w:pPr>
        </w:p>
        <w:p w14:paraId="762431AF" w14:textId="77777777" w:rsidR="0080283A" w:rsidRPr="0080283A" w:rsidRDefault="0080283A" w:rsidP="0080283A">
          <w:pPr>
            <w:jc w:val="center"/>
            <w:rPr>
              <w:b/>
              <w:bCs/>
              <w:color w:val="004469"/>
              <w:sz w:val="32"/>
              <w:szCs w:val="36"/>
            </w:rPr>
          </w:pPr>
        </w:p>
        <w:p w14:paraId="25C7567F" w14:textId="35F8CAE5" w:rsidR="00C070B2" w:rsidRDefault="00B4539A">
          <w:pPr>
            <w:pStyle w:val="TM1"/>
            <w:tabs>
              <w:tab w:val="left" w:pos="660"/>
              <w:tab w:val="right" w:leader="dot" w:pos="9062"/>
            </w:tabs>
            <w:rPr>
              <w:rFonts w:asciiTheme="minorHAnsi" w:eastAsiaTheme="minorEastAsia" w:hAnsiTheme="minorHAnsi"/>
              <w:noProof/>
              <w:kern w:val="2"/>
              <w:sz w:val="24"/>
              <w:szCs w:val="24"/>
              <w:lang w:eastAsia="fr-FR"/>
              <w14:ligatures w14:val="standardContextual"/>
            </w:rPr>
          </w:pPr>
          <w:r>
            <w:fldChar w:fldCharType="begin"/>
          </w:r>
          <w:r>
            <w:instrText xml:space="preserve"> TOC \o "1-3" \h \z \u </w:instrText>
          </w:r>
          <w:r>
            <w:fldChar w:fldCharType="separate"/>
          </w:r>
          <w:hyperlink w:anchor="_Toc189735684" w:history="1">
            <w:r w:rsidR="00C070B2" w:rsidRPr="00480438">
              <w:rPr>
                <w:rStyle w:val="Lienhypertexte"/>
                <w:noProof/>
              </w:rPr>
              <w:t>1.</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Chapitre premier – Cadrage</w:t>
            </w:r>
            <w:r w:rsidR="00C070B2">
              <w:rPr>
                <w:noProof/>
                <w:webHidden/>
              </w:rPr>
              <w:tab/>
            </w:r>
            <w:r w:rsidR="00C070B2">
              <w:rPr>
                <w:noProof/>
                <w:webHidden/>
              </w:rPr>
              <w:fldChar w:fldCharType="begin"/>
            </w:r>
            <w:r w:rsidR="00C070B2">
              <w:rPr>
                <w:noProof/>
                <w:webHidden/>
              </w:rPr>
              <w:instrText xml:space="preserve"> PAGEREF _Toc189735684 \h </w:instrText>
            </w:r>
            <w:r w:rsidR="00C070B2">
              <w:rPr>
                <w:noProof/>
                <w:webHidden/>
              </w:rPr>
            </w:r>
            <w:r w:rsidR="00C070B2">
              <w:rPr>
                <w:noProof/>
                <w:webHidden/>
              </w:rPr>
              <w:fldChar w:fldCharType="separate"/>
            </w:r>
            <w:r w:rsidR="00C070B2">
              <w:rPr>
                <w:noProof/>
                <w:webHidden/>
              </w:rPr>
              <w:t>4</w:t>
            </w:r>
            <w:r w:rsidR="00C070B2">
              <w:rPr>
                <w:noProof/>
                <w:webHidden/>
              </w:rPr>
              <w:fldChar w:fldCharType="end"/>
            </w:r>
          </w:hyperlink>
        </w:p>
        <w:p w14:paraId="6B4DFF3B" w14:textId="64B72DDE"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685" w:history="1">
            <w:r w:rsidR="00C070B2" w:rsidRPr="00480438">
              <w:rPr>
                <w:rStyle w:val="Lienhypertexte"/>
                <w:noProof/>
              </w:rPr>
              <w:t>1.1.</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Contexte et objet</w:t>
            </w:r>
            <w:r w:rsidR="00C070B2">
              <w:rPr>
                <w:noProof/>
                <w:webHidden/>
              </w:rPr>
              <w:tab/>
            </w:r>
            <w:r w:rsidR="00C070B2">
              <w:rPr>
                <w:noProof/>
                <w:webHidden/>
              </w:rPr>
              <w:fldChar w:fldCharType="begin"/>
            </w:r>
            <w:r w:rsidR="00C070B2">
              <w:rPr>
                <w:noProof/>
                <w:webHidden/>
              </w:rPr>
              <w:instrText xml:space="preserve"> PAGEREF _Toc189735685 \h </w:instrText>
            </w:r>
            <w:r w:rsidR="00C070B2">
              <w:rPr>
                <w:noProof/>
                <w:webHidden/>
              </w:rPr>
            </w:r>
            <w:r w:rsidR="00C070B2">
              <w:rPr>
                <w:noProof/>
                <w:webHidden/>
              </w:rPr>
              <w:fldChar w:fldCharType="separate"/>
            </w:r>
            <w:r w:rsidR="00C070B2">
              <w:rPr>
                <w:noProof/>
                <w:webHidden/>
              </w:rPr>
              <w:t>4</w:t>
            </w:r>
            <w:r w:rsidR="00C070B2">
              <w:rPr>
                <w:noProof/>
                <w:webHidden/>
              </w:rPr>
              <w:fldChar w:fldCharType="end"/>
            </w:r>
          </w:hyperlink>
        </w:p>
        <w:p w14:paraId="2A456402" w14:textId="7DC60E90"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686" w:history="1">
            <w:r w:rsidR="00C070B2" w:rsidRPr="00480438">
              <w:rPr>
                <w:rStyle w:val="Lienhypertexte"/>
                <w:noProof/>
              </w:rPr>
              <w:t>1.2.</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Durée</w:t>
            </w:r>
            <w:r w:rsidR="00C070B2">
              <w:rPr>
                <w:noProof/>
                <w:webHidden/>
              </w:rPr>
              <w:tab/>
            </w:r>
            <w:r w:rsidR="00C070B2">
              <w:rPr>
                <w:noProof/>
                <w:webHidden/>
              </w:rPr>
              <w:fldChar w:fldCharType="begin"/>
            </w:r>
            <w:r w:rsidR="00C070B2">
              <w:rPr>
                <w:noProof/>
                <w:webHidden/>
              </w:rPr>
              <w:instrText xml:space="preserve"> PAGEREF _Toc189735686 \h </w:instrText>
            </w:r>
            <w:r w:rsidR="00C070B2">
              <w:rPr>
                <w:noProof/>
                <w:webHidden/>
              </w:rPr>
            </w:r>
            <w:r w:rsidR="00C070B2">
              <w:rPr>
                <w:noProof/>
                <w:webHidden/>
              </w:rPr>
              <w:fldChar w:fldCharType="separate"/>
            </w:r>
            <w:r w:rsidR="00C070B2">
              <w:rPr>
                <w:noProof/>
                <w:webHidden/>
              </w:rPr>
              <w:t>4</w:t>
            </w:r>
            <w:r w:rsidR="00C070B2">
              <w:rPr>
                <w:noProof/>
                <w:webHidden/>
              </w:rPr>
              <w:fldChar w:fldCharType="end"/>
            </w:r>
          </w:hyperlink>
        </w:p>
        <w:p w14:paraId="431A7805" w14:textId="166FAB15"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687" w:history="1">
            <w:r w:rsidR="00C070B2" w:rsidRPr="00480438">
              <w:rPr>
                <w:rStyle w:val="Lienhypertexte"/>
                <w:noProof/>
              </w:rPr>
              <w:t>1.3.</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Limitation de la subconcession</w:t>
            </w:r>
            <w:r w:rsidR="00C070B2">
              <w:rPr>
                <w:noProof/>
                <w:webHidden/>
              </w:rPr>
              <w:tab/>
            </w:r>
            <w:r w:rsidR="00C070B2">
              <w:rPr>
                <w:noProof/>
                <w:webHidden/>
              </w:rPr>
              <w:fldChar w:fldCharType="begin"/>
            </w:r>
            <w:r w:rsidR="00C070B2">
              <w:rPr>
                <w:noProof/>
                <w:webHidden/>
              </w:rPr>
              <w:instrText xml:space="preserve"> PAGEREF _Toc189735687 \h </w:instrText>
            </w:r>
            <w:r w:rsidR="00C070B2">
              <w:rPr>
                <w:noProof/>
                <w:webHidden/>
              </w:rPr>
            </w:r>
            <w:r w:rsidR="00C070B2">
              <w:rPr>
                <w:noProof/>
                <w:webHidden/>
              </w:rPr>
              <w:fldChar w:fldCharType="separate"/>
            </w:r>
            <w:r w:rsidR="00C070B2">
              <w:rPr>
                <w:noProof/>
                <w:webHidden/>
              </w:rPr>
              <w:t>4</w:t>
            </w:r>
            <w:r w:rsidR="00C070B2">
              <w:rPr>
                <w:noProof/>
                <w:webHidden/>
              </w:rPr>
              <w:fldChar w:fldCharType="end"/>
            </w:r>
          </w:hyperlink>
        </w:p>
        <w:p w14:paraId="697B22BE" w14:textId="6F6D2F7A" w:rsidR="00C070B2" w:rsidRDefault="00A8771F">
          <w:pPr>
            <w:pStyle w:val="TM1"/>
            <w:tabs>
              <w:tab w:val="left" w:pos="660"/>
              <w:tab w:val="right" w:leader="dot" w:pos="9062"/>
            </w:tabs>
            <w:rPr>
              <w:rFonts w:asciiTheme="minorHAnsi" w:eastAsiaTheme="minorEastAsia" w:hAnsiTheme="minorHAnsi"/>
              <w:noProof/>
              <w:kern w:val="2"/>
              <w:sz w:val="24"/>
              <w:szCs w:val="24"/>
              <w:lang w:eastAsia="fr-FR"/>
              <w14:ligatures w14:val="standardContextual"/>
            </w:rPr>
          </w:pPr>
          <w:hyperlink w:anchor="_Toc189735688" w:history="1">
            <w:r w:rsidR="00C070B2" w:rsidRPr="00480438">
              <w:rPr>
                <w:rStyle w:val="Lienhypertexte"/>
                <w:noProof/>
              </w:rPr>
              <w:t>2.</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Chapitre second – Fonctionnement du service concédé</w:t>
            </w:r>
            <w:r w:rsidR="00C070B2">
              <w:rPr>
                <w:noProof/>
                <w:webHidden/>
              </w:rPr>
              <w:tab/>
            </w:r>
            <w:r w:rsidR="00C070B2">
              <w:rPr>
                <w:noProof/>
                <w:webHidden/>
              </w:rPr>
              <w:fldChar w:fldCharType="begin"/>
            </w:r>
            <w:r w:rsidR="00C070B2">
              <w:rPr>
                <w:noProof/>
                <w:webHidden/>
              </w:rPr>
              <w:instrText xml:space="preserve"> PAGEREF _Toc189735688 \h </w:instrText>
            </w:r>
            <w:r w:rsidR="00C070B2">
              <w:rPr>
                <w:noProof/>
                <w:webHidden/>
              </w:rPr>
            </w:r>
            <w:r w:rsidR="00C070B2">
              <w:rPr>
                <w:noProof/>
                <w:webHidden/>
              </w:rPr>
              <w:fldChar w:fldCharType="separate"/>
            </w:r>
            <w:r w:rsidR="00C070B2">
              <w:rPr>
                <w:noProof/>
                <w:webHidden/>
              </w:rPr>
              <w:t>5</w:t>
            </w:r>
            <w:r w:rsidR="00C070B2">
              <w:rPr>
                <w:noProof/>
                <w:webHidden/>
              </w:rPr>
              <w:fldChar w:fldCharType="end"/>
            </w:r>
          </w:hyperlink>
        </w:p>
        <w:p w14:paraId="33F0C571" w14:textId="722903D1"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689" w:history="1">
            <w:r w:rsidR="00C070B2" w:rsidRPr="00480438">
              <w:rPr>
                <w:rStyle w:val="Lienhypertexte"/>
                <w:noProof/>
              </w:rPr>
              <w:t>2.1.</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Périmètre du service</w:t>
            </w:r>
            <w:r w:rsidR="00C070B2">
              <w:rPr>
                <w:noProof/>
                <w:webHidden/>
              </w:rPr>
              <w:tab/>
            </w:r>
            <w:r w:rsidR="00C070B2">
              <w:rPr>
                <w:noProof/>
                <w:webHidden/>
              </w:rPr>
              <w:fldChar w:fldCharType="begin"/>
            </w:r>
            <w:r w:rsidR="00C070B2">
              <w:rPr>
                <w:noProof/>
                <w:webHidden/>
              </w:rPr>
              <w:instrText xml:space="preserve"> PAGEREF _Toc189735689 \h </w:instrText>
            </w:r>
            <w:r w:rsidR="00C070B2">
              <w:rPr>
                <w:noProof/>
                <w:webHidden/>
              </w:rPr>
            </w:r>
            <w:r w:rsidR="00C070B2">
              <w:rPr>
                <w:noProof/>
                <w:webHidden/>
              </w:rPr>
              <w:fldChar w:fldCharType="separate"/>
            </w:r>
            <w:r w:rsidR="00C070B2">
              <w:rPr>
                <w:noProof/>
                <w:webHidden/>
              </w:rPr>
              <w:t>5</w:t>
            </w:r>
            <w:r w:rsidR="00C070B2">
              <w:rPr>
                <w:noProof/>
                <w:webHidden/>
              </w:rPr>
              <w:fldChar w:fldCharType="end"/>
            </w:r>
          </w:hyperlink>
        </w:p>
        <w:p w14:paraId="36D3418A" w14:textId="23B0D000"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690" w:history="1">
            <w:r w:rsidR="00C070B2" w:rsidRPr="00480438">
              <w:rPr>
                <w:rStyle w:val="Lienhypertexte"/>
                <w:noProof/>
              </w:rPr>
              <w:t>2.2.</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Interlocuteur dédié</w:t>
            </w:r>
            <w:r w:rsidR="00C070B2">
              <w:rPr>
                <w:noProof/>
                <w:webHidden/>
              </w:rPr>
              <w:tab/>
            </w:r>
            <w:r w:rsidR="00C070B2">
              <w:rPr>
                <w:noProof/>
                <w:webHidden/>
              </w:rPr>
              <w:fldChar w:fldCharType="begin"/>
            </w:r>
            <w:r w:rsidR="00C070B2">
              <w:rPr>
                <w:noProof/>
                <w:webHidden/>
              </w:rPr>
              <w:instrText xml:space="preserve"> PAGEREF _Toc189735690 \h </w:instrText>
            </w:r>
            <w:r w:rsidR="00C070B2">
              <w:rPr>
                <w:noProof/>
                <w:webHidden/>
              </w:rPr>
            </w:r>
            <w:r w:rsidR="00C070B2">
              <w:rPr>
                <w:noProof/>
                <w:webHidden/>
              </w:rPr>
              <w:fldChar w:fldCharType="separate"/>
            </w:r>
            <w:r w:rsidR="00C070B2">
              <w:rPr>
                <w:noProof/>
                <w:webHidden/>
              </w:rPr>
              <w:t>5</w:t>
            </w:r>
            <w:r w:rsidR="00C070B2">
              <w:rPr>
                <w:noProof/>
                <w:webHidden/>
              </w:rPr>
              <w:fldChar w:fldCharType="end"/>
            </w:r>
          </w:hyperlink>
        </w:p>
        <w:p w14:paraId="61861B87" w14:textId="0599ED5E"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691" w:history="1">
            <w:r w:rsidR="00C070B2" w:rsidRPr="00480438">
              <w:rPr>
                <w:rStyle w:val="Lienhypertexte"/>
                <w:noProof/>
              </w:rPr>
              <w:t>2.3.</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Autorisation</w:t>
            </w:r>
            <w:r w:rsidR="00C070B2">
              <w:rPr>
                <w:noProof/>
                <w:webHidden/>
              </w:rPr>
              <w:tab/>
            </w:r>
            <w:r w:rsidR="00C070B2">
              <w:rPr>
                <w:noProof/>
                <w:webHidden/>
              </w:rPr>
              <w:fldChar w:fldCharType="begin"/>
            </w:r>
            <w:r w:rsidR="00C070B2">
              <w:rPr>
                <w:noProof/>
                <w:webHidden/>
              </w:rPr>
              <w:instrText xml:space="preserve"> PAGEREF _Toc189735691 \h </w:instrText>
            </w:r>
            <w:r w:rsidR="00C070B2">
              <w:rPr>
                <w:noProof/>
                <w:webHidden/>
              </w:rPr>
            </w:r>
            <w:r w:rsidR="00C070B2">
              <w:rPr>
                <w:noProof/>
                <w:webHidden/>
              </w:rPr>
              <w:fldChar w:fldCharType="separate"/>
            </w:r>
            <w:r w:rsidR="00C070B2">
              <w:rPr>
                <w:noProof/>
                <w:webHidden/>
              </w:rPr>
              <w:t>5</w:t>
            </w:r>
            <w:r w:rsidR="00C070B2">
              <w:rPr>
                <w:noProof/>
                <w:webHidden/>
              </w:rPr>
              <w:fldChar w:fldCharType="end"/>
            </w:r>
          </w:hyperlink>
        </w:p>
        <w:p w14:paraId="70DB066C" w14:textId="4CBAC9F6"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692" w:history="1">
            <w:r w:rsidR="00C070B2" w:rsidRPr="00480438">
              <w:rPr>
                <w:rStyle w:val="Lienhypertexte"/>
                <w:noProof/>
              </w:rPr>
              <w:t>2.4.</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Capacité d’accueil</w:t>
            </w:r>
            <w:r w:rsidR="00C070B2">
              <w:rPr>
                <w:noProof/>
                <w:webHidden/>
              </w:rPr>
              <w:tab/>
            </w:r>
            <w:r w:rsidR="00C070B2">
              <w:rPr>
                <w:noProof/>
                <w:webHidden/>
              </w:rPr>
              <w:fldChar w:fldCharType="begin"/>
            </w:r>
            <w:r w:rsidR="00C070B2">
              <w:rPr>
                <w:noProof/>
                <w:webHidden/>
              </w:rPr>
              <w:instrText xml:space="preserve"> PAGEREF _Toc189735692 \h </w:instrText>
            </w:r>
            <w:r w:rsidR="00C070B2">
              <w:rPr>
                <w:noProof/>
                <w:webHidden/>
              </w:rPr>
            </w:r>
            <w:r w:rsidR="00C070B2">
              <w:rPr>
                <w:noProof/>
                <w:webHidden/>
              </w:rPr>
              <w:fldChar w:fldCharType="separate"/>
            </w:r>
            <w:r w:rsidR="00C070B2">
              <w:rPr>
                <w:noProof/>
                <w:webHidden/>
              </w:rPr>
              <w:t>5</w:t>
            </w:r>
            <w:r w:rsidR="00C070B2">
              <w:rPr>
                <w:noProof/>
                <w:webHidden/>
              </w:rPr>
              <w:fldChar w:fldCharType="end"/>
            </w:r>
          </w:hyperlink>
        </w:p>
        <w:p w14:paraId="1D924B28" w14:textId="487C793C"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693" w:history="1">
            <w:r w:rsidR="00C070B2" w:rsidRPr="00480438">
              <w:rPr>
                <w:rStyle w:val="Lienhypertexte"/>
                <w:noProof/>
              </w:rPr>
              <w:t>2.5.</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Conditions d’accueil</w:t>
            </w:r>
            <w:r w:rsidR="00C070B2">
              <w:rPr>
                <w:noProof/>
                <w:webHidden/>
              </w:rPr>
              <w:tab/>
            </w:r>
            <w:r w:rsidR="00C070B2">
              <w:rPr>
                <w:noProof/>
                <w:webHidden/>
              </w:rPr>
              <w:fldChar w:fldCharType="begin"/>
            </w:r>
            <w:r w:rsidR="00C070B2">
              <w:rPr>
                <w:noProof/>
                <w:webHidden/>
              </w:rPr>
              <w:instrText xml:space="preserve"> PAGEREF _Toc189735693 \h </w:instrText>
            </w:r>
            <w:r w:rsidR="00C070B2">
              <w:rPr>
                <w:noProof/>
                <w:webHidden/>
              </w:rPr>
            </w:r>
            <w:r w:rsidR="00C070B2">
              <w:rPr>
                <w:noProof/>
                <w:webHidden/>
              </w:rPr>
              <w:fldChar w:fldCharType="separate"/>
            </w:r>
            <w:r w:rsidR="00C070B2">
              <w:rPr>
                <w:noProof/>
                <w:webHidden/>
              </w:rPr>
              <w:t>5</w:t>
            </w:r>
            <w:r w:rsidR="00C070B2">
              <w:rPr>
                <w:noProof/>
                <w:webHidden/>
              </w:rPr>
              <w:fldChar w:fldCharType="end"/>
            </w:r>
          </w:hyperlink>
        </w:p>
        <w:p w14:paraId="105A02FE" w14:textId="24583779"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694" w:history="1">
            <w:r w:rsidR="00C070B2" w:rsidRPr="00480438">
              <w:rPr>
                <w:rStyle w:val="Lienhypertexte"/>
                <w:noProof/>
              </w:rPr>
              <w:t>2.6.</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Inscription et admission des enfants</w:t>
            </w:r>
            <w:r w:rsidR="00C070B2">
              <w:rPr>
                <w:noProof/>
                <w:webHidden/>
              </w:rPr>
              <w:tab/>
            </w:r>
            <w:r w:rsidR="00C070B2">
              <w:rPr>
                <w:noProof/>
                <w:webHidden/>
              </w:rPr>
              <w:fldChar w:fldCharType="begin"/>
            </w:r>
            <w:r w:rsidR="00C070B2">
              <w:rPr>
                <w:noProof/>
                <w:webHidden/>
              </w:rPr>
              <w:instrText xml:space="preserve"> PAGEREF _Toc189735694 \h </w:instrText>
            </w:r>
            <w:r w:rsidR="00C070B2">
              <w:rPr>
                <w:noProof/>
                <w:webHidden/>
              </w:rPr>
            </w:r>
            <w:r w:rsidR="00C070B2">
              <w:rPr>
                <w:noProof/>
                <w:webHidden/>
              </w:rPr>
              <w:fldChar w:fldCharType="separate"/>
            </w:r>
            <w:r w:rsidR="00C070B2">
              <w:rPr>
                <w:noProof/>
                <w:webHidden/>
              </w:rPr>
              <w:t>6</w:t>
            </w:r>
            <w:r w:rsidR="00C070B2">
              <w:rPr>
                <w:noProof/>
                <w:webHidden/>
              </w:rPr>
              <w:fldChar w:fldCharType="end"/>
            </w:r>
          </w:hyperlink>
        </w:p>
        <w:p w14:paraId="68318C5C" w14:textId="6BE9A81D"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695" w:history="1">
            <w:r w:rsidR="00C070B2" w:rsidRPr="00480438">
              <w:rPr>
                <w:rStyle w:val="Lienhypertexte"/>
                <w:noProof/>
              </w:rPr>
              <w:t>2.7.</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Réservation de berceaux au profit du concédant</w:t>
            </w:r>
            <w:r w:rsidR="00C070B2">
              <w:rPr>
                <w:noProof/>
                <w:webHidden/>
              </w:rPr>
              <w:tab/>
            </w:r>
            <w:r w:rsidR="00C070B2">
              <w:rPr>
                <w:noProof/>
                <w:webHidden/>
              </w:rPr>
              <w:fldChar w:fldCharType="begin"/>
            </w:r>
            <w:r w:rsidR="00C070B2">
              <w:rPr>
                <w:noProof/>
                <w:webHidden/>
              </w:rPr>
              <w:instrText xml:space="preserve"> PAGEREF _Toc189735695 \h </w:instrText>
            </w:r>
            <w:r w:rsidR="00C070B2">
              <w:rPr>
                <w:noProof/>
                <w:webHidden/>
              </w:rPr>
            </w:r>
            <w:r w:rsidR="00C070B2">
              <w:rPr>
                <w:noProof/>
                <w:webHidden/>
              </w:rPr>
              <w:fldChar w:fldCharType="separate"/>
            </w:r>
            <w:r w:rsidR="00C070B2">
              <w:rPr>
                <w:noProof/>
                <w:webHidden/>
              </w:rPr>
              <w:t>7</w:t>
            </w:r>
            <w:r w:rsidR="00C070B2">
              <w:rPr>
                <w:noProof/>
                <w:webHidden/>
              </w:rPr>
              <w:fldChar w:fldCharType="end"/>
            </w:r>
          </w:hyperlink>
        </w:p>
        <w:p w14:paraId="4FE28734" w14:textId="4AA3FA8D"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696" w:history="1">
            <w:r w:rsidR="00C070B2" w:rsidRPr="00480438">
              <w:rPr>
                <w:rStyle w:val="Lienhypertexte"/>
                <w:noProof/>
              </w:rPr>
              <w:t>2.8.</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Jours et horaires du service</w:t>
            </w:r>
            <w:r w:rsidR="00C070B2">
              <w:rPr>
                <w:noProof/>
                <w:webHidden/>
              </w:rPr>
              <w:tab/>
            </w:r>
            <w:r w:rsidR="00C070B2">
              <w:rPr>
                <w:noProof/>
                <w:webHidden/>
              </w:rPr>
              <w:fldChar w:fldCharType="begin"/>
            </w:r>
            <w:r w:rsidR="00C070B2">
              <w:rPr>
                <w:noProof/>
                <w:webHidden/>
              </w:rPr>
              <w:instrText xml:space="preserve"> PAGEREF _Toc189735696 \h </w:instrText>
            </w:r>
            <w:r w:rsidR="00C070B2">
              <w:rPr>
                <w:noProof/>
                <w:webHidden/>
              </w:rPr>
            </w:r>
            <w:r w:rsidR="00C070B2">
              <w:rPr>
                <w:noProof/>
                <w:webHidden/>
              </w:rPr>
              <w:fldChar w:fldCharType="separate"/>
            </w:r>
            <w:r w:rsidR="00C070B2">
              <w:rPr>
                <w:noProof/>
                <w:webHidden/>
              </w:rPr>
              <w:t>7</w:t>
            </w:r>
            <w:r w:rsidR="00C070B2">
              <w:rPr>
                <w:noProof/>
                <w:webHidden/>
              </w:rPr>
              <w:fldChar w:fldCharType="end"/>
            </w:r>
          </w:hyperlink>
        </w:p>
        <w:p w14:paraId="4069B14E" w14:textId="10FDDAF4"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697" w:history="1">
            <w:r w:rsidR="00C070B2" w:rsidRPr="00480438">
              <w:rPr>
                <w:rStyle w:val="Lienhypertexte"/>
                <w:noProof/>
              </w:rPr>
              <w:t>2.9.</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Radiation de l’inscription d’un enfant</w:t>
            </w:r>
            <w:r w:rsidR="00C070B2">
              <w:rPr>
                <w:noProof/>
                <w:webHidden/>
              </w:rPr>
              <w:tab/>
            </w:r>
            <w:r w:rsidR="00C070B2">
              <w:rPr>
                <w:noProof/>
                <w:webHidden/>
              </w:rPr>
              <w:fldChar w:fldCharType="begin"/>
            </w:r>
            <w:r w:rsidR="00C070B2">
              <w:rPr>
                <w:noProof/>
                <w:webHidden/>
              </w:rPr>
              <w:instrText xml:space="preserve"> PAGEREF _Toc189735697 \h </w:instrText>
            </w:r>
            <w:r w:rsidR="00C070B2">
              <w:rPr>
                <w:noProof/>
                <w:webHidden/>
              </w:rPr>
            </w:r>
            <w:r w:rsidR="00C070B2">
              <w:rPr>
                <w:noProof/>
                <w:webHidden/>
              </w:rPr>
              <w:fldChar w:fldCharType="separate"/>
            </w:r>
            <w:r w:rsidR="00C070B2">
              <w:rPr>
                <w:noProof/>
                <w:webHidden/>
              </w:rPr>
              <w:t>7</w:t>
            </w:r>
            <w:r w:rsidR="00C070B2">
              <w:rPr>
                <w:noProof/>
                <w:webHidden/>
              </w:rPr>
              <w:fldChar w:fldCharType="end"/>
            </w:r>
          </w:hyperlink>
        </w:p>
        <w:p w14:paraId="31C3C7E4" w14:textId="0B0489F9" w:rsidR="00C070B2" w:rsidRDefault="00A8771F">
          <w:pPr>
            <w:pStyle w:val="TM2"/>
            <w:tabs>
              <w:tab w:val="left" w:pos="1100"/>
              <w:tab w:val="right" w:leader="dot" w:pos="9062"/>
            </w:tabs>
            <w:rPr>
              <w:rFonts w:asciiTheme="minorHAnsi" w:eastAsiaTheme="minorEastAsia" w:hAnsiTheme="minorHAnsi"/>
              <w:noProof/>
              <w:kern w:val="2"/>
              <w:sz w:val="24"/>
              <w:szCs w:val="24"/>
              <w:lang w:eastAsia="fr-FR"/>
              <w14:ligatures w14:val="standardContextual"/>
            </w:rPr>
          </w:pPr>
          <w:hyperlink w:anchor="_Toc189735698" w:history="1">
            <w:r w:rsidR="00C070B2" w:rsidRPr="00480438">
              <w:rPr>
                <w:rStyle w:val="Lienhypertexte"/>
                <w:noProof/>
              </w:rPr>
              <w:t>2.10.</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Projet d’établissement</w:t>
            </w:r>
            <w:r w:rsidR="00C070B2">
              <w:rPr>
                <w:noProof/>
                <w:webHidden/>
              </w:rPr>
              <w:tab/>
            </w:r>
            <w:r w:rsidR="00C070B2">
              <w:rPr>
                <w:noProof/>
                <w:webHidden/>
              </w:rPr>
              <w:fldChar w:fldCharType="begin"/>
            </w:r>
            <w:r w:rsidR="00C070B2">
              <w:rPr>
                <w:noProof/>
                <w:webHidden/>
              </w:rPr>
              <w:instrText xml:space="preserve"> PAGEREF _Toc189735698 \h </w:instrText>
            </w:r>
            <w:r w:rsidR="00C070B2">
              <w:rPr>
                <w:noProof/>
                <w:webHidden/>
              </w:rPr>
            </w:r>
            <w:r w:rsidR="00C070B2">
              <w:rPr>
                <w:noProof/>
                <w:webHidden/>
              </w:rPr>
              <w:fldChar w:fldCharType="separate"/>
            </w:r>
            <w:r w:rsidR="00C070B2">
              <w:rPr>
                <w:noProof/>
                <w:webHidden/>
              </w:rPr>
              <w:t>7</w:t>
            </w:r>
            <w:r w:rsidR="00C070B2">
              <w:rPr>
                <w:noProof/>
                <w:webHidden/>
              </w:rPr>
              <w:fldChar w:fldCharType="end"/>
            </w:r>
          </w:hyperlink>
        </w:p>
        <w:p w14:paraId="3ED84567" w14:textId="3EF79623" w:rsidR="00C070B2" w:rsidRDefault="00A8771F">
          <w:pPr>
            <w:pStyle w:val="TM2"/>
            <w:tabs>
              <w:tab w:val="left" w:pos="1100"/>
              <w:tab w:val="right" w:leader="dot" w:pos="9062"/>
            </w:tabs>
            <w:rPr>
              <w:rFonts w:asciiTheme="minorHAnsi" w:eastAsiaTheme="minorEastAsia" w:hAnsiTheme="minorHAnsi"/>
              <w:noProof/>
              <w:kern w:val="2"/>
              <w:sz w:val="24"/>
              <w:szCs w:val="24"/>
              <w:lang w:eastAsia="fr-FR"/>
              <w14:ligatures w14:val="standardContextual"/>
            </w:rPr>
          </w:pPr>
          <w:hyperlink w:anchor="_Toc189735699" w:history="1">
            <w:r w:rsidR="00C070B2" w:rsidRPr="00480438">
              <w:rPr>
                <w:rStyle w:val="Lienhypertexte"/>
                <w:noProof/>
              </w:rPr>
              <w:t>2.11.</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Règlement de fonctionnement</w:t>
            </w:r>
            <w:r w:rsidR="00C070B2">
              <w:rPr>
                <w:noProof/>
                <w:webHidden/>
              </w:rPr>
              <w:tab/>
            </w:r>
            <w:r w:rsidR="00C070B2">
              <w:rPr>
                <w:noProof/>
                <w:webHidden/>
              </w:rPr>
              <w:fldChar w:fldCharType="begin"/>
            </w:r>
            <w:r w:rsidR="00C070B2">
              <w:rPr>
                <w:noProof/>
                <w:webHidden/>
              </w:rPr>
              <w:instrText xml:space="preserve"> PAGEREF _Toc189735699 \h </w:instrText>
            </w:r>
            <w:r w:rsidR="00C070B2">
              <w:rPr>
                <w:noProof/>
                <w:webHidden/>
              </w:rPr>
            </w:r>
            <w:r w:rsidR="00C070B2">
              <w:rPr>
                <w:noProof/>
                <w:webHidden/>
              </w:rPr>
              <w:fldChar w:fldCharType="separate"/>
            </w:r>
            <w:r w:rsidR="00C070B2">
              <w:rPr>
                <w:noProof/>
                <w:webHidden/>
              </w:rPr>
              <w:t>9</w:t>
            </w:r>
            <w:r w:rsidR="00C070B2">
              <w:rPr>
                <w:noProof/>
                <w:webHidden/>
              </w:rPr>
              <w:fldChar w:fldCharType="end"/>
            </w:r>
          </w:hyperlink>
        </w:p>
        <w:p w14:paraId="09EB5684" w14:textId="5522985D" w:rsidR="00C070B2" w:rsidRDefault="00A8771F">
          <w:pPr>
            <w:pStyle w:val="TM2"/>
            <w:tabs>
              <w:tab w:val="left" w:pos="1100"/>
              <w:tab w:val="right" w:leader="dot" w:pos="9062"/>
            </w:tabs>
            <w:rPr>
              <w:rFonts w:asciiTheme="minorHAnsi" w:eastAsiaTheme="minorEastAsia" w:hAnsiTheme="minorHAnsi"/>
              <w:noProof/>
              <w:kern w:val="2"/>
              <w:sz w:val="24"/>
              <w:szCs w:val="24"/>
              <w:lang w:eastAsia="fr-FR"/>
              <w14:ligatures w14:val="standardContextual"/>
            </w:rPr>
          </w:pPr>
          <w:hyperlink w:anchor="_Toc189735700" w:history="1">
            <w:r w:rsidR="00C070B2" w:rsidRPr="00480438">
              <w:rPr>
                <w:rStyle w:val="Lienhypertexte"/>
                <w:noProof/>
              </w:rPr>
              <w:t>2.12.</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Relations avec le concédant</w:t>
            </w:r>
            <w:r w:rsidR="00C070B2">
              <w:rPr>
                <w:noProof/>
                <w:webHidden/>
              </w:rPr>
              <w:tab/>
            </w:r>
            <w:r w:rsidR="00C070B2">
              <w:rPr>
                <w:noProof/>
                <w:webHidden/>
              </w:rPr>
              <w:fldChar w:fldCharType="begin"/>
            </w:r>
            <w:r w:rsidR="00C070B2">
              <w:rPr>
                <w:noProof/>
                <w:webHidden/>
              </w:rPr>
              <w:instrText xml:space="preserve"> PAGEREF _Toc189735700 \h </w:instrText>
            </w:r>
            <w:r w:rsidR="00C070B2">
              <w:rPr>
                <w:noProof/>
                <w:webHidden/>
              </w:rPr>
            </w:r>
            <w:r w:rsidR="00C070B2">
              <w:rPr>
                <w:noProof/>
                <w:webHidden/>
              </w:rPr>
              <w:fldChar w:fldCharType="separate"/>
            </w:r>
            <w:r w:rsidR="00C070B2">
              <w:rPr>
                <w:noProof/>
                <w:webHidden/>
              </w:rPr>
              <w:t>10</w:t>
            </w:r>
            <w:r w:rsidR="00C070B2">
              <w:rPr>
                <w:noProof/>
                <w:webHidden/>
              </w:rPr>
              <w:fldChar w:fldCharType="end"/>
            </w:r>
          </w:hyperlink>
        </w:p>
        <w:p w14:paraId="2462AE1E" w14:textId="33B69E77" w:rsidR="00C070B2" w:rsidRDefault="00A8771F">
          <w:pPr>
            <w:pStyle w:val="TM2"/>
            <w:tabs>
              <w:tab w:val="left" w:pos="1100"/>
              <w:tab w:val="right" w:leader="dot" w:pos="9062"/>
            </w:tabs>
            <w:rPr>
              <w:rFonts w:asciiTheme="minorHAnsi" w:eastAsiaTheme="minorEastAsia" w:hAnsiTheme="minorHAnsi"/>
              <w:noProof/>
              <w:kern w:val="2"/>
              <w:sz w:val="24"/>
              <w:szCs w:val="24"/>
              <w:lang w:eastAsia="fr-FR"/>
              <w14:ligatures w14:val="standardContextual"/>
            </w:rPr>
          </w:pPr>
          <w:hyperlink w:anchor="_Toc189735701" w:history="1">
            <w:r w:rsidR="00C070B2" w:rsidRPr="00480438">
              <w:rPr>
                <w:rStyle w:val="Lienhypertexte"/>
                <w:noProof/>
              </w:rPr>
              <w:t>2.13.</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Fournitures nécessaires</w:t>
            </w:r>
            <w:r w:rsidR="00C070B2">
              <w:rPr>
                <w:noProof/>
                <w:webHidden/>
              </w:rPr>
              <w:tab/>
            </w:r>
            <w:r w:rsidR="00C070B2">
              <w:rPr>
                <w:noProof/>
                <w:webHidden/>
              </w:rPr>
              <w:fldChar w:fldCharType="begin"/>
            </w:r>
            <w:r w:rsidR="00C070B2">
              <w:rPr>
                <w:noProof/>
                <w:webHidden/>
              </w:rPr>
              <w:instrText xml:space="preserve"> PAGEREF _Toc189735701 \h </w:instrText>
            </w:r>
            <w:r w:rsidR="00C070B2">
              <w:rPr>
                <w:noProof/>
                <w:webHidden/>
              </w:rPr>
            </w:r>
            <w:r w:rsidR="00C070B2">
              <w:rPr>
                <w:noProof/>
                <w:webHidden/>
              </w:rPr>
              <w:fldChar w:fldCharType="separate"/>
            </w:r>
            <w:r w:rsidR="00C070B2">
              <w:rPr>
                <w:noProof/>
                <w:webHidden/>
              </w:rPr>
              <w:t>10</w:t>
            </w:r>
            <w:r w:rsidR="00C070B2">
              <w:rPr>
                <w:noProof/>
                <w:webHidden/>
              </w:rPr>
              <w:fldChar w:fldCharType="end"/>
            </w:r>
          </w:hyperlink>
        </w:p>
        <w:p w14:paraId="78BE7628" w14:textId="267643BB" w:rsidR="00C070B2" w:rsidRDefault="00A8771F">
          <w:pPr>
            <w:pStyle w:val="TM2"/>
            <w:tabs>
              <w:tab w:val="left" w:pos="1100"/>
              <w:tab w:val="right" w:leader="dot" w:pos="9062"/>
            </w:tabs>
            <w:rPr>
              <w:rFonts w:asciiTheme="minorHAnsi" w:eastAsiaTheme="minorEastAsia" w:hAnsiTheme="minorHAnsi"/>
              <w:noProof/>
              <w:kern w:val="2"/>
              <w:sz w:val="24"/>
              <w:szCs w:val="24"/>
              <w:lang w:eastAsia="fr-FR"/>
              <w14:ligatures w14:val="standardContextual"/>
            </w:rPr>
          </w:pPr>
          <w:hyperlink w:anchor="_Toc189735702" w:history="1">
            <w:r w:rsidR="00C070B2" w:rsidRPr="00480438">
              <w:rPr>
                <w:rStyle w:val="Lienhypertexte"/>
                <w:noProof/>
              </w:rPr>
              <w:t>2.14.</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Restauration</w:t>
            </w:r>
            <w:r w:rsidR="00C070B2">
              <w:rPr>
                <w:noProof/>
                <w:webHidden/>
              </w:rPr>
              <w:tab/>
            </w:r>
            <w:r w:rsidR="00C070B2">
              <w:rPr>
                <w:noProof/>
                <w:webHidden/>
              </w:rPr>
              <w:fldChar w:fldCharType="begin"/>
            </w:r>
            <w:r w:rsidR="00C070B2">
              <w:rPr>
                <w:noProof/>
                <w:webHidden/>
              </w:rPr>
              <w:instrText xml:space="preserve"> PAGEREF _Toc189735702 \h </w:instrText>
            </w:r>
            <w:r w:rsidR="00C070B2">
              <w:rPr>
                <w:noProof/>
                <w:webHidden/>
              </w:rPr>
            </w:r>
            <w:r w:rsidR="00C070B2">
              <w:rPr>
                <w:noProof/>
                <w:webHidden/>
              </w:rPr>
              <w:fldChar w:fldCharType="separate"/>
            </w:r>
            <w:r w:rsidR="00C070B2">
              <w:rPr>
                <w:noProof/>
                <w:webHidden/>
              </w:rPr>
              <w:t>10</w:t>
            </w:r>
            <w:r w:rsidR="00C070B2">
              <w:rPr>
                <w:noProof/>
                <w:webHidden/>
              </w:rPr>
              <w:fldChar w:fldCharType="end"/>
            </w:r>
          </w:hyperlink>
        </w:p>
        <w:p w14:paraId="3DC7E4C0" w14:textId="2A533FE0" w:rsidR="00C070B2" w:rsidRDefault="00A8771F">
          <w:pPr>
            <w:pStyle w:val="TM3"/>
            <w:tabs>
              <w:tab w:val="left" w:pos="1320"/>
              <w:tab w:val="right" w:leader="dot" w:pos="9062"/>
            </w:tabs>
            <w:rPr>
              <w:rFonts w:asciiTheme="minorHAnsi" w:eastAsiaTheme="minorEastAsia" w:hAnsiTheme="minorHAnsi"/>
              <w:noProof/>
              <w:kern w:val="2"/>
              <w:sz w:val="24"/>
              <w:szCs w:val="24"/>
              <w:lang w:eastAsia="fr-FR"/>
              <w14:ligatures w14:val="standardContextual"/>
            </w:rPr>
          </w:pPr>
          <w:hyperlink w:anchor="_Toc189735703" w:history="1">
            <w:r w:rsidR="00C070B2" w:rsidRPr="00480438">
              <w:rPr>
                <w:rStyle w:val="Lienhypertexte"/>
                <w:noProof/>
              </w:rPr>
              <w:t>2.14.1.</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Cadre général</w:t>
            </w:r>
            <w:r w:rsidR="00C070B2">
              <w:rPr>
                <w:noProof/>
                <w:webHidden/>
              </w:rPr>
              <w:tab/>
            </w:r>
            <w:r w:rsidR="00C070B2">
              <w:rPr>
                <w:noProof/>
                <w:webHidden/>
              </w:rPr>
              <w:fldChar w:fldCharType="begin"/>
            </w:r>
            <w:r w:rsidR="00C070B2">
              <w:rPr>
                <w:noProof/>
                <w:webHidden/>
              </w:rPr>
              <w:instrText xml:space="preserve"> PAGEREF _Toc189735703 \h </w:instrText>
            </w:r>
            <w:r w:rsidR="00C070B2">
              <w:rPr>
                <w:noProof/>
                <w:webHidden/>
              </w:rPr>
            </w:r>
            <w:r w:rsidR="00C070B2">
              <w:rPr>
                <w:noProof/>
                <w:webHidden/>
              </w:rPr>
              <w:fldChar w:fldCharType="separate"/>
            </w:r>
            <w:r w:rsidR="00C070B2">
              <w:rPr>
                <w:noProof/>
                <w:webHidden/>
              </w:rPr>
              <w:t>10</w:t>
            </w:r>
            <w:r w:rsidR="00C070B2">
              <w:rPr>
                <w:noProof/>
                <w:webHidden/>
              </w:rPr>
              <w:fldChar w:fldCharType="end"/>
            </w:r>
          </w:hyperlink>
        </w:p>
        <w:p w14:paraId="389F7C48" w14:textId="556795BD" w:rsidR="00C070B2" w:rsidRDefault="00A8771F">
          <w:pPr>
            <w:pStyle w:val="TM3"/>
            <w:tabs>
              <w:tab w:val="left" w:pos="1320"/>
              <w:tab w:val="right" w:leader="dot" w:pos="9062"/>
            </w:tabs>
            <w:rPr>
              <w:rFonts w:asciiTheme="minorHAnsi" w:eastAsiaTheme="minorEastAsia" w:hAnsiTheme="minorHAnsi"/>
              <w:noProof/>
              <w:kern w:val="2"/>
              <w:sz w:val="24"/>
              <w:szCs w:val="24"/>
              <w:lang w:eastAsia="fr-FR"/>
              <w14:ligatures w14:val="standardContextual"/>
            </w:rPr>
          </w:pPr>
          <w:hyperlink w:anchor="_Toc189735704" w:history="1">
            <w:r w:rsidR="00C070B2" w:rsidRPr="00480438">
              <w:rPr>
                <w:rStyle w:val="Lienhypertexte"/>
                <w:noProof/>
              </w:rPr>
              <w:t>2.14.2.</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Hygiène alimentaire</w:t>
            </w:r>
            <w:r w:rsidR="00C070B2">
              <w:rPr>
                <w:noProof/>
                <w:webHidden/>
              </w:rPr>
              <w:tab/>
            </w:r>
            <w:r w:rsidR="00C070B2">
              <w:rPr>
                <w:noProof/>
                <w:webHidden/>
              </w:rPr>
              <w:fldChar w:fldCharType="begin"/>
            </w:r>
            <w:r w:rsidR="00C070B2">
              <w:rPr>
                <w:noProof/>
                <w:webHidden/>
              </w:rPr>
              <w:instrText xml:space="preserve"> PAGEREF _Toc189735704 \h </w:instrText>
            </w:r>
            <w:r w:rsidR="00C070B2">
              <w:rPr>
                <w:noProof/>
                <w:webHidden/>
              </w:rPr>
            </w:r>
            <w:r w:rsidR="00C070B2">
              <w:rPr>
                <w:noProof/>
                <w:webHidden/>
              </w:rPr>
              <w:fldChar w:fldCharType="separate"/>
            </w:r>
            <w:r w:rsidR="00C070B2">
              <w:rPr>
                <w:noProof/>
                <w:webHidden/>
              </w:rPr>
              <w:t>10</w:t>
            </w:r>
            <w:r w:rsidR="00C070B2">
              <w:rPr>
                <w:noProof/>
                <w:webHidden/>
              </w:rPr>
              <w:fldChar w:fldCharType="end"/>
            </w:r>
          </w:hyperlink>
        </w:p>
        <w:p w14:paraId="596FAA86" w14:textId="266E70C8" w:rsidR="00C070B2" w:rsidRDefault="00A8771F">
          <w:pPr>
            <w:pStyle w:val="TM3"/>
            <w:tabs>
              <w:tab w:val="left" w:pos="1320"/>
              <w:tab w:val="right" w:leader="dot" w:pos="9062"/>
            </w:tabs>
            <w:rPr>
              <w:rFonts w:asciiTheme="minorHAnsi" w:eastAsiaTheme="minorEastAsia" w:hAnsiTheme="minorHAnsi"/>
              <w:noProof/>
              <w:kern w:val="2"/>
              <w:sz w:val="24"/>
              <w:szCs w:val="24"/>
              <w:lang w:eastAsia="fr-FR"/>
              <w14:ligatures w14:val="standardContextual"/>
            </w:rPr>
          </w:pPr>
          <w:hyperlink w:anchor="_Toc189735705" w:history="1">
            <w:r w:rsidR="00C070B2" w:rsidRPr="00480438">
              <w:rPr>
                <w:rStyle w:val="Lienhypertexte"/>
                <w:noProof/>
              </w:rPr>
              <w:t>2.14.3.</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Qualité des menus et des produits</w:t>
            </w:r>
            <w:r w:rsidR="00C070B2">
              <w:rPr>
                <w:noProof/>
                <w:webHidden/>
              </w:rPr>
              <w:tab/>
            </w:r>
            <w:r w:rsidR="00C070B2">
              <w:rPr>
                <w:noProof/>
                <w:webHidden/>
              </w:rPr>
              <w:fldChar w:fldCharType="begin"/>
            </w:r>
            <w:r w:rsidR="00C070B2">
              <w:rPr>
                <w:noProof/>
                <w:webHidden/>
              </w:rPr>
              <w:instrText xml:space="preserve"> PAGEREF _Toc189735705 \h </w:instrText>
            </w:r>
            <w:r w:rsidR="00C070B2">
              <w:rPr>
                <w:noProof/>
                <w:webHidden/>
              </w:rPr>
            </w:r>
            <w:r w:rsidR="00C070B2">
              <w:rPr>
                <w:noProof/>
                <w:webHidden/>
              </w:rPr>
              <w:fldChar w:fldCharType="separate"/>
            </w:r>
            <w:r w:rsidR="00C070B2">
              <w:rPr>
                <w:noProof/>
                <w:webHidden/>
              </w:rPr>
              <w:t>11</w:t>
            </w:r>
            <w:r w:rsidR="00C070B2">
              <w:rPr>
                <w:noProof/>
                <w:webHidden/>
              </w:rPr>
              <w:fldChar w:fldCharType="end"/>
            </w:r>
          </w:hyperlink>
        </w:p>
        <w:p w14:paraId="2BEDC4C0" w14:textId="613838F9" w:rsidR="00C070B2" w:rsidRDefault="00A8771F">
          <w:pPr>
            <w:pStyle w:val="TM3"/>
            <w:tabs>
              <w:tab w:val="left" w:pos="1320"/>
              <w:tab w:val="right" w:leader="dot" w:pos="9062"/>
            </w:tabs>
            <w:rPr>
              <w:rFonts w:asciiTheme="minorHAnsi" w:eastAsiaTheme="minorEastAsia" w:hAnsiTheme="minorHAnsi"/>
              <w:noProof/>
              <w:kern w:val="2"/>
              <w:sz w:val="24"/>
              <w:szCs w:val="24"/>
              <w:lang w:eastAsia="fr-FR"/>
              <w14:ligatures w14:val="standardContextual"/>
            </w:rPr>
          </w:pPr>
          <w:hyperlink w:anchor="_Toc189735706" w:history="1">
            <w:r w:rsidR="00C070B2" w:rsidRPr="00480438">
              <w:rPr>
                <w:rStyle w:val="Lienhypertexte"/>
                <w:noProof/>
              </w:rPr>
              <w:t>2.14.4.</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Pour les bébés</w:t>
            </w:r>
            <w:r w:rsidR="00C070B2">
              <w:rPr>
                <w:noProof/>
                <w:webHidden/>
              </w:rPr>
              <w:tab/>
            </w:r>
            <w:r w:rsidR="00C070B2">
              <w:rPr>
                <w:noProof/>
                <w:webHidden/>
              </w:rPr>
              <w:fldChar w:fldCharType="begin"/>
            </w:r>
            <w:r w:rsidR="00C070B2">
              <w:rPr>
                <w:noProof/>
                <w:webHidden/>
              </w:rPr>
              <w:instrText xml:space="preserve"> PAGEREF _Toc189735706 \h </w:instrText>
            </w:r>
            <w:r w:rsidR="00C070B2">
              <w:rPr>
                <w:noProof/>
                <w:webHidden/>
              </w:rPr>
            </w:r>
            <w:r w:rsidR="00C070B2">
              <w:rPr>
                <w:noProof/>
                <w:webHidden/>
              </w:rPr>
              <w:fldChar w:fldCharType="separate"/>
            </w:r>
            <w:r w:rsidR="00C070B2">
              <w:rPr>
                <w:noProof/>
                <w:webHidden/>
              </w:rPr>
              <w:t>12</w:t>
            </w:r>
            <w:r w:rsidR="00C070B2">
              <w:rPr>
                <w:noProof/>
                <w:webHidden/>
              </w:rPr>
              <w:fldChar w:fldCharType="end"/>
            </w:r>
          </w:hyperlink>
        </w:p>
        <w:p w14:paraId="5BA1CD12" w14:textId="6AD579F9" w:rsidR="00C070B2" w:rsidRDefault="00A8771F">
          <w:pPr>
            <w:pStyle w:val="TM3"/>
            <w:tabs>
              <w:tab w:val="left" w:pos="1320"/>
              <w:tab w:val="right" w:leader="dot" w:pos="9062"/>
            </w:tabs>
            <w:rPr>
              <w:rFonts w:asciiTheme="minorHAnsi" w:eastAsiaTheme="minorEastAsia" w:hAnsiTheme="minorHAnsi"/>
              <w:noProof/>
              <w:kern w:val="2"/>
              <w:sz w:val="24"/>
              <w:szCs w:val="24"/>
              <w:lang w:eastAsia="fr-FR"/>
              <w14:ligatures w14:val="standardContextual"/>
            </w:rPr>
          </w:pPr>
          <w:hyperlink w:anchor="_Toc189735707" w:history="1">
            <w:r w:rsidR="00C070B2" w:rsidRPr="00480438">
              <w:rPr>
                <w:rStyle w:val="Lienhypertexte"/>
                <w:noProof/>
              </w:rPr>
              <w:t>2.14.5.</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Pour les régimes particuliers</w:t>
            </w:r>
            <w:r w:rsidR="00C070B2">
              <w:rPr>
                <w:noProof/>
                <w:webHidden/>
              </w:rPr>
              <w:tab/>
            </w:r>
            <w:r w:rsidR="00C070B2">
              <w:rPr>
                <w:noProof/>
                <w:webHidden/>
              </w:rPr>
              <w:fldChar w:fldCharType="begin"/>
            </w:r>
            <w:r w:rsidR="00C070B2">
              <w:rPr>
                <w:noProof/>
                <w:webHidden/>
              </w:rPr>
              <w:instrText xml:space="preserve"> PAGEREF _Toc189735707 \h </w:instrText>
            </w:r>
            <w:r w:rsidR="00C070B2">
              <w:rPr>
                <w:noProof/>
                <w:webHidden/>
              </w:rPr>
            </w:r>
            <w:r w:rsidR="00C070B2">
              <w:rPr>
                <w:noProof/>
                <w:webHidden/>
              </w:rPr>
              <w:fldChar w:fldCharType="separate"/>
            </w:r>
            <w:r w:rsidR="00C070B2">
              <w:rPr>
                <w:noProof/>
                <w:webHidden/>
              </w:rPr>
              <w:t>12</w:t>
            </w:r>
            <w:r w:rsidR="00C070B2">
              <w:rPr>
                <w:noProof/>
                <w:webHidden/>
              </w:rPr>
              <w:fldChar w:fldCharType="end"/>
            </w:r>
          </w:hyperlink>
        </w:p>
        <w:p w14:paraId="694504C7" w14:textId="6A96C77F" w:rsidR="00C070B2" w:rsidRDefault="00A8771F">
          <w:pPr>
            <w:pStyle w:val="TM3"/>
            <w:tabs>
              <w:tab w:val="left" w:pos="1320"/>
              <w:tab w:val="right" w:leader="dot" w:pos="9062"/>
            </w:tabs>
            <w:rPr>
              <w:rFonts w:asciiTheme="minorHAnsi" w:eastAsiaTheme="minorEastAsia" w:hAnsiTheme="minorHAnsi"/>
              <w:noProof/>
              <w:kern w:val="2"/>
              <w:sz w:val="24"/>
              <w:szCs w:val="24"/>
              <w:lang w:eastAsia="fr-FR"/>
              <w14:ligatures w14:val="standardContextual"/>
            </w:rPr>
          </w:pPr>
          <w:hyperlink w:anchor="_Toc189735708" w:history="1">
            <w:r w:rsidR="00C070B2" w:rsidRPr="00480438">
              <w:rPr>
                <w:rStyle w:val="Lienhypertexte"/>
                <w:noProof/>
              </w:rPr>
              <w:t>2.14.6.</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Sécurité alimentaire, obligation et interdictions diverses</w:t>
            </w:r>
            <w:r w:rsidR="00C070B2">
              <w:rPr>
                <w:noProof/>
                <w:webHidden/>
              </w:rPr>
              <w:tab/>
            </w:r>
            <w:r w:rsidR="00C070B2">
              <w:rPr>
                <w:noProof/>
                <w:webHidden/>
              </w:rPr>
              <w:fldChar w:fldCharType="begin"/>
            </w:r>
            <w:r w:rsidR="00C070B2">
              <w:rPr>
                <w:noProof/>
                <w:webHidden/>
              </w:rPr>
              <w:instrText xml:space="preserve"> PAGEREF _Toc189735708 \h </w:instrText>
            </w:r>
            <w:r w:rsidR="00C070B2">
              <w:rPr>
                <w:noProof/>
                <w:webHidden/>
              </w:rPr>
            </w:r>
            <w:r w:rsidR="00C070B2">
              <w:rPr>
                <w:noProof/>
                <w:webHidden/>
              </w:rPr>
              <w:fldChar w:fldCharType="separate"/>
            </w:r>
            <w:r w:rsidR="00C070B2">
              <w:rPr>
                <w:noProof/>
                <w:webHidden/>
              </w:rPr>
              <w:t>12</w:t>
            </w:r>
            <w:r w:rsidR="00C070B2">
              <w:rPr>
                <w:noProof/>
                <w:webHidden/>
              </w:rPr>
              <w:fldChar w:fldCharType="end"/>
            </w:r>
          </w:hyperlink>
        </w:p>
        <w:p w14:paraId="17D52CF3" w14:textId="2D35CE77" w:rsidR="00C070B2" w:rsidRDefault="00A8771F">
          <w:pPr>
            <w:pStyle w:val="TM3"/>
            <w:tabs>
              <w:tab w:val="left" w:pos="1320"/>
              <w:tab w:val="right" w:leader="dot" w:pos="9062"/>
            </w:tabs>
            <w:rPr>
              <w:rFonts w:asciiTheme="minorHAnsi" w:eastAsiaTheme="minorEastAsia" w:hAnsiTheme="minorHAnsi"/>
              <w:noProof/>
              <w:kern w:val="2"/>
              <w:sz w:val="24"/>
              <w:szCs w:val="24"/>
              <w:lang w:eastAsia="fr-FR"/>
              <w14:ligatures w14:val="standardContextual"/>
            </w:rPr>
          </w:pPr>
          <w:hyperlink w:anchor="_Toc189735709" w:history="1">
            <w:r w:rsidR="00C070B2" w:rsidRPr="00480438">
              <w:rPr>
                <w:rStyle w:val="Lienhypertexte"/>
                <w:noProof/>
              </w:rPr>
              <w:t>2.14.7.</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Interdictions</w:t>
            </w:r>
            <w:r w:rsidR="00C070B2">
              <w:rPr>
                <w:noProof/>
                <w:webHidden/>
              </w:rPr>
              <w:tab/>
            </w:r>
            <w:r w:rsidR="00C070B2">
              <w:rPr>
                <w:noProof/>
                <w:webHidden/>
              </w:rPr>
              <w:fldChar w:fldCharType="begin"/>
            </w:r>
            <w:r w:rsidR="00C070B2">
              <w:rPr>
                <w:noProof/>
                <w:webHidden/>
              </w:rPr>
              <w:instrText xml:space="preserve"> PAGEREF _Toc189735709 \h </w:instrText>
            </w:r>
            <w:r w:rsidR="00C070B2">
              <w:rPr>
                <w:noProof/>
                <w:webHidden/>
              </w:rPr>
            </w:r>
            <w:r w:rsidR="00C070B2">
              <w:rPr>
                <w:noProof/>
                <w:webHidden/>
              </w:rPr>
              <w:fldChar w:fldCharType="separate"/>
            </w:r>
            <w:r w:rsidR="00C070B2">
              <w:rPr>
                <w:noProof/>
                <w:webHidden/>
              </w:rPr>
              <w:t>12</w:t>
            </w:r>
            <w:r w:rsidR="00C070B2">
              <w:rPr>
                <w:noProof/>
                <w:webHidden/>
              </w:rPr>
              <w:fldChar w:fldCharType="end"/>
            </w:r>
          </w:hyperlink>
        </w:p>
        <w:p w14:paraId="682A13E8" w14:textId="13B3295B" w:rsidR="00C070B2" w:rsidRDefault="00A8771F">
          <w:pPr>
            <w:pStyle w:val="TM3"/>
            <w:tabs>
              <w:tab w:val="left" w:pos="1320"/>
              <w:tab w:val="right" w:leader="dot" w:pos="9062"/>
            </w:tabs>
            <w:rPr>
              <w:rFonts w:asciiTheme="minorHAnsi" w:eastAsiaTheme="minorEastAsia" w:hAnsiTheme="minorHAnsi"/>
              <w:noProof/>
              <w:kern w:val="2"/>
              <w:sz w:val="24"/>
              <w:szCs w:val="24"/>
              <w:lang w:eastAsia="fr-FR"/>
              <w14:ligatures w14:val="standardContextual"/>
            </w:rPr>
          </w:pPr>
          <w:hyperlink w:anchor="_Toc189735710" w:history="1">
            <w:r w:rsidR="00C070B2" w:rsidRPr="00480438">
              <w:rPr>
                <w:rStyle w:val="Lienhypertexte"/>
                <w:noProof/>
              </w:rPr>
              <w:t>2.14.8.</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Fourniture des certificats et factures</w:t>
            </w:r>
            <w:r w:rsidR="00C070B2">
              <w:rPr>
                <w:noProof/>
                <w:webHidden/>
              </w:rPr>
              <w:tab/>
            </w:r>
            <w:r w:rsidR="00C070B2">
              <w:rPr>
                <w:noProof/>
                <w:webHidden/>
              </w:rPr>
              <w:fldChar w:fldCharType="begin"/>
            </w:r>
            <w:r w:rsidR="00C070B2">
              <w:rPr>
                <w:noProof/>
                <w:webHidden/>
              </w:rPr>
              <w:instrText xml:space="preserve"> PAGEREF _Toc189735710 \h </w:instrText>
            </w:r>
            <w:r w:rsidR="00C070B2">
              <w:rPr>
                <w:noProof/>
                <w:webHidden/>
              </w:rPr>
            </w:r>
            <w:r w:rsidR="00C070B2">
              <w:rPr>
                <w:noProof/>
                <w:webHidden/>
              </w:rPr>
              <w:fldChar w:fldCharType="separate"/>
            </w:r>
            <w:r w:rsidR="00C070B2">
              <w:rPr>
                <w:noProof/>
                <w:webHidden/>
              </w:rPr>
              <w:t>12</w:t>
            </w:r>
            <w:r w:rsidR="00C070B2">
              <w:rPr>
                <w:noProof/>
                <w:webHidden/>
              </w:rPr>
              <w:fldChar w:fldCharType="end"/>
            </w:r>
          </w:hyperlink>
        </w:p>
        <w:p w14:paraId="314A9CE0" w14:textId="775CA834" w:rsidR="00C070B2" w:rsidRDefault="00A8771F">
          <w:pPr>
            <w:pStyle w:val="TM3"/>
            <w:tabs>
              <w:tab w:val="left" w:pos="1320"/>
              <w:tab w:val="right" w:leader="dot" w:pos="9062"/>
            </w:tabs>
            <w:rPr>
              <w:rFonts w:asciiTheme="minorHAnsi" w:eastAsiaTheme="minorEastAsia" w:hAnsiTheme="minorHAnsi"/>
              <w:noProof/>
              <w:kern w:val="2"/>
              <w:sz w:val="24"/>
              <w:szCs w:val="24"/>
              <w:lang w:eastAsia="fr-FR"/>
              <w14:ligatures w14:val="standardContextual"/>
            </w:rPr>
          </w:pPr>
          <w:hyperlink w:anchor="_Toc189735711" w:history="1">
            <w:r w:rsidR="00C070B2" w:rsidRPr="00480438">
              <w:rPr>
                <w:rStyle w:val="Lienhypertexte"/>
                <w:noProof/>
              </w:rPr>
              <w:t>2.14.9.</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Les grammages</w:t>
            </w:r>
            <w:r w:rsidR="00C070B2">
              <w:rPr>
                <w:noProof/>
                <w:webHidden/>
              </w:rPr>
              <w:tab/>
            </w:r>
            <w:r w:rsidR="00C070B2">
              <w:rPr>
                <w:noProof/>
                <w:webHidden/>
              </w:rPr>
              <w:fldChar w:fldCharType="begin"/>
            </w:r>
            <w:r w:rsidR="00C070B2">
              <w:rPr>
                <w:noProof/>
                <w:webHidden/>
              </w:rPr>
              <w:instrText xml:space="preserve"> PAGEREF _Toc189735711 \h </w:instrText>
            </w:r>
            <w:r w:rsidR="00C070B2">
              <w:rPr>
                <w:noProof/>
                <w:webHidden/>
              </w:rPr>
            </w:r>
            <w:r w:rsidR="00C070B2">
              <w:rPr>
                <w:noProof/>
                <w:webHidden/>
              </w:rPr>
              <w:fldChar w:fldCharType="separate"/>
            </w:r>
            <w:r w:rsidR="00C070B2">
              <w:rPr>
                <w:noProof/>
                <w:webHidden/>
              </w:rPr>
              <w:t>13</w:t>
            </w:r>
            <w:r w:rsidR="00C070B2">
              <w:rPr>
                <w:noProof/>
                <w:webHidden/>
              </w:rPr>
              <w:fldChar w:fldCharType="end"/>
            </w:r>
          </w:hyperlink>
        </w:p>
        <w:p w14:paraId="1670FEF1" w14:textId="4437DC68" w:rsidR="00C070B2" w:rsidRDefault="00A8771F">
          <w:pPr>
            <w:pStyle w:val="TM2"/>
            <w:tabs>
              <w:tab w:val="left" w:pos="1100"/>
              <w:tab w:val="right" w:leader="dot" w:pos="9062"/>
            </w:tabs>
            <w:rPr>
              <w:rFonts w:asciiTheme="minorHAnsi" w:eastAsiaTheme="minorEastAsia" w:hAnsiTheme="minorHAnsi"/>
              <w:noProof/>
              <w:kern w:val="2"/>
              <w:sz w:val="24"/>
              <w:szCs w:val="24"/>
              <w:lang w:eastAsia="fr-FR"/>
              <w14:ligatures w14:val="standardContextual"/>
            </w:rPr>
          </w:pPr>
          <w:hyperlink w:anchor="_Toc189735712" w:history="1">
            <w:r w:rsidR="00C070B2" w:rsidRPr="00480438">
              <w:rPr>
                <w:rStyle w:val="Lienhypertexte"/>
                <w:noProof/>
              </w:rPr>
              <w:t>2.15.</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Santé des enfants</w:t>
            </w:r>
            <w:r w:rsidR="00C070B2">
              <w:rPr>
                <w:noProof/>
                <w:webHidden/>
              </w:rPr>
              <w:tab/>
            </w:r>
            <w:r w:rsidR="00C070B2">
              <w:rPr>
                <w:noProof/>
                <w:webHidden/>
              </w:rPr>
              <w:fldChar w:fldCharType="begin"/>
            </w:r>
            <w:r w:rsidR="00C070B2">
              <w:rPr>
                <w:noProof/>
                <w:webHidden/>
              </w:rPr>
              <w:instrText xml:space="preserve"> PAGEREF _Toc189735712 \h </w:instrText>
            </w:r>
            <w:r w:rsidR="00C070B2">
              <w:rPr>
                <w:noProof/>
                <w:webHidden/>
              </w:rPr>
            </w:r>
            <w:r w:rsidR="00C070B2">
              <w:rPr>
                <w:noProof/>
                <w:webHidden/>
              </w:rPr>
              <w:fldChar w:fldCharType="separate"/>
            </w:r>
            <w:r w:rsidR="00C070B2">
              <w:rPr>
                <w:noProof/>
                <w:webHidden/>
              </w:rPr>
              <w:t>13</w:t>
            </w:r>
            <w:r w:rsidR="00C070B2">
              <w:rPr>
                <w:noProof/>
                <w:webHidden/>
              </w:rPr>
              <w:fldChar w:fldCharType="end"/>
            </w:r>
          </w:hyperlink>
        </w:p>
        <w:p w14:paraId="07F1148F" w14:textId="4329F6F8" w:rsidR="00C070B2" w:rsidRDefault="00A8771F">
          <w:pPr>
            <w:pStyle w:val="TM3"/>
            <w:tabs>
              <w:tab w:val="left" w:pos="1320"/>
              <w:tab w:val="right" w:leader="dot" w:pos="9062"/>
            </w:tabs>
            <w:rPr>
              <w:rFonts w:asciiTheme="minorHAnsi" w:eastAsiaTheme="minorEastAsia" w:hAnsiTheme="minorHAnsi"/>
              <w:noProof/>
              <w:kern w:val="2"/>
              <w:sz w:val="24"/>
              <w:szCs w:val="24"/>
              <w:lang w:eastAsia="fr-FR"/>
              <w14:ligatures w14:val="standardContextual"/>
            </w:rPr>
          </w:pPr>
          <w:hyperlink w:anchor="_Toc189735713" w:history="1">
            <w:r w:rsidR="00C070B2" w:rsidRPr="00480438">
              <w:rPr>
                <w:rStyle w:val="Lienhypertexte"/>
                <w:noProof/>
              </w:rPr>
              <w:t>2.15.1.</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Suivi médical</w:t>
            </w:r>
            <w:r w:rsidR="00C070B2">
              <w:rPr>
                <w:noProof/>
                <w:webHidden/>
              </w:rPr>
              <w:tab/>
            </w:r>
            <w:r w:rsidR="00C070B2">
              <w:rPr>
                <w:noProof/>
                <w:webHidden/>
              </w:rPr>
              <w:fldChar w:fldCharType="begin"/>
            </w:r>
            <w:r w:rsidR="00C070B2">
              <w:rPr>
                <w:noProof/>
                <w:webHidden/>
              </w:rPr>
              <w:instrText xml:space="preserve"> PAGEREF _Toc189735713 \h </w:instrText>
            </w:r>
            <w:r w:rsidR="00C070B2">
              <w:rPr>
                <w:noProof/>
                <w:webHidden/>
              </w:rPr>
            </w:r>
            <w:r w:rsidR="00C070B2">
              <w:rPr>
                <w:noProof/>
                <w:webHidden/>
              </w:rPr>
              <w:fldChar w:fldCharType="separate"/>
            </w:r>
            <w:r w:rsidR="00C070B2">
              <w:rPr>
                <w:noProof/>
                <w:webHidden/>
              </w:rPr>
              <w:t>13</w:t>
            </w:r>
            <w:r w:rsidR="00C070B2">
              <w:rPr>
                <w:noProof/>
                <w:webHidden/>
              </w:rPr>
              <w:fldChar w:fldCharType="end"/>
            </w:r>
          </w:hyperlink>
        </w:p>
        <w:p w14:paraId="46AE5D7C" w14:textId="0DE373B9" w:rsidR="00C070B2" w:rsidRDefault="00A8771F">
          <w:pPr>
            <w:pStyle w:val="TM3"/>
            <w:tabs>
              <w:tab w:val="left" w:pos="1320"/>
              <w:tab w:val="right" w:leader="dot" w:pos="9062"/>
            </w:tabs>
            <w:rPr>
              <w:rFonts w:asciiTheme="minorHAnsi" w:eastAsiaTheme="minorEastAsia" w:hAnsiTheme="minorHAnsi"/>
              <w:noProof/>
              <w:kern w:val="2"/>
              <w:sz w:val="24"/>
              <w:szCs w:val="24"/>
              <w:lang w:eastAsia="fr-FR"/>
              <w14:ligatures w14:val="standardContextual"/>
            </w:rPr>
          </w:pPr>
          <w:hyperlink w:anchor="_Toc189735714" w:history="1">
            <w:r w:rsidR="00C070B2" w:rsidRPr="00480438">
              <w:rPr>
                <w:rStyle w:val="Lienhypertexte"/>
                <w:noProof/>
              </w:rPr>
              <w:t>2.15.2.</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Vaccinations</w:t>
            </w:r>
            <w:r w:rsidR="00C070B2">
              <w:rPr>
                <w:noProof/>
                <w:webHidden/>
              </w:rPr>
              <w:tab/>
            </w:r>
            <w:r w:rsidR="00C070B2">
              <w:rPr>
                <w:noProof/>
                <w:webHidden/>
              </w:rPr>
              <w:fldChar w:fldCharType="begin"/>
            </w:r>
            <w:r w:rsidR="00C070B2">
              <w:rPr>
                <w:noProof/>
                <w:webHidden/>
              </w:rPr>
              <w:instrText xml:space="preserve"> PAGEREF _Toc189735714 \h </w:instrText>
            </w:r>
            <w:r w:rsidR="00C070B2">
              <w:rPr>
                <w:noProof/>
                <w:webHidden/>
              </w:rPr>
            </w:r>
            <w:r w:rsidR="00C070B2">
              <w:rPr>
                <w:noProof/>
                <w:webHidden/>
              </w:rPr>
              <w:fldChar w:fldCharType="separate"/>
            </w:r>
            <w:r w:rsidR="00C070B2">
              <w:rPr>
                <w:noProof/>
                <w:webHidden/>
              </w:rPr>
              <w:t>13</w:t>
            </w:r>
            <w:r w:rsidR="00C070B2">
              <w:rPr>
                <w:noProof/>
                <w:webHidden/>
              </w:rPr>
              <w:fldChar w:fldCharType="end"/>
            </w:r>
          </w:hyperlink>
        </w:p>
        <w:p w14:paraId="2A4525FB" w14:textId="13505B40" w:rsidR="00C070B2" w:rsidRDefault="00A8771F">
          <w:pPr>
            <w:pStyle w:val="TM3"/>
            <w:tabs>
              <w:tab w:val="left" w:pos="1320"/>
              <w:tab w:val="right" w:leader="dot" w:pos="9062"/>
            </w:tabs>
            <w:rPr>
              <w:rFonts w:asciiTheme="minorHAnsi" w:eastAsiaTheme="minorEastAsia" w:hAnsiTheme="minorHAnsi"/>
              <w:noProof/>
              <w:kern w:val="2"/>
              <w:sz w:val="24"/>
              <w:szCs w:val="24"/>
              <w:lang w:eastAsia="fr-FR"/>
              <w14:ligatures w14:val="standardContextual"/>
            </w:rPr>
          </w:pPr>
          <w:hyperlink w:anchor="_Toc189735715" w:history="1">
            <w:r w:rsidR="00C070B2" w:rsidRPr="00480438">
              <w:rPr>
                <w:rStyle w:val="Lienhypertexte"/>
                <w:noProof/>
              </w:rPr>
              <w:t>2.15.3.</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Maladie de l’enfant</w:t>
            </w:r>
            <w:r w:rsidR="00C070B2">
              <w:rPr>
                <w:noProof/>
                <w:webHidden/>
              </w:rPr>
              <w:tab/>
            </w:r>
            <w:r w:rsidR="00C070B2">
              <w:rPr>
                <w:noProof/>
                <w:webHidden/>
              </w:rPr>
              <w:fldChar w:fldCharType="begin"/>
            </w:r>
            <w:r w:rsidR="00C070B2">
              <w:rPr>
                <w:noProof/>
                <w:webHidden/>
              </w:rPr>
              <w:instrText xml:space="preserve"> PAGEREF _Toc189735715 \h </w:instrText>
            </w:r>
            <w:r w:rsidR="00C070B2">
              <w:rPr>
                <w:noProof/>
                <w:webHidden/>
              </w:rPr>
            </w:r>
            <w:r w:rsidR="00C070B2">
              <w:rPr>
                <w:noProof/>
                <w:webHidden/>
              </w:rPr>
              <w:fldChar w:fldCharType="separate"/>
            </w:r>
            <w:r w:rsidR="00C070B2">
              <w:rPr>
                <w:noProof/>
                <w:webHidden/>
              </w:rPr>
              <w:t>14</w:t>
            </w:r>
            <w:r w:rsidR="00C070B2">
              <w:rPr>
                <w:noProof/>
                <w:webHidden/>
              </w:rPr>
              <w:fldChar w:fldCharType="end"/>
            </w:r>
          </w:hyperlink>
        </w:p>
        <w:p w14:paraId="39CED00C" w14:textId="699157B6" w:rsidR="00C070B2" w:rsidRDefault="00A8771F">
          <w:pPr>
            <w:pStyle w:val="TM3"/>
            <w:tabs>
              <w:tab w:val="left" w:pos="1320"/>
              <w:tab w:val="right" w:leader="dot" w:pos="9062"/>
            </w:tabs>
            <w:rPr>
              <w:rFonts w:asciiTheme="minorHAnsi" w:eastAsiaTheme="minorEastAsia" w:hAnsiTheme="minorHAnsi"/>
              <w:noProof/>
              <w:kern w:val="2"/>
              <w:sz w:val="24"/>
              <w:szCs w:val="24"/>
              <w:lang w:eastAsia="fr-FR"/>
              <w14:ligatures w14:val="standardContextual"/>
            </w:rPr>
          </w:pPr>
          <w:hyperlink w:anchor="_Toc189735716" w:history="1">
            <w:r w:rsidR="00C070B2" w:rsidRPr="00480438">
              <w:rPr>
                <w:rStyle w:val="Lienhypertexte"/>
                <w:noProof/>
              </w:rPr>
              <w:t>2.15.4.</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Médicaments</w:t>
            </w:r>
            <w:r w:rsidR="00C070B2">
              <w:rPr>
                <w:noProof/>
                <w:webHidden/>
              </w:rPr>
              <w:tab/>
            </w:r>
            <w:r w:rsidR="00C070B2">
              <w:rPr>
                <w:noProof/>
                <w:webHidden/>
              </w:rPr>
              <w:fldChar w:fldCharType="begin"/>
            </w:r>
            <w:r w:rsidR="00C070B2">
              <w:rPr>
                <w:noProof/>
                <w:webHidden/>
              </w:rPr>
              <w:instrText xml:space="preserve"> PAGEREF _Toc189735716 \h </w:instrText>
            </w:r>
            <w:r w:rsidR="00C070B2">
              <w:rPr>
                <w:noProof/>
                <w:webHidden/>
              </w:rPr>
            </w:r>
            <w:r w:rsidR="00C070B2">
              <w:rPr>
                <w:noProof/>
                <w:webHidden/>
              </w:rPr>
              <w:fldChar w:fldCharType="separate"/>
            </w:r>
            <w:r w:rsidR="00C070B2">
              <w:rPr>
                <w:noProof/>
                <w:webHidden/>
              </w:rPr>
              <w:t>14</w:t>
            </w:r>
            <w:r w:rsidR="00C070B2">
              <w:rPr>
                <w:noProof/>
                <w:webHidden/>
              </w:rPr>
              <w:fldChar w:fldCharType="end"/>
            </w:r>
          </w:hyperlink>
        </w:p>
        <w:p w14:paraId="4E10293C" w14:textId="7E0A382E" w:rsidR="00C070B2" w:rsidRDefault="00A8771F">
          <w:pPr>
            <w:pStyle w:val="TM3"/>
            <w:tabs>
              <w:tab w:val="left" w:pos="1320"/>
              <w:tab w:val="right" w:leader="dot" w:pos="9062"/>
            </w:tabs>
            <w:rPr>
              <w:rFonts w:asciiTheme="minorHAnsi" w:eastAsiaTheme="minorEastAsia" w:hAnsiTheme="minorHAnsi"/>
              <w:noProof/>
              <w:kern w:val="2"/>
              <w:sz w:val="24"/>
              <w:szCs w:val="24"/>
              <w:lang w:eastAsia="fr-FR"/>
              <w14:ligatures w14:val="standardContextual"/>
            </w:rPr>
          </w:pPr>
          <w:hyperlink w:anchor="_Toc189735717" w:history="1">
            <w:r w:rsidR="00C070B2" w:rsidRPr="00480438">
              <w:rPr>
                <w:rStyle w:val="Lienhypertexte"/>
                <w:noProof/>
              </w:rPr>
              <w:t>2.15.5.</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Urgence médicale</w:t>
            </w:r>
            <w:r w:rsidR="00C070B2">
              <w:rPr>
                <w:noProof/>
                <w:webHidden/>
              </w:rPr>
              <w:tab/>
            </w:r>
            <w:r w:rsidR="00C070B2">
              <w:rPr>
                <w:noProof/>
                <w:webHidden/>
              </w:rPr>
              <w:fldChar w:fldCharType="begin"/>
            </w:r>
            <w:r w:rsidR="00C070B2">
              <w:rPr>
                <w:noProof/>
                <w:webHidden/>
              </w:rPr>
              <w:instrText xml:space="preserve"> PAGEREF _Toc189735717 \h </w:instrText>
            </w:r>
            <w:r w:rsidR="00C070B2">
              <w:rPr>
                <w:noProof/>
                <w:webHidden/>
              </w:rPr>
            </w:r>
            <w:r w:rsidR="00C070B2">
              <w:rPr>
                <w:noProof/>
                <w:webHidden/>
              </w:rPr>
              <w:fldChar w:fldCharType="separate"/>
            </w:r>
            <w:r w:rsidR="00C070B2">
              <w:rPr>
                <w:noProof/>
                <w:webHidden/>
              </w:rPr>
              <w:t>14</w:t>
            </w:r>
            <w:r w:rsidR="00C070B2">
              <w:rPr>
                <w:noProof/>
                <w:webHidden/>
              </w:rPr>
              <w:fldChar w:fldCharType="end"/>
            </w:r>
          </w:hyperlink>
        </w:p>
        <w:p w14:paraId="5D0ACA92" w14:textId="3742753D" w:rsidR="00C070B2" w:rsidRDefault="00A8771F">
          <w:pPr>
            <w:pStyle w:val="TM2"/>
            <w:tabs>
              <w:tab w:val="left" w:pos="1100"/>
              <w:tab w:val="right" w:leader="dot" w:pos="9062"/>
            </w:tabs>
            <w:rPr>
              <w:rFonts w:asciiTheme="minorHAnsi" w:eastAsiaTheme="minorEastAsia" w:hAnsiTheme="minorHAnsi"/>
              <w:noProof/>
              <w:kern w:val="2"/>
              <w:sz w:val="24"/>
              <w:szCs w:val="24"/>
              <w:lang w:eastAsia="fr-FR"/>
              <w14:ligatures w14:val="standardContextual"/>
            </w:rPr>
          </w:pPr>
          <w:hyperlink w:anchor="_Toc189735718" w:history="1">
            <w:r w:rsidR="00C070B2" w:rsidRPr="00480438">
              <w:rPr>
                <w:rStyle w:val="Lienhypertexte"/>
                <w:noProof/>
              </w:rPr>
              <w:t>2.16.</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Mesures de sécurité</w:t>
            </w:r>
            <w:r w:rsidR="00C070B2">
              <w:rPr>
                <w:noProof/>
                <w:webHidden/>
              </w:rPr>
              <w:tab/>
            </w:r>
            <w:r w:rsidR="00C070B2">
              <w:rPr>
                <w:noProof/>
                <w:webHidden/>
              </w:rPr>
              <w:fldChar w:fldCharType="begin"/>
            </w:r>
            <w:r w:rsidR="00C070B2">
              <w:rPr>
                <w:noProof/>
                <w:webHidden/>
              </w:rPr>
              <w:instrText xml:space="preserve"> PAGEREF _Toc189735718 \h </w:instrText>
            </w:r>
            <w:r w:rsidR="00C070B2">
              <w:rPr>
                <w:noProof/>
                <w:webHidden/>
              </w:rPr>
            </w:r>
            <w:r w:rsidR="00C070B2">
              <w:rPr>
                <w:noProof/>
                <w:webHidden/>
              </w:rPr>
              <w:fldChar w:fldCharType="separate"/>
            </w:r>
            <w:r w:rsidR="00C070B2">
              <w:rPr>
                <w:noProof/>
                <w:webHidden/>
              </w:rPr>
              <w:t>15</w:t>
            </w:r>
            <w:r w:rsidR="00C070B2">
              <w:rPr>
                <w:noProof/>
                <w:webHidden/>
              </w:rPr>
              <w:fldChar w:fldCharType="end"/>
            </w:r>
          </w:hyperlink>
        </w:p>
        <w:p w14:paraId="020A32D6" w14:textId="68DF8C07" w:rsidR="00C070B2" w:rsidRDefault="00A8771F">
          <w:pPr>
            <w:pStyle w:val="TM3"/>
            <w:tabs>
              <w:tab w:val="left" w:pos="1320"/>
              <w:tab w:val="right" w:leader="dot" w:pos="9062"/>
            </w:tabs>
            <w:rPr>
              <w:rFonts w:asciiTheme="minorHAnsi" w:eastAsiaTheme="minorEastAsia" w:hAnsiTheme="minorHAnsi"/>
              <w:noProof/>
              <w:kern w:val="2"/>
              <w:sz w:val="24"/>
              <w:szCs w:val="24"/>
              <w:lang w:eastAsia="fr-FR"/>
              <w14:ligatures w14:val="standardContextual"/>
            </w:rPr>
          </w:pPr>
          <w:hyperlink w:anchor="_Toc189735719" w:history="1">
            <w:r w:rsidR="00C070B2" w:rsidRPr="00480438">
              <w:rPr>
                <w:rStyle w:val="Lienhypertexte"/>
                <w:noProof/>
              </w:rPr>
              <w:t>2.16.1.</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Sécurité liée aux locaux</w:t>
            </w:r>
            <w:r w:rsidR="00C070B2">
              <w:rPr>
                <w:noProof/>
                <w:webHidden/>
              </w:rPr>
              <w:tab/>
            </w:r>
            <w:r w:rsidR="00C070B2">
              <w:rPr>
                <w:noProof/>
                <w:webHidden/>
              </w:rPr>
              <w:fldChar w:fldCharType="begin"/>
            </w:r>
            <w:r w:rsidR="00C070B2">
              <w:rPr>
                <w:noProof/>
                <w:webHidden/>
              </w:rPr>
              <w:instrText xml:space="preserve"> PAGEREF _Toc189735719 \h </w:instrText>
            </w:r>
            <w:r w:rsidR="00C070B2">
              <w:rPr>
                <w:noProof/>
                <w:webHidden/>
              </w:rPr>
            </w:r>
            <w:r w:rsidR="00C070B2">
              <w:rPr>
                <w:noProof/>
                <w:webHidden/>
              </w:rPr>
              <w:fldChar w:fldCharType="separate"/>
            </w:r>
            <w:r w:rsidR="00C070B2">
              <w:rPr>
                <w:noProof/>
                <w:webHidden/>
              </w:rPr>
              <w:t>15</w:t>
            </w:r>
            <w:r w:rsidR="00C070B2">
              <w:rPr>
                <w:noProof/>
                <w:webHidden/>
              </w:rPr>
              <w:fldChar w:fldCharType="end"/>
            </w:r>
          </w:hyperlink>
        </w:p>
        <w:p w14:paraId="5C4CEF84" w14:textId="17E60374" w:rsidR="00C070B2" w:rsidRDefault="00A8771F">
          <w:pPr>
            <w:pStyle w:val="TM3"/>
            <w:tabs>
              <w:tab w:val="left" w:pos="1320"/>
              <w:tab w:val="right" w:leader="dot" w:pos="9062"/>
            </w:tabs>
            <w:rPr>
              <w:rFonts w:asciiTheme="minorHAnsi" w:eastAsiaTheme="minorEastAsia" w:hAnsiTheme="minorHAnsi"/>
              <w:noProof/>
              <w:kern w:val="2"/>
              <w:sz w:val="24"/>
              <w:szCs w:val="24"/>
              <w:lang w:eastAsia="fr-FR"/>
              <w14:ligatures w14:val="standardContextual"/>
            </w:rPr>
          </w:pPr>
          <w:hyperlink w:anchor="_Toc189735720" w:history="1">
            <w:r w:rsidR="00C070B2" w:rsidRPr="00480438">
              <w:rPr>
                <w:rStyle w:val="Lienhypertexte"/>
                <w:noProof/>
              </w:rPr>
              <w:t>2.16.2.</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Sécurité liée à l'encadrement des enfants</w:t>
            </w:r>
            <w:r w:rsidR="00C070B2">
              <w:rPr>
                <w:noProof/>
                <w:webHidden/>
              </w:rPr>
              <w:tab/>
            </w:r>
            <w:r w:rsidR="00C070B2">
              <w:rPr>
                <w:noProof/>
                <w:webHidden/>
              </w:rPr>
              <w:fldChar w:fldCharType="begin"/>
            </w:r>
            <w:r w:rsidR="00C070B2">
              <w:rPr>
                <w:noProof/>
                <w:webHidden/>
              </w:rPr>
              <w:instrText xml:space="preserve"> PAGEREF _Toc189735720 \h </w:instrText>
            </w:r>
            <w:r w:rsidR="00C070B2">
              <w:rPr>
                <w:noProof/>
                <w:webHidden/>
              </w:rPr>
            </w:r>
            <w:r w:rsidR="00C070B2">
              <w:rPr>
                <w:noProof/>
                <w:webHidden/>
              </w:rPr>
              <w:fldChar w:fldCharType="separate"/>
            </w:r>
            <w:r w:rsidR="00C070B2">
              <w:rPr>
                <w:noProof/>
                <w:webHidden/>
              </w:rPr>
              <w:t>15</w:t>
            </w:r>
            <w:r w:rsidR="00C070B2">
              <w:rPr>
                <w:noProof/>
                <w:webHidden/>
              </w:rPr>
              <w:fldChar w:fldCharType="end"/>
            </w:r>
          </w:hyperlink>
        </w:p>
        <w:p w14:paraId="0E8D8881" w14:textId="35B6CA17" w:rsidR="00C070B2" w:rsidRDefault="00A8771F">
          <w:pPr>
            <w:pStyle w:val="TM2"/>
            <w:tabs>
              <w:tab w:val="left" w:pos="1100"/>
              <w:tab w:val="right" w:leader="dot" w:pos="9062"/>
            </w:tabs>
            <w:rPr>
              <w:rFonts w:asciiTheme="minorHAnsi" w:eastAsiaTheme="minorEastAsia" w:hAnsiTheme="minorHAnsi"/>
              <w:noProof/>
              <w:kern w:val="2"/>
              <w:sz w:val="24"/>
              <w:szCs w:val="24"/>
              <w:lang w:eastAsia="fr-FR"/>
              <w14:ligatures w14:val="standardContextual"/>
            </w:rPr>
          </w:pPr>
          <w:hyperlink w:anchor="_Toc189735721" w:history="1">
            <w:r w:rsidR="00C070B2" w:rsidRPr="00480438">
              <w:rPr>
                <w:rStyle w:val="Lienhypertexte"/>
                <w:noProof/>
              </w:rPr>
              <w:t>2.17.</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Suivi de l’activité</w:t>
            </w:r>
            <w:r w:rsidR="00C070B2">
              <w:rPr>
                <w:noProof/>
                <w:webHidden/>
              </w:rPr>
              <w:tab/>
            </w:r>
            <w:r w:rsidR="00C070B2">
              <w:rPr>
                <w:noProof/>
                <w:webHidden/>
              </w:rPr>
              <w:fldChar w:fldCharType="begin"/>
            </w:r>
            <w:r w:rsidR="00C070B2">
              <w:rPr>
                <w:noProof/>
                <w:webHidden/>
              </w:rPr>
              <w:instrText xml:space="preserve"> PAGEREF _Toc189735721 \h </w:instrText>
            </w:r>
            <w:r w:rsidR="00C070B2">
              <w:rPr>
                <w:noProof/>
                <w:webHidden/>
              </w:rPr>
            </w:r>
            <w:r w:rsidR="00C070B2">
              <w:rPr>
                <w:noProof/>
                <w:webHidden/>
              </w:rPr>
              <w:fldChar w:fldCharType="separate"/>
            </w:r>
            <w:r w:rsidR="00C070B2">
              <w:rPr>
                <w:noProof/>
                <w:webHidden/>
              </w:rPr>
              <w:t>15</w:t>
            </w:r>
            <w:r w:rsidR="00C070B2">
              <w:rPr>
                <w:noProof/>
                <w:webHidden/>
              </w:rPr>
              <w:fldChar w:fldCharType="end"/>
            </w:r>
          </w:hyperlink>
        </w:p>
        <w:p w14:paraId="66BA7668" w14:textId="16C7D24C" w:rsidR="00C070B2" w:rsidRDefault="00A8771F">
          <w:pPr>
            <w:pStyle w:val="TM2"/>
            <w:tabs>
              <w:tab w:val="left" w:pos="1100"/>
              <w:tab w:val="right" w:leader="dot" w:pos="9062"/>
            </w:tabs>
            <w:rPr>
              <w:rFonts w:asciiTheme="minorHAnsi" w:eastAsiaTheme="minorEastAsia" w:hAnsiTheme="minorHAnsi"/>
              <w:noProof/>
              <w:kern w:val="2"/>
              <w:sz w:val="24"/>
              <w:szCs w:val="24"/>
              <w:lang w:eastAsia="fr-FR"/>
              <w14:ligatures w14:val="standardContextual"/>
            </w:rPr>
          </w:pPr>
          <w:hyperlink w:anchor="_Toc189735722" w:history="1">
            <w:r w:rsidR="00C070B2" w:rsidRPr="00480438">
              <w:rPr>
                <w:rStyle w:val="Lienhypertexte"/>
                <w:noProof/>
              </w:rPr>
              <w:t>2.18.</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Communication</w:t>
            </w:r>
            <w:r w:rsidR="00C070B2">
              <w:rPr>
                <w:noProof/>
                <w:webHidden/>
              </w:rPr>
              <w:tab/>
            </w:r>
            <w:r w:rsidR="00C070B2">
              <w:rPr>
                <w:noProof/>
                <w:webHidden/>
              </w:rPr>
              <w:fldChar w:fldCharType="begin"/>
            </w:r>
            <w:r w:rsidR="00C070B2">
              <w:rPr>
                <w:noProof/>
                <w:webHidden/>
              </w:rPr>
              <w:instrText xml:space="preserve"> PAGEREF _Toc189735722 \h </w:instrText>
            </w:r>
            <w:r w:rsidR="00C070B2">
              <w:rPr>
                <w:noProof/>
                <w:webHidden/>
              </w:rPr>
            </w:r>
            <w:r w:rsidR="00C070B2">
              <w:rPr>
                <w:noProof/>
                <w:webHidden/>
              </w:rPr>
              <w:fldChar w:fldCharType="separate"/>
            </w:r>
            <w:r w:rsidR="00C070B2">
              <w:rPr>
                <w:noProof/>
                <w:webHidden/>
              </w:rPr>
              <w:t>16</w:t>
            </w:r>
            <w:r w:rsidR="00C070B2">
              <w:rPr>
                <w:noProof/>
                <w:webHidden/>
              </w:rPr>
              <w:fldChar w:fldCharType="end"/>
            </w:r>
          </w:hyperlink>
        </w:p>
        <w:p w14:paraId="1A5D60CE" w14:textId="14152EF9" w:rsidR="00C070B2" w:rsidRDefault="00A8771F">
          <w:pPr>
            <w:pStyle w:val="TM2"/>
            <w:tabs>
              <w:tab w:val="left" w:pos="1100"/>
              <w:tab w:val="right" w:leader="dot" w:pos="9062"/>
            </w:tabs>
            <w:rPr>
              <w:rFonts w:asciiTheme="minorHAnsi" w:eastAsiaTheme="minorEastAsia" w:hAnsiTheme="minorHAnsi"/>
              <w:noProof/>
              <w:kern w:val="2"/>
              <w:sz w:val="24"/>
              <w:szCs w:val="24"/>
              <w:lang w:eastAsia="fr-FR"/>
              <w14:ligatures w14:val="standardContextual"/>
            </w:rPr>
          </w:pPr>
          <w:hyperlink w:anchor="_Toc189735723" w:history="1">
            <w:r w:rsidR="00C070B2" w:rsidRPr="00480438">
              <w:rPr>
                <w:rStyle w:val="Lienhypertexte"/>
                <w:noProof/>
              </w:rPr>
              <w:t>2.19.</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Réclamations</w:t>
            </w:r>
            <w:r w:rsidR="00C070B2">
              <w:rPr>
                <w:noProof/>
                <w:webHidden/>
              </w:rPr>
              <w:tab/>
            </w:r>
            <w:r w:rsidR="00C070B2">
              <w:rPr>
                <w:noProof/>
                <w:webHidden/>
              </w:rPr>
              <w:fldChar w:fldCharType="begin"/>
            </w:r>
            <w:r w:rsidR="00C070B2">
              <w:rPr>
                <w:noProof/>
                <w:webHidden/>
              </w:rPr>
              <w:instrText xml:space="preserve"> PAGEREF _Toc189735723 \h </w:instrText>
            </w:r>
            <w:r w:rsidR="00C070B2">
              <w:rPr>
                <w:noProof/>
                <w:webHidden/>
              </w:rPr>
            </w:r>
            <w:r w:rsidR="00C070B2">
              <w:rPr>
                <w:noProof/>
                <w:webHidden/>
              </w:rPr>
              <w:fldChar w:fldCharType="separate"/>
            </w:r>
            <w:r w:rsidR="00C070B2">
              <w:rPr>
                <w:noProof/>
                <w:webHidden/>
              </w:rPr>
              <w:t>17</w:t>
            </w:r>
            <w:r w:rsidR="00C070B2">
              <w:rPr>
                <w:noProof/>
                <w:webHidden/>
              </w:rPr>
              <w:fldChar w:fldCharType="end"/>
            </w:r>
          </w:hyperlink>
        </w:p>
        <w:p w14:paraId="0B577D54" w14:textId="26F5208D" w:rsidR="00C070B2" w:rsidRDefault="00A8771F">
          <w:pPr>
            <w:pStyle w:val="TM1"/>
            <w:tabs>
              <w:tab w:val="left" w:pos="660"/>
              <w:tab w:val="right" w:leader="dot" w:pos="9062"/>
            </w:tabs>
            <w:rPr>
              <w:rFonts w:asciiTheme="minorHAnsi" w:eastAsiaTheme="minorEastAsia" w:hAnsiTheme="minorHAnsi"/>
              <w:noProof/>
              <w:kern w:val="2"/>
              <w:sz w:val="24"/>
              <w:szCs w:val="24"/>
              <w:lang w:eastAsia="fr-FR"/>
              <w14:ligatures w14:val="standardContextual"/>
            </w:rPr>
          </w:pPr>
          <w:hyperlink w:anchor="_Toc189735724" w:history="1">
            <w:r w:rsidR="00C070B2" w:rsidRPr="00480438">
              <w:rPr>
                <w:rStyle w:val="Lienhypertexte"/>
                <w:noProof/>
              </w:rPr>
              <w:t>3.</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Chapitre troisième – Régime des biens</w:t>
            </w:r>
            <w:r w:rsidR="00C070B2">
              <w:rPr>
                <w:noProof/>
                <w:webHidden/>
              </w:rPr>
              <w:tab/>
            </w:r>
            <w:r w:rsidR="00C070B2">
              <w:rPr>
                <w:noProof/>
                <w:webHidden/>
              </w:rPr>
              <w:fldChar w:fldCharType="begin"/>
            </w:r>
            <w:r w:rsidR="00C070B2">
              <w:rPr>
                <w:noProof/>
                <w:webHidden/>
              </w:rPr>
              <w:instrText xml:space="preserve"> PAGEREF _Toc189735724 \h </w:instrText>
            </w:r>
            <w:r w:rsidR="00C070B2">
              <w:rPr>
                <w:noProof/>
                <w:webHidden/>
              </w:rPr>
            </w:r>
            <w:r w:rsidR="00C070B2">
              <w:rPr>
                <w:noProof/>
                <w:webHidden/>
              </w:rPr>
              <w:fldChar w:fldCharType="separate"/>
            </w:r>
            <w:r w:rsidR="00C070B2">
              <w:rPr>
                <w:noProof/>
                <w:webHidden/>
              </w:rPr>
              <w:t>18</w:t>
            </w:r>
            <w:r w:rsidR="00C070B2">
              <w:rPr>
                <w:noProof/>
                <w:webHidden/>
              </w:rPr>
              <w:fldChar w:fldCharType="end"/>
            </w:r>
          </w:hyperlink>
        </w:p>
        <w:p w14:paraId="366FC5B9" w14:textId="0ABB2377"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25" w:history="1">
            <w:r w:rsidR="00C070B2" w:rsidRPr="00480438">
              <w:rPr>
                <w:rStyle w:val="Lienhypertexte"/>
                <w:noProof/>
              </w:rPr>
              <w:t>3.1.</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Biens de retour</w:t>
            </w:r>
            <w:r w:rsidR="00C070B2">
              <w:rPr>
                <w:noProof/>
                <w:webHidden/>
              </w:rPr>
              <w:tab/>
            </w:r>
            <w:r w:rsidR="00C070B2">
              <w:rPr>
                <w:noProof/>
                <w:webHidden/>
              </w:rPr>
              <w:fldChar w:fldCharType="begin"/>
            </w:r>
            <w:r w:rsidR="00C070B2">
              <w:rPr>
                <w:noProof/>
                <w:webHidden/>
              </w:rPr>
              <w:instrText xml:space="preserve"> PAGEREF _Toc189735725 \h </w:instrText>
            </w:r>
            <w:r w:rsidR="00C070B2">
              <w:rPr>
                <w:noProof/>
                <w:webHidden/>
              </w:rPr>
            </w:r>
            <w:r w:rsidR="00C070B2">
              <w:rPr>
                <w:noProof/>
                <w:webHidden/>
              </w:rPr>
              <w:fldChar w:fldCharType="separate"/>
            </w:r>
            <w:r w:rsidR="00C070B2">
              <w:rPr>
                <w:noProof/>
                <w:webHidden/>
              </w:rPr>
              <w:t>18</w:t>
            </w:r>
            <w:r w:rsidR="00C070B2">
              <w:rPr>
                <w:noProof/>
                <w:webHidden/>
              </w:rPr>
              <w:fldChar w:fldCharType="end"/>
            </w:r>
          </w:hyperlink>
        </w:p>
        <w:p w14:paraId="79012B9C" w14:textId="75C632FC"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26" w:history="1">
            <w:r w:rsidR="00C070B2" w:rsidRPr="00480438">
              <w:rPr>
                <w:rStyle w:val="Lienhypertexte"/>
                <w:noProof/>
              </w:rPr>
              <w:t>3.2.</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Biens de reprise</w:t>
            </w:r>
            <w:r w:rsidR="00C070B2">
              <w:rPr>
                <w:noProof/>
                <w:webHidden/>
              </w:rPr>
              <w:tab/>
            </w:r>
            <w:r w:rsidR="00C070B2">
              <w:rPr>
                <w:noProof/>
                <w:webHidden/>
              </w:rPr>
              <w:fldChar w:fldCharType="begin"/>
            </w:r>
            <w:r w:rsidR="00C070B2">
              <w:rPr>
                <w:noProof/>
                <w:webHidden/>
              </w:rPr>
              <w:instrText xml:space="preserve"> PAGEREF _Toc189735726 \h </w:instrText>
            </w:r>
            <w:r w:rsidR="00C070B2">
              <w:rPr>
                <w:noProof/>
                <w:webHidden/>
              </w:rPr>
            </w:r>
            <w:r w:rsidR="00C070B2">
              <w:rPr>
                <w:noProof/>
                <w:webHidden/>
              </w:rPr>
              <w:fldChar w:fldCharType="separate"/>
            </w:r>
            <w:r w:rsidR="00C070B2">
              <w:rPr>
                <w:noProof/>
                <w:webHidden/>
              </w:rPr>
              <w:t>18</w:t>
            </w:r>
            <w:r w:rsidR="00C070B2">
              <w:rPr>
                <w:noProof/>
                <w:webHidden/>
              </w:rPr>
              <w:fldChar w:fldCharType="end"/>
            </w:r>
          </w:hyperlink>
        </w:p>
        <w:p w14:paraId="3CF304F8" w14:textId="0CC1DB93"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27" w:history="1">
            <w:r w:rsidR="00C070B2" w:rsidRPr="00480438">
              <w:rPr>
                <w:rStyle w:val="Lienhypertexte"/>
                <w:noProof/>
              </w:rPr>
              <w:t>3.3.</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Biens propres</w:t>
            </w:r>
            <w:r w:rsidR="00C070B2">
              <w:rPr>
                <w:noProof/>
                <w:webHidden/>
              </w:rPr>
              <w:tab/>
            </w:r>
            <w:r w:rsidR="00C070B2">
              <w:rPr>
                <w:noProof/>
                <w:webHidden/>
              </w:rPr>
              <w:fldChar w:fldCharType="begin"/>
            </w:r>
            <w:r w:rsidR="00C070B2">
              <w:rPr>
                <w:noProof/>
                <w:webHidden/>
              </w:rPr>
              <w:instrText xml:space="preserve"> PAGEREF _Toc189735727 \h </w:instrText>
            </w:r>
            <w:r w:rsidR="00C070B2">
              <w:rPr>
                <w:noProof/>
                <w:webHidden/>
              </w:rPr>
            </w:r>
            <w:r w:rsidR="00C070B2">
              <w:rPr>
                <w:noProof/>
                <w:webHidden/>
              </w:rPr>
              <w:fldChar w:fldCharType="separate"/>
            </w:r>
            <w:r w:rsidR="00C070B2">
              <w:rPr>
                <w:noProof/>
                <w:webHidden/>
              </w:rPr>
              <w:t>18</w:t>
            </w:r>
            <w:r w:rsidR="00C070B2">
              <w:rPr>
                <w:noProof/>
                <w:webHidden/>
              </w:rPr>
              <w:fldChar w:fldCharType="end"/>
            </w:r>
          </w:hyperlink>
        </w:p>
        <w:p w14:paraId="52127D54" w14:textId="4CAC8D42"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28" w:history="1">
            <w:r w:rsidR="00C070B2" w:rsidRPr="00480438">
              <w:rPr>
                <w:rStyle w:val="Lienhypertexte"/>
                <w:noProof/>
              </w:rPr>
              <w:t>3.4.</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Travaux d’entretien et de réparations courantes</w:t>
            </w:r>
            <w:r w:rsidR="00C070B2">
              <w:rPr>
                <w:noProof/>
                <w:webHidden/>
              </w:rPr>
              <w:tab/>
            </w:r>
            <w:r w:rsidR="00C070B2">
              <w:rPr>
                <w:noProof/>
                <w:webHidden/>
              </w:rPr>
              <w:fldChar w:fldCharType="begin"/>
            </w:r>
            <w:r w:rsidR="00C070B2">
              <w:rPr>
                <w:noProof/>
                <w:webHidden/>
              </w:rPr>
              <w:instrText xml:space="preserve"> PAGEREF _Toc189735728 \h </w:instrText>
            </w:r>
            <w:r w:rsidR="00C070B2">
              <w:rPr>
                <w:noProof/>
                <w:webHidden/>
              </w:rPr>
            </w:r>
            <w:r w:rsidR="00C070B2">
              <w:rPr>
                <w:noProof/>
                <w:webHidden/>
              </w:rPr>
              <w:fldChar w:fldCharType="separate"/>
            </w:r>
            <w:r w:rsidR="00C070B2">
              <w:rPr>
                <w:noProof/>
                <w:webHidden/>
              </w:rPr>
              <w:t>18</w:t>
            </w:r>
            <w:r w:rsidR="00C070B2">
              <w:rPr>
                <w:noProof/>
                <w:webHidden/>
              </w:rPr>
              <w:fldChar w:fldCharType="end"/>
            </w:r>
          </w:hyperlink>
        </w:p>
        <w:p w14:paraId="2A5ED430" w14:textId="41192783"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29" w:history="1">
            <w:r w:rsidR="00C070B2" w:rsidRPr="00480438">
              <w:rPr>
                <w:rStyle w:val="Lienhypertexte"/>
                <w:noProof/>
              </w:rPr>
              <w:t>3.5.</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Travaux de renouvellement et grosses réparations</w:t>
            </w:r>
            <w:r w:rsidR="00C070B2">
              <w:rPr>
                <w:noProof/>
                <w:webHidden/>
              </w:rPr>
              <w:tab/>
            </w:r>
            <w:r w:rsidR="00C070B2">
              <w:rPr>
                <w:noProof/>
                <w:webHidden/>
              </w:rPr>
              <w:fldChar w:fldCharType="begin"/>
            </w:r>
            <w:r w:rsidR="00C070B2">
              <w:rPr>
                <w:noProof/>
                <w:webHidden/>
              </w:rPr>
              <w:instrText xml:space="preserve"> PAGEREF _Toc189735729 \h </w:instrText>
            </w:r>
            <w:r w:rsidR="00C070B2">
              <w:rPr>
                <w:noProof/>
                <w:webHidden/>
              </w:rPr>
            </w:r>
            <w:r w:rsidR="00C070B2">
              <w:rPr>
                <w:noProof/>
                <w:webHidden/>
              </w:rPr>
              <w:fldChar w:fldCharType="separate"/>
            </w:r>
            <w:r w:rsidR="00C070B2">
              <w:rPr>
                <w:noProof/>
                <w:webHidden/>
              </w:rPr>
              <w:t>20</w:t>
            </w:r>
            <w:r w:rsidR="00C070B2">
              <w:rPr>
                <w:noProof/>
                <w:webHidden/>
              </w:rPr>
              <w:fldChar w:fldCharType="end"/>
            </w:r>
          </w:hyperlink>
        </w:p>
        <w:p w14:paraId="12FEF2A8" w14:textId="73957412" w:rsidR="00C070B2" w:rsidRDefault="00A8771F">
          <w:pPr>
            <w:pStyle w:val="TM1"/>
            <w:tabs>
              <w:tab w:val="left" w:pos="660"/>
              <w:tab w:val="right" w:leader="dot" w:pos="9062"/>
            </w:tabs>
            <w:rPr>
              <w:rFonts w:asciiTheme="minorHAnsi" w:eastAsiaTheme="minorEastAsia" w:hAnsiTheme="minorHAnsi"/>
              <w:noProof/>
              <w:kern w:val="2"/>
              <w:sz w:val="24"/>
              <w:szCs w:val="24"/>
              <w:lang w:eastAsia="fr-FR"/>
              <w14:ligatures w14:val="standardContextual"/>
            </w:rPr>
          </w:pPr>
          <w:hyperlink w:anchor="_Toc189735730" w:history="1">
            <w:r w:rsidR="00C070B2" w:rsidRPr="00480438">
              <w:rPr>
                <w:rStyle w:val="Lienhypertexte"/>
                <w:noProof/>
              </w:rPr>
              <w:t>4.</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Chapitre quatrième – Personnel</w:t>
            </w:r>
            <w:r w:rsidR="00C070B2">
              <w:rPr>
                <w:noProof/>
                <w:webHidden/>
              </w:rPr>
              <w:tab/>
            </w:r>
            <w:r w:rsidR="00C070B2">
              <w:rPr>
                <w:noProof/>
                <w:webHidden/>
              </w:rPr>
              <w:fldChar w:fldCharType="begin"/>
            </w:r>
            <w:r w:rsidR="00C070B2">
              <w:rPr>
                <w:noProof/>
                <w:webHidden/>
              </w:rPr>
              <w:instrText xml:space="preserve"> PAGEREF _Toc189735730 \h </w:instrText>
            </w:r>
            <w:r w:rsidR="00C070B2">
              <w:rPr>
                <w:noProof/>
                <w:webHidden/>
              </w:rPr>
            </w:r>
            <w:r w:rsidR="00C070B2">
              <w:rPr>
                <w:noProof/>
                <w:webHidden/>
              </w:rPr>
              <w:fldChar w:fldCharType="separate"/>
            </w:r>
            <w:r w:rsidR="00C070B2">
              <w:rPr>
                <w:noProof/>
                <w:webHidden/>
              </w:rPr>
              <w:t>21</w:t>
            </w:r>
            <w:r w:rsidR="00C070B2">
              <w:rPr>
                <w:noProof/>
                <w:webHidden/>
              </w:rPr>
              <w:fldChar w:fldCharType="end"/>
            </w:r>
          </w:hyperlink>
        </w:p>
        <w:p w14:paraId="59AFD9DE" w14:textId="6E43DFD6"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31" w:history="1">
            <w:r w:rsidR="00C070B2" w:rsidRPr="00480438">
              <w:rPr>
                <w:rStyle w:val="Lienhypertexte"/>
                <w:noProof/>
              </w:rPr>
              <w:t>4.1.</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Obligations du concessionnaire</w:t>
            </w:r>
            <w:r w:rsidR="00C070B2">
              <w:rPr>
                <w:noProof/>
                <w:webHidden/>
              </w:rPr>
              <w:tab/>
            </w:r>
            <w:r w:rsidR="00C070B2">
              <w:rPr>
                <w:noProof/>
                <w:webHidden/>
              </w:rPr>
              <w:fldChar w:fldCharType="begin"/>
            </w:r>
            <w:r w:rsidR="00C070B2">
              <w:rPr>
                <w:noProof/>
                <w:webHidden/>
              </w:rPr>
              <w:instrText xml:space="preserve"> PAGEREF _Toc189735731 \h </w:instrText>
            </w:r>
            <w:r w:rsidR="00C070B2">
              <w:rPr>
                <w:noProof/>
                <w:webHidden/>
              </w:rPr>
            </w:r>
            <w:r w:rsidR="00C070B2">
              <w:rPr>
                <w:noProof/>
                <w:webHidden/>
              </w:rPr>
              <w:fldChar w:fldCharType="separate"/>
            </w:r>
            <w:r w:rsidR="00C070B2">
              <w:rPr>
                <w:noProof/>
                <w:webHidden/>
              </w:rPr>
              <w:t>21</w:t>
            </w:r>
            <w:r w:rsidR="00C070B2">
              <w:rPr>
                <w:noProof/>
                <w:webHidden/>
              </w:rPr>
              <w:fldChar w:fldCharType="end"/>
            </w:r>
          </w:hyperlink>
        </w:p>
        <w:p w14:paraId="4A45F463" w14:textId="3FA12DF9"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32" w:history="1">
            <w:r w:rsidR="00C070B2" w:rsidRPr="00480438">
              <w:rPr>
                <w:rStyle w:val="Lienhypertexte"/>
                <w:noProof/>
              </w:rPr>
              <w:t>4.2.</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Affectation et qualification du personnel</w:t>
            </w:r>
            <w:r w:rsidR="00C070B2">
              <w:rPr>
                <w:noProof/>
                <w:webHidden/>
              </w:rPr>
              <w:tab/>
            </w:r>
            <w:r w:rsidR="00C070B2">
              <w:rPr>
                <w:noProof/>
                <w:webHidden/>
              </w:rPr>
              <w:fldChar w:fldCharType="begin"/>
            </w:r>
            <w:r w:rsidR="00C070B2">
              <w:rPr>
                <w:noProof/>
                <w:webHidden/>
              </w:rPr>
              <w:instrText xml:space="preserve"> PAGEREF _Toc189735732 \h </w:instrText>
            </w:r>
            <w:r w:rsidR="00C070B2">
              <w:rPr>
                <w:noProof/>
                <w:webHidden/>
              </w:rPr>
            </w:r>
            <w:r w:rsidR="00C070B2">
              <w:rPr>
                <w:noProof/>
                <w:webHidden/>
              </w:rPr>
              <w:fldChar w:fldCharType="separate"/>
            </w:r>
            <w:r w:rsidR="00C070B2">
              <w:rPr>
                <w:noProof/>
                <w:webHidden/>
              </w:rPr>
              <w:t>21</w:t>
            </w:r>
            <w:r w:rsidR="00C070B2">
              <w:rPr>
                <w:noProof/>
                <w:webHidden/>
              </w:rPr>
              <w:fldChar w:fldCharType="end"/>
            </w:r>
          </w:hyperlink>
        </w:p>
        <w:p w14:paraId="78BD5287" w14:textId="17F51C9D"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33" w:history="1">
            <w:r w:rsidR="00C070B2" w:rsidRPr="00480438">
              <w:rPr>
                <w:rStyle w:val="Lienhypertexte"/>
                <w:noProof/>
              </w:rPr>
              <w:t>4.3.</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Encadrement et effectifs</w:t>
            </w:r>
            <w:r w:rsidR="00C070B2">
              <w:rPr>
                <w:noProof/>
                <w:webHidden/>
              </w:rPr>
              <w:tab/>
            </w:r>
            <w:r w:rsidR="00C070B2">
              <w:rPr>
                <w:noProof/>
                <w:webHidden/>
              </w:rPr>
              <w:fldChar w:fldCharType="begin"/>
            </w:r>
            <w:r w:rsidR="00C070B2">
              <w:rPr>
                <w:noProof/>
                <w:webHidden/>
              </w:rPr>
              <w:instrText xml:space="preserve"> PAGEREF _Toc189735733 \h </w:instrText>
            </w:r>
            <w:r w:rsidR="00C070B2">
              <w:rPr>
                <w:noProof/>
                <w:webHidden/>
              </w:rPr>
            </w:r>
            <w:r w:rsidR="00C070B2">
              <w:rPr>
                <w:noProof/>
                <w:webHidden/>
              </w:rPr>
              <w:fldChar w:fldCharType="separate"/>
            </w:r>
            <w:r w:rsidR="00C070B2">
              <w:rPr>
                <w:noProof/>
                <w:webHidden/>
              </w:rPr>
              <w:t>22</w:t>
            </w:r>
            <w:r w:rsidR="00C070B2">
              <w:rPr>
                <w:noProof/>
                <w:webHidden/>
              </w:rPr>
              <w:fldChar w:fldCharType="end"/>
            </w:r>
          </w:hyperlink>
        </w:p>
        <w:p w14:paraId="1213F9B6" w14:textId="300ADEE6"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34" w:history="1">
            <w:r w:rsidR="00C070B2" w:rsidRPr="00480438">
              <w:rPr>
                <w:rStyle w:val="Lienhypertexte"/>
                <w:noProof/>
              </w:rPr>
              <w:t>4.4.</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Conformité des conditions de travail</w:t>
            </w:r>
            <w:r w:rsidR="00C070B2">
              <w:rPr>
                <w:noProof/>
                <w:webHidden/>
              </w:rPr>
              <w:tab/>
            </w:r>
            <w:r w:rsidR="00C070B2">
              <w:rPr>
                <w:noProof/>
                <w:webHidden/>
              </w:rPr>
              <w:fldChar w:fldCharType="begin"/>
            </w:r>
            <w:r w:rsidR="00C070B2">
              <w:rPr>
                <w:noProof/>
                <w:webHidden/>
              </w:rPr>
              <w:instrText xml:space="preserve"> PAGEREF _Toc189735734 \h </w:instrText>
            </w:r>
            <w:r w:rsidR="00C070B2">
              <w:rPr>
                <w:noProof/>
                <w:webHidden/>
              </w:rPr>
            </w:r>
            <w:r w:rsidR="00C070B2">
              <w:rPr>
                <w:noProof/>
                <w:webHidden/>
              </w:rPr>
              <w:fldChar w:fldCharType="separate"/>
            </w:r>
            <w:r w:rsidR="00C070B2">
              <w:rPr>
                <w:noProof/>
                <w:webHidden/>
              </w:rPr>
              <w:t>22</w:t>
            </w:r>
            <w:r w:rsidR="00C070B2">
              <w:rPr>
                <w:noProof/>
                <w:webHidden/>
              </w:rPr>
              <w:fldChar w:fldCharType="end"/>
            </w:r>
          </w:hyperlink>
        </w:p>
        <w:p w14:paraId="235F678D" w14:textId="04CE7DEA" w:rsidR="00C070B2" w:rsidRDefault="00A8771F">
          <w:pPr>
            <w:pStyle w:val="TM1"/>
            <w:tabs>
              <w:tab w:val="left" w:pos="660"/>
              <w:tab w:val="right" w:leader="dot" w:pos="9062"/>
            </w:tabs>
            <w:rPr>
              <w:rFonts w:asciiTheme="minorHAnsi" w:eastAsiaTheme="minorEastAsia" w:hAnsiTheme="minorHAnsi"/>
              <w:noProof/>
              <w:kern w:val="2"/>
              <w:sz w:val="24"/>
              <w:szCs w:val="24"/>
              <w:lang w:eastAsia="fr-FR"/>
              <w14:ligatures w14:val="standardContextual"/>
            </w:rPr>
          </w:pPr>
          <w:hyperlink w:anchor="_Toc189735735" w:history="1">
            <w:r w:rsidR="00C070B2" w:rsidRPr="00480438">
              <w:rPr>
                <w:rStyle w:val="Lienhypertexte"/>
                <w:noProof/>
              </w:rPr>
              <w:t>5.</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Chapitre cinquième – Cadre financier</w:t>
            </w:r>
            <w:r w:rsidR="00C070B2">
              <w:rPr>
                <w:noProof/>
                <w:webHidden/>
              </w:rPr>
              <w:tab/>
            </w:r>
            <w:r w:rsidR="00C070B2">
              <w:rPr>
                <w:noProof/>
                <w:webHidden/>
              </w:rPr>
              <w:fldChar w:fldCharType="begin"/>
            </w:r>
            <w:r w:rsidR="00C070B2">
              <w:rPr>
                <w:noProof/>
                <w:webHidden/>
              </w:rPr>
              <w:instrText xml:space="preserve"> PAGEREF _Toc189735735 \h </w:instrText>
            </w:r>
            <w:r w:rsidR="00C070B2">
              <w:rPr>
                <w:noProof/>
                <w:webHidden/>
              </w:rPr>
            </w:r>
            <w:r w:rsidR="00C070B2">
              <w:rPr>
                <w:noProof/>
                <w:webHidden/>
              </w:rPr>
              <w:fldChar w:fldCharType="separate"/>
            </w:r>
            <w:r w:rsidR="00C070B2">
              <w:rPr>
                <w:noProof/>
                <w:webHidden/>
              </w:rPr>
              <w:t>23</w:t>
            </w:r>
            <w:r w:rsidR="00C070B2">
              <w:rPr>
                <w:noProof/>
                <w:webHidden/>
              </w:rPr>
              <w:fldChar w:fldCharType="end"/>
            </w:r>
          </w:hyperlink>
        </w:p>
        <w:p w14:paraId="1E145B0D" w14:textId="229A5ADD"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36" w:history="1">
            <w:r w:rsidR="00C070B2" w:rsidRPr="00480438">
              <w:rPr>
                <w:rStyle w:val="Lienhypertexte"/>
                <w:noProof/>
              </w:rPr>
              <w:t>5.1.</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Charges d’exploitation</w:t>
            </w:r>
            <w:r w:rsidR="00C070B2">
              <w:rPr>
                <w:noProof/>
                <w:webHidden/>
              </w:rPr>
              <w:tab/>
            </w:r>
            <w:r w:rsidR="00C070B2">
              <w:rPr>
                <w:noProof/>
                <w:webHidden/>
              </w:rPr>
              <w:fldChar w:fldCharType="begin"/>
            </w:r>
            <w:r w:rsidR="00C070B2">
              <w:rPr>
                <w:noProof/>
                <w:webHidden/>
              </w:rPr>
              <w:instrText xml:space="preserve"> PAGEREF _Toc189735736 \h </w:instrText>
            </w:r>
            <w:r w:rsidR="00C070B2">
              <w:rPr>
                <w:noProof/>
                <w:webHidden/>
              </w:rPr>
            </w:r>
            <w:r w:rsidR="00C070B2">
              <w:rPr>
                <w:noProof/>
                <w:webHidden/>
              </w:rPr>
              <w:fldChar w:fldCharType="separate"/>
            </w:r>
            <w:r w:rsidR="00C070B2">
              <w:rPr>
                <w:noProof/>
                <w:webHidden/>
              </w:rPr>
              <w:t>23</w:t>
            </w:r>
            <w:r w:rsidR="00C070B2">
              <w:rPr>
                <w:noProof/>
                <w:webHidden/>
              </w:rPr>
              <w:fldChar w:fldCharType="end"/>
            </w:r>
          </w:hyperlink>
        </w:p>
        <w:p w14:paraId="0DF5B880" w14:textId="43151347"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37" w:history="1">
            <w:r w:rsidR="00C070B2" w:rsidRPr="00480438">
              <w:rPr>
                <w:rStyle w:val="Lienhypertexte"/>
                <w:noProof/>
              </w:rPr>
              <w:t>5.2.</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Produits d’exploitation</w:t>
            </w:r>
            <w:r w:rsidR="00C070B2">
              <w:rPr>
                <w:noProof/>
                <w:webHidden/>
              </w:rPr>
              <w:tab/>
            </w:r>
            <w:r w:rsidR="00C070B2">
              <w:rPr>
                <w:noProof/>
                <w:webHidden/>
              </w:rPr>
              <w:fldChar w:fldCharType="begin"/>
            </w:r>
            <w:r w:rsidR="00C070B2">
              <w:rPr>
                <w:noProof/>
                <w:webHidden/>
              </w:rPr>
              <w:instrText xml:space="preserve"> PAGEREF _Toc189735737 \h </w:instrText>
            </w:r>
            <w:r w:rsidR="00C070B2">
              <w:rPr>
                <w:noProof/>
                <w:webHidden/>
              </w:rPr>
            </w:r>
            <w:r w:rsidR="00C070B2">
              <w:rPr>
                <w:noProof/>
                <w:webHidden/>
              </w:rPr>
              <w:fldChar w:fldCharType="separate"/>
            </w:r>
            <w:r w:rsidR="00C070B2">
              <w:rPr>
                <w:noProof/>
                <w:webHidden/>
              </w:rPr>
              <w:t>23</w:t>
            </w:r>
            <w:r w:rsidR="00C070B2">
              <w:rPr>
                <w:noProof/>
                <w:webHidden/>
              </w:rPr>
              <w:fldChar w:fldCharType="end"/>
            </w:r>
          </w:hyperlink>
        </w:p>
        <w:p w14:paraId="26B3B183" w14:textId="71DB7565"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38" w:history="1">
            <w:r w:rsidR="00C070B2" w:rsidRPr="00480438">
              <w:rPr>
                <w:rStyle w:val="Lienhypertexte"/>
                <w:noProof/>
              </w:rPr>
              <w:t>5.3.</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Tarification PSU</w:t>
            </w:r>
            <w:r w:rsidR="00C070B2">
              <w:rPr>
                <w:noProof/>
                <w:webHidden/>
              </w:rPr>
              <w:tab/>
            </w:r>
            <w:r w:rsidR="00C070B2">
              <w:rPr>
                <w:noProof/>
                <w:webHidden/>
              </w:rPr>
              <w:fldChar w:fldCharType="begin"/>
            </w:r>
            <w:r w:rsidR="00C070B2">
              <w:rPr>
                <w:noProof/>
                <w:webHidden/>
              </w:rPr>
              <w:instrText xml:space="preserve"> PAGEREF _Toc189735738 \h </w:instrText>
            </w:r>
            <w:r w:rsidR="00C070B2">
              <w:rPr>
                <w:noProof/>
                <w:webHidden/>
              </w:rPr>
            </w:r>
            <w:r w:rsidR="00C070B2">
              <w:rPr>
                <w:noProof/>
                <w:webHidden/>
              </w:rPr>
              <w:fldChar w:fldCharType="separate"/>
            </w:r>
            <w:r w:rsidR="00C070B2">
              <w:rPr>
                <w:noProof/>
                <w:webHidden/>
              </w:rPr>
              <w:t>23</w:t>
            </w:r>
            <w:r w:rsidR="00C070B2">
              <w:rPr>
                <w:noProof/>
                <w:webHidden/>
              </w:rPr>
              <w:fldChar w:fldCharType="end"/>
            </w:r>
          </w:hyperlink>
        </w:p>
        <w:p w14:paraId="56ADAC1B" w14:textId="08C9C49E" w:rsidR="00C070B2" w:rsidRDefault="00A8771F">
          <w:pPr>
            <w:pStyle w:val="TM3"/>
            <w:tabs>
              <w:tab w:val="left" w:pos="1320"/>
              <w:tab w:val="right" w:leader="dot" w:pos="9062"/>
            </w:tabs>
            <w:rPr>
              <w:rFonts w:asciiTheme="minorHAnsi" w:eastAsiaTheme="minorEastAsia" w:hAnsiTheme="minorHAnsi"/>
              <w:noProof/>
              <w:kern w:val="2"/>
              <w:sz w:val="24"/>
              <w:szCs w:val="24"/>
              <w:lang w:eastAsia="fr-FR"/>
              <w14:ligatures w14:val="standardContextual"/>
            </w:rPr>
          </w:pPr>
          <w:hyperlink w:anchor="_Toc189735739" w:history="1">
            <w:r w:rsidR="00C070B2" w:rsidRPr="00480438">
              <w:rPr>
                <w:rStyle w:val="Lienhypertexte"/>
                <w:noProof/>
              </w:rPr>
              <w:t>5.3.1.</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Tarification des familles</w:t>
            </w:r>
            <w:r w:rsidR="00C070B2">
              <w:rPr>
                <w:noProof/>
                <w:webHidden/>
              </w:rPr>
              <w:tab/>
            </w:r>
            <w:r w:rsidR="00C070B2">
              <w:rPr>
                <w:noProof/>
                <w:webHidden/>
              </w:rPr>
              <w:fldChar w:fldCharType="begin"/>
            </w:r>
            <w:r w:rsidR="00C070B2">
              <w:rPr>
                <w:noProof/>
                <w:webHidden/>
              </w:rPr>
              <w:instrText xml:space="preserve"> PAGEREF _Toc189735739 \h </w:instrText>
            </w:r>
            <w:r w:rsidR="00C070B2">
              <w:rPr>
                <w:noProof/>
                <w:webHidden/>
              </w:rPr>
            </w:r>
            <w:r w:rsidR="00C070B2">
              <w:rPr>
                <w:noProof/>
                <w:webHidden/>
              </w:rPr>
              <w:fldChar w:fldCharType="separate"/>
            </w:r>
            <w:r w:rsidR="00C070B2">
              <w:rPr>
                <w:noProof/>
                <w:webHidden/>
              </w:rPr>
              <w:t>23</w:t>
            </w:r>
            <w:r w:rsidR="00C070B2">
              <w:rPr>
                <w:noProof/>
                <w:webHidden/>
              </w:rPr>
              <w:fldChar w:fldCharType="end"/>
            </w:r>
          </w:hyperlink>
        </w:p>
        <w:p w14:paraId="5FB06684" w14:textId="10902B7A" w:rsidR="00C070B2" w:rsidRDefault="00A8771F">
          <w:pPr>
            <w:pStyle w:val="TM3"/>
            <w:tabs>
              <w:tab w:val="left" w:pos="1320"/>
              <w:tab w:val="right" w:leader="dot" w:pos="9062"/>
            </w:tabs>
            <w:rPr>
              <w:rFonts w:asciiTheme="minorHAnsi" w:eastAsiaTheme="minorEastAsia" w:hAnsiTheme="minorHAnsi"/>
              <w:noProof/>
              <w:kern w:val="2"/>
              <w:sz w:val="24"/>
              <w:szCs w:val="24"/>
              <w:lang w:eastAsia="fr-FR"/>
              <w14:ligatures w14:val="standardContextual"/>
            </w:rPr>
          </w:pPr>
          <w:hyperlink w:anchor="_Toc189735740" w:history="1">
            <w:r w:rsidR="00C070B2" w:rsidRPr="00480438">
              <w:rPr>
                <w:rStyle w:val="Lienhypertexte"/>
                <w:noProof/>
              </w:rPr>
              <w:t>5.3.2.</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Facturation et encaissement des tarifs applicables aux familles</w:t>
            </w:r>
            <w:r w:rsidR="00C070B2">
              <w:rPr>
                <w:noProof/>
                <w:webHidden/>
              </w:rPr>
              <w:tab/>
            </w:r>
            <w:r w:rsidR="00C070B2">
              <w:rPr>
                <w:noProof/>
                <w:webHidden/>
              </w:rPr>
              <w:fldChar w:fldCharType="begin"/>
            </w:r>
            <w:r w:rsidR="00C070B2">
              <w:rPr>
                <w:noProof/>
                <w:webHidden/>
              </w:rPr>
              <w:instrText xml:space="preserve"> PAGEREF _Toc189735740 \h </w:instrText>
            </w:r>
            <w:r w:rsidR="00C070B2">
              <w:rPr>
                <w:noProof/>
                <w:webHidden/>
              </w:rPr>
            </w:r>
            <w:r w:rsidR="00C070B2">
              <w:rPr>
                <w:noProof/>
                <w:webHidden/>
              </w:rPr>
              <w:fldChar w:fldCharType="separate"/>
            </w:r>
            <w:r w:rsidR="00C070B2">
              <w:rPr>
                <w:noProof/>
                <w:webHidden/>
              </w:rPr>
              <w:t>24</w:t>
            </w:r>
            <w:r w:rsidR="00C070B2">
              <w:rPr>
                <w:noProof/>
                <w:webHidden/>
              </w:rPr>
              <w:fldChar w:fldCharType="end"/>
            </w:r>
          </w:hyperlink>
        </w:p>
        <w:p w14:paraId="0D59C693" w14:textId="29C5FD7D" w:rsidR="00C070B2" w:rsidRDefault="00A8771F">
          <w:pPr>
            <w:pStyle w:val="TM3"/>
            <w:tabs>
              <w:tab w:val="left" w:pos="1320"/>
              <w:tab w:val="right" w:leader="dot" w:pos="9062"/>
            </w:tabs>
            <w:rPr>
              <w:rFonts w:asciiTheme="minorHAnsi" w:eastAsiaTheme="minorEastAsia" w:hAnsiTheme="minorHAnsi"/>
              <w:noProof/>
              <w:kern w:val="2"/>
              <w:sz w:val="24"/>
              <w:szCs w:val="24"/>
              <w:lang w:eastAsia="fr-FR"/>
              <w14:ligatures w14:val="standardContextual"/>
            </w:rPr>
          </w:pPr>
          <w:hyperlink w:anchor="_Toc189735741" w:history="1">
            <w:r w:rsidR="00C070B2" w:rsidRPr="00480438">
              <w:rPr>
                <w:rStyle w:val="Lienhypertexte"/>
                <w:noProof/>
              </w:rPr>
              <w:t>5.3.3.</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Complément de PSU CAF</w:t>
            </w:r>
            <w:r w:rsidR="00C070B2">
              <w:rPr>
                <w:noProof/>
                <w:webHidden/>
              </w:rPr>
              <w:tab/>
            </w:r>
            <w:r w:rsidR="00C070B2">
              <w:rPr>
                <w:noProof/>
                <w:webHidden/>
              </w:rPr>
              <w:fldChar w:fldCharType="begin"/>
            </w:r>
            <w:r w:rsidR="00C070B2">
              <w:rPr>
                <w:noProof/>
                <w:webHidden/>
              </w:rPr>
              <w:instrText xml:space="preserve"> PAGEREF _Toc189735741 \h </w:instrText>
            </w:r>
            <w:r w:rsidR="00C070B2">
              <w:rPr>
                <w:noProof/>
                <w:webHidden/>
              </w:rPr>
            </w:r>
            <w:r w:rsidR="00C070B2">
              <w:rPr>
                <w:noProof/>
                <w:webHidden/>
              </w:rPr>
              <w:fldChar w:fldCharType="separate"/>
            </w:r>
            <w:r w:rsidR="00C070B2">
              <w:rPr>
                <w:noProof/>
                <w:webHidden/>
              </w:rPr>
              <w:t>24</w:t>
            </w:r>
            <w:r w:rsidR="00C070B2">
              <w:rPr>
                <w:noProof/>
                <w:webHidden/>
              </w:rPr>
              <w:fldChar w:fldCharType="end"/>
            </w:r>
          </w:hyperlink>
        </w:p>
        <w:p w14:paraId="4823A91A" w14:textId="54297C43"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42" w:history="1">
            <w:r w:rsidR="00C070B2" w:rsidRPr="00480438">
              <w:rPr>
                <w:rStyle w:val="Lienhypertexte"/>
                <w:noProof/>
              </w:rPr>
              <w:t>5.4.</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Compensation pour contraintes de service</w:t>
            </w:r>
            <w:r w:rsidR="00C070B2">
              <w:rPr>
                <w:noProof/>
                <w:webHidden/>
              </w:rPr>
              <w:tab/>
            </w:r>
            <w:r w:rsidR="00C070B2">
              <w:rPr>
                <w:noProof/>
                <w:webHidden/>
              </w:rPr>
              <w:fldChar w:fldCharType="begin"/>
            </w:r>
            <w:r w:rsidR="00C070B2">
              <w:rPr>
                <w:noProof/>
                <w:webHidden/>
              </w:rPr>
              <w:instrText xml:space="preserve"> PAGEREF _Toc189735742 \h </w:instrText>
            </w:r>
            <w:r w:rsidR="00C070B2">
              <w:rPr>
                <w:noProof/>
                <w:webHidden/>
              </w:rPr>
            </w:r>
            <w:r w:rsidR="00C070B2">
              <w:rPr>
                <w:noProof/>
                <w:webHidden/>
              </w:rPr>
              <w:fldChar w:fldCharType="separate"/>
            </w:r>
            <w:r w:rsidR="00C070B2">
              <w:rPr>
                <w:noProof/>
                <w:webHidden/>
              </w:rPr>
              <w:t>25</w:t>
            </w:r>
            <w:r w:rsidR="00C070B2">
              <w:rPr>
                <w:noProof/>
                <w:webHidden/>
              </w:rPr>
              <w:fldChar w:fldCharType="end"/>
            </w:r>
          </w:hyperlink>
        </w:p>
        <w:p w14:paraId="1B1B3106" w14:textId="74D38DA6"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43" w:history="1">
            <w:r w:rsidR="00C070B2" w:rsidRPr="00480438">
              <w:rPr>
                <w:rStyle w:val="Lienhypertexte"/>
                <w:noProof/>
              </w:rPr>
              <w:t>5.5.</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Redevance annuelle</w:t>
            </w:r>
            <w:r w:rsidR="00C070B2">
              <w:rPr>
                <w:noProof/>
                <w:webHidden/>
              </w:rPr>
              <w:tab/>
            </w:r>
            <w:r w:rsidR="00C070B2">
              <w:rPr>
                <w:noProof/>
                <w:webHidden/>
              </w:rPr>
              <w:fldChar w:fldCharType="begin"/>
            </w:r>
            <w:r w:rsidR="00C070B2">
              <w:rPr>
                <w:noProof/>
                <w:webHidden/>
              </w:rPr>
              <w:instrText xml:space="preserve"> PAGEREF _Toc189735743 \h </w:instrText>
            </w:r>
            <w:r w:rsidR="00C070B2">
              <w:rPr>
                <w:noProof/>
                <w:webHidden/>
              </w:rPr>
            </w:r>
            <w:r w:rsidR="00C070B2">
              <w:rPr>
                <w:noProof/>
                <w:webHidden/>
              </w:rPr>
              <w:fldChar w:fldCharType="separate"/>
            </w:r>
            <w:r w:rsidR="00C070B2">
              <w:rPr>
                <w:noProof/>
                <w:webHidden/>
              </w:rPr>
              <w:t>25</w:t>
            </w:r>
            <w:r w:rsidR="00C070B2">
              <w:rPr>
                <w:noProof/>
                <w:webHidden/>
              </w:rPr>
              <w:fldChar w:fldCharType="end"/>
            </w:r>
          </w:hyperlink>
        </w:p>
        <w:p w14:paraId="7D348034" w14:textId="5FF1B9FE"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44" w:history="1">
            <w:r w:rsidR="00C070B2" w:rsidRPr="00480438">
              <w:rPr>
                <w:rStyle w:val="Lienhypertexte"/>
                <w:noProof/>
              </w:rPr>
              <w:t>5.6.</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Régime fiscal</w:t>
            </w:r>
            <w:r w:rsidR="00C070B2">
              <w:rPr>
                <w:noProof/>
                <w:webHidden/>
              </w:rPr>
              <w:tab/>
            </w:r>
            <w:r w:rsidR="00C070B2">
              <w:rPr>
                <w:noProof/>
                <w:webHidden/>
              </w:rPr>
              <w:fldChar w:fldCharType="begin"/>
            </w:r>
            <w:r w:rsidR="00C070B2">
              <w:rPr>
                <w:noProof/>
                <w:webHidden/>
              </w:rPr>
              <w:instrText xml:space="preserve"> PAGEREF _Toc189735744 \h </w:instrText>
            </w:r>
            <w:r w:rsidR="00C070B2">
              <w:rPr>
                <w:noProof/>
                <w:webHidden/>
              </w:rPr>
            </w:r>
            <w:r w:rsidR="00C070B2">
              <w:rPr>
                <w:noProof/>
                <w:webHidden/>
              </w:rPr>
              <w:fldChar w:fldCharType="separate"/>
            </w:r>
            <w:r w:rsidR="00C070B2">
              <w:rPr>
                <w:noProof/>
                <w:webHidden/>
              </w:rPr>
              <w:t>26</w:t>
            </w:r>
            <w:r w:rsidR="00C070B2">
              <w:rPr>
                <w:noProof/>
                <w:webHidden/>
              </w:rPr>
              <w:fldChar w:fldCharType="end"/>
            </w:r>
          </w:hyperlink>
        </w:p>
        <w:p w14:paraId="6227409A" w14:textId="68AA23A1"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45" w:history="1">
            <w:r w:rsidR="00C070B2" w:rsidRPr="00480438">
              <w:rPr>
                <w:rStyle w:val="Lienhypertexte"/>
                <w:noProof/>
              </w:rPr>
              <w:t>5.7.</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Avenant – Modification des dispositions financières</w:t>
            </w:r>
            <w:r w:rsidR="00C070B2">
              <w:rPr>
                <w:noProof/>
                <w:webHidden/>
              </w:rPr>
              <w:tab/>
            </w:r>
            <w:r w:rsidR="00C070B2">
              <w:rPr>
                <w:noProof/>
                <w:webHidden/>
              </w:rPr>
              <w:fldChar w:fldCharType="begin"/>
            </w:r>
            <w:r w:rsidR="00C070B2">
              <w:rPr>
                <w:noProof/>
                <w:webHidden/>
              </w:rPr>
              <w:instrText xml:space="preserve"> PAGEREF _Toc189735745 \h </w:instrText>
            </w:r>
            <w:r w:rsidR="00C070B2">
              <w:rPr>
                <w:noProof/>
                <w:webHidden/>
              </w:rPr>
            </w:r>
            <w:r w:rsidR="00C070B2">
              <w:rPr>
                <w:noProof/>
                <w:webHidden/>
              </w:rPr>
              <w:fldChar w:fldCharType="separate"/>
            </w:r>
            <w:r w:rsidR="00C070B2">
              <w:rPr>
                <w:noProof/>
                <w:webHidden/>
              </w:rPr>
              <w:t>26</w:t>
            </w:r>
            <w:r w:rsidR="00C070B2">
              <w:rPr>
                <w:noProof/>
                <w:webHidden/>
              </w:rPr>
              <w:fldChar w:fldCharType="end"/>
            </w:r>
          </w:hyperlink>
        </w:p>
        <w:p w14:paraId="16E63B93" w14:textId="5C056EB5" w:rsidR="00C070B2" w:rsidRDefault="00A8771F">
          <w:pPr>
            <w:pStyle w:val="TM1"/>
            <w:tabs>
              <w:tab w:val="left" w:pos="660"/>
              <w:tab w:val="right" w:leader="dot" w:pos="9062"/>
            </w:tabs>
            <w:rPr>
              <w:rFonts w:asciiTheme="minorHAnsi" w:eastAsiaTheme="minorEastAsia" w:hAnsiTheme="minorHAnsi"/>
              <w:noProof/>
              <w:kern w:val="2"/>
              <w:sz w:val="24"/>
              <w:szCs w:val="24"/>
              <w:lang w:eastAsia="fr-FR"/>
              <w14:ligatures w14:val="standardContextual"/>
            </w:rPr>
          </w:pPr>
          <w:hyperlink w:anchor="_Toc189735746" w:history="1">
            <w:r w:rsidR="00C070B2" w:rsidRPr="00480438">
              <w:rPr>
                <w:rStyle w:val="Lienhypertexte"/>
                <w:noProof/>
              </w:rPr>
              <w:t>6.</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Chapitre sixième – Contrôle du concessionnaire par le concédant</w:t>
            </w:r>
            <w:r w:rsidR="00C070B2">
              <w:rPr>
                <w:noProof/>
                <w:webHidden/>
              </w:rPr>
              <w:tab/>
            </w:r>
            <w:r w:rsidR="00C070B2">
              <w:rPr>
                <w:noProof/>
                <w:webHidden/>
              </w:rPr>
              <w:fldChar w:fldCharType="begin"/>
            </w:r>
            <w:r w:rsidR="00C070B2">
              <w:rPr>
                <w:noProof/>
                <w:webHidden/>
              </w:rPr>
              <w:instrText xml:space="preserve"> PAGEREF _Toc189735746 \h </w:instrText>
            </w:r>
            <w:r w:rsidR="00C070B2">
              <w:rPr>
                <w:noProof/>
                <w:webHidden/>
              </w:rPr>
            </w:r>
            <w:r w:rsidR="00C070B2">
              <w:rPr>
                <w:noProof/>
                <w:webHidden/>
              </w:rPr>
              <w:fldChar w:fldCharType="separate"/>
            </w:r>
            <w:r w:rsidR="00C070B2">
              <w:rPr>
                <w:noProof/>
                <w:webHidden/>
              </w:rPr>
              <w:t>27</w:t>
            </w:r>
            <w:r w:rsidR="00C070B2">
              <w:rPr>
                <w:noProof/>
                <w:webHidden/>
              </w:rPr>
              <w:fldChar w:fldCharType="end"/>
            </w:r>
          </w:hyperlink>
        </w:p>
        <w:p w14:paraId="198831E6" w14:textId="33822C8B"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47" w:history="1">
            <w:r w:rsidR="00C070B2" w:rsidRPr="00480438">
              <w:rPr>
                <w:rStyle w:val="Lienhypertexte"/>
                <w:noProof/>
              </w:rPr>
              <w:t>6.1.</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Rapport annuel du concessionnaire (RAC)</w:t>
            </w:r>
            <w:r w:rsidR="00C070B2">
              <w:rPr>
                <w:noProof/>
                <w:webHidden/>
              </w:rPr>
              <w:tab/>
            </w:r>
            <w:r w:rsidR="00C070B2">
              <w:rPr>
                <w:noProof/>
                <w:webHidden/>
              </w:rPr>
              <w:fldChar w:fldCharType="begin"/>
            </w:r>
            <w:r w:rsidR="00C070B2">
              <w:rPr>
                <w:noProof/>
                <w:webHidden/>
              </w:rPr>
              <w:instrText xml:space="preserve"> PAGEREF _Toc189735747 \h </w:instrText>
            </w:r>
            <w:r w:rsidR="00C070B2">
              <w:rPr>
                <w:noProof/>
                <w:webHidden/>
              </w:rPr>
            </w:r>
            <w:r w:rsidR="00C070B2">
              <w:rPr>
                <w:noProof/>
                <w:webHidden/>
              </w:rPr>
              <w:fldChar w:fldCharType="separate"/>
            </w:r>
            <w:r w:rsidR="00C070B2">
              <w:rPr>
                <w:noProof/>
                <w:webHidden/>
              </w:rPr>
              <w:t>27</w:t>
            </w:r>
            <w:r w:rsidR="00C070B2">
              <w:rPr>
                <w:noProof/>
                <w:webHidden/>
              </w:rPr>
              <w:fldChar w:fldCharType="end"/>
            </w:r>
          </w:hyperlink>
        </w:p>
        <w:p w14:paraId="18EF0093" w14:textId="331DE1FE"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48" w:history="1">
            <w:r w:rsidR="00C070B2" w:rsidRPr="00480438">
              <w:rPr>
                <w:rStyle w:val="Lienhypertexte"/>
                <w:noProof/>
              </w:rPr>
              <w:t>6.2.</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Reporting semestriel</w:t>
            </w:r>
            <w:r w:rsidR="00C070B2">
              <w:rPr>
                <w:noProof/>
                <w:webHidden/>
              </w:rPr>
              <w:tab/>
            </w:r>
            <w:r w:rsidR="00C070B2">
              <w:rPr>
                <w:noProof/>
                <w:webHidden/>
              </w:rPr>
              <w:fldChar w:fldCharType="begin"/>
            </w:r>
            <w:r w:rsidR="00C070B2">
              <w:rPr>
                <w:noProof/>
                <w:webHidden/>
              </w:rPr>
              <w:instrText xml:space="preserve"> PAGEREF _Toc189735748 \h </w:instrText>
            </w:r>
            <w:r w:rsidR="00C070B2">
              <w:rPr>
                <w:noProof/>
                <w:webHidden/>
              </w:rPr>
            </w:r>
            <w:r w:rsidR="00C070B2">
              <w:rPr>
                <w:noProof/>
                <w:webHidden/>
              </w:rPr>
              <w:fldChar w:fldCharType="separate"/>
            </w:r>
            <w:r w:rsidR="00C070B2">
              <w:rPr>
                <w:noProof/>
                <w:webHidden/>
              </w:rPr>
              <w:t>28</w:t>
            </w:r>
            <w:r w:rsidR="00C070B2">
              <w:rPr>
                <w:noProof/>
                <w:webHidden/>
              </w:rPr>
              <w:fldChar w:fldCharType="end"/>
            </w:r>
          </w:hyperlink>
        </w:p>
        <w:p w14:paraId="23F5CDD6" w14:textId="6C458E90"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49" w:history="1">
            <w:r w:rsidR="00C070B2" w:rsidRPr="00480438">
              <w:rPr>
                <w:rStyle w:val="Lienhypertexte"/>
                <w:noProof/>
              </w:rPr>
              <w:t>6.3.</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Reporting EGAlim</w:t>
            </w:r>
            <w:r w:rsidR="00C070B2">
              <w:rPr>
                <w:noProof/>
                <w:webHidden/>
              </w:rPr>
              <w:tab/>
            </w:r>
            <w:r w:rsidR="00C070B2">
              <w:rPr>
                <w:noProof/>
                <w:webHidden/>
              </w:rPr>
              <w:fldChar w:fldCharType="begin"/>
            </w:r>
            <w:r w:rsidR="00C070B2">
              <w:rPr>
                <w:noProof/>
                <w:webHidden/>
              </w:rPr>
              <w:instrText xml:space="preserve"> PAGEREF _Toc189735749 \h </w:instrText>
            </w:r>
            <w:r w:rsidR="00C070B2">
              <w:rPr>
                <w:noProof/>
                <w:webHidden/>
              </w:rPr>
            </w:r>
            <w:r w:rsidR="00C070B2">
              <w:rPr>
                <w:noProof/>
                <w:webHidden/>
              </w:rPr>
              <w:fldChar w:fldCharType="separate"/>
            </w:r>
            <w:r w:rsidR="00C070B2">
              <w:rPr>
                <w:noProof/>
                <w:webHidden/>
              </w:rPr>
              <w:t>29</w:t>
            </w:r>
            <w:r w:rsidR="00C070B2">
              <w:rPr>
                <w:noProof/>
                <w:webHidden/>
              </w:rPr>
              <w:fldChar w:fldCharType="end"/>
            </w:r>
          </w:hyperlink>
        </w:p>
        <w:p w14:paraId="27E65AB1" w14:textId="5BE613EF"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50" w:history="1">
            <w:r w:rsidR="00C070B2" w:rsidRPr="00480438">
              <w:rPr>
                <w:rStyle w:val="Lienhypertexte"/>
                <w:noProof/>
              </w:rPr>
              <w:t>6.4.</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Conservation des documents</w:t>
            </w:r>
            <w:r w:rsidR="00C070B2">
              <w:rPr>
                <w:noProof/>
                <w:webHidden/>
              </w:rPr>
              <w:tab/>
            </w:r>
            <w:r w:rsidR="00C070B2">
              <w:rPr>
                <w:noProof/>
                <w:webHidden/>
              </w:rPr>
              <w:fldChar w:fldCharType="begin"/>
            </w:r>
            <w:r w:rsidR="00C070B2">
              <w:rPr>
                <w:noProof/>
                <w:webHidden/>
              </w:rPr>
              <w:instrText xml:space="preserve"> PAGEREF _Toc189735750 \h </w:instrText>
            </w:r>
            <w:r w:rsidR="00C070B2">
              <w:rPr>
                <w:noProof/>
                <w:webHidden/>
              </w:rPr>
            </w:r>
            <w:r w:rsidR="00C070B2">
              <w:rPr>
                <w:noProof/>
                <w:webHidden/>
              </w:rPr>
              <w:fldChar w:fldCharType="separate"/>
            </w:r>
            <w:r w:rsidR="00C070B2">
              <w:rPr>
                <w:noProof/>
                <w:webHidden/>
              </w:rPr>
              <w:t>29</w:t>
            </w:r>
            <w:r w:rsidR="00C070B2">
              <w:rPr>
                <w:noProof/>
                <w:webHidden/>
              </w:rPr>
              <w:fldChar w:fldCharType="end"/>
            </w:r>
          </w:hyperlink>
        </w:p>
        <w:p w14:paraId="4B320ADF" w14:textId="4228C821"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51" w:history="1">
            <w:r w:rsidR="00C070B2" w:rsidRPr="00480438">
              <w:rPr>
                <w:rStyle w:val="Lienhypertexte"/>
                <w:noProof/>
              </w:rPr>
              <w:t>6.5.</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Contrôle exercé par le concédant</w:t>
            </w:r>
            <w:r w:rsidR="00C070B2">
              <w:rPr>
                <w:noProof/>
                <w:webHidden/>
              </w:rPr>
              <w:tab/>
            </w:r>
            <w:r w:rsidR="00C070B2">
              <w:rPr>
                <w:noProof/>
                <w:webHidden/>
              </w:rPr>
              <w:fldChar w:fldCharType="begin"/>
            </w:r>
            <w:r w:rsidR="00C070B2">
              <w:rPr>
                <w:noProof/>
                <w:webHidden/>
              </w:rPr>
              <w:instrText xml:space="preserve"> PAGEREF _Toc189735751 \h </w:instrText>
            </w:r>
            <w:r w:rsidR="00C070B2">
              <w:rPr>
                <w:noProof/>
                <w:webHidden/>
              </w:rPr>
            </w:r>
            <w:r w:rsidR="00C070B2">
              <w:rPr>
                <w:noProof/>
                <w:webHidden/>
              </w:rPr>
              <w:fldChar w:fldCharType="separate"/>
            </w:r>
            <w:r w:rsidR="00C070B2">
              <w:rPr>
                <w:noProof/>
                <w:webHidden/>
              </w:rPr>
              <w:t>29</w:t>
            </w:r>
            <w:r w:rsidR="00C070B2">
              <w:rPr>
                <w:noProof/>
                <w:webHidden/>
              </w:rPr>
              <w:fldChar w:fldCharType="end"/>
            </w:r>
          </w:hyperlink>
        </w:p>
        <w:p w14:paraId="59D7ED4B" w14:textId="2F6E7331"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52" w:history="1">
            <w:r w:rsidR="00C070B2" w:rsidRPr="00480438">
              <w:rPr>
                <w:rStyle w:val="Lienhypertexte"/>
                <w:noProof/>
              </w:rPr>
              <w:t>6.6.</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Comité de pilotage</w:t>
            </w:r>
            <w:r w:rsidR="00C070B2">
              <w:rPr>
                <w:noProof/>
                <w:webHidden/>
              </w:rPr>
              <w:tab/>
            </w:r>
            <w:r w:rsidR="00C070B2">
              <w:rPr>
                <w:noProof/>
                <w:webHidden/>
              </w:rPr>
              <w:fldChar w:fldCharType="begin"/>
            </w:r>
            <w:r w:rsidR="00C070B2">
              <w:rPr>
                <w:noProof/>
                <w:webHidden/>
              </w:rPr>
              <w:instrText xml:space="preserve"> PAGEREF _Toc189735752 \h </w:instrText>
            </w:r>
            <w:r w:rsidR="00C070B2">
              <w:rPr>
                <w:noProof/>
                <w:webHidden/>
              </w:rPr>
            </w:r>
            <w:r w:rsidR="00C070B2">
              <w:rPr>
                <w:noProof/>
                <w:webHidden/>
              </w:rPr>
              <w:fldChar w:fldCharType="separate"/>
            </w:r>
            <w:r w:rsidR="00C070B2">
              <w:rPr>
                <w:noProof/>
                <w:webHidden/>
              </w:rPr>
              <w:t>29</w:t>
            </w:r>
            <w:r w:rsidR="00C070B2">
              <w:rPr>
                <w:noProof/>
                <w:webHidden/>
              </w:rPr>
              <w:fldChar w:fldCharType="end"/>
            </w:r>
          </w:hyperlink>
        </w:p>
        <w:p w14:paraId="4BB73FBF" w14:textId="27DF28E0" w:rsidR="00C070B2" w:rsidRDefault="00A8771F">
          <w:pPr>
            <w:pStyle w:val="TM1"/>
            <w:tabs>
              <w:tab w:val="left" w:pos="660"/>
              <w:tab w:val="right" w:leader="dot" w:pos="9062"/>
            </w:tabs>
            <w:rPr>
              <w:rFonts w:asciiTheme="minorHAnsi" w:eastAsiaTheme="minorEastAsia" w:hAnsiTheme="minorHAnsi"/>
              <w:noProof/>
              <w:kern w:val="2"/>
              <w:sz w:val="24"/>
              <w:szCs w:val="24"/>
              <w:lang w:eastAsia="fr-FR"/>
              <w14:ligatures w14:val="standardContextual"/>
            </w:rPr>
          </w:pPr>
          <w:hyperlink w:anchor="_Toc189735753" w:history="1">
            <w:r w:rsidR="00C070B2" w:rsidRPr="00480438">
              <w:rPr>
                <w:rStyle w:val="Lienhypertexte"/>
                <w:noProof/>
              </w:rPr>
              <w:t>7.</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Chapitre septième – Responsabilités et assurances</w:t>
            </w:r>
            <w:r w:rsidR="00C070B2">
              <w:rPr>
                <w:noProof/>
                <w:webHidden/>
              </w:rPr>
              <w:tab/>
            </w:r>
            <w:r w:rsidR="00C070B2">
              <w:rPr>
                <w:noProof/>
                <w:webHidden/>
              </w:rPr>
              <w:fldChar w:fldCharType="begin"/>
            </w:r>
            <w:r w:rsidR="00C070B2">
              <w:rPr>
                <w:noProof/>
                <w:webHidden/>
              </w:rPr>
              <w:instrText xml:space="preserve"> PAGEREF _Toc189735753 \h </w:instrText>
            </w:r>
            <w:r w:rsidR="00C070B2">
              <w:rPr>
                <w:noProof/>
                <w:webHidden/>
              </w:rPr>
            </w:r>
            <w:r w:rsidR="00C070B2">
              <w:rPr>
                <w:noProof/>
                <w:webHidden/>
              </w:rPr>
              <w:fldChar w:fldCharType="separate"/>
            </w:r>
            <w:r w:rsidR="00C070B2">
              <w:rPr>
                <w:noProof/>
                <w:webHidden/>
              </w:rPr>
              <w:t>31</w:t>
            </w:r>
            <w:r w:rsidR="00C070B2">
              <w:rPr>
                <w:noProof/>
                <w:webHidden/>
              </w:rPr>
              <w:fldChar w:fldCharType="end"/>
            </w:r>
          </w:hyperlink>
        </w:p>
        <w:p w14:paraId="501552A2" w14:textId="185BE970"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54" w:history="1">
            <w:r w:rsidR="00C070B2" w:rsidRPr="00480438">
              <w:rPr>
                <w:rStyle w:val="Lienhypertexte"/>
                <w:noProof/>
              </w:rPr>
              <w:t>7.1.</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Responsabilités du concessionnaire</w:t>
            </w:r>
            <w:r w:rsidR="00C070B2">
              <w:rPr>
                <w:noProof/>
                <w:webHidden/>
              </w:rPr>
              <w:tab/>
            </w:r>
            <w:r w:rsidR="00C070B2">
              <w:rPr>
                <w:noProof/>
                <w:webHidden/>
              </w:rPr>
              <w:fldChar w:fldCharType="begin"/>
            </w:r>
            <w:r w:rsidR="00C070B2">
              <w:rPr>
                <w:noProof/>
                <w:webHidden/>
              </w:rPr>
              <w:instrText xml:space="preserve"> PAGEREF _Toc189735754 \h </w:instrText>
            </w:r>
            <w:r w:rsidR="00C070B2">
              <w:rPr>
                <w:noProof/>
                <w:webHidden/>
              </w:rPr>
            </w:r>
            <w:r w:rsidR="00C070B2">
              <w:rPr>
                <w:noProof/>
                <w:webHidden/>
              </w:rPr>
              <w:fldChar w:fldCharType="separate"/>
            </w:r>
            <w:r w:rsidR="00C070B2">
              <w:rPr>
                <w:noProof/>
                <w:webHidden/>
              </w:rPr>
              <w:t>31</w:t>
            </w:r>
            <w:r w:rsidR="00C070B2">
              <w:rPr>
                <w:noProof/>
                <w:webHidden/>
              </w:rPr>
              <w:fldChar w:fldCharType="end"/>
            </w:r>
          </w:hyperlink>
        </w:p>
        <w:p w14:paraId="5D0FFF4B" w14:textId="2A2E0626"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55" w:history="1">
            <w:r w:rsidR="00C070B2" w:rsidRPr="00480438">
              <w:rPr>
                <w:rStyle w:val="Lienhypertexte"/>
                <w:noProof/>
              </w:rPr>
              <w:t>7.2.</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Assurances du concessionnaire</w:t>
            </w:r>
            <w:r w:rsidR="00C070B2">
              <w:rPr>
                <w:noProof/>
                <w:webHidden/>
              </w:rPr>
              <w:tab/>
            </w:r>
            <w:r w:rsidR="00C070B2">
              <w:rPr>
                <w:noProof/>
                <w:webHidden/>
              </w:rPr>
              <w:fldChar w:fldCharType="begin"/>
            </w:r>
            <w:r w:rsidR="00C070B2">
              <w:rPr>
                <w:noProof/>
                <w:webHidden/>
              </w:rPr>
              <w:instrText xml:space="preserve"> PAGEREF _Toc189735755 \h </w:instrText>
            </w:r>
            <w:r w:rsidR="00C070B2">
              <w:rPr>
                <w:noProof/>
                <w:webHidden/>
              </w:rPr>
            </w:r>
            <w:r w:rsidR="00C070B2">
              <w:rPr>
                <w:noProof/>
                <w:webHidden/>
              </w:rPr>
              <w:fldChar w:fldCharType="separate"/>
            </w:r>
            <w:r w:rsidR="00C070B2">
              <w:rPr>
                <w:noProof/>
                <w:webHidden/>
              </w:rPr>
              <w:t>31</w:t>
            </w:r>
            <w:r w:rsidR="00C070B2">
              <w:rPr>
                <w:noProof/>
                <w:webHidden/>
              </w:rPr>
              <w:fldChar w:fldCharType="end"/>
            </w:r>
          </w:hyperlink>
        </w:p>
        <w:p w14:paraId="49C1D668" w14:textId="661505C4" w:rsidR="00C070B2" w:rsidRDefault="00A8771F">
          <w:pPr>
            <w:pStyle w:val="TM1"/>
            <w:tabs>
              <w:tab w:val="left" w:pos="660"/>
              <w:tab w:val="right" w:leader="dot" w:pos="9062"/>
            </w:tabs>
            <w:rPr>
              <w:rFonts w:asciiTheme="minorHAnsi" w:eastAsiaTheme="minorEastAsia" w:hAnsiTheme="minorHAnsi"/>
              <w:noProof/>
              <w:kern w:val="2"/>
              <w:sz w:val="24"/>
              <w:szCs w:val="24"/>
              <w:lang w:eastAsia="fr-FR"/>
              <w14:ligatures w14:val="standardContextual"/>
            </w:rPr>
          </w:pPr>
          <w:hyperlink w:anchor="_Toc189735756" w:history="1">
            <w:r w:rsidR="00C070B2" w:rsidRPr="00480438">
              <w:rPr>
                <w:rStyle w:val="Lienhypertexte"/>
                <w:noProof/>
              </w:rPr>
              <w:t>8.</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Chapitre huitième – Garantie et sanctions des manquements du concessionnaire</w:t>
            </w:r>
            <w:r w:rsidR="00C070B2">
              <w:rPr>
                <w:noProof/>
                <w:webHidden/>
              </w:rPr>
              <w:tab/>
            </w:r>
            <w:r w:rsidR="00C070B2">
              <w:rPr>
                <w:noProof/>
                <w:webHidden/>
              </w:rPr>
              <w:fldChar w:fldCharType="begin"/>
            </w:r>
            <w:r w:rsidR="00C070B2">
              <w:rPr>
                <w:noProof/>
                <w:webHidden/>
              </w:rPr>
              <w:instrText xml:space="preserve"> PAGEREF _Toc189735756 \h </w:instrText>
            </w:r>
            <w:r w:rsidR="00C070B2">
              <w:rPr>
                <w:noProof/>
                <w:webHidden/>
              </w:rPr>
            </w:r>
            <w:r w:rsidR="00C070B2">
              <w:rPr>
                <w:noProof/>
                <w:webHidden/>
              </w:rPr>
              <w:fldChar w:fldCharType="separate"/>
            </w:r>
            <w:r w:rsidR="00C070B2">
              <w:rPr>
                <w:noProof/>
                <w:webHidden/>
              </w:rPr>
              <w:t>32</w:t>
            </w:r>
            <w:r w:rsidR="00C070B2">
              <w:rPr>
                <w:noProof/>
                <w:webHidden/>
              </w:rPr>
              <w:fldChar w:fldCharType="end"/>
            </w:r>
          </w:hyperlink>
        </w:p>
        <w:p w14:paraId="2C4B3EC8" w14:textId="07A1D446"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57" w:history="1">
            <w:r w:rsidR="00C070B2" w:rsidRPr="00480438">
              <w:rPr>
                <w:rStyle w:val="Lienhypertexte"/>
                <w:noProof/>
              </w:rPr>
              <w:t>8.1.</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Garantie à première demande</w:t>
            </w:r>
            <w:r w:rsidR="00C070B2">
              <w:rPr>
                <w:noProof/>
                <w:webHidden/>
              </w:rPr>
              <w:tab/>
            </w:r>
            <w:r w:rsidR="00C070B2">
              <w:rPr>
                <w:noProof/>
                <w:webHidden/>
              </w:rPr>
              <w:fldChar w:fldCharType="begin"/>
            </w:r>
            <w:r w:rsidR="00C070B2">
              <w:rPr>
                <w:noProof/>
                <w:webHidden/>
              </w:rPr>
              <w:instrText xml:space="preserve"> PAGEREF _Toc189735757 \h </w:instrText>
            </w:r>
            <w:r w:rsidR="00C070B2">
              <w:rPr>
                <w:noProof/>
                <w:webHidden/>
              </w:rPr>
            </w:r>
            <w:r w:rsidR="00C070B2">
              <w:rPr>
                <w:noProof/>
                <w:webHidden/>
              </w:rPr>
              <w:fldChar w:fldCharType="separate"/>
            </w:r>
            <w:r w:rsidR="00C070B2">
              <w:rPr>
                <w:noProof/>
                <w:webHidden/>
              </w:rPr>
              <w:t>32</w:t>
            </w:r>
            <w:r w:rsidR="00C070B2">
              <w:rPr>
                <w:noProof/>
                <w:webHidden/>
              </w:rPr>
              <w:fldChar w:fldCharType="end"/>
            </w:r>
          </w:hyperlink>
        </w:p>
        <w:p w14:paraId="5DB440D1" w14:textId="1ACD0EBD"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58" w:history="1">
            <w:r w:rsidR="00C070B2" w:rsidRPr="00480438">
              <w:rPr>
                <w:rStyle w:val="Lienhypertexte"/>
                <w:noProof/>
              </w:rPr>
              <w:t>8.2.</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Pénalités</w:t>
            </w:r>
            <w:r w:rsidR="00C070B2">
              <w:rPr>
                <w:noProof/>
                <w:webHidden/>
              </w:rPr>
              <w:tab/>
            </w:r>
            <w:r w:rsidR="00C070B2">
              <w:rPr>
                <w:noProof/>
                <w:webHidden/>
              </w:rPr>
              <w:fldChar w:fldCharType="begin"/>
            </w:r>
            <w:r w:rsidR="00C070B2">
              <w:rPr>
                <w:noProof/>
                <w:webHidden/>
              </w:rPr>
              <w:instrText xml:space="preserve"> PAGEREF _Toc189735758 \h </w:instrText>
            </w:r>
            <w:r w:rsidR="00C070B2">
              <w:rPr>
                <w:noProof/>
                <w:webHidden/>
              </w:rPr>
            </w:r>
            <w:r w:rsidR="00C070B2">
              <w:rPr>
                <w:noProof/>
                <w:webHidden/>
              </w:rPr>
              <w:fldChar w:fldCharType="separate"/>
            </w:r>
            <w:r w:rsidR="00C070B2">
              <w:rPr>
                <w:noProof/>
                <w:webHidden/>
              </w:rPr>
              <w:t>32</w:t>
            </w:r>
            <w:r w:rsidR="00C070B2">
              <w:rPr>
                <w:noProof/>
                <w:webHidden/>
              </w:rPr>
              <w:fldChar w:fldCharType="end"/>
            </w:r>
          </w:hyperlink>
        </w:p>
        <w:p w14:paraId="67277AAC" w14:textId="6EDFCCD2"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59" w:history="1">
            <w:r w:rsidR="00C070B2" w:rsidRPr="00480438">
              <w:rPr>
                <w:rStyle w:val="Lienhypertexte"/>
                <w:noProof/>
              </w:rPr>
              <w:t>8.3.</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Retard ou absence d’obtention de l’agrément PMI</w:t>
            </w:r>
            <w:r w:rsidR="00C070B2">
              <w:rPr>
                <w:noProof/>
                <w:webHidden/>
              </w:rPr>
              <w:tab/>
            </w:r>
            <w:r w:rsidR="00C070B2">
              <w:rPr>
                <w:noProof/>
                <w:webHidden/>
              </w:rPr>
              <w:fldChar w:fldCharType="begin"/>
            </w:r>
            <w:r w:rsidR="00C070B2">
              <w:rPr>
                <w:noProof/>
                <w:webHidden/>
              </w:rPr>
              <w:instrText xml:space="preserve"> PAGEREF _Toc189735759 \h </w:instrText>
            </w:r>
            <w:r w:rsidR="00C070B2">
              <w:rPr>
                <w:noProof/>
                <w:webHidden/>
              </w:rPr>
            </w:r>
            <w:r w:rsidR="00C070B2">
              <w:rPr>
                <w:noProof/>
                <w:webHidden/>
              </w:rPr>
              <w:fldChar w:fldCharType="separate"/>
            </w:r>
            <w:r w:rsidR="00C070B2">
              <w:rPr>
                <w:noProof/>
                <w:webHidden/>
              </w:rPr>
              <w:t>33</w:t>
            </w:r>
            <w:r w:rsidR="00C070B2">
              <w:rPr>
                <w:noProof/>
                <w:webHidden/>
              </w:rPr>
              <w:fldChar w:fldCharType="end"/>
            </w:r>
          </w:hyperlink>
        </w:p>
        <w:p w14:paraId="709A1623" w14:textId="7B58EDD8"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60" w:history="1">
            <w:r w:rsidR="00C070B2" w:rsidRPr="00480438">
              <w:rPr>
                <w:rStyle w:val="Lienhypertexte"/>
                <w:noProof/>
              </w:rPr>
              <w:t>8.4.</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Exécution d’office des travaux d’entretien</w:t>
            </w:r>
            <w:r w:rsidR="00C070B2">
              <w:rPr>
                <w:noProof/>
                <w:webHidden/>
              </w:rPr>
              <w:tab/>
            </w:r>
            <w:r w:rsidR="00C070B2">
              <w:rPr>
                <w:noProof/>
                <w:webHidden/>
              </w:rPr>
              <w:fldChar w:fldCharType="begin"/>
            </w:r>
            <w:r w:rsidR="00C070B2">
              <w:rPr>
                <w:noProof/>
                <w:webHidden/>
              </w:rPr>
              <w:instrText xml:space="preserve"> PAGEREF _Toc189735760 \h </w:instrText>
            </w:r>
            <w:r w:rsidR="00C070B2">
              <w:rPr>
                <w:noProof/>
                <w:webHidden/>
              </w:rPr>
            </w:r>
            <w:r w:rsidR="00C070B2">
              <w:rPr>
                <w:noProof/>
                <w:webHidden/>
              </w:rPr>
              <w:fldChar w:fldCharType="separate"/>
            </w:r>
            <w:r w:rsidR="00C070B2">
              <w:rPr>
                <w:noProof/>
                <w:webHidden/>
              </w:rPr>
              <w:t>34</w:t>
            </w:r>
            <w:r w:rsidR="00C070B2">
              <w:rPr>
                <w:noProof/>
                <w:webHidden/>
              </w:rPr>
              <w:fldChar w:fldCharType="end"/>
            </w:r>
          </w:hyperlink>
        </w:p>
        <w:p w14:paraId="62502E01" w14:textId="7C8516B0"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61" w:history="1">
            <w:r w:rsidR="00C070B2" w:rsidRPr="00480438">
              <w:rPr>
                <w:rStyle w:val="Lienhypertexte"/>
                <w:noProof/>
              </w:rPr>
              <w:t>8.5.</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Mesures d’urgence</w:t>
            </w:r>
            <w:r w:rsidR="00C070B2">
              <w:rPr>
                <w:noProof/>
                <w:webHidden/>
              </w:rPr>
              <w:tab/>
            </w:r>
            <w:r w:rsidR="00C070B2">
              <w:rPr>
                <w:noProof/>
                <w:webHidden/>
              </w:rPr>
              <w:fldChar w:fldCharType="begin"/>
            </w:r>
            <w:r w:rsidR="00C070B2">
              <w:rPr>
                <w:noProof/>
                <w:webHidden/>
              </w:rPr>
              <w:instrText xml:space="preserve"> PAGEREF _Toc189735761 \h </w:instrText>
            </w:r>
            <w:r w:rsidR="00C070B2">
              <w:rPr>
                <w:noProof/>
                <w:webHidden/>
              </w:rPr>
            </w:r>
            <w:r w:rsidR="00C070B2">
              <w:rPr>
                <w:noProof/>
                <w:webHidden/>
              </w:rPr>
              <w:fldChar w:fldCharType="separate"/>
            </w:r>
            <w:r w:rsidR="00C070B2">
              <w:rPr>
                <w:noProof/>
                <w:webHidden/>
              </w:rPr>
              <w:t>34</w:t>
            </w:r>
            <w:r w:rsidR="00C070B2">
              <w:rPr>
                <w:noProof/>
                <w:webHidden/>
              </w:rPr>
              <w:fldChar w:fldCharType="end"/>
            </w:r>
          </w:hyperlink>
        </w:p>
        <w:p w14:paraId="3901CEC8" w14:textId="57FA3581"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62" w:history="1">
            <w:r w:rsidR="00C070B2" w:rsidRPr="00480438">
              <w:rPr>
                <w:rStyle w:val="Lienhypertexte"/>
                <w:noProof/>
              </w:rPr>
              <w:t>8.6.</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Cession du contrat</w:t>
            </w:r>
            <w:r w:rsidR="00C070B2">
              <w:rPr>
                <w:noProof/>
                <w:webHidden/>
              </w:rPr>
              <w:tab/>
            </w:r>
            <w:r w:rsidR="00C070B2">
              <w:rPr>
                <w:noProof/>
                <w:webHidden/>
              </w:rPr>
              <w:fldChar w:fldCharType="begin"/>
            </w:r>
            <w:r w:rsidR="00C070B2">
              <w:rPr>
                <w:noProof/>
                <w:webHidden/>
              </w:rPr>
              <w:instrText xml:space="preserve"> PAGEREF _Toc189735762 \h </w:instrText>
            </w:r>
            <w:r w:rsidR="00C070B2">
              <w:rPr>
                <w:noProof/>
                <w:webHidden/>
              </w:rPr>
            </w:r>
            <w:r w:rsidR="00C070B2">
              <w:rPr>
                <w:noProof/>
                <w:webHidden/>
              </w:rPr>
              <w:fldChar w:fldCharType="separate"/>
            </w:r>
            <w:r w:rsidR="00C070B2">
              <w:rPr>
                <w:noProof/>
                <w:webHidden/>
              </w:rPr>
              <w:t>34</w:t>
            </w:r>
            <w:r w:rsidR="00C070B2">
              <w:rPr>
                <w:noProof/>
                <w:webHidden/>
              </w:rPr>
              <w:fldChar w:fldCharType="end"/>
            </w:r>
          </w:hyperlink>
        </w:p>
        <w:p w14:paraId="15669026" w14:textId="01094CB0"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63" w:history="1">
            <w:r w:rsidR="00C070B2" w:rsidRPr="00480438">
              <w:rPr>
                <w:rStyle w:val="Lienhypertexte"/>
                <w:noProof/>
              </w:rPr>
              <w:t>8.7.</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Sanction coercitive : mise en régie provisoire</w:t>
            </w:r>
            <w:r w:rsidR="00C070B2">
              <w:rPr>
                <w:noProof/>
                <w:webHidden/>
              </w:rPr>
              <w:tab/>
            </w:r>
            <w:r w:rsidR="00C070B2">
              <w:rPr>
                <w:noProof/>
                <w:webHidden/>
              </w:rPr>
              <w:fldChar w:fldCharType="begin"/>
            </w:r>
            <w:r w:rsidR="00C070B2">
              <w:rPr>
                <w:noProof/>
                <w:webHidden/>
              </w:rPr>
              <w:instrText xml:space="preserve"> PAGEREF _Toc189735763 \h </w:instrText>
            </w:r>
            <w:r w:rsidR="00C070B2">
              <w:rPr>
                <w:noProof/>
                <w:webHidden/>
              </w:rPr>
            </w:r>
            <w:r w:rsidR="00C070B2">
              <w:rPr>
                <w:noProof/>
                <w:webHidden/>
              </w:rPr>
              <w:fldChar w:fldCharType="separate"/>
            </w:r>
            <w:r w:rsidR="00C070B2">
              <w:rPr>
                <w:noProof/>
                <w:webHidden/>
              </w:rPr>
              <w:t>34</w:t>
            </w:r>
            <w:r w:rsidR="00C070B2">
              <w:rPr>
                <w:noProof/>
                <w:webHidden/>
              </w:rPr>
              <w:fldChar w:fldCharType="end"/>
            </w:r>
          </w:hyperlink>
        </w:p>
        <w:p w14:paraId="1AB4ABD8" w14:textId="6FB5E4DC"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64" w:history="1">
            <w:r w:rsidR="00C070B2" w:rsidRPr="00480438">
              <w:rPr>
                <w:rStyle w:val="Lienhypertexte"/>
                <w:noProof/>
              </w:rPr>
              <w:t>8.8.</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Sanction résolutoire : déchéance du concessionnaire</w:t>
            </w:r>
            <w:r w:rsidR="00C070B2">
              <w:rPr>
                <w:noProof/>
                <w:webHidden/>
              </w:rPr>
              <w:tab/>
            </w:r>
            <w:r w:rsidR="00C070B2">
              <w:rPr>
                <w:noProof/>
                <w:webHidden/>
              </w:rPr>
              <w:fldChar w:fldCharType="begin"/>
            </w:r>
            <w:r w:rsidR="00C070B2">
              <w:rPr>
                <w:noProof/>
                <w:webHidden/>
              </w:rPr>
              <w:instrText xml:space="preserve"> PAGEREF _Toc189735764 \h </w:instrText>
            </w:r>
            <w:r w:rsidR="00C070B2">
              <w:rPr>
                <w:noProof/>
                <w:webHidden/>
              </w:rPr>
            </w:r>
            <w:r w:rsidR="00C070B2">
              <w:rPr>
                <w:noProof/>
                <w:webHidden/>
              </w:rPr>
              <w:fldChar w:fldCharType="separate"/>
            </w:r>
            <w:r w:rsidR="00C070B2">
              <w:rPr>
                <w:noProof/>
                <w:webHidden/>
              </w:rPr>
              <w:t>35</w:t>
            </w:r>
            <w:r w:rsidR="00C070B2">
              <w:rPr>
                <w:noProof/>
                <w:webHidden/>
              </w:rPr>
              <w:fldChar w:fldCharType="end"/>
            </w:r>
          </w:hyperlink>
        </w:p>
        <w:p w14:paraId="20312D20" w14:textId="7AB7A41F" w:rsidR="00C070B2" w:rsidRDefault="00A8771F">
          <w:pPr>
            <w:pStyle w:val="TM1"/>
            <w:tabs>
              <w:tab w:val="left" w:pos="660"/>
              <w:tab w:val="right" w:leader="dot" w:pos="9062"/>
            </w:tabs>
            <w:rPr>
              <w:rFonts w:asciiTheme="minorHAnsi" w:eastAsiaTheme="minorEastAsia" w:hAnsiTheme="minorHAnsi"/>
              <w:noProof/>
              <w:kern w:val="2"/>
              <w:sz w:val="24"/>
              <w:szCs w:val="24"/>
              <w:lang w:eastAsia="fr-FR"/>
              <w14:ligatures w14:val="standardContextual"/>
            </w:rPr>
          </w:pPr>
          <w:hyperlink w:anchor="_Toc189735765" w:history="1">
            <w:r w:rsidR="00C070B2" w:rsidRPr="00480438">
              <w:rPr>
                <w:rStyle w:val="Lienhypertexte"/>
                <w:noProof/>
              </w:rPr>
              <w:t>9.</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Fin du contrat</w:t>
            </w:r>
            <w:r w:rsidR="00C070B2">
              <w:rPr>
                <w:noProof/>
                <w:webHidden/>
              </w:rPr>
              <w:tab/>
            </w:r>
            <w:r w:rsidR="00C070B2">
              <w:rPr>
                <w:noProof/>
                <w:webHidden/>
              </w:rPr>
              <w:fldChar w:fldCharType="begin"/>
            </w:r>
            <w:r w:rsidR="00C070B2">
              <w:rPr>
                <w:noProof/>
                <w:webHidden/>
              </w:rPr>
              <w:instrText xml:space="preserve"> PAGEREF _Toc189735765 \h </w:instrText>
            </w:r>
            <w:r w:rsidR="00C070B2">
              <w:rPr>
                <w:noProof/>
                <w:webHidden/>
              </w:rPr>
            </w:r>
            <w:r w:rsidR="00C070B2">
              <w:rPr>
                <w:noProof/>
                <w:webHidden/>
              </w:rPr>
              <w:fldChar w:fldCharType="separate"/>
            </w:r>
            <w:r w:rsidR="00C070B2">
              <w:rPr>
                <w:noProof/>
                <w:webHidden/>
              </w:rPr>
              <w:t>37</w:t>
            </w:r>
            <w:r w:rsidR="00C070B2">
              <w:rPr>
                <w:noProof/>
                <w:webHidden/>
              </w:rPr>
              <w:fldChar w:fldCharType="end"/>
            </w:r>
          </w:hyperlink>
        </w:p>
        <w:p w14:paraId="199CEC2F" w14:textId="6A4E63E9"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66" w:history="1">
            <w:r w:rsidR="00C070B2" w:rsidRPr="00480438">
              <w:rPr>
                <w:rStyle w:val="Lienhypertexte"/>
                <w:noProof/>
              </w:rPr>
              <w:t>9.1.</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Cas de fin de contrat</w:t>
            </w:r>
            <w:r w:rsidR="00C070B2">
              <w:rPr>
                <w:noProof/>
                <w:webHidden/>
              </w:rPr>
              <w:tab/>
            </w:r>
            <w:r w:rsidR="00C070B2">
              <w:rPr>
                <w:noProof/>
                <w:webHidden/>
              </w:rPr>
              <w:fldChar w:fldCharType="begin"/>
            </w:r>
            <w:r w:rsidR="00C070B2">
              <w:rPr>
                <w:noProof/>
                <w:webHidden/>
              </w:rPr>
              <w:instrText xml:space="preserve"> PAGEREF _Toc189735766 \h </w:instrText>
            </w:r>
            <w:r w:rsidR="00C070B2">
              <w:rPr>
                <w:noProof/>
                <w:webHidden/>
              </w:rPr>
            </w:r>
            <w:r w:rsidR="00C070B2">
              <w:rPr>
                <w:noProof/>
                <w:webHidden/>
              </w:rPr>
              <w:fldChar w:fldCharType="separate"/>
            </w:r>
            <w:r w:rsidR="00C070B2">
              <w:rPr>
                <w:noProof/>
                <w:webHidden/>
              </w:rPr>
              <w:t>37</w:t>
            </w:r>
            <w:r w:rsidR="00C070B2">
              <w:rPr>
                <w:noProof/>
                <w:webHidden/>
              </w:rPr>
              <w:fldChar w:fldCharType="end"/>
            </w:r>
          </w:hyperlink>
        </w:p>
        <w:p w14:paraId="341D8C75" w14:textId="665EDC51"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67" w:history="1">
            <w:r w:rsidR="00C070B2" w:rsidRPr="00480438">
              <w:rPr>
                <w:rStyle w:val="Lienhypertexte"/>
                <w:noProof/>
              </w:rPr>
              <w:t>9.2.</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Résiliation du contrat pour motif d’intérêt général</w:t>
            </w:r>
            <w:r w:rsidR="00C070B2">
              <w:rPr>
                <w:noProof/>
                <w:webHidden/>
              </w:rPr>
              <w:tab/>
            </w:r>
            <w:r w:rsidR="00C070B2">
              <w:rPr>
                <w:noProof/>
                <w:webHidden/>
              </w:rPr>
              <w:fldChar w:fldCharType="begin"/>
            </w:r>
            <w:r w:rsidR="00C070B2">
              <w:rPr>
                <w:noProof/>
                <w:webHidden/>
              </w:rPr>
              <w:instrText xml:space="preserve"> PAGEREF _Toc189735767 \h </w:instrText>
            </w:r>
            <w:r w:rsidR="00C070B2">
              <w:rPr>
                <w:noProof/>
                <w:webHidden/>
              </w:rPr>
            </w:r>
            <w:r w:rsidR="00C070B2">
              <w:rPr>
                <w:noProof/>
                <w:webHidden/>
              </w:rPr>
              <w:fldChar w:fldCharType="separate"/>
            </w:r>
            <w:r w:rsidR="00C070B2">
              <w:rPr>
                <w:noProof/>
                <w:webHidden/>
              </w:rPr>
              <w:t>37</w:t>
            </w:r>
            <w:r w:rsidR="00C070B2">
              <w:rPr>
                <w:noProof/>
                <w:webHidden/>
              </w:rPr>
              <w:fldChar w:fldCharType="end"/>
            </w:r>
          </w:hyperlink>
        </w:p>
        <w:p w14:paraId="6CA245FC" w14:textId="135ACD9E"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68" w:history="1">
            <w:r w:rsidR="00C070B2" w:rsidRPr="00480438">
              <w:rPr>
                <w:rStyle w:val="Lienhypertexte"/>
                <w:noProof/>
              </w:rPr>
              <w:t>9.3.</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Redressement et liquidation judiciaires du concessionnaire</w:t>
            </w:r>
            <w:r w:rsidR="00C070B2">
              <w:rPr>
                <w:noProof/>
                <w:webHidden/>
              </w:rPr>
              <w:tab/>
            </w:r>
            <w:r w:rsidR="00C070B2">
              <w:rPr>
                <w:noProof/>
                <w:webHidden/>
              </w:rPr>
              <w:fldChar w:fldCharType="begin"/>
            </w:r>
            <w:r w:rsidR="00C070B2">
              <w:rPr>
                <w:noProof/>
                <w:webHidden/>
              </w:rPr>
              <w:instrText xml:space="preserve"> PAGEREF _Toc189735768 \h </w:instrText>
            </w:r>
            <w:r w:rsidR="00C070B2">
              <w:rPr>
                <w:noProof/>
                <w:webHidden/>
              </w:rPr>
            </w:r>
            <w:r w:rsidR="00C070B2">
              <w:rPr>
                <w:noProof/>
                <w:webHidden/>
              </w:rPr>
              <w:fldChar w:fldCharType="separate"/>
            </w:r>
            <w:r w:rsidR="00C070B2">
              <w:rPr>
                <w:noProof/>
                <w:webHidden/>
              </w:rPr>
              <w:t>38</w:t>
            </w:r>
            <w:r w:rsidR="00C070B2">
              <w:rPr>
                <w:noProof/>
                <w:webHidden/>
              </w:rPr>
              <w:fldChar w:fldCharType="end"/>
            </w:r>
          </w:hyperlink>
        </w:p>
        <w:p w14:paraId="2863BA73" w14:textId="12CF9870"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69" w:history="1">
            <w:r w:rsidR="00C070B2" w:rsidRPr="00480438">
              <w:rPr>
                <w:rStyle w:val="Lienhypertexte"/>
                <w:noProof/>
              </w:rPr>
              <w:t>9.4.</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Transmission des informations relatives à la masse salariale</w:t>
            </w:r>
            <w:r w:rsidR="00C070B2">
              <w:rPr>
                <w:noProof/>
                <w:webHidden/>
              </w:rPr>
              <w:tab/>
            </w:r>
            <w:r w:rsidR="00C070B2">
              <w:rPr>
                <w:noProof/>
                <w:webHidden/>
              </w:rPr>
              <w:fldChar w:fldCharType="begin"/>
            </w:r>
            <w:r w:rsidR="00C070B2">
              <w:rPr>
                <w:noProof/>
                <w:webHidden/>
              </w:rPr>
              <w:instrText xml:space="preserve"> PAGEREF _Toc189735769 \h </w:instrText>
            </w:r>
            <w:r w:rsidR="00C070B2">
              <w:rPr>
                <w:noProof/>
                <w:webHidden/>
              </w:rPr>
            </w:r>
            <w:r w:rsidR="00C070B2">
              <w:rPr>
                <w:noProof/>
                <w:webHidden/>
              </w:rPr>
              <w:fldChar w:fldCharType="separate"/>
            </w:r>
            <w:r w:rsidR="00C070B2">
              <w:rPr>
                <w:noProof/>
                <w:webHidden/>
              </w:rPr>
              <w:t>38</w:t>
            </w:r>
            <w:r w:rsidR="00C070B2">
              <w:rPr>
                <w:noProof/>
                <w:webHidden/>
              </w:rPr>
              <w:fldChar w:fldCharType="end"/>
            </w:r>
          </w:hyperlink>
        </w:p>
        <w:p w14:paraId="14F4A8D1" w14:textId="71E29428"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70" w:history="1">
            <w:r w:rsidR="00C070B2" w:rsidRPr="00480438">
              <w:rPr>
                <w:rStyle w:val="Lienhypertexte"/>
                <w:noProof/>
              </w:rPr>
              <w:t>9.5.</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Continuité du service en fin de contrat</w:t>
            </w:r>
            <w:r w:rsidR="00C070B2">
              <w:rPr>
                <w:noProof/>
                <w:webHidden/>
              </w:rPr>
              <w:tab/>
            </w:r>
            <w:r w:rsidR="00C070B2">
              <w:rPr>
                <w:noProof/>
                <w:webHidden/>
              </w:rPr>
              <w:fldChar w:fldCharType="begin"/>
            </w:r>
            <w:r w:rsidR="00C070B2">
              <w:rPr>
                <w:noProof/>
                <w:webHidden/>
              </w:rPr>
              <w:instrText xml:space="preserve"> PAGEREF _Toc189735770 \h </w:instrText>
            </w:r>
            <w:r w:rsidR="00C070B2">
              <w:rPr>
                <w:noProof/>
                <w:webHidden/>
              </w:rPr>
            </w:r>
            <w:r w:rsidR="00C070B2">
              <w:rPr>
                <w:noProof/>
                <w:webHidden/>
              </w:rPr>
              <w:fldChar w:fldCharType="separate"/>
            </w:r>
            <w:r w:rsidR="00C070B2">
              <w:rPr>
                <w:noProof/>
                <w:webHidden/>
              </w:rPr>
              <w:t>39</w:t>
            </w:r>
            <w:r w:rsidR="00C070B2">
              <w:rPr>
                <w:noProof/>
                <w:webHidden/>
              </w:rPr>
              <w:fldChar w:fldCharType="end"/>
            </w:r>
          </w:hyperlink>
        </w:p>
        <w:p w14:paraId="08FD2801" w14:textId="28CCBB00" w:rsidR="00C070B2" w:rsidRDefault="00A8771F">
          <w:pPr>
            <w:pStyle w:val="TM2"/>
            <w:tabs>
              <w:tab w:val="left" w:pos="880"/>
              <w:tab w:val="right" w:leader="dot" w:pos="9062"/>
            </w:tabs>
            <w:rPr>
              <w:rFonts w:asciiTheme="minorHAnsi" w:eastAsiaTheme="minorEastAsia" w:hAnsiTheme="minorHAnsi"/>
              <w:noProof/>
              <w:kern w:val="2"/>
              <w:sz w:val="24"/>
              <w:szCs w:val="24"/>
              <w:lang w:eastAsia="fr-FR"/>
              <w14:ligatures w14:val="standardContextual"/>
            </w:rPr>
          </w:pPr>
          <w:hyperlink w:anchor="_Toc189735771" w:history="1">
            <w:r w:rsidR="00C070B2" w:rsidRPr="00480438">
              <w:rPr>
                <w:rStyle w:val="Lienhypertexte"/>
                <w:noProof/>
              </w:rPr>
              <w:t>9.6.</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Remise des données du service</w:t>
            </w:r>
            <w:r w:rsidR="00C070B2">
              <w:rPr>
                <w:noProof/>
                <w:webHidden/>
              </w:rPr>
              <w:tab/>
            </w:r>
            <w:r w:rsidR="00C070B2">
              <w:rPr>
                <w:noProof/>
                <w:webHidden/>
              </w:rPr>
              <w:fldChar w:fldCharType="begin"/>
            </w:r>
            <w:r w:rsidR="00C070B2">
              <w:rPr>
                <w:noProof/>
                <w:webHidden/>
              </w:rPr>
              <w:instrText xml:space="preserve"> PAGEREF _Toc189735771 \h </w:instrText>
            </w:r>
            <w:r w:rsidR="00C070B2">
              <w:rPr>
                <w:noProof/>
                <w:webHidden/>
              </w:rPr>
            </w:r>
            <w:r w:rsidR="00C070B2">
              <w:rPr>
                <w:noProof/>
                <w:webHidden/>
              </w:rPr>
              <w:fldChar w:fldCharType="separate"/>
            </w:r>
            <w:r w:rsidR="00C070B2">
              <w:rPr>
                <w:noProof/>
                <w:webHidden/>
              </w:rPr>
              <w:t>39</w:t>
            </w:r>
            <w:r w:rsidR="00C070B2">
              <w:rPr>
                <w:noProof/>
                <w:webHidden/>
              </w:rPr>
              <w:fldChar w:fldCharType="end"/>
            </w:r>
          </w:hyperlink>
        </w:p>
        <w:p w14:paraId="72F46C2D" w14:textId="5AFC4A34" w:rsidR="00C070B2" w:rsidRDefault="00A8771F">
          <w:pPr>
            <w:pStyle w:val="TM1"/>
            <w:tabs>
              <w:tab w:val="left" w:pos="660"/>
              <w:tab w:val="right" w:leader="dot" w:pos="9062"/>
            </w:tabs>
            <w:rPr>
              <w:rFonts w:asciiTheme="minorHAnsi" w:eastAsiaTheme="minorEastAsia" w:hAnsiTheme="minorHAnsi"/>
              <w:noProof/>
              <w:kern w:val="2"/>
              <w:sz w:val="24"/>
              <w:szCs w:val="24"/>
              <w:lang w:eastAsia="fr-FR"/>
              <w14:ligatures w14:val="standardContextual"/>
            </w:rPr>
          </w:pPr>
          <w:hyperlink w:anchor="_Toc189735772" w:history="1">
            <w:r w:rsidR="00C070B2" w:rsidRPr="00480438">
              <w:rPr>
                <w:rStyle w:val="Lienhypertexte"/>
                <w:noProof/>
              </w:rPr>
              <w:t>10.</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Chapitre dixième – Clauses diverses</w:t>
            </w:r>
            <w:r w:rsidR="00C070B2">
              <w:rPr>
                <w:noProof/>
                <w:webHidden/>
              </w:rPr>
              <w:tab/>
            </w:r>
            <w:r w:rsidR="00C070B2">
              <w:rPr>
                <w:noProof/>
                <w:webHidden/>
              </w:rPr>
              <w:fldChar w:fldCharType="begin"/>
            </w:r>
            <w:r w:rsidR="00C070B2">
              <w:rPr>
                <w:noProof/>
                <w:webHidden/>
              </w:rPr>
              <w:instrText xml:space="preserve"> PAGEREF _Toc189735772 \h </w:instrText>
            </w:r>
            <w:r w:rsidR="00C070B2">
              <w:rPr>
                <w:noProof/>
                <w:webHidden/>
              </w:rPr>
            </w:r>
            <w:r w:rsidR="00C070B2">
              <w:rPr>
                <w:noProof/>
                <w:webHidden/>
              </w:rPr>
              <w:fldChar w:fldCharType="separate"/>
            </w:r>
            <w:r w:rsidR="00C070B2">
              <w:rPr>
                <w:noProof/>
                <w:webHidden/>
              </w:rPr>
              <w:t>40</w:t>
            </w:r>
            <w:r w:rsidR="00C070B2">
              <w:rPr>
                <w:noProof/>
                <w:webHidden/>
              </w:rPr>
              <w:fldChar w:fldCharType="end"/>
            </w:r>
          </w:hyperlink>
        </w:p>
        <w:p w14:paraId="25E6F4EF" w14:textId="1E713750" w:rsidR="00C070B2" w:rsidRDefault="00A8771F">
          <w:pPr>
            <w:pStyle w:val="TM2"/>
            <w:tabs>
              <w:tab w:val="left" w:pos="1100"/>
              <w:tab w:val="right" w:leader="dot" w:pos="9062"/>
            </w:tabs>
            <w:rPr>
              <w:rFonts w:asciiTheme="minorHAnsi" w:eastAsiaTheme="minorEastAsia" w:hAnsiTheme="minorHAnsi"/>
              <w:noProof/>
              <w:kern w:val="2"/>
              <w:sz w:val="24"/>
              <w:szCs w:val="24"/>
              <w:lang w:eastAsia="fr-FR"/>
              <w14:ligatures w14:val="standardContextual"/>
            </w:rPr>
          </w:pPr>
          <w:hyperlink w:anchor="_Toc189735773" w:history="1">
            <w:r w:rsidR="00C070B2" w:rsidRPr="00480438">
              <w:rPr>
                <w:rStyle w:val="Lienhypertexte"/>
                <w:noProof/>
              </w:rPr>
              <w:t>10.1.</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Respect des principes de laïcité et de neutralité</w:t>
            </w:r>
            <w:r w:rsidR="00C070B2">
              <w:rPr>
                <w:noProof/>
                <w:webHidden/>
              </w:rPr>
              <w:tab/>
            </w:r>
            <w:r w:rsidR="00C070B2">
              <w:rPr>
                <w:noProof/>
                <w:webHidden/>
              </w:rPr>
              <w:fldChar w:fldCharType="begin"/>
            </w:r>
            <w:r w:rsidR="00C070B2">
              <w:rPr>
                <w:noProof/>
                <w:webHidden/>
              </w:rPr>
              <w:instrText xml:space="preserve"> PAGEREF _Toc189735773 \h </w:instrText>
            </w:r>
            <w:r w:rsidR="00C070B2">
              <w:rPr>
                <w:noProof/>
                <w:webHidden/>
              </w:rPr>
            </w:r>
            <w:r w:rsidR="00C070B2">
              <w:rPr>
                <w:noProof/>
                <w:webHidden/>
              </w:rPr>
              <w:fldChar w:fldCharType="separate"/>
            </w:r>
            <w:r w:rsidR="00C070B2">
              <w:rPr>
                <w:noProof/>
                <w:webHidden/>
              </w:rPr>
              <w:t>40</w:t>
            </w:r>
            <w:r w:rsidR="00C070B2">
              <w:rPr>
                <w:noProof/>
                <w:webHidden/>
              </w:rPr>
              <w:fldChar w:fldCharType="end"/>
            </w:r>
          </w:hyperlink>
        </w:p>
        <w:p w14:paraId="284F2E99" w14:textId="1FB11E61" w:rsidR="00C070B2" w:rsidRDefault="00A8771F">
          <w:pPr>
            <w:pStyle w:val="TM2"/>
            <w:tabs>
              <w:tab w:val="left" w:pos="1100"/>
              <w:tab w:val="right" w:leader="dot" w:pos="9062"/>
            </w:tabs>
            <w:rPr>
              <w:rFonts w:asciiTheme="minorHAnsi" w:eastAsiaTheme="minorEastAsia" w:hAnsiTheme="minorHAnsi"/>
              <w:noProof/>
              <w:kern w:val="2"/>
              <w:sz w:val="24"/>
              <w:szCs w:val="24"/>
              <w:lang w:eastAsia="fr-FR"/>
              <w14:ligatures w14:val="standardContextual"/>
            </w:rPr>
          </w:pPr>
          <w:hyperlink w:anchor="_Toc189735774" w:history="1">
            <w:r w:rsidR="00C070B2" w:rsidRPr="00480438">
              <w:rPr>
                <w:rStyle w:val="Lienhypertexte"/>
                <w:noProof/>
              </w:rPr>
              <w:t>10.2.</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Respect et protection des données personnelles</w:t>
            </w:r>
            <w:r w:rsidR="00C070B2">
              <w:rPr>
                <w:noProof/>
                <w:webHidden/>
              </w:rPr>
              <w:tab/>
            </w:r>
            <w:r w:rsidR="00C070B2">
              <w:rPr>
                <w:noProof/>
                <w:webHidden/>
              </w:rPr>
              <w:fldChar w:fldCharType="begin"/>
            </w:r>
            <w:r w:rsidR="00C070B2">
              <w:rPr>
                <w:noProof/>
                <w:webHidden/>
              </w:rPr>
              <w:instrText xml:space="preserve"> PAGEREF _Toc189735774 \h </w:instrText>
            </w:r>
            <w:r w:rsidR="00C070B2">
              <w:rPr>
                <w:noProof/>
                <w:webHidden/>
              </w:rPr>
            </w:r>
            <w:r w:rsidR="00C070B2">
              <w:rPr>
                <w:noProof/>
                <w:webHidden/>
              </w:rPr>
              <w:fldChar w:fldCharType="separate"/>
            </w:r>
            <w:r w:rsidR="00C070B2">
              <w:rPr>
                <w:noProof/>
                <w:webHidden/>
              </w:rPr>
              <w:t>41</w:t>
            </w:r>
            <w:r w:rsidR="00C070B2">
              <w:rPr>
                <w:noProof/>
                <w:webHidden/>
              </w:rPr>
              <w:fldChar w:fldCharType="end"/>
            </w:r>
          </w:hyperlink>
        </w:p>
        <w:p w14:paraId="00BB58C9" w14:textId="2BFFBC2B" w:rsidR="00C070B2" w:rsidRDefault="00A8771F">
          <w:pPr>
            <w:pStyle w:val="TM2"/>
            <w:tabs>
              <w:tab w:val="left" w:pos="1100"/>
              <w:tab w:val="right" w:leader="dot" w:pos="9062"/>
            </w:tabs>
            <w:rPr>
              <w:rFonts w:asciiTheme="minorHAnsi" w:eastAsiaTheme="minorEastAsia" w:hAnsiTheme="minorHAnsi"/>
              <w:noProof/>
              <w:kern w:val="2"/>
              <w:sz w:val="24"/>
              <w:szCs w:val="24"/>
              <w:lang w:eastAsia="fr-FR"/>
              <w14:ligatures w14:val="standardContextual"/>
            </w:rPr>
          </w:pPr>
          <w:hyperlink w:anchor="_Toc189735775" w:history="1">
            <w:r w:rsidR="00C070B2" w:rsidRPr="00480438">
              <w:rPr>
                <w:rStyle w:val="Lienhypertexte"/>
                <w:noProof/>
              </w:rPr>
              <w:t>10.3.</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Election de domicile</w:t>
            </w:r>
            <w:r w:rsidR="00C070B2">
              <w:rPr>
                <w:noProof/>
                <w:webHidden/>
              </w:rPr>
              <w:tab/>
            </w:r>
            <w:r w:rsidR="00C070B2">
              <w:rPr>
                <w:noProof/>
                <w:webHidden/>
              </w:rPr>
              <w:fldChar w:fldCharType="begin"/>
            </w:r>
            <w:r w:rsidR="00C070B2">
              <w:rPr>
                <w:noProof/>
                <w:webHidden/>
              </w:rPr>
              <w:instrText xml:space="preserve"> PAGEREF _Toc189735775 \h </w:instrText>
            </w:r>
            <w:r w:rsidR="00C070B2">
              <w:rPr>
                <w:noProof/>
                <w:webHidden/>
              </w:rPr>
            </w:r>
            <w:r w:rsidR="00C070B2">
              <w:rPr>
                <w:noProof/>
                <w:webHidden/>
              </w:rPr>
              <w:fldChar w:fldCharType="separate"/>
            </w:r>
            <w:r w:rsidR="00C070B2">
              <w:rPr>
                <w:noProof/>
                <w:webHidden/>
              </w:rPr>
              <w:t>42</w:t>
            </w:r>
            <w:r w:rsidR="00C070B2">
              <w:rPr>
                <w:noProof/>
                <w:webHidden/>
              </w:rPr>
              <w:fldChar w:fldCharType="end"/>
            </w:r>
          </w:hyperlink>
        </w:p>
        <w:p w14:paraId="2E49C926" w14:textId="0C999687" w:rsidR="00C070B2" w:rsidRDefault="00A8771F">
          <w:pPr>
            <w:pStyle w:val="TM2"/>
            <w:tabs>
              <w:tab w:val="left" w:pos="1100"/>
              <w:tab w:val="right" w:leader="dot" w:pos="9062"/>
            </w:tabs>
            <w:rPr>
              <w:rFonts w:asciiTheme="minorHAnsi" w:eastAsiaTheme="minorEastAsia" w:hAnsiTheme="minorHAnsi"/>
              <w:noProof/>
              <w:kern w:val="2"/>
              <w:sz w:val="24"/>
              <w:szCs w:val="24"/>
              <w:lang w:eastAsia="fr-FR"/>
              <w14:ligatures w14:val="standardContextual"/>
            </w:rPr>
          </w:pPr>
          <w:hyperlink w:anchor="_Toc189735776" w:history="1">
            <w:r w:rsidR="00C070B2" w:rsidRPr="00480438">
              <w:rPr>
                <w:rStyle w:val="Lienhypertexte"/>
                <w:noProof/>
              </w:rPr>
              <w:t>10.4.</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Jugement des contestations</w:t>
            </w:r>
            <w:r w:rsidR="00C070B2">
              <w:rPr>
                <w:noProof/>
                <w:webHidden/>
              </w:rPr>
              <w:tab/>
            </w:r>
            <w:r w:rsidR="00C070B2">
              <w:rPr>
                <w:noProof/>
                <w:webHidden/>
              </w:rPr>
              <w:fldChar w:fldCharType="begin"/>
            </w:r>
            <w:r w:rsidR="00C070B2">
              <w:rPr>
                <w:noProof/>
                <w:webHidden/>
              </w:rPr>
              <w:instrText xml:space="preserve"> PAGEREF _Toc189735776 \h </w:instrText>
            </w:r>
            <w:r w:rsidR="00C070B2">
              <w:rPr>
                <w:noProof/>
                <w:webHidden/>
              </w:rPr>
            </w:r>
            <w:r w:rsidR="00C070B2">
              <w:rPr>
                <w:noProof/>
                <w:webHidden/>
              </w:rPr>
              <w:fldChar w:fldCharType="separate"/>
            </w:r>
            <w:r w:rsidR="00C070B2">
              <w:rPr>
                <w:noProof/>
                <w:webHidden/>
              </w:rPr>
              <w:t>42</w:t>
            </w:r>
            <w:r w:rsidR="00C070B2">
              <w:rPr>
                <w:noProof/>
                <w:webHidden/>
              </w:rPr>
              <w:fldChar w:fldCharType="end"/>
            </w:r>
          </w:hyperlink>
        </w:p>
        <w:p w14:paraId="5FB67E23" w14:textId="08D73F24" w:rsidR="00C070B2" w:rsidRDefault="00A8771F">
          <w:pPr>
            <w:pStyle w:val="TM2"/>
            <w:tabs>
              <w:tab w:val="left" w:pos="1100"/>
              <w:tab w:val="right" w:leader="dot" w:pos="9062"/>
            </w:tabs>
            <w:rPr>
              <w:rFonts w:asciiTheme="minorHAnsi" w:eastAsiaTheme="minorEastAsia" w:hAnsiTheme="minorHAnsi"/>
              <w:noProof/>
              <w:kern w:val="2"/>
              <w:sz w:val="24"/>
              <w:szCs w:val="24"/>
              <w:lang w:eastAsia="fr-FR"/>
              <w14:ligatures w14:val="standardContextual"/>
            </w:rPr>
          </w:pPr>
          <w:hyperlink w:anchor="_Toc189735777" w:history="1">
            <w:r w:rsidR="00C070B2" w:rsidRPr="00480438">
              <w:rPr>
                <w:rStyle w:val="Lienhypertexte"/>
                <w:noProof/>
              </w:rPr>
              <w:t>10.5.</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Signature du candidat</w:t>
            </w:r>
            <w:r w:rsidR="00C070B2">
              <w:rPr>
                <w:noProof/>
                <w:webHidden/>
              </w:rPr>
              <w:tab/>
            </w:r>
            <w:r w:rsidR="00C070B2">
              <w:rPr>
                <w:noProof/>
                <w:webHidden/>
              </w:rPr>
              <w:fldChar w:fldCharType="begin"/>
            </w:r>
            <w:r w:rsidR="00C070B2">
              <w:rPr>
                <w:noProof/>
                <w:webHidden/>
              </w:rPr>
              <w:instrText xml:space="preserve"> PAGEREF _Toc189735777 \h </w:instrText>
            </w:r>
            <w:r w:rsidR="00C070B2">
              <w:rPr>
                <w:noProof/>
                <w:webHidden/>
              </w:rPr>
            </w:r>
            <w:r w:rsidR="00C070B2">
              <w:rPr>
                <w:noProof/>
                <w:webHidden/>
              </w:rPr>
              <w:fldChar w:fldCharType="separate"/>
            </w:r>
            <w:r w:rsidR="00C070B2">
              <w:rPr>
                <w:noProof/>
                <w:webHidden/>
              </w:rPr>
              <w:t>42</w:t>
            </w:r>
            <w:r w:rsidR="00C070B2">
              <w:rPr>
                <w:noProof/>
                <w:webHidden/>
              </w:rPr>
              <w:fldChar w:fldCharType="end"/>
            </w:r>
          </w:hyperlink>
        </w:p>
        <w:p w14:paraId="7711E70E" w14:textId="72C3D88A" w:rsidR="00C070B2" w:rsidRDefault="00A8771F">
          <w:pPr>
            <w:pStyle w:val="TM1"/>
            <w:tabs>
              <w:tab w:val="left" w:pos="660"/>
              <w:tab w:val="right" w:leader="dot" w:pos="9062"/>
            </w:tabs>
            <w:rPr>
              <w:rFonts w:asciiTheme="minorHAnsi" w:eastAsiaTheme="minorEastAsia" w:hAnsiTheme="minorHAnsi"/>
              <w:noProof/>
              <w:kern w:val="2"/>
              <w:sz w:val="24"/>
              <w:szCs w:val="24"/>
              <w:lang w:eastAsia="fr-FR"/>
              <w14:ligatures w14:val="standardContextual"/>
            </w:rPr>
          </w:pPr>
          <w:hyperlink w:anchor="_Toc189735778" w:history="1">
            <w:r w:rsidR="00C070B2" w:rsidRPr="00480438">
              <w:rPr>
                <w:rStyle w:val="Lienhypertexte"/>
                <w:noProof/>
              </w:rPr>
              <w:t>11.</w:t>
            </w:r>
            <w:r w:rsidR="00C070B2">
              <w:rPr>
                <w:rFonts w:asciiTheme="minorHAnsi" w:eastAsiaTheme="minorEastAsia" w:hAnsiTheme="minorHAnsi"/>
                <w:noProof/>
                <w:kern w:val="2"/>
                <w:sz w:val="24"/>
                <w:szCs w:val="24"/>
                <w:lang w:eastAsia="fr-FR"/>
                <w14:ligatures w14:val="standardContextual"/>
              </w:rPr>
              <w:tab/>
            </w:r>
            <w:r w:rsidR="00C070B2" w:rsidRPr="00480438">
              <w:rPr>
                <w:rStyle w:val="Lienhypertexte"/>
                <w:noProof/>
              </w:rPr>
              <w:t>Annexes</w:t>
            </w:r>
            <w:r w:rsidR="00C070B2">
              <w:rPr>
                <w:noProof/>
                <w:webHidden/>
              </w:rPr>
              <w:tab/>
            </w:r>
            <w:r w:rsidR="00C070B2">
              <w:rPr>
                <w:noProof/>
                <w:webHidden/>
              </w:rPr>
              <w:fldChar w:fldCharType="begin"/>
            </w:r>
            <w:r w:rsidR="00C070B2">
              <w:rPr>
                <w:noProof/>
                <w:webHidden/>
              </w:rPr>
              <w:instrText xml:space="preserve"> PAGEREF _Toc189735778 \h </w:instrText>
            </w:r>
            <w:r w:rsidR="00C070B2">
              <w:rPr>
                <w:noProof/>
                <w:webHidden/>
              </w:rPr>
            </w:r>
            <w:r w:rsidR="00C070B2">
              <w:rPr>
                <w:noProof/>
                <w:webHidden/>
              </w:rPr>
              <w:fldChar w:fldCharType="separate"/>
            </w:r>
            <w:r w:rsidR="00C070B2">
              <w:rPr>
                <w:noProof/>
                <w:webHidden/>
              </w:rPr>
              <w:t>43</w:t>
            </w:r>
            <w:r w:rsidR="00C070B2">
              <w:rPr>
                <w:noProof/>
                <w:webHidden/>
              </w:rPr>
              <w:fldChar w:fldCharType="end"/>
            </w:r>
          </w:hyperlink>
        </w:p>
        <w:p w14:paraId="2EAE3953" w14:textId="04DA009F" w:rsidR="0086641D" w:rsidRDefault="00B4539A">
          <w:r>
            <w:rPr>
              <w:b/>
              <w:bCs/>
              <w:noProof/>
            </w:rPr>
            <w:fldChar w:fldCharType="end"/>
          </w:r>
        </w:p>
      </w:sdtContent>
    </w:sdt>
    <w:p w14:paraId="6CDA0163" w14:textId="77777777" w:rsidR="009B1113" w:rsidRDefault="009B1113" w:rsidP="009B1113">
      <w:pPr>
        <w:spacing w:after="160" w:line="259" w:lineRule="auto"/>
      </w:pPr>
    </w:p>
    <w:p w14:paraId="027423D0" w14:textId="77777777" w:rsidR="0086641D" w:rsidRDefault="0086641D">
      <w:pPr>
        <w:spacing w:after="160" w:line="259" w:lineRule="auto"/>
      </w:pPr>
      <w:r>
        <w:br w:type="page"/>
      </w:r>
    </w:p>
    <w:p w14:paraId="6122D0C7" w14:textId="513F7A6E" w:rsidR="007B22AE" w:rsidRDefault="00EA128F" w:rsidP="003B3EA3">
      <w:pPr>
        <w:pStyle w:val="Titre1"/>
      </w:pPr>
      <w:bookmarkStart w:id="0" w:name="_Toc189735684"/>
      <w:r>
        <w:lastRenderedPageBreak/>
        <w:t>Chapitre premier – Cadrage</w:t>
      </w:r>
      <w:bookmarkEnd w:id="0"/>
    </w:p>
    <w:p w14:paraId="7A921C95" w14:textId="77777777" w:rsidR="003B3EA3" w:rsidRPr="003B3EA3" w:rsidRDefault="003B3EA3" w:rsidP="003B3EA3"/>
    <w:p w14:paraId="0FB050BE" w14:textId="25581148" w:rsidR="007B22AE" w:rsidRDefault="0085363C" w:rsidP="003B3EA3">
      <w:pPr>
        <w:pStyle w:val="Titre2"/>
        <w:numPr>
          <w:ilvl w:val="1"/>
          <w:numId w:val="1"/>
        </w:numPr>
      </w:pPr>
      <w:bookmarkStart w:id="1" w:name="_Toc189735685"/>
      <w:r>
        <w:t>Contexte et objet</w:t>
      </w:r>
      <w:bookmarkEnd w:id="1"/>
    </w:p>
    <w:p w14:paraId="36240AA5" w14:textId="77777777" w:rsidR="003B3EA3" w:rsidRDefault="003B3EA3" w:rsidP="007B22AE"/>
    <w:p w14:paraId="5165D4AB" w14:textId="2B343D0A" w:rsidR="0085363C" w:rsidRDefault="0085363C" w:rsidP="0085363C">
      <w:bookmarkStart w:id="2" w:name="_Hlk162473880"/>
      <w:r>
        <w:t xml:space="preserve">Dans le cadre de sa politique d’action sociale, l’Université Grenoble Alpes (UGA) s’est engagée pour un projet d’implantation d’un établissement d'accueil du jeune enfant (EAJE) sur le campus de Saint-Martin-d’Hères, le bâtiment retenu étant </w:t>
      </w:r>
      <w:r w:rsidR="00402F22">
        <w:t>l’ancien</w:t>
      </w:r>
      <w:r>
        <w:t xml:space="preserve"> Centre de Santé Universitaire, sise 180 Rue de la Piscine.</w:t>
      </w:r>
    </w:p>
    <w:p w14:paraId="4A9C8B72" w14:textId="77777777" w:rsidR="0085363C" w:rsidRDefault="0085363C" w:rsidP="0085363C"/>
    <w:p w14:paraId="729E80C2" w14:textId="77777777" w:rsidR="0085363C" w:rsidRDefault="0085363C" w:rsidP="0085363C">
      <w:r>
        <w:t>En réflexion depuis de très nombreuses années, ce projet s’inscrit dans une nouvelle dynamique pour l’UGA qui regroupe désormais les établissements suivants : Grenoble INP-UGA, Sciences Po Grenoble-UGA et ENSAG-UGA et devient ainsi le 2</w:t>
      </w:r>
      <w:r w:rsidRPr="00DC421E">
        <w:rPr>
          <w:vertAlign w:val="superscript"/>
        </w:rPr>
        <w:t>ème</w:t>
      </w:r>
      <w:r>
        <w:t xml:space="preserve"> employeur public du département après le CHUGA. Ce projet a vocation à répondre à un besoin grandissant des usagers et des personnels, en renforçant son offre de service pour sa communauté et contribuer à l’attractivité des établissements.</w:t>
      </w:r>
    </w:p>
    <w:p w14:paraId="45BE8557" w14:textId="77777777" w:rsidR="0085363C" w:rsidRDefault="0085363C" w:rsidP="0085363C"/>
    <w:p w14:paraId="390E45FA" w14:textId="77777777" w:rsidR="0085363C" w:rsidRDefault="0085363C" w:rsidP="0085363C">
      <w:r>
        <w:t>A ce titre, deux études ont été menées en 2020 et 2021 afin de mieux appréhender les conditions matérielles et financières sur lesquelles ce projet pourra être construit. Les conclusions confortent les intentions de l’UGA et confirme la perspective d’implanter un EAJE d’une capacité de 55 places, géré via une concession de service.</w:t>
      </w:r>
    </w:p>
    <w:p w14:paraId="739F6CD2" w14:textId="77777777" w:rsidR="0085363C" w:rsidRDefault="0085363C" w:rsidP="0085363C"/>
    <w:p w14:paraId="461EAECC" w14:textId="62992869" w:rsidR="0085363C" w:rsidRDefault="0085363C" w:rsidP="0085363C">
      <w:r>
        <w:t xml:space="preserve">Le coût de la transformation bâtimentaire est estimé à hauteur de </w:t>
      </w:r>
      <w:r w:rsidR="000A0543">
        <w:t>3,35</w:t>
      </w:r>
      <w:r>
        <w:t xml:space="preserve"> M€, les travaux étant portés en maîtrise d’ouvrage publique par l’UGA.</w:t>
      </w:r>
    </w:p>
    <w:p w14:paraId="2224A15A" w14:textId="77777777" w:rsidR="0085363C" w:rsidRDefault="0085363C" w:rsidP="0085363C"/>
    <w:p w14:paraId="724EB9FB" w14:textId="77777777" w:rsidR="0085363C" w:rsidRDefault="0085363C" w:rsidP="0085363C">
      <w:r>
        <w:t>Cet équipement a également vocation à accueillir un large public : enfants d’agents et étudiants UGA de l’ensemble des établissements mais également d’autres établissements partenaires (</w:t>
      </w:r>
      <w:r w:rsidRPr="00DC421E">
        <w:rPr>
          <w:i/>
          <w:iCs/>
        </w:rPr>
        <w:t>Crous, Rectorat</w:t>
      </w:r>
      <w:r>
        <w:t>), de collectivités locales ou associations de proximité (</w:t>
      </w:r>
      <w:r w:rsidRPr="00DC421E">
        <w:rPr>
          <w:i/>
          <w:iCs/>
        </w:rPr>
        <w:t>CAESUG, France Horizon</w:t>
      </w:r>
      <w:r>
        <w:t>).</w:t>
      </w:r>
    </w:p>
    <w:p w14:paraId="5141CC8A" w14:textId="77777777" w:rsidR="0085363C" w:rsidRDefault="0085363C" w:rsidP="0085363C"/>
    <w:p w14:paraId="6450BBCC" w14:textId="661C5016" w:rsidR="0085363C" w:rsidRDefault="0085363C" w:rsidP="0085363C">
      <w:r>
        <w:t xml:space="preserve">L’UGA au travers du Conseil social d’administration réaffirme ainsi sa volonté de poursuivre les démarches permettant l’ouverture de cette structure d'accueil du jeune enfant pour </w:t>
      </w:r>
      <w:r w:rsidR="00A8771F">
        <w:t xml:space="preserve">septembre </w:t>
      </w:r>
      <w:r>
        <w:t>2026.</w:t>
      </w:r>
    </w:p>
    <w:p w14:paraId="08417002" w14:textId="77777777" w:rsidR="0085363C" w:rsidRDefault="0085363C" w:rsidP="0085363C"/>
    <w:p w14:paraId="3B041214" w14:textId="0B42B2F4" w:rsidR="00466381" w:rsidRDefault="00466381" w:rsidP="00466381">
      <w:r w:rsidRPr="00461BB2">
        <w:t>A l’issue d’une analyse des modes de gestion</w:t>
      </w:r>
      <w:r>
        <w:t>,</w:t>
      </w:r>
      <w:r w:rsidRPr="00461BB2">
        <w:t xml:space="preserve"> </w:t>
      </w:r>
      <w:r w:rsidR="0085363C">
        <w:t>l’UGA</w:t>
      </w:r>
      <w:r>
        <w:t xml:space="preserve"> a décidé de retenir le principe du recours à la concession de service public</w:t>
      </w:r>
      <w:r w:rsidR="00F37D53">
        <w:t xml:space="preserve">, </w:t>
      </w:r>
      <w:r w:rsidR="00F37D53" w:rsidRPr="00F37D53">
        <w:t>régi</w:t>
      </w:r>
      <w:r w:rsidR="00F37D53">
        <w:t>e</w:t>
      </w:r>
      <w:r w:rsidR="00F37D53" w:rsidRPr="00F37D53">
        <w:t xml:space="preserve"> par les articles L.1121-1 et suivants du Code de la Commande Publique</w:t>
      </w:r>
      <w:r w:rsidR="00F37D53">
        <w:t>,</w:t>
      </w:r>
      <w:r>
        <w:t xml:space="preserve"> </w:t>
      </w:r>
      <w:r w:rsidRPr="00254600">
        <w:t xml:space="preserve">pour </w:t>
      </w:r>
      <w:r w:rsidRPr="008D4AC6">
        <w:t xml:space="preserve">l’exploitation </w:t>
      </w:r>
      <w:r w:rsidR="0085363C" w:rsidRPr="0085363C">
        <w:t>du futur EAJE</w:t>
      </w:r>
      <w:r w:rsidRPr="00732F82">
        <w:t>.</w:t>
      </w:r>
    </w:p>
    <w:bookmarkEnd w:id="2"/>
    <w:p w14:paraId="2636620F" w14:textId="77777777" w:rsidR="00466381" w:rsidRDefault="00466381" w:rsidP="00466381"/>
    <w:p w14:paraId="4437AF9D" w14:textId="2759021D" w:rsidR="00EA128F" w:rsidRDefault="00EA128F" w:rsidP="003B3EA3"/>
    <w:p w14:paraId="06992007" w14:textId="47CDA68E" w:rsidR="007B22AE" w:rsidRDefault="003B3EA3" w:rsidP="003B3EA3">
      <w:pPr>
        <w:pStyle w:val="Titre2"/>
        <w:numPr>
          <w:ilvl w:val="1"/>
          <w:numId w:val="1"/>
        </w:numPr>
      </w:pPr>
      <w:bookmarkStart w:id="3" w:name="_Toc189735686"/>
      <w:r>
        <w:t>Durée</w:t>
      </w:r>
      <w:bookmarkEnd w:id="3"/>
    </w:p>
    <w:p w14:paraId="1B61A5C8" w14:textId="77777777" w:rsidR="003B3EA3" w:rsidRDefault="003B3EA3" w:rsidP="007B22AE"/>
    <w:p w14:paraId="1663C85A" w14:textId="5057EDD7" w:rsidR="0085363C" w:rsidRDefault="0085363C" w:rsidP="0085363C">
      <w:pPr>
        <w:rPr>
          <w:szCs w:val="24"/>
        </w:rPr>
      </w:pPr>
      <w:bookmarkStart w:id="4" w:name="_Hlk125577333"/>
      <w:bookmarkStart w:id="5" w:name="_Hlk151625265"/>
      <w:r w:rsidRPr="000A62F7">
        <w:t xml:space="preserve">Le contrat de concession sera conclu pour une </w:t>
      </w:r>
      <w:bookmarkEnd w:id="4"/>
      <w:bookmarkEnd w:id="5"/>
      <w:r w:rsidRPr="005F61AB">
        <w:rPr>
          <w:szCs w:val="24"/>
        </w:rPr>
        <w:t xml:space="preserve">cinq (5) ans à </w:t>
      </w:r>
      <w:bookmarkStart w:id="6" w:name="_Hlk96099963"/>
      <w:r w:rsidRPr="005F61AB">
        <w:rPr>
          <w:szCs w:val="24"/>
        </w:rPr>
        <w:t>compter</w:t>
      </w:r>
      <w:bookmarkEnd w:id="6"/>
      <w:r w:rsidR="002E62D9">
        <w:rPr>
          <w:szCs w:val="24"/>
        </w:rPr>
        <w:t xml:space="preserve"> de </w:t>
      </w:r>
      <w:r w:rsidR="00D27A66">
        <w:rPr>
          <w:szCs w:val="24"/>
        </w:rPr>
        <w:t>septembre</w:t>
      </w:r>
      <w:r w:rsidRPr="009E3E4C">
        <w:rPr>
          <w:szCs w:val="24"/>
        </w:rPr>
        <w:t xml:space="preserve"> 2026</w:t>
      </w:r>
      <w:r>
        <w:rPr>
          <w:szCs w:val="24"/>
        </w:rPr>
        <w:t xml:space="preserve"> (</w:t>
      </w:r>
      <w:r>
        <w:rPr>
          <w:i/>
          <w:iCs/>
          <w:szCs w:val="24"/>
        </w:rPr>
        <w:t>date estimative</w:t>
      </w:r>
      <w:r>
        <w:rPr>
          <w:szCs w:val="24"/>
        </w:rPr>
        <w:t>).</w:t>
      </w:r>
    </w:p>
    <w:p w14:paraId="7EF18EED" w14:textId="6881DA93" w:rsidR="007B22AE" w:rsidRDefault="007B22AE" w:rsidP="007B22AE"/>
    <w:p w14:paraId="58AB1929" w14:textId="77777777" w:rsidR="00686199" w:rsidRDefault="00686199" w:rsidP="007B22AE"/>
    <w:p w14:paraId="613D4BAC" w14:textId="4F6F359C" w:rsidR="00EA128F" w:rsidRDefault="003D5DAF" w:rsidP="00EA128F">
      <w:pPr>
        <w:pStyle w:val="Titre2"/>
        <w:numPr>
          <w:ilvl w:val="1"/>
          <w:numId w:val="1"/>
        </w:numPr>
      </w:pPr>
      <w:bookmarkStart w:id="7" w:name="_Toc189735687"/>
      <w:r>
        <w:t>Limitation</w:t>
      </w:r>
      <w:r w:rsidR="00EA128F">
        <w:t xml:space="preserve"> de la </w:t>
      </w:r>
      <w:proofErr w:type="spellStart"/>
      <w:r w:rsidR="00EA128F">
        <w:t>subconcession</w:t>
      </w:r>
      <w:bookmarkEnd w:id="7"/>
      <w:proofErr w:type="spellEnd"/>
    </w:p>
    <w:p w14:paraId="1D34B517" w14:textId="77777777" w:rsidR="007B22AE" w:rsidRDefault="007B22AE" w:rsidP="007B22AE"/>
    <w:p w14:paraId="05F1CC46" w14:textId="07271CD4" w:rsidR="007B22AE" w:rsidRDefault="007B22AE" w:rsidP="007B22AE">
      <w:r>
        <w:t xml:space="preserve">Le </w:t>
      </w:r>
      <w:r w:rsidR="00EA128F">
        <w:t>concessionnaire</w:t>
      </w:r>
      <w:r>
        <w:t xml:space="preserve"> est tenu d'assurer personnellement l'exécution de la mission qui lui est confiée. Il ne peut </w:t>
      </w:r>
      <w:proofErr w:type="spellStart"/>
      <w:r>
        <w:t>subconcéder</w:t>
      </w:r>
      <w:proofErr w:type="spellEnd"/>
      <w:r>
        <w:t xml:space="preserve"> une partie du service concédé sans l'accord préalable, exprès et écrit du concédant</w:t>
      </w:r>
      <w:r w:rsidR="00561B82">
        <w:t> ; c</w:t>
      </w:r>
      <w:r>
        <w:t>et accord lui est notifié par lettre recommandée avec accusé de réception.</w:t>
      </w:r>
    </w:p>
    <w:p w14:paraId="28364B09" w14:textId="77777777" w:rsidR="007B22AE" w:rsidRDefault="007B22AE" w:rsidP="007B22AE"/>
    <w:p w14:paraId="45E95530" w14:textId="5EE09986" w:rsidR="007B22AE" w:rsidRDefault="007B22AE" w:rsidP="007B22AE">
      <w:r>
        <w:t xml:space="preserve">Le </w:t>
      </w:r>
      <w:r w:rsidR="00EA128F">
        <w:t>concessionnaire</w:t>
      </w:r>
      <w:r>
        <w:t xml:space="preserve"> garde, en toutes circonstances, la responsabilité totale vis-à-vis du concédant de la parfaite réalisation des obligations du présent contrat : il ne peut en aucun cas se prévaloir du fait que la mauvaise exécution soit le fait de ses cocontractants pour s'exonérer de ses obligations envers le concédant, y compris en cas d’acceptation du tiers considéré.</w:t>
      </w:r>
    </w:p>
    <w:p w14:paraId="696E895C" w14:textId="50988CE6" w:rsidR="003D5DAF" w:rsidRDefault="003D5DAF" w:rsidP="007B22AE"/>
    <w:p w14:paraId="7C78D80D" w14:textId="5AE40C95" w:rsidR="00EA128F" w:rsidRDefault="003D5DAF" w:rsidP="00570D5B">
      <w:r w:rsidRPr="003D5DAF">
        <w:t xml:space="preserve">La </w:t>
      </w:r>
      <w:proofErr w:type="spellStart"/>
      <w:r w:rsidRPr="003D5DAF">
        <w:t>subconcession</w:t>
      </w:r>
      <w:proofErr w:type="spellEnd"/>
      <w:r w:rsidRPr="003D5DAF">
        <w:t xml:space="preserve"> totale est interdite</w:t>
      </w:r>
      <w:r>
        <w:t>.</w:t>
      </w:r>
      <w:r w:rsidR="00EA128F">
        <w:br w:type="page"/>
      </w:r>
    </w:p>
    <w:p w14:paraId="3F295732" w14:textId="0FB40421" w:rsidR="007B22AE" w:rsidRDefault="00EA128F" w:rsidP="007B22AE">
      <w:pPr>
        <w:pStyle w:val="Titre1"/>
      </w:pPr>
      <w:bookmarkStart w:id="8" w:name="_Toc189735688"/>
      <w:r>
        <w:lastRenderedPageBreak/>
        <w:t xml:space="preserve">Chapitre second – </w:t>
      </w:r>
      <w:r w:rsidR="007B22AE">
        <w:t>Fonctionnement</w:t>
      </w:r>
      <w:r>
        <w:t xml:space="preserve"> </w:t>
      </w:r>
      <w:r w:rsidR="007B22AE">
        <w:t>du service concédé</w:t>
      </w:r>
      <w:bookmarkEnd w:id="8"/>
    </w:p>
    <w:p w14:paraId="00416F57" w14:textId="77777777" w:rsidR="00BB4BA6" w:rsidRDefault="00BB4BA6" w:rsidP="00BB4BA6"/>
    <w:p w14:paraId="69590344" w14:textId="77777777" w:rsidR="00BB4BA6" w:rsidRDefault="00BB4BA6" w:rsidP="00BB4BA6">
      <w:pPr>
        <w:pStyle w:val="Titre2"/>
        <w:numPr>
          <w:ilvl w:val="1"/>
          <w:numId w:val="1"/>
        </w:numPr>
      </w:pPr>
      <w:bookmarkStart w:id="9" w:name="_Toc152320523"/>
      <w:bookmarkStart w:id="10" w:name="_Toc189735689"/>
      <w:r>
        <w:t>Périmètre du service</w:t>
      </w:r>
      <w:bookmarkEnd w:id="9"/>
      <w:bookmarkEnd w:id="10"/>
    </w:p>
    <w:p w14:paraId="16DF3D6B" w14:textId="77777777" w:rsidR="00BB4BA6" w:rsidRDefault="00BB4BA6" w:rsidP="00BB4BA6"/>
    <w:p w14:paraId="555CAD08" w14:textId="42AC922A" w:rsidR="00BB4BA6" w:rsidRPr="00BB4BA6" w:rsidRDefault="00BB4BA6" w:rsidP="00BB4BA6">
      <w:r>
        <w:t xml:space="preserve">Le concédant met </w:t>
      </w:r>
      <w:r w:rsidRPr="00BB4BA6">
        <w:t xml:space="preserve">à disposition </w:t>
      </w:r>
      <w:r>
        <w:t xml:space="preserve">du concessionnaire </w:t>
      </w:r>
      <w:r w:rsidRPr="00BB4BA6">
        <w:t xml:space="preserve">des locaux adaptés </w:t>
      </w:r>
      <w:r>
        <w:t>au sein d’</w:t>
      </w:r>
      <w:r w:rsidRPr="00BB4BA6">
        <w:t>un bâtiment de plain-pied d’environ 692</w:t>
      </w:r>
      <w:r>
        <w:t xml:space="preserve"> </w:t>
      </w:r>
      <w:r w:rsidRPr="00BB4BA6">
        <w:t>m² de surface utile (</w:t>
      </w:r>
      <w:r w:rsidRPr="00BB4BA6">
        <w:rPr>
          <w:i/>
          <w:iCs/>
        </w:rPr>
        <w:t>SDO 784</w:t>
      </w:r>
      <w:r>
        <w:rPr>
          <w:i/>
          <w:iCs/>
        </w:rPr>
        <w:t xml:space="preserve"> </w:t>
      </w:r>
      <w:r w:rsidRPr="00BB4BA6">
        <w:rPr>
          <w:i/>
          <w:iCs/>
        </w:rPr>
        <w:t>m²</w:t>
      </w:r>
      <w:r w:rsidRPr="00BB4BA6">
        <w:t xml:space="preserve">), sur le campus de </w:t>
      </w:r>
      <w:r>
        <w:t>Saint-</w:t>
      </w:r>
      <w:r w:rsidRPr="00BB4BA6">
        <w:t>Martin</w:t>
      </w:r>
      <w:r>
        <w:t>-</w:t>
      </w:r>
      <w:r w:rsidRPr="00BB4BA6">
        <w:t>d’Hères</w:t>
      </w:r>
      <w:r>
        <w:t xml:space="preserve">, auquel s’ajoute </w:t>
      </w:r>
      <w:r w:rsidRPr="00BB4BA6">
        <w:t>un espace de 1280</w:t>
      </w:r>
      <w:r>
        <w:t xml:space="preserve"> </w:t>
      </w:r>
      <w:r w:rsidRPr="00BB4BA6">
        <w:t>m² à l’extérieur.</w:t>
      </w:r>
    </w:p>
    <w:p w14:paraId="5F66DFC0" w14:textId="77777777" w:rsidR="00BB4BA6" w:rsidRPr="00BB4BA6" w:rsidRDefault="00BB4BA6" w:rsidP="00BB4BA6"/>
    <w:p w14:paraId="2DBA7919" w14:textId="6466D5ED" w:rsidR="00BB4BA6" w:rsidRDefault="00BB4BA6" w:rsidP="00BB4BA6">
      <w:r w:rsidRPr="00BB4BA6">
        <w:t xml:space="preserve">Le bâtiment est entièrement </w:t>
      </w:r>
      <w:r>
        <w:t>dévolu</w:t>
      </w:r>
      <w:r w:rsidRPr="00BB4BA6">
        <w:t xml:space="preserve"> à l’activité de </w:t>
      </w:r>
      <w:r>
        <w:t>l’EAJE, avec des espaces dédiés :</w:t>
      </w:r>
    </w:p>
    <w:p w14:paraId="63BCDB95" w14:textId="46A87650" w:rsidR="00BB4BA6" w:rsidRPr="00BB4BA6" w:rsidRDefault="00BB4BA6">
      <w:pPr>
        <w:pStyle w:val="Paragraphedeliste"/>
        <w:numPr>
          <w:ilvl w:val="0"/>
          <w:numId w:val="31"/>
        </w:numPr>
        <w:spacing w:before="120"/>
        <w:ind w:left="714" w:hanging="357"/>
        <w:contextualSpacing w:val="0"/>
      </w:pPr>
      <w:proofErr w:type="gramStart"/>
      <w:r>
        <w:t>à</w:t>
      </w:r>
      <w:proofErr w:type="gramEnd"/>
      <w:r w:rsidRPr="00BB4BA6">
        <w:t xml:space="preserve"> l’accueil du public et des enfants (</w:t>
      </w:r>
      <w:r w:rsidRPr="00BB4BA6">
        <w:rPr>
          <w:i/>
          <w:iCs/>
        </w:rPr>
        <w:t>hall, espace de vie, dortoir, sanitaire, extérieur</w:t>
      </w:r>
      <w:r>
        <w:rPr>
          <w:i/>
          <w:iCs/>
        </w:rPr>
        <w:t>…</w:t>
      </w:r>
      <w:r w:rsidRPr="00BB4BA6">
        <w:t>)</w:t>
      </w:r>
      <w:r>
        <w:t> ;</w:t>
      </w:r>
    </w:p>
    <w:p w14:paraId="5F40E01C" w14:textId="663BB6FE" w:rsidR="00BB4BA6" w:rsidRDefault="00BB4BA6">
      <w:pPr>
        <w:pStyle w:val="Paragraphedeliste"/>
        <w:numPr>
          <w:ilvl w:val="0"/>
          <w:numId w:val="31"/>
        </w:numPr>
        <w:spacing w:before="120"/>
        <w:ind w:left="714" w:hanging="357"/>
        <w:contextualSpacing w:val="0"/>
      </w:pPr>
      <w:proofErr w:type="gramStart"/>
      <w:r w:rsidRPr="00BB4BA6">
        <w:t>en</w:t>
      </w:r>
      <w:proofErr w:type="gramEnd"/>
      <w:r w:rsidRPr="00BB4BA6">
        <w:t xml:space="preserve"> support de l’activités de la crèche </w:t>
      </w:r>
      <w:r>
        <w:t>(c</w:t>
      </w:r>
      <w:r w:rsidRPr="00BB4BA6">
        <w:t>uisine</w:t>
      </w:r>
      <w:r>
        <w:t>…</w:t>
      </w:r>
      <w:r w:rsidRPr="00BB4BA6">
        <w:t>)</w:t>
      </w:r>
      <w:r>
        <w:t> ;</w:t>
      </w:r>
    </w:p>
    <w:p w14:paraId="56E26B1C" w14:textId="146332F3" w:rsidR="00BB4BA6" w:rsidRPr="00BB4BA6" w:rsidRDefault="00BB4BA6">
      <w:pPr>
        <w:pStyle w:val="Paragraphedeliste"/>
        <w:numPr>
          <w:ilvl w:val="0"/>
          <w:numId w:val="31"/>
        </w:numPr>
        <w:spacing w:before="120"/>
        <w:ind w:left="714" w:hanging="357"/>
        <w:contextualSpacing w:val="0"/>
      </w:pPr>
      <w:proofErr w:type="gramStart"/>
      <w:r w:rsidRPr="00BB4BA6">
        <w:t>aux</w:t>
      </w:r>
      <w:proofErr w:type="gramEnd"/>
      <w:r w:rsidRPr="00BB4BA6">
        <w:t xml:space="preserve"> personnels (</w:t>
      </w:r>
      <w:r w:rsidRPr="00BB4BA6">
        <w:rPr>
          <w:i/>
          <w:iCs/>
        </w:rPr>
        <w:t>vestiaire, salle de pause…</w:t>
      </w:r>
      <w:r w:rsidRPr="00BB4BA6">
        <w:t>)</w:t>
      </w:r>
      <w:r>
        <w:t> ;</w:t>
      </w:r>
    </w:p>
    <w:p w14:paraId="47340250" w14:textId="6D8BCA84" w:rsidR="00BB4BA6" w:rsidRPr="00BB4BA6" w:rsidRDefault="00BB4BA6">
      <w:pPr>
        <w:pStyle w:val="Paragraphedeliste"/>
        <w:numPr>
          <w:ilvl w:val="0"/>
          <w:numId w:val="31"/>
        </w:numPr>
        <w:spacing w:before="120"/>
        <w:ind w:left="714" w:hanging="357"/>
        <w:contextualSpacing w:val="0"/>
      </w:pPr>
      <w:proofErr w:type="gramStart"/>
      <w:r w:rsidRPr="00BB4BA6">
        <w:t>aux</w:t>
      </w:r>
      <w:proofErr w:type="gramEnd"/>
      <w:r w:rsidRPr="00BB4BA6">
        <w:t xml:space="preserve"> locaux techniques (</w:t>
      </w:r>
      <w:r w:rsidRPr="00BB4BA6">
        <w:rPr>
          <w:i/>
          <w:iCs/>
        </w:rPr>
        <w:t>chaufferie, stockage</w:t>
      </w:r>
      <w:r>
        <w:rPr>
          <w:i/>
          <w:iCs/>
        </w:rPr>
        <w:t>…</w:t>
      </w:r>
      <w:r w:rsidRPr="00BB4BA6">
        <w:t>)</w:t>
      </w:r>
      <w:r>
        <w:t>.</w:t>
      </w:r>
    </w:p>
    <w:p w14:paraId="5C8B04FA" w14:textId="77777777" w:rsidR="00BB4BA6" w:rsidRPr="00BB4BA6" w:rsidRDefault="00BB4BA6" w:rsidP="00BB4BA6"/>
    <w:p w14:paraId="27FDE30B" w14:textId="77777777" w:rsidR="00BB4BA6" w:rsidRDefault="00BB4BA6" w:rsidP="00BB4BA6">
      <w:r>
        <w:t>L’</w:t>
      </w:r>
      <w:r w:rsidRPr="00BB4BA6">
        <w:t xml:space="preserve">équipement est </w:t>
      </w:r>
      <w:r>
        <w:t>mis à disposition</w:t>
      </w:r>
      <w:r w:rsidRPr="00BB4BA6">
        <w:t xml:space="preserve"> avec la signalétique et le mobilier fixe. </w:t>
      </w:r>
      <w:r>
        <w:t>En revanche, le concessionnaire assure l’acquisition et le renouvellement du petit aménagement (</w:t>
      </w:r>
      <w:r w:rsidRPr="00BB4BA6">
        <w:rPr>
          <w:i/>
          <w:iCs/>
        </w:rPr>
        <w:t>tables et chaises, jouets, rangement mobiles…</w:t>
      </w:r>
      <w:r w:rsidRPr="00BB4BA6">
        <w:t>).</w:t>
      </w:r>
    </w:p>
    <w:p w14:paraId="487035FA" w14:textId="77777777" w:rsidR="00BB4BA6" w:rsidRDefault="00BB4BA6" w:rsidP="00BB4BA6"/>
    <w:p w14:paraId="35EFF38C" w14:textId="77777777" w:rsidR="00AC59AA" w:rsidRDefault="00BB4BA6" w:rsidP="00BB4BA6">
      <w:r>
        <w:t>L</w:t>
      </w:r>
      <w:r w:rsidR="00AC59AA">
        <w:t>e programme technique détaillé est joint en annexe 6.</w:t>
      </w:r>
    </w:p>
    <w:p w14:paraId="57A6E96B" w14:textId="77777777" w:rsidR="00BB4BA6" w:rsidRDefault="00BB4BA6" w:rsidP="007A6B96"/>
    <w:p w14:paraId="468BACA9" w14:textId="77777777" w:rsidR="00AC59AA" w:rsidRDefault="00AC59AA" w:rsidP="007A6B96"/>
    <w:p w14:paraId="79D60992" w14:textId="77777777" w:rsidR="007A6B96" w:rsidRDefault="007A6B96" w:rsidP="007A6B96">
      <w:pPr>
        <w:pStyle w:val="Titre2"/>
        <w:numPr>
          <w:ilvl w:val="1"/>
          <w:numId w:val="1"/>
        </w:numPr>
      </w:pPr>
      <w:bookmarkStart w:id="11" w:name="_Toc101860449"/>
      <w:bookmarkStart w:id="12" w:name="_Toc189735690"/>
      <w:r>
        <w:t>Interlocuteur dédié</w:t>
      </w:r>
      <w:bookmarkEnd w:id="11"/>
      <w:bookmarkEnd w:id="12"/>
    </w:p>
    <w:p w14:paraId="233A1695" w14:textId="77777777" w:rsidR="007A6B96" w:rsidRDefault="007A6B96" w:rsidP="007A6B96"/>
    <w:p w14:paraId="06812561" w14:textId="22A5EF82" w:rsidR="007A6B96" w:rsidRDefault="007A6B96" w:rsidP="007A6B96">
      <w:r>
        <w:t xml:space="preserve">Dans ses relations avec le </w:t>
      </w:r>
      <w:r w:rsidR="008B3ED8">
        <w:t>concédant</w:t>
      </w:r>
      <w:r>
        <w:t xml:space="preserve">, le </w:t>
      </w:r>
      <w:r w:rsidR="008B3ED8">
        <w:t>concessionnaire</w:t>
      </w:r>
      <w:r>
        <w:t xml:space="preserve"> est représenté par un interlocuteur dédié dont le CV est présenté à l’annexe 1 </w:t>
      </w:r>
      <w:r w:rsidR="00A07659">
        <w:t>du</w:t>
      </w:r>
      <w:r w:rsidR="00490FA4">
        <w:t xml:space="preserve"> présent contrat</w:t>
      </w:r>
      <w:r>
        <w:t>.</w:t>
      </w:r>
    </w:p>
    <w:p w14:paraId="2383A626" w14:textId="77777777" w:rsidR="007A6B96" w:rsidRDefault="007A6B96" w:rsidP="007A6B96"/>
    <w:p w14:paraId="0C89C438" w14:textId="354BB58E" w:rsidR="007A6B96" w:rsidRDefault="007A6B96" w:rsidP="007A6B96">
      <w:r>
        <w:t xml:space="preserve">Le cas échéant, le </w:t>
      </w:r>
      <w:r w:rsidR="008B3ED8">
        <w:t>concessionnaire</w:t>
      </w:r>
      <w:r>
        <w:t xml:space="preserve"> informe au plus tôt le </w:t>
      </w:r>
      <w:r w:rsidR="008B3ED8">
        <w:t>concédant</w:t>
      </w:r>
      <w:r>
        <w:t xml:space="preserve"> de tout changement anticipé d’interlocuteur dédié.</w:t>
      </w:r>
    </w:p>
    <w:p w14:paraId="1C39459A" w14:textId="77777777" w:rsidR="007A6B96" w:rsidRDefault="007A6B96" w:rsidP="007A6B96"/>
    <w:tbl>
      <w:tblPr>
        <w:tblStyle w:val="Grilledutableau"/>
        <w:tblW w:w="0" w:type="auto"/>
        <w:tblLook w:val="04A0" w:firstRow="1" w:lastRow="0" w:firstColumn="1" w:lastColumn="0" w:noHBand="0" w:noVBand="1"/>
      </w:tblPr>
      <w:tblGrid>
        <w:gridCol w:w="9062"/>
      </w:tblGrid>
      <w:tr w:rsidR="007A6B96" w14:paraId="4F65C2EF" w14:textId="77777777" w:rsidTr="001A48DF">
        <w:tc>
          <w:tcPr>
            <w:tcW w:w="9062" w:type="dxa"/>
          </w:tcPr>
          <w:p w14:paraId="5C2FF3B2" w14:textId="77777777" w:rsidR="007A6B96" w:rsidRDefault="007A6B96" w:rsidP="001A48DF">
            <w:bookmarkStart w:id="13" w:name="_Hlk100068442"/>
          </w:p>
          <w:p w14:paraId="36A4C9D5" w14:textId="77777777" w:rsidR="007A6B96" w:rsidRPr="001212EE" w:rsidRDefault="007A6B96" w:rsidP="001A48DF">
            <w:pPr>
              <w:rPr>
                <w:b/>
                <w:bCs/>
                <w:u w:val="single"/>
              </w:rPr>
            </w:pPr>
            <w:r w:rsidRPr="001212EE">
              <w:rPr>
                <w:b/>
                <w:bCs/>
                <w:u w:val="single"/>
              </w:rPr>
              <w:t>A compléter par le candidat :</w:t>
            </w:r>
          </w:p>
          <w:p w14:paraId="6ADFC5DF" w14:textId="77777777" w:rsidR="007A6B96" w:rsidRDefault="007A6B96" w:rsidP="001A48DF"/>
          <w:p w14:paraId="25B6DF85" w14:textId="600DCA61" w:rsidR="007A6B96" w:rsidRDefault="007A6B96" w:rsidP="001A48DF">
            <w:r>
              <w:t xml:space="preserve">Le candidat présentera dans son mémoire technique le CV détaillé de l’interlocuteur pressenti pour les échanges avec le </w:t>
            </w:r>
            <w:r w:rsidR="008B3ED8">
              <w:t>concédant</w:t>
            </w:r>
            <w:r>
              <w:t>.</w:t>
            </w:r>
          </w:p>
          <w:p w14:paraId="73A9AD2E" w14:textId="77777777" w:rsidR="007A6B96" w:rsidRDefault="007A6B96" w:rsidP="001A48DF"/>
        </w:tc>
      </w:tr>
      <w:bookmarkEnd w:id="13"/>
    </w:tbl>
    <w:p w14:paraId="0DF4232B" w14:textId="77777777" w:rsidR="007A6B96" w:rsidRDefault="007A6B96" w:rsidP="007A6B96"/>
    <w:p w14:paraId="69F5E204" w14:textId="77777777" w:rsidR="007A6B96" w:rsidRDefault="007A6B96" w:rsidP="007A6B96"/>
    <w:p w14:paraId="18EC928A" w14:textId="77777777" w:rsidR="007A6B96" w:rsidRDefault="007A6B96" w:rsidP="007A6B96">
      <w:pPr>
        <w:pStyle w:val="Titre2"/>
        <w:numPr>
          <w:ilvl w:val="1"/>
          <w:numId w:val="1"/>
        </w:numPr>
      </w:pPr>
      <w:bookmarkStart w:id="14" w:name="_Toc101860450"/>
      <w:bookmarkStart w:id="15" w:name="_Toc189735691"/>
      <w:r>
        <w:t>Autorisation</w:t>
      </w:r>
      <w:bookmarkEnd w:id="14"/>
      <w:bookmarkEnd w:id="15"/>
    </w:p>
    <w:p w14:paraId="46BE7EDD" w14:textId="77777777" w:rsidR="007A6B96" w:rsidRDefault="007A6B96" w:rsidP="007A6B96"/>
    <w:p w14:paraId="1515D01C" w14:textId="5083B55F" w:rsidR="007A6B96" w:rsidRDefault="007A6B96" w:rsidP="007A6B96">
      <w:r>
        <w:t xml:space="preserve">Le </w:t>
      </w:r>
      <w:r w:rsidR="008B3ED8">
        <w:t>concessionnaire</w:t>
      </w:r>
      <w:r>
        <w:t xml:space="preserve"> doit bénéficier de l’autorisation du Président du Conseil Départemental et des services de la Protection Maternelle et Infantile, conformément aux articles L. 2324-1 et L. 2324- 2 du Code de la santé publique.  </w:t>
      </w:r>
    </w:p>
    <w:p w14:paraId="00DD8443" w14:textId="7110701C" w:rsidR="007A6B96" w:rsidRDefault="007A6B96" w:rsidP="007A6B96"/>
    <w:p w14:paraId="1EA9E06E" w14:textId="77777777" w:rsidR="00973C97" w:rsidRDefault="00973C97" w:rsidP="007A6B96"/>
    <w:p w14:paraId="101DDF19" w14:textId="58F015A6" w:rsidR="00973C97" w:rsidRDefault="00973C97" w:rsidP="00973C97">
      <w:pPr>
        <w:pStyle w:val="Titre2"/>
        <w:numPr>
          <w:ilvl w:val="1"/>
          <w:numId w:val="1"/>
        </w:numPr>
      </w:pPr>
      <w:bookmarkStart w:id="16" w:name="_Toc189735692"/>
      <w:r>
        <w:t>Capacité d’accueil</w:t>
      </w:r>
      <w:bookmarkEnd w:id="16"/>
    </w:p>
    <w:p w14:paraId="4F591824" w14:textId="77777777" w:rsidR="00973C97" w:rsidRDefault="00973C97" w:rsidP="00973C97"/>
    <w:p w14:paraId="7A7E33F5" w14:textId="6E1EBBC3" w:rsidR="00973C97" w:rsidRDefault="00973C97" w:rsidP="00973C97">
      <w:r>
        <w:t>La capacité d’accueil est de </w:t>
      </w:r>
      <w:r w:rsidR="002E62D9">
        <w:t>55</w:t>
      </w:r>
      <w:r w:rsidR="00466381">
        <w:t xml:space="preserve"> places.</w:t>
      </w:r>
    </w:p>
    <w:p w14:paraId="0DBA2EB4" w14:textId="35CF9A35" w:rsidR="002A7458" w:rsidRDefault="002A7458" w:rsidP="00973C97"/>
    <w:p w14:paraId="33D906C8" w14:textId="77777777" w:rsidR="00973C97" w:rsidRDefault="00973C97" w:rsidP="00973C97"/>
    <w:p w14:paraId="080E22E5" w14:textId="77777777" w:rsidR="007A6B96" w:rsidRDefault="007A6B96" w:rsidP="007A6B96">
      <w:pPr>
        <w:pStyle w:val="Titre2"/>
        <w:numPr>
          <w:ilvl w:val="1"/>
          <w:numId w:val="1"/>
        </w:numPr>
      </w:pPr>
      <w:bookmarkStart w:id="17" w:name="_Toc101860451"/>
      <w:bookmarkStart w:id="18" w:name="_Toc189735693"/>
      <w:r>
        <w:t>Conditions d’accueil</w:t>
      </w:r>
      <w:bookmarkEnd w:id="17"/>
      <w:bookmarkEnd w:id="18"/>
    </w:p>
    <w:p w14:paraId="215D5AD9" w14:textId="77777777" w:rsidR="007A6B96" w:rsidRDefault="007A6B96" w:rsidP="007A6B96"/>
    <w:p w14:paraId="1572FE64" w14:textId="78DAA261" w:rsidR="007A6B96" w:rsidRDefault="007A6B96" w:rsidP="007A6B96">
      <w:r>
        <w:t xml:space="preserve">Le </w:t>
      </w:r>
      <w:r w:rsidR="008B3ED8">
        <w:t>concessionnaire</w:t>
      </w:r>
      <w:r>
        <w:t xml:space="preserve"> accueille les enfants selon trois (3) types principaux d'accueil :</w:t>
      </w:r>
    </w:p>
    <w:p w14:paraId="779607B5" w14:textId="6E9BBBC8" w:rsidR="007A6B96" w:rsidRDefault="007A6B96">
      <w:pPr>
        <w:pStyle w:val="Paragraphedeliste"/>
        <w:numPr>
          <w:ilvl w:val="0"/>
          <w:numId w:val="15"/>
        </w:numPr>
        <w:spacing w:before="120"/>
        <w:ind w:left="714" w:hanging="357"/>
        <w:contextualSpacing w:val="0"/>
      </w:pPr>
      <w:proofErr w:type="gramStart"/>
      <w:r>
        <w:t>les</w:t>
      </w:r>
      <w:proofErr w:type="gramEnd"/>
      <w:r>
        <w:t xml:space="preserve"> accueils réguliers qui font l'objet d'un contrat entre le </w:t>
      </w:r>
      <w:r w:rsidR="008B3ED8">
        <w:t>concessionnaire</w:t>
      </w:r>
      <w:r>
        <w:t xml:space="preserve"> et les familles après prononciation de la décision d'admission</w:t>
      </w:r>
      <w:r w:rsidR="00F37D53">
        <w:t>. Ils peuvent être à temps plein (</w:t>
      </w:r>
      <w:r w:rsidR="00F37D53" w:rsidRPr="00B02A44">
        <w:rPr>
          <w:i/>
          <w:iCs/>
        </w:rPr>
        <w:t xml:space="preserve">lorsque l’enfant </w:t>
      </w:r>
      <w:r w:rsidR="00F37D53" w:rsidRPr="00B02A44">
        <w:rPr>
          <w:i/>
          <w:iCs/>
        </w:rPr>
        <w:lastRenderedPageBreak/>
        <w:t>fréquente la structure 4 à 5 jours par semaine</w:t>
      </w:r>
      <w:r w:rsidR="00F37D53">
        <w:t>) ou à temps partiel (</w:t>
      </w:r>
      <w:r w:rsidR="00F37D53" w:rsidRPr="00B02A44">
        <w:rPr>
          <w:i/>
          <w:iCs/>
        </w:rPr>
        <w:t>lorsque l’enfant fréquente la structure entre 0,5 journée et 3,5 jours par semaine</w:t>
      </w:r>
      <w:r w:rsidR="00F37D53">
        <w:t>) ;</w:t>
      </w:r>
      <w:r w:rsidR="00F37D53" w:rsidRPr="00F37D53">
        <w:t xml:space="preserve"> </w:t>
      </w:r>
    </w:p>
    <w:p w14:paraId="51B2B299" w14:textId="6FBCE523" w:rsidR="007A6B96" w:rsidRDefault="007A6B96">
      <w:pPr>
        <w:pStyle w:val="Paragraphedeliste"/>
        <w:numPr>
          <w:ilvl w:val="0"/>
          <w:numId w:val="15"/>
        </w:numPr>
        <w:spacing w:before="120"/>
        <w:contextualSpacing w:val="0"/>
      </w:pPr>
      <w:proofErr w:type="gramStart"/>
      <w:r>
        <w:t>les</w:t>
      </w:r>
      <w:proofErr w:type="gramEnd"/>
      <w:r>
        <w:t xml:space="preserve"> accueils occasionnels pour lesquels les parents doivent contacter directement le </w:t>
      </w:r>
      <w:r w:rsidR="008B3ED8">
        <w:t>concessionnaire</w:t>
      </w:r>
      <w:r w:rsidR="00F37D53">
        <w:t>. L’accueil est occasionnel lorsque les besoins ne sont pas toujours connus à l’avance, sont ponctuels et ne sont pas récurrents. L’enfant peut être connu de l’établissement (</w:t>
      </w:r>
      <w:r w:rsidR="00F37D53" w:rsidRPr="00B02A44">
        <w:rPr>
          <w:i/>
          <w:iCs/>
        </w:rPr>
        <w:t>il y est inscrit, l’a peut-être déjà fréquenté</w:t>
      </w:r>
      <w:r w:rsidR="00F37D53">
        <w:t>) ou pas, et nécessite un accueil pour une durée limitée ne se renouvelant pas à un rythme régulier.</w:t>
      </w:r>
      <w:r>
        <w:t> ;</w:t>
      </w:r>
    </w:p>
    <w:p w14:paraId="4F7A7D8F" w14:textId="22AA5898" w:rsidR="007A6B96" w:rsidRDefault="007A6B96">
      <w:pPr>
        <w:pStyle w:val="Paragraphedeliste"/>
        <w:numPr>
          <w:ilvl w:val="0"/>
          <w:numId w:val="15"/>
        </w:numPr>
        <w:spacing w:before="120"/>
        <w:ind w:left="714" w:hanging="357"/>
        <w:contextualSpacing w:val="0"/>
      </w:pPr>
      <w:proofErr w:type="gramStart"/>
      <w:r>
        <w:t>les</w:t>
      </w:r>
      <w:proofErr w:type="gramEnd"/>
      <w:r>
        <w:t xml:space="preserve"> accueils d’urgence : il s’agit des cas où l’enfant n’a jamais fréquenté la structure et pour lequel les parents souhaitent bénéficier d’un accueil en « urgence ».</w:t>
      </w:r>
      <w:r w:rsidR="00F37D53">
        <w:t xml:space="preserve"> </w:t>
      </w:r>
      <w:r w:rsidR="00F37D53" w:rsidRPr="00F37D53">
        <w:t xml:space="preserve">Il s’agit du cas </w:t>
      </w:r>
      <w:r w:rsidR="002877AB">
        <w:t>où</w:t>
      </w:r>
      <w:r w:rsidR="00F37D53" w:rsidRPr="00F37D53">
        <w:t xml:space="preserve"> les représentants légaux souhaitent bénéficier d’un accueil « en urgence » comme définit par la lettre-circulaire CNAF n° 2014-009. Les accueils d’urgence se définissent comme des accueils prioritaires. Ces urgences sont divisées en « urgences ordinaires », correspondant à la réalisation d’événements familiaux (hospitalisations) et en « urgences sociales » recouvrant les orientations des services médico-sociaux.</w:t>
      </w:r>
    </w:p>
    <w:p w14:paraId="292FB8F5" w14:textId="19711F6F" w:rsidR="007A6B96" w:rsidRDefault="007A6B96" w:rsidP="007A6B96"/>
    <w:tbl>
      <w:tblPr>
        <w:tblStyle w:val="Grilledutableau"/>
        <w:tblW w:w="0" w:type="auto"/>
        <w:tblLook w:val="04A0" w:firstRow="1" w:lastRow="0" w:firstColumn="1" w:lastColumn="0" w:noHBand="0" w:noVBand="1"/>
      </w:tblPr>
      <w:tblGrid>
        <w:gridCol w:w="9062"/>
      </w:tblGrid>
      <w:tr w:rsidR="007A6B96" w14:paraId="29E73CCF" w14:textId="77777777" w:rsidTr="001A48DF">
        <w:tc>
          <w:tcPr>
            <w:tcW w:w="9062" w:type="dxa"/>
          </w:tcPr>
          <w:p w14:paraId="26D758F6" w14:textId="77777777" w:rsidR="007A6B96" w:rsidRDefault="007A6B96" w:rsidP="001A48DF"/>
          <w:p w14:paraId="2E7C938F" w14:textId="77777777" w:rsidR="007A6B96" w:rsidRPr="001212EE" w:rsidRDefault="007A6B96" w:rsidP="001A48DF">
            <w:pPr>
              <w:rPr>
                <w:b/>
                <w:bCs/>
                <w:u w:val="single"/>
              </w:rPr>
            </w:pPr>
            <w:r w:rsidRPr="001212EE">
              <w:rPr>
                <w:b/>
                <w:bCs/>
                <w:u w:val="single"/>
              </w:rPr>
              <w:t>A compléter par le candidat :</w:t>
            </w:r>
          </w:p>
          <w:p w14:paraId="7C35A5A5" w14:textId="77777777" w:rsidR="007A6B96" w:rsidRDefault="007A6B96" w:rsidP="001A48DF"/>
          <w:p w14:paraId="31209CD5" w14:textId="77777777" w:rsidR="007A6B96" w:rsidRDefault="007A6B96" w:rsidP="001A48DF">
            <w:r>
              <w:t>Les modalités d’examen des dossiers et la procédure spécifique d’accueil prévue pour l’accueil d’urgence devront être précisées par le candidat.</w:t>
            </w:r>
          </w:p>
          <w:p w14:paraId="4B2D74D0" w14:textId="77777777" w:rsidR="007A6B96" w:rsidRDefault="007A6B96" w:rsidP="001A48DF"/>
        </w:tc>
      </w:tr>
    </w:tbl>
    <w:p w14:paraId="2714A499" w14:textId="6680342C" w:rsidR="007A6B96" w:rsidRDefault="007A6B96" w:rsidP="007A6B96"/>
    <w:p w14:paraId="4E832D63" w14:textId="77777777" w:rsidR="002A7458" w:rsidRDefault="002A7458" w:rsidP="007A6B96"/>
    <w:p w14:paraId="753C9E20" w14:textId="77777777" w:rsidR="007A6B96" w:rsidRDefault="007A6B96" w:rsidP="007A6B96">
      <w:pPr>
        <w:pStyle w:val="Titre2"/>
        <w:numPr>
          <w:ilvl w:val="1"/>
          <w:numId w:val="1"/>
        </w:numPr>
      </w:pPr>
      <w:bookmarkStart w:id="19" w:name="_Toc101860452"/>
      <w:bookmarkStart w:id="20" w:name="_Toc189735694"/>
      <w:r>
        <w:t>Inscription et admission des enfants</w:t>
      </w:r>
      <w:bookmarkEnd w:id="19"/>
      <w:bookmarkEnd w:id="20"/>
    </w:p>
    <w:p w14:paraId="318B2B4F" w14:textId="77777777" w:rsidR="007A6B96" w:rsidRDefault="007A6B96" w:rsidP="007A6B96"/>
    <w:p w14:paraId="43094EF0" w14:textId="77777777" w:rsidR="007A6B96" w:rsidRDefault="007A6B96" w:rsidP="007A6B96">
      <w:r>
        <w:t>La personne qui inscrit l'enfant doit exercer l'autorité parentale.</w:t>
      </w:r>
    </w:p>
    <w:p w14:paraId="572633D7" w14:textId="77777777" w:rsidR="007A6B96" w:rsidRDefault="007A6B96" w:rsidP="007A6B96"/>
    <w:p w14:paraId="3B77677B" w14:textId="2C489DED" w:rsidR="00AB231D" w:rsidRDefault="007A6B96" w:rsidP="007A6B96">
      <w:r>
        <w:t>Les modalités d'admission des enfants doivent être détaillées dans le règlement de fonctionnement</w:t>
      </w:r>
      <w:r w:rsidR="00560E1C">
        <w:t xml:space="preserve">, et notamment le </w:t>
      </w:r>
      <w:r w:rsidR="00903A1E">
        <w:t>rôle de la</w:t>
      </w:r>
      <w:r w:rsidR="00903A1E" w:rsidRPr="00903A1E">
        <w:t xml:space="preserve"> Commission </w:t>
      </w:r>
      <w:r w:rsidR="00A8060E">
        <w:t>d’admission</w:t>
      </w:r>
      <w:r w:rsidR="00560E1C">
        <w:t>.</w:t>
      </w:r>
    </w:p>
    <w:p w14:paraId="236D1647" w14:textId="264B2C46" w:rsidR="00A8060E" w:rsidRDefault="00A8060E" w:rsidP="007A6B96"/>
    <w:p w14:paraId="6B238784" w14:textId="49735ECE" w:rsidR="00A8060E" w:rsidRPr="00A8060E" w:rsidRDefault="002A7458" w:rsidP="002A7458">
      <w:r w:rsidRPr="00A8060E">
        <w:t xml:space="preserve">Les familles peuvent récupérer les dossiers par téléchargement sur le site internet du </w:t>
      </w:r>
      <w:r w:rsidR="00560E1C">
        <w:t>concessionnaire</w:t>
      </w:r>
      <w:r w:rsidR="00A8060E" w:rsidRPr="00A8060E">
        <w:t>.</w:t>
      </w:r>
    </w:p>
    <w:p w14:paraId="2701D4F0" w14:textId="77777777" w:rsidR="002A7458" w:rsidRDefault="002A7458" w:rsidP="007A6B96"/>
    <w:p w14:paraId="3F212EFE" w14:textId="0C73C341" w:rsidR="002A7458" w:rsidRDefault="002A7458" w:rsidP="007A6B96">
      <w:r w:rsidRPr="002A7458">
        <w:t xml:space="preserve">Les admissions sont prononcées </w:t>
      </w:r>
      <w:r w:rsidR="00A8060E">
        <w:t>lors des Commissions d’admission (</w:t>
      </w:r>
      <w:r w:rsidR="00A8060E">
        <w:rPr>
          <w:i/>
          <w:iCs/>
        </w:rPr>
        <w:t>qui se tient qua</w:t>
      </w:r>
      <w:r w:rsidR="00F17AB4">
        <w:rPr>
          <w:i/>
          <w:iCs/>
        </w:rPr>
        <w:t>t</w:t>
      </w:r>
      <w:r w:rsidR="00A8060E">
        <w:rPr>
          <w:i/>
          <w:iCs/>
        </w:rPr>
        <w:t>re fois par an</w:t>
      </w:r>
      <w:r w:rsidR="00A8060E">
        <w:t xml:space="preserve">) </w:t>
      </w:r>
      <w:r w:rsidRPr="002A7458">
        <w:t xml:space="preserve">: </w:t>
      </w:r>
      <w:r w:rsidR="00560E1C">
        <w:t>le concessionnaire</w:t>
      </w:r>
      <w:r w:rsidRPr="002A7458">
        <w:t xml:space="preserve"> établit la liste des bénéficiaires en lien avec les membres de la </w:t>
      </w:r>
      <w:r w:rsidR="00A8060E">
        <w:t>Commission</w:t>
      </w:r>
      <w:r w:rsidRPr="002A7458">
        <w:t xml:space="preserve"> et une liste d’attente destinée à permettre l’admission des enfants en cas de désistement.</w:t>
      </w:r>
    </w:p>
    <w:p w14:paraId="036B7160" w14:textId="77777777" w:rsidR="002A7458" w:rsidRDefault="002A7458" w:rsidP="007A6B96"/>
    <w:p w14:paraId="0B28096A" w14:textId="410EB471" w:rsidR="007A6B96" w:rsidRDefault="007A6B96" w:rsidP="007A6B96">
      <w:r>
        <w:t xml:space="preserve">L'inscription d’un enfant de moins de quatre mois est validée en présence des parents, par la visite médicale réalisée par le </w:t>
      </w:r>
      <w:r w:rsidR="00A43177" w:rsidRPr="00A43177">
        <w:t>Référent Santé et Accueil Inclusif (RSAI)</w:t>
      </w:r>
      <w:r w:rsidR="00A43177">
        <w:t xml:space="preserve"> </w:t>
      </w:r>
      <w:r>
        <w:t xml:space="preserve">du </w:t>
      </w:r>
      <w:r w:rsidR="008B3ED8">
        <w:t>concessionnaire</w:t>
      </w:r>
      <w:r>
        <w:t xml:space="preserve"> ; au-delà de cet âge, un certificat </w:t>
      </w:r>
      <w:r w:rsidR="002877AB">
        <w:t xml:space="preserve">médical </w:t>
      </w:r>
      <w:r>
        <w:t>d’aptitude à la vie en collectivité est demandé.</w:t>
      </w:r>
    </w:p>
    <w:p w14:paraId="19FDD883" w14:textId="77777777" w:rsidR="007A6B96" w:rsidRDefault="007A6B96" w:rsidP="007A6B96"/>
    <w:p w14:paraId="3A67EB7D" w14:textId="77777777" w:rsidR="007A6B96" w:rsidRDefault="007A6B96" w:rsidP="007A6B96">
      <w:r>
        <w:t>Un protocole d’accueil et d’adaptation est organisé avant l’entrée de l’enfant dans la structure. Tout enfant nécessitant un accompagnement spécifique (</w:t>
      </w:r>
      <w:r w:rsidRPr="003D1C94">
        <w:rPr>
          <w:i/>
          <w:iCs/>
        </w:rPr>
        <w:t>maladie, allergie…</w:t>
      </w:r>
      <w:r>
        <w:t>) fait l’objet d’un projet d’accueil individualisé (PAI) formalisé.</w:t>
      </w:r>
    </w:p>
    <w:p w14:paraId="3FC1E257" w14:textId="77777777" w:rsidR="007A6B96" w:rsidRDefault="007A6B96" w:rsidP="007A6B96">
      <w:bookmarkStart w:id="21" w:name="_Hlk114486542"/>
    </w:p>
    <w:tbl>
      <w:tblPr>
        <w:tblStyle w:val="Grilledutableau"/>
        <w:tblW w:w="0" w:type="auto"/>
        <w:tblLook w:val="04A0" w:firstRow="1" w:lastRow="0" w:firstColumn="1" w:lastColumn="0" w:noHBand="0" w:noVBand="1"/>
      </w:tblPr>
      <w:tblGrid>
        <w:gridCol w:w="9062"/>
      </w:tblGrid>
      <w:tr w:rsidR="007A6B96" w14:paraId="2E9334B7" w14:textId="77777777" w:rsidTr="001A48DF">
        <w:tc>
          <w:tcPr>
            <w:tcW w:w="9062" w:type="dxa"/>
          </w:tcPr>
          <w:p w14:paraId="1E73B742" w14:textId="77777777" w:rsidR="007A6B96" w:rsidRDefault="007A6B96" w:rsidP="001A48DF"/>
          <w:p w14:paraId="584A2063" w14:textId="77777777" w:rsidR="007A6B96" w:rsidRPr="001212EE" w:rsidRDefault="007A6B96" w:rsidP="001A48DF">
            <w:pPr>
              <w:rPr>
                <w:b/>
                <w:bCs/>
                <w:u w:val="single"/>
              </w:rPr>
            </w:pPr>
            <w:r w:rsidRPr="001212EE">
              <w:rPr>
                <w:b/>
                <w:bCs/>
                <w:u w:val="single"/>
              </w:rPr>
              <w:t>A compléter par le candidat :</w:t>
            </w:r>
          </w:p>
          <w:p w14:paraId="2EC965C2" w14:textId="77777777" w:rsidR="007A6B96" w:rsidRDefault="007A6B96" w:rsidP="001A48DF"/>
          <w:p w14:paraId="7F519D9D" w14:textId="77777777" w:rsidR="007A6B96" w:rsidRDefault="007A6B96" w:rsidP="001A48DF">
            <w:r>
              <w:t>Dans le cadre de son mémoire technique, le candidat proposera :</w:t>
            </w:r>
          </w:p>
          <w:p w14:paraId="4EA2648B" w14:textId="77777777" w:rsidR="00466381" w:rsidRDefault="007A6B96">
            <w:pPr>
              <w:pStyle w:val="Paragraphedeliste"/>
              <w:numPr>
                <w:ilvl w:val="0"/>
                <w:numId w:val="16"/>
              </w:numPr>
              <w:spacing w:before="120"/>
              <w:ind w:left="714" w:hanging="357"/>
              <w:contextualSpacing w:val="0"/>
            </w:pPr>
            <w:proofErr w:type="gramStart"/>
            <w:r w:rsidRPr="003D1C94">
              <w:t>un</w:t>
            </w:r>
            <w:proofErr w:type="gramEnd"/>
            <w:r w:rsidRPr="003D1C94">
              <w:t xml:space="preserve"> règlement de fonctionnement du service</w:t>
            </w:r>
            <w:r w:rsidR="00466381">
              <w:t> ;</w:t>
            </w:r>
          </w:p>
          <w:p w14:paraId="0BB08ECC" w14:textId="3DFA0B0A" w:rsidR="002A7458" w:rsidRDefault="002A7458">
            <w:pPr>
              <w:pStyle w:val="Paragraphedeliste"/>
              <w:numPr>
                <w:ilvl w:val="0"/>
                <w:numId w:val="16"/>
              </w:numPr>
              <w:spacing w:before="120"/>
              <w:ind w:left="714" w:hanging="357"/>
              <w:contextualSpacing w:val="0"/>
            </w:pPr>
            <w:proofErr w:type="gramStart"/>
            <w:r w:rsidRPr="002A7458">
              <w:t>un</w:t>
            </w:r>
            <w:proofErr w:type="gramEnd"/>
            <w:r w:rsidRPr="002A7458">
              <w:t xml:space="preserve"> </w:t>
            </w:r>
            <w:r>
              <w:t>mode</w:t>
            </w:r>
            <w:r w:rsidRPr="002A7458">
              <w:t xml:space="preserve"> de télécharge</w:t>
            </w:r>
            <w:r>
              <w:t>ment en ligne du dossier d’inscription, en articulation avec le site du concédant ;</w:t>
            </w:r>
          </w:p>
          <w:p w14:paraId="795EC22D" w14:textId="77777777" w:rsidR="008F29B1" w:rsidRDefault="007A6B96">
            <w:pPr>
              <w:pStyle w:val="Paragraphedeliste"/>
              <w:numPr>
                <w:ilvl w:val="0"/>
                <w:numId w:val="16"/>
              </w:numPr>
              <w:spacing w:before="120"/>
              <w:ind w:left="714" w:hanging="357"/>
              <w:contextualSpacing w:val="0"/>
            </w:pPr>
            <w:proofErr w:type="gramStart"/>
            <w:r w:rsidRPr="003D1C94">
              <w:t>un</w:t>
            </w:r>
            <w:proofErr w:type="gramEnd"/>
            <w:r w:rsidRPr="003D1C94">
              <w:t xml:space="preserve"> détail du processus d’inscription</w:t>
            </w:r>
            <w:r w:rsidR="008F29B1">
              <w:t> ;</w:t>
            </w:r>
          </w:p>
          <w:p w14:paraId="18A696D0" w14:textId="77777777" w:rsidR="007A6B96" w:rsidRPr="003D1C94" w:rsidRDefault="007A6B96">
            <w:pPr>
              <w:pStyle w:val="Paragraphedeliste"/>
              <w:numPr>
                <w:ilvl w:val="0"/>
                <w:numId w:val="16"/>
              </w:numPr>
              <w:spacing w:before="120"/>
              <w:ind w:left="714" w:hanging="357"/>
              <w:contextualSpacing w:val="0"/>
            </w:pPr>
            <w:proofErr w:type="gramStart"/>
            <w:r w:rsidRPr="003D1C94">
              <w:t>un</w:t>
            </w:r>
            <w:proofErr w:type="gramEnd"/>
            <w:r w:rsidRPr="003D1C94">
              <w:t xml:space="preserve"> protocole d’accueil et d’adaptation (</w:t>
            </w:r>
            <w:r w:rsidRPr="003D1C94">
              <w:rPr>
                <w:i/>
                <w:iCs/>
              </w:rPr>
              <w:t>modalités, durées des périodes d’adaptation, durées maximales des arrivées et des départs…</w:t>
            </w:r>
            <w:r w:rsidRPr="003D1C94">
              <w:t>) ;</w:t>
            </w:r>
          </w:p>
          <w:p w14:paraId="49F465F4" w14:textId="77777777" w:rsidR="007A6B96" w:rsidRPr="003D1C94" w:rsidRDefault="007A6B96">
            <w:pPr>
              <w:pStyle w:val="Paragraphedeliste"/>
              <w:numPr>
                <w:ilvl w:val="0"/>
                <w:numId w:val="16"/>
              </w:numPr>
              <w:spacing w:before="120"/>
              <w:ind w:left="714" w:hanging="357"/>
              <w:contextualSpacing w:val="0"/>
            </w:pPr>
            <w:proofErr w:type="gramStart"/>
            <w:r w:rsidRPr="003D1C94">
              <w:t>les</w:t>
            </w:r>
            <w:proofErr w:type="gramEnd"/>
            <w:r w:rsidRPr="003D1C94">
              <w:t xml:space="preserve"> conditions d’accueil, sans restriction autre que médicale, de l’enfant en situation de handicap.</w:t>
            </w:r>
          </w:p>
          <w:p w14:paraId="3FF82AEA" w14:textId="62659B78" w:rsidR="002A7458" w:rsidRDefault="002A7458" w:rsidP="00466381"/>
        </w:tc>
      </w:tr>
      <w:bookmarkEnd w:id="21"/>
    </w:tbl>
    <w:p w14:paraId="7D4766C5" w14:textId="77777777" w:rsidR="007A6B96" w:rsidRDefault="007A6B96" w:rsidP="007A6B96"/>
    <w:p w14:paraId="2BD2F082" w14:textId="77777777" w:rsidR="00163DBE" w:rsidRDefault="00163DBE" w:rsidP="007A6B96"/>
    <w:p w14:paraId="2F21ADAA" w14:textId="02EACBE0" w:rsidR="00163DBE" w:rsidRDefault="00163DBE" w:rsidP="00163DBE">
      <w:pPr>
        <w:pStyle w:val="Titre2"/>
        <w:numPr>
          <w:ilvl w:val="1"/>
          <w:numId w:val="1"/>
        </w:numPr>
      </w:pPr>
      <w:bookmarkStart w:id="22" w:name="_Toc189735695"/>
      <w:r>
        <w:t>Réservation de berceaux au profit du concédant</w:t>
      </w:r>
      <w:bookmarkEnd w:id="22"/>
    </w:p>
    <w:p w14:paraId="3A1020E9" w14:textId="77777777" w:rsidR="00163DBE" w:rsidRDefault="00163DBE" w:rsidP="00163DBE"/>
    <w:p w14:paraId="7067A3BF" w14:textId="680FB591" w:rsidR="00163DBE" w:rsidRDefault="00163DBE" w:rsidP="00163DBE">
      <w:r>
        <w:t>Le concessionnaire réserve 5 berceaux dont l’affectation sera librement déterminée par le concédant</w:t>
      </w:r>
      <w:r w:rsidR="00D17A45">
        <w:t>.</w:t>
      </w:r>
    </w:p>
    <w:p w14:paraId="05E60F63" w14:textId="77777777" w:rsidR="00163DBE" w:rsidRDefault="00163DBE" w:rsidP="007A6B96"/>
    <w:p w14:paraId="70EA4B22" w14:textId="77777777" w:rsidR="00163DBE" w:rsidRDefault="00163DBE" w:rsidP="007A6B96"/>
    <w:p w14:paraId="373E8921" w14:textId="77777777" w:rsidR="007A6B96" w:rsidRDefault="007A6B96" w:rsidP="007A6B96">
      <w:pPr>
        <w:pStyle w:val="Titre2"/>
        <w:numPr>
          <w:ilvl w:val="1"/>
          <w:numId w:val="1"/>
        </w:numPr>
      </w:pPr>
      <w:bookmarkStart w:id="23" w:name="_Toc101860453"/>
      <w:bookmarkStart w:id="24" w:name="_Toc189735696"/>
      <w:r>
        <w:t>Jours et horaires du service</w:t>
      </w:r>
      <w:bookmarkEnd w:id="23"/>
      <w:bookmarkEnd w:id="24"/>
    </w:p>
    <w:p w14:paraId="751F90AD" w14:textId="77777777" w:rsidR="007A6B96" w:rsidRDefault="007A6B96" w:rsidP="007A6B96"/>
    <w:p w14:paraId="6F28F38B" w14:textId="4E387290" w:rsidR="007A6B96" w:rsidRDefault="007A6B96" w:rsidP="007A6B96">
      <w:r>
        <w:t xml:space="preserve">Le </w:t>
      </w:r>
      <w:r w:rsidR="008B3ED8">
        <w:t>concessionnaire</w:t>
      </w:r>
      <w:r>
        <w:t xml:space="preserve"> assure l'ouverture du service du</w:t>
      </w:r>
      <w:r w:rsidRPr="00AD02D6">
        <w:t xml:space="preserve"> lundi au vendredi</w:t>
      </w:r>
      <w:r>
        <w:t> d</w:t>
      </w:r>
      <w:r w:rsidRPr="00AD02D6">
        <w:t xml:space="preserve">e </w:t>
      </w:r>
      <w:r w:rsidR="00A8060E">
        <w:t xml:space="preserve">7H30 à 18H30, sauf les jours fériés, </w:t>
      </w:r>
      <w:r w:rsidR="002877AB">
        <w:t xml:space="preserve">et sauf </w:t>
      </w:r>
      <w:r w:rsidR="002877AB" w:rsidRPr="002877AB">
        <w:t xml:space="preserve">5 semaines de fermeture </w:t>
      </w:r>
      <w:r w:rsidR="002877AB">
        <w:t xml:space="preserve">par an </w:t>
      </w:r>
      <w:r w:rsidR="002877AB" w:rsidRPr="002877AB">
        <w:t>(une semaine lors des vacances de fin d’année et quatre semaines au mois d’août).</w:t>
      </w:r>
    </w:p>
    <w:p w14:paraId="499D2930" w14:textId="77777777" w:rsidR="007A6B96" w:rsidRDefault="007A6B96" w:rsidP="007A6B96"/>
    <w:p w14:paraId="256915AE" w14:textId="60554817" w:rsidR="00744AD5" w:rsidRDefault="00744AD5" w:rsidP="007A6B96">
      <w:r>
        <w:t>L</w:t>
      </w:r>
      <w:r w:rsidR="007A6B96">
        <w:t xml:space="preserve">a proposition de périodes de fermeture devra être soumise et validée par le </w:t>
      </w:r>
      <w:r w:rsidR="008B3ED8">
        <w:t>concédant</w:t>
      </w:r>
      <w:r w:rsidR="007A6B96">
        <w:t xml:space="preserve"> chaque année.</w:t>
      </w:r>
    </w:p>
    <w:p w14:paraId="5E15BDE3" w14:textId="77777777" w:rsidR="00744AD5" w:rsidRDefault="00744AD5" w:rsidP="007A6B96"/>
    <w:p w14:paraId="01B1C15C" w14:textId="42BB8FB1" w:rsidR="007A6B96" w:rsidRDefault="00744AD5" w:rsidP="007A6B96">
      <w:r>
        <w:t>L</w:t>
      </w:r>
      <w:r w:rsidRPr="00744AD5">
        <w:t>e concessionnaire adressera un courrier au concédant courant du mois de novembre</w:t>
      </w:r>
      <w:r>
        <w:t xml:space="preserve"> de l’année</w:t>
      </w:r>
      <w:r w:rsidRPr="00744AD5">
        <w:t xml:space="preserve"> N</w:t>
      </w:r>
      <w:r w:rsidRPr="00744AD5">
        <w:rPr>
          <w:vertAlign w:val="superscript"/>
        </w:rPr>
        <w:t>-1</w:t>
      </w:r>
      <w:r w:rsidRPr="00744AD5">
        <w:t xml:space="preserve"> avec les dates prévisionnelles de fermeture </w:t>
      </w:r>
      <w:r>
        <w:t xml:space="preserve">de l’année N, et </w:t>
      </w:r>
      <w:r w:rsidRPr="00744AD5">
        <w:t>veillera à assurer une continuité sur toute la période estivale</w:t>
      </w:r>
      <w:r>
        <w:t>.</w:t>
      </w:r>
    </w:p>
    <w:p w14:paraId="30846460" w14:textId="620B8001" w:rsidR="00744AD5" w:rsidRDefault="00744AD5" w:rsidP="007A6B96"/>
    <w:p w14:paraId="56F309F0" w14:textId="4A890CE2" w:rsidR="00744AD5" w:rsidRDefault="00744AD5" w:rsidP="00744AD5">
      <w:r>
        <w:t>D’une manière générale, le concessionnaire assure la continuité du service et évite les interruptions liées à des événements prévisibles ou imprévisibles d'origine sociale ou technique.</w:t>
      </w:r>
    </w:p>
    <w:p w14:paraId="6E3A8AFD" w14:textId="443FAC99" w:rsidR="00744AD5" w:rsidRDefault="00744AD5" w:rsidP="007A6B96"/>
    <w:tbl>
      <w:tblPr>
        <w:tblStyle w:val="Grilledutableau"/>
        <w:tblW w:w="0" w:type="auto"/>
        <w:tblLook w:val="04A0" w:firstRow="1" w:lastRow="0" w:firstColumn="1" w:lastColumn="0" w:noHBand="0" w:noVBand="1"/>
      </w:tblPr>
      <w:tblGrid>
        <w:gridCol w:w="9062"/>
      </w:tblGrid>
      <w:tr w:rsidR="00581445" w14:paraId="134B5BB9" w14:textId="77777777" w:rsidTr="00F60DCB">
        <w:tc>
          <w:tcPr>
            <w:tcW w:w="9062" w:type="dxa"/>
          </w:tcPr>
          <w:p w14:paraId="372F31C1" w14:textId="77777777" w:rsidR="00581445" w:rsidRDefault="00581445" w:rsidP="00F60DCB"/>
          <w:p w14:paraId="289496C7" w14:textId="77777777" w:rsidR="00581445" w:rsidRPr="001212EE" w:rsidRDefault="00581445" w:rsidP="00F60DCB">
            <w:pPr>
              <w:rPr>
                <w:b/>
                <w:bCs/>
                <w:u w:val="single"/>
              </w:rPr>
            </w:pPr>
            <w:r w:rsidRPr="001212EE">
              <w:rPr>
                <w:b/>
                <w:bCs/>
                <w:u w:val="single"/>
              </w:rPr>
              <w:t>A compléter par le candidat :</w:t>
            </w:r>
          </w:p>
          <w:p w14:paraId="676905B7" w14:textId="77777777" w:rsidR="00581445" w:rsidRDefault="00581445" w:rsidP="00F60DCB"/>
          <w:p w14:paraId="430D2AE0" w14:textId="4146474E" w:rsidR="00581445" w:rsidRDefault="00581445" w:rsidP="00F60DCB">
            <w:r>
              <w:t xml:space="preserve">Le candidat peut proposer une modulation </w:t>
            </w:r>
            <w:r w:rsidR="00466381">
              <w:t>d’</w:t>
            </w:r>
            <w:r>
              <w:t>agrément s’il l’estime pertinent.</w:t>
            </w:r>
          </w:p>
          <w:p w14:paraId="6EBFA431" w14:textId="77777777" w:rsidR="00590563" w:rsidRDefault="00590563" w:rsidP="00F60DCB"/>
          <w:p w14:paraId="427A1AA2" w14:textId="0884B65C" w:rsidR="00590563" w:rsidRPr="00590563" w:rsidRDefault="00590563" w:rsidP="00F60DCB">
            <w:r>
              <w:t xml:space="preserve">En outre, le candidat étude la possibilité de prévoir une ouverture partielle dès 6H45, pour 5 berceaux uniquement, attribués à des familles dont les professions justifient </w:t>
            </w:r>
            <w:r w:rsidR="001B5C44">
              <w:t>cet</w:t>
            </w:r>
            <w:r>
              <w:t xml:space="preserve"> horaire exceptionnel (</w:t>
            </w:r>
            <w:r>
              <w:rPr>
                <w:i/>
                <w:iCs/>
              </w:rPr>
              <w:t>santé</w:t>
            </w:r>
            <w:r w:rsidR="00A23305">
              <w:rPr>
                <w:i/>
                <w:iCs/>
              </w:rPr>
              <w:t>, courrier, restauration</w:t>
            </w:r>
            <w:r>
              <w:rPr>
                <w:i/>
                <w:iCs/>
              </w:rPr>
              <w:t>…</w:t>
            </w:r>
            <w:r>
              <w:t>).</w:t>
            </w:r>
          </w:p>
          <w:p w14:paraId="6B32B4B4" w14:textId="77777777" w:rsidR="00581445" w:rsidRDefault="00581445" w:rsidP="00F60DCB"/>
        </w:tc>
      </w:tr>
    </w:tbl>
    <w:p w14:paraId="59CD2F7D" w14:textId="329D4DD9" w:rsidR="00581445" w:rsidRDefault="00581445" w:rsidP="007A6B96"/>
    <w:p w14:paraId="2D83D046" w14:textId="77777777" w:rsidR="00B02A44" w:rsidRDefault="00B02A44" w:rsidP="007A6B96"/>
    <w:p w14:paraId="26C7C8AF" w14:textId="1573E6AB" w:rsidR="002877AB" w:rsidRDefault="002877AB" w:rsidP="002877AB">
      <w:pPr>
        <w:pStyle w:val="Titre2"/>
        <w:numPr>
          <w:ilvl w:val="1"/>
          <w:numId w:val="1"/>
        </w:numPr>
      </w:pPr>
      <w:bookmarkStart w:id="25" w:name="_Toc189735697"/>
      <w:r>
        <w:t>Radiation de l’inscription d’un enfant</w:t>
      </w:r>
      <w:bookmarkEnd w:id="25"/>
      <w:r>
        <w:t xml:space="preserve"> </w:t>
      </w:r>
    </w:p>
    <w:p w14:paraId="2DC49E83" w14:textId="77777777" w:rsidR="002877AB" w:rsidRDefault="002877AB" w:rsidP="002877AB"/>
    <w:p w14:paraId="596AA53C" w14:textId="1A64F2D5" w:rsidR="002877AB" w:rsidRDefault="002877AB" w:rsidP="002877AB">
      <w:r>
        <w:t>Seul le concédant décide de la radiation de l’inscription d’un enfant.</w:t>
      </w:r>
    </w:p>
    <w:p w14:paraId="1B3B01E4" w14:textId="77777777" w:rsidR="00B02A44" w:rsidRDefault="00B02A44" w:rsidP="002877AB"/>
    <w:p w14:paraId="6B51C975" w14:textId="0B256105" w:rsidR="002877AB" w:rsidRDefault="002877AB" w:rsidP="002877AB">
      <w:r>
        <w:t>Les cas de radiations sont prédéterminés dans le règlement de fonctionnement et la cessation d’accueil est prononcée par le concédant, par courrier.</w:t>
      </w:r>
    </w:p>
    <w:p w14:paraId="2661E3C5" w14:textId="77777777" w:rsidR="00B02A44" w:rsidRDefault="00B02A44" w:rsidP="002877AB"/>
    <w:p w14:paraId="57C05067" w14:textId="53133041" w:rsidR="002877AB" w:rsidRDefault="002877AB" w:rsidP="002877AB">
      <w:r>
        <w:t xml:space="preserve">Il est précisé qu’en cas d’impayés par les familles, le </w:t>
      </w:r>
      <w:r w:rsidR="00B02A44">
        <w:t>c</w:t>
      </w:r>
      <w:r>
        <w:t xml:space="preserve">oncessionnaire en informe le concédant. </w:t>
      </w:r>
    </w:p>
    <w:p w14:paraId="3A5F087A" w14:textId="402A5912" w:rsidR="007A6B96" w:rsidRDefault="007A6B96" w:rsidP="007A6B96"/>
    <w:p w14:paraId="0241EC5F" w14:textId="77777777" w:rsidR="00B02A44" w:rsidRDefault="00B02A44" w:rsidP="007A6B96"/>
    <w:p w14:paraId="06D75C65" w14:textId="77777777" w:rsidR="007A6B96" w:rsidRDefault="007A6B96" w:rsidP="007A6B96">
      <w:pPr>
        <w:pStyle w:val="Titre2"/>
        <w:numPr>
          <w:ilvl w:val="1"/>
          <w:numId w:val="1"/>
        </w:numPr>
      </w:pPr>
      <w:bookmarkStart w:id="26" w:name="_Toc101860455"/>
      <w:bookmarkStart w:id="27" w:name="_Toc189735698"/>
      <w:r>
        <w:t>Projet d’établissement</w:t>
      </w:r>
      <w:bookmarkEnd w:id="26"/>
      <w:bookmarkEnd w:id="27"/>
    </w:p>
    <w:p w14:paraId="0F00386E" w14:textId="77777777" w:rsidR="007A6B96" w:rsidRDefault="007A6B96" w:rsidP="007A6B96"/>
    <w:p w14:paraId="16818E1C" w14:textId="0C677C55" w:rsidR="007A6B96" w:rsidRDefault="007A6B96" w:rsidP="007A6B96">
      <w:r>
        <w:t xml:space="preserve">Le </w:t>
      </w:r>
      <w:r w:rsidR="008B3ED8">
        <w:t>concessionnaire</w:t>
      </w:r>
      <w:r>
        <w:t xml:space="preserve"> propose un projet d'établissement</w:t>
      </w:r>
      <w:r w:rsidR="002E62D9">
        <w:t xml:space="preserve"> </w:t>
      </w:r>
      <w:r>
        <w:t>constituant l’annexe n°</w:t>
      </w:r>
      <w:r w:rsidR="00466381">
        <w:t>3</w:t>
      </w:r>
      <w:r>
        <w:t xml:space="preserve"> </w:t>
      </w:r>
      <w:r w:rsidR="00466381">
        <w:t>du</w:t>
      </w:r>
      <w:r w:rsidR="00490FA4">
        <w:t xml:space="preserve"> présent contrat</w:t>
      </w:r>
      <w:r>
        <w:t>, conforme à la Charte nationale pour l’accueil du jeune enfant.</w:t>
      </w:r>
    </w:p>
    <w:p w14:paraId="033579DA" w14:textId="77777777" w:rsidR="007A6B96" w:rsidRDefault="007A6B96" w:rsidP="007A6B96"/>
    <w:p w14:paraId="35906415" w14:textId="77777777" w:rsidR="007A6B96" w:rsidRDefault="007A6B96" w:rsidP="007A6B96">
      <w:r>
        <w:t>Celui-ci comprend :</w:t>
      </w:r>
    </w:p>
    <w:p w14:paraId="7F5C42D5" w14:textId="77777777" w:rsidR="007A6B96" w:rsidRPr="003F78A8" w:rsidRDefault="007A6B96">
      <w:pPr>
        <w:pStyle w:val="Paragraphedeliste"/>
        <w:numPr>
          <w:ilvl w:val="0"/>
          <w:numId w:val="17"/>
        </w:numPr>
        <w:spacing w:before="120"/>
        <w:ind w:left="714" w:hanging="357"/>
        <w:contextualSpacing w:val="0"/>
        <w:rPr>
          <w:u w:val="single"/>
        </w:rPr>
      </w:pPr>
      <w:proofErr w:type="gramStart"/>
      <w:r w:rsidRPr="003F78A8">
        <w:rPr>
          <w:u w:val="single"/>
        </w:rPr>
        <w:t>le</w:t>
      </w:r>
      <w:proofErr w:type="gramEnd"/>
      <w:r w:rsidRPr="003F78A8">
        <w:rPr>
          <w:u w:val="single"/>
        </w:rPr>
        <w:t xml:space="preserve"> projet social :</w:t>
      </w:r>
    </w:p>
    <w:p w14:paraId="117CE7FB" w14:textId="77777777" w:rsidR="007A6B96" w:rsidRDefault="007A6B96">
      <w:pPr>
        <w:pStyle w:val="Paragraphedeliste"/>
        <w:numPr>
          <w:ilvl w:val="1"/>
          <w:numId w:val="17"/>
        </w:numPr>
        <w:spacing w:before="120"/>
        <w:contextualSpacing w:val="0"/>
      </w:pPr>
      <w:proofErr w:type="gramStart"/>
      <w:r>
        <w:t>la</w:t>
      </w:r>
      <w:proofErr w:type="gramEnd"/>
      <w:r>
        <w:t xml:space="preserve"> prise en compte des spécificités, enjeux et des besoins du territoire en matière d’accueil du jeune enfant et les réponses apportées par le service ;</w:t>
      </w:r>
    </w:p>
    <w:p w14:paraId="7FDC52BC" w14:textId="77777777" w:rsidR="007A6B96" w:rsidRDefault="007A6B96">
      <w:pPr>
        <w:pStyle w:val="Paragraphedeliste"/>
        <w:numPr>
          <w:ilvl w:val="1"/>
          <w:numId w:val="17"/>
        </w:numPr>
        <w:spacing w:before="120"/>
        <w:contextualSpacing w:val="0"/>
      </w:pPr>
      <w:proofErr w:type="gramStart"/>
      <w:r>
        <w:t>les</w:t>
      </w:r>
      <w:proofErr w:type="gramEnd"/>
      <w:r>
        <w:t xml:space="preserve"> horaires d’ouverture et jours d’accueil en fonction du type d’accueil ;</w:t>
      </w:r>
    </w:p>
    <w:p w14:paraId="425EEC3C" w14:textId="77777777" w:rsidR="007A6B96" w:rsidRDefault="007A6B96">
      <w:pPr>
        <w:pStyle w:val="Paragraphedeliste"/>
        <w:numPr>
          <w:ilvl w:val="1"/>
          <w:numId w:val="17"/>
        </w:numPr>
        <w:spacing w:before="120"/>
        <w:contextualSpacing w:val="0"/>
      </w:pPr>
      <w:proofErr w:type="gramStart"/>
      <w:r>
        <w:t>les</w:t>
      </w:r>
      <w:proofErr w:type="gramEnd"/>
      <w:r>
        <w:t xml:space="preserve"> types de contrats proposés pour répondre aux différents besoins du territoire ;</w:t>
      </w:r>
    </w:p>
    <w:p w14:paraId="4E99900A" w14:textId="77777777" w:rsidR="007A6B96" w:rsidRDefault="007A6B96">
      <w:pPr>
        <w:pStyle w:val="Paragraphedeliste"/>
        <w:numPr>
          <w:ilvl w:val="1"/>
          <w:numId w:val="17"/>
        </w:numPr>
        <w:spacing w:before="120"/>
        <w:contextualSpacing w:val="0"/>
      </w:pPr>
      <w:proofErr w:type="gramStart"/>
      <w:r>
        <w:lastRenderedPageBreak/>
        <w:t>les</w:t>
      </w:r>
      <w:proofErr w:type="gramEnd"/>
      <w:r>
        <w:t xml:space="preserve"> mesures prises pour favoriser la mixité des publics accueillis et permettre la présence d’enfants porteurs d’un handicap dans l’établissement ;</w:t>
      </w:r>
    </w:p>
    <w:p w14:paraId="7437AC17" w14:textId="3E4F2B9A" w:rsidR="007A6B96" w:rsidRDefault="007A6B96">
      <w:pPr>
        <w:pStyle w:val="Paragraphedeliste"/>
        <w:numPr>
          <w:ilvl w:val="1"/>
          <w:numId w:val="17"/>
        </w:numPr>
        <w:spacing w:before="120"/>
        <w:contextualSpacing w:val="0"/>
      </w:pPr>
      <w:proofErr w:type="gramStart"/>
      <w:r>
        <w:t>les</w:t>
      </w:r>
      <w:proofErr w:type="gramEnd"/>
      <w:r>
        <w:t xml:space="preserve"> partenariats proposés et l’articulation avec les acteurs du territoire (</w:t>
      </w:r>
      <w:r w:rsidRPr="00466381">
        <w:rPr>
          <w:i/>
          <w:iCs/>
        </w:rPr>
        <w:t>écoles maternelles, associations culturelles et sportives…</w:t>
      </w:r>
      <w:r>
        <w:t>)</w:t>
      </w:r>
      <w:r w:rsidR="00466381">
        <w:t> ;</w:t>
      </w:r>
    </w:p>
    <w:p w14:paraId="16D1F41B" w14:textId="77777777" w:rsidR="007A6B96" w:rsidRPr="003F78A8" w:rsidRDefault="007A6B96">
      <w:pPr>
        <w:pStyle w:val="Paragraphedeliste"/>
        <w:numPr>
          <w:ilvl w:val="0"/>
          <w:numId w:val="17"/>
        </w:numPr>
        <w:spacing w:before="120"/>
        <w:ind w:left="714" w:hanging="357"/>
        <w:contextualSpacing w:val="0"/>
        <w:rPr>
          <w:u w:val="single"/>
        </w:rPr>
      </w:pPr>
      <w:proofErr w:type="gramStart"/>
      <w:r w:rsidRPr="003F78A8">
        <w:rPr>
          <w:u w:val="single"/>
        </w:rPr>
        <w:t>le</w:t>
      </w:r>
      <w:proofErr w:type="gramEnd"/>
      <w:r w:rsidRPr="003F78A8">
        <w:rPr>
          <w:u w:val="single"/>
        </w:rPr>
        <w:t xml:space="preserve"> projet éducatif :</w:t>
      </w:r>
    </w:p>
    <w:p w14:paraId="0F8E6C21" w14:textId="77777777" w:rsidR="007A6B96" w:rsidRDefault="007A6B96">
      <w:pPr>
        <w:pStyle w:val="Paragraphedeliste"/>
        <w:numPr>
          <w:ilvl w:val="1"/>
          <w:numId w:val="17"/>
        </w:numPr>
        <w:spacing w:before="120"/>
        <w:contextualSpacing w:val="0"/>
      </w:pPr>
      <w:proofErr w:type="gramStart"/>
      <w:r>
        <w:t>les</w:t>
      </w:r>
      <w:proofErr w:type="gramEnd"/>
      <w:r>
        <w:t xml:space="preserve"> grands principes du développement de l’enfant et la prise en compte de ses besoins ;</w:t>
      </w:r>
    </w:p>
    <w:p w14:paraId="65D6E9EE" w14:textId="77777777" w:rsidR="007A6B96" w:rsidRDefault="007A6B96">
      <w:pPr>
        <w:pStyle w:val="Paragraphedeliste"/>
        <w:numPr>
          <w:ilvl w:val="1"/>
          <w:numId w:val="17"/>
        </w:numPr>
        <w:spacing w:before="120"/>
        <w:contextualSpacing w:val="0"/>
      </w:pPr>
      <w:proofErr w:type="gramStart"/>
      <w:r>
        <w:t>les</w:t>
      </w:r>
      <w:proofErr w:type="gramEnd"/>
      <w:r>
        <w:t xml:space="preserve"> valeurs poursuivies, et notamment le respect des principes de laïcité et de neutralité ;</w:t>
      </w:r>
    </w:p>
    <w:p w14:paraId="00D9354B" w14:textId="7BD2AB6A" w:rsidR="007A6B96" w:rsidRDefault="007A6B96">
      <w:pPr>
        <w:pStyle w:val="Paragraphedeliste"/>
        <w:numPr>
          <w:ilvl w:val="1"/>
          <w:numId w:val="17"/>
        </w:numPr>
        <w:spacing w:before="120"/>
        <w:contextualSpacing w:val="0"/>
      </w:pPr>
      <w:proofErr w:type="gramStart"/>
      <w:r>
        <w:t>la</w:t>
      </w:r>
      <w:proofErr w:type="gramEnd"/>
      <w:r>
        <w:t xml:space="preserve"> place des familles dans la vie de la structure, et notamment la possibilité de mettre en place des ateliers enfants-parents dans une démarche d’accompagnement à la parentalité</w:t>
      </w:r>
      <w:r w:rsidR="00BE2897">
        <w:t> ;</w:t>
      </w:r>
    </w:p>
    <w:p w14:paraId="27DE2BF4" w14:textId="77777777" w:rsidR="007A6B96" w:rsidRPr="003F78A8" w:rsidRDefault="007A6B96">
      <w:pPr>
        <w:pStyle w:val="Paragraphedeliste"/>
        <w:numPr>
          <w:ilvl w:val="0"/>
          <w:numId w:val="17"/>
        </w:numPr>
        <w:spacing w:before="120"/>
        <w:ind w:left="714" w:hanging="357"/>
        <w:contextualSpacing w:val="0"/>
        <w:rPr>
          <w:u w:val="single"/>
        </w:rPr>
      </w:pPr>
      <w:proofErr w:type="gramStart"/>
      <w:r w:rsidRPr="003F78A8">
        <w:rPr>
          <w:u w:val="single"/>
        </w:rPr>
        <w:t>le</w:t>
      </w:r>
      <w:proofErr w:type="gramEnd"/>
      <w:r w:rsidRPr="003F78A8">
        <w:rPr>
          <w:u w:val="single"/>
        </w:rPr>
        <w:t xml:space="preserve"> projet pédagogique :</w:t>
      </w:r>
    </w:p>
    <w:p w14:paraId="7B5E2A4F" w14:textId="77777777" w:rsidR="00744AD5" w:rsidRDefault="00744AD5">
      <w:pPr>
        <w:pStyle w:val="Paragraphedeliste"/>
        <w:numPr>
          <w:ilvl w:val="1"/>
          <w:numId w:val="17"/>
        </w:numPr>
        <w:spacing w:before="120"/>
        <w:ind w:left="1434" w:hanging="357"/>
        <w:contextualSpacing w:val="0"/>
      </w:pPr>
      <w:proofErr w:type="gramStart"/>
      <w:r>
        <w:t>l</w:t>
      </w:r>
      <w:r w:rsidRPr="00744AD5">
        <w:t>es</w:t>
      </w:r>
      <w:proofErr w:type="gramEnd"/>
      <w:r w:rsidRPr="00744AD5">
        <w:t xml:space="preserve"> actions pédagogiques sont orientées sur :</w:t>
      </w:r>
    </w:p>
    <w:p w14:paraId="62E7D052" w14:textId="77777777" w:rsidR="00744AD5" w:rsidRDefault="00744AD5">
      <w:pPr>
        <w:pStyle w:val="Paragraphedeliste"/>
        <w:numPr>
          <w:ilvl w:val="2"/>
          <w:numId w:val="17"/>
        </w:numPr>
        <w:spacing w:before="120"/>
        <w:contextualSpacing w:val="0"/>
      </w:pPr>
      <w:proofErr w:type="gramStart"/>
      <w:r w:rsidRPr="00744AD5">
        <w:t>la</w:t>
      </w:r>
      <w:proofErr w:type="gramEnd"/>
      <w:r w:rsidRPr="00744AD5">
        <w:t xml:space="preserve"> musicalité (</w:t>
      </w:r>
      <w:r w:rsidRPr="00744AD5">
        <w:rPr>
          <w:i/>
          <w:iCs/>
        </w:rPr>
        <w:t>des chansons, des mélodies, des comptines</w:t>
      </w:r>
      <w:r w:rsidRPr="00744AD5">
        <w:t>)</w:t>
      </w:r>
      <w:r>
        <w:t> ;</w:t>
      </w:r>
    </w:p>
    <w:p w14:paraId="3F3B651A" w14:textId="77777777" w:rsidR="008F29B1" w:rsidRDefault="00744AD5">
      <w:pPr>
        <w:pStyle w:val="Paragraphedeliste"/>
        <w:numPr>
          <w:ilvl w:val="2"/>
          <w:numId w:val="17"/>
        </w:numPr>
        <w:spacing w:before="120"/>
        <w:contextualSpacing w:val="0"/>
      </w:pPr>
      <w:proofErr w:type="gramStart"/>
      <w:r w:rsidRPr="00744AD5">
        <w:t>la</w:t>
      </w:r>
      <w:proofErr w:type="gramEnd"/>
      <w:r w:rsidRPr="00744AD5">
        <w:t xml:space="preserve"> lecture</w:t>
      </w:r>
      <w:r w:rsidR="008F29B1">
        <w:t> ;</w:t>
      </w:r>
    </w:p>
    <w:p w14:paraId="6501777F" w14:textId="77777777" w:rsidR="00744AD5" w:rsidRDefault="00744AD5">
      <w:pPr>
        <w:pStyle w:val="Paragraphedeliste"/>
        <w:numPr>
          <w:ilvl w:val="2"/>
          <w:numId w:val="17"/>
        </w:numPr>
        <w:spacing w:before="120"/>
        <w:contextualSpacing w:val="0"/>
      </w:pPr>
      <w:proofErr w:type="gramStart"/>
      <w:r w:rsidRPr="00744AD5">
        <w:t>les</w:t>
      </w:r>
      <w:proofErr w:type="gramEnd"/>
      <w:r w:rsidRPr="00744AD5">
        <w:t xml:space="preserve"> activités (</w:t>
      </w:r>
      <w:r w:rsidRPr="00744AD5">
        <w:rPr>
          <w:i/>
          <w:iCs/>
        </w:rPr>
        <w:t>culinaires, ateliers partagés avec les parents, grands-parents</w:t>
      </w:r>
      <w:r w:rsidRPr="00744AD5">
        <w:t>)</w:t>
      </w:r>
      <w:r>
        <w:t> ;</w:t>
      </w:r>
    </w:p>
    <w:p w14:paraId="19A4F915" w14:textId="77777777" w:rsidR="008F29B1" w:rsidRDefault="00744AD5">
      <w:pPr>
        <w:pStyle w:val="Paragraphedeliste"/>
        <w:numPr>
          <w:ilvl w:val="1"/>
          <w:numId w:val="17"/>
        </w:numPr>
        <w:spacing w:before="120"/>
        <w:ind w:left="1434" w:hanging="357"/>
        <w:contextualSpacing w:val="0"/>
      </w:pPr>
      <w:proofErr w:type="gramStart"/>
      <w:r>
        <w:t>la</w:t>
      </w:r>
      <w:proofErr w:type="gramEnd"/>
      <w:r>
        <w:t xml:space="preserve"> participation d’intervenants extérieurs pour favoriser le bien-être et l’éveil des enfants (</w:t>
      </w:r>
      <w:r w:rsidRPr="00744AD5">
        <w:rPr>
          <w:i/>
          <w:iCs/>
        </w:rPr>
        <w:t>psychologue, sophrologue, musicien, psychomotricien…</w:t>
      </w:r>
      <w:r>
        <w:t>)</w:t>
      </w:r>
      <w:r w:rsidR="008F29B1">
        <w:t> ;</w:t>
      </w:r>
    </w:p>
    <w:p w14:paraId="38D85E0D" w14:textId="32989A9B" w:rsidR="007A6B96" w:rsidRDefault="007A6B96">
      <w:pPr>
        <w:pStyle w:val="Paragraphedeliste"/>
        <w:numPr>
          <w:ilvl w:val="1"/>
          <w:numId w:val="17"/>
        </w:numPr>
        <w:spacing w:before="120"/>
        <w:contextualSpacing w:val="0"/>
      </w:pPr>
      <w:proofErr w:type="gramStart"/>
      <w:r>
        <w:t>les</w:t>
      </w:r>
      <w:proofErr w:type="gramEnd"/>
      <w:r>
        <w:t xml:space="preserve"> projets culturels et artistiques proposés ;</w:t>
      </w:r>
    </w:p>
    <w:p w14:paraId="5F9CD8BF" w14:textId="77777777" w:rsidR="007A6B96" w:rsidRDefault="007A6B96">
      <w:pPr>
        <w:pStyle w:val="Paragraphedeliste"/>
        <w:numPr>
          <w:ilvl w:val="1"/>
          <w:numId w:val="17"/>
        </w:numPr>
        <w:spacing w:before="120"/>
        <w:contextualSpacing w:val="0"/>
      </w:pPr>
      <w:proofErr w:type="gramStart"/>
      <w:r>
        <w:t>les</w:t>
      </w:r>
      <w:proofErr w:type="gramEnd"/>
      <w:r>
        <w:t xml:space="preserve"> temps prévus avec la psychologue pour les enfants, les parents et le personnel ;</w:t>
      </w:r>
    </w:p>
    <w:p w14:paraId="1F340C94" w14:textId="6D6D9377" w:rsidR="007A6B96" w:rsidRDefault="007A6B96">
      <w:pPr>
        <w:pStyle w:val="Paragraphedeliste"/>
        <w:numPr>
          <w:ilvl w:val="1"/>
          <w:numId w:val="17"/>
        </w:numPr>
        <w:spacing w:before="120"/>
        <w:contextualSpacing w:val="0"/>
      </w:pPr>
      <w:proofErr w:type="gramStart"/>
      <w:r>
        <w:t>l’organisation</w:t>
      </w:r>
      <w:proofErr w:type="gramEnd"/>
      <w:r>
        <w:t xml:space="preserve"> des espaces et des sections, le </w:t>
      </w:r>
      <w:r w:rsidR="008B3ED8">
        <w:t>concessionnaire</w:t>
      </w:r>
      <w:r>
        <w:t xml:space="preserve"> favorisera une organisation par petits groupes ;</w:t>
      </w:r>
    </w:p>
    <w:p w14:paraId="2AD3408A" w14:textId="77777777" w:rsidR="007A6B96" w:rsidRDefault="007A6B96">
      <w:pPr>
        <w:pStyle w:val="Paragraphedeliste"/>
        <w:numPr>
          <w:ilvl w:val="1"/>
          <w:numId w:val="17"/>
        </w:numPr>
        <w:spacing w:before="120"/>
        <w:contextualSpacing w:val="0"/>
      </w:pPr>
      <w:proofErr w:type="gramStart"/>
      <w:r>
        <w:t>l’aménagement</w:t>
      </w:r>
      <w:proofErr w:type="gramEnd"/>
      <w:r>
        <w:t xml:space="preserve"> des espaces (</w:t>
      </w:r>
      <w:r w:rsidRPr="003F78A8">
        <w:rPr>
          <w:i/>
          <w:iCs/>
        </w:rPr>
        <w:t>intérieur et extérieur</w:t>
      </w:r>
      <w:r>
        <w:t>) ;</w:t>
      </w:r>
    </w:p>
    <w:p w14:paraId="055FBF82" w14:textId="77777777" w:rsidR="007A6B96" w:rsidRDefault="007A6B96">
      <w:pPr>
        <w:pStyle w:val="Paragraphedeliste"/>
        <w:numPr>
          <w:ilvl w:val="1"/>
          <w:numId w:val="17"/>
        </w:numPr>
        <w:spacing w:before="120"/>
        <w:contextualSpacing w:val="0"/>
      </w:pPr>
      <w:proofErr w:type="gramStart"/>
      <w:r>
        <w:t>les</w:t>
      </w:r>
      <w:proofErr w:type="gramEnd"/>
      <w:r>
        <w:t xml:space="preserve"> moyens mis à disposition des encadrants pour assurer l’éveil et le développement des enfants (</w:t>
      </w:r>
      <w:r w:rsidRPr="003F78A8">
        <w:rPr>
          <w:i/>
          <w:iCs/>
        </w:rPr>
        <w:t>outils, jeux, activités, supports pédagogiques</w:t>
      </w:r>
      <w:r>
        <w:t>) ;</w:t>
      </w:r>
    </w:p>
    <w:p w14:paraId="45429BBE" w14:textId="77777777" w:rsidR="007A6B96" w:rsidRDefault="007A6B96">
      <w:pPr>
        <w:pStyle w:val="Paragraphedeliste"/>
        <w:numPr>
          <w:ilvl w:val="1"/>
          <w:numId w:val="17"/>
        </w:numPr>
        <w:spacing w:before="120"/>
        <w:contextualSpacing w:val="0"/>
      </w:pPr>
      <w:proofErr w:type="gramStart"/>
      <w:r>
        <w:t>la</w:t>
      </w:r>
      <w:proofErr w:type="gramEnd"/>
      <w:r>
        <w:t xml:space="preserve"> période d’adaptation des nouveaux enfants accueillis ;</w:t>
      </w:r>
    </w:p>
    <w:p w14:paraId="275DA6BC" w14:textId="77777777" w:rsidR="007A6B96" w:rsidRDefault="007A6B96">
      <w:pPr>
        <w:pStyle w:val="Paragraphedeliste"/>
        <w:numPr>
          <w:ilvl w:val="1"/>
          <w:numId w:val="17"/>
        </w:numPr>
        <w:spacing w:before="120"/>
        <w:contextualSpacing w:val="0"/>
      </w:pPr>
      <w:proofErr w:type="gramStart"/>
      <w:r>
        <w:t>les</w:t>
      </w:r>
      <w:proofErr w:type="gramEnd"/>
      <w:r>
        <w:t xml:space="preserve"> conditions d’accueil des enfants présentant un handicap ;</w:t>
      </w:r>
    </w:p>
    <w:p w14:paraId="4ED2448D" w14:textId="77777777" w:rsidR="007A6B96" w:rsidRDefault="007A6B96">
      <w:pPr>
        <w:pStyle w:val="Paragraphedeliste"/>
        <w:numPr>
          <w:ilvl w:val="1"/>
          <w:numId w:val="17"/>
        </w:numPr>
        <w:spacing w:before="120"/>
        <w:contextualSpacing w:val="0"/>
      </w:pPr>
      <w:proofErr w:type="gramStart"/>
      <w:r>
        <w:t>l’organisation</w:t>
      </w:r>
      <w:proofErr w:type="gramEnd"/>
      <w:r>
        <w:t xml:space="preserve"> ponctuelle de sorties (</w:t>
      </w:r>
      <w:r w:rsidRPr="003F78A8">
        <w:rPr>
          <w:i/>
          <w:iCs/>
        </w:rPr>
        <w:t>ferme, visite de l’école de secteur…</w:t>
      </w:r>
      <w:r>
        <w:t>).</w:t>
      </w:r>
    </w:p>
    <w:p w14:paraId="739CAF49" w14:textId="77777777" w:rsidR="007A6B96" w:rsidRPr="00527612" w:rsidRDefault="007A6B96">
      <w:pPr>
        <w:pStyle w:val="Paragraphedeliste"/>
        <w:numPr>
          <w:ilvl w:val="0"/>
          <w:numId w:val="18"/>
        </w:numPr>
        <w:spacing w:before="120"/>
        <w:contextualSpacing w:val="0"/>
        <w:rPr>
          <w:u w:val="single"/>
        </w:rPr>
      </w:pPr>
      <w:proofErr w:type="gramStart"/>
      <w:r w:rsidRPr="00527612">
        <w:rPr>
          <w:u w:val="single"/>
        </w:rPr>
        <w:t>les</w:t>
      </w:r>
      <w:proofErr w:type="gramEnd"/>
      <w:r w:rsidRPr="00527612">
        <w:rPr>
          <w:u w:val="single"/>
        </w:rPr>
        <w:t xml:space="preserve"> modalités de communication :</w:t>
      </w:r>
    </w:p>
    <w:p w14:paraId="5CFD6A18" w14:textId="77777777" w:rsidR="007A6B96" w:rsidRDefault="007A6B96">
      <w:pPr>
        <w:pStyle w:val="Paragraphedeliste"/>
        <w:numPr>
          <w:ilvl w:val="1"/>
          <w:numId w:val="18"/>
        </w:numPr>
        <w:spacing w:before="120"/>
        <w:contextualSpacing w:val="0"/>
      </w:pPr>
      <w:proofErr w:type="gramStart"/>
      <w:r>
        <w:t>relatives</w:t>
      </w:r>
      <w:proofErr w:type="gramEnd"/>
      <w:r>
        <w:t xml:space="preserve"> aux activités et au bien-être des enfants ;</w:t>
      </w:r>
    </w:p>
    <w:p w14:paraId="00DC0E30" w14:textId="77777777" w:rsidR="007A6B96" w:rsidRDefault="007A6B96">
      <w:pPr>
        <w:pStyle w:val="Paragraphedeliste"/>
        <w:numPr>
          <w:ilvl w:val="1"/>
          <w:numId w:val="18"/>
        </w:numPr>
        <w:spacing w:before="120"/>
        <w:contextualSpacing w:val="0"/>
      </w:pPr>
      <w:proofErr w:type="gramStart"/>
      <w:r>
        <w:t>relatives</w:t>
      </w:r>
      <w:proofErr w:type="gramEnd"/>
      <w:r>
        <w:t xml:space="preserve"> au fonctionnement du service ;</w:t>
      </w:r>
    </w:p>
    <w:p w14:paraId="1518F765" w14:textId="77777777" w:rsidR="007A6B96" w:rsidRDefault="007A6B96">
      <w:pPr>
        <w:pStyle w:val="Paragraphedeliste"/>
        <w:numPr>
          <w:ilvl w:val="1"/>
          <w:numId w:val="18"/>
        </w:numPr>
        <w:spacing w:before="120"/>
        <w:contextualSpacing w:val="0"/>
      </w:pPr>
      <w:proofErr w:type="gramStart"/>
      <w:r>
        <w:t>extérieures</w:t>
      </w:r>
      <w:proofErr w:type="gramEnd"/>
      <w:r>
        <w:t xml:space="preserve"> sur le service (</w:t>
      </w:r>
      <w:r w:rsidRPr="00527612">
        <w:rPr>
          <w:i/>
          <w:iCs/>
        </w:rPr>
        <w:t>en direction de toutes les familles du territoire</w:t>
      </w:r>
      <w:r>
        <w:t>) ;</w:t>
      </w:r>
    </w:p>
    <w:p w14:paraId="79D79AC2" w14:textId="5B45B73A" w:rsidR="007A6B96" w:rsidRDefault="007A6B96">
      <w:pPr>
        <w:pStyle w:val="Paragraphedeliste"/>
        <w:numPr>
          <w:ilvl w:val="1"/>
          <w:numId w:val="18"/>
        </w:numPr>
        <w:spacing w:before="120"/>
        <w:contextualSpacing w:val="0"/>
      </w:pPr>
      <w:proofErr w:type="gramStart"/>
      <w:r>
        <w:t>par</w:t>
      </w:r>
      <w:proofErr w:type="gramEnd"/>
      <w:r>
        <w:t xml:space="preserve"> enquête de satisfaction (</w:t>
      </w:r>
      <w:r w:rsidRPr="00527612">
        <w:rPr>
          <w:i/>
          <w:iCs/>
        </w:rPr>
        <w:t>une fois par an minimum</w:t>
      </w:r>
      <w:r>
        <w:t>) ;</w:t>
      </w:r>
    </w:p>
    <w:p w14:paraId="00800499" w14:textId="77777777" w:rsidR="00466381" w:rsidRDefault="00744AD5" w:rsidP="00744AD5">
      <w:pPr>
        <w:pStyle w:val="Paragraphedeliste"/>
        <w:spacing w:before="120"/>
        <w:ind w:left="1440"/>
        <w:contextualSpacing w:val="0"/>
        <w:rPr>
          <w:i/>
          <w:iCs/>
        </w:rPr>
      </w:pPr>
      <w:r w:rsidRPr="00744AD5">
        <w:rPr>
          <w:i/>
          <w:iCs/>
          <w:u w:val="single"/>
        </w:rPr>
        <w:t>N.B. :</w:t>
      </w:r>
      <w:r w:rsidRPr="00744AD5">
        <w:rPr>
          <w:i/>
          <w:iCs/>
        </w:rPr>
        <w:t xml:space="preserve"> la dématérialisation (application Smartphone, site Internet) sera privilégiée</w:t>
      </w:r>
      <w:r w:rsidR="00466381">
        <w:rPr>
          <w:i/>
          <w:iCs/>
        </w:rPr>
        <w:t> ;</w:t>
      </w:r>
    </w:p>
    <w:p w14:paraId="5F58EB3D" w14:textId="77777777" w:rsidR="007A6B96" w:rsidRPr="00527612" w:rsidRDefault="007A6B96">
      <w:pPr>
        <w:pStyle w:val="Paragraphedeliste"/>
        <w:numPr>
          <w:ilvl w:val="0"/>
          <w:numId w:val="18"/>
        </w:numPr>
        <w:spacing w:before="120"/>
        <w:contextualSpacing w:val="0"/>
        <w:rPr>
          <w:u w:val="single"/>
        </w:rPr>
      </w:pPr>
      <w:proofErr w:type="gramStart"/>
      <w:r w:rsidRPr="00527612">
        <w:rPr>
          <w:u w:val="single"/>
        </w:rPr>
        <w:t>la</w:t>
      </w:r>
      <w:proofErr w:type="gramEnd"/>
      <w:r w:rsidRPr="00527612">
        <w:rPr>
          <w:u w:val="single"/>
        </w:rPr>
        <w:t xml:space="preserve"> contractualisation :</w:t>
      </w:r>
    </w:p>
    <w:p w14:paraId="714574D3" w14:textId="77777777" w:rsidR="007A6B96" w:rsidRDefault="007A6B96">
      <w:pPr>
        <w:pStyle w:val="Paragraphedeliste"/>
        <w:numPr>
          <w:ilvl w:val="1"/>
          <w:numId w:val="18"/>
        </w:numPr>
        <w:spacing w:before="120"/>
        <w:contextualSpacing w:val="0"/>
      </w:pPr>
      <w:proofErr w:type="gramStart"/>
      <w:r>
        <w:t>les</w:t>
      </w:r>
      <w:proofErr w:type="gramEnd"/>
      <w:r>
        <w:t xml:space="preserve"> modalités de contractualisation avec les familles ;</w:t>
      </w:r>
    </w:p>
    <w:p w14:paraId="337F619E" w14:textId="77777777" w:rsidR="00744AD5" w:rsidRDefault="007A6B96">
      <w:pPr>
        <w:pStyle w:val="Paragraphedeliste"/>
        <w:numPr>
          <w:ilvl w:val="1"/>
          <w:numId w:val="18"/>
        </w:numPr>
        <w:spacing w:before="120"/>
        <w:ind w:left="1434" w:hanging="357"/>
        <w:contextualSpacing w:val="0"/>
      </w:pPr>
      <w:proofErr w:type="gramStart"/>
      <w:r>
        <w:t>la</w:t>
      </w:r>
      <w:proofErr w:type="gramEnd"/>
      <w:r>
        <w:t xml:space="preserve"> réservation de places en occasionnel</w:t>
      </w:r>
      <w:r w:rsidR="00744AD5">
        <w:t>, avec en perspective la nécessité de maximiser la valorisation des structures, notamment en termes de taux d’occupation ;</w:t>
      </w:r>
    </w:p>
    <w:p w14:paraId="596B1B1A" w14:textId="77777777" w:rsidR="007A6B96" w:rsidRDefault="007A6B96">
      <w:pPr>
        <w:pStyle w:val="Paragraphedeliste"/>
        <w:numPr>
          <w:ilvl w:val="1"/>
          <w:numId w:val="18"/>
        </w:numPr>
        <w:spacing w:before="120"/>
        <w:contextualSpacing w:val="0"/>
      </w:pPr>
      <w:proofErr w:type="gramStart"/>
      <w:r>
        <w:t>les</w:t>
      </w:r>
      <w:proofErr w:type="gramEnd"/>
      <w:r>
        <w:t xml:space="preserve"> processus de facturation et de paiement ;</w:t>
      </w:r>
    </w:p>
    <w:p w14:paraId="7CFBAD14" w14:textId="77777777" w:rsidR="007A6B96" w:rsidRDefault="007A6B96">
      <w:pPr>
        <w:pStyle w:val="Paragraphedeliste"/>
        <w:numPr>
          <w:ilvl w:val="1"/>
          <w:numId w:val="18"/>
        </w:numPr>
        <w:spacing w:before="120"/>
        <w:contextualSpacing w:val="0"/>
      </w:pPr>
      <w:proofErr w:type="gramStart"/>
      <w:r>
        <w:t>les</w:t>
      </w:r>
      <w:proofErr w:type="gramEnd"/>
      <w:r>
        <w:t xml:space="preserve"> dispositifs permettant la simplification des relations.</w:t>
      </w:r>
    </w:p>
    <w:p w14:paraId="5E2BC309" w14:textId="77777777" w:rsidR="007A6B96" w:rsidRPr="00527612" w:rsidRDefault="007A6B96">
      <w:pPr>
        <w:pStyle w:val="Paragraphedeliste"/>
        <w:numPr>
          <w:ilvl w:val="0"/>
          <w:numId w:val="18"/>
        </w:numPr>
        <w:spacing w:before="120"/>
        <w:contextualSpacing w:val="0"/>
        <w:rPr>
          <w:u w:val="single"/>
        </w:rPr>
      </w:pPr>
      <w:proofErr w:type="gramStart"/>
      <w:r w:rsidRPr="00527612">
        <w:rPr>
          <w:u w:val="single"/>
        </w:rPr>
        <w:t>l’organisation</w:t>
      </w:r>
      <w:proofErr w:type="gramEnd"/>
      <w:r w:rsidRPr="00527612">
        <w:rPr>
          <w:u w:val="single"/>
        </w:rPr>
        <w:t xml:space="preserve"> et le personnel :</w:t>
      </w:r>
    </w:p>
    <w:p w14:paraId="4FE62A54" w14:textId="77777777" w:rsidR="007A6B96" w:rsidRDefault="007A6B96">
      <w:pPr>
        <w:pStyle w:val="Paragraphedeliste"/>
        <w:numPr>
          <w:ilvl w:val="1"/>
          <w:numId w:val="18"/>
        </w:numPr>
        <w:spacing w:before="120"/>
        <w:contextualSpacing w:val="0"/>
      </w:pPr>
      <w:proofErr w:type="gramStart"/>
      <w:r>
        <w:t>l’organisation</w:t>
      </w:r>
      <w:proofErr w:type="gramEnd"/>
      <w:r>
        <w:t xml:space="preserve"> générale de l’encadrement et des moyens du gestionnaire ;</w:t>
      </w:r>
    </w:p>
    <w:p w14:paraId="4BF2AE3C" w14:textId="77777777" w:rsidR="007A6B96" w:rsidRDefault="007A6B96">
      <w:pPr>
        <w:pStyle w:val="Paragraphedeliste"/>
        <w:numPr>
          <w:ilvl w:val="1"/>
          <w:numId w:val="18"/>
        </w:numPr>
        <w:spacing w:before="120"/>
        <w:contextualSpacing w:val="0"/>
      </w:pPr>
      <w:proofErr w:type="gramStart"/>
      <w:r>
        <w:lastRenderedPageBreak/>
        <w:t>le</w:t>
      </w:r>
      <w:proofErr w:type="gramEnd"/>
      <w:r>
        <w:t xml:space="preserve"> niveau de qualification des agents ;</w:t>
      </w:r>
    </w:p>
    <w:p w14:paraId="381305D8" w14:textId="77777777" w:rsidR="007A6B96" w:rsidRDefault="007A6B96">
      <w:pPr>
        <w:pStyle w:val="Paragraphedeliste"/>
        <w:numPr>
          <w:ilvl w:val="1"/>
          <w:numId w:val="18"/>
        </w:numPr>
        <w:spacing w:before="120"/>
        <w:contextualSpacing w:val="0"/>
      </w:pPr>
      <w:proofErr w:type="gramStart"/>
      <w:r>
        <w:t>la</w:t>
      </w:r>
      <w:proofErr w:type="gramEnd"/>
      <w:r>
        <w:t xml:space="preserve"> politique et les modalités de recrutement du personnel ;</w:t>
      </w:r>
    </w:p>
    <w:p w14:paraId="4CD40556" w14:textId="77777777" w:rsidR="007A6B96" w:rsidRDefault="007A6B96">
      <w:pPr>
        <w:pStyle w:val="Paragraphedeliste"/>
        <w:numPr>
          <w:ilvl w:val="1"/>
          <w:numId w:val="18"/>
        </w:numPr>
        <w:spacing w:before="120"/>
        <w:contextualSpacing w:val="0"/>
      </w:pPr>
      <w:proofErr w:type="gramStart"/>
      <w:r>
        <w:t>la</w:t>
      </w:r>
      <w:proofErr w:type="gramEnd"/>
      <w:r>
        <w:t xml:space="preserve"> politique de formation ;</w:t>
      </w:r>
    </w:p>
    <w:p w14:paraId="7CDD9439" w14:textId="0481770A" w:rsidR="007A6B96" w:rsidRDefault="007A6B96">
      <w:pPr>
        <w:pStyle w:val="Paragraphedeliste"/>
        <w:numPr>
          <w:ilvl w:val="1"/>
          <w:numId w:val="18"/>
        </w:numPr>
        <w:spacing w:before="120"/>
        <w:contextualSpacing w:val="0"/>
      </w:pPr>
      <w:proofErr w:type="gramStart"/>
      <w:r>
        <w:t>les</w:t>
      </w:r>
      <w:proofErr w:type="gramEnd"/>
      <w:r>
        <w:t xml:space="preserve"> dispositions prises par le </w:t>
      </w:r>
      <w:r w:rsidR="008B3ED8">
        <w:t>concessionnaire</w:t>
      </w:r>
      <w:r>
        <w:t xml:space="preserve"> pour assurer la continuité du service et le remplacement du personnel ;</w:t>
      </w:r>
    </w:p>
    <w:p w14:paraId="5B8C42B2" w14:textId="77777777" w:rsidR="007A6B96" w:rsidRDefault="007A6B96">
      <w:pPr>
        <w:pStyle w:val="Paragraphedeliste"/>
        <w:numPr>
          <w:ilvl w:val="1"/>
          <w:numId w:val="18"/>
        </w:numPr>
        <w:spacing w:before="120"/>
        <w:contextualSpacing w:val="0"/>
      </w:pPr>
      <w:proofErr w:type="gramStart"/>
      <w:r>
        <w:t>les</w:t>
      </w:r>
      <w:proofErr w:type="gramEnd"/>
      <w:r>
        <w:t xml:space="preserve"> avantages sociaux accordés dans le cadre de l’application de la convention collective ;</w:t>
      </w:r>
    </w:p>
    <w:p w14:paraId="2EE78766" w14:textId="77777777" w:rsidR="007A6B96" w:rsidRDefault="007A6B96">
      <w:pPr>
        <w:pStyle w:val="Paragraphedeliste"/>
        <w:numPr>
          <w:ilvl w:val="1"/>
          <w:numId w:val="18"/>
        </w:numPr>
        <w:spacing w:before="120"/>
        <w:contextualSpacing w:val="0"/>
      </w:pPr>
      <w:proofErr w:type="gramStart"/>
      <w:r>
        <w:t>les</w:t>
      </w:r>
      <w:proofErr w:type="gramEnd"/>
      <w:r>
        <w:t xml:space="preserve"> moyens généraux du gestionnaire pour l’exécution du service (ressources humaines et politique salariale ; comptabilité ; fonctions supports).</w:t>
      </w:r>
    </w:p>
    <w:p w14:paraId="03421AA4" w14:textId="77777777" w:rsidR="007A6B96" w:rsidRPr="00527612" w:rsidRDefault="007A6B96">
      <w:pPr>
        <w:pStyle w:val="Paragraphedeliste"/>
        <w:numPr>
          <w:ilvl w:val="0"/>
          <w:numId w:val="18"/>
        </w:numPr>
        <w:spacing w:before="120"/>
        <w:contextualSpacing w:val="0"/>
        <w:rPr>
          <w:u w:val="single"/>
        </w:rPr>
      </w:pPr>
      <w:proofErr w:type="gramStart"/>
      <w:r w:rsidRPr="00527612">
        <w:rPr>
          <w:u w:val="single"/>
        </w:rPr>
        <w:t>la</w:t>
      </w:r>
      <w:proofErr w:type="gramEnd"/>
      <w:r w:rsidRPr="00527612">
        <w:rPr>
          <w:u w:val="single"/>
        </w:rPr>
        <w:t xml:space="preserve"> procédure qualité :</w:t>
      </w:r>
    </w:p>
    <w:p w14:paraId="1A04BD1A" w14:textId="77777777" w:rsidR="007A6B96" w:rsidRDefault="007A6B96">
      <w:pPr>
        <w:pStyle w:val="Paragraphedeliste"/>
        <w:numPr>
          <w:ilvl w:val="1"/>
          <w:numId w:val="18"/>
        </w:numPr>
        <w:spacing w:before="120"/>
        <w:contextualSpacing w:val="0"/>
      </w:pPr>
      <w:proofErr w:type="gramStart"/>
      <w:r>
        <w:t>les</w:t>
      </w:r>
      <w:proofErr w:type="gramEnd"/>
      <w:r>
        <w:t xml:space="preserve"> règles d’hygiène et de sécurité au sein du service ;</w:t>
      </w:r>
    </w:p>
    <w:p w14:paraId="42D758C7" w14:textId="77777777" w:rsidR="007A6B96" w:rsidRDefault="007A6B96">
      <w:pPr>
        <w:pStyle w:val="Paragraphedeliste"/>
        <w:numPr>
          <w:ilvl w:val="1"/>
          <w:numId w:val="18"/>
        </w:numPr>
        <w:spacing w:before="120"/>
        <w:contextualSpacing w:val="0"/>
      </w:pPr>
      <w:proofErr w:type="gramStart"/>
      <w:r>
        <w:t>les</w:t>
      </w:r>
      <w:proofErr w:type="gramEnd"/>
      <w:r>
        <w:t xml:space="preserve"> règles relatives à l’alimentation et l’organisation des repas.</w:t>
      </w:r>
    </w:p>
    <w:p w14:paraId="5A759BF7" w14:textId="0813AAA4" w:rsidR="007A6B96" w:rsidRPr="00527612" w:rsidRDefault="007A6B96">
      <w:pPr>
        <w:pStyle w:val="Paragraphedeliste"/>
        <w:numPr>
          <w:ilvl w:val="0"/>
          <w:numId w:val="18"/>
        </w:numPr>
        <w:spacing w:before="120"/>
        <w:contextualSpacing w:val="0"/>
        <w:rPr>
          <w:u w:val="single"/>
        </w:rPr>
      </w:pPr>
      <w:proofErr w:type="gramStart"/>
      <w:r w:rsidRPr="00527612">
        <w:rPr>
          <w:u w:val="single"/>
        </w:rPr>
        <w:t>les</w:t>
      </w:r>
      <w:proofErr w:type="gramEnd"/>
      <w:r w:rsidRPr="00527612">
        <w:rPr>
          <w:u w:val="single"/>
        </w:rPr>
        <w:t xml:space="preserve"> relations avec le </w:t>
      </w:r>
      <w:r w:rsidR="008B3ED8">
        <w:rPr>
          <w:u w:val="single"/>
        </w:rPr>
        <w:t>concédant</w:t>
      </w:r>
      <w:r w:rsidRPr="00527612">
        <w:rPr>
          <w:u w:val="single"/>
        </w:rPr>
        <w:t xml:space="preserve"> et les partenaires institutionnels :</w:t>
      </w:r>
    </w:p>
    <w:p w14:paraId="6CED2C1E" w14:textId="77777777" w:rsidR="007A6B96" w:rsidRDefault="007A6B96">
      <w:pPr>
        <w:pStyle w:val="Paragraphedeliste"/>
        <w:numPr>
          <w:ilvl w:val="1"/>
          <w:numId w:val="18"/>
        </w:numPr>
        <w:spacing w:before="120"/>
        <w:contextualSpacing w:val="0"/>
      </w:pPr>
      <w:proofErr w:type="gramStart"/>
      <w:r>
        <w:t>les</w:t>
      </w:r>
      <w:proofErr w:type="gramEnd"/>
      <w:r>
        <w:t xml:space="preserve"> relations avec la CAF et la PMI ;</w:t>
      </w:r>
    </w:p>
    <w:p w14:paraId="61C26F7C" w14:textId="1A79D4E9" w:rsidR="007A6B96" w:rsidRDefault="007A6B96">
      <w:pPr>
        <w:pStyle w:val="Paragraphedeliste"/>
        <w:numPr>
          <w:ilvl w:val="1"/>
          <w:numId w:val="18"/>
        </w:numPr>
        <w:spacing w:before="120"/>
        <w:contextualSpacing w:val="0"/>
      </w:pPr>
      <w:proofErr w:type="gramStart"/>
      <w:r>
        <w:t>les</w:t>
      </w:r>
      <w:proofErr w:type="gramEnd"/>
      <w:r>
        <w:t xml:space="preserve"> éléments de </w:t>
      </w:r>
      <w:proofErr w:type="spellStart"/>
      <w:r>
        <w:t>reporting</w:t>
      </w:r>
      <w:proofErr w:type="spellEnd"/>
      <w:r>
        <w:t xml:space="preserve"> prévus aux articles 6.1</w:t>
      </w:r>
      <w:r w:rsidR="00870F20">
        <w:t xml:space="preserve">, </w:t>
      </w:r>
      <w:r>
        <w:t>6.2</w:t>
      </w:r>
      <w:r w:rsidR="00870F20">
        <w:t xml:space="preserve"> et 6.3</w:t>
      </w:r>
      <w:r>
        <w:t xml:space="preserve"> </w:t>
      </w:r>
      <w:r w:rsidR="00870F20">
        <w:t>du présent contrat</w:t>
      </w:r>
      <w:r>
        <w:t> ;</w:t>
      </w:r>
    </w:p>
    <w:p w14:paraId="7B3BDA29" w14:textId="746681A8" w:rsidR="007A6B96" w:rsidRDefault="007A6B96">
      <w:pPr>
        <w:pStyle w:val="Paragraphedeliste"/>
        <w:numPr>
          <w:ilvl w:val="1"/>
          <w:numId w:val="18"/>
        </w:numPr>
        <w:spacing w:before="120"/>
        <w:contextualSpacing w:val="0"/>
      </w:pPr>
      <w:proofErr w:type="gramStart"/>
      <w:r>
        <w:t>les</w:t>
      </w:r>
      <w:proofErr w:type="gramEnd"/>
      <w:r>
        <w:t xml:space="preserve"> modalités d’entretien et de renouvellement des équipements mis à disposition du </w:t>
      </w:r>
      <w:r w:rsidR="008B3ED8">
        <w:t>concessionnaire</w:t>
      </w:r>
      <w:r>
        <w:t xml:space="preserve"> par le </w:t>
      </w:r>
      <w:r w:rsidR="008B3ED8">
        <w:t>concédant</w:t>
      </w:r>
      <w:r>
        <w:t xml:space="preserve"> ;</w:t>
      </w:r>
    </w:p>
    <w:p w14:paraId="422D493C" w14:textId="77777777" w:rsidR="007A6B96" w:rsidRDefault="007A6B96">
      <w:pPr>
        <w:pStyle w:val="Paragraphedeliste"/>
        <w:numPr>
          <w:ilvl w:val="1"/>
          <w:numId w:val="18"/>
        </w:numPr>
        <w:spacing w:before="120"/>
        <w:contextualSpacing w:val="0"/>
      </w:pPr>
      <w:proofErr w:type="gramStart"/>
      <w:r>
        <w:t>la</w:t>
      </w:r>
      <w:proofErr w:type="gramEnd"/>
      <w:r>
        <w:t xml:space="preserve"> gestion des locaux ;</w:t>
      </w:r>
    </w:p>
    <w:p w14:paraId="5E5F63D4" w14:textId="06A859F2" w:rsidR="007A6B96" w:rsidRDefault="007A6B96">
      <w:pPr>
        <w:pStyle w:val="Paragraphedeliste"/>
        <w:numPr>
          <w:ilvl w:val="1"/>
          <w:numId w:val="18"/>
        </w:numPr>
        <w:spacing w:before="120"/>
        <w:contextualSpacing w:val="0"/>
      </w:pPr>
      <w:proofErr w:type="gramStart"/>
      <w:r>
        <w:t>les</w:t>
      </w:r>
      <w:proofErr w:type="gramEnd"/>
      <w:r>
        <w:t xml:space="preserve"> modalités de suivi et de contrôle de la structure par le </w:t>
      </w:r>
      <w:r w:rsidR="008B3ED8">
        <w:t>concédant</w:t>
      </w:r>
      <w:r>
        <w:t xml:space="preserve"> (</w:t>
      </w:r>
      <w:r w:rsidRPr="00527612">
        <w:rPr>
          <w:i/>
          <w:iCs/>
        </w:rPr>
        <w:t>modalités de contrôle et d’accès aux données</w:t>
      </w:r>
      <w:r>
        <w:t>).</w:t>
      </w:r>
    </w:p>
    <w:p w14:paraId="0C859E7A" w14:textId="77777777" w:rsidR="007A6B96" w:rsidRDefault="007A6B96" w:rsidP="007A6B96">
      <w:pPr>
        <w:spacing w:before="120"/>
      </w:pPr>
    </w:p>
    <w:tbl>
      <w:tblPr>
        <w:tblStyle w:val="Grilledutableau"/>
        <w:tblW w:w="0" w:type="auto"/>
        <w:tblLook w:val="04A0" w:firstRow="1" w:lastRow="0" w:firstColumn="1" w:lastColumn="0" w:noHBand="0" w:noVBand="1"/>
      </w:tblPr>
      <w:tblGrid>
        <w:gridCol w:w="9062"/>
      </w:tblGrid>
      <w:tr w:rsidR="007A6B96" w14:paraId="17B9EC66" w14:textId="77777777" w:rsidTr="001A48DF">
        <w:tc>
          <w:tcPr>
            <w:tcW w:w="9062" w:type="dxa"/>
          </w:tcPr>
          <w:p w14:paraId="7D1D555B" w14:textId="77777777" w:rsidR="007A6B96" w:rsidRDefault="007A6B96" w:rsidP="001A48DF"/>
          <w:p w14:paraId="6960763F" w14:textId="77777777" w:rsidR="007A6B96" w:rsidRPr="001212EE" w:rsidRDefault="007A6B96" w:rsidP="001A48DF">
            <w:pPr>
              <w:rPr>
                <w:b/>
                <w:bCs/>
                <w:u w:val="single"/>
              </w:rPr>
            </w:pPr>
            <w:r w:rsidRPr="001212EE">
              <w:rPr>
                <w:b/>
                <w:bCs/>
                <w:u w:val="single"/>
              </w:rPr>
              <w:t>A compléter par le candidat :</w:t>
            </w:r>
          </w:p>
          <w:p w14:paraId="34A54832" w14:textId="77777777" w:rsidR="007A6B96" w:rsidRDefault="007A6B96" w:rsidP="001A48DF"/>
          <w:p w14:paraId="43CF82ED" w14:textId="362AC007" w:rsidR="007A6B96" w:rsidRDefault="007A6B96" w:rsidP="001A48DF">
            <w:r>
              <w:t>Dans le cadre de son mémoire technique, le candidat proposera un projet d’établissement</w:t>
            </w:r>
            <w:r w:rsidR="00B903F8">
              <w:t>, qui pourra s’inspirer de la trame présentée en annexe 12.</w:t>
            </w:r>
          </w:p>
          <w:p w14:paraId="0ADE92FF" w14:textId="77777777" w:rsidR="007A6B96" w:rsidRPr="00527612" w:rsidRDefault="007A6B96" w:rsidP="001A48DF"/>
        </w:tc>
      </w:tr>
    </w:tbl>
    <w:p w14:paraId="52AEBB87" w14:textId="38D0AE36" w:rsidR="007A6B96" w:rsidRDefault="007A6B96" w:rsidP="007A6B96"/>
    <w:p w14:paraId="38B80FDB" w14:textId="08450DEB" w:rsidR="00744AD5" w:rsidRDefault="00744AD5" w:rsidP="007A6B96"/>
    <w:p w14:paraId="4FB86348" w14:textId="77777777" w:rsidR="007A6B96" w:rsidRDefault="007A6B96" w:rsidP="007A6B96">
      <w:pPr>
        <w:pStyle w:val="Titre2"/>
        <w:numPr>
          <w:ilvl w:val="1"/>
          <w:numId w:val="1"/>
        </w:numPr>
      </w:pPr>
      <w:bookmarkStart w:id="28" w:name="_Toc101860456"/>
      <w:bookmarkStart w:id="29" w:name="_Toc189735699"/>
      <w:r>
        <w:t>Règlement de fonctionnement</w:t>
      </w:r>
      <w:bookmarkEnd w:id="28"/>
      <w:bookmarkEnd w:id="29"/>
    </w:p>
    <w:p w14:paraId="6FC59E5D" w14:textId="77777777" w:rsidR="007A6B96" w:rsidRDefault="007A6B96" w:rsidP="007A6B96"/>
    <w:p w14:paraId="0B59547E" w14:textId="77777777" w:rsidR="007A6B96" w:rsidRDefault="007A6B96" w:rsidP="007A6B96">
      <w:r>
        <w:t>Le règlement de fonctionnement doit être agréé par le service du Département responsable de l'agrément et du contrôle, ainsi que la CAF.</w:t>
      </w:r>
    </w:p>
    <w:p w14:paraId="7D0B1F3D" w14:textId="77777777" w:rsidR="007A6B96" w:rsidRDefault="007A6B96" w:rsidP="007A6B96"/>
    <w:p w14:paraId="2EBA7394" w14:textId="2CBFDB00" w:rsidR="007A6B96" w:rsidRDefault="007A6B96" w:rsidP="007A6B96">
      <w:r>
        <w:t xml:space="preserve">Toute modification du règlement de fonctionnement devra faire l’objet d’une approbation du </w:t>
      </w:r>
      <w:r w:rsidR="008B3ED8">
        <w:t>concédant</w:t>
      </w:r>
      <w:r>
        <w:t xml:space="preserve"> au préalable.</w:t>
      </w:r>
    </w:p>
    <w:p w14:paraId="41F0B787" w14:textId="77777777" w:rsidR="007A6B96" w:rsidRDefault="007A6B96" w:rsidP="007A6B96"/>
    <w:p w14:paraId="4ABD89D0" w14:textId="77777777" w:rsidR="007A6B96" w:rsidRDefault="007A6B96" w:rsidP="007A6B96">
      <w:r>
        <w:t>Le règlement de fonctionnement est porté à la connaissance des usagers par voie d'affichage ; il est également signé et remis à chaque nouvelle famille lors de l'admission d’un enfant.</w:t>
      </w:r>
    </w:p>
    <w:p w14:paraId="645CCD3F" w14:textId="77777777" w:rsidR="007A6B96" w:rsidRDefault="007A6B96" w:rsidP="007A6B96"/>
    <w:p w14:paraId="573ADE2D" w14:textId="77777777" w:rsidR="007A6B96" w:rsidRDefault="007A6B96" w:rsidP="007A6B96">
      <w:r>
        <w:t>Le règlement de fonctionnement est un document contractuel engageant les familles à respecter les règles établies au sein de la crèche.</w:t>
      </w:r>
    </w:p>
    <w:p w14:paraId="086A3A98" w14:textId="77777777" w:rsidR="007A6B96" w:rsidRDefault="007A6B96" w:rsidP="007A6B96"/>
    <w:p w14:paraId="6E568F51" w14:textId="4A2D80CB" w:rsidR="007A6B96" w:rsidRDefault="007A6B96" w:rsidP="007A6B96">
      <w:r>
        <w:t>En aucun cas</w:t>
      </w:r>
      <w:r w:rsidR="003752BC">
        <w:t>,</w:t>
      </w:r>
      <w:r>
        <w:t xml:space="preserve"> le règlement de fonctionnement ne peut se substituer en tout ou partie </w:t>
      </w:r>
      <w:r w:rsidR="00490FA4">
        <w:t>au présent contrat.</w:t>
      </w:r>
    </w:p>
    <w:p w14:paraId="09C4F5D0" w14:textId="77777777" w:rsidR="007A6B96" w:rsidRDefault="007A6B96" w:rsidP="007A6B96"/>
    <w:tbl>
      <w:tblPr>
        <w:tblStyle w:val="Grilledutableau"/>
        <w:tblW w:w="0" w:type="auto"/>
        <w:tblLook w:val="04A0" w:firstRow="1" w:lastRow="0" w:firstColumn="1" w:lastColumn="0" w:noHBand="0" w:noVBand="1"/>
      </w:tblPr>
      <w:tblGrid>
        <w:gridCol w:w="9062"/>
      </w:tblGrid>
      <w:tr w:rsidR="00B903F8" w14:paraId="7F4B576F" w14:textId="77777777" w:rsidTr="005B6323">
        <w:tc>
          <w:tcPr>
            <w:tcW w:w="9062" w:type="dxa"/>
          </w:tcPr>
          <w:p w14:paraId="375BDAE0" w14:textId="77777777" w:rsidR="00B903F8" w:rsidRDefault="00B903F8" w:rsidP="005B6323"/>
          <w:p w14:paraId="59E895DF" w14:textId="77777777" w:rsidR="00B903F8" w:rsidRPr="001212EE" w:rsidRDefault="00B903F8" w:rsidP="005B6323">
            <w:pPr>
              <w:rPr>
                <w:b/>
                <w:bCs/>
                <w:u w:val="single"/>
              </w:rPr>
            </w:pPr>
            <w:r w:rsidRPr="001212EE">
              <w:rPr>
                <w:b/>
                <w:bCs/>
                <w:u w:val="single"/>
              </w:rPr>
              <w:t>A compléter par le candidat :</w:t>
            </w:r>
          </w:p>
          <w:p w14:paraId="4ACA6553" w14:textId="77777777" w:rsidR="00B903F8" w:rsidRDefault="00B903F8" w:rsidP="005B6323"/>
          <w:p w14:paraId="519E0EC6" w14:textId="7D86B749" w:rsidR="00B903F8" w:rsidRDefault="00B903F8" w:rsidP="005B6323">
            <w:r>
              <w:t>Dans le cadre de son mémoire technique, le candidat proposera un règlement de fonctionnement, qui pourra s’inspirer de la trame présentée en annexe 11.</w:t>
            </w:r>
          </w:p>
          <w:p w14:paraId="37A991CE" w14:textId="77777777" w:rsidR="00B903F8" w:rsidRPr="00527612" w:rsidRDefault="00B903F8" w:rsidP="005B6323"/>
        </w:tc>
      </w:tr>
    </w:tbl>
    <w:p w14:paraId="16A2CFDE" w14:textId="77777777" w:rsidR="00B903F8" w:rsidRDefault="00B903F8" w:rsidP="007A6B96"/>
    <w:p w14:paraId="7D1CA5D2" w14:textId="77777777" w:rsidR="007A6B96" w:rsidRDefault="007A6B96" w:rsidP="007A6B96"/>
    <w:p w14:paraId="4F1263B9" w14:textId="00A83114" w:rsidR="007A6B96" w:rsidRDefault="007A6B96" w:rsidP="007A6B96">
      <w:pPr>
        <w:pStyle w:val="Titre2"/>
        <w:numPr>
          <w:ilvl w:val="1"/>
          <w:numId w:val="1"/>
        </w:numPr>
      </w:pPr>
      <w:bookmarkStart w:id="30" w:name="_Toc101860457"/>
      <w:bookmarkStart w:id="31" w:name="_Toc189735700"/>
      <w:r>
        <w:t xml:space="preserve">Relations avec le </w:t>
      </w:r>
      <w:r w:rsidR="008B3ED8">
        <w:t>concédant</w:t>
      </w:r>
      <w:bookmarkEnd w:id="30"/>
      <w:bookmarkEnd w:id="31"/>
    </w:p>
    <w:p w14:paraId="0F88828E" w14:textId="77777777" w:rsidR="007A6B96" w:rsidRDefault="007A6B96" w:rsidP="007A6B96"/>
    <w:p w14:paraId="03054CF8" w14:textId="426C148B" w:rsidR="007A6B96" w:rsidRDefault="007A6B96" w:rsidP="007A6B96">
      <w:r>
        <w:t xml:space="preserve">Le </w:t>
      </w:r>
      <w:r w:rsidR="008B3ED8">
        <w:t>concessionnaire</w:t>
      </w:r>
      <w:r>
        <w:t xml:space="preserve"> est responsable de la gestion de la structure sur le territoire du </w:t>
      </w:r>
      <w:r w:rsidR="008B3ED8">
        <w:t>concédant</w:t>
      </w:r>
      <w:r>
        <w:t xml:space="preserve">. Le </w:t>
      </w:r>
      <w:r w:rsidR="008B3ED8">
        <w:t>concédant</w:t>
      </w:r>
      <w:r w:rsidR="003752BC">
        <w:t xml:space="preserve"> demeure toutefois l</w:t>
      </w:r>
      <w:r>
        <w:t>’autorité organisatrice du service.</w:t>
      </w:r>
    </w:p>
    <w:p w14:paraId="7D666F3A" w14:textId="77777777" w:rsidR="007A6B96" w:rsidRDefault="007A6B96" w:rsidP="007A6B96"/>
    <w:p w14:paraId="5DC5F98F" w14:textId="71E3F87F" w:rsidR="007A6B96" w:rsidRDefault="007A6B96" w:rsidP="007A6B96">
      <w:r>
        <w:t xml:space="preserve">Le projet d’établissement et le règlement intérieur, qui sont définis ci-dessus, devront donc s’intégrer à la politique générale du </w:t>
      </w:r>
      <w:r w:rsidR="008B3ED8">
        <w:t>concédant</w:t>
      </w:r>
      <w:r>
        <w:t>.</w:t>
      </w:r>
    </w:p>
    <w:p w14:paraId="0F03CCAD" w14:textId="77777777" w:rsidR="007A6B96" w:rsidRDefault="007A6B96" w:rsidP="007A6B96"/>
    <w:p w14:paraId="1FCFC7A4" w14:textId="78AC0E85" w:rsidR="007A6B96" w:rsidRDefault="007A6B96" w:rsidP="007A6B96">
      <w:r>
        <w:t xml:space="preserve">Le </w:t>
      </w:r>
      <w:r w:rsidR="008B3ED8">
        <w:t>concessionnaire</w:t>
      </w:r>
      <w:r>
        <w:t xml:space="preserve"> est parfaitement informé que le </w:t>
      </w:r>
      <w:r w:rsidR="008B3ED8">
        <w:t>concédant</w:t>
      </w:r>
      <w:r>
        <w:t xml:space="preserve"> dispose d’un pouvoir de contrôle de l’exécution de ses missions, pour lui permettre de vérifier que le service public est assuré conformément aux dispositions contractuelles et dans le respect de la réglementation en vigueur.</w:t>
      </w:r>
    </w:p>
    <w:p w14:paraId="012A9A4D" w14:textId="77777777" w:rsidR="007A6B96" w:rsidRDefault="007A6B96" w:rsidP="007A6B96"/>
    <w:p w14:paraId="5A6E2688" w14:textId="77777777" w:rsidR="007A6B96" w:rsidRDefault="007A6B96" w:rsidP="007A6B96"/>
    <w:p w14:paraId="4EC90FD7" w14:textId="77777777" w:rsidR="007A6B96" w:rsidRDefault="007A6B96" w:rsidP="007A6B96">
      <w:pPr>
        <w:pStyle w:val="Titre2"/>
        <w:numPr>
          <w:ilvl w:val="1"/>
          <w:numId w:val="1"/>
        </w:numPr>
      </w:pPr>
      <w:bookmarkStart w:id="32" w:name="_Toc101860458"/>
      <w:bookmarkStart w:id="33" w:name="_Toc189735701"/>
      <w:r>
        <w:t>Fournitures nécessaires</w:t>
      </w:r>
      <w:bookmarkEnd w:id="32"/>
      <w:bookmarkEnd w:id="33"/>
    </w:p>
    <w:p w14:paraId="127187A5" w14:textId="77777777" w:rsidR="007A6B96" w:rsidRDefault="007A6B96" w:rsidP="007A6B96"/>
    <w:p w14:paraId="286D84EF" w14:textId="122E44C0" w:rsidR="007A6B96" w:rsidRDefault="007A6B96" w:rsidP="007A6B96">
      <w:r>
        <w:t xml:space="preserve">Les couches, les biberons, les tétines de biberons et tous les produits nécessaires aux soins d’hygiène, sont fournis par le </w:t>
      </w:r>
      <w:r w:rsidR="008B3ED8">
        <w:t>concessionnaire</w:t>
      </w:r>
      <w:r>
        <w:t xml:space="preserve"> selon les exigences de la convention de Prestation de Service Unique de la Caisse d’Allocations Familiales. En cas d’allergies, certains produits seront fournis par les familles selon un protocole fourni par l’établissement.</w:t>
      </w:r>
    </w:p>
    <w:p w14:paraId="0C917CF3" w14:textId="77777777" w:rsidR="007A6B96" w:rsidRDefault="007A6B96" w:rsidP="007A6B96"/>
    <w:p w14:paraId="44732BA0" w14:textId="4EEB35FA" w:rsidR="007A6B96" w:rsidRDefault="007A6B96" w:rsidP="007A6B96">
      <w:r>
        <w:t xml:space="preserve">De manière générale, toutes les fournitures et petits équipements nécessaires à l’exécution du service sont à la charge du </w:t>
      </w:r>
      <w:r w:rsidR="008B3ED8">
        <w:t>concessionnaire</w:t>
      </w:r>
      <w:r>
        <w:t>.</w:t>
      </w:r>
    </w:p>
    <w:p w14:paraId="115D7F8E" w14:textId="77777777" w:rsidR="007A6B96" w:rsidRDefault="007A6B96" w:rsidP="007A6B96"/>
    <w:p w14:paraId="4AF329AD" w14:textId="77777777" w:rsidR="007A6B96" w:rsidRDefault="007A6B96" w:rsidP="007A6B96"/>
    <w:p w14:paraId="6D92A970" w14:textId="77777777" w:rsidR="007A6B96" w:rsidRDefault="007A6B96" w:rsidP="007A6B96">
      <w:pPr>
        <w:pStyle w:val="Titre2"/>
        <w:numPr>
          <w:ilvl w:val="1"/>
          <w:numId w:val="1"/>
        </w:numPr>
      </w:pPr>
      <w:bookmarkStart w:id="34" w:name="_Toc101860459"/>
      <w:bookmarkStart w:id="35" w:name="_Toc189735702"/>
      <w:r>
        <w:t>Restauration</w:t>
      </w:r>
      <w:bookmarkEnd w:id="34"/>
      <w:bookmarkEnd w:id="35"/>
    </w:p>
    <w:p w14:paraId="2E7B147E" w14:textId="77777777" w:rsidR="007A6B96" w:rsidRDefault="007A6B96" w:rsidP="007A6B96"/>
    <w:p w14:paraId="42CDE157" w14:textId="77777777" w:rsidR="007A6B96" w:rsidRDefault="007A6B96" w:rsidP="007A6B96">
      <w:pPr>
        <w:pStyle w:val="Titre3"/>
        <w:numPr>
          <w:ilvl w:val="2"/>
          <w:numId w:val="1"/>
        </w:numPr>
        <w:rPr>
          <w:rFonts w:ascii="Arial" w:hAnsi="Arial"/>
        </w:rPr>
      </w:pPr>
      <w:bookmarkStart w:id="36" w:name="_Toc101860460"/>
      <w:bookmarkStart w:id="37" w:name="_Toc189735703"/>
      <w:r>
        <w:rPr>
          <w:rFonts w:ascii="Arial" w:hAnsi="Arial"/>
        </w:rPr>
        <w:t>Cadre général</w:t>
      </w:r>
      <w:bookmarkEnd w:id="36"/>
      <w:bookmarkEnd w:id="37"/>
    </w:p>
    <w:p w14:paraId="6F4AAFF4" w14:textId="77777777" w:rsidR="007A6B96" w:rsidRDefault="007A6B96" w:rsidP="007A6B96"/>
    <w:p w14:paraId="1F4D0C51" w14:textId="77B798A6" w:rsidR="007A6B96" w:rsidRDefault="007A6B96" w:rsidP="007A6B96">
      <w:r>
        <w:t>La place des repas dans le projet pédagogique est décrite dans le projet d’établissement.</w:t>
      </w:r>
    </w:p>
    <w:p w14:paraId="69DE4FD2" w14:textId="77777777" w:rsidR="007A6B96" w:rsidRDefault="007A6B96" w:rsidP="007A6B96"/>
    <w:p w14:paraId="10A927AC" w14:textId="1FACE8F1" w:rsidR="007A6B96" w:rsidRDefault="007A6B96" w:rsidP="007A6B96">
      <w:r>
        <w:t xml:space="preserve">Le </w:t>
      </w:r>
      <w:r w:rsidR="008B3ED8">
        <w:t>concessionnaire</w:t>
      </w:r>
      <w:r>
        <w:t xml:space="preserve"> veillera à lutter contre le gaspillage alimentaire et à limiter l’utilisation du plastique.</w:t>
      </w:r>
    </w:p>
    <w:p w14:paraId="4463B90A" w14:textId="37FE75CF" w:rsidR="007A6B96" w:rsidRDefault="007A6B96" w:rsidP="007A6B96"/>
    <w:p w14:paraId="18C73639" w14:textId="7C1D0A3F" w:rsidR="00903A1E" w:rsidRDefault="00903A1E" w:rsidP="00903A1E">
      <w:r>
        <w:t xml:space="preserve">Dans ce cadre, le concessionnaire </w:t>
      </w:r>
      <w:r w:rsidR="005B4FF5">
        <w:t>respecte l’ensemble de</w:t>
      </w:r>
      <w:r>
        <w:t xml:space="preserve">s obligations </w:t>
      </w:r>
      <w:r w:rsidR="005B4FF5">
        <w:t>de</w:t>
      </w:r>
      <w:r>
        <w:t xml:space="preserve"> la loi </w:t>
      </w:r>
      <w:proofErr w:type="spellStart"/>
      <w:r>
        <w:t>EGAlim</w:t>
      </w:r>
      <w:proofErr w:type="spellEnd"/>
      <w:r>
        <w:t xml:space="preserve">. </w:t>
      </w:r>
      <w:r w:rsidR="005B4FF5">
        <w:t>De manière concrète</w:t>
      </w:r>
      <w:r>
        <w:t>, il s’engage</w:t>
      </w:r>
      <w:r w:rsidR="005B4FF5">
        <w:t xml:space="preserve"> dans le cadre du présent contrat </w:t>
      </w:r>
      <w:r>
        <w:t>à :</w:t>
      </w:r>
    </w:p>
    <w:p w14:paraId="6ACEE3A2" w14:textId="77777777" w:rsidR="005B4FF5" w:rsidRPr="005B4FF5" w:rsidRDefault="00903A1E">
      <w:pPr>
        <w:pStyle w:val="Paragraphedeliste"/>
        <w:numPr>
          <w:ilvl w:val="0"/>
          <w:numId w:val="25"/>
        </w:numPr>
        <w:spacing w:before="120"/>
        <w:ind w:left="714" w:hanging="357"/>
        <w:contextualSpacing w:val="0"/>
      </w:pPr>
      <w:proofErr w:type="gramStart"/>
      <w:r w:rsidRPr="005B4FF5">
        <w:t>délivrer</w:t>
      </w:r>
      <w:proofErr w:type="gramEnd"/>
      <w:r w:rsidRPr="005B4FF5">
        <w:t xml:space="preserve"> les repas selon un mode de livraison</w:t>
      </w:r>
      <w:r w:rsidR="005B4FF5" w:rsidRPr="005B4FF5">
        <w:t xml:space="preserve"> en liaison froide ;</w:t>
      </w:r>
    </w:p>
    <w:p w14:paraId="265897D9" w14:textId="012B8BBD" w:rsidR="00870F20" w:rsidRPr="005B4FF5" w:rsidRDefault="00870F20">
      <w:pPr>
        <w:pStyle w:val="Paragraphedeliste"/>
        <w:numPr>
          <w:ilvl w:val="0"/>
          <w:numId w:val="25"/>
        </w:numPr>
        <w:spacing w:before="120"/>
        <w:ind w:left="714" w:hanging="357"/>
        <w:contextualSpacing w:val="0"/>
      </w:pPr>
      <w:proofErr w:type="gramStart"/>
      <w:r w:rsidRPr="005B4FF5">
        <w:t>respecter</w:t>
      </w:r>
      <w:proofErr w:type="gramEnd"/>
      <w:r w:rsidRPr="005B4FF5">
        <w:t xml:space="preserve"> un prorata de produits frais en euros/achats minimum de 80% ;</w:t>
      </w:r>
    </w:p>
    <w:p w14:paraId="74336605" w14:textId="0B972DC5" w:rsidR="00903A1E" w:rsidRPr="005B4FF5" w:rsidRDefault="00903A1E">
      <w:pPr>
        <w:pStyle w:val="Paragraphedeliste"/>
        <w:numPr>
          <w:ilvl w:val="0"/>
          <w:numId w:val="25"/>
        </w:numPr>
        <w:spacing w:before="120"/>
        <w:contextualSpacing w:val="0"/>
      </w:pPr>
      <w:proofErr w:type="gramStart"/>
      <w:r w:rsidRPr="005B4FF5">
        <w:t>respecter</w:t>
      </w:r>
      <w:proofErr w:type="gramEnd"/>
      <w:r w:rsidRPr="005B4FF5">
        <w:t xml:space="preserve"> </w:t>
      </w:r>
      <w:r w:rsidR="00EA30E5" w:rsidRPr="005B4FF5">
        <w:t>un minimum</w:t>
      </w:r>
      <w:r w:rsidR="002F16D7">
        <w:t xml:space="preserve"> de </w:t>
      </w:r>
      <w:r w:rsidR="002F16D7" w:rsidRPr="002F16D7">
        <w:t>50% de produits de qualité et durables, dont au moins 20% de produits biologiques.</w:t>
      </w:r>
      <w:r w:rsidR="002877AB">
        <w:t xml:space="preserve">. </w:t>
      </w:r>
      <w:r w:rsidR="002877AB" w:rsidRPr="002877AB">
        <w:t>Les denrées alimentaires issues de l’agriculture biologique doivent être conformes au règlement CE n°834/2007 du 28 juin 2007 relatif à la production biologique et à l’étiquetage des produits biologiques et abrogeant le règlement CEE n° 2092/91. Les produits issus de l’agriculture biologique portent le label AB français ou celui de l'agriculture biologique de l'Union européenne, AOP, IGP, STG, Label Rouge ou équivalent. Par ailleurs, les produits portant la mention « Issu d’une exploitation à Haute Valeur Environnementale » (HVE) et disposant d’une certification environnementale de niveau 2 seront acceptés.</w:t>
      </w:r>
      <w:r w:rsidR="00EA30E5" w:rsidRPr="005B4FF5">
        <w:t> ;</w:t>
      </w:r>
    </w:p>
    <w:p w14:paraId="0CDEFBF1" w14:textId="67DF3CD0" w:rsidR="00903A1E" w:rsidRPr="005B4FF5" w:rsidRDefault="00903A1E">
      <w:pPr>
        <w:pStyle w:val="Paragraphedeliste"/>
        <w:numPr>
          <w:ilvl w:val="0"/>
          <w:numId w:val="25"/>
        </w:numPr>
        <w:spacing w:before="120"/>
        <w:ind w:left="714" w:hanging="357"/>
        <w:contextualSpacing w:val="0"/>
      </w:pPr>
      <w:proofErr w:type="gramStart"/>
      <w:r w:rsidRPr="005B4FF5">
        <w:t>respecter</w:t>
      </w:r>
      <w:proofErr w:type="gramEnd"/>
      <w:r w:rsidRPr="005B4FF5">
        <w:t xml:space="preserve"> un prorata de produits </w:t>
      </w:r>
      <w:r w:rsidR="00870F20" w:rsidRPr="005B4FF5">
        <w:t>sous signe officiel d'identification de la qualité et de l’origine (S</w:t>
      </w:r>
      <w:r w:rsidRPr="005B4FF5">
        <w:t>IQO</w:t>
      </w:r>
      <w:r w:rsidR="00870F20" w:rsidRPr="005B4FF5">
        <w:t xml:space="preserve">) </w:t>
      </w:r>
      <w:r w:rsidRPr="005B4FF5">
        <w:t>en euros/achats minimum de 40% ;</w:t>
      </w:r>
    </w:p>
    <w:p w14:paraId="3E1676F4" w14:textId="07263431" w:rsidR="00903A1E" w:rsidRPr="005B4FF5" w:rsidRDefault="00266FD5">
      <w:pPr>
        <w:pStyle w:val="Paragraphedeliste"/>
        <w:numPr>
          <w:ilvl w:val="0"/>
          <w:numId w:val="25"/>
        </w:numPr>
        <w:spacing w:before="120"/>
        <w:contextualSpacing w:val="0"/>
      </w:pPr>
      <w:proofErr w:type="gramStart"/>
      <w:r w:rsidRPr="005B4FF5">
        <w:t>respecter</w:t>
      </w:r>
      <w:proofErr w:type="gramEnd"/>
      <w:r w:rsidRPr="005B4FF5">
        <w:t xml:space="preserve"> </w:t>
      </w:r>
      <w:r w:rsidR="00903A1E" w:rsidRPr="005B4FF5">
        <w:t>un prorata de produit « circuits courts »</w:t>
      </w:r>
      <w:r w:rsidR="002877AB">
        <w:t xml:space="preserve"> (</w:t>
      </w:r>
      <w:r w:rsidR="002877AB" w:rsidRPr="00B02A44">
        <w:rPr>
          <w:i/>
          <w:iCs/>
        </w:rPr>
        <w:t>Haute-Savoie, Savoie, nord de l’Italie (Vallée d’Aoste et Piémont</w:t>
      </w:r>
      <w:r w:rsidR="002877AB">
        <w:t>)</w:t>
      </w:r>
      <w:r w:rsidR="00870F20" w:rsidRPr="005B4FF5">
        <w:t xml:space="preserve"> </w:t>
      </w:r>
      <w:r w:rsidR="00903A1E" w:rsidRPr="005B4FF5">
        <w:t>en euros/achats de 60%.</w:t>
      </w:r>
    </w:p>
    <w:p w14:paraId="37FA4EBC" w14:textId="77777777" w:rsidR="00903A1E" w:rsidRDefault="00903A1E" w:rsidP="007A6B96"/>
    <w:p w14:paraId="40BEA061" w14:textId="77777777" w:rsidR="007A6B96" w:rsidRDefault="007A6B96" w:rsidP="007A6B96">
      <w:r>
        <w:t xml:space="preserve"> </w:t>
      </w:r>
    </w:p>
    <w:p w14:paraId="6C1B8AB8" w14:textId="77777777" w:rsidR="007A6B96" w:rsidRDefault="007A6B96" w:rsidP="007A6B96">
      <w:pPr>
        <w:pStyle w:val="Titre3"/>
        <w:numPr>
          <w:ilvl w:val="2"/>
          <w:numId w:val="1"/>
        </w:numPr>
        <w:rPr>
          <w:rFonts w:ascii="Arial" w:hAnsi="Arial"/>
        </w:rPr>
      </w:pPr>
      <w:bookmarkStart w:id="38" w:name="_Toc101860461"/>
      <w:bookmarkStart w:id="39" w:name="_Toc189735704"/>
      <w:r>
        <w:rPr>
          <w:rFonts w:ascii="Arial" w:hAnsi="Arial"/>
        </w:rPr>
        <w:t>Hygiène alimentaire</w:t>
      </w:r>
      <w:bookmarkEnd w:id="38"/>
      <w:bookmarkEnd w:id="39"/>
    </w:p>
    <w:p w14:paraId="77A59ABE" w14:textId="77777777" w:rsidR="007A6B96" w:rsidRDefault="007A6B96" w:rsidP="007A6B96"/>
    <w:p w14:paraId="272E6C6D" w14:textId="5D9CBC61" w:rsidR="007A6B96" w:rsidRDefault="007A6B96" w:rsidP="007A6B96">
      <w:r>
        <w:t xml:space="preserve">Le </w:t>
      </w:r>
      <w:r w:rsidR="008B3ED8">
        <w:t>concessionnaire</w:t>
      </w:r>
      <w:r>
        <w:t xml:space="preserve"> s’engage à respecter la législation et la réglementation relatives à l’hygiène alimentaire.</w:t>
      </w:r>
    </w:p>
    <w:p w14:paraId="3B025FC0" w14:textId="77777777" w:rsidR="007A6B96" w:rsidRDefault="007A6B96" w:rsidP="007A6B96"/>
    <w:p w14:paraId="65200D88" w14:textId="021A06B7" w:rsidR="007A6B96" w:rsidRDefault="007A6B96" w:rsidP="007A6B96">
      <w:r>
        <w:t xml:space="preserve">Le </w:t>
      </w:r>
      <w:r w:rsidR="008B3ED8">
        <w:t>concessionnaire</w:t>
      </w:r>
      <w:r>
        <w:t xml:space="preserve"> met en place des protocoles veillant principalement à :</w:t>
      </w:r>
    </w:p>
    <w:p w14:paraId="19B410DF" w14:textId="77777777" w:rsidR="007A6B96" w:rsidRDefault="007A6B96">
      <w:pPr>
        <w:pStyle w:val="Paragraphedeliste"/>
        <w:numPr>
          <w:ilvl w:val="0"/>
          <w:numId w:val="19"/>
        </w:numPr>
        <w:spacing w:before="120"/>
        <w:ind w:left="714" w:hanging="357"/>
        <w:contextualSpacing w:val="0"/>
      </w:pPr>
      <w:proofErr w:type="gramStart"/>
      <w:r>
        <w:t>disposer</w:t>
      </w:r>
      <w:proofErr w:type="gramEnd"/>
      <w:r>
        <w:t xml:space="preserve"> de locaux spécialement aménagés et équipés ;</w:t>
      </w:r>
    </w:p>
    <w:p w14:paraId="2BF7F528" w14:textId="77777777" w:rsidR="007A6B96" w:rsidRDefault="007A6B96">
      <w:pPr>
        <w:pStyle w:val="Paragraphedeliste"/>
        <w:numPr>
          <w:ilvl w:val="0"/>
          <w:numId w:val="19"/>
        </w:numPr>
        <w:spacing w:before="120"/>
        <w:ind w:left="714" w:hanging="357"/>
        <w:contextualSpacing w:val="0"/>
      </w:pPr>
      <w:proofErr w:type="gramStart"/>
      <w:r>
        <w:t>utiliser</w:t>
      </w:r>
      <w:proofErr w:type="gramEnd"/>
      <w:r>
        <w:t>, entretenir les locaux, le matériel et gérer les déchets ;</w:t>
      </w:r>
    </w:p>
    <w:p w14:paraId="6284D792" w14:textId="77777777" w:rsidR="007A6B96" w:rsidRDefault="007A6B96">
      <w:pPr>
        <w:pStyle w:val="Paragraphedeliste"/>
        <w:numPr>
          <w:ilvl w:val="0"/>
          <w:numId w:val="19"/>
        </w:numPr>
        <w:spacing w:before="120"/>
        <w:ind w:left="714" w:hanging="357"/>
        <w:contextualSpacing w:val="0"/>
      </w:pPr>
      <w:proofErr w:type="gramStart"/>
      <w:r>
        <w:t>assurer</w:t>
      </w:r>
      <w:proofErr w:type="gramEnd"/>
      <w:r>
        <w:t xml:space="preserve"> l’hygiène des opérations portant sur les denrées alimentaires ;</w:t>
      </w:r>
    </w:p>
    <w:p w14:paraId="1D4EE64A" w14:textId="77777777" w:rsidR="007A6B96" w:rsidRDefault="007A6B96">
      <w:pPr>
        <w:pStyle w:val="Paragraphedeliste"/>
        <w:numPr>
          <w:ilvl w:val="0"/>
          <w:numId w:val="19"/>
        </w:numPr>
        <w:spacing w:before="120"/>
        <w:ind w:left="714" w:hanging="357"/>
        <w:contextualSpacing w:val="0"/>
      </w:pPr>
      <w:proofErr w:type="gramStart"/>
      <w:r>
        <w:t>prendre</w:t>
      </w:r>
      <w:proofErr w:type="gramEnd"/>
      <w:r>
        <w:t xml:space="preserve"> des dispositions spécifiques relatives aux toxi-infections.</w:t>
      </w:r>
    </w:p>
    <w:p w14:paraId="76E56E16" w14:textId="77777777" w:rsidR="007A6B96" w:rsidRDefault="007A6B96" w:rsidP="007A6B96"/>
    <w:p w14:paraId="5ABD2D97" w14:textId="73303CFD" w:rsidR="007A6B96" w:rsidRDefault="007A6B96" w:rsidP="007A6B96">
      <w:r>
        <w:t xml:space="preserve">La copie des procès-verbaux des services vétérinaires doit être transmise, dès réception, au </w:t>
      </w:r>
      <w:r w:rsidR="008B3ED8">
        <w:t>concédant</w:t>
      </w:r>
      <w:r>
        <w:t xml:space="preserve"> après chaque passage de ces services.</w:t>
      </w:r>
    </w:p>
    <w:p w14:paraId="268ACD67" w14:textId="77777777" w:rsidR="007A6B96" w:rsidRDefault="007A6B96" w:rsidP="007A6B96"/>
    <w:p w14:paraId="53D26ED1" w14:textId="51C1218A" w:rsidR="007A6B96" w:rsidRDefault="007A6B96" w:rsidP="007A6B96">
      <w:r>
        <w:t xml:space="preserve">Le </w:t>
      </w:r>
      <w:r w:rsidR="008B3ED8">
        <w:t>concessionnaire</w:t>
      </w:r>
      <w:r>
        <w:t xml:space="preserve"> est tenu d’assurer la continuité de ce service. L’élaboration des repas est adaptée aux tout-petits et conforme au contrôle de l’hygiène et à l’application de la méthode de type « HACCP » (</w:t>
      </w:r>
      <w:r w:rsidRPr="00A64FEC">
        <w:rPr>
          <w:i/>
          <w:iCs/>
        </w:rPr>
        <w:t>maîtrise du risque alimentaire</w:t>
      </w:r>
      <w:r>
        <w:t>).</w:t>
      </w:r>
    </w:p>
    <w:p w14:paraId="4AF21D0B" w14:textId="77777777" w:rsidR="007A6B96" w:rsidRDefault="007A6B96" w:rsidP="007A6B96"/>
    <w:tbl>
      <w:tblPr>
        <w:tblStyle w:val="Grilledutableau"/>
        <w:tblW w:w="0" w:type="auto"/>
        <w:tblLook w:val="04A0" w:firstRow="1" w:lastRow="0" w:firstColumn="1" w:lastColumn="0" w:noHBand="0" w:noVBand="1"/>
      </w:tblPr>
      <w:tblGrid>
        <w:gridCol w:w="9062"/>
      </w:tblGrid>
      <w:tr w:rsidR="007A6B96" w14:paraId="29A04AA8" w14:textId="77777777" w:rsidTr="001A48DF">
        <w:tc>
          <w:tcPr>
            <w:tcW w:w="9062" w:type="dxa"/>
          </w:tcPr>
          <w:p w14:paraId="45511606" w14:textId="77777777" w:rsidR="007A6B96" w:rsidRDefault="007A6B96" w:rsidP="001A48DF"/>
          <w:p w14:paraId="52C6B4A7" w14:textId="77777777" w:rsidR="007A6B96" w:rsidRPr="001212EE" w:rsidRDefault="007A6B96" w:rsidP="001A48DF">
            <w:pPr>
              <w:rPr>
                <w:b/>
                <w:bCs/>
                <w:u w:val="single"/>
              </w:rPr>
            </w:pPr>
            <w:r w:rsidRPr="001212EE">
              <w:rPr>
                <w:b/>
                <w:bCs/>
                <w:u w:val="single"/>
              </w:rPr>
              <w:t>A compléter par le candidat :</w:t>
            </w:r>
          </w:p>
          <w:p w14:paraId="2C0D47A8" w14:textId="77777777" w:rsidR="007A6B96" w:rsidRDefault="007A6B96" w:rsidP="001A48DF"/>
          <w:p w14:paraId="1482BB78" w14:textId="14D943AD" w:rsidR="007A6B96" w:rsidRDefault="007A6B96" w:rsidP="001A48DF">
            <w:r>
              <w:t xml:space="preserve">Le </w:t>
            </w:r>
            <w:r w:rsidR="008B3ED8">
              <w:t>concessionnaire</w:t>
            </w:r>
            <w:r>
              <w:t xml:space="preserve"> devra fournir son protocole HACCP et son Plan de Maîtrise Sanitaire (PMS) en annexe au mémoire technique.  </w:t>
            </w:r>
          </w:p>
          <w:p w14:paraId="765EB059" w14:textId="77777777" w:rsidR="007A6B96" w:rsidRPr="00527612" w:rsidRDefault="007A6B96" w:rsidP="001A48DF"/>
        </w:tc>
      </w:tr>
    </w:tbl>
    <w:p w14:paraId="055CE07B" w14:textId="77777777" w:rsidR="007A6B96" w:rsidRDefault="007A6B96" w:rsidP="007A6B96"/>
    <w:p w14:paraId="571C932B" w14:textId="77777777" w:rsidR="007A6B96" w:rsidRDefault="007A6B96" w:rsidP="007A6B96"/>
    <w:p w14:paraId="7E46B335" w14:textId="77777777" w:rsidR="007A6B96" w:rsidRPr="00A64FEC" w:rsidRDefault="007A6B96" w:rsidP="007A6B96">
      <w:pPr>
        <w:pStyle w:val="Titre3"/>
        <w:numPr>
          <w:ilvl w:val="2"/>
          <w:numId w:val="1"/>
        </w:numPr>
        <w:rPr>
          <w:rFonts w:ascii="Arial" w:hAnsi="Arial"/>
        </w:rPr>
      </w:pPr>
      <w:bookmarkStart w:id="40" w:name="_Toc101860462"/>
      <w:bookmarkStart w:id="41" w:name="_Toc189735705"/>
      <w:r w:rsidRPr="00A64FEC">
        <w:rPr>
          <w:rFonts w:ascii="Arial" w:hAnsi="Arial"/>
        </w:rPr>
        <w:t>Qualité des menus et des produits</w:t>
      </w:r>
      <w:bookmarkEnd w:id="40"/>
      <w:bookmarkEnd w:id="41"/>
    </w:p>
    <w:p w14:paraId="7955E93E" w14:textId="77777777" w:rsidR="007A6B96" w:rsidRDefault="007A6B96" w:rsidP="007A6B96"/>
    <w:p w14:paraId="6FE1EC6D" w14:textId="5ADF1AA5" w:rsidR="007A6B96" w:rsidRDefault="007A6B96" w:rsidP="007A6B96">
      <w:r>
        <w:t>Les menus et goûters variés, équilibrés et adaptés à chaque âge sont élaborés par une diététicienne (</w:t>
      </w:r>
      <w:r w:rsidRPr="00A64FEC">
        <w:rPr>
          <w:i/>
          <w:iCs/>
        </w:rPr>
        <w:t>ou professionnel qualifié présentant des compétences équivalentes</w:t>
      </w:r>
      <w:r>
        <w:t xml:space="preserve">) et devront être transmis au </w:t>
      </w:r>
      <w:r w:rsidR="008B3ED8">
        <w:t>concédant</w:t>
      </w:r>
      <w:r>
        <w:t>. Ils devront permettre de favoriser la découverte des goûts, des couleurs et des textures.</w:t>
      </w:r>
    </w:p>
    <w:p w14:paraId="49380A02" w14:textId="77777777" w:rsidR="007A6B96" w:rsidRDefault="007A6B96" w:rsidP="007A6B96"/>
    <w:p w14:paraId="05E4C4AC" w14:textId="77526CC9" w:rsidR="007A6B96" w:rsidRDefault="007A6B96" w:rsidP="007A6B96">
      <w:r>
        <w:t xml:space="preserve">Le </w:t>
      </w:r>
      <w:r w:rsidR="008B3ED8">
        <w:t>concessionnaire</w:t>
      </w:r>
      <w:r>
        <w:t xml:space="preserve"> s’engage à respecter au moins les normes de qualité définies par les recommandations en vigueur au GEM-RCN et à la règlementation nationale et européenne, et notamment la Loi pour l’équilibre des relations commerciales dans le secteur agricole et une alimentation saine et durable promulguée en novembre 2018 (</w:t>
      </w:r>
      <w:r w:rsidRPr="00A64FEC">
        <w:rPr>
          <w:i/>
          <w:iCs/>
        </w:rPr>
        <w:t xml:space="preserve">dite loi </w:t>
      </w:r>
      <w:proofErr w:type="spellStart"/>
      <w:r w:rsidRPr="00A64FEC">
        <w:rPr>
          <w:i/>
          <w:iCs/>
        </w:rPr>
        <w:t>EGalim</w:t>
      </w:r>
      <w:proofErr w:type="spellEnd"/>
      <w:r>
        <w:t xml:space="preserve">). Il doit également s’adapter en fonction des évolutions réglementaires pour assurer un respect constant des exigences qualitatives. </w:t>
      </w:r>
    </w:p>
    <w:p w14:paraId="3459BB13" w14:textId="77777777" w:rsidR="007A6B96" w:rsidRDefault="007A6B96" w:rsidP="007A6B96"/>
    <w:p w14:paraId="716A9168" w14:textId="77777777" w:rsidR="007A6B96" w:rsidRDefault="007A6B96" w:rsidP="007A6B96">
      <w:r>
        <w:t>Dans une logique de développement durable, la promotion des circuits courts est privilégiée.</w:t>
      </w:r>
    </w:p>
    <w:p w14:paraId="205923E4" w14:textId="77777777" w:rsidR="007A6B96" w:rsidRDefault="007A6B96" w:rsidP="007A6B96"/>
    <w:p w14:paraId="16C2A4E4" w14:textId="7BE9812D" w:rsidR="007A6B96" w:rsidRDefault="007A6B96" w:rsidP="007A6B96">
      <w:r>
        <w:t>Pour les produits issus de filières régionales (</w:t>
      </w:r>
      <w:r w:rsidRPr="00A64FEC">
        <w:rPr>
          <w:i/>
          <w:iCs/>
        </w:rPr>
        <w:t>bios et conventionnelles</w:t>
      </w:r>
      <w:r>
        <w:t xml:space="preserve">), le nombre d’intermédiaires entre le </w:t>
      </w:r>
      <w:r w:rsidR="008B3ED8">
        <w:t>concessionnaire</w:t>
      </w:r>
      <w:r>
        <w:t xml:space="preserve"> et le producteur ne devra pas être supérieur à 2 (</w:t>
      </w:r>
      <w:r w:rsidRPr="00A64FEC">
        <w:rPr>
          <w:i/>
          <w:iCs/>
        </w:rPr>
        <w:t>une coopérative n’étant pas considérée comme un intermédiaire</w:t>
      </w:r>
      <w:r>
        <w:t>).</w:t>
      </w:r>
    </w:p>
    <w:p w14:paraId="443C881C" w14:textId="77777777" w:rsidR="007A6B96" w:rsidRDefault="007A6B96" w:rsidP="007A6B96"/>
    <w:p w14:paraId="613E665F" w14:textId="03705F45" w:rsidR="007A6B96" w:rsidRDefault="007A6B96" w:rsidP="007A6B96">
      <w:r>
        <w:t xml:space="preserve">Dans ce dessein de performance en matière de protection de l’environnement, le </w:t>
      </w:r>
      <w:r w:rsidR="008B3ED8">
        <w:t>concédant</w:t>
      </w:r>
      <w:r>
        <w:t xml:space="preserve"> est également attentif à l’approvisionnement en denrées brutes locales limitant les transports.</w:t>
      </w:r>
    </w:p>
    <w:p w14:paraId="31EA404D" w14:textId="77777777" w:rsidR="007A6B96" w:rsidRDefault="007A6B96" w:rsidP="007A6B96"/>
    <w:p w14:paraId="02B19222" w14:textId="77777777" w:rsidR="007A6B96" w:rsidRDefault="007A6B96" w:rsidP="007A6B96">
      <w:r>
        <w:t>Les règles relatives à la qualité nutritionnelle des repas sont publiées sous la forme d'une charte affichée dans les locaux du service.</w:t>
      </w:r>
    </w:p>
    <w:p w14:paraId="713FD2C1" w14:textId="77777777" w:rsidR="007A6B96" w:rsidRDefault="007A6B96" w:rsidP="007A6B96"/>
    <w:p w14:paraId="38851CFE" w14:textId="77777777" w:rsidR="007A6B96" w:rsidRDefault="007A6B96" w:rsidP="007A6B96">
      <w:r>
        <w:t>Les recommandations du GEMRCN précisent :</w:t>
      </w:r>
    </w:p>
    <w:p w14:paraId="65B615D0" w14:textId="77777777" w:rsidR="007A6B96" w:rsidRDefault="007A6B96">
      <w:pPr>
        <w:pStyle w:val="Paragraphedeliste"/>
        <w:numPr>
          <w:ilvl w:val="0"/>
          <w:numId w:val="19"/>
        </w:numPr>
        <w:spacing w:before="120"/>
        <w:ind w:left="714" w:hanging="357"/>
        <w:contextualSpacing w:val="0"/>
      </w:pPr>
      <w:proofErr w:type="gramStart"/>
      <w:r>
        <w:t>la</w:t>
      </w:r>
      <w:proofErr w:type="gramEnd"/>
      <w:r>
        <w:t xml:space="preserve"> structure des repas : nombre et type de composantes en fonction des âges ;</w:t>
      </w:r>
    </w:p>
    <w:p w14:paraId="156FA8BA" w14:textId="77777777" w:rsidR="007A6B96" w:rsidRDefault="007A6B96">
      <w:pPr>
        <w:pStyle w:val="Paragraphedeliste"/>
        <w:numPr>
          <w:ilvl w:val="0"/>
          <w:numId w:val="19"/>
        </w:numPr>
        <w:spacing w:before="120"/>
        <w:ind w:left="714" w:hanging="357"/>
        <w:contextualSpacing w:val="0"/>
      </w:pPr>
      <w:proofErr w:type="gramStart"/>
      <w:r>
        <w:t>l’élaboration</w:t>
      </w:r>
      <w:proofErr w:type="gramEnd"/>
      <w:r>
        <w:t xml:space="preserve"> des menus : grammage et fréquences des aliments à servir.</w:t>
      </w:r>
    </w:p>
    <w:p w14:paraId="77A8AB14" w14:textId="77777777" w:rsidR="007A6B96" w:rsidRDefault="007A6B96" w:rsidP="007A6B96"/>
    <w:p w14:paraId="1CB8115C" w14:textId="77777777" w:rsidR="007A6B96" w:rsidRDefault="007A6B96" w:rsidP="007A6B96">
      <w:r>
        <w:t xml:space="preserve">Le GEMRCN préconise </w:t>
      </w:r>
      <w:proofErr w:type="gramStart"/>
      <w:r>
        <w:t>a</w:t>
      </w:r>
      <w:proofErr w:type="gramEnd"/>
      <w:r>
        <w:t xml:space="preserve"> minima de :</w:t>
      </w:r>
    </w:p>
    <w:p w14:paraId="5C7EA9E5" w14:textId="77777777" w:rsidR="007A6B96" w:rsidRDefault="007A6B96">
      <w:pPr>
        <w:pStyle w:val="Paragraphedeliste"/>
        <w:numPr>
          <w:ilvl w:val="0"/>
          <w:numId w:val="19"/>
        </w:numPr>
        <w:spacing w:before="120"/>
        <w:ind w:left="714" w:hanging="357"/>
        <w:contextualSpacing w:val="0"/>
      </w:pPr>
      <w:proofErr w:type="gramStart"/>
      <w:r>
        <w:t>limiter</w:t>
      </w:r>
      <w:proofErr w:type="gramEnd"/>
      <w:r>
        <w:t xml:space="preserve"> l’utilisation des graisses de palme (</w:t>
      </w:r>
      <w:r w:rsidRPr="00A64FEC">
        <w:rPr>
          <w:i/>
          <w:iCs/>
        </w:rPr>
        <w:t>y compris sous l’appellation graisses végétales</w:t>
      </w:r>
      <w:r>
        <w:t>) ou de coprah ;</w:t>
      </w:r>
    </w:p>
    <w:p w14:paraId="0248AE3B" w14:textId="77777777" w:rsidR="007A6B96" w:rsidRDefault="007A6B96">
      <w:pPr>
        <w:pStyle w:val="Paragraphedeliste"/>
        <w:numPr>
          <w:ilvl w:val="0"/>
          <w:numId w:val="19"/>
        </w:numPr>
        <w:spacing w:before="120"/>
        <w:ind w:left="714" w:hanging="357"/>
        <w:contextualSpacing w:val="0"/>
      </w:pPr>
      <w:proofErr w:type="gramStart"/>
      <w:r>
        <w:t>tenir</w:t>
      </w:r>
      <w:proofErr w:type="gramEnd"/>
      <w:r>
        <w:t xml:space="preserve"> compte des saisons pour l’approvisionnement et des productions locales.</w:t>
      </w:r>
    </w:p>
    <w:p w14:paraId="3950C076" w14:textId="77777777" w:rsidR="007A6B96" w:rsidRDefault="007A6B96" w:rsidP="007A6B96"/>
    <w:p w14:paraId="69F43D18" w14:textId="77777777" w:rsidR="007A6B96" w:rsidRDefault="007A6B96" w:rsidP="007A6B96"/>
    <w:p w14:paraId="59D8A479" w14:textId="77777777" w:rsidR="007A6B96" w:rsidRPr="00A64FEC" w:rsidRDefault="007A6B96" w:rsidP="007A6B96">
      <w:pPr>
        <w:pStyle w:val="Titre3"/>
        <w:numPr>
          <w:ilvl w:val="2"/>
          <w:numId w:val="1"/>
        </w:numPr>
        <w:rPr>
          <w:rFonts w:ascii="Arial" w:hAnsi="Arial"/>
        </w:rPr>
      </w:pPr>
      <w:bookmarkStart w:id="42" w:name="_Toc101860463"/>
      <w:bookmarkStart w:id="43" w:name="_Toc189735706"/>
      <w:r w:rsidRPr="00A64FEC">
        <w:rPr>
          <w:rFonts w:ascii="Arial" w:hAnsi="Arial"/>
        </w:rPr>
        <w:t>Pour les bébés</w:t>
      </w:r>
      <w:bookmarkEnd w:id="42"/>
      <w:bookmarkEnd w:id="43"/>
    </w:p>
    <w:p w14:paraId="672A9F3B" w14:textId="77777777" w:rsidR="007A6B96" w:rsidRDefault="007A6B96" w:rsidP="007A6B96"/>
    <w:p w14:paraId="692B7C23" w14:textId="68A894C3" w:rsidR="007A6B96" w:rsidRDefault="007A6B96" w:rsidP="007A6B96">
      <w:r>
        <w:t xml:space="preserve">Le </w:t>
      </w:r>
      <w:r w:rsidR="008B3ED8">
        <w:t>concessionnaire</w:t>
      </w:r>
      <w:r>
        <w:t xml:space="preserve"> met en place les mesures et protocoles nécessaires permettant aux </w:t>
      </w:r>
      <w:r w:rsidR="00A23305">
        <w:t>mères</w:t>
      </w:r>
      <w:r>
        <w:t xml:space="preserve"> qui le souhaitent de poursuivre l’allaitement maternel pour l’alimentation du nourrisson pendant les premiers mois de sa vie.</w:t>
      </w:r>
    </w:p>
    <w:p w14:paraId="44464586" w14:textId="77777777" w:rsidR="007A6B96" w:rsidRDefault="007A6B96" w:rsidP="007A6B96"/>
    <w:p w14:paraId="56E5F45A" w14:textId="7BD207A4" w:rsidR="007A6B96" w:rsidRDefault="007A6B96" w:rsidP="007A6B96">
      <w:r>
        <w:t xml:space="preserve">Le lait est fourni par le </w:t>
      </w:r>
      <w:r w:rsidR="008B3ED8">
        <w:t>concessionnaire</w:t>
      </w:r>
      <w:r>
        <w:t xml:space="preserve"> sauf choix contraire des familles.</w:t>
      </w:r>
    </w:p>
    <w:p w14:paraId="4EDC1642" w14:textId="77777777" w:rsidR="007A6B96" w:rsidRDefault="007A6B96" w:rsidP="007A6B96"/>
    <w:p w14:paraId="6C4EBB97" w14:textId="6B1220D6" w:rsidR="007A6B96" w:rsidRDefault="007A6B96" w:rsidP="007A6B96">
      <w:r>
        <w:t>Le choix du lait maternisé et le dosage des biberons ainsi que l'introduction de l'alimentation mixée au regard de la grande variabilité de la mise en place des goûts, des consistances et des rythmes alimentaires des enfants dans les tous premiers mois sont laissés à l'appréciation des parents et de la diététicienne (</w:t>
      </w:r>
      <w:r w:rsidRPr="00A23305">
        <w:rPr>
          <w:i/>
          <w:iCs/>
        </w:rPr>
        <w:t>ou professionnel qualifié présentant des compétences équivalentes</w:t>
      </w:r>
      <w:r>
        <w:t xml:space="preserve">), avec l’avis du </w:t>
      </w:r>
      <w:r w:rsidR="00A43177">
        <w:t>RSAI</w:t>
      </w:r>
      <w:r>
        <w:t>.</w:t>
      </w:r>
    </w:p>
    <w:p w14:paraId="237F72FD" w14:textId="77777777" w:rsidR="007A6B96" w:rsidRDefault="007A6B96" w:rsidP="007A6B96"/>
    <w:p w14:paraId="05D31DF3" w14:textId="77777777" w:rsidR="007A6B96" w:rsidRDefault="007A6B96" w:rsidP="007A6B96"/>
    <w:p w14:paraId="0F309F43" w14:textId="77777777" w:rsidR="007A6B96" w:rsidRPr="00A64FEC" w:rsidRDefault="007A6B96" w:rsidP="007A6B96">
      <w:pPr>
        <w:pStyle w:val="Titre3"/>
        <w:numPr>
          <w:ilvl w:val="2"/>
          <w:numId w:val="1"/>
        </w:numPr>
        <w:rPr>
          <w:rFonts w:ascii="Arial" w:hAnsi="Arial"/>
        </w:rPr>
      </w:pPr>
      <w:bookmarkStart w:id="44" w:name="_Toc101860464"/>
      <w:bookmarkStart w:id="45" w:name="_Toc189735707"/>
      <w:r w:rsidRPr="00A64FEC">
        <w:rPr>
          <w:rFonts w:ascii="Arial" w:hAnsi="Arial"/>
        </w:rPr>
        <w:t>Pour les régimes particuliers</w:t>
      </w:r>
      <w:bookmarkEnd w:id="44"/>
      <w:bookmarkEnd w:id="45"/>
    </w:p>
    <w:p w14:paraId="575A98B7" w14:textId="77777777" w:rsidR="007A6B96" w:rsidRDefault="007A6B96" w:rsidP="007A6B96"/>
    <w:p w14:paraId="49A19A58" w14:textId="77777777" w:rsidR="007A6B96" w:rsidRDefault="007A6B96" w:rsidP="007A6B96">
      <w:r>
        <w:t>Les produits alimentaires relatifs à des régimes particuliers (allergie alimentaire) sont à la charge des familles.</w:t>
      </w:r>
    </w:p>
    <w:p w14:paraId="57AAF118" w14:textId="77777777" w:rsidR="007A6B96" w:rsidRDefault="007A6B96" w:rsidP="007A6B96"/>
    <w:p w14:paraId="53EFF85D" w14:textId="77777777" w:rsidR="007A6B96" w:rsidRDefault="007A6B96" w:rsidP="007A6B96">
      <w:r>
        <w:t>La prise en charge de ces enfants est obligatoirement organisée dans le cadre d'un Projet d'Accueil Individualisé (PAI).</w:t>
      </w:r>
    </w:p>
    <w:p w14:paraId="3817EF0A" w14:textId="77777777" w:rsidR="007A6B96" w:rsidRDefault="007A6B96" w:rsidP="007A6B96"/>
    <w:p w14:paraId="093A11A7" w14:textId="77777777" w:rsidR="007A6B96" w:rsidRDefault="007A6B96" w:rsidP="007A6B96"/>
    <w:p w14:paraId="13C3DDEE" w14:textId="77777777" w:rsidR="007A6B96" w:rsidRPr="00A64FEC" w:rsidRDefault="007A6B96" w:rsidP="007A6B96">
      <w:pPr>
        <w:pStyle w:val="Titre3"/>
        <w:numPr>
          <w:ilvl w:val="2"/>
          <w:numId w:val="1"/>
        </w:numPr>
        <w:rPr>
          <w:rFonts w:ascii="Arial" w:hAnsi="Arial"/>
        </w:rPr>
      </w:pPr>
      <w:bookmarkStart w:id="46" w:name="_Toc101860465"/>
      <w:bookmarkStart w:id="47" w:name="_Toc189735708"/>
      <w:r w:rsidRPr="00A64FEC">
        <w:rPr>
          <w:rFonts w:ascii="Arial" w:hAnsi="Arial"/>
        </w:rPr>
        <w:t>Sécurité alimentaire, obligation et interdictions diverses</w:t>
      </w:r>
      <w:bookmarkEnd w:id="46"/>
      <w:bookmarkEnd w:id="47"/>
    </w:p>
    <w:p w14:paraId="5C25B805" w14:textId="77777777" w:rsidR="007A6B96" w:rsidRDefault="007A6B96" w:rsidP="007A6B96"/>
    <w:p w14:paraId="2E117960" w14:textId="089F33E5" w:rsidR="007A6B96" w:rsidRDefault="007A6B96" w:rsidP="007A6B96">
      <w:r>
        <w:t xml:space="preserve">Le </w:t>
      </w:r>
      <w:r w:rsidR="008B3ED8">
        <w:t>concessionnaire</w:t>
      </w:r>
      <w:r>
        <w:t xml:space="preserve"> respecte toutes les dispositions réglementaires en vigueur en matière d’hygiène alimentaire et en particulier celles fixant les conditions d’hygiène applicables dans l’ensemble du service. </w:t>
      </w:r>
    </w:p>
    <w:p w14:paraId="6F6A1E61" w14:textId="77777777" w:rsidR="007A6B96" w:rsidRDefault="007A6B96" w:rsidP="007A6B96"/>
    <w:p w14:paraId="551C6C84" w14:textId="77777777" w:rsidR="007A6B96" w:rsidRDefault="007A6B96" w:rsidP="007A6B96">
      <w:r>
        <w:t>Il doit également afficher ou communiquer aux familles les menus en précisant les produits utilisés et allergènes afin de leur permettre de préparer les repas de substitution qui devront être fournis par les familles.</w:t>
      </w:r>
    </w:p>
    <w:p w14:paraId="3E7BF8C4" w14:textId="77777777" w:rsidR="007A6B96" w:rsidRDefault="007A6B96" w:rsidP="007A6B96"/>
    <w:p w14:paraId="350357DD" w14:textId="77777777" w:rsidR="007A6B96" w:rsidRDefault="007A6B96" w:rsidP="007A6B96"/>
    <w:p w14:paraId="5C4E78E6" w14:textId="77777777" w:rsidR="007A6B96" w:rsidRPr="00A64FEC" w:rsidRDefault="007A6B96" w:rsidP="007A6B96">
      <w:pPr>
        <w:pStyle w:val="Titre3"/>
        <w:numPr>
          <w:ilvl w:val="2"/>
          <w:numId w:val="1"/>
        </w:numPr>
        <w:rPr>
          <w:rFonts w:ascii="Arial" w:hAnsi="Arial"/>
        </w:rPr>
      </w:pPr>
      <w:bookmarkStart w:id="48" w:name="_Toc101860466"/>
      <w:bookmarkStart w:id="49" w:name="_Toc189735709"/>
      <w:r w:rsidRPr="00A64FEC">
        <w:rPr>
          <w:rFonts w:ascii="Arial" w:hAnsi="Arial"/>
        </w:rPr>
        <w:t>Interdictions</w:t>
      </w:r>
      <w:bookmarkEnd w:id="48"/>
      <w:bookmarkEnd w:id="49"/>
    </w:p>
    <w:p w14:paraId="4980F190" w14:textId="77777777" w:rsidR="007A6B96" w:rsidRDefault="007A6B96" w:rsidP="007A6B96"/>
    <w:p w14:paraId="72BFEB44" w14:textId="70BCB972" w:rsidR="007A6B96" w:rsidRDefault="007A6B96" w:rsidP="007A6B96">
      <w:r>
        <w:t xml:space="preserve">Le </w:t>
      </w:r>
      <w:r w:rsidR="008B3ED8">
        <w:t>concédant</w:t>
      </w:r>
      <w:r>
        <w:t xml:space="preserve"> se réserve la possibilité de demander au </w:t>
      </w:r>
      <w:r w:rsidR="008B3ED8">
        <w:t>concessionnaire</w:t>
      </w:r>
      <w:r>
        <w:t xml:space="preserve"> l’interdiction de tout produit qu'il estime inadapté à la structure exploitée, sous réserve de l’avertir dans un délai d’un jour pour validation des menus et de ne pas modifier substantiellement l’économie </w:t>
      </w:r>
      <w:r w:rsidR="00466381">
        <w:t>du présent</w:t>
      </w:r>
      <w:r w:rsidR="00490FA4">
        <w:t xml:space="preserve"> contrat</w:t>
      </w:r>
      <w:r>
        <w:t>.</w:t>
      </w:r>
    </w:p>
    <w:p w14:paraId="47B17442" w14:textId="77777777" w:rsidR="007A6B96" w:rsidRDefault="007A6B96" w:rsidP="007A6B96"/>
    <w:p w14:paraId="7DC5D8D2" w14:textId="77777777" w:rsidR="007A6B96" w:rsidRDefault="007A6B96" w:rsidP="007A6B96"/>
    <w:p w14:paraId="2A1BF01E" w14:textId="77777777" w:rsidR="007A6B96" w:rsidRPr="00A64FEC" w:rsidRDefault="007A6B96" w:rsidP="007A6B96">
      <w:pPr>
        <w:pStyle w:val="Titre3"/>
        <w:numPr>
          <w:ilvl w:val="2"/>
          <w:numId w:val="1"/>
        </w:numPr>
        <w:rPr>
          <w:rFonts w:ascii="Arial" w:hAnsi="Arial"/>
        </w:rPr>
      </w:pPr>
      <w:bookmarkStart w:id="50" w:name="_Toc101860467"/>
      <w:bookmarkStart w:id="51" w:name="_Toc189735710"/>
      <w:r w:rsidRPr="00A64FEC">
        <w:rPr>
          <w:rFonts w:ascii="Arial" w:hAnsi="Arial"/>
        </w:rPr>
        <w:t>Fourniture des certificats et factures</w:t>
      </w:r>
      <w:bookmarkEnd w:id="50"/>
      <w:bookmarkEnd w:id="51"/>
    </w:p>
    <w:p w14:paraId="0CD7843F" w14:textId="77777777" w:rsidR="007A6B96" w:rsidRDefault="007A6B96" w:rsidP="007A6B96"/>
    <w:p w14:paraId="42F91417" w14:textId="6BF574E3" w:rsidR="007A6B96" w:rsidRDefault="007A6B96" w:rsidP="007A6B96">
      <w:r>
        <w:t xml:space="preserve">Le </w:t>
      </w:r>
      <w:r w:rsidR="008B3ED8">
        <w:t>concessionnaire</w:t>
      </w:r>
      <w:r>
        <w:t xml:space="preserve"> fournit dans les quarante-huit (48) heures de la demande qui pourrait lui en être faite par le </w:t>
      </w:r>
      <w:r w:rsidR="008B3ED8">
        <w:t>concédant</w:t>
      </w:r>
      <w:r>
        <w:t xml:space="preserve"> les certificats ou les factures des denrées utilisées (eau, lait…).</w:t>
      </w:r>
    </w:p>
    <w:p w14:paraId="6884A0D4" w14:textId="77777777" w:rsidR="007A6B96" w:rsidRDefault="007A6B96" w:rsidP="007A6B96"/>
    <w:p w14:paraId="431AC320" w14:textId="77777777" w:rsidR="007A6B96" w:rsidRDefault="007A6B96" w:rsidP="007A6B96">
      <w:r>
        <w:t>Il en va de même de la communication des documents relatifs à la traçabilité des denrées servies.</w:t>
      </w:r>
    </w:p>
    <w:p w14:paraId="74BC81DB" w14:textId="77777777" w:rsidR="007A6B96" w:rsidRDefault="007A6B96" w:rsidP="007A6B96"/>
    <w:p w14:paraId="7ECEA996" w14:textId="7AC7AA1B" w:rsidR="007A6B96" w:rsidRDefault="007A6B96" w:rsidP="007A6B96">
      <w:r>
        <w:t xml:space="preserve">Le </w:t>
      </w:r>
      <w:r w:rsidR="008B3ED8">
        <w:t>concessionnaire</w:t>
      </w:r>
      <w:r>
        <w:t xml:space="preserve"> s’engage, de manière plus générale, à lui communiquer l’ensemble des informations en sa possession susceptibles d’avoir un impact sur la prestation ou sur la santé des enfants.</w:t>
      </w:r>
    </w:p>
    <w:p w14:paraId="594CE995" w14:textId="77777777" w:rsidR="007A6B96" w:rsidRDefault="007A6B96" w:rsidP="007A6B96"/>
    <w:p w14:paraId="76A9F056" w14:textId="1C084987" w:rsidR="007A6B96" w:rsidRDefault="007A6B96" w:rsidP="007A6B96">
      <w:r>
        <w:t xml:space="preserve">Le </w:t>
      </w:r>
      <w:r w:rsidR="008B3ED8">
        <w:t>concessionnaire</w:t>
      </w:r>
      <w:r>
        <w:t xml:space="preserve"> met en place une procédure de suivi de la traçabilité des repas servis avec archivage des étiquettes et plats témoins.</w:t>
      </w:r>
    </w:p>
    <w:p w14:paraId="70761311" w14:textId="77777777" w:rsidR="007A6B96" w:rsidRDefault="007A6B96" w:rsidP="007A6B96"/>
    <w:p w14:paraId="3BDCE631" w14:textId="77777777" w:rsidR="00FB26FA" w:rsidRDefault="00FB26FA" w:rsidP="007A6B96"/>
    <w:p w14:paraId="223BFA07" w14:textId="77777777" w:rsidR="00FB26FA" w:rsidRDefault="00FB26FA" w:rsidP="007A6B96"/>
    <w:p w14:paraId="7CC66EE1" w14:textId="77777777" w:rsidR="007A6B96" w:rsidRDefault="007A6B96" w:rsidP="007A6B96"/>
    <w:p w14:paraId="6398A9BE" w14:textId="77777777" w:rsidR="007A6B96" w:rsidRPr="00A64FEC" w:rsidRDefault="007A6B96" w:rsidP="007A6B96">
      <w:pPr>
        <w:pStyle w:val="Titre3"/>
        <w:numPr>
          <w:ilvl w:val="2"/>
          <w:numId w:val="1"/>
        </w:numPr>
        <w:rPr>
          <w:rFonts w:ascii="Arial" w:hAnsi="Arial"/>
        </w:rPr>
      </w:pPr>
      <w:bookmarkStart w:id="52" w:name="_Toc101860468"/>
      <w:bookmarkStart w:id="53" w:name="_Toc189735711"/>
      <w:r w:rsidRPr="00A64FEC">
        <w:rPr>
          <w:rFonts w:ascii="Arial" w:hAnsi="Arial"/>
        </w:rPr>
        <w:lastRenderedPageBreak/>
        <w:t>Les grammages</w:t>
      </w:r>
      <w:bookmarkEnd w:id="52"/>
      <w:bookmarkEnd w:id="53"/>
    </w:p>
    <w:p w14:paraId="72B4CF89" w14:textId="77777777" w:rsidR="007A6B96" w:rsidRDefault="007A6B96" w:rsidP="007A6B96"/>
    <w:p w14:paraId="1D8AC218" w14:textId="77777777" w:rsidR="007A6B96" w:rsidRDefault="007A6B96" w:rsidP="007A6B96">
      <w:r>
        <w:t>Les grammages ne doivent pas être inférieurs à ceux préconisés par le GEMRCN. Le document de référence quant aux grammages des composantes d’un repas est le GEMRCN ; les éventuels textes réglementaires plus récents dans ce domaine devront être appliqués.</w:t>
      </w:r>
    </w:p>
    <w:p w14:paraId="6F44C7FD" w14:textId="77777777" w:rsidR="007A6B96" w:rsidRDefault="007A6B96" w:rsidP="007A6B96"/>
    <w:tbl>
      <w:tblPr>
        <w:tblStyle w:val="Grilledutableau"/>
        <w:tblW w:w="0" w:type="auto"/>
        <w:tblLook w:val="04A0" w:firstRow="1" w:lastRow="0" w:firstColumn="1" w:lastColumn="0" w:noHBand="0" w:noVBand="1"/>
      </w:tblPr>
      <w:tblGrid>
        <w:gridCol w:w="9062"/>
      </w:tblGrid>
      <w:tr w:rsidR="007A6B96" w14:paraId="51C0B593" w14:textId="77777777" w:rsidTr="001A48DF">
        <w:tc>
          <w:tcPr>
            <w:tcW w:w="9062" w:type="dxa"/>
          </w:tcPr>
          <w:p w14:paraId="3CB93ABC" w14:textId="77777777" w:rsidR="007A6B96" w:rsidRDefault="007A6B96" w:rsidP="001A48DF"/>
          <w:p w14:paraId="290F01A9" w14:textId="77777777" w:rsidR="007A6B96" w:rsidRPr="001212EE" w:rsidRDefault="007A6B96" w:rsidP="001A48DF">
            <w:pPr>
              <w:rPr>
                <w:b/>
                <w:bCs/>
                <w:u w:val="single"/>
              </w:rPr>
            </w:pPr>
            <w:r w:rsidRPr="001212EE">
              <w:rPr>
                <w:b/>
                <w:bCs/>
                <w:u w:val="single"/>
              </w:rPr>
              <w:t>A compléter par le candidat :</w:t>
            </w:r>
          </w:p>
          <w:p w14:paraId="3FBF6F2F" w14:textId="77777777" w:rsidR="007A6B96" w:rsidRDefault="007A6B96" w:rsidP="001A48DF"/>
          <w:p w14:paraId="2E194028" w14:textId="77777777" w:rsidR="007A6B96" w:rsidRDefault="007A6B96" w:rsidP="001A48DF">
            <w:r>
              <w:t xml:space="preserve">Dans le cadre de son mémoire technique, le candidat détaillera l’organisation envisagée afin de respecter l’ensemble des conditions développées </w:t>
            </w:r>
            <w:r w:rsidRPr="007605A6">
              <w:rPr>
                <w:i/>
                <w:iCs/>
              </w:rPr>
              <w:t>supra</w:t>
            </w:r>
            <w:r>
              <w:t>.</w:t>
            </w:r>
          </w:p>
          <w:p w14:paraId="19BF0F75" w14:textId="77777777" w:rsidR="007A6B96" w:rsidRPr="00527612" w:rsidRDefault="007A6B96" w:rsidP="001A48DF"/>
        </w:tc>
      </w:tr>
    </w:tbl>
    <w:p w14:paraId="02A16E3C" w14:textId="6F3A942E" w:rsidR="007A6B96" w:rsidRDefault="007A6B96" w:rsidP="007A6B96"/>
    <w:p w14:paraId="3553A6BE" w14:textId="77777777" w:rsidR="007A6B96" w:rsidRDefault="007A6B96" w:rsidP="007A6B96"/>
    <w:p w14:paraId="060E967E" w14:textId="77777777" w:rsidR="007A6B96" w:rsidRDefault="007A6B96" w:rsidP="007A6B96">
      <w:pPr>
        <w:pStyle w:val="Titre2"/>
        <w:numPr>
          <w:ilvl w:val="1"/>
          <w:numId w:val="1"/>
        </w:numPr>
      </w:pPr>
      <w:bookmarkStart w:id="54" w:name="_Toc101860469"/>
      <w:bookmarkStart w:id="55" w:name="_Toc189735712"/>
      <w:r>
        <w:t>Santé des enfants</w:t>
      </w:r>
      <w:bookmarkEnd w:id="54"/>
      <w:bookmarkEnd w:id="55"/>
    </w:p>
    <w:p w14:paraId="78B01712" w14:textId="77777777" w:rsidR="007A6B96" w:rsidRDefault="007A6B96" w:rsidP="007A6B96"/>
    <w:p w14:paraId="16720053" w14:textId="77777777" w:rsidR="007A6B96" w:rsidRPr="007605A6" w:rsidRDefault="007A6B96" w:rsidP="007A6B96">
      <w:pPr>
        <w:pStyle w:val="Titre3"/>
        <w:numPr>
          <w:ilvl w:val="2"/>
          <w:numId w:val="1"/>
        </w:numPr>
        <w:rPr>
          <w:rFonts w:ascii="Arial" w:hAnsi="Arial"/>
        </w:rPr>
      </w:pPr>
      <w:bookmarkStart w:id="56" w:name="_Toc101860470"/>
      <w:bookmarkStart w:id="57" w:name="_Toc189735713"/>
      <w:r w:rsidRPr="007605A6">
        <w:rPr>
          <w:rFonts w:ascii="Arial" w:hAnsi="Arial"/>
        </w:rPr>
        <w:t>Suivi médical</w:t>
      </w:r>
      <w:bookmarkEnd w:id="56"/>
      <w:bookmarkEnd w:id="57"/>
    </w:p>
    <w:p w14:paraId="2E831EFC" w14:textId="77777777" w:rsidR="007A6B96" w:rsidRDefault="007A6B96" w:rsidP="007A6B96"/>
    <w:p w14:paraId="7748712D" w14:textId="73A30686" w:rsidR="007A6B96" w:rsidRDefault="007A6B96" w:rsidP="007A6B96">
      <w:r>
        <w:t xml:space="preserve">Le </w:t>
      </w:r>
      <w:r w:rsidR="008B3ED8">
        <w:t>concessionnaire</w:t>
      </w:r>
      <w:r>
        <w:t xml:space="preserve"> assure le suivi médical des enfants à titre préventif, conformément aux dispositions réglementaires en vigueur.</w:t>
      </w:r>
    </w:p>
    <w:p w14:paraId="312ABE10" w14:textId="77777777" w:rsidR="007A6B96" w:rsidRDefault="007A6B96" w:rsidP="007A6B96"/>
    <w:p w14:paraId="4FCA493F" w14:textId="77777777" w:rsidR="007A6B96" w:rsidRDefault="007A6B96" w:rsidP="007A6B96">
      <w:r>
        <w:t>Le référent de crèche s’assure du respect des conditions d’hygiène et de sécurité au sein de l’établissement.</w:t>
      </w:r>
    </w:p>
    <w:p w14:paraId="1E68E322" w14:textId="77777777" w:rsidR="007A6B96" w:rsidRDefault="007A6B96" w:rsidP="007A6B96"/>
    <w:p w14:paraId="38DE62BF" w14:textId="77777777" w:rsidR="007A6B96" w:rsidRDefault="007A6B96" w:rsidP="007A6B96">
      <w:r>
        <w:t xml:space="preserve">Il veille également à la mise en place d’un accueil favorable au bien-être et à l’éveil de chaque enfant. </w:t>
      </w:r>
    </w:p>
    <w:p w14:paraId="467F1998" w14:textId="77777777" w:rsidR="007A6B96" w:rsidRDefault="007A6B96" w:rsidP="007A6B96"/>
    <w:p w14:paraId="1505BEC1" w14:textId="3745083F" w:rsidR="007A6B96" w:rsidRDefault="007A6B96" w:rsidP="007A6B96">
      <w:r>
        <w:t xml:space="preserve">Le </w:t>
      </w:r>
      <w:r w:rsidR="00A43177">
        <w:t xml:space="preserve">RSAI </w:t>
      </w:r>
      <w:r>
        <w:t>réalise par ailleurs les visites d’admission des bébés de moins de quatre (4) mois ainsi que des enfants porteurs d’un handicap ou souffrant d’une maladie chronique afin d’élaborer un Projet d’Accueil Individualisé.</w:t>
      </w:r>
    </w:p>
    <w:p w14:paraId="1873A01F" w14:textId="77777777" w:rsidR="007A6B96" w:rsidRDefault="007A6B96" w:rsidP="007A6B96"/>
    <w:p w14:paraId="26D28CF8" w14:textId="77777777" w:rsidR="007A6B96" w:rsidRDefault="007A6B96" w:rsidP="007A6B96">
      <w:r>
        <w:t>Il définit également des protocoles d'action en cas de situation d’urgence ou d’épidémie. Il conseille sur les mesures à prendre.</w:t>
      </w:r>
    </w:p>
    <w:p w14:paraId="7676D969" w14:textId="77777777" w:rsidR="007A6B96" w:rsidRDefault="007A6B96" w:rsidP="007A6B96"/>
    <w:p w14:paraId="487F90BF" w14:textId="77777777" w:rsidR="007A6B96" w:rsidRDefault="007A6B96" w:rsidP="007A6B96">
      <w:r>
        <w:t xml:space="preserve">Régulièrement, il organise des actions d’éducation et de promotion de la santé pour renforcer les connaissances des professionnels. </w:t>
      </w:r>
    </w:p>
    <w:p w14:paraId="60E0D61D" w14:textId="77777777" w:rsidR="007A6B96" w:rsidRDefault="007A6B96" w:rsidP="007A6B96"/>
    <w:p w14:paraId="2C82F180" w14:textId="2C5FCDF6" w:rsidR="007A6B96" w:rsidRDefault="007A6B96" w:rsidP="007A6B96">
      <w:r>
        <w:t xml:space="preserve">Le </w:t>
      </w:r>
      <w:r w:rsidR="00A43177">
        <w:t xml:space="preserve">RSAI </w:t>
      </w:r>
      <w:r>
        <w:t>prévient les parents</w:t>
      </w:r>
      <w:r w:rsidR="00A43177">
        <w:t>,</w:t>
      </w:r>
      <w:r>
        <w:t xml:space="preserve"> et le cas échéant le médecin traitant</w:t>
      </w:r>
      <w:r w:rsidR="00A43177">
        <w:t>,</w:t>
      </w:r>
      <w:r>
        <w:t xml:space="preserve"> si l’enfant est malade ou s’il juge opportun de faire pratiquer des examens complémentaires.</w:t>
      </w:r>
    </w:p>
    <w:p w14:paraId="3677829C" w14:textId="77777777" w:rsidR="007A6B96" w:rsidRDefault="007A6B96" w:rsidP="007A6B96"/>
    <w:p w14:paraId="21DA5C9C" w14:textId="0FD0190C" w:rsidR="007A6B96" w:rsidRDefault="007A6B96" w:rsidP="007A6B96">
      <w:r>
        <w:t xml:space="preserve">L’activité du </w:t>
      </w:r>
      <w:r w:rsidR="00A43177">
        <w:t xml:space="preserve">RSAI </w:t>
      </w:r>
      <w:r>
        <w:t>fait l’objet d’un rapport mensuel dans le respect du secret médical.</w:t>
      </w:r>
    </w:p>
    <w:p w14:paraId="511FA084" w14:textId="77777777" w:rsidR="007A6B96" w:rsidRDefault="007A6B96" w:rsidP="007A6B96"/>
    <w:p w14:paraId="455DCB9C" w14:textId="494C111D" w:rsidR="007A6B96" w:rsidRDefault="007A6B96" w:rsidP="007A6B96">
      <w:r>
        <w:t xml:space="preserve">Le </w:t>
      </w:r>
      <w:r w:rsidR="008B3ED8">
        <w:t>concessionnaire</w:t>
      </w:r>
      <w:r>
        <w:t xml:space="preserve"> est tenu de communiquer au </w:t>
      </w:r>
      <w:r w:rsidR="008B3ED8">
        <w:t>concédant</w:t>
      </w:r>
      <w:r>
        <w:t xml:space="preserve"> le nombre d’heures de présence hebdomadaires et mensuelles du </w:t>
      </w:r>
      <w:r w:rsidR="00A43177">
        <w:t>RSAI</w:t>
      </w:r>
      <w:r>
        <w:t>.</w:t>
      </w:r>
    </w:p>
    <w:p w14:paraId="3A58E97A" w14:textId="77777777" w:rsidR="007A6B96" w:rsidRDefault="007A6B96" w:rsidP="007A6B96"/>
    <w:p w14:paraId="0001C3F1" w14:textId="77777777" w:rsidR="007A6B96" w:rsidRDefault="007A6B96" w:rsidP="007A6B96"/>
    <w:p w14:paraId="5EC6A720" w14:textId="77777777" w:rsidR="007A6B96" w:rsidRPr="007605A6" w:rsidRDefault="007A6B96" w:rsidP="007A6B96">
      <w:pPr>
        <w:pStyle w:val="Titre3"/>
        <w:numPr>
          <w:ilvl w:val="2"/>
          <w:numId w:val="1"/>
        </w:numPr>
        <w:rPr>
          <w:rFonts w:ascii="Arial" w:hAnsi="Arial"/>
        </w:rPr>
      </w:pPr>
      <w:bookmarkStart w:id="58" w:name="_Toc101860471"/>
      <w:bookmarkStart w:id="59" w:name="_Toc189735714"/>
      <w:r w:rsidRPr="007605A6">
        <w:rPr>
          <w:rFonts w:ascii="Arial" w:hAnsi="Arial"/>
        </w:rPr>
        <w:t>Vaccinations</w:t>
      </w:r>
      <w:bookmarkEnd w:id="58"/>
      <w:bookmarkEnd w:id="59"/>
    </w:p>
    <w:p w14:paraId="060667C6" w14:textId="77777777" w:rsidR="007A6B96" w:rsidRDefault="007A6B96" w:rsidP="007A6B96"/>
    <w:p w14:paraId="3EC7BC8B" w14:textId="0249B278" w:rsidR="007A6B96" w:rsidRDefault="007A6B96" w:rsidP="007A6B96">
      <w:r>
        <w:t xml:space="preserve">Le </w:t>
      </w:r>
      <w:r w:rsidR="008B3ED8">
        <w:t>concessionnaire</w:t>
      </w:r>
      <w:r>
        <w:t xml:space="preserve"> vérifie le respect du calendrier des vaccinations obligatoires.</w:t>
      </w:r>
    </w:p>
    <w:p w14:paraId="0F990162" w14:textId="77777777" w:rsidR="007A6B96" w:rsidRDefault="007A6B96" w:rsidP="007A6B96"/>
    <w:p w14:paraId="7BD6BAC1" w14:textId="0505BE43" w:rsidR="007A6B96" w:rsidRDefault="007A6B96" w:rsidP="007A6B96">
      <w:r>
        <w:t xml:space="preserve">Le médecin traitant atteste des vaccinations obligatoires avant l’admission de l’enfant. Si l’état de santé de l’enfant contre-indique l’une ou l’autre de ces vaccinations, un certificat médical mentionnant les motifs et la durée de contrindication doit être exigé par le </w:t>
      </w:r>
      <w:r w:rsidR="008B3ED8">
        <w:t>concessionnaire</w:t>
      </w:r>
      <w:r>
        <w:t>.</w:t>
      </w:r>
    </w:p>
    <w:p w14:paraId="77C77A1E" w14:textId="77777777" w:rsidR="007A6B96" w:rsidRDefault="007A6B96" w:rsidP="007A6B96"/>
    <w:p w14:paraId="3AA4C26A" w14:textId="77777777" w:rsidR="007A6B96" w:rsidRDefault="007A6B96" w:rsidP="007A6B96">
      <w:r>
        <w:t>Ces vaccinations sont retranscrites sur la fiche individuelle de vaccination dans le dossier d’inscription de l’enfant.</w:t>
      </w:r>
    </w:p>
    <w:p w14:paraId="5DC33D8A" w14:textId="77777777" w:rsidR="007A6B96" w:rsidRDefault="007A6B96" w:rsidP="007A6B96"/>
    <w:p w14:paraId="0B3382CA" w14:textId="77777777" w:rsidR="00B903F8" w:rsidRDefault="00B903F8" w:rsidP="007A6B96"/>
    <w:p w14:paraId="29D7212D" w14:textId="77777777" w:rsidR="00B903F8" w:rsidRDefault="00B903F8" w:rsidP="007A6B96"/>
    <w:p w14:paraId="2C58EF83" w14:textId="77777777" w:rsidR="00B903F8" w:rsidRDefault="00B903F8" w:rsidP="007A6B96"/>
    <w:tbl>
      <w:tblPr>
        <w:tblStyle w:val="Grilledutableau"/>
        <w:tblW w:w="0" w:type="auto"/>
        <w:tblLook w:val="04A0" w:firstRow="1" w:lastRow="0" w:firstColumn="1" w:lastColumn="0" w:noHBand="0" w:noVBand="1"/>
      </w:tblPr>
      <w:tblGrid>
        <w:gridCol w:w="9062"/>
      </w:tblGrid>
      <w:tr w:rsidR="007A6B96" w14:paraId="4010B5C4" w14:textId="77777777" w:rsidTr="001A48DF">
        <w:tc>
          <w:tcPr>
            <w:tcW w:w="9062" w:type="dxa"/>
          </w:tcPr>
          <w:p w14:paraId="261CB997" w14:textId="77777777" w:rsidR="007A6B96" w:rsidRDefault="007A6B96" w:rsidP="001A48DF">
            <w:bookmarkStart w:id="60" w:name="_Hlk100070115"/>
          </w:p>
          <w:p w14:paraId="3708A342" w14:textId="77777777" w:rsidR="007A6B96" w:rsidRPr="001212EE" w:rsidRDefault="007A6B96" w:rsidP="001A48DF">
            <w:pPr>
              <w:rPr>
                <w:b/>
                <w:bCs/>
                <w:u w:val="single"/>
              </w:rPr>
            </w:pPr>
            <w:r w:rsidRPr="001212EE">
              <w:rPr>
                <w:b/>
                <w:bCs/>
                <w:u w:val="single"/>
              </w:rPr>
              <w:t>A compléter par le candidat :</w:t>
            </w:r>
          </w:p>
          <w:p w14:paraId="616BE6CD" w14:textId="77777777" w:rsidR="007A6B96" w:rsidRDefault="007A6B96" w:rsidP="001A48DF"/>
          <w:p w14:paraId="03823FC9" w14:textId="77777777" w:rsidR="007A6B96" w:rsidRDefault="007A6B96" w:rsidP="001A48DF">
            <w:r>
              <w:t>Dans le cadre de son mémoire technique, le candidat précisera les modalités envisagées pour assurer le respect des obligations et des recommandations en matière de vaccination.</w:t>
            </w:r>
          </w:p>
          <w:p w14:paraId="36D5B86B" w14:textId="77777777" w:rsidR="007A6B96" w:rsidRPr="00527612" w:rsidRDefault="007A6B96" w:rsidP="001A48DF"/>
        </w:tc>
      </w:tr>
      <w:bookmarkEnd w:id="60"/>
    </w:tbl>
    <w:p w14:paraId="5C19F253" w14:textId="77777777" w:rsidR="007A6B96" w:rsidRDefault="007A6B96" w:rsidP="007A6B96"/>
    <w:p w14:paraId="6A7236FC" w14:textId="77777777" w:rsidR="007A6B96" w:rsidRDefault="007A6B96" w:rsidP="007A6B96"/>
    <w:p w14:paraId="3AB463C6" w14:textId="77777777" w:rsidR="007A6B96" w:rsidRPr="007605A6" w:rsidRDefault="007A6B96" w:rsidP="007A6B96">
      <w:pPr>
        <w:pStyle w:val="Titre3"/>
        <w:numPr>
          <w:ilvl w:val="2"/>
          <w:numId w:val="1"/>
        </w:numPr>
        <w:rPr>
          <w:rFonts w:ascii="Arial" w:hAnsi="Arial"/>
        </w:rPr>
      </w:pPr>
      <w:bookmarkStart w:id="61" w:name="_Toc101860472"/>
      <w:bookmarkStart w:id="62" w:name="_Toc189735715"/>
      <w:r w:rsidRPr="007605A6">
        <w:rPr>
          <w:rFonts w:ascii="Arial" w:hAnsi="Arial"/>
        </w:rPr>
        <w:t>Maladie de l’enfant</w:t>
      </w:r>
      <w:bookmarkEnd w:id="61"/>
      <w:bookmarkEnd w:id="62"/>
    </w:p>
    <w:p w14:paraId="356470EE" w14:textId="77777777" w:rsidR="007A6B96" w:rsidRDefault="007A6B96" w:rsidP="007A6B96"/>
    <w:p w14:paraId="694D37AB" w14:textId="41FD4957" w:rsidR="007A6B96" w:rsidRDefault="007A6B96" w:rsidP="007A6B96">
      <w:r>
        <w:t xml:space="preserve">Si un enfant présente des symptômes inhabituels à son arrivée ou dans la journée, le </w:t>
      </w:r>
      <w:r w:rsidR="008B3ED8">
        <w:t>concessionnaire</w:t>
      </w:r>
      <w:r>
        <w:t xml:space="preserve"> apprécie s’il peut être accueilli ou non dans la structure ; les parents sont prévenus.</w:t>
      </w:r>
    </w:p>
    <w:p w14:paraId="525D99D3" w14:textId="77777777" w:rsidR="007A6B96" w:rsidRDefault="007A6B96" w:rsidP="007A6B96"/>
    <w:p w14:paraId="6BE31369" w14:textId="77777777" w:rsidR="007A6B96" w:rsidRDefault="007A6B96" w:rsidP="007A6B96">
      <w:r>
        <w:t>Un enfant ne peut fréquenter la structure durant le cours d’une maladie qu’après avis du médecin traitant ; tout enfant présentant une maladie, y compris maladie à éviction, pouvant être contagieuse, est rendu à sa famille.</w:t>
      </w:r>
    </w:p>
    <w:p w14:paraId="016C823C" w14:textId="77777777" w:rsidR="007A6B96" w:rsidRDefault="007A6B96" w:rsidP="007A6B96"/>
    <w:p w14:paraId="3ACCD83E" w14:textId="12539F92" w:rsidR="007A6B96" w:rsidRDefault="007A6B96" w:rsidP="007A6B96">
      <w:r>
        <w:t xml:space="preserve">En cas de maladie contagieuse, le </w:t>
      </w:r>
      <w:r w:rsidR="008B3ED8">
        <w:t>concessionnaire</w:t>
      </w:r>
      <w:r>
        <w:t xml:space="preserve"> met en œuvre les mesures qui s’imposent au niveau de l’organisation de la crèche.</w:t>
      </w:r>
    </w:p>
    <w:p w14:paraId="5F908EF3" w14:textId="77777777" w:rsidR="007A6B96" w:rsidRDefault="007A6B96" w:rsidP="007A6B96"/>
    <w:p w14:paraId="47C8F012" w14:textId="77777777" w:rsidR="007A6B96" w:rsidRDefault="007A6B96" w:rsidP="007A6B96"/>
    <w:p w14:paraId="02AEBCAF" w14:textId="77777777" w:rsidR="007A6B96" w:rsidRPr="007605A6" w:rsidRDefault="007A6B96" w:rsidP="007A6B96">
      <w:pPr>
        <w:pStyle w:val="Titre3"/>
        <w:numPr>
          <w:ilvl w:val="2"/>
          <w:numId w:val="1"/>
        </w:numPr>
        <w:rPr>
          <w:rFonts w:ascii="Arial" w:hAnsi="Arial"/>
        </w:rPr>
      </w:pPr>
      <w:bookmarkStart w:id="63" w:name="_Toc101860473"/>
      <w:bookmarkStart w:id="64" w:name="_Toc189735716"/>
      <w:r w:rsidRPr="007605A6">
        <w:rPr>
          <w:rFonts w:ascii="Arial" w:hAnsi="Arial"/>
        </w:rPr>
        <w:t>Médicaments</w:t>
      </w:r>
      <w:bookmarkEnd w:id="63"/>
      <w:bookmarkEnd w:id="64"/>
    </w:p>
    <w:p w14:paraId="04892666" w14:textId="77777777" w:rsidR="007A6B96" w:rsidRDefault="007A6B96" w:rsidP="007A6B96"/>
    <w:p w14:paraId="1C92B99A" w14:textId="5A42EE28" w:rsidR="007A6B96" w:rsidRDefault="007A6B96" w:rsidP="007A6B96">
      <w:r>
        <w:t xml:space="preserve">L’administration de médicaments aux enfants est possible à titre exceptionnel par le </w:t>
      </w:r>
      <w:r w:rsidR="008B3ED8">
        <w:t>concessionnaire</w:t>
      </w:r>
      <w:r>
        <w:t xml:space="preserve"> sur production par les parents d’une ordonnance médicale de moins de huit (8) jours.</w:t>
      </w:r>
    </w:p>
    <w:p w14:paraId="43E7094D" w14:textId="77777777" w:rsidR="007A6B96" w:rsidRDefault="007A6B96" w:rsidP="007A6B96"/>
    <w:p w14:paraId="115C9AB1" w14:textId="1AD2BB52" w:rsidR="007A6B96" w:rsidRDefault="007A6B96" w:rsidP="007A6B96">
      <w:r>
        <w:t xml:space="preserve">Les médicaments non ouverts doivent être remis en mains propres au </w:t>
      </w:r>
      <w:r w:rsidR="008B3ED8">
        <w:t>concessionnaire</w:t>
      </w:r>
      <w:r>
        <w:t xml:space="preserve"> à l’arrivée de l’enfant.</w:t>
      </w:r>
    </w:p>
    <w:p w14:paraId="28A72DA7" w14:textId="77777777" w:rsidR="007A6B96" w:rsidRDefault="007A6B96" w:rsidP="007A6B96"/>
    <w:p w14:paraId="308F1FBC" w14:textId="624ED492" w:rsidR="007A6B96" w:rsidRDefault="007A6B96" w:rsidP="007A6B96">
      <w:r>
        <w:t xml:space="preserve">Un protocole d’administration des médicaments est établi par le </w:t>
      </w:r>
      <w:r w:rsidR="00A43177">
        <w:t>RSAI</w:t>
      </w:r>
      <w:r>
        <w:t>.</w:t>
      </w:r>
    </w:p>
    <w:p w14:paraId="7DC12E62" w14:textId="77777777" w:rsidR="007A6B96" w:rsidRDefault="007A6B96" w:rsidP="007A6B96"/>
    <w:p w14:paraId="771D638E" w14:textId="77777777" w:rsidR="007A6B96" w:rsidRDefault="007A6B96" w:rsidP="007A6B96">
      <w:r>
        <w:t>En cas de maladie chronique nécessitant une prise de médicament pendant le temps d’accueil, un Protocole d’Accueil Individualisé sera rédigé pour déterminer les modalités d’administration.</w:t>
      </w:r>
    </w:p>
    <w:p w14:paraId="3D812577" w14:textId="77777777" w:rsidR="007A6B96" w:rsidRDefault="007A6B96" w:rsidP="007A6B96"/>
    <w:p w14:paraId="1E8708D8" w14:textId="77777777" w:rsidR="007A6B96" w:rsidRDefault="007A6B96" w:rsidP="007A6B96">
      <w:r>
        <w:t>Les produits et laits de régime, ainsi que toutes autres denrées, sont à la charge des familles.</w:t>
      </w:r>
    </w:p>
    <w:p w14:paraId="3D6B0C4D" w14:textId="77777777" w:rsidR="007A6B96" w:rsidRDefault="007A6B96" w:rsidP="007A6B96"/>
    <w:tbl>
      <w:tblPr>
        <w:tblStyle w:val="Grilledutableau"/>
        <w:tblW w:w="0" w:type="auto"/>
        <w:tblLook w:val="04A0" w:firstRow="1" w:lastRow="0" w:firstColumn="1" w:lastColumn="0" w:noHBand="0" w:noVBand="1"/>
      </w:tblPr>
      <w:tblGrid>
        <w:gridCol w:w="9062"/>
      </w:tblGrid>
      <w:tr w:rsidR="007A6B96" w14:paraId="13EFF6B9" w14:textId="77777777" w:rsidTr="001A48DF">
        <w:tc>
          <w:tcPr>
            <w:tcW w:w="9062" w:type="dxa"/>
          </w:tcPr>
          <w:p w14:paraId="4EC3CAE7" w14:textId="77777777" w:rsidR="007A6B96" w:rsidRDefault="007A6B96" w:rsidP="001A48DF"/>
          <w:p w14:paraId="484BCD18" w14:textId="77777777" w:rsidR="007A6B96" w:rsidRPr="001212EE" w:rsidRDefault="007A6B96" w:rsidP="001A48DF">
            <w:pPr>
              <w:rPr>
                <w:b/>
                <w:bCs/>
                <w:u w:val="single"/>
              </w:rPr>
            </w:pPr>
            <w:r w:rsidRPr="001212EE">
              <w:rPr>
                <w:b/>
                <w:bCs/>
                <w:u w:val="single"/>
              </w:rPr>
              <w:t>A compléter par le candidat :</w:t>
            </w:r>
          </w:p>
          <w:p w14:paraId="1F07EF02" w14:textId="77777777" w:rsidR="007A6B96" w:rsidRDefault="007A6B96" w:rsidP="001A48DF"/>
          <w:p w14:paraId="0E68D8AD" w14:textId="77777777" w:rsidR="007A6B96" w:rsidRDefault="007A6B96" w:rsidP="001A48DF">
            <w:r>
              <w:t>Dans le cadre de son mémoire technique, le candidat proposera l’organisation qui lui semble optimale en termes de délivrance des médicaments, et en conformité avec la réglementation.</w:t>
            </w:r>
          </w:p>
          <w:p w14:paraId="674D1A1F" w14:textId="77777777" w:rsidR="007A6B96" w:rsidRPr="00527612" w:rsidRDefault="007A6B96" w:rsidP="001A48DF"/>
        </w:tc>
      </w:tr>
    </w:tbl>
    <w:p w14:paraId="089DD57F" w14:textId="77777777" w:rsidR="003752BC" w:rsidRDefault="003752BC" w:rsidP="007A6B96"/>
    <w:p w14:paraId="13EF7C64" w14:textId="77777777" w:rsidR="003752BC" w:rsidRDefault="003752BC" w:rsidP="007A6B96"/>
    <w:p w14:paraId="1602C051" w14:textId="77777777" w:rsidR="007A6B96" w:rsidRPr="007605A6" w:rsidRDefault="007A6B96" w:rsidP="007A6B96">
      <w:pPr>
        <w:pStyle w:val="Titre3"/>
        <w:numPr>
          <w:ilvl w:val="2"/>
          <w:numId w:val="1"/>
        </w:numPr>
        <w:rPr>
          <w:rFonts w:ascii="Arial" w:hAnsi="Arial"/>
        </w:rPr>
      </w:pPr>
      <w:bookmarkStart w:id="65" w:name="_Toc101860474"/>
      <w:bookmarkStart w:id="66" w:name="_Toc189735717"/>
      <w:r w:rsidRPr="007605A6">
        <w:rPr>
          <w:rFonts w:ascii="Arial" w:hAnsi="Arial"/>
        </w:rPr>
        <w:t>Urgence médicale</w:t>
      </w:r>
      <w:bookmarkEnd w:id="65"/>
      <w:bookmarkEnd w:id="66"/>
    </w:p>
    <w:p w14:paraId="0298B39A" w14:textId="77777777" w:rsidR="007A6B96" w:rsidRDefault="007A6B96" w:rsidP="007A6B96"/>
    <w:p w14:paraId="372EDC0F" w14:textId="7EFE258E" w:rsidR="007A6B96" w:rsidRDefault="007A6B96" w:rsidP="007A6B96">
      <w:r>
        <w:t xml:space="preserve">Un protocole d’urgence est établi par le </w:t>
      </w:r>
      <w:r w:rsidR="00A43177">
        <w:t xml:space="preserve">RSAI </w:t>
      </w:r>
      <w:r>
        <w:t>en cas d’accidents (</w:t>
      </w:r>
      <w:r w:rsidRPr="007605A6">
        <w:rPr>
          <w:i/>
          <w:iCs/>
        </w:rPr>
        <w:t>numéros d’urgence, gestes de réanimations…</w:t>
      </w:r>
      <w:r>
        <w:t xml:space="preserve">) ; une copie de ce protocole est transmise au </w:t>
      </w:r>
      <w:r w:rsidR="008B3ED8">
        <w:t>concédant</w:t>
      </w:r>
      <w:r>
        <w:t xml:space="preserve"> dans un délai de deux (2) mois à compter de la notification </w:t>
      </w:r>
      <w:r w:rsidR="00466381">
        <w:t>du présent</w:t>
      </w:r>
      <w:r w:rsidR="00490FA4">
        <w:t xml:space="preserve"> contrat</w:t>
      </w:r>
      <w:r>
        <w:t>.</w:t>
      </w:r>
    </w:p>
    <w:p w14:paraId="1BBCFF60" w14:textId="77777777" w:rsidR="007A6B96" w:rsidRDefault="007A6B96" w:rsidP="007A6B96"/>
    <w:p w14:paraId="3C9DBAC6" w14:textId="6C025FE6" w:rsidR="007A6B96" w:rsidRDefault="007A6B96" w:rsidP="007A6B96">
      <w:r>
        <w:t xml:space="preserve">Pour les cas d’urgence, le </w:t>
      </w:r>
      <w:r w:rsidR="008B3ED8">
        <w:t>concessionnaire</w:t>
      </w:r>
      <w:r>
        <w:t xml:space="preserve"> demande aux parents à l’inscription une attestation écrite autorisant le transfert vers l’hôpital pédiatrique le plus proche et tout geste médical ou chirurgical d’urgence.</w:t>
      </w:r>
    </w:p>
    <w:p w14:paraId="0A1320EA" w14:textId="77777777" w:rsidR="007A6B96" w:rsidRDefault="007A6B96" w:rsidP="007A6B96"/>
    <w:p w14:paraId="1AE26277" w14:textId="77777777" w:rsidR="007A6B96" w:rsidRDefault="007A6B96" w:rsidP="007A6B96">
      <w:r>
        <w:t>Les parents sont prévenus le plus rapidement possible.</w:t>
      </w:r>
    </w:p>
    <w:p w14:paraId="79E81E35" w14:textId="77777777" w:rsidR="007A6B96" w:rsidRDefault="007A6B96" w:rsidP="007A6B96"/>
    <w:p w14:paraId="58DBD32F" w14:textId="71CD675D" w:rsidR="007A6B96" w:rsidRDefault="007A6B96" w:rsidP="007A6B96">
      <w:r>
        <w:t xml:space="preserve">Dans le cas de situations sanitaires exceptionnelles, le </w:t>
      </w:r>
      <w:r w:rsidR="008B3ED8">
        <w:t>concessionnaire</w:t>
      </w:r>
      <w:r>
        <w:t xml:space="preserve"> doit communiquer au </w:t>
      </w:r>
      <w:r w:rsidR="008B3ED8">
        <w:t>concédant</w:t>
      </w:r>
      <w:r>
        <w:t xml:space="preserve"> les protocoles et procédures permettant la poursuite de l’activité.</w:t>
      </w:r>
    </w:p>
    <w:p w14:paraId="04419CB3" w14:textId="68F90E65" w:rsidR="007A6B96" w:rsidRDefault="007A6B96" w:rsidP="007A6B96"/>
    <w:p w14:paraId="642544B5" w14:textId="77777777" w:rsidR="007A6B96" w:rsidRDefault="007A6B96" w:rsidP="007A6B96"/>
    <w:p w14:paraId="04C9D11D" w14:textId="77777777" w:rsidR="007A6B96" w:rsidRDefault="007A6B96" w:rsidP="007A6B96">
      <w:pPr>
        <w:pStyle w:val="Titre2"/>
        <w:numPr>
          <w:ilvl w:val="1"/>
          <w:numId w:val="1"/>
        </w:numPr>
      </w:pPr>
      <w:bookmarkStart w:id="67" w:name="_Toc101860475"/>
      <w:bookmarkStart w:id="68" w:name="_Toc189735718"/>
      <w:r>
        <w:t>Mesures de sécurité</w:t>
      </w:r>
      <w:bookmarkEnd w:id="67"/>
      <w:bookmarkEnd w:id="68"/>
    </w:p>
    <w:p w14:paraId="4D67F497" w14:textId="77777777" w:rsidR="007A6B96" w:rsidRDefault="007A6B96" w:rsidP="007A6B96"/>
    <w:p w14:paraId="281F2165" w14:textId="77777777" w:rsidR="007A6B96" w:rsidRPr="007605A6" w:rsidRDefault="007A6B96" w:rsidP="007A6B96">
      <w:pPr>
        <w:pStyle w:val="Titre3"/>
        <w:numPr>
          <w:ilvl w:val="2"/>
          <w:numId w:val="1"/>
        </w:numPr>
        <w:rPr>
          <w:rFonts w:ascii="Arial" w:hAnsi="Arial"/>
        </w:rPr>
      </w:pPr>
      <w:bookmarkStart w:id="69" w:name="_Toc101860476"/>
      <w:bookmarkStart w:id="70" w:name="_Toc189735719"/>
      <w:r w:rsidRPr="007605A6">
        <w:rPr>
          <w:rFonts w:ascii="Arial" w:hAnsi="Arial"/>
        </w:rPr>
        <w:t>Sécurité liée aux locaux</w:t>
      </w:r>
      <w:bookmarkEnd w:id="69"/>
      <w:bookmarkEnd w:id="70"/>
    </w:p>
    <w:p w14:paraId="4D50DFAE" w14:textId="77777777" w:rsidR="007A6B96" w:rsidRDefault="007A6B96" w:rsidP="007A6B96"/>
    <w:p w14:paraId="32A1F4B2" w14:textId="4BB80E61" w:rsidR="007A6B96" w:rsidRDefault="007A6B96" w:rsidP="007A6B96">
      <w:r>
        <w:t xml:space="preserve">Le </w:t>
      </w:r>
      <w:r w:rsidR="008B3ED8">
        <w:t>concessionnaire</w:t>
      </w:r>
      <w:r>
        <w:t xml:space="preserve"> respecte les textes, règlements et consignes de sécurité en vigueur dans les locaux dont il a la charge, ainsi que les règles relatives aux établissements recevant du public et les normes régissant l'ensemble des activités qu'il a à faire fonctionner : vérifications périodiques obligatoires, exercices, plans d’évacuation, registres…</w:t>
      </w:r>
    </w:p>
    <w:p w14:paraId="0A352C61" w14:textId="77777777" w:rsidR="007A6B96" w:rsidRDefault="007A6B96" w:rsidP="007A6B96"/>
    <w:p w14:paraId="34F4454E" w14:textId="4BECCD2E" w:rsidR="007A6B96" w:rsidRDefault="007A6B96" w:rsidP="007A6B96">
      <w:r>
        <w:t xml:space="preserve">Le </w:t>
      </w:r>
      <w:r w:rsidR="008B3ED8">
        <w:t>concessionnaire</w:t>
      </w:r>
      <w:r>
        <w:t xml:space="preserve"> respecte les autorisations accordées par l’ensemble des administrations de contrôle.</w:t>
      </w:r>
    </w:p>
    <w:p w14:paraId="1A13806E" w14:textId="77777777" w:rsidR="007A6B96" w:rsidRDefault="007A6B96" w:rsidP="007A6B96"/>
    <w:p w14:paraId="7932AD30" w14:textId="42D36D61" w:rsidR="007A6B96" w:rsidRDefault="007A6B96" w:rsidP="007A6B96">
      <w:r>
        <w:t xml:space="preserve">Le </w:t>
      </w:r>
      <w:r w:rsidR="008B3ED8">
        <w:t>concessionnaire</w:t>
      </w:r>
      <w:r>
        <w:t xml:space="preserve"> informe les personnels placés sous son autorité et travaillant dans les locaux affectés à la structure des précautions à prendre pour assurer leur propre sécurité, et le cas échéant, celle des autres personnes travaillant dans la structure.</w:t>
      </w:r>
    </w:p>
    <w:p w14:paraId="282AF13E" w14:textId="77777777" w:rsidR="007A6B96" w:rsidRDefault="007A6B96" w:rsidP="007A6B96">
      <w:r>
        <w:t xml:space="preserve"> </w:t>
      </w:r>
    </w:p>
    <w:p w14:paraId="12759318" w14:textId="77777777" w:rsidR="007A6B96" w:rsidRDefault="007A6B96" w:rsidP="007A6B96">
      <w:r>
        <w:t>A cet effet, il communique les informations, enseignements et instructions relatifs aux règles de sécurité, aux conditions de circulation dans les locaux, à l'exécution de leur travail et aux dispositions à prendre en cas d'accident ou de sinistre.</w:t>
      </w:r>
    </w:p>
    <w:p w14:paraId="123965A5" w14:textId="0D23BB3F" w:rsidR="00A23305" w:rsidRDefault="00A23305" w:rsidP="007A6B96">
      <w:r>
        <w:br/>
        <w:t>Le concessionnaire organise deux exercices Incendie par an.</w:t>
      </w:r>
    </w:p>
    <w:p w14:paraId="4398C2B4" w14:textId="77777777" w:rsidR="007A6B96" w:rsidRDefault="007A6B96" w:rsidP="007A6B96"/>
    <w:p w14:paraId="56725C10" w14:textId="64A4BA2A" w:rsidR="007A6B96" w:rsidRDefault="007A6B96" w:rsidP="007A6B96">
      <w:r>
        <w:t xml:space="preserve">Enfin, le </w:t>
      </w:r>
      <w:r w:rsidR="008B3ED8">
        <w:t>concessionnaire</w:t>
      </w:r>
      <w:r>
        <w:t xml:space="preserve"> établit le protocole de sécurité face au risque attentat, et met en œuvre l’ensemble des diligences afférentes (exercices, formations…).</w:t>
      </w:r>
    </w:p>
    <w:p w14:paraId="7C42C87F" w14:textId="77777777" w:rsidR="007A6B96" w:rsidRDefault="007A6B96" w:rsidP="007A6B96"/>
    <w:p w14:paraId="2912A58D" w14:textId="77777777" w:rsidR="007A6B96" w:rsidRDefault="007A6B96" w:rsidP="007A6B96"/>
    <w:p w14:paraId="4B65DDFA" w14:textId="77777777" w:rsidR="007A6B96" w:rsidRPr="007605A6" w:rsidRDefault="007A6B96" w:rsidP="007A6B96">
      <w:pPr>
        <w:pStyle w:val="Titre3"/>
        <w:numPr>
          <w:ilvl w:val="2"/>
          <w:numId w:val="1"/>
        </w:numPr>
        <w:rPr>
          <w:rFonts w:ascii="Arial" w:hAnsi="Arial"/>
        </w:rPr>
      </w:pPr>
      <w:bookmarkStart w:id="71" w:name="_Toc101860477"/>
      <w:bookmarkStart w:id="72" w:name="_Toc189735720"/>
      <w:r w:rsidRPr="007605A6">
        <w:rPr>
          <w:rFonts w:ascii="Arial" w:hAnsi="Arial"/>
        </w:rPr>
        <w:t>Sécurité liée à l'encadrement des enfants</w:t>
      </w:r>
      <w:bookmarkEnd w:id="71"/>
      <w:bookmarkEnd w:id="72"/>
    </w:p>
    <w:p w14:paraId="1E018BCD" w14:textId="77777777" w:rsidR="007A6B96" w:rsidRDefault="007A6B96" w:rsidP="007A6B96"/>
    <w:p w14:paraId="3C5CF1FE" w14:textId="32B1FA2B" w:rsidR="007A6B96" w:rsidRDefault="007A6B96" w:rsidP="007A6B96">
      <w:r>
        <w:t xml:space="preserve">Le </w:t>
      </w:r>
      <w:r w:rsidR="008B3ED8">
        <w:t>concessionnaire</w:t>
      </w:r>
      <w:r>
        <w:t xml:space="preserve"> respecte l’ensemble des conditions légales et réglementaires en vigueur en matière d’accueil collectif de jeunes enfants.</w:t>
      </w:r>
    </w:p>
    <w:p w14:paraId="54BC71CB" w14:textId="77777777" w:rsidR="007A6B96" w:rsidRDefault="007A6B96" w:rsidP="007A6B96"/>
    <w:p w14:paraId="5C664E63" w14:textId="78F380EB" w:rsidR="007A6B96" w:rsidRDefault="007A6B96" w:rsidP="007A6B96">
      <w:r>
        <w:t xml:space="preserve">Plus particulièrement, il veille scrupuleusement à mobiliser les effectifs et les qualifications nécessaires au respect permanent des taux d’encadrement fixés par le </w:t>
      </w:r>
      <w:r w:rsidR="002119FF">
        <w:t>C</w:t>
      </w:r>
      <w:r>
        <w:t>ode de la santé publique.</w:t>
      </w:r>
    </w:p>
    <w:p w14:paraId="5BDA1D68" w14:textId="77777777" w:rsidR="007A6B96" w:rsidRDefault="007A6B96" w:rsidP="007A6B96"/>
    <w:p w14:paraId="75A8F87E" w14:textId="50DB5E6D" w:rsidR="007A6B96" w:rsidRDefault="007A6B96" w:rsidP="007A6B96">
      <w:r>
        <w:t xml:space="preserve">En fonction du nombre, de l'âge et des besoins des enfants accueillis, le </w:t>
      </w:r>
      <w:r w:rsidR="008B3ED8">
        <w:t>concessionnaire</w:t>
      </w:r>
      <w:r>
        <w:t xml:space="preserve"> assure la mobilisation d’une équipe pluridisciplinaire composée de professionnels qualifiés, notamment dans les domaines psychologique, social, sanitaire, éducatif et culturel.</w:t>
      </w:r>
    </w:p>
    <w:p w14:paraId="19F3FCEA" w14:textId="77777777" w:rsidR="00BA1C98" w:rsidRDefault="00BA1C98" w:rsidP="007A6B96"/>
    <w:tbl>
      <w:tblPr>
        <w:tblStyle w:val="Grilledutableau"/>
        <w:tblW w:w="0" w:type="auto"/>
        <w:tblLook w:val="04A0" w:firstRow="1" w:lastRow="0" w:firstColumn="1" w:lastColumn="0" w:noHBand="0" w:noVBand="1"/>
      </w:tblPr>
      <w:tblGrid>
        <w:gridCol w:w="9062"/>
      </w:tblGrid>
      <w:tr w:rsidR="007A6B96" w14:paraId="372C95B2" w14:textId="77777777" w:rsidTr="001A48DF">
        <w:tc>
          <w:tcPr>
            <w:tcW w:w="9062" w:type="dxa"/>
          </w:tcPr>
          <w:p w14:paraId="5851D030" w14:textId="77777777" w:rsidR="007A6B96" w:rsidRDefault="007A6B96" w:rsidP="001A48DF"/>
          <w:p w14:paraId="55ACB3DA" w14:textId="77777777" w:rsidR="007A6B96" w:rsidRPr="001212EE" w:rsidRDefault="007A6B96" w:rsidP="001A48DF">
            <w:pPr>
              <w:rPr>
                <w:b/>
                <w:bCs/>
                <w:u w:val="single"/>
              </w:rPr>
            </w:pPr>
            <w:r w:rsidRPr="001212EE">
              <w:rPr>
                <w:b/>
                <w:bCs/>
                <w:u w:val="single"/>
              </w:rPr>
              <w:t>A compléter par le candidat :</w:t>
            </w:r>
          </w:p>
          <w:p w14:paraId="5D7C9A0B" w14:textId="77777777" w:rsidR="007A6B96" w:rsidRDefault="007A6B96" w:rsidP="001A48DF"/>
          <w:p w14:paraId="102E8EC3" w14:textId="1571706E" w:rsidR="007A6B96" w:rsidRDefault="007A6B96" w:rsidP="001A48DF">
            <w:r>
              <w:t>Le candidat précisera les</w:t>
            </w:r>
            <w:r w:rsidR="00B02A44">
              <w:t xml:space="preserve"> mesures d’organisation des plannings des personnels, ainsi que les procédures de gestion de l’absentéisme, ainsi que les</w:t>
            </w:r>
            <w:r>
              <w:t xml:space="preserve"> méthodes et protocoles mis en place pour assurer les mesures de sécurité.</w:t>
            </w:r>
          </w:p>
          <w:p w14:paraId="50D74021" w14:textId="77777777" w:rsidR="003C5530" w:rsidRDefault="003C5530" w:rsidP="001A48DF"/>
          <w:p w14:paraId="3A1A5DC3" w14:textId="438940DD" w:rsidR="003C5530" w:rsidRDefault="003C5530" w:rsidP="001A48DF">
            <w:r>
              <w:t>Plus particulièrement, il précisera les mesures envisagées pour prémunir les enfants des</w:t>
            </w:r>
            <w:r w:rsidRPr="003C5530">
              <w:t xml:space="preserve"> fortes chaleurs.</w:t>
            </w:r>
          </w:p>
          <w:p w14:paraId="65277E7E" w14:textId="77777777" w:rsidR="007A6B96" w:rsidRPr="00527612" w:rsidRDefault="007A6B96" w:rsidP="001A48DF"/>
        </w:tc>
      </w:tr>
    </w:tbl>
    <w:p w14:paraId="4477930C" w14:textId="77777777" w:rsidR="007A6B96" w:rsidRDefault="007A6B96" w:rsidP="007A6B96"/>
    <w:p w14:paraId="3A5114D7" w14:textId="77777777" w:rsidR="007A6B96" w:rsidRDefault="007A6B96" w:rsidP="007A6B96"/>
    <w:p w14:paraId="53996202" w14:textId="77777777" w:rsidR="007A6B96" w:rsidRDefault="007A6B96" w:rsidP="007A6B96">
      <w:pPr>
        <w:pStyle w:val="Titre2"/>
        <w:numPr>
          <w:ilvl w:val="1"/>
          <w:numId w:val="1"/>
        </w:numPr>
      </w:pPr>
      <w:bookmarkStart w:id="73" w:name="_Toc101860478"/>
      <w:bookmarkStart w:id="74" w:name="_Toc189735721"/>
      <w:r>
        <w:t>Suivi de l’activité</w:t>
      </w:r>
      <w:bookmarkEnd w:id="73"/>
      <w:bookmarkEnd w:id="74"/>
    </w:p>
    <w:p w14:paraId="3E51C1C4" w14:textId="77777777" w:rsidR="007A6B96" w:rsidRDefault="007A6B96" w:rsidP="007A6B96"/>
    <w:p w14:paraId="04C569FA" w14:textId="53A9AA4E" w:rsidR="007A6B96" w:rsidRDefault="007A6B96" w:rsidP="007A6B96">
      <w:r>
        <w:t xml:space="preserve">Le </w:t>
      </w:r>
      <w:r w:rsidR="008B3ED8">
        <w:t>concessionnaire</w:t>
      </w:r>
      <w:r>
        <w:t xml:space="preserve"> devra faire l’acquisition d’un logiciel de gestion adapté à l’activité proposée.</w:t>
      </w:r>
      <w:r w:rsidR="00466381">
        <w:t xml:space="preserve"> </w:t>
      </w:r>
      <w:r>
        <w:t>Il assure le suivi des heures de présence et la facturation aux familles.</w:t>
      </w:r>
    </w:p>
    <w:p w14:paraId="247F49AE" w14:textId="77777777" w:rsidR="007A6B96" w:rsidRDefault="007A6B96" w:rsidP="007A6B96"/>
    <w:p w14:paraId="423A51FB" w14:textId="209036AA" w:rsidR="007A6B96" w:rsidRDefault="007A6B96" w:rsidP="007A6B96">
      <w:r>
        <w:t xml:space="preserve">Les factures adressées aux familles par le </w:t>
      </w:r>
      <w:r w:rsidR="008B3ED8">
        <w:t>concessionnaire</w:t>
      </w:r>
      <w:r>
        <w:t xml:space="preserve"> sont établies sur un modèle préalablement accepté par le </w:t>
      </w:r>
      <w:r w:rsidR="008B3ED8">
        <w:t>concédant</w:t>
      </w:r>
      <w:r>
        <w:t>.</w:t>
      </w:r>
    </w:p>
    <w:p w14:paraId="5267E5BF" w14:textId="77777777" w:rsidR="007A6B96" w:rsidRDefault="007A6B96" w:rsidP="007A6B96"/>
    <w:p w14:paraId="76E5A8E0" w14:textId="183587DB" w:rsidR="007A6B96" w:rsidRDefault="007A6B96" w:rsidP="007A6B96">
      <w:r>
        <w:lastRenderedPageBreak/>
        <w:t xml:space="preserve">Le </w:t>
      </w:r>
      <w:r w:rsidR="008B3ED8">
        <w:t>concessionnaire</w:t>
      </w:r>
      <w:r>
        <w:t xml:space="preserve"> garantit au </w:t>
      </w:r>
      <w:r w:rsidR="008B3ED8">
        <w:t>concédant</w:t>
      </w:r>
      <w:r>
        <w:t xml:space="preserve"> un accès internet à son logiciel de gestion afin de permettre un accès complet aux données des familles et aux données d’usages et de facturation.</w:t>
      </w:r>
    </w:p>
    <w:p w14:paraId="638C8711" w14:textId="77777777" w:rsidR="007A6B96" w:rsidRDefault="007A6B96" w:rsidP="007A6B96"/>
    <w:p w14:paraId="21269462" w14:textId="7F5494EB" w:rsidR="007A6B96" w:rsidRDefault="007A6B96" w:rsidP="007A6B96">
      <w:r>
        <w:t xml:space="preserve">Le </w:t>
      </w:r>
      <w:r w:rsidR="008B3ED8">
        <w:t>concessionnaire</w:t>
      </w:r>
      <w:r>
        <w:t xml:space="preserve"> prévoit une formation des agents du </w:t>
      </w:r>
      <w:r w:rsidR="008B3ED8">
        <w:t>concédant</w:t>
      </w:r>
      <w:r>
        <w:t xml:space="preserve"> à la consultation du logiciel (</w:t>
      </w:r>
      <w:r w:rsidRPr="00F06785">
        <w:rPr>
          <w:i/>
          <w:iCs/>
        </w:rPr>
        <w:t>a minima quatre (4) heures de formation groupée par an</w:t>
      </w:r>
      <w:r>
        <w:t>).</w:t>
      </w:r>
    </w:p>
    <w:p w14:paraId="60173B15" w14:textId="77777777" w:rsidR="007A6B96" w:rsidRDefault="007A6B96" w:rsidP="007A6B96"/>
    <w:p w14:paraId="76427968" w14:textId="100D0ACD" w:rsidR="007A6B96" w:rsidRDefault="007A6B96" w:rsidP="007A6B96">
      <w:r>
        <w:t xml:space="preserve">Le </w:t>
      </w:r>
      <w:r w:rsidR="008B3ED8">
        <w:t>concédant</w:t>
      </w:r>
      <w:r>
        <w:t xml:space="preserve"> peut demander une extraction du logiciel, sur une période définie :</w:t>
      </w:r>
    </w:p>
    <w:p w14:paraId="6F387062" w14:textId="77777777" w:rsidR="007A6B96" w:rsidRDefault="007A6B96">
      <w:pPr>
        <w:pStyle w:val="Paragraphedeliste"/>
        <w:numPr>
          <w:ilvl w:val="0"/>
          <w:numId w:val="20"/>
        </w:numPr>
        <w:spacing w:before="120"/>
        <w:ind w:left="714" w:hanging="357"/>
        <w:contextualSpacing w:val="0"/>
      </w:pPr>
      <w:proofErr w:type="gramStart"/>
      <w:r>
        <w:t>des</w:t>
      </w:r>
      <w:proofErr w:type="gramEnd"/>
      <w:r>
        <w:t xml:space="preserve"> bilans par famille (</w:t>
      </w:r>
      <w:r w:rsidRPr="00DA15C8">
        <w:rPr>
          <w:i/>
          <w:iCs/>
        </w:rPr>
        <w:t>informations administratives et contractuelles, données d’usages, données de facturation</w:t>
      </w:r>
      <w:r>
        <w:t>) ;</w:t>
      </w:r>
    </w:p>
    <w:p w14:paraId="633C4521" w14:textId="77777777" w:rsidR="007A6B96" w:rsidRDefault="007A6B96">
      <w:pPr>
        <w:pStyle w:val="Paragraphedeliste"/>
        <w:numPr>
          <w:ilvl w:val="0"/>
          <w:numId w:val="20"/>
        </w:numPr>
        <w:spacing w:before="120"/>
        <w:ind w:left="714" w:hanging="357"/>
        <w:contextualSpacing w:val="0"/>
      </w:pPr>
      <w:proofErr w:type="gramStart"/>
      <w:r>
        <w:t>ces</w:t>
      </w:r>
      <w:proofErr w:type="gramEnd"/>
      <w:r>
        <w:t xml:space="preserve"> mêmes bilans mais listés pour l’ensemble des familles du service (</w:t>
      </w:r>
      <w:r w:rsidRPr="00DA15C8">
        <w:rPr>
          <w:i/>
          <w:iCs/>
        </w:rPr>
        <w:t>listes des contrats, listes des heures réalisées, listes des heures facturées</w:t>
      </w:r>
      <w:r>
        <w:t>) ;</w:t>
      </w:r>
    </w:p>
    <w:p w14:paraId="1A34E1A0" w14:textId="77777777" w:rsidR="007A6B96" w:rsidRDefault="007A6B96">
      <w:pPr>
        <w:pStyle w:val="Paragraphedeliste"/>
        <w:numPr>
          <w:ilvl w:val="0"/>
          <w:numId w:val="20"/>
        </w:numPr>
        <w:spacing w:before="120"/>
        <w:ind w:left="714" w:hanging="357"/>
        <w:contextualSpacing w:val="0"/>
      </w:pPr>
      <w:proofErr w:type="gramStart"/>
      <w:r>
        <w:t>des</w:t>
      </w:r>
      <w:proofErr w:type="gramEnd"/>
      <w:r>
        <w:t xml:space="preserve"> états de synthèse (</w:t>
      </w:r>
      <w:r w:rsidRPr="00DA15C8">
        <w:rPr>
          <w:i/>
          <w:iCs/>
        </w:rPr>
        <w:t>total des heures réalisées, total des heures facturées…</w:t>
      </w:r>
      <w:r>
        <w:t>) ;</w:t>
      </w:r>
    </w:p>
    <w:p w14:paraId="79C07A68" w14:textId="77777777" w:rsidR="007A6B96" w:rsidRDefault="007A6B96">
      <w:pPr>
        <w:pStyle w:val="Paragraphedeliste"/>
        <w:numPr>
          <w:ilvl w:val="0"/>
          <w:numId w:val="20"/>
        </w:numPr>
        <w:spacing w:before="120"/>
        <w:ind w:left="714" w:hanging="357"/>
        <w:contextualSpacing w:val="0"/>
      </w:pPr>
      <w:proofErr w:type="gramStart"/>
      <w:r>
        <w:t>l’état</w:t>
      </w:r>
      <w:proofErr w:type="gramEnd"/>
      <w:r>
        <w:t xml:space="preserve"> du personnel réellement présent.</w:t>
      </w:r>
    </w:p>
    <w:p w14:paraId="6824EC54" w14:textId="77777777" w:rsidR="007A6B96" w:rsidRDefault="007A6B96" w:rsidP="007A6B96"/>
    <w:p w14:paraId="6B8B38CA" w14:textId="1EE1F925" w:rsidR="007A6B96" w:rsidRDefault="007A6B96" w:rsidP="007A6B96">
      <w:r>
        <w:t xml:space="preserve">En particulier, le </w:t>
      </w:r>
      <w:r w:rsidR="008B3ED8">
        <w:t>concédant</w:t>
      </w:r>
      <w:r>
        <w:t xml:space="preserve"> doit avoir accès aux taux d’encadrement réel quotidiens, c’est-à-dire les données des présences réelles des enfants et du personnel encadrant.</w:t>
      </w:r>
    </w:p>
    <w:p w14:paraId="570E9B43" w14:textId="77777777" w:rsidR="007A6B96" w:rsidRDefault="007A6B96" w:rsidP="007A6B96"/>
    <w:p w14:paraId="6667392C" w14:textId="77132F76" w:rsidR="007A6B96" w:rsidRDefault="007A6B96" w:rsidP="007A6B96">
      <w:r>
        <w:t xml:space="preserve">Le </w:t>
      </w:r>
      <w:r w:rsidR="008B3ED8">
        <w:t>concessionnaire</w:t>
      </w:r>
      <w:r>
        <w:t xml:space="preserve"> peut prévoir toute autre information susceptible de permettre au </w:t>
      </w:r>
      <w:r w:rsidR="008B3ED8">
        <w:t>concédant</w:t>
      </w:r>
      <w:r>
        <w:t xml:space="preserve"> d’apprécier le niveau d’occupation réelle et d’encadrement réellement présent dans la structure.</w:t>
      </w:r>
    </w:p>
    <w:p w14:paraId="2109330A" w14:textId="77777777" w:rsidR="007A6B96" w:rsidRDefault="007A6B96" w:rsidP="007A6B96"/>
    <w:tbl>
      <w:tblPr>
        <w:tblStyle w:val="Grilledutableau"/>
        <w:tblW w:w="0" w:type="auto"/>
        <w:tblLook w:val="04A0" w:firstRow="1" w:lastRow="0" w:firstColumn="1" w:lastColumn="0" w:noHBand="0" w:noVBand="1"/>
      </w:tblPr>
      <w:tblGrid>
        <w:gridCol w:w="9062"/>
      </w:tblGrid>
      <w:tr w:rsidR="007A6B96" w14:paraId="03189C08" w14:textId="77777777" w:rsidTr="001A48DF">
        <w:tc>
          <w:tcPr>
            <w:tcW w:w="9062" w:type="dxa"/>
          </w:tcPr>
          <w:p w14:paraId="78F7C93E" w14:textId="77777777" w:rsidR="007A6B96" w:rsidRDefault="007A6B96" w:rsidP="001A48DF"/>
          <w:p w14:paraId="54F03BB8" w14:textId="77777777" w:rsidR="007A6B96" w:rsidRPr="001212EE" w:rsidRDefault="007A6B96" w:rsidP="001A48DF">
            <w:pPr>
              <w:rPr>
                <w:b/>
                <w:bCs/>
                <w:u w:val="single"/>
              </w:rPr>
            </w:pPr>
            <w:r w:rsidRPr="001212EE">
              <w:rPr>
                <w:b/>
                <w:bCs/>
                <w:u w:val="single"/>
              </w:rPr>
              <w:t>A compléter par le candidat :</w:t>
            </w:r>
          </w:p>
          <w:p w14:paraId="1F2FE6C6" w14:textId="77777777" w:rsidR="007A6B96" w:rsidRDefault="007A6B96" w:rsidP="001A48DF"/>
          <w:p w14:paraId="0BB5071C" w14:textId="77777777" w:rsidR="007A6B96" w:rsidRDefault="007A6B96" w:rsidP="001A48DF">
            <w:r>
              <w:t>Le candidat proposera un modèle de rapport pour la transmission périodique des heures.</w:t>
            </w:r>
          </w:p>
          <w:p w14:paraId="3ADE7418" w14:textId="77777777" w:rsidR="007A6B96" w:rsidRPr="00527612" w:rsidRDefault="007A6B96" w:rsidP="001A48DF"/>
        </w:tc>
      </w:tr>
    </w:tbl>
    <w:p w14:paraId="6226942E" w14:textId="77777777" w:rsidR="007A6B96" w:rsidRDefault="007A6B96" w:rsidP="007A6B96"/>
    <w:p w14:paraId="7D0F882B" w14:textId="77777777" w:rsidR="007A6B96" w:rsidRDefault="007A6B96" w:rsidP="007A6B96"/>
    <w:p w14:paraId="57E7DA32" w14:textId="77777777" w:rsidR="007A6B96" w:rsidRDefault="007A6B96" w:rsidP="007A6B96">
      <w:pPr>
        <w:pStyle w:val="Titre2"/>
        <w:numPr>
          <w:ilvl w:val="1"/>
          <w:numId w:val="1"/>
        </w:numPr>
      </w:pPr>
      <w:bookmarkStart w:id="75" w:name="_Toc101860479"/>
      <w:bookmarkStart w:id="76" w:name="_Toc189735722"/>
      <w:r>
        <w:t>Communication</w:t>
      </w:r>
      <w:bookmarkEnd w:id="75"/>
      <w:bookmarkEnd w:id="76"/>
    </w:p>
    <w:p w14:paraId="74AAA4AD" w14:textId="77777777" w:rsidR="007A6B96" w:rsidRDefault="007A6B96" w:rsidP="007A6B96"/>
    <w:p w14:paraId="517C6BFF" w14:textId="3AF509AB" w:rsidR="007A6B96" w:rsidRDefault="007A6B96" w:rsidP="007A6B96">
      <w:r>
        <w:t xml:space="preserve">Dans le cadre d’une validation préalable systématique du </w:t>
      </w:r>
      <w:r w:rsidR="008B3ED8">
        <w:t>concédant</w:t>
      </w:r>
      <w:r>
        <w:t xml:space="preserve">, le </w:t>
      </w:r>
      <w:r w:rsidR="008B3ED8">
        <w:t>concessionnaire</w:t>
      </w:r>
      <w:r>
        <w:t xml:space="preserve"> assure une communication régulière et précise sur le fonctionnement du service auprès des familles.</w:t>
      </w:r>
    </w:p>
    <w:p w14:paraId="2D47E5E3" w14:textId="77777777" w:rsidR="007A6B96" w:rsidRDefault="007A6B96" w:rsidP="007A6B96"/>
    <w:p w14:paraId="3A4AFD8C" w14:textId="14FFEE00" w:rsidR="007A6B96" w:rsidRDefault="007A6B96" w:rsidP="007A6B96">
      <w:r>
        <w:t xml:space="preserve">Le </w:t>
      </w:r>
      <w:r w:rsidR="008B3ED8">
        <w:t>concessionnaire</w:t>
      </w:r>
      <w:r>
        <w:t xml:space="preserve"> fait apparaître sur tous documents relatifs aux activités confiées des mentions relatives à l’exercice de la compétence du </w:t>
      </w:r>
      <w:r w:rsidR="008B3ED8">
        <w:t>concédant</w:t>
      </w:r>
      <w:r>
        <w:t xml:space="preserve">, et sur les documents relatifs aux biens mis à disposition des mentions relatives à la propriété de ces derniers exercée par le </w:t>
      </w:r>
      <w:r w:rsidR="008B3ED8">
        <w:t>concédant</w:t>
      </w:r>
      <w:r>
        <w:t>.</w:t>
      </w:r>
    </w:p>
    <w:p w14:paraId="69EDB3A8" w14:textId="77777777" w:rsidR="007A6B96" w:rsidRDefault="007A6B96" w:rsidP="007A6B96">
      <w:r>
        <w:t xml:space="preserve">                </w:t>
      </w:r>
    </w:p>
    <w:p w14:paraId="5F121F07" w14:textId="571AAF45" w:rsidR="007A6B96" w:rsidRDefault="007A6B96" w:rsidP="007A6B96">
      <w:r>
        <w:t xml:space="preserve">Le texte de ces mentions doit être soumis par le </w:t>
      </w:r>
      <w:r w:rsidR="008B3ED8">
        <w:t>concessionnaire</w:t>
      </w:r>
      <w:r>
        <w:t xml:space="preserve"> à la validation préalable du </w:t>
      </w:r>
      <w:r w:rsidR="008B3ED8">
        <w:t>concédant</w:t>
      </w:r>
      <w:r>
        <w:t>.</w:t>
      </w:r>
    </w:p>
    <w:p w14:paraId="553D3811" w14:textId="77777777" w:rsidR="007A6B96" w:rsidRDefault="007A6B96" w:rsidP="007A6B96">
      <w:r>
        <w:t xml:space="preserve">                </w:t>
      </w:r>
    </w:p>
    <w:p w14:paraId="289CCCED" w14:textId="65E881D3" w:rsidR="007A6B96" w:rsidRDefault="007A6B96" w:rsidP="007A6B96">
      <w:r>
        <w:t xml:space="preserve">L’utilisation des logos du </w:t>
      </w:r>
      <w:r w:rsidR="008B3ED8">
        <w:t>concédant</w:t>
      </w:r>
      <w:r>
        <w:t xml:space="preserve"> doit respecter les chartes graphiques correspondantes.</w:t>
      </w:r>
    </w:p>
    <w:p w14:paraId="226E7764" w14:textId="77777777" w:rsidR="007A6B96" w:rsidRDefault="007A6B96" w:rsidP="007A6B96">
      <w:r>
        <w:t xml:space="preserve">                </w:t>
      </w:r>
    </w:p>
    <w:p w14:paraId="02E70243" w14:textId="0DE4F5CF" w:rsidR="007A6B96" w:rsidRDefault="007A6B96" w:rsidP="007A6B96">
      <w:r>
        <w:t xml:space="preserve">D’une manière générale, le </w:t>
      </w:r>
      <w:r w:rsidR="008B3ED8">
        <w:t>concessionnaire</w:t>
      </w:r>
      <w:r>
        <w:t xml:space="preserve"> assure la cohérence de cette communication avec les actions de communication du </w:t>
      </w:r>
      <w:r w:rsidR="008B3ED8">
        <w:t>concédant</w:t>
      </w:r>
      <w:r>
        <w:t xml:space="preserve"> par :</w:t>
      </w:r>
    </w:p>
    <w:p w14:paraId="734E6A07" w14:textId="0649634A" w:rsidR="007A6B96" w:rsidRDefault="007A6B96">
      <w:pPr>
        <w:pStyle w:val="Paragraphedeliste"/>
        <w:numPr>
          <w:ilvl w:val="0"/>
          <w:numId w:val="21"/>
        </w:numPr>
        <w:spacing w:before="120"/>
        <w:ind w:left="714" w:hanging="357"/>
        <w:contextualSpacing w:val="0"/>
      </w:pPr>
      <w:proofErr w:type="gramStart"/>
      <w:r>
        <w:t>un</w:t>
      </w:r>
      <w:proofErr w:type="gramEnd"/>
      <w:r>
        <w:t xml:space="preserve"> échange continu avec les agents du </w:t>
      </w:r>
      <w:r w:rsidR="008B3ED8">
        <w:t>concédant</w:t>
      </w:r>
      <w:r>
        <w:t xml:space="preserve"> ;</w:t>
      </w:r>
    </w:p>
    <w:p w14:paraId="22467666" w14:textId="329C636D" w:rsidR="007A6B96" w:rsidRDefault="007A6B96">
      <w:pPr>
        <w:pStyle w:val="Paragraphedeliste"/>
        <w:numPr>
          <w:ilvl w:val="0"/>
          <w:numId w:val="21"/>
        </w:numPr>
        <w:spacing w:before="120"/>
        <w:ind w:left="714" w:hanging="357"/>
        <w:contextualSpacing w:val="0"/>
      </w:pPr>
      <w:proofErr w:type="gramStart"/>
      <w:r>
        <w:t>l’intégration</w:t>
      </w:r>
      <w:proofErr w:type="gramEnd"/>
      <w:r>
        <w:t xml:space="preserve"> de la charte graphique du </w:t>
      </w:r>
      <w:r w:rsidR="008B3ED8">
        <w:t>concédant</w:t>
      </w:r>
      <w:r>
        <w:t xml:space="preserve"> dans les documents et supports de communication produits par le </w:t>
      </w:r>
      <w:r w:rsidR="008B3ED8">
        <w:t>concessionnaire</w:t>
      </w:r>
      <w:r>
        <w:t>, dont notamment :</w:t>
      </w:r>
    </w:p>
    <w:p w14:paraId="0438E82C" w14:textId="77777777" w:rsidR="007A6B96" w:rsidRDefault="007A6B96">
      <w:pPr>
        <w:pStyle w:val="Paragraphedeliste"/>
        <w:numPr>
          <w:ilvl w:val="1"/>
          <w:numId w:val="21"/>
        </w:numPr>
        <w:spacing w:before="120"/>
        <w:contextualSpacing w:val="0"/>
      </w:pPr>
      <w:proofErr w:type="gramStart"/>
      <w:r>
        <w:t>le</w:t>
      </w:r>
      <w:proofErr w:type="gramEnd"/>
      <w:r>
        <w:t xml:space="preserve"> règlement de fonctionnement ;</w:t>
      </w:r>
    </w:p>
    <w:p w14:paraId="162F8D8B" w14:textId="77777777" w:rsidR="007A6B96" w:rsidRDefault="007A6B96">
      <w:pPr>
        <w:pStyle w:val="Paragraphedeliste"/>
        <w:numPr>
          <w:ilvl w:val="1"/>
          <w:numId w:val="21"/>
        </w:numPr>
        <w:spacing w:before="120"/>
        <w:contextualSpacing w:val="0"/>
      </w:pPr>
      <w:proofErr w:type="gramStart"/>
      <w:r>
        <w:t>les</w:t>
      </w:r>
      <w:proofErr w:type="gramEnd"/>
      <w:r>
        <w:t xml:space="preserve"> contrats avec les familles ;</w:t>
      </w:r>
    </w:p>
    <w:p w14:paraId="3955D1C2" w14:textId="77777777" w:rsidR="007A6B96" w:rsidRDefault="007A6B96">
      <w:pPr>
        <w:pStyle w:val="Paragraphedeliste"/>
        <w:numPr>
          <w:ilvl w:val="1"/>
          <w:numId w:val="21"/>
        </w:numPr>
        <w:spacing w:before="120"/>
        <w:contextualSpacing w:val="0"/>
      </w:pPr>
      <w:proofErr w:type="gramStart"/>
      <w:r>
        <w:t>les</w:t>
      </w:r>
      <w:proofErr w:type="gramEnd"/>
      <w:r>
        <w:t xml:space="preserve"> affiches…</w:t>
      </w:r>
    </w:p>
    <w:p w14:paraId="56DFF6A2" w14:textId="77777777" w:rsidR="009E6160" w:rsidRDefault="007A6B96" w:rsidP="007A6B96">
      <w:r>
        <w:t xml:space="preserve">          </w:t>
      </w:r>
    </w:p>
    <w:p w14:paraId="6905795E" w14:textId="2DC1FCFE" w:rsidR="009E6160" w:rsidRDefault="009E6160" w:rsidP="009E6160">
      <w:r>
        <w:t>Le concessionnaire développe la communication sur l’accueil occasionnel afin de valoriser également ce type d’accueil.</w:t>
      </w:r>
    </w:p>
    <w:p w14:paraId="0613778A" w14:textId="33DDA5C0" w:rsidR="00BA1C98" w:rsidRDefault="00BA1C98" w:rsidP="009E6160"/>
    <w:p w14:paraId="592C8E91" w14:textId="19928732" w:rsidR="00BA1C98" w:rsidRDefault="00BA1C98" w:rsidP="00BA1C98">
      <w:r>
        <w:t>Le concessionnaire développera une communication efficiente afin de valoriser l’accueil du mercredi, ainsi que tout évènement permettant de faire évoluer le taux d’accueil sur ce créneau.</w:t>
      </w:r>
    </w:p>
    <w:p w14:paraId="120E0728" w14:textId="77777777" w:rsidR="009E6160" w:rsidRDefault="009E6160" w:rsidP="009E6160"/>
    <w:p w14:paraId="7E048CE2" w14:textId="562A0E18" w:rsidR="007A6B96" w:rsidRDefault="007A6B96" w:rsidP="007A6B96">
      <w:r>
        <w:lastRenderedPageBreak/>
        <w:t xml:space="preserve">Le </w:t>
      </w:r>
      <w:r w:rsidR="008B3ED8">
        <w:t>concessionnaire</w:t>
      </w:r>
      <w:r>
        <w:t xml:space="preserve"> s’engage à faire état du soutien du </w:t>
      </w:r>
      <w:r w:rsidR="008B3ED8">
        <w:t>concédant</w:t>
      </w:r>
      <w:r>
        <w:t xml:space="preserve"> et des partenaires (CAF, PMI) dans sa communication, en rappelant sur l’ensemble des outils de communication le logo du </w:t>
      </w:r>
      <w:r w:rsidR="008B3ED8">
        <w:t>concédant</w:t>
      </w:r>
      <w:r>
        <w:t>.</w:t>
      </w:r>
    </w:p>
    <w:p w14:paraId="0F9DB5E3" w14:textId="77777777" w:rsidR="007A6B96" w:rsidRDefault="007A6B96" w:rsidP="007A6B96"/>
    <w:p w14:paraId="30577BA4" w14:textId="4D3D7065" w:rsidR="007A6B96" w:rsidRDefault="007A6B96" w:rsidP="007A6B96">
      <w:r>
        <w:t xml:space="preserve">Tout évènement festif doit faire l’objet d’une information écrite au </w:t>
      </w:r>
      <w:r w:rsidR="008B3ED8">
        <w:t>concédant</w:t>
      </w:r>
      <w:r>
        <w:t xml:space="preserve"> au moins un mois avant la tenue de l’évènement considéré.</w:t>
      </w:r>
    </w:p>
    <w:p w14:paraId="272F0292" w14:textId="77777777" w:rsidR="007A6B96" w:rsidRDefault="007A6B96" w:rsidP="007A6B96"/>
    <w:p w14:paraId="51825329" w14:textId="6004A984" w:rsidR="007A6B96" w:rsidRDefault="007A6B96" w:rsidP="007A6B96">
      <w:r>
        <w:t xml:space="preserve">Le </w:t>
      </w:r>
      <w:r w:rsidR="008B3ED8">
        <w:t>concessionnaire</w:t>
      </w:r>
      <w:r>
        <w:t xml:space="preserve"> sollicite systématiquement l’accord du </w:t>
      </w:r>
      <w:r w:rsidR="008B3ED8">
        <w:t>concédant</w:t>
      </w:r>
      <w:r>
        <w:t xml:space="preserve"> avant toute utilisation de l’image du service ou communication relative à ce dernier</w:t>
      </w:r>
      <w:r w:rsidR="000F6E47">
        <w:t>, en particulier lorsqu’il s’agit d’une communication en direction des familles.</w:t>
      </w:r>
    </w:p>
    <w:p w14:paraId="0FBD279C" w14:textId="6C241C0D" w:rsidR="007A6B96" w:rsidRDefault="007A6B96" w:rsidP="007A6B96"/>
    <w:p w14:paraId="4E172CBA" w14:textId="453772C0" w:rsidR="000F6E47" w:rsidRDefault="009E6160" w:rsidP="007A6B96">
      <w:r>
        <w:t xml:space="preserve">D’une manière générale, la </w:t>
      </w:r>
      <w:r w:rsidRPr="009E6160">
        <w:t>communication</w:t>
      </w:r>
      <w:r>
        <w:t xml:space="preserve"> du concessionnaire est</w:t>
      </w:r>
      <w:r w:rsidRPr="009E6160">
        <w:t xml:space="preserve"> transparente auprès des familles, </w:t>
      </w:r>
      <w:r>
        <w:t>ainsi que</w:t>
      </w:r>
      <w:r w:rsidRPr="009E6160">
        <w:t xml:space="preserve"> systématiquement articulée avec l</w:t>
      </w:r>
      <w:r>
        <w:t>a communication du concédant</w:t>
      </w:r>
      <w:r w:rsidR="000F6E47">
        <w:t xml:space="preserve">. </w:t>
      </w:r>
    </w:p>
    <w:p w14:paraId="5F88BD02" w14:textId="77777777" w:rsidR="009E6160" w:rsidRDefault="009E6160" w:rsidP="007A6B96"/>
    <w:p w14:paraId="66A54BBC" w14:textId="67ED3FEB" w:rsidR="007A6B96" w:rsidRDefault="007A6B96" w:rsidP="007A6B96">
      <w:r>
        <w:t>Enfin, une enquête de satisfaction des usagers est réalisée chaque année auprès d’un panel de parents représentatifs des usagers. L’enquête type et le mode opératoire de déroulement de l’enquête sont définis dans le projet d’établissement d’accueil collectif</w:t>
      </w:r>
      <w:r w:rsidR="000F6E47">
        <w:t xml:space="preserve">, et ses résultats annexés au rapport annuel du concessionnaire visé à l’article 6.1 </w:t>
      </w:r>
      <w:r w:rsidR="000F6E47" w:rsidRPr="000F6E47">
        <w:rPr>
          <w:i/>
          <w:iCs/>
        </w:rPr>
        <w:t>infra</w:t>
      </w:r>
      <w:r w:rsidR="000F6E47">
        <w:t>. Pour être présentée, une enquête doit obtenir un taux minimum de retour équivalent à 50% des familles inscrites ; en-deçà de ce seuil, toute enquête sera considérée comme non-représentative et ne pourra pas être exploitée, en particulier au titre de la communication du concessionnaire.</w:t>
      </w:r>
    </w:p>
    <w:p w14:paraId="6E5750BF" w14:textId="77777777" w:rsidR="007A6B96" w:rsidRDefault="007A6B96" w:rsidP="007A6B96"/>
    <w:tbl>
      <w:tblPr>
        <w:tblStyle w:val="Grilledutableau"/>
        <w:tblW w:w="0" w:type="auto"/>
        <w:tblLook w:val="04A0" w:firstRow="1" w:lastRow="0" w:firstColumn="1" w:lastColumn="0" w:noHBand="0" w:noVBand="1"/>
      </w:tblPr>
      <w:tblGrid>
        <w:gridCol w:w="9062"/>
      </w:tblGrid>
      <w:tr w:rsidR="007A6B96" w14:paraId="76C1AA40" w14:textId="77777777" w:rsidTr="001A48DF">
        <w:tc>
          <w:tcPr>
            <w:tcW w:w="9062" w:type="dxa"/>
          </w:tcPr>
          <w:p w14:paraId="4AF55C95" w14:textId="77777777" w:rsidR="007A6B96" w:rsidRDefault="007A6B96" w:rsidP="001A48DF"/>
          <w:p w14:paraId="41EDA55B" w14:textId="77777777" w:rsidR="007A6B96" w:rsidRPr="001212EE" w:rsidRDefault="007A6B96" w:rsidP="001A48DF">
            <w:pPr>
              <w:rPr>
                <w:b/>
                <w:bCs/>
                <w:u w:val="single"/>
              </w:rPr>
            </w:pPr>
            <w:r w:rsidRPr="001212EE">
              <w:rPr>
                <w:b/>
                <w:bCs/>
                <w:u w:val="single"/>
              </w:rPr>
              <w:t>A compléter par le candidat :</w:t>
            </w:r>
          </w:p>
          <w:p w14:paraId="54ED7D1B" w14:textId="77777777" w:rsidR="007A6B96" w:rsidRDefault="007A6B96" w:rsidP="001A48DF"/>
          <w:p w14:paraId="35E567F9" w14:textId="79B7008E" w:rsidR="007A6B96" w:rsidRDefault="007A6B96" w:rsidP="001A48DF">
            <w:r>
              <w:t>Le candidat proposera les supports d’information envisagés afin d’assurer la communication sur le service auprès des familles.</w:t>
            </w:r>
          </w:p>
          <w:p w14:paraId="3CD29C44" w14:textId="77777777" w:rsidR="007A6B96" w:rsidRPr="00527612" w:rsidRDefault="007A6B96" w:rsidP="00BA1C98"/>
        </w:tc>
      </w:tr>
    </w:tbl>
    <w:p w14:paraId="127D5E55" w14:textId="6E989A2C" w:rsidR="007A6B96" w:rsidRDefault="007A6B96" w:rsidP="007B22AE"/>
    <w:p w14:paraId="31DCA6D1" w14:textId="77777777" w:rsidR="00997F48" w:rsidRDefault="00997F48" w:rsidP="003C4376"/>
    <w:p w14:paraId="52C8A7AC" w14:textId="52742FCB" w:rsidR="003C4376" w:rsidRDefault="003C4376" w:rsidP="003C4376">
      <w:pPr>
        <w:pStyle w:val="Titre2"/>
        <w:numPr>
          <w:ilvl w:val="1"/>
          <w:numId w:val="1"/>
        </w:numPr>
      </w:pPr>
      <w:bookmarkStart w:id="77" w:name="_Toc189735723"/>
      <w:r>
        <w:t>Réclamations</w:t>
      </w:r>
      <w:bookmarkEnd w:id="77"/>
    </w:p>
    <w:p w14:paraId="2EF5E488" w14:textId="2A4D062E" w:rsidR="003C4376" w:rsidRDefault="003C4376" w:rsidP="003C4376"/>
    <w:p w14:paraId="39075D08" w14:textId="2E23527D" w:rsidR="003C4376" w:rsidRDefault="003C4376" w:rsidP="003C4376">
      <w:r w:rsidRPr="003C4376">
        <w:t xml:space="preserve">Le concessionnaire </w:t>
      </w:r>
      <w:r>
        <w:t>informe l</w:t>
      </w:r>
      <w:r w:rsidRPr="003C4376">
        <w:t xml:space="preserve">es </w:t>
      </w:r>
      <w:r w:rsidR="005F358E">
        <w:t>familles</w:t>
      </w:r>
      <w:r>
        <w:t xml:space="preserve"> d’un espace en ligne</w:t>
      </w:r>
      <w:r w:rsidR="007A6B96">
        <w:t xml:space="preserve"> </w:t>
      </w:r>
      <w:r>
        <w:t xml:space="preserve">permettant </w:t>
      </w:r>
      <w:r w:rsidR="005F358E">
        <w:t xml:space="preserve">le </w:t>
      </w:r>
      <w:r>
        <w:t xml:space="preserve">dépôt </w:t>
      </w:r>
      <w:r w:rsidR="005F358E">
        <w:t xml:space="preserve">au fil de l’eau </w:t>
      </w:r>
      <w:r>
        <w:t>de réclamations</w:t>
      </w:r>
      <w:r w:rsidR="005F358E">
        <w:t xml:space="preserve"> usagers.</w:t>
      </w:r>
    </w:p>
    <w:p w14:paraId="744AEF6F" w14:textId="79D06125" w:rsidR="005F358E" w:rsidRDefault="005F358E" w:rsidP="003C4376"/>
    <w:p w14:paraId="4A2BB0F7" w14:textId="2235013B" w:rsidR="005F358E" w:rsidRDefault="005F358E" w:rsidP="003C4376">
      <w:r>
        <w:t>Cet espace en ligne doit également être ouvert au concédant afin qu’il puisse prendre connaissance des faits, et intervenir s’il le juge pertinent.</w:t>
      </w:r>
    </w:p>
    <w:p w14:paraId="1E5D337C" w14:textId="77777777" w:rsidR="003C4376" w:rsidRDefault="003C4376" w:rsidP="003C4376"/>
    <w:p w14:paraId="2835CBCD" w14:textId="72BA5846" w:rsidR="00DF4DD5" w:rsidRDefault="003C4376" w:rsidP="003C4376">
      <w:r w:rsidRPr="003C4376">
        <w:t>Chaque année, le concessionnaire établit une synthèse de réclamations formulées par les usagers</w:t>
      </w:r>
      <w:r w:rsidR="00416BCA">
        <w:t>, qu’il annexe au</w:t>
      </w:r>
      <w:r w:rsidR="00416BCA" w:rsidRPr="003C4376">
        <w:t xml:space="preserve"> rapport annuel visé à l’article </w:t>
      </w:r>
      <w:r w:rsidR="00416BCA">
        <w:t>6</w:t>
      </w:r>
      <w:r w:rsidR="00416BCA" w:rsidRPr="003C4376">
        <w:t>.1</w:t>
      </w:r>
      <w:r w:rsidR="00416BCA">
        <w:t xml:space="preserve"> </w:t>
      </w:r>
      <w:r w:rsidR="00416BCA" w:rsidRPr="00416BCA">
        <w:rPr>
          <w:i/>
          <w:iCs/>
        </w:rPr>
        <w:t>infra</w:t>
      </w:r>
      <w:r w:rsidR="00BA1C98">
        <w:t>.</w:t>
      </w:r>
      <w:r w:rsidR="00DF4DD5">
        <w:br w:type="page"/>
      </w:r>
    </w:p>
    <w:p w14:paraId="696A94F9" w14:textId="52850521" w:rsidR="007B22AE" w:rsidRDefault="00DF4DD5" w:rsidP="00DF4DD5">
      <w:pPr>
        <w:pStyle w:val="Titre1"/>
      </w:pPr>
      <w:bookmarkStart w:id="78" w:name="_Toc189735724"/>
      <w:r>
        <w:lastRenderedPageBreak/>
        <w:t>Chapitre troisième – Régime des biens</w:t>
      </w:r>
      <w:bookmarkEnd w:id="78"/>
    </w:p>
    <w:p w14:paraId="757633D5" w14:textId="77777777" w:rsidR="00DF4DD5" w:rsidRDefault="00DF4DD5" w:rsidP="007B22AE"/>
    <w:p w14:paraId="2BD1FDA9" w14:textId="57217DF1" w:rsidR="00DF4DD5" w:rsidRDefault="00DF4DD5" w:rsidP="00DF4DD5">
      <w:pPr>
        <w:pStyle w:val="Titre2"/>
        <w:numPr>
          <w:ilvl w:val="1"/>
          <w:numId w:val="1"/>
        </w:numPr>
      </w:pPr>
      <w:bookmarkStart w:id="79" w:name="_Toc189735725"/>
      <w:r>
        <w:t>Biens de retour</w:t>
      </w:r>
      <w:bookmarkEnd w:id="79"/>
    </w:p>
    <w:p w14:paraId="58C8DD43" w14:textId="77777777" w:rsidR="00DF4DD5" w:rsidRDefault="00DF4DD5" w:rsidP="007B22AE"/>
    <w:p w14:paraId="38DCC24F" w14:textId="2D8877F3" w:rsidR="00B6629B" w:rsidRDefault="007B22AE" w:rsidP="007B22AE">
      <w:r>
        <w:t>Sont considérés comme biens de retour</w:t>
      </w:r>
      <w:r w:rsidR="000B1305">
        <w:t xml:space="preserve"> </w:t>
      </w:r>
      <w:r>
        <w:t xml:space="preserve">les biens mobiliers et immobiliers qui </w:t>
      </w:r>
      <w:r w:rsidR="000B1305">
        <w:t xml:space="preserve">seront </w:t>
      </w:r>
      <w:r>
        <w:t xml:space="preserve">mis à la disposition du </w:t>
      </w:r>
      <w:r w:rsidR="00EA128F">
        <w:t>concessionnaire</w:t>
      </w:r>
      <w:r>
        <w:t xml:space="preserve"> par le concédant </w:t>
      </w:r>
      <w:r w:rsidR="000B1305">
        <w:t>au début et en cours de</w:t>
      </w:r>
      <w:r>
        <w:t xml:space="preserve"> concession.</w:t>
      </w:r>
    </w:p>
    <w:p w14:paraId="7A3B13A6" w14:textId="77777777" w:rsidR="00B6629B" w:rsidRDefault="00B6629B" w:rsidP="007B22AE"/>
    <w:p w14:paraId="51761DB0" w14:textId="08FC65A4" w:rsidR="007B22AE" w:rsidRDefault="000B1305" w:rsidP="007B22AE">
      <w:r>
        <w:t>Sont</w:t>
      </w:r>
      <w:r w:rsidR="007B22AE">
        <w:t xml:space="preserve"> également considérés comme biens de retour tous les biens acquis ou créés par le </w:t>
      </w:r>
      <w:r w:rsidR="00EA128F">
        <w:t>concessionnaire</w:t>
      </w:r>
      <w:r w:rsidR="007B22AE">
        <w:t xml:space="preserve"> pour l’exécution du service concédé pendant la durée de ce dernier</w:t>
      </w:r>
      <w:r w:rsidR="00B6629B">
        <w:t> ; i</w:t>
      </w:r>
      <w:r w:rsidR="007B22AE">
        <w:t>ls sont en conséquence inscrits dans les comptes de la concession pour leur valeur initiale et amortis dans ce cadre et dans la limite de la durée de la concession.</w:t>
      </w:r>
    </w:p>
    <w:p w14:paraId="3B5DD223" w14:textId="77777777" w:rsidR="007B22AE" w:rsidRDefault="007B22AE" w:rsidP="007B22AE"/>
    <w:p w14:paraId="19536375" w14:textId="455CFC47" w:rsidR="007B22AE" w:rsidRDefault="007B22AE" w:rsidP="007B22AE">
      <w:r>
        <w:t>A chaque remise d’un nouveau bien de retour, l’inventaire figurant en annexe n°</w:t>
      </w:r>
      <w:r w:rsidR="00B6629B">
        <w:t>3</w:t>
      </w:r>
      <w:r>
        <w:t xml:space="preserve"> du présent contrat fait l’objet d’une mise à jour ; cet inventaire est également mis à jour à chaque fin d’exercice, sous forme d’annexe au rapport annuel du </w:t>
      </w:r>
      <w:r w:rsidR="00EA128F">
        <w:t>concessionnaire</w:t>
      </w:r>
      <w:r w:rsidR="00DF4DD5">
        <w:t xml:space="preserve"> (RAC), tel que décrit à l’article </w:t>
      </w:r>
      <w:r w:rsidR="00B6629B">
        <w:t xml:space="preserve">6.1 </w:t>
      </w:r>
      <w:r w:rsidR="00B6629B" w:rsidRPr="00B6629B">
        <w:rPr>
          <w:i/>
          <w:iCs/>
        </w:rPr>
        <w:t>infra</w:t>
      </w:r>
      <w:r>
        <w:t>.</w:t>
      </w:r>
    </w:p>
    <w:p w14:paraId="2F1B31B5" w14:textId="77777777" w:rsidR="007B22AE" w:rsidRDefault="007B22AE" w:rsidP="007B22AE"/>
    <w:p w14:paraId="414EBB0E" w14:textId="344FFE5E" w:rsidR="007B22AE" w:rsidRDefault="007B22AE" w:rsidP="007B22AE">
      <w:r>
        <w:t xml:space="preserve">Lesdits biens font retour au concédant à la fin du présent contrat, sans versement d’une quelconque indemnité au profit du </w:t>
      </w:r>
      <w:r w:rsidR="00EA128F">
        <w:t>concessionnaire</w:t>
      </w:r>
      <w:r>
        <w:t>.</w:t>
      </w:r>
    </w:p>
    <w:p w14:paraId="5E5445D5" w14:textId="77777777" w:rsidR="00F13E55" w:rsidRDefault="00F13E55" w:rsidP="00F13E55"/>
    <w:p w14:paraId="6207D6D1" w14:textId="2D71AC88" w:rsidR="00F13E55" w:rsidRDefault="00F13E55" w:rsidP="00F13E55">
      <w:r>
        <w:t xml:space="preserve">La mise à disposition des biens fait l’objet d’une redevance pour occupation du domaine public, explicitée à l’article n°5.5 </w:t>
      </w:r>
      <w:r w:rsidR="00466381">
        <w:t>du présent</w:t>
      </w:r>
      <w:r w:rsidR="00490FA4">
        <w:t xml:space="preserve"> contrat</w:t>
      </w:r>
      <w:r>
        <w:t>.</w:t>
      </w:r>
    </w:p>
    <w:p w14:paraId="61FDBD4E" w14:textId="77777777" w:rsidR="00F13E55" w:rsidRDefault="00F13E55" w:rsidP="007B22AE"/>
    <w:p w14:paraId="00796C80" w14:textId="77777777" w:rsidR="00DF4DD5" w:rsidRDefault="00DF4DD5" w:rsidP="007B22AE"/>
    <w:p w14:paraId="505F352C" w14:textId="69EFB02C" w:rsidR="007B22AE" w:rsidRDefault="00DF4DD5" w:rsidP="00DF4DD5">
      <w:pPr>
        <w:pStyle w:val="Titre2"/>
        <w:numPr>
          <w:ilvl w:val="1"/>
          <w:numId w:val="1"/>
        </w:numPr>
      </w:pPr>
      <w:bookmarkStart w:id="80" w:name="_Toc189735726"/>
      <w:r>
        <w:t>B</w:t>
      </w:r>
      <w:r w:rsidR="007B22AE">
        <w:t>iens de reprise</w:t>
      </w:r>
      <w:bookmarkEnd w:id="80"/>
    </w:p>
    <w:p w14:paraId="6F87C39B" w14:textId="77777777" w:rsidR="007B22AE" w:rsidRDefault="007B22AE" w:rsidP="007B22AE"/>
    <w:p w14:paraId="4667FD5B" w14:textId="3318138A" w:rsidR="007B22AE" w:rsidRDefault="007B22AE" w:rsidP="007B22AE">
      <w:r>
        <w:t xml:space="preserve">Les biens de reprise sont la propriété du </w:t>
      </w:r>
      <w:r w:rsidR="00EA128F">
        <w:t>concessionnaire</w:t>
      </w:r>
      <w:r>
        <w:t xml:space="preserve"> durant toute la durée de la concession et n’entrent dans le patrimoine du concédant au terme du présent contrat que si ce dernier en décide la reprise.</w:t>
      </w:r>
    </w:p>
    <w:p w14:paraId="1E6F6334" w14:textId="77777777" w:rsidR="007B22AE" w:rsidRDefault="007B22AE" w:rsidP="007B22AE"/>
    <w:p w14:paraId="323D7EE2" w14:textId="6F81CB33" w:rsidR="007B22AE" w:rsidRDefault="007B22AE" w:rsidP="007B22AE">
      <w:r>
        <w:t xml:space="preserve">La liste des biens de reprise est mise à jour tous les ans par le </w:t>
      </w:r>
      <w:r w:rsidR="00EA128F">
        <w:t>concessionnaire</w:t>
      </w:r>
      <w:r>
        <w:t xml:space="preserve"> ; l’actualisation de cette liste devra être jointe en annexe du rapport annuel du </w:t>
      </w:r>
      <w:r w:rsidR="00EA128F">
        <w:t>concessionnaire</w:t>
      </w:r>
      <w:r w:rsidR="00B6629B">
        <w:t xml:space="preserve"> décrit à l’article 6.1 </w:t>
      </w:r>
      <w:r w:rsidR="00B6629B" w:rsidRPr="00B6629B">
        <w:rPr>
          <w:i/>
          <w:iCs/>
        </w:rPr>
        <w:t>infra</w:t>
      </w:r>
      <w:r>
        <w:t>, avec présentation de leur affectation, de leur valeur d'achat et des modalités de financement et d'amortissement (</w:t>
      </w:r>
      <w:r w:rsidRPr="00DF4DD5">
        <w:rPr>
          <w:i/>
          <w:iCs/>
        </w:rPr>
        <w:t>mode, durée, taux</w:t>
      </w:r>
      <w:r>
        <w:t>).</w:t>
      </w:r>
    </w:p>
    <w:p w14:paraId="7C397864" w14:textId="77777777" w:rsidR="007B22AE" w:rsidRDefault="007B22AE" w:rsidP="007B22AE"/>
    <w:p w14:paraId="43CCA1CB" w14:textId="334D0F5E" w:rsidR="007B22AE" w:rsidRDefault="007B22AE" w:rsidP="007B22AE">
      <w:r>
        <w:t xml:space="preserve">A la fin du présent contrat, le concédant pourra décider d’acquérir tout ou partie des biens de reprise en contrepartie du versement au </w:t>
      </w:r>
      <w:r w:rsidR="00EA128F">
        <w:t>concessionnaire</w:t>
      </w:r>
      <w:r>
        <w:t xml:space="preserve"> d’une indemnité qui ne pourra excéder la valeur nette comptable résiduelle des biens, déduction faite des financements publics qu'il aurait pu obtenir.</w:t>
      </w:r>
    </w:p>
    <w:p w14:paraId="1C67C031" w14:textId="77777777" w:rsidR="007B22AE" w:rsidRDefault="007B22AE" w:rsidP="007B22AE"/>
    <w:p w14:paraId="5344CA4D" w14:textId="4E4609E3" w:rsidR="007B22AE" w:rsidRDefault="007B22AE" w:rsidP="007B22AE">
      <w:r>
        <w:t xml:space="preserve">Le concédant peut décider de reprendre tout ou partie de ces biens sans que le </w:t>
      </w:r>
      <w:r w:rsidR="00EA128F">
        <w:t>concessionnaire</w:t>
      </w:r>
      <w:r>
        <w:t xml:space="preserve"> puisse s'y opposer.</w:t>
      </w:r>
    </w:p>
    <w:p w14:paraId="1111D626" w14:textId="77777777" w:rsidR="007B22AE" w:rsidRDefault="007B22AE" w:rsidP="007B22AE"/>
    <w:p w14:paraId="7451320A" w14:textId="77777777" w:rsidR="007B22AE" w:rsidRDefault="007B22AE" w:rsidP="007B22AE"/>
    <w:p w14:paraId="69F99959" w14:textId="1A80D2AF" w:rsidR="007B22AE" w:rsidRDefault="00DF4DD5" w:rsidP="00DF4DD5">
      <w:pPr>
        <w:pStyle w:val="Titre2"/>
        <w:numPr>
          <w:ilvl w:val="1"/>
          <w:numId w:val="1"/>
        </w:numPr>
      </w:pPr>
      <w:bookmarkStart w:id="81" w:name="_Toc189735727"/>
      <w:r>
        <w:t>B</w:t>
      </w:r>
      <w:r w:rsidR="007B22AE">
        <w:t>iens propres</w:t>
      </w:r>
      <w:bookmarkEnd w:id="81"/>
    </w:p>
    <w:p w14:paraId="277CE4F1" w14:textId="77777777" w:rsidR="007B22AE" w:rsidRDefault="007B22AE" w:rsidP="007B22AE"/>
    <w:p w14:paraId="7D67C3D2" w14:textId="65FCA5B2" w:rsidR="007B22AE" w:rsidRDefault="007B22AE" w:rsidP="007B22AE">
      <w:r>
        <w:t xml:space="preserve">Les biens propres du </w:t>
      </w:r>
      <w:r w:rsidR="00EA128F">
        <w:t>concessionnaire</w:t>
      </w:r>
      <w:r>
        <w:t xml:space="preserve"> sont les biens non financés, même pour partie, par des ressources de la concession</w:t>
      </w:r>
      <w:r w:rsidR="00B6629B">
        <w:t>,</w:t>
      </w:r>
      <w:r>
        <w:t xml:space="preserve"> et qui ne sont grevés d'aucune clause de retour obligatoire ou facultatif.</w:t>
      </w:r>
    </w:p>
    <w:p w14:paraId="10D03A11" w14:textId="77777777" w:rsidR="007B22AE" w:rsidRDefault="007B22AE" w:rsidP="007B22AE"/>
    <w:p w14:paraId="1F504B82" w14:textId="1B823CCA" w:rsidR="007B22AE" w:rsidRDefault="007B22AE" w:rsidP="007B22AE">
      <w:r>
        <w:t xml:space="preserve">Ils appartiennent en pleine propriété au </w:t>
      </w:r>
      <w:r w:rsidR="00EA128F">
        <w:t>concessionnaire</w:t>
      </w:r>
      <w:r>
        <w:t xml:space="preserve"> pendant toute la durée de la concession.</w:t>
      </w:r>
    </w:p>
    <w:p w14:paraId="666D8FF1" w14:textId="77777777" w:rsidR="007B22AE" w:rsidRDefault="007B22AE" w:rsidP="007B22AE"/>
    <w:p w14:paraId="143808F7" w14:textId="77777777" w:rsidR="007B22AE" w:rsidRDefault="007B22AE" w:rsidP="007B22AE">
      <w:r>
        <w:t>Les biens propres peuvent être rachetés par le concédant après accord des parties. La valeur de ces biens est fixée à l’amiable ou, à défaut à dire d’expert, et payée dans les soixante (60) jours calendaires suivant leur rachat par le concédant.</w:t>
      </w:r>
    </w:p>
    <w:p w14:paraId="083DBC5F" w14:textId="77777777" w:rsidR="00F13E55" w:rsidRDefault="00F13E55">
      <w:pPr>
        <w:spacing w:after="160" w:line="259" w:lineRule="auto"/>
        <w:jc w:val="left"/>
      </w:pPr>
    </w:p>
    <w:p w14:paraId="0D67B8B2" w14:textId="6E7A4CEB" w:rsidR="00F13E55" w:rsidRDefault="00F13E55" w:rsidP="00F13E55">
      <w:pPr>
        <w:pStyle w:val="Titre2"/>
        <w:numPr>
          <w:ilvl w:val="1"/>
          <w:numId w:val="1"/>
        </w:numPr>
      </w:pPr>
      <w:bookmarkStart w:id="82" w:name="_Toc99364886"/>
      <w:bookmarkStart w:id="83" w:name="_Toc101860482"/>
      <w:bookmarkStart w:id="84" w:name="_Toc189735728"/>
      <w:r>
        <w:t>Travaux d’entretien et de réparations courantes</w:t>
      </w:r>
      <w:bookmarkEnd w:id="82"/>
      <w:bookmarkEnd w:id="83"/>
      <w:bookmarkEnd w:id="84"/>
    </w:p>
    <w:p w14:paraId="5F253BA9" w14:textId="77777777" w:rsidR="00F13E55" w:rsidRDefault="00F13E55" w:rsidP="00F13E55"/>
    <w:p w14:paraId="326EA8AC" w14:textId="17846B14" w:rsidR="00F13E55" w:rsidRDefault="00F13E55" w:rsidP="00F13E55">
      <w:r>
        <w:t xml:space="preserve">Les équipements </w:t>
      </w:r>
      <w:r w:rsidR="00B10FE2">
        <w:t xml:space="preserve">sont </w:t>
      </w:r>
      <w:r>
        <w:t>mis à disposition en bon état de fonctionnement</w:t>
      </w:r>
      <w:r w:rsidR="00B10FE2">
        <w:t>, et sont donc</w:t>
      </w:r>
      <w:r>
        <w:t xml:space="preserve"> réparé</w:t>
      </w:r>
      <w:r w:rsidR="00B10FE2">
        <w:t>s</w:t>
      </w:r>
      <w:r>
        <w:t xml:space="preserve"> par les soins du </w:t>
      </w:r>
      <w:r w:rsidR="008B3ED8">
        <w:t>concessionnaire</w:t>
      </w:r>
      <w:r>
        <w:t>, à ses frais.</w:t>
      </w:r>
    </w:p>
    <w:p w14:paraId="5A49A600" w14:textId="77777777" w:rsidR="00F13E55" w:rsidRDefault="00F13E55" w:rsidP="00F13E55"/>
    <w:p w14:paraId="56722DD5" w14:textId="44278D12" w:rsidR="00F13E55" w:rsidRDefault="00F13E55" w:rsidP="00F13E55">
      <w:r>
        <w:t xml:space="preserve">D’une manière générale, le </w:t>
      </w:r>
      <w:r w:rsidR="008B3ED8">
        <w:t>concessionnaire</w:t>
      </w:r>
      <w:r>
        <w:t xml:space="preserve"> doit assurer l’ensemble des obligations relevant du locataire au sens du décret n°87-712 du 26 août 1987. Les travaux d'entretien et de réparations courantes comprennent notamment toutes les opérations permettant d'assurer le maintien en état de fonctionnement des installations jusqu'au moment où la vétusté ou une défaillance rend nécessaire les travaux de remplacement ou de rénovation, ainsi que toutes les opérations de nettoyage permettant de garantir une stricte hygiène et propreté des installations et de leurs abords.</w:t>
      </w:r>
    </w:p>
    <w:p w14:paraId="75552A6E" w14:textId="4C8667C5" w:rsidR="00F13E55" w:rsidRDefault="00F13E55" w:rsidP="00F13E55"/>
    <w:p w14:paraId="5B47DC63" w14:textId="0BF7A728" w:rsidR="00097E0B" w:rsidRDefault="00097E0B" w:rsidP="00F13E55">
      <w:r>
        <w:t>Les opérations d’entretien, de maintenance corrective, préventive, curative sont menées et réparties entre le concédant et le concessionnaire en fonction des niveaux suivants :</w:t>
      </w:r>
    </w:p>
    <w:p w14:paraId="36D471D7" w14:textId="7AB05C98" w:rsidR="00097E0B" w:rsidRDefault="00E87A73">
      <w:pPr>
        <w:pStyle w:val="Paragraphedeliste"/>
        <w:numPr>
          <w:ilvl w:val="0"/>
          <w:numId w:val="29"/>
        </w:numPr>
        <w:spacing w:before="120"/>
        <w:ind w:left="714" w:hanging="357"/>
        <w:contextualSpacing w:val="0"/>
      </w:pPr>
      <w:proofErr w:type="gramStart"/>
      <w:r w:rsidRPr="00E87A73">
        <w:rPr>
          <w:u w:val="single"/>
        </w:rPr>
        <w:t>n</w:t>
      </w:r>
      <w:r w:rsidR="00097E0B" w:rsidRPr="00E87A73">
        <w:rPr>
          <w:u w:val="single"/>
        </w:rPr>
        <w:t>iveau</w:t>
      </w:r>
      <w:proofErr w:type="gramEnd"/>
      <w:r w:rsidR="00097E0B" w:rsidRPr="00E87A73">
        <w:rPr>
          <w:u w:val="single"/>
        </w:rPr>
        <w:t xml:space="preserve"> 1 :</w:t>
      </w:r>
      <w:r w:rsidR="00097E0B">
        <w:t xml:space="preserve"> réglages simples prévus par le constructeur au moyen d’éléments accessibles sans aucun démontage ou ouverture de l’équipement, ou échanges d’éléments consommables accessibles en toute sécurité, tels que voyants, certains fusibles… ;</w:t>
      </w:r>
    </w:p>
    <w:p w14:paraId="4C7A526E" w14:textId="729A6CF2" w:rsidR="00097E0B" w:rsidRDefault="00E87A73">
      <w:pPr>
        <w:pStyle w:val="Paragraphedeliste"/>
        <w:numPr>
          <w:ilvl w:val="0"/>
          <w:numId w:val="29"/>
        </w:numPr>
        <w:spacing w:before="120"/>
        <w:ind w:left="714" w:hanging="357"/>
        <w:contextualSpacing w:val="0"/>
      </w:pPr>
      <w:proofErr w:type="gramStart"/>
      <w:r w:rsidRPr="00E87A73">
        <w:rPr>
          <w:u w:val="single"/>
        </w:rPr>
        <w:t>n</w:t>
      </w:r>
      <w:r w:rsidR="00097E0B" w:rsidRPr="00E87A73">
        <w:rPr>
          <w:u w:val="single"/>
        </w:rPr>
        <w:t>iveau</w:t>
      </w:r>
      <w:proofErr w:type="gramEnd"/>
      <w:r w:rsidR="00097E0B" w:rsidRPr="00E87A73">
        <w:rPr>
          <w:u w:val="single"/>
        </w:rPr>
        <w:t xml:space="preserve"> 2 :</w:t>
      </w:r>
      <w:r w:rsidR="00097E0B">
        <w:t xml:space="preserve"> dépannages par échange standard des éléments prévus à cet effet et opérations mineures de maintenance préventive telles que contrôle de bon fonctionnement ;</w:t>
      </w:r>
    </w:p>
    <w:p w14:paraId="32CDE74C" w14:textId="0D1E2E30" w:rsidR="00097E0B" w:rsidRDefault="00E87A73">
      <w:pPr>
        <w:pStyle w:val="Paragraphedeliste"/>
        <w:numPr>
          <w:ilvl w:val="0"/>
          <w:numId w:val="29"/>
        </w:numPr>
        <w:spacing w:before="120"/>
        <w:ind w:left="714" w:hanging="357"/>
        <w:contextualSpacing w:val="0"/>
      </w:pPr>
      <w:proofErr w:type="gramStart"/>
      <w:r>
        <w:rPr>
          <w:u w:val="single"/>
        </w:rPr>
        <w:t>n</w:t>
      </w:r>
      <w:r w:rsidR="00097E0B" w:rsidRPr="00E87A73">
        <w:rPr>
          <w:u w:val="single"/>
        </w:rPr>
        <w:t>iveau</w:t>
      </w:r>
      <w:proofErr w:type="gramEnd"/>
      <w:r w:rsidR="00097E0B" w:rsidRPr="00E87A73">
        <w:rPr>
          <w:u w:val="single"/>
        </w:rPr>
        <w:t xml:space="preserve"> 3 :</w:t>
      </w:r>
      <w:r w:rsidR="00097E0B">
        <w:t xml:space="preserve"> identification et diagnostic des pannes, réparations par échange de composants ou d’éléments fonctionnels, réparations mécaniques mineures et toutes opérations courantes de maintenance préventive telles que réglage général</w:t>
      </w:r>
      <w:r>
        <w:t xml:space="preserve"> </w:t>
      </w:r>
      <w:r w:rsidR="00097E0B">
        <w:t>ou réalignement</w:t>
      </w:r>
      <w:r>
        <w:t xml:space="preserve"> </w:t>
      </w:r>
      <w:r w:rsidR="00097E0B">
        <w:t>des appareils de mesure ;</w:t>
      </w:r>
    </w:p>
    <w:p w14:paraId="7534E667" w14:textId="49EFEB71" w:rsidR="00097E0B" w:rsidRDefault="00E87A73">
      <w:pPr>
        <w:pStyle w:val="Paragraphedeliste"/>
        <w:numPr>
          <w:ilvl w:val="0"/>
          <w:numId w:val="29"/>
        </w:numPr>
        <w:spacing w:before="120"/>
        <w:ind w:left="714" w:hanging="357"/>
        <w:contextualSpacing w:val="0"/>
      </w:pPr>
      <w:proofErr w:type="gramStart"/>
      <w:r w:rsidRPr="00E87A73">
        <w:rPr>
          <w:u w:val="single"/>
        </w:rPr>
        <w:t>n</w:t>
      </w:r>
      <w:r w:rsidR="00097E0B" w:rsidRPr="00E87A73">
        <w:rPr>
          <w:u w:val="single"/>
        </w:rPr>
        <w:t>iveau</w:t>
      </w:r>
      <w:proofErr w:type="gramEnd"/>
      <w:r w:rsidR="00097E0B" w:rsidRPr="00E87A73">
        <w:rPr>
          <w:u w:val="single"/>
        </w:rPr>
        <w:t xml:space="preserve"> 4 :</w:t>
      </w:r>
      <w:r w:rsidR="00097E0B">
        <w:t xml:space="preserve"> tous les travaux importants de maintenance corrective ou préventive, à l’exception de la rénovation et de la reconstruction. Ce niveau comprend aussi le réglage des appareils de mesure utilisés pour la maintenance et, éventuellement, la vérification des étalons de travail par les </w:t>
      </w:r>
      <w:r>
        <w:t>organismes</w:t>
      </w:r>
      <w:r w:rsidR="00097E0B">
        <w:t xml:space="preserve"> spécialisés ;</w:t>
      </w:r>
    </w:p>
    <w:p w14:paraId="16916E11" w14:textId="438EBB34" w:rsidR="00097E0B" w:rsidRPr="000A0543" w:rsidRDefault="00E87A73">
      <w:pPr>
        <w:pStyle w:val="Paragraphedeliste"/>
        <w:numPr>
          <w:ilvl w:val="0"/>
          <w:numId w:val="29"/>
        </w:numPr>
        <w:spacing w:before="120"/>
        <w:ind w:left="714" w:hanging="357"/>
        <w:contextualSpacing w:val="0"/>
      </w:pPr>
      <w:proofErr w:type="gramStart"/>
      <w:r w:rsidRPr="000A0543">
        <w:rPr>
          <w:u w:val="single"/>
        </w:rPr>
        <w:t>n</w:t>
      </w:r>
      <w:r w:rsidR="00097E0B" w:rsidRPr="000A0543">
        <w:rPr>
          <w:u w:val="single"/>
        </w:rPr>
        <w:t>iveau</w:t>
      </w:r>
      <w:proofErr w:type="gramEnd"/>
      <w:r w:rsidR="00097E0B" w:rsidRPr="000A0543">
        <w:rPr>
          <w:u w:val="single"/>
        </w:rPr>
        <w:t xml:space="preserve"> 5 :</w:t>
      </w:r>
      <w:r w:rsidR="00097E0B" w:rsidRPr="000A0543">
        <w:t xml:space="preserve"> </w:t>
      </w:r>
      <w:r w:rsidR="007A7C64" w:rsidRPr="000A0543">
        <w:t xml:space="preserve">sur un ensemble, </w:t>
      </w:r>
      <w:r w:rsidRPr="000A0543">
        <w:t>rénovation, reconstruction ou exécution des réparations importantes confiées à un atelier central ou à une unité extérieure.</w:t>
      </w:r>
    </w:p>
    <w:p w14:paraId="5B74C965" w14:textId="77777777" w:rsidR="00097E0B" w:rsidRDefault="00097E0B" w:rsidP="00F13E55"/>
    <w:p w14:paraId="04EB69FC" w14:textId="25BC2DEA" w:rsidR="00A8060E" w:rsidRDefault="00A503E5" w:rsidP="00F13E55">
      <w:r>
        <w:t xml:space="preserve">La </w:t>
      </w:r>
      <w:r w:rsidRPr="00A503E5">
        <w:t>matrice de répartition de responsabilités en termes d’entretien/maintenance</w:t>
      </w:r>
      <w:r w:rsidR="00EA30E5" w:rsidRPr="00EA30E5">
        <w:t xml:space="preserve"> </w:t>
      </w:r>
      <w:r w:rsidR="00EA30E5">
        <w:t>entre concédant et concessionnaire</w:t>
      </w:r>
      <w:r w:rsidR="00E87A73">
        <w:t xml:space="preserve"> </w:t>
      </w:r>
      <w:r>
        <w:t xml:space="preserve">est </w:t>
      </w:r>
      <w:r w:rsidR="00A8060E">
        <w:t>résumée dans le tableau ci-dessous :</w:t>
      </w:r>
    </w:p>
    <w:p w14:paraId="3F3A3636" w14:textId="373E850B" w:rsidR="00E87A73" w:rsidRDefault="00E87A73" w:rsidP="00F13E55"/>
    <w:tbl>
      <w:tblPr>
        <w:tblStyle w:val="Grilledutableau"/>
        <w:tblW w:w="0" w:type="auto"/>
        <w:tblLook w:val="04A0" w:firstRow="1" w:lastRow="0" w:firstColumn="1" w:lastColumn="0" w:noHBand="0" w:noVBand="1"/>
      </w:tblPr>
      <w:tblGrid>
        <w:gridCol w:w="3020"/>
        <w:gridCol w:w="3021"/>
        <w:gridCol w:w="3021"/>
      </w:tblGrid>
      <w:tr w:rsidR="00E87A73" w:rsidRPr="00E87A73" w14:paraId="29FF4AEB" w14:textId="77777777" w:rsidTr="00E87A73">
        <w:tc>
          <w:tcPr>
            <w:tcW w:w="3020" w:type="dxa"/>
            <w:shd w:val="clear" w:color="auto" w:fill="323E4F" w:themeFill="text2" w:themeFillShade="BF"/>
            <w:vAlign w:val="center"/>
          </w:tcPr>
          <w:p w14:paraId="2B1C5543" w14:textId="77777777" w:rsidR="00581445" w:rsidRDefault="00581445" w:rsidP="00E87A73">
            <w:pPr>
              <w:jc w:val="center"/>
              <w:rPr>
                <w:b/>
                <w:bCs/>
                <w:color w:val="FFFFFF" w:themeColor="background1"/>
              </w:rPr>
            </w:pPr>
          </w:p>
          <w:p w14:paraId="04792733" w14:textId="77777777" w:rsidR="00E87A73" w:rsidRDefault="00E87A73" w:rsidP="00E87A73">
            <w:pPr>
              <w:jc w:val="center"/>
              <w:rPr>
                <w:b/>
                <w:bCs/>
                <w:color w:val="FFFFFF" w:themeColor="background1"/>
              </w:rPr>
            </w:pPr>
            <w:r w:rsidRPr="00E87A73">
              <w:rPr>
                <w:b/>
                <w:bCs/>
                <w:color w:val="FFFFFF" w:themeColor="background1"/>
              </w:rPr>
              <w:t>Périmètre</w:t>
            </w:r>
          </w:p>
          <w:p w14:paraId="7CE08378" w14:textId="78FFB2BE" w:rsidR="00581445" w:rsidRPr="00E87A73" w:rsidRDefault="00581445" w:rsidP="00E87A73">
            <w:pPr>
              <w:jc w:val="center"/>
              <w:rPr>
                <w:b/>
                <w:bCs/>
                <w:color w:val="FFFFFF" w:themeColor="background1"/>
              </w:rPr>
            </w:pPr>
          </w:p>
        </w:tc>
        <w:tc>
          <w:tcPr>
            <w:tcW w:w="3021" w:type="dxa"/>
            <w:shd w:val="clear" w:color="auto" w:fill="323E4F" w:themeFill="text2" w:themeFillShade="BF"/>
            <w:vAlign w:val="center"/>
          </w:tcPr>
          <w:p w14:paraId="4C2092CC" w14:textId="1B99EDCD" w:rsidR="00E87A73" w:rsidRPr="00E87A73" w:rsidRDefault="00E87A73" w:rsidP="00E87A73">
            <w:pPr>
              <w:jc w:val="center"/>
              <w:rPr>
                <w:b/>
                <w:bCs/>
                <w:color w:val="FFFFFF" w:themeColor="background1"/>
              </w:rPr>
            </w:pPr>
            <w:r w:rsidRPr="00E87A73">
              <w:rPr>
                <w:b/>
                <w:bCs/>
                <w:color w:val="FFFFFF" w:themeColor="background1"/>
              </w:rPr>
              <w:t>Concessionnaire</w:t>
            </w:r>
          </w:p>
        </w:tc>
        <w:tc>
          <w:tcPr>
            <w:tcW w:w="3021" w:type="dxa"/>
            <w:shd w:val="clear" w:color="auto" w:fill="323E4F" w:themeFill="text2" w:themeFillShade="BF"/>
            <w:vAlign w:val="center"/>
          </w:tcPr>
          <w:p w14:paraId="18AC6DDC" w14:textId="3F0AA45E" w:rsidR="00E87A73" w:rsidRPr="00E87A73" w:rsidRDefault="00E87A73" w:rsidP="00E87A73">
            <w:pPr>
              <w:jc w:val="center"/>
              <w:rPr>
                <w:b/>
                <w:bCs/>
                <w:color w:val="FFFFFF" w:themeColor="background1"/>
              </w:rPr>
            </w:pPr>
            <w:r w:rsidRPr="00E87A73">
              <w:rPr>
                <w:b/>
                <w:bCs/>
                <w:color w:val="FFFFFF" w:themeColor="background1"/>
              </w:rPr>
              <w:t>Concédant</w:t>
            </w:r>
          </w:p>
        </w:tc>
      </w:tr>
      <w:tr w:rsidR="00E87A73" w14:paraId="2EA96113" w14:textId="77777777" w:rsidTr="00E87A73">
        <w:tc>
          <w:tcPr>
            <w:tcW w:w="3020" w:type="dxa"/>
            <w:vAlign w:val="center"/>
          </w:tcPr>
          <w:p w14:paraId="06CCF39F" w14:textId="77777777" w:rsidR="00581445" w:rsidRDefault="00581445" w:rsidP="00E87A73">
            <w:pPr>
              <w:jc w:val="center"/>
              <w:rPr>
                <w:b/>
                <w:bCs/>
              </w:rPr>
            </w:pPr>
          </w:p>
          <w:p w14:paraId="41BA643F" w14:textId="36E192E4" w:rsidR="00E87A73" w:rsidRPr="00E87A73" w:rsidRDefault="00E87A73" w:rsidP="00E87A73">
            <w:pPr>
              <w:jc w:val="center"/>
              <w:rPr>
                <w:b/>
                <w:bCs/>
              </w:rPr>
            </w:pPr>
            <w:r w:rsidRPr="00E87A73">
              <w:rPr>
                <w:b/>
                <w:bCs/>
              </w:rPr>
              <w:t>Génie civil, bâtiments</w:t>
            </w:r>
          </w:p>
          <w:p w14:paraId="7401B29E" w14:textId="77777777" w:rsidR="00E87A73" w:rsidRDefault="00E87A73" w:rsidP="00E87A73">
            <w:pPr>
              <w:jc w:val="center"/>
            </w:pPr>
            <w:r>
              <w:t>Infrastructures (</w:t>
            </w:r>
            <w:r w:rsidRPr="0038287A">
              <w:rPr>
                <w:i/>
                <w:iCs/>
              </w:rPr>
              <w:t>murs, dalles, sols et toitures</w:t>
            </w:r>
            <w:r>
              <w:t>)</w:t>
            </w:r>
          </w:p>
          <w:p w14:paraId="57F2FD9B" w14:textId="77777777" w:rsidR="00E87A73" w:rsidRDefault="00E87A73" w:rsidP="00E87A73">
            <w:pPr>
              <w:jc w:val="center"/>
            </w:pPr>
            <w:r>
              <w:t>Isolation thermique, couverture, étanchéité</w:t>
            </w:r>
          </w:p>
          <w:p w14:paraId="41E9E37A" w14:textId="7FAAD67A" w:rsidR="00581445" w:rsidRDefault="00581445" w:rsidP="00E87A73">
            <w:pPr>
              <w:jc w:val="center"/>
            </w:pPr>
          </w:p>
        </w:tc>
        <w:tc>
          <w:tcPr>
            <w:tcW w:w="3021" w:type="dxa"/>
            <w:vAlign w:val="center"/>
          </w:tcPr>
          <w:p w14:paraId="44C88B73" w14:textId="7064BEB6" w:rsidR="00E87A73" w:rsidRDefault="00E87A73" w:rsidP="00E87A73">
            <w:pPr>
              <w:jc w:val="center"/>
            </w:pPr>
            <w:r>
              <w:t>Niveau</w:t>
            </w:r>
            <w:r w:rsidR="0038287A">
              <w:t>x 1 à 4</w:t>
            </w:r>
          </w:p>
        </w:tc>
        <w:tc>
          <w:tcPr>
            <w:tcW w:w="3021" w:type="dxa"/>
            <w:vAlign w:val="center"/>
          </w:tcPr>
          <w:p w14:paraId="5C9A833B" w14:textId="1FD710E0" w:rsidR="00E87A73" w:rsidRDefault="0038287A" w:rsidP="00E87A73">
            <w:pPr>
              <w:jc w:val="center"/>
            </w:pPr>
            <w:r>
              <w:t>Niveau 5</w:t>
            </w:r>
          </w:p>
        </w:tc>
      </w:tr>
      <w:tr w:rsidR="0038287A" w14:paraId="2252F0FC" w14:textId="77777777" w:rsidTr="00E87A73">
        <w:tc>
          <w:tcPr>
            <w:tcW w:w="3020" w:type="dxa"/>
            <w:vAlign w:val="center"/>
          </w:tcPr>
          <w:p w14:paraId="08B46119" w14:textId="77777777" w:rsidR="0038287A" w:rsidRDefault="0038287A" w:rsidP="0038287A">
            <w:pPr>
              <w:jc w:val="center"/>
              <w:rPr>
                <w:b/>
                <w:bCs/>
              </w:rPr>
            </w:pPr>
          </w:p>
          <w:p w14:paraId="0D4E0649" w14:textId="1FF803BE" w:rsidR="0038287A" w:rsidRPr="00E87A73" w:rsidRDefault="0038287A" w:rsidP="0038287A">
            <w:pPr>
              <w:jc w:val="center"/>
              <w:rPr>
                <w:b/>
                <w:bCs/>
              </w:rPr>
            </w:pPr>
            <w:r w:rsidRPr="00E87A73">
              <w:rPr>
                <w:b/>
                <w:bCs/>
              </w:rPr>
              <w:t>Menuiseries extérieures</w:t>
            </w:r>
          </w:p>
          <w:p w14:paraId="44586F30" w14:textId="77777777" w:rsidR="0038287A" w:rsidRDefault="0038287A" w:rsidP="0038287A">
            <w:pPr>
              <w:jc w:val="center"/>
              <w:rPr>
                <w:b/>
                <w:bCs/>
              </w:rPr>
            </w:pPr>
            <w:r w:rsidRPr="00E87A73">
              <w:rPr>
                <w:b/>
                <w:bCs/>
              </w:rPr>
              <w:t>Serrurerie</w:t>
            </w:r>
          </w:p>
          <w:p w14:paraId="32FDEC4C" w14:textId="0AFDC417" w:rsidR="0038287A" w:rsidRDefault="0038287A" w:rsidP="0038287A">
            <w:pPr>
              <w:jc w:val="center"/>
            </w:pPr>
          </w:p>
        </w:tc>
        <w:tc>
          <w:tcPr>
            <w:tcW w:w="3021" w:type="dxa"/>
            <w:vAlign w:val="center"/>
          </w:tcPr>
          <w:p w14:paraId="525EE3A5" w14:textId="34DA9155" w:rsidR="0038287A" w:rsidRDefault="0038287A" w:rsidP="0038287A">
            <w:pPr>
              <w:jc w:val="center"/>
            </w:pPr>
            <w:r>
              <w:t>Niveaux 1 à 4</w:t>
            </w:r>
          </w:p>
        </w:tc>
        <w:tc>
          <w:tcPr>
            <w:tcW w:w="3021" w:type="dxa"/>
            <w:vAlign w:val="center"/>
          </w:tcPr>
          <w:p w14:paraId="1D500816" w14:textId="4A21A9DF" w:rsidR="0038287A" w:rsidRDefault="0038287A" w:rsidP="0038287A">
            <w:pPr>
              <w:jc w:val="center"/>
            </w:pPr>
            <w:r>
              <w:t>Niveau 5</w:t>
            </w:r>
          </w:p>
        </w:tc>
      </w:tr>
      <w:tr w:rsidR="0038287A" w14:paraId="35EF6788" w14:textId="77777777" w:rsidTr="00E87A73">
        <w:tc>
          <w:tcPr>
            <w:tcW w:w="3020" w:type="dxa"/>
            <w:vAlign w:val="center"/>
          </w:tcPr>
          <w:p w14:paraId="2CD438F4" w14:textId="77777777" w:rsidR="0038287A" w:rsidRDefault="0038287A" w:rsidP="0038287A">
            <w:pPr>
              <w:jc w:val="center"/>
              <w:rPr>
                <w:b/>
                <w:bCs/>
              </w:rPr>
            </w:pPr>
          </w:p>
          <w:p w14:paraId="6A7C0B02" w14:textId="6499AE8C" w:rsidR="0038287A" w:rsidRDefault="0038287A" w:rsidP="0038287A">
            <w:pPr>
              <w:jc w:val="center"/>
              <w:rPr>
                <w:b/>
                <w:bCs/>
              </w:rPr>
            </w:pPr>
            <w:r w:rsidRPr="00E87A73">
              <w:rPr>
                <w:b/>
                <w:bCs/>
              </w:rPr>
              <w:t>Réseaux de fluides</w:t>
            </w:r>
          </w:p>
          <w:p w14:paraId="3272784E" w14:textId="1ED8FF48" w:rsidR="0038287A" w:rsidRDefault="0038287A" w:rsidP="0038287A">
            <w:pPr>
              <w:jc w:val="center"/>
            </w:pPr>
            <w:r>
              <w:t>Eau potable – Eaux pluviales – Assainissement – Electricité – Gaz</w:t>
            </w:r>
          </w:p>
          <w:p w14:paraId="62F3C7D7" w14:textId="2378F0E2" w:rsidR="0038287A" w:rsidRDefault="0038287A" w:rsidP="0038287A">
            <w:pPr>
              <w:jc w:val="center"/>
            </w:pPr>
          </w:p>
        </w:tc>
        <w:tc>
          <w:tcPr>
            <w:tcW w:w="3021" w:type="dxa"/>
            <w:vAlign w:val="center"/>
          </w:tcPr>
          <w:p w14:paraId="3D466A35" w14:textId="79F441DD" w:rsidR="0038287A" w:rsidRDefault="0038287A" w:rsidP="0038287A">
            <w:pPr>
              <w:jc w:val="center"/>
            </w:pPr>
            <w:r>
              <w:t>Niveaux 1 à 4</w:t>
            </w:r>
          </w:p>
        </w:tc>
        <w:tc>
          <w:tcPr>
            <w:tcW w:w="3021" w:type="dxa"/>
            <w:vAlign w:val="center"/>
          </w:tcPr>
          <w:p w14:paraId="51654AB2" w14:textId="64527C06" w:rsidR="0038287A" w:rsidRDefault="0038287A" w:rsidP="0038287A">
            <w:pPr>
              <w:jc w:val="center"/>
            </w:pPr>
            <w:r>
              <w:t>Niveau 5</w:t>
            </w:r>
          </w:p>
        </w:tc>
      </w:tr>
      <w:tr w:rsidR="0038287A" w14:paraId="0E499738" w14:textId="77777777" w:rsidTr="00E87A73">
        <w:tc>
          <w:tcPr>
            <w:tcW w:w="3020" w:type="dxa"/>
            <w:vAlign w:val="center"/>
          </w:tcPr>
          <w:p w14:paraId="0F33CA25" w14:textId="77777777" w:rsidR="0038287A" w:rsidRDefault="0038287A" w:rsidP="0038287A">
            <w:pPr>
              <w:jc w:val="center"/>
              <w:rPr>
                <w:b/>
                <w:bCs/>
              </w:rPr>
            </w:pPr>
          </w:p>
          <w:p w14:paraId="56CB6E21" w14:textId="42BE0788" w:rsidR="0038287A" w:rsidRPr="00E87A73" w:rsidRDefault="0038287A" w:rsidP="0038287A">
            <w:pPr>
              <w:jc w:val="center"/>
              <w:rPr>
                <w:b/>
                <w:bCs/>
              </w:rPr>
            </w:pPr>
            <w:r w:rsidRPr="00E87A73">
              <w:rPr>
                <w:b/>
                <w:bCs/>
              </w:rPr>
              <w:t>Equipements et sécurité incendie</w:t>
            </w:r>
          </w:p>
          <w:p w14:paraId="092639A8" w14:textId="77777777" w:rsidR="0038287A" w:rsidRDefault="0038287A" w:rsidP="0038287A">
            <w:pPr>
              <w:jc w:val="center"/>
            </w:pPr>
            <w:r>
              <w:t>Extincteurs, alarme incendie</w:t>
            </w:r>
          </w:p>
          <w:p w14:paraId="3C639038" w14:textId="50DEA9D5" w:rsidR="0038287A" w:rsidRDefault="0038287A" w:rsidP="0038287A">
            <w:pPr>
              <w:jc w:val="center"/>
            </w:pPr>
          </w:p>
        </w:tc>
        <w:tc>
          <w:tcPr>
            <w:tcW w:w="3021" w:type="dxa"/>
            <w:vAlign w:val="center"/>
          </w:tcPr>
          <w:p w14:paraId="52A07694" w14:textId="48746DF9" w:rsidR="0038287A" w:rsidRDefault="0038287A" w:rsidP="0038287A">
            <w:pPr>
              <w:jc w:val="center"/>
            </w:pPr>
            <w:r>
              <w:t>Niveaux 1 à 4</w:t>
            </w:r>
          </w:p>
        </w:tc>
        <w:tc>
          <w:tcPr>
            <w:tcW w:w="3021" w:type="dxa"/>
            <w:vAlign w:val="center"/>
          </w:tcPr>
          <w:p w14:paraId="70F1FB7B" w14:textId="1B3BF797" w:rsidR="0038287A" w:rsidRDefault="0038287A" w:rsidP="0038287A">
            <w:pPr>
              <w:jc w:val="center"/>
            </w:pPr>
            <w:r>
              <w:t>Niveau 5</w:t>
            </w:r>
          </w:p>
        </w:tc>
      </w:tr>
      <w:tr w:rsidR="0038287A" w14:paraId="17824A97" w14:textId="77777777" w:rsidTr="00E87A73">
        <w:tc>
          <w:tcPr>
            <w:tcW w:w="3020" w:type="dxa"/>
            <w:vAlign w:val="center"/>
          </w:tcPr>
          <w:p w14:paraId="06684053" w14:textId="77777777" w:rsidR="0038287A" w:rsidRDefault="0038287A" w:rsidP="0038287A">
            <w:pPr>
              <w:jc w:val="center"/>
              <w:rPr>
                <w:b/>
                <w:bCs/>
              </w:rPr>
            </w:pPr>
          </w:p>
          <w:p w14:paraId="5B99673C" w14:textId="1A7E9D61" w:rsidR="0038287A" w:rsidRPr="00E87A73" w:rsidRDefault="0038287A" w:rsidP="0038287A">
            <w:pPr>
              <w:jc w:val="center"/>
              <w:rPr>
                <w:b/>
                <w:bCs/>
              </w:rPr>
            </w:pPr>
            <w:r w:rsidRPr="00E87A73">
              <w:rPr>
                <w:b/>
                <w:bCs/>
              </w:rPr>
              <w:t>Isolations techniques et systèmes informatiques</w:t>
            </w:r>
          </w:p>
          <w:p w14:paraId="6BE69C6D" w14:textId="77777777" w:rsidR="0038287A" w:rsidRDefault="0038287A" w:rsidP="0038287A">
            <w:pPr>
              <w:jc w:val="center"/>
            </w:pPr>
            <w:r>
              <w:t>Matériels</w:t>
            </w:r>
          </w:p>
          <w:p w14:paraId="383B0ACC" w14:textId="68785876" w:rsidR="0038287A" w:rsidRDefault="0038287A" w:rsidP="0038287A">
            <w:pPr>
              <w:jc w:val="center"/>
            </w:pPr>
          </w:p>
        </w:tc>
        <w:tc>
          <w:tcPr>
            <w:tcW w:w="3021" w:type="dxa"/>
            <w:vAlign w:val="center"/>
          </w:tcPr>
          <w:p w14:paraId="4C1A0A94" w14:textId="6F5736D1" w:rsidR="0038287A" w:rsidRDefault="0038287A" w:rsidP="0038287A">
            <w:pPr>
              <w:jc w:val="center"/>
            </w:pPr>
            <w:r>
              <w:lastRenderedPageBreak/>
              <w:t>Niveaux 1 à 4</w:t>
            </w:r>
          </w:p>
        </w:tc>
        <w:tc>
          <w:tcPr>
            <w:tcW w:w="3021" w:type="dxa"/>
            <w:vAlign w:val="center"/>
          </w:tcPr>
          <w:p w14:paraId="1E149AC5" w14:textId="2544C408" w:rsidR="0038287A" w:rsidRDefault="0038287A" w:rsidP="0038287A">
            <w:pPr>
              <w:jc w:val="center"/>
            </w:pPr>
            <w:r>
              <w:t>Niveau 5</w:t>
            </w:r>
          </w:p>
        </w:tc>
      </w:tr>
      <w:tr w:rsidR="0038287A" w14:paraId="7B068F4B" w14:textId="77777777" w:rsidTr="00E87A73">
        <w:tc>
          <w:tcPr>
            <w:tcW w:w="3020" w:type="dxa"/>
            <w:vAlign w:val="center"/>
          </w:tcPr>
          <w:p w14:paraId="2CA54789" w14:textId="77777777" w:rsidR="0038287A" w:rsidRDefault="0038287A" w:rsidP="0038287A">
            <w:pPr>
              <w:jc w:val="center"/>
              <w:rPr>
                <w:b/>
                <w:bCs/>
              </w:rPr>
            </w:pPr>
          </w:p>
          <w:p w14:paraId="72E37BFE" w14:textId="77777777" w:rsidR="0038287A" w:rsidRDefault="0038287A" w:rsidP="0038287A">
            <w:pPr>
              <w:jc w:val="center"/>
              <w:rPr>
                <w:b/>
                <w:bCs/>
              </w:rPr>
            </w:pPr>
            <w:r>
              <w:rPr>
                <w:b/>
                <w:bCs/>
              </w:rPr>
              <w:t>Electricité</w:t>
            </w:r>
          </w:p>
          <w:p w14:paraId="4649EF13" w14:textId="5BB61228" w:rsidR="0038287A" w:rsidRPr="00E87A73" w:rsidRDefault="0038287A" w:rsidP="0038287A">
            <w:pPr>
              <w:jc w:val="center"/>
              <w:rPr>
                <w:b/>
                <w:bCs/>
              </w:rPr>
            </w:pPr>
          </w:p>
        </w:tc>
        <w:tc>
          <w:tcPr>
            <w:tcW w:w="3021" w:type="dxa"/>
            <w:vAlign w:val="center"/>
          </w:tcPr>
          <w:p w14:paraId="1D6573C3" w14:textId="36C2D39A" w:rsidR="0038287A" w:rsidRDefault="0038287A" w:rsidP="0038287A">
            <w:pPr>
              <w:jc w:val="center"/>
            </w:pPr>
            <w:r>
              <w:t>Niveaux 1 à 4</w:t>
            </w:r>
          </w:p>
        </w:tc>
        <w:tc>
          <w:tcPr>
            <w:tcW w:w="3021" w:type="dxa"/>
            <w:vAlign w:val="center"/>
          </w:tcPr>
          <w:p w14:paraId="5816BABB" w14:textId="0BDA4F14" w:rsidR="0038287A" w:rsidRDefault="0038287A" w:rsidP="0038287A">
            <w:pPr>
              <w:jc w:val="center"/>
            </w:pPr>
            <w:r>
              <w:t>Niveau 5</w:t>
            </w:r>
          </w:p>
        </w:tc>
      </w:tr>
      <w:tr w:rsidR="0038287A" w14:paraId="0652CDC5" w14:textId="77777777" w:rsidTr="00E87A73">
        <w:tc>
          <w:tcPr>
            <w:tcW w:w="3020" w:type="dxa"/>
            <w:vAlign w:val="center"/>
          </w:tcPr>
          <w:p w14:paraId="7BEF6311" w14:textId="77777777" w:rsidR="0038287A" w:rsidRDefault="0038287A" w:rsidP="0038287A">
            <w:pPr>
              <w:jc w:val="center"/>
              <w:rPr>
                <w:b/>
                <w:bCs/>
              </w:rPr>
            </w:pPr>
          </w:p>
          <w:p w14:paraId="164060D5" w14:textId="1C18BBF5" w:rsidR="0038287A" w:rsidRPr="00E87A73" w:rsidRDefault="0038287A" w:rsidP="0038287A">
            <w:pPr>
              <w:jc w:val="center"/>
              <w:rPr>
                <w:b/>
                <w:bCs/>
              </w:rPr>
            </w:pPr>
            <w:r w:rsidRPr="00E87A73">
              <w:rPr>
                <w:b/>
                <w:bCs/>
              </w:rPr>
              <w:t>Equipements sanitaires</w:t>
            </w:r>
          </w:p>
          <w:p w14:paraId="26CB8F9B" w14:textId="77777777" w:rsidR="0038287A" w:rsidRDefault="0038287A" w:rsidP="0038287A">
            <w:pPr>
              <w:jc w:val="center"/>
              <w:rPr>
                <w:b/>
                <w:bCs/>
              </w:rPr>
            </w:pPr>
            <w:r w:rsidRPr="00E87A73">
              <w:rPr>
                <w:b/>
                <w:bCs/>
              </w:rPr>
              <w:t>Installations de chauffage</w:t>
            </w:r>
          </w:p>
          <w:p w14:paraId="7C744038" w14:textId="29B884CE" w:rsidR="0038287A" w:rsidRDefault="0038287A" w:rsidP="0038287A">
            <w:pPr>
              <w:jc w:val="center"/>
            </w:pPr>
          </w:p>
        </w:tc>
        <w:tc>
          <w:tcPr>
            <w:tcW w:w="3021" w:type="dxa"/>
            <w:vAlign w:val="center"/>
          </w:tcPr>
          <w:p w14:paraId="12D09B7C" w14:textId="19B15064" w:rsidR="0038287A" w:rsidRDefault="0038287A" w:rsidP="0038287A">
            <w:pPr>
              <w:jc w:val="center"/>
            </w:pPr>
            <w:r>
              <w:t>Niveaux 1 à 4</w:t>
            </w:r>
          </w:p>
        </w:tc>
        <w:tc>
          <w:tcPr>
            <w:tcW w:w="3021" w:type="dxa"/>
            <w:vAlign w:val="center"/>
          </w:tcPr>
          <w:p w14:paraId="67E99054" w14:textId="53DDFA9F" w:rsidR="0038287A" w:rsidRDefault="0038287A" w:rsidP="0038287A">
            <w:pPr>
              <w:jc w:val="center"/>
            </w:pPr>
            <w:r>
              <w:t>Niveau 5</w:t>
            </w:r>
          </w:p>
        </w:tc>
      </w:tr>
      <w:tr w:rsidR="0038287A" w14:paraId="6CB45684" w14:textId="77777777" w:rsidTr="00F60DCB">
        <w:tc>
          <w:tcPr>
            <w:tcW w:w="3020" w:type="dxa"/>
            <w:vAlign w:val="center"/>
          </w:tcPr>
          <w:p w14:paraId="3D955C21" w14:textId="77777777" w:rsidR="0038287A" w:rsidRDefault="0038287A" w:rsidP="0038287A">
            <w:pPr>
              <w:jc w:val="center"/>
              <w:rPr>
                <w:b/>
                <w:bCs/>
              </w:rPr>
            </w:pPr>
          </w:p>
          <w:p w14:paraId="6796D613" w14:textId="6A50ECB2" w:rsidR="0038287A" w:rsidRDefault="0038287A" w:rsidP="0038287A">
            <w:pPr>
              <w:jc w:val="center"/>
              <w:rPr>
                <w:b/>
                <w:bCs/>
              </w:rPr>
            </w:pPr>
            <w:r w:rsidRPr="00E87A73">
              <w:rPr>
                <w:b/>
                <w:bCs/>
              </w:rPr>
              <w:t xml:space="preserve">Equipements </w:t>
            </w:r>
            <w:r>
              <w:rPr>
                <w:b/>
                <w:bCs/>
              </w:rPr>
              <w:t>d’éclairage</w:t>
            </w:r>
          </w:p>
          <w:p w14:paraId="576F77C4" w14:textId="77777777" w:rsidR="0038287A" w:rsidRDefault="0038287A" w:rsidP="0038287A">
            <w:pPr>
              <w:jc w:val="center"/>
            </w:pPr>
            <w:r>
              <w:t>Appareillages et commandes</w:t>
            </w:r>
          </w:p>
          <w:p w14:paraId="209F96E2" w14:textId="25FC344F" w:rsidR="0038287A" w:rsidRDefault="0038287A" w:rsidP="0038287A">
            <w:pPr>
              <w:jc w:val="center"/>
            </w:pPr>
          </w:p>
        </w:tc>
        <w:tc>
          <w:tcPr>
            <w:tcW w:w="3021" w:type="dxa"/>
            <w:vAlign w:val="center"/>
          </w:tcPr>
          <w:p w14:paraId="256C18DF" w14:textId="6E86D619" w:rsidR="0038287A" w:rsidRDefault="0038287A" w:rsidP="0038287A">
            <w:pPr>
              <w:jc w:val="center"/>
            </w:pPr>
            <w:r>
              <w:t>Niveaux 1 à 4</w:t>
            </w:r>
          </w:p>
        </w:tc>
        <w:tc>
          <w:tcPr>
            <w:tcW w:w="3021" w:type="dxa"/>
            <w:vAlign w:val="center"/>
          </w:tcPr>
          <w:p w14:paraId="3F02E267" w14:textId="65B76110" w:rsidR="0038287A" w:rsidRDefault="0038287A" w:rsidP="0038287A">
            <w:pPr>
              <w:jc w:val="center"/>
            </w:pPr>
            <w:r>
              <w:t>Niveau 5</w:t>
            </w:r>
          </w:p>
        </w:tc>
      </w:tr>
      <w:tr w:rsidR="0038287A" w14:paraId="1D0702ED" w14:textId="77777777" w:rsidTr="00E87A73">
        <w:tc>
          <w:tcPr>
            <w:tcW w:w="3020" w:type="dxa"/>
            <w:vAlign w:val="center"/>
          </w:tcPr>
          <w:p w14:paraId="78713935" w14:textId="77777777" w:rsidR="0038287A" w:rsidRDefault="0038287A" w:rsidP="0038287A">
            <w:pPr>
              <w:jc w:val="center"/>
              <w:rPr>
                <w:b/>
                <w:bCs/>
              </w:rPr>
            </w:pPr>
          </w:p>
          <w:p w14:paraId="3C2D0BAB" w14:textId="77777777" w:rsidR="0038287A" w:rsidRDefault="0038287A" w:rsidP="0038287A">
            <w:pPr>
              <w:jc w:val="center"/>
              <w:rPr>
                <w:b/>
                <w:bCs/>
              </w:rPr>
            </w:pPr>
            <w:r w:rsidRPr="00581445">
              <w:rPr>
                <w:b/>
                <w:bCs/>
              </w:rPr>
              <w:t>Peintures et revêtements muraux souples et carrelés</w:t>
            </w:r>
          </w:p>
          <w:p w14:paraId="0023EF27" w14:textId="2AACA46F" w:rsidR="0038287A" w:rsidRPr="00581445" w:rsidRDefault="0038287A" w:rsidP="0038287A">
            <w:pPr>
              <w:jc w:val="center"/>
              <w:rPr>
                <w:b/>
                <w:bCs/>
              </w:rPr>
            </w:pPr>
          </w:p>
        </w:tc>
        <w:tc>
          <w:tcPr>
            <w:tcW w:w="3021" w:type="dxa"/>
            <w:vAlign w:val="center"/>
          </w:tcPr>
          <w:p w14:paraId="7D9A4D7B" w14:textId="595A686F" w:rsidR="0038287A" w:rsidRDefault="0038287A" w:rsidP="0038287A">
            <w:pPr>
              <w:jc w:val="center"/>
            </w:pPr>
            <w:r>
              <w:t>Niveaux 1 à 4</w:t>
            </w:r>
          </w:p>
        </w:tc>
        <w:tc>
          <w:tcPr>
            <w:tcW w:w="3021" w:type="dxa"/>
            <w:vAlign w:val="center"/>
          </w:tcPr>
          <w:p w14:paraId="239B6F3B" w14:textId="571C8C97" w:rsidR="0038287A" w:rsidRDefault="0038287A" w:rsidP="0038287A">
            <w:pPr>
              <w:jc w:val="center"/>
            </w:pPr>
            <w:r>
              <w:t>Niveau 5</w:t>
            </w:r>
          </w:p>
        </w:tc>
      </w:tr>
      <w:tr w:rsidR="0038287A" w14:paraId="36C4D009" w14:textId="77777777" w:rsidTr="00E87A73">
        <w:tc>
          <w:tcPr>
            <w:tcW w:w="3020" w:type="dxa"/>
            <w:vAlign w:val="center"/>
          </w:tcPr>
          <w:p w14:paraId="62FA6E69" w14:textId="77777777" w:rsidR="0038287A" w:rsidRDefault="0038287A" w:rsidP="0038287A">
            <w:pPr>
              <w:jc w:val="center"/>
              <w:rPr>
                <w:b/>
                <w:bCs/>
              </w:rPr>
            </w:pPr>
          </w:p>
          <w:p w14:paraId="5F2CECD8" w14:textId="77777777" w:rsidR="0038287A" w:rsidRDefault="0038287A" w:rsidP="0038287A">
            <w:pPr>
              <w:jc w:val="center"/>
              <w:rPr>
                <w:b/>
                <w:bCs/>
              </w:rPr>
            </w:pPr>
            <w:r w:rsidRPr="00581445">
              <w:rPr>
                <w:b/>
                <w:bCs/>
              </w:rPr>
              <w:t>Equipements intérieurs, mobiliers et électroménager</w:t>
            </w:r>
          </w:p>
          <w:p w14:paraId="1ED891C8" w14:textId="3C6A9041" w:rsidR="0038287A" w:rsidRPr="00581445" w:rsidRDefault="0038287A" w:rsidP="0038287A">
            <w:pPr>
              <w:jc w:val="center"/>
              <w:rPr>
                <w:b/>
                <w:bCs/>
              </w:rPr>
            </w:pPr>
          </w:p>
        </w:tc>
        <w:tc>
          <w:tcPr>
            <w:tcW w:w="3021" w:type="dxa"/>
            <w:vAlign w:val="center"/>
          </w:tcPr>
          <w:p w14:paraId="755D56CE" w14:textId="2A26BEEC" w:rsidR="0038287A" w:rsidRDefault="0038287A" w:rsidP="0038287A">
            <w:pPr>
              <w:jc w:val="center"/>
            </w:pPr>
            <w:r>
              <w:t>Niveaux 1 à 4</w:t>
            </w:r>
          </w:p>
        </w:tc>
        <w:tc>
          <w:tcPr>
            <w:tcW w:w="3021" w:type="dxa"/>
            <w:vAlign w:val="center"/>
          </w:tcPr>
          <w:p w14:paraId="18D82309" w14:textId="16B336E6" w:rsidR="0038287A" w:rsidRDefault="0038287A" w:rsidP="0038287A">
            <w:pPr>
              <w:jc w:val="center"/>
            </w:pPr>
            <w:r>
              <w:t>Niveau 5</w:t>
            </w:r>
          </w:p>
        </w:tc>
      </w:tr>
      <w:tr w:rsidR="00581445" w14:paraId="3526095D" w14:textId="77777777" w:rsidTr="00E87A73">
        <w:tc>
          <w:tcPr>
            <w:tcW w:w="3020" w:type="dxa"/>
            <w:vAlign w:val="center"/>
          </w:tcPr>
          <w:p w14:paraId="2E50B315" w14:textId="77777777" w:rsidR="00581445" w:rsidRDefault="00581445" w:rsidP="00581445">
            <w:pPr>
              <w:jc w:val="center"/>
              <w:rPr>
                <w:b/>
                <w:bCs/>
              </w:rPr>
            </w:pPr>
          </w:p>
          <w:p w14:paraId="3D166825" w14:textId="59871580" w:rsidR="00581445" w:rsidRPr="00581445" w:rsidRDefault="00581445" w:rsidP="00581445">
            <w:pPr>
              <w:jc w:val="center"/>
              <w:rPr>
                <w:b/>
                <w:bCs/>
              </w:rPr>
            </w:pPr>
            <w:r w:rsidRPr="00581445">
              <w:rPr>
                <w:b/>
                <w:bCs/>
              </w:rPr>
              <w:t>Equipements extérieurs</w:t>
            </w:r>
          </w:p>
          <w:p w14:paraId="4AD982F8" w14:textId="77777777" w:rsidR="00581445" w:rsidRDefault="00581445" w:rsidP="00581445">
            <w:pPr>
              <w:jc w:val="center"/>
            </w:pPr>
            <w:r>
              <w:t>Allées, jardin et éclairage extérieur</w:t>
            </w:r>
          </w:p>
          <w:p w14:paraId="0E60FDB0" w14:textId="68F2EF76" w:rsidR="00581445" w:rsidRDefault="00581445" w:rsidP="00581445">
            <w:pPr>
              <w:jc w:val="center"/>
            </w:pPr>
          </w:p>
        </w:tc>
        <w:tc>
          <w:tcPr>
            <w:tcW w:w="3021" w:type="dxa"/>
            <w:vAlign w:val="center"/>
          </w:tcPr>
          <w:p w14:paraId="39F0F4C6" w14:textId="14F4103A" w:rsidR="00581445" w:rsidRDefault="00581445" w:rsidP="00581445">
            <w:pPr>
              <w:jc w:val="center"/>
            </w:pPr>
            <w:r>
              <w:t>Entretien, décoration et nettoyage des circulations</w:t>
            </w:r>
          </w:p>
        </w:tc>
        <w:tc>
          <w:tcPr>
            <w:tcW w:w="3021" w:type="dxa"/>
            <w:vAlign w:val="center"/>
          </w:tcPr>
          <w:p w14:paraId="6BEB18DF" w14:textId="6B41FFDA" w:rsidR="00581445" w:rsidRDefault="00581445" w:rsidP="00581445">
            <w:pPr>
              <w:jc w:val="center"/>
            </w:pPr>
            <w:r>
              <w:t>Toute autre intervention de maintenance, remplacement et rénovation</w:t>
            </w:r>
          </w:p>
        </w:tc>
      </w:tr>
    </w:tbl>
    <w:p w14:paraId="7482BF26" w14:textId="77777777" w:rsidR="00E87A73" w:rsidRDefault="00E87A73" w:rsidP="00F13E55"/>
    <w:p w14:paraId="5F49A6EF" w14:textId="7DDB200F" w:rsidR="00F13E55" w:rsidRDefault="00F13E55" w:rsidP="00F13E55">
      <w:r>
        <w:t xml:space="preserve">Faute pour le </w:t>
      </w:r>
      <w:r w:rsidR="008B3ED8">
        <w:t>concessionnaire</w:t>
      </w:r>
      <w:r>
        <w:t xml:space="preserve"> de pourvoir à l’entretien des ouvrages, matériels et installations du service, le </w:t>
      </w:r>
      <w:r w:rsidR="008B3ED8">
        <w:t>concédant</w:t>
      </w:r>
      <w:r>
        <w:t xml:space="preserve"> peut faire procéder aux frais du </w:t>
      </w:r>
      <w:r w:rsidR="008B3ED8">
        <w:t>concessionnaire</w:t>
      </w:r>
      <w:r>
        <w:t xml:space="preserve"> à l’exécution d’office des travaux nécessaires au fonctionnement du service après mise en demeure par lettre recommandée avec accusé de réception restée sans effet dans un délai de quinze jours.</w:t>
      </w:r>
    </w:p>
    <w:p w14:paraId="27960B19" w14:textId="77777777" w:rsidR="00F13E55" w:rsidRDefault="00F13E55" w:rsidP="00F13E55">
      <w:r>
        <w:t xml:space="preserve"> </w:t>
      </w:r>
    </w:p>
    <w:p w14:paraId="4234839E" w14:textId="28BBF22E" w:rsidR="00F13E55" w:rsidRDefault="00F13E55" w:rsidP="00F13E55">
      <w:r>
        <w:t xml:space="preserve">Le </w:t>
      </w:r>
      <w:r w:rsidR="008B3ED8">
        <w:t>concessionnaire</w:t>
      </w:r>
      <w:r>
        <w:t xml:space="preserve"> ne doit rien faire ou laisser faire qui puisse détériorer les biens mis à disposition. Il doit prévenir immédiatement le </w:t>
      </w:r>
      <w:r w:rsidR="008B3ED8">
        <w:t>concédant</w:t>
      </w:r>
      <w:r>
        <w:t xml:space="preserve"> de toute atteinte qui serait portée à sa propriété, de toute dégradation ou détérioration qui viendrait à se produire dans les biens immobiliers, gros matériels et qui rendraient nécessaires des travaux incombant au </w:t>
      </w:r>
      <w:r w:rsidR="008B3ED8">
        <w:t>concédant</w:t>
      </w:r>
      <w:r>
        <w:t>.</w:t>
      </w:r>
    </w:p>
    <w:p w14:paraId="73AA0D73" w14:textId="77777777" w:rsidR="00F13E55" w:rsidRDefault="00F13E55" w:rsidP="00F13E55"/>
    <w:p w14:paraId="5DD2F8CD" w14:textId="0C23C0D6" w:rsidR="00F13E55" w:rsidRDefault="00F13E55" w:rsidP="00F13E55">
      <w:r>
        <w:t xml:space="preserve">Les contrats d'entretien technique et de contrôles obligatoires que le </w:t>
      </w:r>
      <w:r w:rsidR="008B3ED8">
        <w:t>concessionnaire</w:t>
      </w:r>
      <w:r>
        <w:t xml:space="preserve"> a souscrits sont portés à la connaissance du </w:t>
      </w:r>
      <w:r w:rsidR="008B3ED8">
        <w:t>concédant</w:t>
      </w:r>
      <w:r>
        <w:t xml:space="preserve"> </w:t>
      </w:r>
      <w:r w:rsidR="00EA30E5">
        <w:t xml:space="preserve">au lancement </w:t>
      </w:r>
      <w:r w:rsidR="00EA30E5" w:rsidRPr="00EA30E5">
        <w:t>du contrat</w:t>
      </w:r>
      <w:r w:rsidR="00EA30E5">
        <w:t xml:space="preserve"> d’une part,</w:t>
      </w:r>
      <w:r w:rsidR="00EA30E5" w:rsidRPr="00EA30E5">
        <w:t xml:space="preserve"> et en cas de changement</w:t>
      </w:r>
      <w:r w:rsidR="00EA30E5">
        <w:t xml:space="preserve"> d’autre part </w:t>
      </w:r>
      <w:r>
        <w:t xml:space="preserve">; ces contrats ne peuvent être souscrits pour une durée supérieure à celle </w:t>
      </w:r>
      <w:r w:rsidR="00EA30E5">
        <w:t>du</w:t>
      </w:r>
      <w:r w:rsidR="00490FA4">
        <w:t xml:space="preserve"> présent contrat</w:t>
      </w:r>
      <w:r>
        <w:t xml:space="preserve"> et prennent fin en cas de résiliation anticipée de ce dernier.</w:t>
      </w:r>
    </w:p>
    <w:p w14:paraId="019FAC6A" w14:textId="77777777" w:rsidR="00F13E55" w:rsidRDefault="00F13E55" w:rsidP="00F13E55"/>
    <w:p w14:paraId="65A60D1C" w14:textId="77777777" w:rsidR="00F13E55" w:rsidRDefault="00F13E55" w:rsidP="00F13E55"/>
    <w:p w14:paraId="2E51EAA1" w14:textId="77777777" w:rsidR="00F13E55" w:rsidRDefault="00F13E55" w:rsidP="00F13E55">
      <w:pPr>
        <w:pStyle w:val="Titre2"/>
        <w:numPr>
          <w:ilvl w:val="1"/>
          <w:numId w:val="1"/>
        </w:numPr>
      </w:pPr>
      <w:bookmarkStart w:id="85" w:name="_Toc99364887"/>
      <w:bookmarkStart w:id="86" w:name="_Toc101860483"/>
      <w:bookmarkStart w:id="87" w:name="_Toc189735729"/>
      <w:r>
        <w:t>Travaux de renouvellement et grosses réparations</w:t>
      </w:r>
      <w:bookmarkEnd w:id="85"/>
      <w:bookmarkEnd w:id="86"/>
      <w:bookmarkEnd w:id="87"/>
    </w:p>
    <w:p w14:paraId="17A2E04F" w14:textId="77777777" w:rsidR="00F13E55" w:rsidRDefault="00F13E55" w:rsidP="00F13E55"/>
    <w:p w14:paraId="096E7CC1" w14:textId="77777777" w:rsidR="007A7C64" w:rsidRDefault="00F13E55" w:rsidP="00581445">
      <w:r>
        <w:t xml:space="preserve">Les éventuels travaux de renouvellement et de grosses réparations rendus nécessaires sur la durée </w:t>
      </w:r>
      <w:r w:rsidR="00490FA4">
        <w:t>du contrat</w:t>
      </w:r>
      <w:r>
        <w:t xml:space="preserve"> </w:t>
      </w:r>
      <w:r w:rsidR="00612675">
        <w:t xml:space="preserve">sont </w:t>
      </w:r>
      <w:r>
        <w:t xml:space="preserve">à la charge du </w:t>
      </w:r>
      <w:r w:rsidR="008B3ED8">
        <w:t>concédant</w:t>
      </w:r>
      <w:r>
        <w:t>.</w:t>
      </w:r>
    </w:p>
    <w:p w14:paraId="0B74B071" w14:textId="77777777" w:rsidR="000A0543" w:rsidRDefault="000A0543" w:rsidP="00581445"/>
    <w:p w14:paraId="44BC9B3C" w14:textId="26A3B901" w:rsidR="008A7094" w:rsidRPr="000A0543" w:rsidRDefault="007A7C64" w:rsidP="00581445">
      <w:r w:rsidRPr="000A0543">
        <w:t>Le GER et les grosses réparation</w:t>
      </w:r>
      <w:r w:rsidR="004055CB">
        <w:t>s</w:t>
      </w:r>
      <w:r w:rsidRPr="000A0543">
        <w:t xml:space="preserve"> consistent en la nécessité de remplacer un équipement complet (</w:t>
      </w:r>
      <w:r w:rsidRPr="000A0543">
        <w:rPr>
          <w:i/>
          <w:iCs/>
        </w:rPr>
        <w:t>ensemble</w:t>
      </w:r>
      <w:r w:rsidRPr="000A0543">
        <w:t>) et non une ou des pièce(s) d’un ensemble.</w:t>
      </w:r>
      <w:r w:rsidR="008A7094" w:rsidRPr="000A0543">
        <w:br w:type="page"/>
      </w:r>
    </w:p>
    <w:p w14:paraId="129C2CC8" w14:textId="74AD34B8" w:rsidR="007B22AE" w:rsidRDefault="008A7094" w:rsidP="008A7094">
      <w:pPr>
        <w:pStyle w:val="Titre1"/>
      </w:pPr>
      <w:bookmarkStart w:id="88" w:name="_Toc189735730"/>
      <w:r>
        <w:lastRenderedPageBreak/>
        <w:t>Chapitre quatrième – P</w:t>
      </w:r>
      <w:r w:rsidR="007B22AE">
        <w:t>ersonnel</w:t>
      </w:r>
      <w:bookmarkEnd w:id="88"/>
    </w:p>
    <w:p w14:paraId="6E3BE837" w14:textId="77777777" w:rsidR="008A7094" w:rsidRDefault="008A7094" w:rsidP="007B22AE"/>
    <w:p w14:paraId="53469FE5" w14:textId="77777777" w:rsidR="008A7094" w:rsidRDefault="008A7094" w:rsidP="008A7094">
      <w:pPr>
        <w:pStyle w:val="Titre2"/>
        <w:numPr>
          <w:ilvl w:val="1"/>
          <w:numId w:val="1"/>
        </w:numPr>
      </w:pPr>
      <w:bookmarkStart w:id="89" w:name="_Toc189735731"/>
      <w:r>
        <w:t>Obligations du concessionnaire</w:t>
      </w:r>
      <w:bookmarkEnd w:id="89"/>
    </w:p>
    <w:p w14:paraId="3C340569" w14:textId="77777777" w:rsidR="007B22AE" w:rsidRDefault="007B22AE" w:rsidP="007B22AE"/>
    <w:p w14:paraId="2D508601" w14:textId="7BB7F721" w:rsidR="00F13E55" w:rsidRDefault="00F13E55" w:rsidP="00F13E55">
      <w:r>
        <w:t xml:space="preserve">Le </w:t>
      </w:r>
      <w:r w:rsidR="008B3ED8">
        <w:t>concessionnaire</w:t>
      </w:r>
      <w:r>
        <w:t xml:space="preserve"> a l’entière responsabilité de son personnel. Plus particulièrement, il est l'employeur de son personnel et en assume toutes les responsabilités (</w:t>
      </w:r>
      <w:r w:rsidRPr="00001B0D">
        <w:rPr>
          <w:i/>
          <w:iCs/>
        </w:rPr>
        <w:t>contrats de travail, accords d’entreprises et négociations collectives, formation, embauches, licenciements, avancements, promotions, sanctions</w:t>
      </w:r>
      <w:r>
        <w:t xml:space="preserve">). </w:t>
      </w:r>
    </w:p>
    <w:p w14:paraId="053195B4" w14:textId="77777777" w:rsidR="00F13E55" w:rsidRDefault="00F13E55" w:rsidP="00F13E55"/>
    <w:p w14:paraId="5A48DCDA" w14:textId="57DE07B8" w:rsidR="00F13E55" w:rsidRDefault="00F13E55" w:rsidP="00F13E55">
      <w:r>
        <w:t xml:space="preserve">Le personnel du </w:t>
      </w:r>
      <w:r w:rsidR="008B3ED8">
        <w:t>concessionnaire</w:t>
      </w:r>
      <w:r>
        <w:t xml:space="preserve"> est exclusivement rémunéré par ses soins, charges sociales et patronales et autres frais compris ; il fixe les rémunérations du personnel conformément aux usages de la profession et à la convention dont il relève.</w:t>
      </w:r>
    </w:p>
    <w:p w14:paraId="384D7575" w14:textId="77777777" w:rsidR="00F13E55" w:rsidRDefault="00F13E55" w:rsidP="00F13E55"/>
    <w:p w14:paraId="0E9FD051" w14:textId="2F36FBEC" w:rsidR="00F13E55" w:rsidRDefault="00F13E55" w:rsidP="00F13E55">
      <w:r>
        <w:t xml:space="preserve">Le </w:t>
      </w:r>
      <w:r w:rsidR="008B3ED8">
        <w:t>concessionnaire</w:t>
      </w:r>
      <w:r>
        <w:t xml:space="preserve"> remet au </w:t>
      </w:r>
      <w:r w:rsidR="008B3ED8">
        <w:t>concédant</w:t>
      </w:r>
      <w:r>
        <w:t xml:space="preserve">, lors de l’entrée en vigueur </w:t>
      </w:r>
      <w:r w:rsidR="00466381">
        <w:t>du présent</w:t>
      </w:r>
      <w:r w:rsidR="00490FA4">
        <w:t xml:space="preserve"> contrat</w:t>
      </w:r>
      <w:r>
        <w:t>, les statuts applicables au personnel du service ou les références à la convention collective à laquelle il adhère.</w:t>
      </w:r>
    </w:p>
    <w:p w14:paraId="2407597E" w14:textId="77777777" w:rsidR="00F13E55" w:rsidRDefault="00F13E55" w:rsidP="00F13E55"/>
    <w:p w14:paraId="4900F4BD" w14:textId="40738A5A" w:rsidR="00F13E55" w:rsidRDefault="00F13E55" w:rsidP="00F13E55">
      <w:r>
        <w:t xml:space="preserve">Le </w:t>
      </w:r>
      <w:r w:rsidR="008B3ED8">
        <w:t>concessionnaire</w:t>
      </w:r>
      <w:r>
        <w:t xml:space="preserve"> doit également garantir le respect des principes de laïcité et de neutralité par le personnel placé sous sa responsabilité.</w:t>
      </w:r>
    </w:p>
    <w:p w14:paraId="44B9D8D1" w14:textId="77777777" w:rsidR="00F13E55" w:rsidRDefault="00F13E55" w:rsidP="00F13E55"/>
    <w:p w14:paraId="28BFA1D2" w14:textId="37AE8CDC" w:rsidR="00F13E55" w:rsidRDefault="00F13E55" w:rsidP="00F13E55">
      <w:r>
        <w:t xml:space="preserve">Le </w:t>
      </w:r>
      <w:r w:rsidR="008B3ED8">
        <w:t>concessionnaire</w:t>
      </w:r>
      <w:r>
        <w:t xml:space="preserve"> assure l’ensemble des vérifications nécessaires sur le statut judiciaire du personnel qu’il envisage de recruter.</w:t>
      </w:r>
    </w:p>
    <w:p w14:paraId="5AAFAB3C" w14:textId="77777777" w:rsidR="00F13E55" w:rsidRDefault="00F13E55" w:rsidP="00F13E55"/>
    <w:p w14:paraId="2049149C" w14:textId="4FDE334A" w:rsidR="00F13E55" w:rsidRDefault="00F13E55" w:rsidP="00F13E55">
      <w:r>
        <w:t xml:space="preserve">D’une manière générale, le </w:t>
      </w:r>
      <w:r w:rsidR="008B3ED8">
        <w:t>concessionnaire</w:t>
      </w:r>
      <w:r>
        <w:t xml:space="preserve"> est tenu au respect des prescriptions légales et réglementaires en vigueur en matière sociale.</w:t>
      </w:r>
    </w:p>
    <w:p w14:paraId="2EA86928" w14:textId="77777777" w:rsidR="00F13E55" w:rsidRDefault="00F13E55" w:rsidP="00F13E55"/>
    <w:tbl>
      <w:tblPr>
        <w:tblStyle w:val="Grilledutableau"/>
        <w:tblW w:w="0" w:type="auto"/>
        <w:tblLook w:val="04A0" w:firstRow="1" w:lastRow="0" w:firstColumn="1" w:lastColumn="0" w:noHBand="0" w:noVBand="1"/>
      </w:tblPr>
      <w:tblGrid>
        <w:gridCol w:w="9062"/>
      </w:tblGrid>
      <w:tr w:rsidR="00F13E55" w14:paraId="3906E718" w14:textId="77777777" w:rsidTr="001A48DF">
        <w:tc>
          <w:tcPr>
            <w:tcW w:w="9062" w:type="dxa"/>
          </w:tcPr>
          <w:p w14:paraId="0DD6FE1F" w14:textId="77777777" w:rsidR="00F13E55" w:rsidRDefault="00F13E55" w:rsidP="001A48DF"/>
          <w:p w14:paraId="0BDFB5E5" w14:textId="77777777" w:rsidR="00F13E55" w:rsidRPr="00FE4FF3" w:rsidRDefault="00F13E55" w:rsidP="001A48DF">
            <w:pPr>
              <w:rPr>
                <w:b/>
                <w:bCs/>
                <w:u w:val="single"/>
              </w:rPr>
            </w:pPr>
            <w:r w:rsidRPr="00FE4FF3">
              <w:rPr>
                <w:b/>
                <w:bCs/>
                <w:u w:val="single"/>
              </w:rPr>
              <w:t>A compléter par le candidat :</w:t>
            </w:r>
          </w:p>
          <w:p w14:paraId="2051C25F" w14:textId="77777777" w:rsidR="00F13E55" w:rsidRDefault="00F13E55" w:rsidP="001A48DF"/>
          <w:p w14:paraId="7B9A887B" w14:textId="77777777" w:rsidR="00F13E55" w:rsidRDefault="00F13E55" w:rsidP="001A48DF">
            <w:r>
              <w:t>Le candidat transmet propose un plan de formation, ainsi qu’un planning de production détaillant les plages horaires d’une journée de production, enchaînement des tâches réalisées.</w:t>
            </w:r>
          </w:p>
          <w:p w14:paraId="7272CBF2" w14:textId="77777777" w:rsidR="00F13E55" w:rsidRDefault="00F13E55" w:rsidP="001A48DF"/>
        </w:tc>
      </w:tr>
    </w:tbl>
    <w:p w14:paraId="436B5A2B" w14:textId="5F64F6D7" w:rsidR="007B22AE" w:rsidRDefault="007B22AE" w:rsidP="007B22AE"/>
    <w:p w14:paraId="3F5E775D" w14:textId="77777777" w:rsidR="00F13E55" w:rsidRDefault="00F13E55" w:rsidP="007B22AE"/>
    <w:p w14:paraId="7CD76D6C" w14:textId="77777777" w:rsidR="00001B0D" w:rsidRDefault="00001B0D" w:rsidP="00001B0D">
      <w:pPr>
        <w:pStyle w:val="Titre2"/>
        <w:numPr>
          <w:ilvl w:val="1"/>
          <w:numId w:val="1"/>
        </w:numPr>
      </w:pPr>
      <w:bookmarkStart w:id="90" w:name="_Toc189735732"/>
      <w:r>
        <w:t>Affectation et qualification du personnel</w:t>
      </w:r>
      <w:bookmarkEnd w:id="90"/>
    </w:p>
    <w:p w14:paraId="29C5CB19" w14:textId="77777777" w:rsidR="00001B0D" w:rsidRDefault="00001B0D" w:rsidP="007B22AE"/>
    <w:p w14:paraId="002D5C26" w14:textId="4F21BFAC" w:rsidR="00F13E55" w:rsidRDefault="00F13E55" w:rsidP="00F13E55">
      <w:r>
        <w:t xml:space="preserve">Le </w:t>
      </w:r>
      <w:r w:rsidR="008B3ED8">
        <w:t>concessionnaire</w:t>
      </w:r>
      <w:r>
        <w:t xml:space="preserve"> affecte le personnel qualifié nécessaire à l’exécution du service. </w:t>
      </w:r>
    </w:p>
    <w:p w14:paraId="6734DDDE" w14:textId="77777777" w:rsidR="00F13E55" w:rsidRDefault="00F13E55" w:rsidP="00F13E55"/>
    <w:p w14:paraId="7230731A" w14:textId="77777777" w:rsidR="00F13E55" w:rsidRDefault="00F13E55" w:rsidP="00F13E55">
      <w:r w:rsidRPr="00FF3B56">
        <w:t xml:space="preserve">Le personnel en charge de l’entretien, de la préparation des repas, du service des repas et du traitement du linge doit disposer des qualifications suffisantes pour </w:t>
      </w:r>
      <w:r>
        <w:t>assurer leur fonction</w:t>
      </w:r>
      <w:r w:rsidRPr="00FF3B56">
        <w:t>.</w:t>
      </w:r>
    </w:p>
    <w:p w14:paraId="47BC926C" w14:textId="6A4FA6BE" w:rsidR="00F13E55" w:rsidRDefault="00F13E55" w:rsidP="00F13E55"/>
    <w:p w14:paraId="2F76E523" w14:textId="0F68B8A5" w:rsidR="00EA30E5" w:rsidRDefault="00EA30E5" w:rsidP="00EA30E5">
      <w:r>
        <w:t>D’une manière générale, le concessionnaire ne peut pas invoquer le manque de personnel en cas de rupture service public pour se dégager de sa responsabilité. Le concessionnaire ne peut pas non plus invoquer le manque de personnel pour justifier une interruption d’exploitation du service ; la grève du personnel du concessionnaire ne peut pas être considérée comme un cas de force majeure exonératoire de ses engagements à l’égard du concédant.</w:t>
      </w:r>
    </w:p>
    <w:p w14:paraId="1420E917" w14:textId="77777777" w:rsidR="00EA30E5" w:rsidRDefault="00EA30E5" w:rsidP="00EA30E5"/>
    <w:p w14:paraId="3334D698" w14:textId="08B49E13" w:rsidR="00EA30E5" w:rsidRDefault="00EA30E5" w:rsidP="00EA30E5">
      <w:r>
        <w:t xml:space="preserve">Le concessionnaire porte à la connaissance du concédant les éléments d’information en sa possession relatifs aux fautes graves commises par son personnel susceptible d’affecter la qualité du service public concédé ; il informe le concédant des mesures prises pour remédier aux troubles provoqués par la commission de ces fautes graves. </w:t>
      </w:r>
    </w:p>
    <w:p w14:paraId="600899CD" w14:textId="77777777" w:rsidR="00EA30E5" w:rsidRDefault="00EA30E5" w:rsidP="00EA30E5"/>
    <w:p w14:paraId="0D196189" w14:textId="1B29CAF9" w:rsidR="00EA30E5" w:rsidRDefault="00EA30E5" w:rsidP="00EA30E5">
      <w:r>
        <w:t xml:space="preserve">Des solutions de mutualisation du personnel entre les différentes structures peuvent être mises en place. </w:t>
      </w:r>
    </w:p>
    <w:p w14:paraId="5CDFE519" w14:textId="77777777" w:rsidR="00EA30E5" w:rsidRDefault="00EA30E5" w:rsidP="00EA30E5"/>
    <w:p w14:paraId="24810DC4" w14:textId="12E0605A" w:rsidR="00F13E55" w:rsidRDefault="00F13E55" w:rsidP="00F13E55">
      <w:r>
        <w:t xml:space="preserve">Le </w:t>
      </w:r>
      <w:r w:rsidR="008B3ED8">
        <w:t>concessionnaire</w:t>
      </w:r>
      <w:r>
        <w:t xml:space="preserve"> est garant du respect des dispositions </w:t>
      </w:r>
      <w:r w:rsidR="00466381">
        <w:t>du présent</w:t>
      </w:r>
      <w:r w:rsidR="00490FA4">
        <w:t xml:space="preserve"> contrat</w:t>
      </w:r>
      <w:r>
        <w:t xml:space="preserve"> par son personnel et veille à sa bonne tenue et à sa parfaite correction. Il s’engage à prendre toute mesure en cas de manquements ou de faute grave pour éviter le renouvellement des faits signalés.</w:t>
      </w:r>
    </w:p>
    <w:p w14:paraId="05F9E948" w14:textId="77777777" w:rsidR="00F13E55" w:rsidRDefault="00F13E55" w:rsidP="00F13E55"/>
    <w:p w14:paraId="7BEBEC51" w14:textId="4EA63734" w:rsidR="00EA30E5" w:rsidRDefault="00F13E55" w:rsidP="00EA30E5">
      <w:r>
        <w:t xml:space="preserve">Le </w:t>
      </w:r>
      <w:r w:rsidR="008B3ED8">
        <w:t>concessionnaire</w:t>
      </w:r>
      <w:r>
        <w:t xml:space="preserve"> s’engage à communiquer au </w:t>
      </w:r>
      <w:r w:rsidR="008B3ED8">
        <w:t>concédant</w:t>
      </w:r>
      <w:r>
        <w:t xml:space="preserve"> toute modification </w:t>
      </w:r>
      <w:r w:rsidR="000B1305">
        <w:t>du personnel affecté au service concédé</w:t>
      </w:r>
      <w:r>
        <w:t xml:space="preserve">, et à transmettre l’ensemble des documents mis à jour avec notice explicative des </w:t>
      </w:r>
      <w:r>
        <w:lastRenderedPageBreak/>
        <w:t>principales conséquences en termes de gestion du personnel et de masse salariale.</w:t>
      </w:r>
      <w:r w:rsidR="00EA30E5">
        <w:t xml:space="preserve"> En particulier, tout recrutement intervenant au moins 6 mois avant l’échéance du contrat et dont le terme est prévu au-delà du contrat est soumis à l’avis préalable du concédant.</w:t>
      </w:r>
    </w:p>
    <w:p w14:paraId="5922E894" w14:textId="77777777" w:rsidR="00F13E55" w:rsidRDefault="00F13E55" w:rsidP="00F13E55"/>
    <w:p w14:paraId="2B416902" w14:textId="7B62954E" w:rsidR="00F13E55" w:rsidRDefault="00EA30E5" w:rsidP="00F13E55">
      <w:r>
        <w:t xml:space="preserve">Enfin, </w:t>
      </w:r>
      <w:r w:rsidR="00F13E55">
        <w:t xml:space="preserve">le </w:t>
      </w:r>
      <w:r w:rsidR="008B3ED8">
        <w:t>concessionnaire</w:t>
      </w:r>
      <w:r w:rsidR="00F13E55">
        <w:t xml:space="preserve"> transmet la liste du personnel par qualification et par nombre de postes une fois par an dans le cadre du Rapport annuel du </w:t>
      </w:r>
      <w:r w:rsidR="008B3ED8">
        <w:t>concessionnaire</w:t>
      </w:r>
      <w:r w:rsidR="00F13E55">
        <w:t xml:space="preserve">, tel que décrit à l’article </w:t>
      </w:r>
      <w:r w:rsidR="004632D3">
        <w:t>6</w:t>
      </w:r>
      <w:r w:rsidR="00F13E55">
        <w:t xml:space="preserve">.1 </w:t>
      </w:r>
      <w:r w:rsidR="00466381">
        <w:t>du présent</w:t>
      </w:r>
      <w:r w:rsidR="00490FA4">
        <w:t xml:space="preserve"> contrat</w:t>
      </w:r>
      <w:r w:rsidR="00F13E55">
        <w:t>.</w:t>
      </w:r>
    </w:p>
    <w:p w14:paraId="07663325" w14:textId="276E3424" w:rsidR="00F13E55" w:rsidRDefault="00F13E55" w:rsidP="00F13E55"/>
    <w:p w14:paraId="755406D2" w14:textId="77777777" w:rsidR="00F13E55" w:rsidRDefault="00F13E55" w:rsidP="00F13E55"/>
    <w:p w14:paraId="33968F1D" w14:textId="77777777" w:rsidR="00F13E55" w:rsidRDefault="00F13E55" w:rsidP="00F13E55">
      <w:pPr>
        <w:pStyle w:val="Titre2"/>
        <w:numPr>
          <w:ilvl w:val="1"/>
          <w:numId w:val="1"/>
        </w:numPr>
      </w:pPr>
      <w:bookmarkStart w:id="91" w:name="_Toc101860487"/>
      <w:bookmarkStart w:id="92" w:name="_Toc189735733"/>
      <w:r>
        <w:t>Encadrement et effectifs</w:t>
      </w:r>
      <w:bookmarkEnd w:id="91"/>
      <w:bookmarkEnd w:id="92"/>
    </w:p>
    <w:p w14:paraId="31FD29DF" w14:textId="77777777" w:rsidR="00F13E55" w:rsidRDefault="00F13E55" w:rsidP="00F13E55"/>
    <w:p w14:paraId="583C1DC9" w14:textId="1561F82B" w:rsidR="00F13E55" w:rsidRDefault="00F13E55" w:rsidP="00F13E55">
      <w:r>
        <w:t xml:space="preserve">Le </w:t>
      </w:r>
      <w:r w:rsidR="008B3ED8">
        <w:t>concessionnaire</w:t>
      </w:r>
      <w:r>
        <w:t xml:space="preserve"> respecte l’ensemble des conditions légales et réglementaires en vigueur en matière d’accueil collectif de jeunes enfants.</w:t>
      </w:r>
    </w:p>
    <w:p w14:paraId="154F96B1" w14:textId="77777777" w:rsidR="00F13E55" w:rsidRDefault="00F13E55" w:rsidP="00F13E55"/>
    <w:p w14:paraId="2954C2A5" w14:textId="7204B188" w:rsidR="00F13E55" w:rsidRDefault="00F13E55" w:rsidP="00F13E55">
      <w:r>
        <w:t xml:space="preserve">Le </w:t>
      </w:r>
      <w:r w:rsidR="008B3ED8">
        <w:t>concessionnaire</w:t>
      </w:r>
      <w:r>
        <w:t xml:space="preserve"> veille scrupuleusement à mobiliser les effectifs et les qualifications nécessaires au respect permanent des taux d’encadrement et niveaux de qualification exigés par la réglementation en vigueur ; plus particulièrement, il veille à garantir le remplacement des agents absents afin de conserver un encadrement suffisant. </w:t>
      </w:r>
    </w:p>
    <w:p w14:paraId="33BBEC37" w14:textId="77777777" w:rsidR="00F13E55" w:rsidRDefault="00F13E55" w:rsidP="00F13E55"/>
    <w:p w14:paraId="4B61BD44" w14:textId="77777777" w:rsidR="00F13E55" w:rsidRDefault="00F13E55" w:rsidP="00F13E55">
      <w:r>
        <w:t>Enfin, chaque structure doit en permanence comprendre un représentant de la direction aux horaires d’ouverture.</w:t>
      </w:r>
    </w:p>
    <w:p w14:paraId="7FA6B7E2" w14:textId="77777777" w:rsidR="00F13E55" w:rsidRDefault="00F13E55" w:rsidP="00F13E55"/>
    <w:tbl>
      <w:tblPr>
        <w:tblStyle w:val="Grilledutableau"/>
        <w:tblW w:w="0" w:type="auto"/>
        <w:tblLook w:val="04A0" w:firstRow="1" w:lastRow="0" w:firstColumn="1" w:lastColumn="0" w:noHBand="0" w:noVBand="1"/>
      </w:tblPr>
      <w:tblGrid>
        <w:gridCol w:w="9062"/>
      </w:tblGrid>
      <w:tr w:rsidR="00F13E55" w14:paraId="02E609C8" w14:textId="77777777" w:rsidTr="001A48DF">
        <w:tc>
          <w:tcPr>
            <w:tcW w:w="9062" w:type="dxa"/>
          </w:tcPr>
          <w:p w14:paraId="39E965AB" w14:textId="77777777" w:rsidR="00F13E55" w:rsidRDefault="00F13E55" w:rsidP="001A48DF"/>
          <w:p w14:paraId="49EE21AB" w14:textId="77777777" w:rsidR="00F13E55" w:rsidRPr="00FE4FF3" w:rsidRDefault="00F13E55" w:rsidP="001A48DF">
            <w:pPr>
              <w:rPr>
                <w:b/>
                <w:bCs/>
                <w:u w:val="single"/>
              </w:rPr>
            </w:pPr>
            <w:r w:rsidRPr="00FE4FF3">
              <w:rPr>
                <w:b/>
                <w:bCs/>
                <w:u w:val="single"/>
              </w:rPr>
              <w:t>A compléter par le candidat :</w:t>
            </w:r>
          </w:p>
          <w:p w14:paraId="4F8E8113" w14:textId="77777777" w:rsidR="00F13E55" w:rsidRDefault="00F13E55" w:rsidP="001A48DF"/>
          <w:p w14:paraId="0FB6C9CE" w14:textId="77777777" w:rsidR="00EA30E5" w:rsidRDefault="00F13E55" w:rsidP="001A48DF">
            <w:r>
              <w:t>Dans le cadre de son mémoire technique, le candidat précisera</w:t>
            </w:r>
            <w:r w:rsidR="00EA30E5">
              <w:t> :</w:t>
            </w:r>
          </w:p>
          <w:p w14:paraId="28FA9B95" w14:textId="4FB3E862" w:rsidR="00F13E55" w:rsidRPr="00EA30E5" w:rsidRDefault="00F13E55">
            <w:pPr>
              <w:pStyle w:val="Paragraphedeliste"/>
              <w:numPr>
                <w:ilvl w:val="0"/>
                <w:numId w:val="28"/>
              </w:numPr>
              <w:spacing w:before="120"/>
              <w:ind w:left="714" w:hanging="357"/>
              <w:contextualSpacing w:val="0"/>
            </w:pPr>
            <w:proofErr w:type="gramStart"/>
            <w:r w:rsidRPr="00EA30E5">
              <w:t>les</w:t>
            </w:r>
            <w:proofErr w:type="gramEnd"/>
            <w:r w:rsidRPr="00EA30E5">
              <w:t xml:space="preserve"> modalités de remplacement ponctuel des salariés absents</w:t>
            </w:r>
            <w:r w:rsidR="00EA30E5" w:rsidRPr="00EA30E5">
              <w:t> ;</w:t>
            </w:r>
          </w:p>
          <w:p w14:paraId="43E6DB55" w14:textId="55F4653F" w:rsidR="00EA30E5" w:rsidRPr="00EA30E5" w:rsidRDefault="00EA30E5">
            <w:pPr>
              <w:pStyle w:val="Paragraphedeliste"/>
              <w:numPr>
                <w:ilvl w:val="0"/>
                <w:numId w:val="28"/>
              </w:numPr>
              <w:spacing w:before="120"/>
              <w:ind w:left="714" w:hanging="357"/>
              <w:contextualSpacing w:val="0"/>
            </w:pPr>
            <w:proofErr w:type="gramStart"/>
            <w:r w:rsidRPr="00EA30E5">
              <w:t>les</w:t>
            </w:r>
            <w:proofErr w:type="gramEnd"/>
            <w:r w:rsidRPr="00EA30E5">
              <w:t xml:space="preserve"> modalités de remplacement pour les plus longues périodes d’absences des salariés.</w:t>
            </w:r>
          </w:p>
          <w:p w14:paraId="312F6943" w14:textId="77777777" w:rsidR="00F13E55" w:rsidRDefault="00F13E55" w:rsidP="001A48DF"/>
        </w:tc>
      </w:tr>
    </w:tbl>
    <w:p w14:paraId="4E11FA59" w14:textId="77777777" w:rsidR="00F13E55" w:rsidRDefault="00F13E55" w:rsidP="00F13E55"/>
    <w:p w14:paraId="22BE071F" w14:textId="77777777" w:rsidR="00F13E55" w:rsidRDefault="00F13E55" w:rsidP="00F13E55"/>
    <w:p w14:paraId="6F23F21F" w14:textId="77777777" w:rsidR="00F13E55" w:rsidRDefault="00F13E55" w:rsidP="00F13E55">
      <w:pPr>
        <w:pStyle w:val="Titre2"/>
        <w:numPr>
          <w:ilvl w:val="1"/>
          <w:numId w:val="1"/>
        </w:numPr>
      </w:pPr>
      <w:bookmarkStart w:id="93" w:name="_Toc101860488"/>
      <w:bookmarkStart w:id="94" w:name="_Toc189735734"/>
      <w:r>
        <w:t>Conformité des conditions de travail</w:t>
      </w:r>
      <w:bookmarkEnd w:id="93"/>
      <w:bookmarkEnd w:id="94"/>
    </w:p>
    <w:p w14:paraId="510C8280" w14:textId="77777777" w:rsidR="00F13E55" w:rsidRDefault="00F13E55" w:rsidP="00F13E55"/>
    <w:p w14:paraId="67F7506C" w14:textId="739C6425" w:rsidR="00F13E55" w:rsidRDefault="00F13E55" w:rsidP="00F13E55">
      <w:r>
        <w:t xml:space="preserve">Le </w:t>
      </w:r>
      <w:r w:rsidR="008B3ED8">
        <w:t>concessionnaire</w:t>
      </w:r>
      <w:r>
        <w:t xml:space="preserve"> est tenu d’exploiter le service en conformité avec la législation et la réglementation relatives aux conditions de travail des salariés.</w:t>
      </w:r>
    </w:p>
    <w:p w14:paraId="15D53CF8" w14:textId="77777777" w:rsidR="00F13E55" w:rsidRDefault="00F13E55" w:rsidP="00F13E55"/>
    <w:p w14:paraId="3090A1A1" w14:textId="77777777" w:rsidR="00F13E55" w:rsidRDefault="00F13E55" w:rsidP="00F13E55">
      <w:r>
        <w:t>Il est seul responsable de l’application stricte des règles relatives au Code et à la médecine du travail, aux conditions d’hygiène et de sécurité, à l’hygiène corporelle du personnel, à la convention collective et aux mesures de discipline et d’éviction.</w:t>
      </w:r>
    </w:p>
    <w:p w14:paraId="3795656C" w14:textId="77777777" w:rsidR="00F13E55" w:rsidRDefault="00F13E55" w:rsidP="00F13E55"/>
    <w:p w14:paraId="1C406034" w14:textId="0A2642F6" w:rsidR="00001B0D" w:rsidRDefault="00001B0D" w:rsidP="007B22AE"/>
    <w:p w14:paraId="7362784D" w14:textId="7D2D0C0A" w:rsidR="0047619F" w:rsidRDefault="0047619F">
      <w:pPr>
        <w:spacing w:after="160" w:line="259" w:lineRule="auto"/>
        <w:jc w:val="left"/>
      </w:pPr>
      <w:r>
        <w:br w:type="page"/>
      </w:r>
    </w:p>
    <w:p w14:paraId="0A2DB03E" w14:textId="77777777" w:rsidR="00001B0D" w:rsidRDefault="00001B0D" w:rsidP="00001B0D">
      <w:pPr>
        <w:pStyle w:val="Titre1"/>
      </w:pPr>
      <w:bookmarkStart w:id="95" w:name="_Toc189735735"/>
      <w:r>
        <w:lastRenderedPageBreak/>
        <w:t>Chapitre cinquième – Cadre financier</w:t>
      </w:r>
      <w:bookmarkEnd w:id="95"/>
    </w:p>
    <w:p w14:paraId="5B50C205" w14:textId="15CEEED4" w:rsidR="007B22AE" w:rsidRDefault="007B22AE" w:rsidP="007B22AE"/>
    <w:p w14:paraId="3EACE640" w14:textId="3F5552C1" w:rsidR="00001B0D" w:rsidRDefault="00001B0D" w:rsidP="00001B0D">
      <w:pPr>
        <w:pStyle w:val="Titre2"/>
        <w:numPr>
          <w:ilvl w:val="1"/>
          <w:numId w:val="1"/>
        </w:numPr>
      </w:pPr>
      <w:bookmarkStart w:id="96" w:name="_Toc189735736"/>
      <w:r>
        <w:t>Charges d’exploitation</w:t>
      </w:r>
      <w:bookmarkEnd w:id="96"/>
    </w:p>
    <w:p w14:paraId="4754840A" w14:textId="77777777" w:rsidR="00001B0D" w:rsidRDefault="00001B0D" w:rsidP="007B22AE"/>
    <w:p w14:paraId="53DF7496" w14:textId="2CB40167" w:rsidR="007B22AE" w:rsidRDefault="007B22AE" w:rsidP="007B22AE">
      <w:r>
        <w:t xml:space="preserve">Le </w:t>
      </w:r>
      <w:r w:rsidR="00EA128F">
        <w:t>concessionnaire</w:t>
      </w:r>
      <w:r>
        <w:t xml:space="preserve"> assume en totalité les charges nécessaires à l’exploitation du service concédé.</w:t>
      </w:r>
    </w:p>
    <w:p w14:paraId="3E888405" w14:textId="77777777" w:rsidR="007B22AE" w:rsidRDefault="007B22AE" w:rsidP="007B22AE"/>
    <w:p w14:paraId="53254F8E" w14:textId="59C19F6C" w:rsidR="007B22AE" w:rsidRDefault="007B22AE" w:rsidP="007B22AE">
      <w:r>
        <w:t xml:space="preserve">Ces charges sont exhaustivement identifiées dans le </w:t>
      </w:r>
      <w:r w:rsidR="0047619F">
        <w:t>C</w:t>
      </w:r>
      <w:r>
        <w:t>ompte prévisionnel d’exploitation (CEP) présenté en annexe n</w:t>
      </w:r>
      <w:r w:rsidR="004632D3">
        <w:t>°2</w:t>
      </w:r>
      <w:r>
        <w:t>.</w:t>
      </w:r>
    </w:p>
    <w:p w14:paraId="3A999661" w14:textId="77777777" w:rsidR="002B2DFA" w:rsidRDefault="002B2DFA" w:rsidP="007B22AE"/>
    <w:p w14:paraId="0B996F74" w14:textId="4062C38F" w:rsidR="002B2DFA" w:rsidRPr="002B2DFA" w:rsidRDefault="002B2DFA" w:rsidP="002B2DFA">
      <w:pPr>
        <w:rPr>
          <w:i/>
          <w:iCs/>
        </w:rPr>
      </w:pPr>
      <w:r w:rsidRPr="002B2DFA">
        <w:rPr>
          <w:i/>
          <w:iCs/>
          <w:u w:val="single"/>
        </w:rPr>
        <w:t>N.B. :</w:t>
      </w:r>
      <w:r w:rsidRPr="002B2DFA">
        <w:rPr>
          <w:i/>
          <w:iCs/>
        </w:rPr>
        <w:t xml:space="preserve"> est notamment comprise une participation du concessionnaire à l'entretien des extérieurs assurée par le concédant (hors entretien de la cour exclusivement à la charge du concessionnaire). Cette contribution sera refacturée annuellement par le concédant en début d’année civile à hauteur de 4 €/m² SDP. </w:t>
      </w:r>
    </w:p>
    <w:p w14:paraId="5969DCE4" w14:textId="25E99FB5" w:rsidR="007B22AE" w:rsidRDefault="007B22AE" w:rsidP="007B22AE"/>
    <w:tbl>
      <w:tblPr>
        <w:tblStyle w:val="Grilledutableau"/>
        <w:tblW w:w="0" w:type="auto"/>
        <w:tblLook w:val="04A0" w:firstRow="1" w:lastRow="0" w:firstColumn="1" w:lastColumn="0" w:noHBand="0" w:noVBand="1"/>
      </w:tblPr>
      <w:tblGrid>
        <w:gridCol w:w="9062"/>
      </w:tblGrid>
      <w:tr w:rsidR="00855572" w14:paraId="0DE45EF3" w14:textId="77777777" w:rsidTr="00855572">
        <w:tc>
          <w:tcPr>
            <w:tcW w:w="9062" w:type="dxa"/>
          </w:tcPr>
          <w:p w14:paraId="198AC9FC" w14:textId="77777777" w:rsidR="00855572" w:rsidRDefault="00855572" w:rsidP="007B22AE"/>
          <w:p w14:paraId="7621BB92" w14:textId="4D710F14" w:rsidR="00855572" w:rsidRPr="00855572" w:rsidRDefault="00855572" w:rsidP="007B22AE">
            <w:pPr>
              <w:rPr>
                <w:b/>
                <w:bCs/>
                <w:u w:val="single"/>
              </w:rPr>
            </w:pPr>
            <w:r w:rsidRPr="00855572">
              <w:rPr>
                <w:b/>
                <w:bCs/>
                <w:u w:val="single"/>
              </w:rPr>
              <w:t>Précision concernant l’alimentation électrique :</w:t>
            </w:r>
          </w:p>
          <w:p w14:paraId="441C543C" w14:textId="77777777" w:rsidR="00855572" w:rsidRDefault="00855572" w:rsidP="007B22AE"/>
          <w:p w14:paraId="4F36FE9A" w14:textId="44A31E1A" w:rsidR="00855572" w:rsidRDefault="00855572" w:rsidP="00855572">
            <w:r>
              <w:t>Un raccordement direct à ENEDIS devrait être retenu, sous l'hypothèse d'un coût estimatif de 35 K€ HT.</w:t>
            </w:r>
          </w:p>
          <w:p w14:paraId="4C023D99" w14:textId="77777777" w:rsidR="00855572" w:rsidRDefault="00855572" w:rsidP="00855572"/>
          <w:p w14:paraId="408B0A86" w14:textId="190C81EE" w:rsidR="00855572" w:rsidRDefault="00855572" w:rsidP="00855572">
            <w:r>
              <w:t>A défaut, une fourniture d'électricité depuis un bâtiment UGA (PHITEM) pourrait être retenu. Le cas échéant, le concessionnaire renoncerait à rechercher la responsabilité du concédant en cas de coupure, et assurerait ainsi les éventuelles conséquences de cet aléa.</w:t>
            </w:r>
          </w:p>
          <w:p w14:paraId="1A962A60" w14:textId="77777777" w:rsidR="00855572" w:rsidRDefault="00855572" w:rsidP="007B22AE"/>
        </w:tc>
      </w:tr>
    </w:tbl>
    <w:p w14:paraId="474F857D" w14:textId="77777777" w:rsidR="00855572" w:rsidRDefault="00855572" w:rsidP="007B22AE"/>
    <w:p w14:paraId="31278A3A" w14:textId="77777777" w:rsidR="000E166F" w:rsidRDefault="000E166F" w:rsidP="000E166F"/>
    <w:p w14:paraId="037B2481" w14:textId="77777777" w:rsidR="000E166F" w:rsidRDefault="000E166F" w:rsidP="000E166F">
      <w:pPr>
        <w:pStyle w:val="Titre2"/>
        <w:numPr>
          <w:ilvl w:val="1"/>
          <w:numId w:val="1"/>
        </w:numPr>
      </w:pPr>
      <w:bookmarkStart w:id="97" w:name="_Toc189735737"/>
      <w:r>
        <w:t>Produits d’exploitation</w:t>
      </w:r>
      <w:bookmarkEnd w:id="97"/>
    </w:p>
    <w:p w14:paraId="3A85EC61" w14:textId="77777777" w:rsidR="000E166F" w:rsidRDefault="000E166F" w:rsidP="000E166F"/>
    <w:p w14:paraId="5EF42BC9" w14:textId="4BC3999D" w:rsidR="000E166F" w:rsidRDefault="000E166F" w:rsidP="000E166F">
      <w:r>
        <w:t>Les produits d’exploitation se décomposent comme suit :</w:t>
      </w:r>
    </w:p>
    <w:p w14:paraId="4287861A" w14:textId="3171AB22" w:rsidR="00C0468C" w:rsidRDefault="00B02A44">
      <w:pPr>
        <w:pStyle w:val="Paragraphedeliste"/>
        <w:numPr>
          <w:ilvl w:val="0"/>
          <w:numId w:val="22"/>
        </w:numPr>
        <w:spacing w:before="120"/>
        <w:contextualSpacing w:val="0"/>
      </w:pPr>
      <w:proofErr w:type="gramStart"/>
      <w:r>
        <w:t>l</w:t>
      </w:r>
      <w:r w:rsidR="00072237">
        <w:t>es</w:t>
      </w:r>
      <w:proofErr w:type="gramEnd"/>
      <w:r w:rsidR="00072237">
        <w:t xml:space="preserve"> redevances des familles et </w:t>
      </w:r>
      <w:r w:rsidR="000E166F">
        <w:t>la prestation de service unique (PSU) versée par la CAF</w:t>
      </w:r>
      <w:r w:rsidR="00C0468C">
        <w:t> ;</w:t>
      </w:r>
    </w:p>
    <w:p w14:paraId="2E28DCDB" w14:textId="3BB76054" w:rsidR="000E166F" w:rsidRDefault="000E166F">
      <w:pPr>
        <w:pStyle w:val="Paragraphedeliste"/>
        <w:numPr>
          <w:ilvl w:val="0"/>
          <w:numId w:val="22"/>
        </w:numPr>
        <w:spacing w:before="120"/>
        <w:contextualSpacing w:val="0"/>
      </w:pPr>
      <w:proofErr w:type="gramStart"/>
      <w:r>
        <w:t>le</w:t>
      </w:r>
      <w:proofErr w:type="gramEnd"/>
      <w:r>
        <w:t xml:space="preserve"> bonus Territoire relevant de la Convention territoriale globale (CTG) ;</w:t>
      </w:r>
    </w:p>
    <w:p w14:paraId="70AD96F2" w14:textId="77777777" w:rsidR="000E166F" w:rsidRDefault="000E166F">
      <w:pPr>
        <w:pStyle w:val="Paragraphedeliste"/>
        <w:numPr>
          <w:ilvl w:val="0"/>
          <w:numId w:val="22"/>
        </w:numPr>
        <w:spacing w:before="120"/>
        <w:contextualSpacing w:val="0"/>
      </w:pPr>
      <w:proofErr w:type="gramStart"/>
      <w:r>
        <w:t>les</w:t>
      </w:r>
      <w:proofErr w:type="gramEnd"/>
      <w:r>
        <w:t xml:space="preserve"> autres bonus versés par la CAF dans le cadre de la CTG ; </w:t>
      </w:r>
    </w:p>
    <w:p w14:paraId="4E84B680" w14:textId="4556D937" w:rsidR="000E166F" w:rsidRDefault="000E166F">
      <w:pPr>
        <w:pStyle w:val="Paragraphedeliste"/>
        <w:numPr>
          <w:ilvl w:val="0"/>
          <w:numId w:val="22"/>
        </w:numPr>
        <w:spacing w:before="120"/>
        <w:contextualSpacing w:val="0"/>
      </w:pPr>
      <w:proofErr w:type="gramStart"/>
      <w:r>
        <w:t>la</w:t>
      </w:r>
      <w:proofErr w:type="gramEnd"/>
      <w:r>
        <w:t xml:space="preserve"> compensation pour </w:t>
      </w:r>
      <w:r w:rsidR="002E62D9">
        <w:t>contraintes</w:t>
      </w:r>
      <w:r>
        <w:t xml:space="preserve"> de service versée par le concédant ;</w:t>
      </w:r>
    </w:p>
    <w:p w14:paraId="082D00F6" w14:textId="67346DED" w:rsidR="000E166F" w:rsidRDefault="000E166F">
      <w:pPr>
        <w:pStyle w:val="Paragraphedeliste"/>
        <w:numPr>
          <w:ilvl w:val="0"/>
          <w:numId w:val="22"/>
        </w:numPr>
        <w:spacing w:before="120"/>
        <w:contextualSpacing w:val="0"/>
      </w:pPr>
      <w:proofErr w:type="gramStart"/>
      <w:r>
        <w:t>les</w:t>
      </w:r>
      <w:proofErr w:type="gramEnd"/>
      <w:r>
        <w:t xml:space="preserve"> éventuelles autres recettes.</w:t>
      </w:r>
    </w:p>
    <w:p w14:paraId="3BDC6836" w14:textId="77777777" w:rsidR="000E166F" w:rsidRDefault="000E166F" w:rsidP="000E166F"/>
    <w:p w14:paraId="1176CEF6" w14:textId="40C6A1D7" w:rsidR="000E166F" w:rsidRDefault="000E166F" w:rsidP="000E166F">
      <w:r>
        <w:t>Ces produits sont réputés permettre au concessionnaire d'assurer l'équilibre financier de l’exploitation du contrat dans des conditions normales d'exploitation</w:t>
      </w:r>
      <w:r w:rsidR="00490FA4">
        <w:t>, et en assure donc le risque transféré par le présent contrat.</w:t>
      </w:r>
    </w:p>
    <w:p w14:paraId="133CBE56" w14:textId="3A1CB63A" w:rsidR="00F13E55" w:rsidRDefault="00F13E55" w:rsidP="00F13E55"/>
    <w:p w14:paraId="7A87A6BC" w14:textId="77777777" w:rsidR="000E166F" w:rsidRDefault="000E166F" w:rsidP="00F13E55"/>
    <w:p w14:paraId="1C5EB718" w14:textId="7E42469E" w:rsidR="00F13E55" w:rsidRDefault="00F13E55" w:rsidP="00F13E55">
      <w:pPr>
        <w:pStyle w:val="Titre2"/>
        <w:numPr>
          <w:ilvl w:val="1"/>
          <w:numId w:val="1"/>
        </w:numPr>
      </w:pPr>
      <w:bookmarkStart w:id="98" w:name="_Toc101860496"/>
      <w:bookmarkStart w:id="99" w:name="_Toc189735738"/>
      <w:r>
        <w:t>Tarification PSU</w:t>
      </w:r>
      <w:bookmarkEnd w:id="98"/>
      <w:bookmarkEnd w:id="99"/>
    </w:p>
    <w:p w14:paraId="78A2E2FD" w14:textId="77777777" w:rsidR="00F13E55" w:rsidRDefault="00F13E55" w:rsidP="00F13E55"/>
    <w:p w14:paraId="1BEB0ADC" w14:textId="0189633B" w:rsidR="00F13E55" w:rsidRPr="00E518BF" w:rsidRDefault="00FB26FA" w:rsidP="00F13E55">
      <w:pPr>
        <w:pStyle w:val="Titre3"/>
        <w:numPr>
          <w:ilvl w:val="2"/>
          <w:numId w:val="1"/>
        </w:numPr>
        <w:rPr>
          <w:rFonts w:ascii="Arial" w:hAnsi="Arial"/>
        </w:rPr>
      </w:pPr>
      <w:bookmarkStart w:id="100" w:name="_Toc189735739"/>
      <w:r>
        <w:rPr>
          <w:rFonts w:ascii="Arial" w:hAnsi="Arial"/>
        </w:rPr>
        <w:t>Tarification des familles</w:t>
      </w:r>
      <w:bookmarkEnd w:id="100"/>
    </w:p>
    <w:p w14:paraId="230C52A5" w14:textId="77777777" w:rsidR="00F13E55" w:rsidRDefault="00F13E55" w:rsidP="00F13E55"/>
    <w:p w14:paraId="2ACB4AAD" w14:textId="77777777" w:rsidR="00F13E55" w:rsidRDefault="00F13E55" w:rsidP="00F13E55">
      <w:r>
        <w:t>Le montant de la participation des familles est défini en référence à un taux d’effort fixé par la CAF dans le cadre de la prestation de service unique (PSU), qui se décline selon le type d’accueil pratiqué, appliqué aux ressources mensuelles de la famille et modulé en fonction du nombre d’enfants à charge au sens des prestations familiales.</w:t>
      </w:r>
    </w:p>
    <w:p w14:paraId="53FC944E" w14:textId="77777777" w:rsidR="00F13E55" w:rsidRDefault="00F13E55" w:rsidP="00F13E55"/>
    <w:p w14:paraId="1BD25CCA" w14:textId="77777777" w:rsidR="00F13E55" w:rsidRDefault="00F13E55" w:rsidP="00F13E55">
      <w:r>
        <w:t>Le montant de la facture mensuelle prend en compte le nombre de jours d’ouverture de la crèche dans le mois, le nombre d’heures réservées et le tarif horaire ; les heures de présence supplémentaires sont facturées sur la base du tarif horaire.</w:t>
      </w:r>
    </w:p>
    <w:p w14:paraId="703E6CCC" w14:textId="77777777" w:rsidR="00F13E55" w:rsidRDefault="00F13E55" w:rsidP="00F13E55"/>
    <w:p w14:paraId="25E0CFE3" w14:textId="77777777" w:rsidR="00F13E55" w:rsidRDefault="00F13E55" w:rsidP="00F13E55">
      <w:r>
        <w:t>La facturation est établie sur douze (12) mensualités.</w:t>
      </w:r>
    </w:p>
    <w:p w14:paraId="3C940205" w14:textId="77777777" w:rsidR="00F13E55" w:rsidRDefault="00F13E55" w:rsidP="00F13E55"/>
    <w:p w14:paraId="151E4965" w14:textId="76AF5008" w:rsidR="00F13E55" w:rsidRDefault="00F13E55" w:rsidP="00F13E55">
      <w:r>
        <w:lastRenderedPageBreak/>
        <w:t xml:space="preserve">Toute modification du barème national des participations des familles définies par la CAF ou toute modification des modalités de calcul desdites participations seront applicables de plein droit </w:t>
      </w:r>
      <w:r w:rsidR="00490FA4">
        <w:t>au présent contrat</w:t>
      </w:r>
      <w:r>
        <w:t>.</w:t>
      </w:r>
    </w:p>
    <w:p w14:paraId="45F2576C" w14:textId="77777777" w:rsidR="00F13E55" w:rsidRDefault="00F13E55" w:rsidP="00F13E55"/>
    <w:p w14:paraId="7D1098C1" w14:textId="77777777" w:rsidR="00F13E55" w:rsidRDefault="00F13E55" w:rsidP="00F13E55">
      <w:r>
        <w:t>La place étant réservée, l’accueil est facturé même en cas d’absence, hors exonérations spécifiques :</w:t>
      </w:r>
    </w:p>
    <w:p w14:paraId="00C1321B" w14:textId="0436226D" w:rsidR="00F13E55" w:rsidRDefault="00F13E55">
      <w:pPr>
        <w:pStyle w:val="Paragraphedeliste"/>
        <w:numPr>
          <w:ilvl w:val="0"/>
          <w:numId w:val="22"/>
        </w:numPr>
        <w:spacing w:before="120"/>
        <w:ind w:left="714" w:hanging="357"/>
        <w:contextualSpacing w:val="0"/>
      </w:pPr>
      <w:proofErr w:type="gramStart"/>
      <w:r>
        <w:t>déduction</w:t>
      </w:r>
      <w:proofErr w:type="gramEnd"/>
      <w:r>
        <w:t xml:space="preserve"> à compter du 1</w:t>
      </w:r>
      <w:r w:rsidRPr="000B1305">
        <w:rPr>
          <w:vertAlign w:val="superscript"/>
        </w:rPr>
        <w:t>er</w:t>
      </w:r>
      <w:r w:rsidR="000B1305">
        <w:t xml:space="preserve"> </w:t>
      </w:r>
      <w:r>
        <w:t>jour d’absence dans les cas suivants :</w:t>
      </w:r>
    </w:p>
    <w:p w14:paraId="0EABF161" w14:textId="77777777" w:rsidR="00F13E55" w:rsidRDefault="00F13E55">
      <w:pPr>
        <w:pStyle w:val="Paragraphedeliste"/>
        <w:numPr>
          <w:ilvl w:val="1"/>
          <w:numId w:val="22"/>
        </w:numPr>
        <w:spacing w:before="120"/>
        <w:contextualSpacing w:val="0"/>
      </w:pPr>
      <w:proofErr w:type="gramStart"/>
      <w:r>
        <w:t>fermeture</w:t>
      </w:r>
      <w:proofErr w:type="gramEnd"/>
      <w:r>
        <w:t xml:space="preserve"> exceptionnelle du multi-accueil durant les jours ouvrables ;</w:t>
      </w:r>
    </w:p>
    <w:p w14:paraId="7557D939" w14:textId="77777777" w:rsidR="00F13E55" w:rsidRDefault="00F13E55">
      <w:pPr>
        <w:pStyle w:val="Paragraphedeliste"/>
        <w:numPr>
          <w:ilvl w:val="1"/>
          <w:numId w:val="22"/>
        </w:numPr>
        <w:spacing w:before="120"/>
        <w:contextualSpacing w:val="0"/>
      </w:pPr>
      <w:proofErr w:type="gramStart"/>
      <w:r>
        <w:t>hospitalisation</w:t>
      </w:r>
      <w:proofErr w:type="gramEnd"/>
      <w:r>
        <w:t xml:space="preserve"> de l’enfant, sur présentation d’un certificat médical ;</w:t>
      </w:r>
    </w:p>
    <w:p w14:paraId="463553E2" w14:textId="5F7F0975" w:rsidR="00F13E55" w:rsidRDefault="00F13E55">
      <w:pPr>
        <w:pStyle w:val="Paragraphedeliste"/>
        <w:numPr>
          <w:ilvl w:val="1"/>
          <w:numId w:val="22"/>
        </w:numPr>
        <w:spacing w:before="120"/>
        <w:contextualSpacing w:val="0"/>
      </w:pPr>
      <w:proofErr w:type="gramStart"/>
      <w:r>
        <w:t>éviction</w:t>
      </w:r>
      <w:proofErr w:type="gramEnd"/>
      <w:r>
        <w:t xml:space="preserve"> pour maladie prononcée par le </w:t>
      </w:r>
      <w:r w:rsidR="00A43177">
        <w:t xml:space="preserve">RSAI </w:t>
      </w:r>
      <w:r>
        <w:t>;</w:t>
      </w:r>
    </w:p>
    <w:p w14:paraId="06DFE430" w14:textId="77777777" w:rsidR="00F13E55" w:rsidRDefault="00F13E55">
      <w:pPr>
        <w:pStyle w:val="Paragraphedeliste"/>
        <w:numPr>
          <w:ilvl w:val="0"/>
          <w:numId w:val="22"/>
        </w:numPr>
        <w:spacing w:before="120"/>
        <w:ind w:left="714" w:hanging="357"/>
        <w:contextualSpacing w:val="0"/>
      </w:pPr>
      <w:proofErr w:type="gramStart"/>
      <w:r>
        <w:t>déduction</w:t>
      </w:r>
      <w:proofErr w:type="gramEnd"/>
      <w:r>
        <w:t xml:space="preserve"> qu'à compter du 4ème jour d’absence de l’enfant pour maladie sur présentation d’un certificat médical (</w:t>
      </w:r>
      <w:r w:rsidRPr="000B1305">
        <w:rPr>
          <w:i/>
          <w:iCs/>
        </w:rPr>
        <w:t>le délai de carence comprend le 1er jour d'absence et les 2 jours calendaires qui suivent</w:t>
      </w:r>
      <w:r>
        <w:t>).</w:t>
      </w:r>
    </w:p>
    <w:p w14:paraId="5641CC2B" w14:textId="0C92AE10" w:rsidR="00F13E55" w:rsidRDefault="00F13E55" w:rsidP="00F13E55"/>
    <w:p w14:paraId="366332A8" w14:textId="51F497CB" w:rsidR="001052B0" w:rsidRDefault="001052B0" w:rsidP="00F13E55">
      <w:r>
        <w:t xml:space="preserve">Le </w:t>
      </w:r>
      <w:r w:rsidRPr="001052B0">
        <w:t xml:space="preserve">règlement intérieur de </w:t>
      </w:r>
      <w:r>
        <w:t>chaque</w:t>
      </w:r>
      <w:r w:rsidRPr="001052B0">
        <w:t xml:space="preserve"> structure </w:t>
      </w:r>
      <w:r>
        <w:t>précise les conditions de non facturation des jours aux familles.</w:t>
      </w:r>
    </w:p>
    <w:p w14:paraId="3FA7346A" w14:textId="77777777" w:rsidR="001052B0" w:rsidRDefault="001052B0" w:rsidP="00F13E55"/>
    <w:p w14:paraId="35427972" w14:textId="599600CF" w:rsidR="00F13E55" w:rsidRDefault="00F13E55" w:rsidP="00F13E55">
      <w:r>
        <w:t>Si le temps d’accueil est supérieur à la durée retenue dans le cadre de la convention</w:t>
      </w:r>
      <w:r w:rsidR="00490FA4">
        <w:t xml:space="preserve"> collective</w:t>
      </w:r>
      <w:r>
        <w:t>, des heures supplémentaires sont facturées sur la base du taux horaire établi pour chaque famille.</w:t>
      </w:r>
    </w:p>
    <w:p w14:paraId="5239CC80" w14:textId="77777777" w:rsidR="00F13E55" w:rsidRDefault="00F13E55" w:rsidP="00F13E55"/>
    <w:p w14:paraId="0E672C49" w14:textId="77777777" w:rsidR="00F13E55" w:rsidRDefault="00F13E55" w:rsidP="00F13E55">
      <w:r>
        <w:t>Toute demi-heure engagée est due.</w:t>
      </w:r>
    </w:p>
    <w:p w14:paraId="271AA192" w14:textId="77777777" w:rsidR="00F13E55" w:rsidRDefault="00F13E55" w:rsidP="00F13E55"/>
    <w:p w14:paraId="43B52898" w14:textId="77777777" w:rsidR="00F13E55" w:rsidRDefault="00F13E55" w:rsidP="00F13E55">
      <w:r>
        <w:t>En cas d’accueil d’urgence, les familles se voient appliquer le tarif plancher de la structure.</w:t>
      </w:r>
    </w:p>
    <w:p w14:paraId="360231A2" w14:textId="77777777" w:rsidR="00F13E55" w:rsidRDefault="00F13E55" w:rsidP="00F13E55"/>
    <w:p w14:paraId="0D36D51E" w14:textId="77777777" w:rsidR="00F13E55" w:rsidRDefault="00F13E55" w:rsidP="00F13E55"/>
    <w:p w14:paraId="0B9A9B65" w14:textId="314C0BAE" w:rsidR="00F13E55" w:rsidRPr="00E518BF" w:rsidRDefault="00F13E55" w:rsidP="00F13E55">
      <w:pPr>
        <w:pStyle w:val="Titre3"/>
        <w:numPr>
          <w:ilvl w:val="2"/>
          <w:numId w:val="1"/>
        </w:numPr>
        <w:rPr>
          <w:rFonts w:ascii="Arial" w:hAnsi="Arial"/>
        </w:rPr>
      </w:pPr>
      <w:bookmarkStart w:id="101" w:name="_Toc101860498"/>
      <w:bookmarkStart w:id="102" w:name="_Toc189735740"/>
      <w:r w:rsidRPr="00E518BF">
        <w:rPr>
          <w:rFonts w:ascii="Arial" w:hAnsi="Arial"/>
        </w:rPr>
        <w:t>Facturation et encaissement des tarifs</w:t>
      </w:r>
      <w:bookmarkEnd w:id="101"/>
      <w:r w:rsidR="00072237">
        <w:rPr>
          <w:rFonts w:ascii="Arial" w:hAnsi="Arial"/>
        </w:rPr>
        <w:t xml:space="preserve"> applicables aux familles</w:t>
      </w:r>
      <w:bookmarkEnd w:id="102"/>
    </w:p>
    <w:p w14:paraId="45482DB5" w14:textId="77777777" w:rsidR="00F13E55" w:rsidRDefault="00F13E55" w:rsidP="00F13E55"/>
    <w:p w14:paraId="7D0E658C" w14:textId="3F094924" w:rsidR="00F13E55" w:rsidRDefault="00F13E55" w:rsidP="00F13E55">
      <w:r>
        <w:t xml:space="preserve">La facturation et l’encaissement des tarifs applicables aux familles sont pris en charge par le </w:t>
      </w:r>
      <w:r w:rsidR="008B3ED8">
        <w:t>concessionnaire</w:t>
      </w:r>
      <w:r w:rsidR="00C12D7B">
        <w:t>, qui privilégiera à cet effet un système de mode de paiement en ligne.</w:t>
      </w:r>
    </w:p>
    <w:p w14:paraId="2C5AA22C" w14:textId="77777777" w:rsidR="00F13E55" w:rsidRDefault="00F13E55" w:rsidP="00F13E55"/>
    <w:p w14:paraId="2C0C44A2" w14:textId="0A96DCD1" w:rsidR="00F13E55" w:rsidRDefault="00F13E55" w:rsidP="00F13E55">
      <w:r>
        <w:t xml:space="preserve">Le </w:t>
      </w:r>
      <w:r w:rsidR="008B3ED8">
        <w:t>concessionnaire</w:t>
      </w:r>
      <w:r>
        <w:t xml:space="preserve"> prend à sa charge la gestion des litiges et des impayés, ainsi que l’intégralité des impayés non recouvrables.</w:t>
      </w:r>
    </w:p>
    <w:p w14:paraId="6DB1BBBD" w14:textId="77777777" w:rsidR="00F13E55" w:rsidRDefault="00F13E55" w:rsidP="00F13E55"/>
    <w:p w14:paraId="567C2709" w14:textId="59EFF47B" w:rsidR="00F13E55" w:rsidRDefault="00F13E55" w:rsidP="00F13E55">
      <w:r>
        <w:t xml:space="preserve">Le </w:t>
      </w:r>
      <w:r w:rsidR="008B3ED8">
        <w:t>concessionnaire</w:t>
      </w:r>
      <w:r>
        <w:t xml:space="preserve"> recherche la convergence du taux de facturation en concordance avec le taux d’occupation de l’équipement concerné ; plus particulièrement, le taux de facturation ne doit pas dépasser 107%.</w:t>
      </w:r>
    </w:p>
    <w:p w14:paraId="73F27B54" w14:textId="77777777" w:rsidR="00F13E55" w:rsidRDefault="00F13E55" w:rsidP="00F13E55"/>
    <w:tbl>
      <w:tblPr>
        <w:tblStyle w:val="Grilledutableau"/>
        <w:tblW w:w="0" w:type="auto"/>
        <w:tblLook w:val="04A0" w:firstRow="1" w:lastRow="0" w:firstColumn="1" w:lastColumn="0" w:noHBand="0" w:noVBand="1"/>
      </w:tblPr>
      <w:tblGrid>
        <w:gridCol w:w="9062"/>
      </w:tblGrid>
      <w:tr w:rsidR="00F13E55" w14:paraId="211DB538" w14:textId="77777777" w:rsidTr="001A48DF">
        <w:tc>
          <w:tcPr>
            <w:tcW w:w="9062" w:type="dxa"/>
          </w:tcPr>
          <w:p w14:paraId="38723768" w14:textId="77777777" w:rsidR="00F13E55" w:rsidRDefault="00F13E55" w:rsidP="001A48DF">
            <w:bookmarkStart w:id="103" w:name="_Hlk166591503"/>
          </w:p>
          <w:p w14:paraId="10C46E38" w14:textId="77777777" w:rsidR="00F13E55" w:rsidRPr="00FE4FF3" w:rsidRDefault="00F13E55" w:rsidP="001A48DF">
            <w:pPr>
              <w:rPr>
                <w:b/>
                <w:bCs/>
                <w:u w:val="single"/>
              </w:rPr>
            </w:pPr>
            <w:r w:rsidRPr="00FE4FF3">
              <w:rPr>
                <w:b/>
                <w:bCs/>
                <w:u w:val="single"/>
              </w:rPr>
              <w:t>A compléter par le candidat :</w:t>
            </w:r>
          </w:p>
          <w:p w14:paraId="5AC52139" w14:textId="77777777" w:rsidR="00F13E55" w:rsidRDefault="00F13E55" w:rsidP="001A48DF"/>
          <w:p w14:paraId="57988177" w14:textId="0866D794" w:rsidR="00F13E55" w:rsidRDefault="00F13E55" w:rsidP="001A48DF">
            <w:r>
              <w:t xml:space="preserve">Dans le cadre de son mémoire technique, le candidat proposera les modalités des différents modes de paiement </w:t>
            </w:r>
            <w:r w:rsidR="00C12D7B">
              <w:t>proposés</w:t>
            </w:r>
            <w:r>
              <w:t>.</w:t>
            </w:r>
          </w:p>
          <w:p w14:paraId="10AB9271" w14:textId="77777777" w:rsidR="00F13E55" w:rsidRDefault="00F13E55" w:rsidP="001A48DF"/>
        </w:tc>
      </w:tr>
      <w:bookmarkEnd w:id="103"/>
    </w:tbl>
    <w:p w14:paraId="0BBDF9B7" w14:textId="77777777" w:rsidR="00F13E55" w:rsidRDefault="00F13E55" w:rsidP="00F13E55"/>
    <w:p w14:paraId="1221A931" w14:textId="77777777" w:rsidR="00F13E55" w:rsidRDefault="00F13E55" w:rsidP="00F13E55"/>
    <w:p w14:paraId="306469C2" w14:textId="77777777" w:rsidR="00F13E55" w:rsidRDefault="00F13E55" w:rsidP="00F13E55">
      <w:pPr>
        <w:pStyle w:val="Titre3"/>
        <w:numPr>
          <w:ilvl w:val="2"/>
          <w:numId w:val="1"/>
        </w:numPr>
        <w:rPr>
          <w:rFonts w:ascii="Arial" w:hAnsi="Arial"/>
        </w:rPr>
      </w:pPr>
      <w:bookmarkStart w:id="104" w:name="_Toc101860499"/>
      <w:bookmarkStart w:id="105" w:name="_Toc189735741"/>
      <w:r>
        <w:rPr>
          <w:rFonts w:ascii="Arial" w:hAnsi="Arial"/>
        </w:rPr>
        <w:t>Complément de PSU CAF</w:t>
      </w:r>
      <w:bookmarkEnd w:id="104"/>
      <w:bookmarkEnd w:id="105"/>
    </w:p>
    <w:p w14:paraId="173A10B8" w14:textId="77777777" w:rsidR="00F13E55" w:rsidRDefault="00F13E55" w:rsidP="00F13E55"/>
    <w:p w14:paraId="42A7D2CA" w14:textId="77777777" w:rsidR="00C0468C" w:rsidRDefault="00F13E55" w:rsidP="00F13E55">
      <w:r>
        <w:t xml:space="preserve">Le </w:t>
      </w:r>
      <w:r w:rsidR="008B3ED8">
        <w:t>concessionnaire</w:t>
      </w:r>
      <w:r>
        <w:t xml:space="preserve"> perçoit de la CAF le complément de PSU</w:t>
      </w:r>
      <w:r w:rsidR="00C0468C">
        <w:t>.</w:t>
      </w:r>
    </w:p>
    <w:p w14:paraId="7F70A358" w14:textId="77777777" w:rsidR="00F13E55" w:rsidRDefault="00F13E55" w:rsidP="00F13E55"/>
    <w:p w14:paraId="1F375890" w14:textId="479DEC85" w:rsidR="00F13E55" w:rsidRDefault="00F13E55" w:rsidP="00F13E55">
      <w:r>
        <w:t xml:space="preserve">A ce titre, le </w:t>
      </w:r>
      <w:r w:rsidR="008B3ED8">
        <w:t>concessionnaire</w:t>
      </w:r>
      <w:r>
        <w:t xml:space="preserve"> assure l’ensemble des obligations administratives de demande de subvention d’une part, et de remontées d’informations et de pièces justificatives exigées par la CAF d’autre part. Sur demande du </w:t>
      </w:r>
      <w:r w:rsidR="008B3ED8">
        <w:t>concessionnaire</w:t>
      </w:r>
      <w:r>
        <w:t xml:space="preserve">, le </w:t>
      </w:r>
      <w:r w:rsidR="008B3ED8">
        <w:t>concédant</w:t>
      </w:r>
      <w:r>
        <w:t xml:space="preserve"> lui transmet les éventuelles données complémentaires requises pour remplir les documents nécessaires à la perception de la PSU.</w:t>
      </w:r>
    </w:p>
    <w:p w14:paraId="294D4DE0" w14:textId="77777777" w:rsidR="00F13E55" w:rsidRDefault="00F13E55" w:rsidP="00F13E55"/>
    <w:p w14:paraId="15B161BF" w14:textId="3AD45978" w:rsidR="00F13E55" w:rsidRDefault="00F13E55" w:rsidP="00F13E55">
      <w:r>
        <w:t xml:space="preserve">D’une manière générale, il appartient au </w:t>
      </w:r>
      <w:r w:rsidR="008B3ED8">
        <w:t>concessionnaire</w:t>
      </w:r>
      <w:r>
        <w:t xml:space="preserve"> d'accomplir toutes les diligences nécessaires à l'obtention des aides au fonctionnement et à l'investissement de la part de la CAF, du Département ou de tout autre organisme. Il en informe le </w:t>
      </w:r>
      <w:r w:rsidR="008B3ED8">
        <w:t>concédant</w:t>
      </w:r>
      <w:r>
        <w:t>.</w:t>
      </w:r>
    </w:p>
    <w:p w14:paraId="50FF87EB" w14:textId="77777777" w:rsidR="00F13E55" w:rsidRDefault="00F13E55" w:rsidP="00F13E55"/>
    <w:p w14:paraId="760E30AA" w14:textId="24842EE2" w:rsidR="00F13E55" w:rsidRDefault="00F13E55" w:rsidP="00F13E55">
      <w:r>
        <w:lastRenderedPageBreak/>
        <w:t xml:space="preserve">L’ensemble des informations transmises à la CAF sont transmises de manière concomitante au </w:t>
      </w:r>
      <w:r w:rsidR="008B3ED8">
        <w:t>concédant</w:t>
      </w:r>
      <w:r w:rsidR="00C12D7B">
        <w:t>, en particulier les déclarations annuelles.</w:t>
      </w:r>
    </w:p>
    <w:p w14:paraId="196DD1FC" w14:textId="77777777" w:rsidR="00F13E55" w:rsidRDefault="00F13E55" w:rsidP="00F13E55"/>
    <w:p w14:paraId="251D7D80" w14:textId="3433465F" w:rsidR="00F13E55" w:rsidRDefault="00F13E55" w:rsidP="00F13E55">
      <w:r>
        <w:t xml:space="preserve">Dans l'hypothèse où le </w:t>
      </w:r>
      <w:r w:rsidR="008B3ED8">
        <w:t>concessionnaire</w:t>
      </w:r>
      <w:r>
        <w:t xml:space="preserve"> n'obtiendrait pas l’agrément de la PMI ou la signature d'une convention de prestation de service avec la CAF, </w:t>
      </w:r>
      <w:r w:rsidR="00490FA4">
        <w:t>le présent contrat</w:t>
      </w:r>
      <w:r>
        <w:t xml:space="preserve"> serait déclaré cadu</w:t>
      </w:r>
      <w:r w:rsidR="00A43177">
        <w:t>c</w:t>
      </w:r>
      <w:r>
        <w:t xml:space="preserve">, générant l’application </w:t>
      </w:r>
      <w:r w:rsidR="000B1305">
        <w:t xml:space="preserve">de </w:t>
      </w:r>
      <w:r>
        <w:t xml:space="preserve">l’article 9.2 </w:t>
      </w:r>
      <w:r w:rsidR="00466381">
        <w:t>du présent</w:t>
      </w:r>
      <w:r w:rsidR="00490FA4">
        <w:t xml:space="preserve"> contrat</w:t>
      </w:r>
      <w:r>
        <w:t>.</w:t>
      </w:r>
    </w:p>
    <w:p w14:paraId="77645FE1" w14:textId="6625CE47" w:rsidR="00F13E55" w:rsidRDefault="00F13E55" w:rsidP="00F13E55"/>
    <w:p w14:paraId="237C3DC8" w14:textId="77777777" w:rsidR="00D42403" w:rsidRDefault="00D42403" w:rsidP="00D42403"/>
    <w:p w14:paraId="705AEAEF" w14:textId="56ACD542" w:rsidR="00D42403" w:rsidRDefault="00D42403" w:rsidP="00D42403">
      <w:pPr>
        <w:pStyle w:val="Titre2"/>
        <w:numPr>
          <w:ilvl w:val="1"/>
          <w:numId w:val="1"/>
        </w:numPr>
      </w:pPr>
      <w:bookmarkStart w:id="106" w:name="_Toc99364899"/>
      <w:bookmarkStart w:id="107" w:name="_Toc189735742"/>
      <w:r>
        <w:t xml:space="preserve">Compensation </w:t>
      </w:r>
      <w:bookmarkEnd w:id="106"/>
      <w:r w:rsidR="00C12D7B">
        <w:t xml:space="preserve">pour </w:t>
      </w:r>
      <w:r w:rsidR="002E62D9">
        <w:t>contraintes</w:t>
      </w:r>
      <w:r w:rsidR="00C12D7B">
        <w:t xml:space="preserve"> de service</w:t>
      </w:r>
      <w:bookmarkEnd w:id="107"/>
    </w:p>
    <w:p w14:paraId="6AF3C563" w14:textId="77777777" w:rsidR="00D42403" w:rsidRDefault="00D42403" w:rsidP="00D42403"/>
    <w:p w14:paraId="24E85CD4" w14:textId="3B59BC2C" w:rsidR="00D42403" w:rsidRDefault="00D42403" w:rsidP="00D42403">
      <w:r>
        <w:t>La délivrance du service donne droit à compensation</w:t>
      </w:r>
      <w:r w:rsidR="00C12D7B">
        <w:t xml:space="preserve"> pour </w:t>
      </w:r>
      <w:r w:rsidR="002E62D9">
        <w:t>contraintes</w:t>
      </w:r>
      <w:r w:rsidR="00C12D7B">
        <w:t xml:space="preserve"> de service versée par le</w:t>
      </w:r>
      <w:r>
        <w:t xml:space="preserve"> concédant.</w:t>
      </w:r>
    </w:p>
    <w:p w14:paraId="013E0038" w14:textId="77777777" w:rsidR="00D42403" w:rsidRDefault="00D42403" w:rsidP="00D42403"/>
    <w:p w14:paraId="429B1798" w14:textId="1F9AEC19" w:rsidR="00D42403" w:rsidRDefault="00D42403" w:rsidP="00D42403">
      <w:r>
        <w:t>Le concessionnaire s'engage sur les montants forfaitaires tels qu'ils sont définis à l’onglet 1 de l’annexe n°2 du présent contrat.</w:t>
      </w:r>
    </w:p>
    <w:p w14:paraId="52E50559" w14:textId="008AE074" w:rsidR="00D42403" w:rsidRDefault="00D42403" w:rsidP="00D42403"/>
    <w:p w14:paraId="6AD176D0" w14:textId="3A5167CC" w:rsidR="00E659E4" w:rsidRDefault="00E659E4" w:rsidP="00D42403">
      <w:r w:rsidRPr="00E659E4">
        <w:t xml:space="preserve">Les montants arrêtés au CEP sont figés à la signature du contrat, et ne font pas l’objet de dialogue de gestion ni de négociation en cours de vie du contrat, en-dehors des cas de révision visés à l’article </w:t>
      </w:r>
      <w:r>
        <w:t>5</w:t>
      </w:r>
      <w:r w:rsidRPr="00E659E4">
        <w:t>.7 ci-dessous.</w:t>
      </w:r>
    </w:p>
    <w:p w14:paraId="2F0BF740" w14:textId="77777777" w:rsidR="00E659E4" w:rsidRDefault="00E659E4" w:rsidP="00D42403"/>
    <w:p w14:paraId="4EFB024F" w14:textId="14B5D9C0" w:rsidR="00D42403" w:rsidRDefault="00D42403" w:rsidP="00D42403">
      <w:r>
        <w:t xml:space="preserve">La quotepart </w:t>
      </w:r>
      <w:r w:rsidR="006E492F">
        <w:t>trimestrielle</w:t>
      </w:r>
      <w:r>
        <w:t xml:space="preserve"> de compensation est facturée par le concessionnaire au concédant au plus tard le 5 du mois suivant.</w:t>
      </w:r>
    </w:p>
    <w:p w14:paraId="0E9460BA" w14:textId="77777777" w:rsidR="00D42403" w:rsidRDefault="00D42403" w:rsidP="00D42403"/>
    <w:p w14:paraId="6D4F72BE" w14:textId="028144C0" w:rsidR="00D42403" w:rsidRDefault="00D42403" w:rsidP="00D42403">
      <w:r>
        <w:t xml:space="preserve">La demande de paiement de la quotepart </w:t>
      </w:r>
      <w:r w:rsidR="006E492F">
        <w:t>trimestrielle</w:t>
      </w:r>
      <w:r>
        <w:t xml:space="preserve"> de compensation indique les éléments suivants :</w:t>
      </w:r>
    </w:p>
    <w:p w14:paraId="1BF1E58D" w14:textId="77777777" w:rsidR="00D42403" w:rsidRDefault="00D42403">
      <w:pPr>
        <w:pStyle w:val="Paragraphedeliste"/>
        <w:numPr>
          <w:ilvl w:val="0"/>
          <w:numId w:val="26"/>
        </w:numPr>
        <w:spacing w:before="120"/>
        <w:ind w:left="714" w:hanging="357"/>
        <w:contextualSpacing w:val="0"/>
      </w:pPr>
      <w:proofErr w:type="gramStart"/>
      <w:r>
        <w:t>période</w:t>
      </w:r>
      <w:proofErr w:type="gramEnd"/>
      <w:r>
        <w:t xml:space="preserve"> concernée ;</w:t>
      </w:r>
    </w:p>
    <w:p w14:paraId="1F0485CD" w14:textId="6AC81352" w:rsidR="00D42403" w:rsidRDefault="00D42403">
      <w:pPr>
        <w:pStyle w:val="Paragraphedeliste"/>
        <w:numPr>
          <w:ilvl w:val="0"/>
          <w:numId w:val="26"/>
        </w:numPr>
        <w:spacing w:before="120"/>
        <w:ind w:left="714" w:hanging="357"/>
        <w:contextualSpacing w:val="0"/>
      </w:pPr>
      <w:proofErr w:type="gramStart"/>
      <w:r>
        <w:t>montant</w:t>
      </w:r>
      <w:proofErr w:type="gramEnd"/>
      <w:r>
        <w:t xml:space="preserve"> de compensation.</w:t>
      </w:r>
    </w:p>
    <w:p w14:paraId="70150167" w14:textId="77777777" w:rsidR="00B02A44" w:rsidRDefault="00B02A44" w:rsidP="00B02A44"/>
    <w:p w14:paraId="70E3C4AD" w14:textId="77777777" w:rsidR="00B02A44" w:rsidRDefault="00B02A44" w:rsidP="00B02A44">
      <w:pPr>
        <w:pBdr>
          <w:top w:val="single" w:sz="4" w:space="1" w:color="auto"/>
          <w:left w:val="single" w:sz="4" w:space="4" w:color="auto"/>
          <w:bottom w:val="single" w:sz="4" w:space="1" w:color="auto"/>
          <w:right w:val="single" w:sz="4" w:space="4" w:color="auto"/>
        </w:pBdr>
        <w:rPr>
          <w:b/>
          <w:bCs/>
          <w:u w:val="single"/>
        </w:rPr>
      </w:pPr>
    </w:p>
    <w:p w14:paraId="6CFD0F37" w14:textId="77777777" w:rsidR="00B02A44" w:rsidRPr="00FE4FF3" w:rsidRDefault="00B02A44" w:rsidP="00B02A44">
      <w:pPr>
        <w:pBdr>
          <w:top w:val="single" w:sz="4" w:space="1" w:color="auto"/>
          <w:left w:val="single" w:sz="4" w:space="4" w:color="auto"/>
          <w:bottom w:val="single" w:sz="4" w:space="1" w:color="auto"/>
          <w:right w:val="single" w:sz="4" w:space="4" w:color="auto"/>
        </w:pBdr>
        <w:rPr>
          <w:b/>
          <w:bCs/>
          <w:u w:val="single"/>
        </w:rPr>
      </w:pPr>
      <w:r w:rsidRPr="00FE4FF3">
        <w:rPr>
          <w:b/>
          <w:bCs/>
          <w:u w:val="single"/>
        </w:rPr>
        <w:t>A compléter par le candidat :</w:t>
      </w:r>
    </w:p>
    <w:p w14:paraId="433DA040" w14:textId="77777777" w:rsidR="00B02A44" w:rsidRDefault="00B02A44" w:rsidP="00B02A44">
      <w:pPr>
        <w:pBdr>
          <w:top w:val="single" w:sz="4" w:space="1" w:color="auto"/>
          <w:left w:val="single" w:sz="4" w:space="4" w:color="auto"/>
          <w:bottom w:val="single" w:sz="4" w:space="1" w:color="auto"/>
          <w:right w:val="single" w:sz="4" w:space="4" w:color="auto"/>
        </w:pBdr>
      </w:pPr>
    </w:p>
    <w:p w14:paraId="2E39870D" w14:textId="77777777" w:rsidR="00B02A44" w:rsidRDefault="00B02A44" w:rsidP="00B02A44">
      <w:pPr>
        <w:pBdr>
          <w:top w:val="single" w:sz="4" w:space="1" w:color="auto"/>
          <w:left w:val="single" w:sz="4" w:space="4" w:color="auto"/>
          <w:bottom w:val="single" w:sz="4" w:space="1" w:color="auto"/>
          <w:right w:val="single" w:sz="4" w:space="4" w:color="auto"/>
        </w:pBdr>
      </w:pPr>
      <w:r>
        <w:t>Dans le cadre de son offre, le candidat proposera le montant de compensation à verser par le concédant.</w:t>
      </w:r>
    </w:p>
    <w:p w14:paraId="6FFEC25B" w14:textId="77777777" w:rsidR="00B02A44" w:rsidRDefault="00B02A44" w:rsidP="00B02A44">
      <w:pPr>
        <w:pBdr>
          <w:top w:val="single" w:sz="4" w:space="1" w:color="auto"/>
          <w:left w:val="single" w:sz="4" w:space="4" w:color="auto"/>
          <w:bottom w:val="single" w:sz="4" w:space="1" w:color="auto"/>
          <w:right w:val="single" w:sz="4" w:space="4" w:color="auto"/>
        </w:pBdr>
      </w:pPr>
    </w:p>
    <w:p w14:paraId="1B730596" w14:textId="77777777" w:rsidR="00B02A44" w:rsidRDefault="00B02A44" w:rsidP="00B02A44"/>
    <w:p w14:paraId="2D2F77ED" w14:textId="77777777" w:rsidR="00B02A44" w:rsidRDefault="00B02A44" w:rsidP="00F13E55"/>
    <w:p w14:paraId="203164BC" w14:textId="77777777" w:rsidR="00F13E55" w:rsidRDefault="00F13E55" w:rsidP="00F13E55">
      <w:pPr>
        <w:pStyle w:val="Titre2"/>
        <w:numPr>
          <w:ilvl w:val="1"/>
          <w:numId w:val="1"/>
        </w:numPr>
      </w:pPr>
      <w:bookmarkStart w:id="108" w:name="_Toc96382540"/>
      <w:bookmarkStart w:id="109" w:name="_Toc101860500"/>
      <w:bookmarkStart w:id="110" w:name="_Toc189735743"/>
      <w:r>
        <w:t>Redevance annuelle</w:t>
      </w:r>
      <w:bookmarkEnd w:id="108"/>
      <w:bookmarkEnd w:id="109"/>
      <w:bookmarkEnd w:id="110"/>
    </w:p>
    <w:p w14:paraId="21F24AED" w14:textId="77777777" w:rsidR="00F13E55" w:rsidRDefault="00F13E55" w:rsidP="00F13E55"/>
    <w:p w14:paraId="010CE1C2" w14:textId="77777777" w:rsidR="002E62D9" w:rsidRDefault="00F13E55" w:rsidP="00F13E55">
      <w:r>
        <w:t xml:space="preserve">La mise à disposition des biens donne lieu à une redevance </w:t>
      </w:r>
      <w:r w:rsidR="002E62D9">
        <w:t>composite constituée :</w:t>
      </w:r>
    </w:p>
    <w:p w14:paraId="66F0318C" w14:textId="677CFB24" w:rsidR="00F13E55" w:rsidRDefault="002E62D9">
      <w:pPr>
        <w:pStyle w:val="Paragraphedeliste"/>
        <w:numPr>
          <w:ilvl w:val="0"/>
          <w:numId w:val="2"/>
        </w:numPr>
        <w:spacing w:before="120"/>
      </w:pPr>
      <w:proofErr w:type="gramStart"/>
      <w:r>
        <w:t>d’une</w:t>
      </w:r>
      <w:proofErr w:type="gramEnd"/>
      <w:r>
        <w:t xml:space="preserve"> part fixe correspondant à la</w:t>
      </w:r>
      <w:r w:rsidR="00F13E55">
        <w:t xml:space="preserve"> Redevance pour occupation du domaine public (RODP), dite R1, en application de l’article L. 2125-1 du Code général de la propriété des personnes publiques.</w:t>
      </w:r>
      <w:r w:rsidR="000B1305">
        <w:t xml:space="preserve"> </w:t>
      </w:r>
      <w:r>
        <w:t>Sa valeur est de 20 000 € HT ;</w:t>
      </w:r>
    </w:p>
    <w:p w14:paraId="53123585" w14:textId="0747BD65" w:rsidR="00B44919" w:rsidRDefault="00B44919">
      <w:pPr>
        <w:pStyle w:val="Paragraphedeliste"/>
        <w:numPr>
          <w:ilvl w:val="0"/>
          <w:numId w:val="2"/>
        </w:numPr>
        <w:spacing w:before="120"/>
        <w:ind w:left="714" w:hanging="357"/>
        <w:contextualSpacing w:val="0"/>
      </w:pPr>
      <w:proofErr w:type="gramStart"/>
      <w:r>
        <w:t>une</w:t>
      </w:r>
      <w:proofErr w:type="gramEnd"/>
      <w:r>
        <w:t xml:space="preserve"> redevance d’intéressement, variable en fonction de l’activité, dite R2. Si le résultat d’exploitation arrêté au Compte annuel de résultat d’exploitation (CARE) certifié par le Commissaire aux comptes du concessionnaire est supérieur au résultat d’exploitation prévisionnel figurant au CEP, le concessionnaire reverse une quote-part de la différence au concédant au titre de la part R2 de la redevance annuelle. Le calcul est réalisé selon un système progressif de tranches</w:t>
      </w:r>
      <w:r w:rsidR="001052B0">
        <w:t>, où R2 = X% * résultat CARE, dans lequel X est fixé de la manière suivante :</w:t>
      </w:r>
    </w:p>
    <w:p w14:paraId="7C9C0CC0" w14:textId="77777777" w:rsidR="00B44919" w:rsidRDefault="00B44919">
      <w:pPr>
        <w:pStyle w:val="Paragraphedeliste"/>
        <w:numPr>
          <w:ilvl w:val="1"/>
          <w:numId w:val="2"/>
        </w:numPr>
        <w:spacing w:before="120"/>
        <w:contextualSpacing w:val="0"/>
      </w:pPr>
      <w:proofErr w:type="gramStart"/>
      <w:r>
        <w:t>si</w:t>
      </w:r>
      <w:proofErr w:type="gramEnd"/>
      <w:r>
        <w:t xml:space="preserve"> le résultat d’exploitation du CARE est supérieur de 0% à 2,5% au résultat prévu au CEP, 10% de la différence sont reversés au concédant ;</w:t>
      </w:r>
    </w:p>
    <w:p w14:paraId="09A20F00" w14:textId="77777777" w:rsidR="00B44919" w:rsidRDefault="00B44919">
      <w:pPr>
        <w:pStyle w:val="Paragraphedeliste"/>
        <w:numPr>
          <w:ilvl w:val="1"/>
          <w:numId w:val="2"/>
        </w:numPr>
        <w:spacing w:before="120"/>
        <w:contextualSpacing w:val="0"/>
      </w:pPr>
      <w:proofErr w:type="gramStart"/>
      <w:r>
        <w:t>si</w:t>
      </w:r>
      <w:proofErr w:type="gramEnd"/>
      <w:r>
        <w:t xml:space="preserve"> le résultat d’exploitation du CARE est supérieur de 2,5% à 5% au résultat prévu au CEP, 20% de la différence sont reversés au concédant ;</w:t>
      </w:r>
    </w:p>
    <w:p w14:paraId="2926202F" w14:textId="77777777" w:rsidR="00B44919" w:rsidRDefault="00B44919">
      <w:pPr>
        <w:pStyle w:val="Paragraphedeliste"/>
        <w:numPr>
          <w:ilvl w:val="1"/>
          <w:numId w:val="2"/>
        </w:numPr>
        <w:spacing w:before="120"/>
        <w:contextualSpacing w:val="0"/>
      </w:pPr>
      <w:proofErr w:type="gramStart"/>
      <w:r>
        <w:t>si</w:t>
      </w:r>
      <w:proofErr w:type="gramEnd"/>
      <w:r>
        <w:t xml:space="preserve"> le résultat d’exploitation du CARE est supérieur de 5% à 7,5% au résultat prévu au CEP, 30% de la différence sont reversés au concédant ;</w:t>
      </w:r>
    </w:p>
    <w:p w14:paraId="36AD72DB" w14:textId="77777777" w:rsidR="00B44919" w:rsidRDefault="00B44919">
      <w:pPr>
        <w:pStyle w:val="Paragraphedeliste"/>
        <w:numPr>
          <w:ilvl w:val="1"/>
          <w:numId w:val="2"/>
        </w:numPr>
        <w:spacing w:before="120"/>
        <w:contextualSpacing w:val="0"/>
      </w:pPr>
      <w:proofErr w:type="gramStart"/>
      <w:r>
        <w:lastRenderedPageBreak/>
        <w:t>si</w:t>
      </w:r>
      <w:proofErr w:type="gramEnd"/>
      <w:r>
        <w:t xml:space="preserve"> le résultat d’exploitation du CARE est supérieur de 7,5% à 10% au résultat prévu au CEP, 40% de la différence sont reversés au concédant ;</w:t>
      </w:r>
    </w:p>
    <w:p w14:paraId="371C15D9" w14:textId="2849E78A" w:rsidR="00B44919" w:rsidRDefault="00B44919">
      <w:pPr>
        <w:pStyle w:val="Paragraphedeliste"/>
        <w:numPr>
          <w:ilvl w:val="1"/>
          <w:numId w:val="2"/>
        </w:numPr>
        <w:spacing w:before="120"/>
        <w:contextualSpacing w:val="0"/>
      </w:pPr>
      <w:proofErr w:type="gramStart"/>
      <w:r>
        <w:t>si</w:t>
      </w:r>
      <w:proofErr w:type="gramEnd"/>
      <w:r>
        <w:t xml:space="preserve"> le résultat d’exploitation du CARE est supérieur plus de 10% au résultat prévu au CEP, 50% de la différence sont reversés au concédant</w:t>
      </w:r>
      <w:r w:rsidR="00612675">
        <w:t> ;</w:t>
      </w:r>
    </w:p>
    <w:p w14:paraId="27A9BD20" w14:textId="2B10D5AE" w:rsidR="00F13E55" w:rsidRDefault="00F13E55">
      <w:pPr>
        <w:pStyle w:val="Paragraphedeliste"/>
        <w:numPr>
          <w:ilvl w:val="0"/>
          <w:numId w:val="2"/>
        </w:numPr>
        <w:spacing w:before="120"/>
        <w:ind w:left="714" w:hanging="357"/>
        <w:contextualSpacing w:val="0"/>
      </w:pPr>
      <w:proofErr w:type="gramStart"/>
      <w:r>
        <w:t>une</w:t>
      </w:r>
      <w:proofErr w:type="gramEnd"/>
      <w:r>
        <w:t xml:space="preserve"> redevance pour frais de contrôle, forfaitaire, dite R</w:t>
      </w:r>
      <w:r w:rsidR="00B44919">
        <w:t>3</w:t>
      </w:r>
      <w:r>
        <w:t xml:space="preserve">. Afin de fournir au </w:t>
      </w:r>
      <w:r w:rsidR="008B3ED8">
        <w:t>concédant</w:t>
      </w:r>
      <w:r>
        <w:t xml:space="preserve"> les moyens d’exercer son contrôle sur l’activité, le </w:t>
      </w:r>
      <w:r w:rsidR="008B3ED8">
        <w:t>concessionnaire</w:t>
      </w:r>
      <w:r>
        <w:t xml:space="preserve"> verse une part R</w:t>
      </w:r>
      <w:r w:rsidR="00612675">
        <w:t>3</w:t>
      </w:r>
      <w:r>
        <w:t xml:space="preserve"> de 5 000 € HT annuels</w:t>
      </w:r>
      <w:r w:rsidR="000B1305">
        <w:t>.</w:t>
      </w:r>
    </w:p>
    <w:p w14:paraId="4C4EE6E2" w14:textId="77777777" w:rsidR="000B1305" w:rsidRDefault="000B1305" w:rsidP="00F13E55"/>
    <w:p w14:paraId="3ACC5D3D" w14:textId="77777777" w:rsidR="000B1305" w:rsidRDefault="00F13E55" w:rsidP="00F13E55">
      <w:r>
        <w:t>La redevance annuelle est assujettie à TVA</w:t>
      </w:r>
      <w:r w:rsidR="000B1305">
        <w:t>.</w:t>
      </w:r>
    </w:p>
    <w:p w14:paraId="2307663E" w14:textId="77777777" w:rsidR="000B1305" w:rsidRDefault="000B1305" w:rsidP="00F13E55"/>
    <w:p w14:paraId="6DEA2FF6" w14:textId="410ADBA9" w:rsidR="000B1305" w:rsidRDefault="000B1305" w:rsidP="000B1305">
      <w:r>
        <w:t xml:space="preserve">Les parts R1 et R3 sont payées à terme à échoir en début de chaque exercice. La part R2 sera versée annuellement après contrôle par le concédant du Rapport annuel du concessionnaire décrit à l’article 6.1 </w:t>
      </w:r>
      <w:r w:rsidRPr="0047619F">
        <w:rPr>
          <w:i/>
          <w:iCs/>
        </w:rPr>
        <w:t>infra</w:t>
      </w:r>
      <w:r>
        <w:t>.</w:t>
      </w:r>
    </w:p>
    <w:p w14:paraId="58EAA48F" w14:textId="77777777" w:rsidR="00B02A44" w:rsidRDefault="00B02A44" w:rsidP="000B1305"/>
    <w:p w14:paraId="294C7BB8" w14:textId="77777777" w:rsidR="00B02A44" w:rsidRDefault="00B02A44" w:rsidP="00B02A44">
      <w:r w:rsidRPr="00441B52">
        <w:t>Pour la première et la dernière année, cette redevance sera proratisée.</w:t>
      </w:r>
    </w:p>
    <w:p w14:paraId="69F46A3A" w14:textId="77777777" w:rsidR="00F13E55" w:rsidRDefault="00F13E55" w:rsidP="00F13E55"/>
    <w:p w14:paraId="43EA0A5A" w14:textId="77777777" w:rsidR="00441B52" w:rsidRDefault="00441B52" w:rsidP="00F13E55"/>
    <w:p w14:paraId="605FB905" w14:textId="77777777" w:rsidR="00F13E55" w:rsidRDefault="00F13E55" w:rsidP="00F13E55">
      <w:pPr>
        <w:pStyle w:val="Titre2"/>
        <w:numPr>
          <w:ilvl w:val="1"/>
          <w:numId w:val="1"/>
        </w:numPr>
      </w:pPr>
      <w:bookmarkStart w:id="111" w:name="_Toc101860501"/>
      <w:bookmarkStart w:id="112" w:name="_Toc189735744"/>
      <w:r>
        <w:t>Régime fiscal</w:t>
      </w:r>
      <w:bookmarkEnd w:id="111"/>
      <w:bookmarkEnd w:id="112"/>
    </w:p>
    <w:p w14:paraId="5349CE5B" w14:textId="77777777" w:rsidR="00F13E55" w:rsidRDefault="00F13E55" w:rsidP="00F13E55"/>
    <w:p w14:paraId="1522CAAC" w14:textId="53232A92" w:rsidR="00A22EE8" w:rsidRDefault="00F13E55" w:rsidP="00F13E55">
      <w:r>
        <w:t xml:space="preserve">Hormis la taxe foncière qui demeure à la charge du </w:t>
      </w:r>
      <w:r w:rsidR="008B3ED8">
        <w:t>concédant</w:t>
      </w:r>
      <w:r>
        <w:t xml:space="preserve">, tous les impôts ou taxes liés à l’exploitation du service sont à la charge du </w:t>
      </w:r>
      <w:r w:rsidR="008B3ED8">
        <w:t>concessionnaire</w:t>
      </w:r>
      <w:r>
        <w:t>.</w:t>
      </w:r>
    </w:p>
    <w:p w14:paraId="4FB3FB11" w14:textId="6933A2DF" w:rsidR="007B22AE" w:rsidRDefault="007B22AE" w:rsidP="007B22AE"/>
    <w:p w14:paraId="7CFC41D7" w14:textId="77777777" w:rsidR="00F13E55" w:rsidRDefault="00F13E55" w:rsidP="007B22AE"/>
    <w:p w14:paraId="3932E442" w14:textId="70256770" w:rsidR="00A22EE8" w:rsidRDefault="00AD59B8" w:rsidP="00A22EE8">
      <w:pPr>
        <w:pStyle w:val="Titre2"/>
        <w:numPr>
          <w:ilvl w:val="1"/>
          <w:numId w:val="1"/>
        </w:numPr>
      </w:pPr>
      <w:bookmarkStart w:id="113" w:name="_Toc189735745"/>
      <w:r>
        <w:t xml:space="preserve">Avenant – Modification </w:t>
      </w:r>
      <w:r w:rsidR="00A22EE8">
        <w:t>des dispositions financières</w:t>
      </w:r>
      <w:bookmarkEnd w:id="113"/>
    </w:p>
    <w:p w14:paraId="743A372C" w14:textId="77777777" w:rsidR="007B22AE" w:rsidRDefault="007B22AE" w:rsidP="007B22AE"/>
    <w:p w14:paraId="1E25FA47" w14:textId="5F9B73B8" w:rsidR="008A5065" w:rsidRDefault="008A5065" w:rsidP="007B22AE">
      <w:r>
        <w:t>Les articles R. 3135-1 à 9 du Code de la commande publique listent exhaustivement les cas de modifications autorisées du contrat</w:t>
      </w:r>
      <w:r w:rsidR="0047619F">
        <w:t>, et leurs modalités d’application</w:t>
      </w:r>
      <w:r>
        <w:t> :</w:t>
      </w:r>
    </w:p>
    <w:p w14:paraId="27B943E5" w14:textId="3622D50A" w:rsidR="008A5065" w:rsidRDefault="008A5065">
      <w:pPr>
        <w:pStyle w:val="Paragraphedeliste"/>
        <w:numPr>
          <w:ilvl w:val="0"/>
          <w:numId w:val="3"/>
        </w:numPr>
        <w:spacing w:before="120"/>
        <w:contextualSpacing w:val="0"/>
      </w:pPr>
      <w:proofErr w:type="gramStart"/>
      <w:r w:rsidRPr="008A5065">
        <w:t>clauses</w:t>
      </w:r>
      <w:proofErr w:type="gramEnd"/>
      <w:r w:rsidRPr="008A5065">
        <w:t xml:space="preserve"> de réexamen ou d'options claires, précises et sans équivoque</w:t>
      </w:r>
      <w:r>
        <w:t> ;</w:t>
      </w:r>
    </w:p>
    <w:p w14:paraId="7153A843" w14:textId="7333F924" w:rsidR="008A5065" w:rsidRDefault="008A5065">
      <w:pPr>
        <w:pStyle w:val="Paragraphedeliste"/>
        <w:numPr>
          <w:ilvl w:val="0"/>
          <w:numId w:val="3"/>
        </w:numPr>
        <w:spacing w:before="120"/>
        <w:contextualSpacing w:val="0"/>
      </w:pPr>
      <w:proofErr w:type="gramStart"/>
      <w:r>
        <w:t>t</w:t>
      </w:r>
      <w:r w:rsidRPr="008A5065">
        <w:t>ravaux</w:t>
      </w:r>
      <w:proofErr w:type="gramEnd"/>
      <w:r w:rsidRPr="008A5065">
        <w:t xml:space="preserve"> ou services supplémentaires devenus nécessaires</w:t>
      </w:r>
      <w:r>
        <w:t> ;</w:t>
      </w:r>
    </w:p>
    <w:p w14:paraId="2F7FC8FB" w14:textId="4200C268" w:rsidR="008A5065" w:rsidRDefault="008A5065">
      <w:pPr>
        <w:pStyle w:val="Paragraphedeliste"/>
        <w:numPr>
          <w:ilvl w:val="0"/>
          <w:numId w:val="3"/>
        </w:numPr>
        <w:spacing w:before="120"/>
        <w:contextualSpacing w:val="0"/>
      </w:pPr>
      <w:proofErr w:type="gramStart"/>
      <w:r>
        <w:t>c</w:t>
      </w:r>
      <w:r w:rsidRPr="008A5065">
        <w:t>irconstances</w:t>
      </w:r>
      <w:proofErr w:type="gramEnd"/>
      <w:r w:rsidRPr="008A5065">
        <w:t xml:space="preserve"> imprévues</w:t>
      </w:r>
      <w:r>
        <w:t> ;</w:t>
      </w:r>
    </w:p>
    <w:p w14:paraId="54E37106" w14:textId="0D9E1D97" w:rsidR="008A5065" w:rsidRDefault="008A5065">
      <w:pPr>
        <w:pStyle w:val="Paragraphedeliste"/>
        <w:numPr>
          <w:ilvl w:val="0"/>
          <w:numId w:val="3"/>
        </w:numPr>
        <w:spacing w:before="120"/>
        <w:contextualSpacing w:val="0"/>
      </w:pPr>
      <w:proofErr w:type="gramStart"/>
      <w:r>
        <w:t>s</w:t>
      </w:r>
      <w:r w:rsidRPr="008A5065">
        <w:t>ubstitution</w:t>
      </w:r>
      <w:proofErr w:type="gramEnd"/>
      <w:r w:rsidRPr="008A5065">
        <w:t xml:space="preserve"> d'un nouveau concessionnaire</w:t>
      </w:r>
      <w:r>
        <w:t> ;</w:t>
      </w:r>
    </w:p>
    <w:p w14:paraId="4E007A7B" w14:textId="27B8176E" w:rsidR="008A5065" w:rsidRDefault="008A5065">
      <w:pPr>
        <w:pStyle w:val="Paragraphedeliste"/>
        <w:numPr>
          <w:ilvl w:val="0"/>
          <w:numId w:val="3"/>
        </w:numPr>
        <w:spacing w:before="120"/>
        <w:contextualSpacing w:val="0"/>
      </w:pPr>
      <w:proofErr w:type="gramStart"/>
      <w:r>
        <w:t>m</w:t>
      </w:r>
      <w:r w:rsidRPr="008A5065">
        <w:t>odification</w:t>
      </w:r>
      <w:proofErr w:type="gramEnd"/>
      <w:r w:rsidRPr="008A5065">
        <w:t xml:space="preserve"> non substantielle</w:t>
      </w:r>
      <w:r>
        <w:t> ;</w:t>
      </w:r>
    </w:p>
    <w:p w14:paraId="1207228D" w14:textId="1D116A35" w:rsidR="008A5065" w:rsidRDefault="008A5065">
      <w:pPr>
        <w:pStyle w:val="Paragraphedeliste"/>
        <w:numPr>
          <w:ilvl w:val="0"/>
          <w:numId w:val="3"/>
        </w:numPr>
        <w:spacing w:before="120"/>
        <w:contextualSpacing w:val="0"/>
      </w:pPr>
      <w:proofErr w:type="gramStart"/>
      <w:r>
        <w:t>m</w:t>
      </w:r>
      <w:r w:rsidRPr="008A5065">
        <w:t>odification</w:t>
      </w:r>
      <w:proofErr w:type="gramEnd"/>
      <w:r w:rsidRPr="008A5065">
        <w:t xml:space="preserve"> de faible montant</w:t>
      </w:r>
      <w:r>
        <w:t>.</w:t>
      </w:r>
    </w:p>
    <w:p w14:paraId="2EE0EF27" w14:textId="77777777" w:rsidR="008A5065" w:rsidRDefault="008A5065" w:rsidP="007B22AE"/>
    <w:p w14:paraId="67F0DF3E" w14:textId="459B495B" w:rsidR="008A5065" w:rsidRDefault="008A5065" w:rsidP="007B22AE">
      <w:r>
        <w:t>Aucun autre motif n’est accepté par le concédant.</w:t>
      </w:r>
    </w:p>
    <w:p w14:paraId="28494E00" w14:textId="31F06B3D" w:rsidR="008A5065" w:rsidRDefault="008A5065" w:rsidP="007B22AE"/>
    <w:p w14:paraId="3DC0F5B3" w14:textId="6CC88930" w:rsidR="007B22AE" w:rsidRDefault="007B22AE" w:rsidP="007B22AE">
      <w:r>
        <w:t xml:space="preserve">La demande de </w:t>
      </w:r>
      <w:proofErr w:type="gramStart"/>
      <w:r w:rsidR="00AD59B8">
        <w:t xml:space="preserve">modification </w:t>
      </w:r>
      <w:r>
        <w:t xml:space="preserve"> des</w:t>
      </w:r>
      <w:proofErr w:type="gramEnd"/>
      <w:r>
        <w:t xml:space="preserve"> dispositions financières prend la forme d’un courrier en recommandé avec accusé de réception par l’une des parties à l’intention de l’autre partie</w:t>
      </w:r>
      <w:r w:rsidR="008A5065">
        <w:t> ; l</w:t>
      </w:r>
      <w:r>
        <w:t xml:space="preserve">a demande de </w:t>
      </w:r>
      <w:r w:rsidR="00AD59B8">
        <w:t xml:space="preserve">modification </w:t>
      </w:r>
      <w:r>
        <w:t>des dispositions financières n'entraîne pas leur interruption, ces dernières continuant d’être appliquées jusqu'à l'achèvement de la procédure de</w:t>
      </w:r>
      <w:r w:rsidR="00AD59B8">
        <w:t xml:space="preserve"> modification</w:t>
      </w:r>
      <w:r>
        <w:t>.</w:t>
      </w:r>
    </w:p>
    <w:p w14:paraId="2E9EB0CA" w14:textId="77777777" w:rsidR="007B22AE" w:rsidRDefault="007B22AE" w:rsidP="007B22AE"/>
    <w:p w14:paraId="18F10A47" w14:textId="29D1F22A" w:rsidR="007B22AE" w:rsidRDefault="007B22AE" w:rsidP="007B22AE">
      <w:r>
        <w:t>Si, dans les trois mois à compter de la date du courrier de demande de</w:t>
      </w:r>
      <w:r w:rsidR="00AD59B8">
        <w:t xml:space="preserve"> modification</w:t>
      </w:r>
      <w:r>
        <w:t xml:space="preserve"> présentée par l'une des parties, un accord n'est pas intervenu, il est procédé à cette </w:t>
      </w:r>
      <w:r w:rsidR="00AD59B8">
        <w:t xml:space="preserve">modification </w:t>
      </w:r>
      <w:r>
        <w:t xml:space="preserve">par une commission composée de trois membres dont l'un sera désigné par le concédant, l'autre par le </w:t>
      </w:r>
      <w:r w:rsidR="00EA128F">
        <w:t>concessionnaire</w:t>
      </w:r>
      <w:r>
        <w:t xml:space="preserve"> et le troisième par les deux premiers. Faute pour ceux-ci de s'entendre dans un délai de quinze (15) jours, la désignation du troisième membre sera prononcée par le président du Tribunal administratif ; il en sera de même pour les membres qui n'auraient pas été désignés par les parties dans le même délai à compter de l'expiration de la période de trois (3) mois prévus </w:t>
      </w:r>
      <w:r w:rsidRPr="008A5065">
        <w:rPr>
          <w:i/>
          <w:iCs/>
        </w:rPr>
        <w:t>supra</w:t>
      </w:r>
      <w:r>
        <w:t>.</w:t>
      </w:r>
    </w:p>
    <w:p w14:paraId="722417E9" w14:textId="77777777" w:rsidR="007B22AE" w:rsidRDefault="007B22AE" w:rsidP="007B22AE"/>
    <w:p w14:paraId="6DB648D7" w14:textId="078CDE82" w:rsidR="007B22AE" w:rsidRDefault="007B22AE" w:rsidP="007B22AE">
      <w:r>
        <w:t xml:space="preserve">La procédure de </w:t>
      </w:r>
      <w:r w:rsidR="00AD59B8">
        <w:t xml:space="preserve">modification </w:t>
      </w:r>
      <w:r>
        <w:t>achevée donne lieu à un avenant, dont la teneur ne doit pas bouleverser l’économie générale du présent contrat.</w:t>
      </w:r>
    </w:p>
    <w:p w14:paraId="05156269" w14:textId="77777777" w:rsidR="007B22AE" w:rsidRDefault="007B22AE" w:rsidP="007B22AE"/>
    <w:p w14:paraId="6027972F" w14:textId="77777777" w:rsidR="007B22AE" w:rsidRDefault="007B22AE" w:rsidP="007B22AE"/>
    <w:p w14:paraId="69DFC9CD" w14:textId="08530D7F" w:rsidR="00A22EE8" w:rsidRDefault="00A22EE8">
      <w:pPr>
        <w:spacing w:after="160" w:line="259" w:lineRule="auto"/>
        <w:jc w:val="left"/>
      </w:pPr>
      <w:r>
        <w:br w:type="page"/>
      </w:r>
    </w:p>
    <w:p w14:paraId="4516972B" w14:textId="38A115CE" w:rsidR="007B22AE" w:rsidRDefault="008A5065" w:rsidP="008A5065">
      <w:pPr>
        <w:pStyle w:val="Titre1"/>
      </w:pPr>
      <w:bookmarkStart w:id="114" w:name="_Toc189735746"/>
      <w:r>
        <w:lastRenderedPageBreak/>
        <w:t xml:space="preserve">Chapitre sixième – </w:t>
      </w:r>
      <w:r w:rsidR="007B22AE">
        <w:t>Contrôle</w:t>
      </w:r>
      <w:r>
        <w:t xml:space="preserve"> </w:t>
      </w:r>
      <w:r w:rsidR="007B22AE">
        <w:t xml:space="preserve">du </w:t>
      </w:r>
      <w:r w:rsidR="00EA128F">
        <w:t>concessionnaire</w:t>
      </w:r>
      <w:r w:rsidR="007B22AE">
        <w:t xml:space="preserve"> par le concédant</w:t>
      </w:r>
      <w:bookmarkEnd w:id="114"/>
    </w:p>
    <w:p w14:paraId="0EB225F0" w14:textId="77777777" w:rsidR="007B22AE" w:rsidRDefault="007B22AE" w:rsidP="007B22AE"/>
    <w:p w14:paraId="75F04AEC" w14:textId="77777777" w:rsidR="008A5065" w:rsidRDefault="008A5065" w:rsidP="008A5065">
      <w:pPr>
        <w:pStyle w:val="Titre2"/>
        <w:numPr>
          <w:ilvl w:val="1"/>
          <w:numId w:val="1"/>
        </w:numPr>
      </w:pPr>
      <w:bookmarkStart w:id="115" w:name="_Toc189735747"/>
      <w:r>
        <w:t>Rapport annuel du concessionnaire (RAC)</w:t>
      </w:r>
      <w:bookmarkEnd w:id="115"/>
    </w:p>
    <w:p w14:paraId="5DF6E1DD" w14:textId="77777777" w:rsidR="008A5065" w:rsidRDefault="008A5065" w:rsidP="007B22AE"/>
    <w:p w14:paraId="71DFFA7C" w14:textId="17DA2CE2" w:rsidR="007B22AE" w:rsidRDefault="007B22AE" w:rsidP="007B22AE">
      <w:r>
        <w:t xml:space="preserve">Le </w:t>
      </w:r>
      <w:r w:rsidR="00EA128F">
        <w:t>concessionnaire</w:t>
      </w:r>
      <w:r>
        <w:t xml:space="preserve"> satisfait au principe de transparence du service concédé par la transmission au concédant du </w:t>
      </w:r>
      <w:r w:rsidR="0047619F">
        <w:t>R</w:t>
      </w:r>
      <w:r>
        <w:t xml:space="preserve">apport annuel du </w:t>
      </w:r>
      <w:r w:rsidR="00EA128F">
        <w:t>concessionnaire</w:t>
      </w:r>
      <w:r>
        <w:t xml:space="preserve"> (RAC) au plus tard le </w:t>
      </w:r>
      <w:r w:rsidR="008A5065">
        <w:t>1</w:t>
      </w:r>
      <w:r w:rsidR="008A5065" w:rsidRPr="008A5065">
        <w:rPr>
          <w:vertAlign w:val="superscript"/>
        </w:rPr>
        <w:t>er</w:t>
      </w:r>
      <w:r w:rsidR="008A5065">
        <w:t xml:space="preserve"> </w:t>
      </w:r>
      <w:r w:rsidR="002E62D9">
        <w:t>juin</w:t>
      </w:r>
      <w:r>
        <w:t xml:space="preserve"> de de l’année N</w:t>
      </w:r>
      <w:r w:rsidRPr="008A5065">
        <w:rPr>
          <w:vertAlign w:val="superscript"/>
        </w:rPr>
        <w:t>+1</w:t>
      </w:r>
      <w:r>
        <w:t>.</w:t>
      </w:r>
    </w:p>
    <w:p w14:paraId="38994B74" w14:textId="77777777" w:rsidR="007B22AE" w:rsidRDefault="007B22AE" w:rsidP="007B22AE"/>
    <w:p w14:paraId="003568B1" w14:textId="6183A20B" w:rsidR="007B22AE" w:rsidRDefault="007B22AE" w:rsidP="007B22AE">
      <w:r>
        <w:t>Sont notamment incluses au RAC :</w:t>
      </w:r>
    </w:p>
    <w:p w14:paraId="2B906024" w14:textId="77777777" w:rsidR="00F13E55" w:rsidRDefault="00F13E55">
      <w:pPr>
        <w:pStyle w:val="Paragraphedeliste"/>
        <w:numPr>
          <w:ilvl w:val="0"/>
          <w:numId w:val="4"/>
        </w:numPr>
        <w:spacing w:before="120"/>
        <w:ind w:left="714" w:hanging="357"/>
        <w:contextualSpacing w:val="0"/>
      </w:pPr>
      <w:proofErr w:type="gramStart"/>
      <w:r>
        <w:t>des</w:t>
      </w:r>
      <w:proofErr w:type="gramEnd"/>
      <w:r>
        <w:t xml:space="preserve"> données techniques :</w:t>
      </w:r>
    </w:p>
    <w:p w14:paraId="5CC5188C" w14:textId="77777777" w:rsidR="00F13E55" w:rsidRDefault="00F13E55">
      <w:pPr>
        <w:pStyle w:val="Paragraphedeliste"/>
        <w:numPr>
          <w:ilvl w:val="1"/>
          <w:numId w:val="4"/>
        </w:numPr>
        <w:spacing w:before="120"/>
        <w:ind w:left="1434" w:hanging="357"/>
        <w:contextualSpacing w:val="0"/>
      </w:pPr>
      <w:proofErr w:type="gramStart"/>
      <w:r>
        <w:t>un</w:t>
      </w:r>
      <w:proofErr w:type="gramEnd"/>
      <w:r>
        <w:t xml:space="preserve"> bilan global de l’activité sur l’année en synthétisant les principaux résultats (</w:t>
      </w:r>
      <w:r w:rsidRPr="006E3232">
        <w:rPr>
          <w:i/>
          <w:iCs/>
        </w:rPr>
        <w:t>en valeur absolue et sous forme de ratios significatifs</w:t>
      </w:r>
      <w:r>
        <w:t>), les faits marquants et les tendances d’évolution (</w:t>
      </w:r>
      <w:r w:rsidRPr="006E3232">
        <w:rPr>
          <w:i/>
          <w:iCs/>
        </w:rPr>
        <w:t>comparaison avec les années antérieures</w:t>
      </w:r>
      <w:r>
        <w:t>) ;</w:t>
      </w:r>
    </w:p>
    <w:p w14:paraId="104B9A0A" w14:textId="45697E7B" w:rsidR="00F13E55" w:rsidRDefault="00F13E55">
      <w:pPr>
        <w:pStyle w:val="Paragraphedeliste"/>
        <w:numPr>
          <w:ilvl w:val="1"/>
          <w:numId w:val="4"/>
        </w:numPr>
        <w:spacing w:before="120"/>
        <w:ind w:left="1434" w:hanging="357"/>
        <w:contextualSpacing w:val="0"/>
      </w:pPr>
      <w:proofErr w:type="gramStart"/>
      <w:r>
        <w:t>un</w:t>
      </w:r>
      <w:proofErr w:type="gramEnd"/>
      <w:r>
        <w:t xml:space="preserve"> état récapitulatif de la fréquentation, de sa structuration par tranche d’âges et de son évolution ;</w:t>
      </w:r>
    </w:p>
    <w:p w14:paraId="7B260D9F" w14:textId="577F5F90" w:rsidR="00265744" w:rsidRDefault="00265744">
      <w:pPr>
        <w:pStyle w:val="Paragraphedeliste"/>
        <w:numPr>
          <w:ilvl w:val="1"/>
          <w:numId w:val="4"/>
        </w:numPr>
        <w:spacing w:before="120"/>
        <w:ind w:left="1434" w:hanging="357"/>
        <w:contextualSpacing w:val="0"/>
      </w:pPr>
      <w:proofErr w:type="gramStart"/>
      <w:r>
        <w:t>les</w:t>
      </w:r>
      <w:proofErr w:type="gramEnd"/>
      <w:r>
        <w:t xml:space="preserve"> déclarations annuelles réalisées auprès de la CAF ;</w:t>
      </w:r>
    </w:p>
    <w:p w14:paraId="3F6129AE" w14:textId="77777777" w:rsidR="00F13E55" w:rsidRDefault="00F13E55">
      <w:pPr>
        <w:pStyle w:val="Paragraphedeliste"/>
        <w:numPr>
          <w:ilvl w:val="1"/>
          <w:numId w:val="4"/>
        </w:numPr>
        <w:spacing w:before="120"/>
        <w:ind w:left="1434" w:hanging="357"/>
        <w:contextualSpacing w:val="0"/>
      </w:pPr>
      <w:proofErr w:type="gramStart"/>
      <w:r>
        <w:t>le</w:t>
      </w:r>
      <w:proofErr w:type="gramEnd"/>
      <w:r>
        <w:t xml:space="preserve"> nombre et le motif des sorties d’enfants ;</w:t>
      </w:r>
    </w:p>
    <w:p w14:paraId="0D88CCF5" w14:textId="77777777" w:rsidR="00F13E55" w:rsidRDefault="00F13E55">
      <w:pPr>
        <w:pStyle w:val="Paragraphedeliste"/>
        <w:numPr>
          <w:ilvl w:val="1"/>
          <w:numId w:val="4"/>
        </w:numPr>
        <w:spacing w:before="120"/>
        <w:ind w:left="1434" w:hanging="357"/>
        <w:contextualSpacing w:val="0"/>
      </w:pPr>
      <w:proofErr w:type="gramStart"/>
      <w:r>
        <w:t>le</w:t>
      </w:r>
      <w:proofErr w:type="gramEnd"/>
      <w:r>
        <w:t xml:space="preserve"> nombre et la proportion d’enfants dont les familles sont en situation de précarité (critère CAF) ;</w:t>
      </w:r>
    </w:p>
    <w:p w14:paraId="542B9730" w14:textId="77777777" w:rsidR="00F13E55" w:rsidRDefault="00F13E55">
      <w:pPr>
        <w:pStyle w:val="Paragraphedeliste"/>
        <w:numPr>
          <w:ilvl w:val="1"/>
          <w:numId w:val="4"/>
        </w:numPr>
        <w:spacing w:before="120"/>
        <w:ind w:left="1434" w:hanging="357"/>
        <w:contextualSpacing w:val="0"/>
      </w:pPr>
      <w:proofErr w:type="gramStart"/>
      <w:r>
        <w:t>le</w:t>
      </w:r>
      <w:proofErr w:type="gramEnd"/>
      <w:r>
        <w:t xml:space="preserve"> nombre d’enfants par pallier de revenus des familles (</w:t>
      </w:r>
      <w:r w:rsidRPr="006E3232">
        <w:rPr>
          <w:i/>
          <w:iCs/>
        </w:rPr>
        <w:t>barème CAF</w:t>
      </w:r>
      <w:r>
        <w:t>) ;</w:t>
      </w:r>
    </w:p>
    <w:p w14:paraId="2753F185" w14:textId="77777777" w:rsidR="00F13E55" w:rsidRDefault="00F13E55">
      <w:pPr>
        <w:pStyle w:val="Paragraphedeliste"/>
        <w:numPr>
          <w:ilvl w:val="1"/>
          <w:numId w:val="4"/>
        </w:numPr>
        <w:spacing w:before="120"/>
        <w:ind w:left="1434" w:hanging="357"/>
        <w:contextualSpacing w:val="0"/>
      </w:pPr>
      <w:proofErr w:type="gramStart"/>
      <w:r>
        <w:t>le</w:t>
      </w:r>
      <w:proofErr w:type="gramEnd"/>
      <w:r>
        <w:t xml:space="preserve"> nombre d’enfants en situation de handicap ;</w:t>
      </w:r>
    </w:p>
    <w:p w14:paraId="5A653011" w14:textId="77777777" w:rsidR="00F13E55" w:rsidRDefault="00F13E55">
      <w:pPr>
        <w:pStyle w:val="Paragraphedeliste"/>
        <w:numPr>
          <w:ilvl w:val="1"/>
          <w:numId w:val="4"/>
        </w:numPr>
        <w:spacing w:before="120"/>
        <w:ind w:left="1434" w:hanging="357"/>
        <w:contextualSpacing w:val="0"/>
      </w:pPr>
      <w:proofErr w:type="gramStart"/>
      <w:r>
        <w:t>le</w:t>
      </w:r>
      <w:proofErr w:type="gramEnd"/>
      <w:r>
        <w:t xml:space="preserve"> nombre et le type de PAI ;</w:t>
      </w:r>
    </w:p>
    <w:p w14:paraId="76F1D137" w14:textId="77777777" w:rsidR="00F13E55" w:rsidRDefault="00F13E55">
      <w:pPr>
        <w:pStyle w:val="Paragraphedeliste"/>
        <w:numPr>
          <w:ilvl w:val="1"/>
          <w:numId w:val="4"/>
        </w:numPr>
        <w:spacing w:before="120"/>
        <w:ind w:left="1434" w:hanging="357"/>
        <w:contextualSpacing w:val="0"/>
      </w:pPr>
      <w:proofErr w:type="gramStart"/>
      <w:r>
        <w:t>le</w:t>
      </w:r>
      <w:proofErr w:type="gramEnd"/>
      <w:r>
        <w:t xml:space="preserve"> bilan des sorties et des activités ;</w:t>
      </w:r>
    </w:p>
    <w:p w14:paraId="35F43167" w14:textId="77777777" w:rsidR="00F13E55" w:rsidRDefault="00F13E55">
      <w:pPr>
        <w:pStyle w:val="Paragraphedeliste"/>
        <w:numPr>
          <w:ilvl w:val="1"/>
          <w:numId w:val="4"/>
        </w:numPr>
        <w:spacing w:before="120"/>
        <w:ind w:left="1434" w:hanging="357"/>
        <w:contextualSpacing w:val="0"/>
      </w:pPr>
      <w:proofErr w:type="gramStart"/>
      <w:r>
        <w:t>les</w:t>
      </w:r>
      <w:proofErr w:type="gramEnd"/>
      <w:r>
        <w:t xml:space="preserve"> partenariats effectifs ;</w:t>
      </w:r>
    </w:p>
    <w:p w14:paraId="74181129" w14:textId="34532F64" w:rsidR="00F13E55" w:rsidRDefault="00F13E55">
      <w:pPr>
        <w:pStyle w:val="Paragraphedeliste"/>
        <w:numPr>
          <w:ilvl w:val="1"/>
          <w:numId w:val="4"/>
        </w:numPr>
        <w:spacing w:before="120"/>
        <w:ind w:left="1434" w:hanging="357"/>
        <w:contextualSpacing w:val="0"/>
      </w:pPr>
      <w:proofErr w:type="gramStart"/>
      <w:r>
        <w:t>les</w:t>
      </w:r>
      <w:proofErr w:type="gramEnd"/>
      <w:r>
        <w:t xml:space="preserve"> relations avec les usagers (</w:t>
      </w:r>
      <w:r w:rsidRPr="006E3232">
        <w:rPr>
          <w:i/>
          <w:iCs/>
        </w:rPr>
        <w:t xml:space="preserve">analyse et exploitation des plaintes et réclamations par nature, les suites données, efficacité du traitement des demandes écrites, contentieux sur la mise en jeu de la responsabilité du </w:t>
      </w:r>
      <w:r w:rsidR="008B3ED8">
        <w:rPr>
          <w:i/>
          <w:iCs/>
        </w:rPr>
        <w:t>concessionnaire</w:t>
      </w:r>
      <w:r w:rsidRPr="006E3232">
        <w:rPr>
          <w:i/>
          <w:iCs/>
        </w:rPr>
        <w:t>, taux de fréquentation mensuelle, nombres de jours d'interruption de service non programmés</w:t>
      </w:r>
      <w:r>
        <w:t>) ;</w:t>
      </w:r>
    </w:p>
    <w:p w14:paraId="5A573C71" w14:textId="77777777" w:rsidR="00F13E55" w:rsidRDefault="00F13E55">
      <w:pPr>
        <w:pStyle w:val="Paragraphedeliste"/>
        <w:numPr>
          <w:ilvl w:val="1"/>
          <w:numId w:val="4"/>
        </w:numPr>
        <w:spacing w:before="120"/>
        <w:ind w:left="1434" w:hanging="357"/>
        <w:contextualSpacing w:val="0"/>
      </w:pPr>
      <w:proofErr w:type="gramStart"/>
      <w:r>
        <w:t>la</w:t>
      </w:r>
      <w:proofErr w:type="gramEnd"/>
      <w:r>
        <w:t xml:space="preserve"> place des parents (</w:t>
      </w:r>
      <w:r w:rsidRPr="006E3232">
        <w:rPr>
          <w:i/>
          <w:iCs/>
        </w:rPr>
        <w:t>dont fonctionnement des associations de parents le cas échéant</w:t>
      </w:r>
      <w:r>
        <w:t>) ;</w:t>
      </w:r>
    </w:p>
    <w:p w14:paraId="5FB6A047" w14:textId="77777777" w:rsidR="00F13E55" w:rsidRDefault="00F13E55">
      <w:pPr>
        <w:pStyle w:val="Paragraphedeliste"/>
        <w:numPr>
          <w:ilvl w:val="1"/>
          <w:numId w:val="4"/>
        </w:numPr>
        <w:spacing w:before="120"/>
        <w:ind w:left="1434" w:hanging="357"/>
        <w:contextualSpacing w:val="0"/>
      </w:pPr>
      <w:proofErr w:type="gramStart"/>
      <w:r>
        <w:t>la</w:t>
      </w:r>
      <w:proofErr w:type="gramEnd"/>
      <w:r>
        <w:t xml:space="preserve"> liste des modifications éventuelles de l’organisation du service ;</w:t>
      </w:r>
    </w:p>
    <w:p w14:paraId="7C2FACD7" w14:textId="77777777" w:rsidR="00F13E55" w:rsidRDefault="00F13E55">
      <w:pPr>
        <w:pStyle w:val="Paragraphedeliste"/>
        <w:numPr>
          <w:ilvl w:val="1"/>
          <w:numId w:val="4"/>
        </w:numPr>
        <w:spacing w:before="120"/>
        <w:ind w:left="1434" w:hanging="357"/>
        <w:contextualSpacing w:val="0"/>
      </w:pPr>
      <w:proofErr w:type="gramStart"/>
      <w:r>
        <w:t>une</w:t>
      </w:r>
      <w:proofErr w:type="gramEnd"/>
      <w:r>
        <w:t xml:space="preserve"> synthèse des actions de communication menées ;</w:t>
      </w:r>
    </w:p>
    <w:p w14:paraId="4C06A745" w14:textId="77777777" w:rsidR="00F13E55" w:rsidRDefault="00F13E55">
      <w:pPr>
        <w:pStyle w:val="Paragraphedeliste"/>
        <w:numPr>
          <w:ilvl w:val="1"/>
          <w:numId w:val="4"/>
        </w:numPr>
        <w:spacing w:before="120"/>
        <w:ind w:left="1434" w:hanging="357"/>
        <w:contextualSpacing w:val="0"/>
      </w:pPr>
      <w:proofErr w:type="gramStart"/>
      <w:r>
        <w:t>l’évaluation</w:t>
      </w:r>
      <w:proofErr w:type="gramEnd"/>
      <w:r>
        <w:t xml:space="preserve"> du projet d’établissement ;</w:t>
      </w:r>
    </w:p>
    <w:p w14:paraId="5AB776CC" w14:textId="77777777" w:rsidR="00562041" w:rsidRDefault="00F13E55" w:rsidP="00F15558">
      <w:pPr>
        <w:pStyle w:val="Paragraphedeliste"/>
        <w:numPr>
          <w:ilvl w:val="1"/>
          <w:numId w:val="4"/>
        </w:numPr>
        <w:spacing w:before="120"/>
        <w:contextualSpacing w:val="0"/>
      </w:pPr>
      <w:proofErr w:type="gramStart"/>
      <w:r>
        <w:t>les</w:t>
      </w:r>
      <w:proofErr w:type="gramEnd"/>
      <w:r>
        <w:t xml:space="preserve"> quantités de matières premières approvisionnées et utilisées ;</w:t>
      </w:r>
      <w:r w:rsidR="00562041">
        <w:t xml:space="preserve"> </w:t>
      </w:r>
    </w:p>
    <w:p w14:paraId="4FDE529C" w14:textId="77777777" w:rsidR="00562041" w:rsidRDefault="00562041" w:rsidP="0038189D">
      <w:pPr>
        <w:pStyle w:val="Paragraphedeliste"/>
        <w:numPr>
          <w:ilvl w:val="1"/>
          <w:numId w:val="4"/>
        </w:numPr>
        <w:spacing w:before="120"/>
        <w:contextualSpacing w:val="0"/>
      </w:pPr>
      <w:proofErr w:type="gramStart"/>
      <w:r>
        <w:t>le</w:t>
      </w:r>
      <w:proofErr w:type="gramEnd"/>
      <w:r>
        <w:t xml:space="preserve"> listing des contrôles et maintenances obligatoires et usuelles (</w:t>
      </w:r>
      <w:r w:rsidRPr="00562041">
        <w:rPr>
          <w:i/>
          <w:iCs/>
        </w:rPr>
        <w:t>accompagné des justificatifs</w:t>
      </w:r>
      <w:r>
        <w:t xml:space="preserve">) ; </w:t>
      </w:r>
    </w:p>
    <w:p w14:paraId="226B6C7C" w14:textId="77777777" w:rsidR="00562041" w:rsidRDefault="00562041" w:rsidP="003363C2">
      <w:pPr>
        <w:pStyle w:val="Paragraphedeliste"/>
        <w:numPr>
          <w:ilvl w:val="1"/>
          <w:numId w:val="4"/>
        </w:numPr>
        <w:spacing w:before="120"/>
        <w:contextualSpacing w:val="0"/>
      </w:pPr>
      <w:proofErr w:type="gramStart"/>
      <w:r>
        <w:t>le</w:t>
      </w:r>
      <w:proofErr w:type="gramEnd"/>
      <w:r>
        <w:t xml:space="preserve"> rapport de suivi de la qualité de l’air en lien avec la réglementation applicable ; </w:t>
      </w:r>
    </w:p>
    <w:p w14:paraId="7ECB0406" w14:textId="77777777" w:rsidR="00562041" w:rsidRDefault="00562041" w:rsidP="00562041">
      <w:pPr>
        <w:pStyle w:val="Paragraphedeliste"/>
        <w:numPr>
          <w:ilvl w:val="1"/>
          <w:numId w:val="4"/>
        </w:numPr>
        <w:spacing w:before="120"/>
        <w:contextualSpacing w:val="0"/>
      </w:pPr>
      <w:proofErr w:type="gramStart"/>
      <w:r>
        <w:t>le</w:t>
      </w:r>
      <w:proofErr w:type="gramEnd"/>
      <w:r>
        <w:t xml:space="preserve"> rapport de suivi du maintien des températures de consigne ;</w:t>
      </w:r>
    </w:p>
    <w:p w14:paraId="49D915EA" w14:textId="475720AE" w:rsidR="00562041" w:rsidRDefault="00562041" w:rsidP="00562041">
      <w:pPr>
        <w:pStyle w:val="Paragraphedeliste"/>
        <w:numPr>
          <w:ilvl w:val="1"/>
          <w:numId w:val="4"/>
        </w:numPr>
        <w:spacing w:before="120"/>
        <w:contextualSpacing w:val="0"/>
      </w:pPr>
      <w:proofErr w:type="gramStart"/>
      <w:r>
        <w:t>le</w:t>
      </w:r>
      <w:proofErr w:type="gramEnd"/>
      <w:r>
        <w:t xml:space="preserve"> rapport de suivi des consommations de fluides par usage, avec, pour les consommations électriques, un</w:t>
      </w:r>
      <w:r w:rsidRPr="00562041">
        <w:t xml:space="preserve"> </w:t>
      </w:r>
      <w:r>
        <w:t>sous-détail pour la consommation des auxiliaires de chauffage et de ventilation ;</w:t>
      </w:r>
    </w:p>
    <w:p w14:paraId="10B15FC1" w14:textId="054BE544" w:rsidR="00F13E55" w:rsidRDefault="00F13E55">
      <w:pPr>
        <w:pStyle w:val="Paragraphedeliste"/>
        <w:numPr>
          <w:ilvl w:val="1"/>
          <w:numId w:val="4"/>
        </w:numPr>
        <w:spacing w:before="120"/>
        <w:ind w:left="1434" w:hanging="357"/>
        <w:contextualSpacing w:val="0"/>
      </w:pPr>
      <w:proofErr w:type="gramStart"/>
      <w:r>
        <w:t>l’inventaire</w:t>
      </w:r>
      <w:proofErr w:type="gramEnd"/>
      <w:r>
        <w:t xml:space="preserve"> à jour avec le détail du matériel renouvelé, jeté…</w:t>
      </w:r>
      <w:r w:rsidR="00A43177">
        <w:t> ;</w:t>
      </w:r>
    </w:p>
    <w:p w14:paraId="7FB33A30" w14:textId="77777777" w:rsidR="00F13E55" w:rsidRDefault="00F13E55">
      <w:pPr>
        <w:pStyle w:val="Paragraphedeliste"/>
        <w:numPr>
          <w:ilvl w:val="0"/>
          <w:numId w:val="4"/>
        </w:numPr>
        <w:spacing w:before="120"/>
        <w:ind w:left="714" w:hanging="357"/>
        <w:contextualSpacing w:val="0"/>
      </w:pPr>
      <w:proofErr w:type="gramStart"/>
      <w:r>
        <w:t>des</w:t>
      </w:r>
      <w:proofErr w:type="gramEnd"/>
      <w:r>
        <w:t xml:space="preserve"> données organisationnelles :</w:t>
      </w:r>
    </w:p>
    <w:p w14:paraId="19CC43CB" w14:textId="77777777" w:rsidR="00F13E55" w:rsidRDefault="00F13E55">
      <w:pPr>
        <w:pStyle w:val="Paragraphedeliste"/>
        <w:numPr>
          <w:ilvl w:val="1"/>
          <w:numId w:val="4"/>
        </w:numPr>
        <w:spacing w:before="120"/>
        <w:contextualSpacing w:val="0"/>
      </w:pPr>
      <w:proofErr w:type="gramStart"/>
      <w:r>
        <w:t>les</w:t>
      </w:r>
      <w:proofErr w:type="gramEnd"/>
      <w:r>
        <w:t xml:space="preserve"> organigrammes nominatifs à jour, et les commentaires de modifications éventuelles ;</w:t>
      </w:r>
    </w:p>
    <w:p w14:paraId="4C517C11" w14:textId="77777777" w:rsidR="00F13E55" w:rsidRDefault="00F13E55">
      <w:pPr>
        <w:pStyle w:val="Paragraphedeliste"/>
        <w:numPr>
          <w:ilvl w:val="1"/>
          <w:numId w:val="4"/>
        </w:numPr>
        <w:spacing w:before="120"/>
        <w:contextualSpacing w:val="0"/>
      </w:pPr>
      <w:proofErr w:type="gramStart"/>
      <w:r>
        <w:t>les</w:t>
      </w:r>
      <w:proofErr w:type="gramEnd"/>
      <w:r>
        <w:t xml:space="preserve"> effectifs présentés par ETP et par salarié : diplômes, type de contrat ;</w:t>
      </w:r>
    </w:p>
    <w:p w14:paraId="6D11704A" w14:textId="77777777" w:rsidR="00F13E55" w:rsidRDefault="00F13E55">
      <w:pPr>
        <w:pStyle w:val="Paragraphedeliste"/>
        <w:numPr>
          <w:ilvl w:val="1"/>
          <w:numId w:val="4"/>
        </w:numPr>
        <w:spacing w:before="120"/>
        <w:contextualSpacing w:val="0"/>
      </w:pPr>
      <w:proofErr w:type="gramStart"/>
      <w:r>
        <w:lastRenderedPageBreak/>
        <w:t>les</w:t>
      </w:r>
      <w:proofErr w:type="gramEnd"/>
      <w:r>
        <w:t xml:space="preserve"> plannings de l’année civile écoulée ;</w:t>
      </w:r>
    </w:p>
    <w:p w14:paraId="510DB819" w14:textId="4FAB798E" w:rsidR="00F13E55" w:rsidRPr="006E3232" w:rsidRDefault="00F13E55">
      <w:pPr>
        <w:pStyle w:val="Paragraphedeliste"/>
        <w:numPr>
          <w:ilvl w:val="1"/>
          <w:numId w:val="4"/>
        </w:numPr>
        <w:spacing w:before="120"/>
        <w:ind w:left="1434" w:hanging="357"/>
        <w:contextualSpacing w:val="0"/>
      </w:pPr>
      <w:proofErr w:type="gramStart"/>
      <w:r w:rsidRPr="006E3232">
        <w:t>les</w:t>
      </w:r>
      <w:proofErr w:type="gramEnd"/>
      <w:r w:rsidRPr="006E3232">
        <w:t xml:space="preserve"> taux d’encadrement </w:t>
      </w:r>
      <w:r w:rsidR="002119FF">
        <w:t>réels ;</w:t>
      </w:r>
    </w:p>
    <w:p w14:paraId="165C829B" w14:textId="77777777" w:rsidR="00F13E55" w:rsidRDefault="00F13E55">
      <w:pPr>
        <w:pStyle w:val="Paragraphedeliste"/>
        <w:numPr>
          <w:ilvl w:val="1"/>
          <w:numId w:val="4"/>
        </w:numPr>
        <w:spacing w:before="120"/>
        <w:contextualSpacing w:val="0"/>
      </w:pPr>
      <w:proofErr w:type="gramStart"/>
      <w:r>
        <w:t>les</w:t>
      </w:r>
      <w:proofErr w:type="gramEnd"/>
      <w:r>
        <w:t xml:space="preserve"> taux de rotation et d'absentéisme du personnel et leur évolution ;</w:t>
      </w:r>
    </w:p>
    <w:p w14:paraId="760B40E2" w14:textId="77777777" w:rsidR="00F13E55" w:rsidRDefault="00F13E55">
      <w:pPr>
        <w:pStyle w:val="Paragraphedeliste"/>
        <w:numPr>
          <w:ilvl w:val="1"/>
          <w:numId w:val="4"/>
        </w:numPr>
        <w:spacing w:before="120"/>
        <w:contextualSpacing w:val="0"/>
      </w:pPr>
      <w:proofErr w:type="gramStart"/>
      <w:r>
        <w:t>la</w:t>
      </w:r>
      <w:proofErr w:type="gramEnd"/>
      <w:r>
        <w:t xml:space="preserve"> liste des arrêts longue maladie et maternité, avec le détail des remplacements afférents ;</w:t>
      </w:r>
    </w:p>
    <w:p w14:paraId="28C5105E" w14:textId="77777777" w:rsidR="00F13E55" w:rsidRPr="00A61CEC" w:rsidRDefault="00F13E55">
      <w:pPr>
        <w:pStyle w:val="Paragraphedeliste"/>
        <w:numPr>
          <w:ilvl w:val="1"/>
          <w:numId w:val="4"/>
        </w:numPr>
        <w:spacing w:before="120"/>
        <w:ind w:left="1434" w:hanging="357"/>
        <w:contextualSpacing w:val="0"/>
      </w:pPr>
      <w:proofErr w:type="gramStart"/>
      <w:r w:rsidRPr="00A61CEC">
        <w:t>les</w:t>
      </w:r>
      <w:proofErr w:type="gramEnd"/>
      <w:r w:rsidRPr="00A61CEC">
        <w:t xml:space="preserve"> procédures qualité</w:t>
      </w:r>
      <w:r>
        <w:t>, l</w:t>
      </w:r>
      <w:r w:rsidRPr="000901E3">
        <w:t xml:space="preserve">e plan de formation </w:t>
      </w:r>
      <w:r>
        <w:t>et l</w:t>
      </w:r>
      <w:r w:rsidRPr="00A61CEC">
        <w:t>es attestations des stages effectués par le personnel</w:t>
      </w:r>
      <w:r>
        <w:t xml:space="preserve"> ;</w:t>
      </w:r>
    </w:p>
    <w:p w14:paraId="2B11C024" w14:textId="77777777" w:rsidR="00F13E55" w:rsidRDefault="00F13E55">
      <w:pPr>
        <w:pStyle w:val="Paragraphedeliste"/>
        <w:numPr>
          <w:ilvl w:val="1"/>
          <w:numId w:val="4"/>
        </w:numPr>
        <w:spacing w:before="120"/>
        <w:contextualSpacing w:val="0"/>
      </w:pPr>
      <w:proofErr w:type="gramStart"/>
      <w:r>
        <w:t>la</w:t>
      </w:r>
      <w:proofErr w:type="gramEnd"/>
      <w:r>
        <w:t xml:space="preserve"> liste des démissions et licenciements (</w:t>
      </w:r>
      <w:r w:rsidRPr="008A5065">
        <w:rPr>
          <w:i/>
          <w:iCs/>
        </w:rPr>
        <w:t>le cas échéant</w:t>
      </w:r>
      <w:r>
        <w:t>), avec le détail des remplacements afférents ;</w:t>
      </w:r>
    </w:p>
    <w:p w14:paraId="6304DE52" w14:textId="77777777" w:rsidR="00F13E55" w:rsidRDefault="00F13E55">
      <w:pPr>
        <w:pStyle w:val="Paragraphedeliste"/>
        <w:numPr>
          <w:ilvl w:val="1"/>
          <w:numId w:val="4"/>
        </w:numPr>
        <w:spacing w:before="120"/>
        <w:contextualSpacing w:val="0"/>
      </w:pPr>
      <w:proofErr w:type="gramStart"/>
      <w:r>
        <w:t>le</w:t>
      </w:r>
      <w:proofErr w:type="gramEnd"/>
      <w:r>
        <w:t xml:space="preserve"> cas échéant, les observations de l’inspection du travail ;</w:t>
      </w:r>
    </w:p>
    <w:p w14:paraId="4CD1E74D" w14:textId="77777777" w:rsidR="00F13E55" w:rsidRDefault="00F13E55">
      <w:pPr>
        <w:pStyle w:val="Paragraphedeliste"/>
        <w:numPr>
          <w:ilvl w:val="1"/>
          <w:numId w:val="4"/>
        </w:numPr>
        <w:spacing w:before="120"/>
        <w:contextualSpacing w:val="0"/>
      </w:pPr>
      <w:proofErr w:type="gramStart"/>
      <w:r>
        <w:t>la</w:t>
      </w:r>
      <w:proofErr w:type="gramEnd"/>
      <w:r>
        <w:t xml:space="preserve"> liste des avantages sociaux en vigueur ;</w:t>
      </w:r>
    </w:p>
    <w:p w14:paraId="1F7BDC88" w14:textId="5CD325F5" w:rsidR="007B22AE" w:rsidRDefault="007B22AE">
      <w:pPr>
        <w:pStyle w:val="Paragraphedeliste"/>
        <w:numPr>
          <w:ilvl w:val="0"/>
          <w:numId w:val="4"/>
        </w:numPr>
        <w:spacing w:before="120"/>
        <w:ind w:left="714" w:hanging="357"/>
        <w:contextualSpacing w:val="0"/>
      </w:pPr>
      <w:proofErr w:type="gramStart"/>
      <w:r>
        <w:t>des</w:t>
      </w:r>
      <w:proofErr w:type="gramEnd"/>
      <w:r>
        <w:t xml:space="preserve"> données comptables et financières :</w:t>
      </w:r>
    </w:p>
    <w:p w14:paraId="4B93062C" w14:textId="26B7A44C" w:rsidR="00B01F57" w:rsidRDefault="00B01F57">
      <w:pPr>
        <w:pStyle w:val="Paragraphedeliste"/>
        <w:numPr>
          <w:ilvl w:val="1"/>
          <w:numId w:val="4"/>
        </w:numPr>
        <w:spacing w:before="120"/>
        <w:contextualSpacing w:val="0"/>
      </w:pPr>
      <w:proofErr w:type="gramStart"/>
      <w:r>
        <w:t>le</w:t>
      </w:r>
      <w:proofErr w:type="gramEnd"/>
      <w:r>
        <w:t xml:space="preserve"> rapport annuel du Commissaire aux comptes, intégrant les états financiers détaillés (</w:t>
      </w:r>
      <w:r>
        <w:rPr>
          <w:i/>
          <w:iCs/>
        </w:rPr>
        <w:t>bilan et compte de résultat</w:t>
      </w:r>
      <w:r>
        <w:t>) ;</w:t>
      </w:r>
    </w:p>
    <w:p w14:paraId="668EDF3E" w14:textId="49729641" w:rsidR="00E659E4" w:rsidRDefault="008A5065">
      <w:pPr>
        <w:pStyle w:val="Paragraphedeliste"/>
        <w:numPr>
          <w:ilvl w:val="1"/>
          <w:numId w:val="4"/>
        </w:numPr>
        <w:spacing w:before="120"/>
        <w:ind w:left="1434" w:hanging="357"/>
        <w:contextualSpacing w:val="0"/>
      </w:pPr>
      <w:proofErr w:type="gramStart"/>
      <w:r>
        <w:t>le</w:t>
      </w:r>
      <w:proofErr w:type="gramEnd"/>
      <w:r>
        <w:t xml:space="preserve"> C</w:t>
      </w:r>
      <w:r w:rsidR="007B22AE">
        <w:t>ompte annuel de résultat de l’exploitation</w:t>
      </w:r>
      <w:r>
        <w:t xml:space="preserve"> (CARE</w:t>
      </w:r>
      <w:r w:rsidR="007B22AE">
        <w:t>)</w:t>
      </w:r>
      <w:r w:rsidR="00E659E4">
        <w:t xml:space="preserve">, accompagné d’un </w:t>
      </w:r>
      <w:r w:rsidR="00E659E4" w:rsidRPr="00E659E4">
        <w:t xml:space="preserve">niveau de détails suffisant </w:t>
      </w:r>
      <w:r w:rsidR="00E659E4">
        <w:t>permettant</w:t>
      </w:r>
      <w:r w:rsidR="00E659E4" w:rsidRPr="00E659E4">
        <w:t xml:space="preserve"> une analyse approfondie</w:t>
      </w:r>
      <w:r w:rsidR="00265744">
        <w:t xml:space="preserve"> et un contrôle réel</w:t>
      </w:r>
      <w:r w:rsidR="00E659E4">
        <w:t>, et certifié par le</w:t>
      </w:r>
      <w:r w:rsidR="00E659E4" w:rsidRPr="00E659E4">
        <w:t xml:space="preserve"> Commissaire</w:t>
      </w:r>
      <w:r w:rsidR="00E659E4">
        <w:t xml:space="preserve"> </w:t>
      </w:r>
      <w:r w:rsidR="00E659E4" w:rsidRPr="00E659E4">
        <w:t>aux comptes</w:t>
      </w:r>
      <w:r w:rsidR="00E659E4">
        <w:t> du concessionnaire ;</w:t>
      </w:r>
    </w:p>
    <w:p w14:paraId="5F6F5AC7" w14:textId="06BC1333" w:rsidR="00B01F57" w:rsidRDefault="00B01F57">
      <w:pPr>
        <w:pStyle w:val="Paragraphedeliste"/>
        <w:numPr>
          <w:ilvl w:val="1"/>
          <w:numId w:val="4"/>
        </w:numPr>
        <w:spacing w:before="120"/>
        <w:contextualSpacing w:val="0"/>
      </w:pPr>
      <w:proofErr w:type="gramStart"/>
      <w:r>
        <w:t>le</w:t>
      </w:r>
      <w:proofErr w:type="gramEnd"/>
      <w:r>
        <w:t xml:space="preserve"> détail des recettes tarifaires ;</w:t>
      </w:r>
    </w:p>
    <w:p w14:paraId="78393A5B" w14:textId="274235CF" w:rsidR="00BF31E3" w:rsidRDefault="00BF31E3">
      <w:pPr>
        <w:pStyle w:val="Paragraphedeliste"/>
        <w:numPr>
          <w:ilvl w:val="1"/>
          <w:numId w:val="4"/>
        </w:numPr>
        <w:spacing w:before="120"/>
        <w:contextualSpacing w:val="0"/>
      </w:pPr>
      <w:proofErr w:type="gramStart"/>
      <w:r>
        <w:t>les</w:t>
      </w:r>
      <w:proofErr w:type="gramEnd"/>
      <w:r>
        <w:t xml:space="preserve"> notifications de la CAF relatives au versement du Bonus Territoire ;</w:t>
      </w:r>
    </w:p>
    <w:p w14:paraId="57ED5860" w14:textId="6E26BEB7" w:rsidR="008A5065" w:rsidRDefault="008A5065">
      <w:pPr>
        <w:pStyle w:val="Paragraphedeliste"/>
        <w:numPr>
          <w:ilvl w:val="1"/>
          <w:numId w:val="4"/>
        </w:numPr>
        <w:spacing w:before="120"/>
        <w:contextualSpacing w:val="0"/>
      </w:pPr>
      <w:proofErr w:type="gramStart"/>
      <w:r>
        <w:t>le</w:t>
      </w:r>
      <w:proofErr w:type="gramEnd"/>
      <w:r>
        <w:t xml:space="preserve"> détail des frais de personnel (</w:t>
      </w:r>
      <w:r w:rsidRPr="008A5065">
        <w:rPr>
          <w:i/>
          <w:iCs/>
        </w:rPr>
        <w:t>coûts directs, direction, administratif</w:t>
      </w:r>
      <w:r>
        <w:t>) ;</w:t>
      </w:r>
    </w:p>
    <w:p w14:paraId="60A38334" w14:textId="69622DBD" w:rsidR="007B22AE" w:rsidRDefault="008A5065">
      <w:pPr>
        <w:pStyle w:val="Paragraphedeliste"/>
        <w:numPr>
          <w:ilvl w:val="1"/>
          <w:numId w:val="4"/>
        </w:numPr>
        <w:spacing w:before="120"/>
        <w:contextualSpacing w:val="0"/>
      </w:pPr>
      <w:proofErr w:type="gramStart"/>
      <w:r>
        <w:t>le</w:t>
      </w:r>
      <w:proofErr w:type="gramEnd"/>
      <w:r>
        <w:t xml:space="preserve"> détail </w:t>
      </w:r>
      <w:r w:rsidR="0047619F">
        <w:t xml:space="preserve">et les modalités de calcul </w:t>
      </w:r>
      <w:r>
        <w:t xml:space="preserve">des </w:t>
      </w:r>
      <w:r w:rsidR="007B22AE">
        <w:t>charges réparties (</w:t>
      </w:r>
      <w:r w:rsidR="007B22AE" w:rsidRPr="008A5065">
        <w:rPr>
          <w:i/>
          <w:iCs/>
        </w:rPr>
        <w:t>frais généraux, frais de siège, frais de direction régionale...</w:t>
      </w:r>
      <w:r w:rsidR="007B22AE">
        <w:t>) ;</w:t>
      </w:r>
    </w:p>
    <w:p w14:paraId="6ED199F1" w14:textId="5413F47A" w:rsidR="008A5065" w:rsidRDefault="008A5065">
      <w:pPr>
        <w:pStyle w:val="Paragraphedeliste"/>
        <w:numPr>
          <w:ilvl w:val="1"/>
          <w:numId w:val="4"/>
        </w:numPr>
        <w:spacing w:before="120"/>
        <w:contextualSpacing w:val="0"/>
      </w:pPr>
      <w:proofErr w:type="gramStart"/>
      <w:r>
        <w:t>le</w:t>
      </w:r>
      <w:proofErr w:type="gramEnd"/>
      <w:r>
        <w:t xml:space="preserve"> </w:t>
      </w:r>
      <w:r w:rsidR="0047619F">
        <w:t xml:space="preserve">détail et les modalités de calcul </w:t>
      </w:r>
      <w:r>
        <w:t>d</w:t>
      </w:r>
      <w:r w:rsidR="007B22AE">
        <w:t>es charges calculées</w:t>
      </w:r>
      <w:r>
        <w:t> ;</w:t>
      </w:r>
    </w:p>
    <w:p w14:paraId="5B6ED4AF" w14:textId="099638E1" w:rsidR="007B22AE" w:rsidRDefault="008A5065">
      <w:pPr>
        <w:pStyle w:val="Paragraphedeliste"/>
        <w:numPr>
          <w:ilvl w:val="1"/>
          <w:numId w:val="4"/>
        </w:numPr>
        <w:spacing w:before="120"/>
        <w:contextualSpacing w:val="0"/>
      </w:pPr>
      <w:proofErr w:type="gramStart"/>
      <w:r>
        <w:t>u</w:t>
      </w:r>
      <w:r w:rsidR="007B22AE">
        <w:t>n</w:t>
      </w:r>
      <w:proofErr w:type="gramEnd"/>
      <w:r w:rsidR="007B22AE">
        <w:t xml:space="preserve"> état actualisé des amortissements et des éventuels financements externes engagés (</w:t>
      </w:r>
      <w:r w:rsidR="007B22AE" w:rsidRPr="008A5065">
        <w:rPr>
          <w:i/>
          <w:iCs/>
        </w:rPr>
        <w:t>modalités de remboursement, durée, taux...</w:t>
      </w:r>
      <w:r w:rsidR="007B22AE">
        <w:t>) ;</w:t>
      </w:r>
    </w:p>
    <w:p w14:paraId="45E22B7E" w14:textId="6CE44B5E" w:rsidR="007B22AE" w:rsidRDefault="008A5065">
      <w:pPr>
        <w:pStyle w:val="Paragraphedeliste"/>
        <w:numPr>
          <w:ilvl w:val="1"/>
          <w:numId w:val="4"/>
        </w:numPr>
        <w:spacing w:before="120"/>
        <w:contextualSpacing w:val="0"/>
      </w:pPr>
      <w:proofErr w:type="gramStart"/>
      <w:r>
        <w:t>u</w:t>
      </w:r>
      <w:r w:rsidR="007B22AE">
        <w:t>ne</w:t>
      </w:r>
      <w:proofErr w:type="gramEnd"/>
      <w:r w:rsidR="007B22AE">
        <w:t xml:space="preserve"> note sur les variations du patrimoine du service concédé avec le détail des dépenses de renouvellement / réparations effectuées sur le dernier exercice</w:t>
      </w:r>
      <w:r>
        <w:t>.</w:t>
      </w:r>
    </w:p>
    <w:p w14:paraId="10AB6C86" w14:textId="11E7499F" w:rsidR="007B22AE" w:rsidRDefault="007B22AE" w:rsidP="007B22AE"/>
    <w:p w14:paraId="1B6F0BCD" w14:textId="77777777" w:rsidR="007B22AE" w:rsidRDefault="007B22AE" w:rsidP="007B22AE"/>
    <w:p w14:paraId="6B6C3E24" w14:textId="3A1AB5D2" w:rsidR="002167CB" w:rsidRDefault="008A5065" w:rsidP="002167CB">
      <w:pPr>
        <w:pStyle w:val="Titre2"/>
        <w:numPr>
          <w:ilvl w:val="1"/>
          <w:numId w:val="1"/>
        </w:numPr>
      </w:pPr>
      <w:bookmarkStart w:id="116" w:name="_Toc189735748"/>
      <w:proofErr w:type="spellStart"/>
      <w:r>
        <w:t>Reporting</w:t>
      </w:r>
      <w:proofErr w:type="spellEnd"/>
      <w:r>
        <w:t xml:space="preserve"> </w:t>
      </w:r>
      <w:r w:rsidR="00F06FC3">
        <w:t>semestriel</w:t>
      </w:r>
      <w:bookmarkEnd w:id="116"/>
    </w:p>
    <w:p w14:paraId="27F68921" w14:textId="77777777" w:rsidR="007B22AE" w:rsidRDefault="007B22AE" w:rsidP="007B22AE"/>
    <w:p w14:paraId="37F78510" w14:textId="7C5446D5" w:rsidR="007B22AE" w:rsidRDefault="002167CB" w:rsidP="007B22AE">
      <w:r>
        <w:t>Le</w:t>
      </w:r>
      <w:r w:rsidR="007B22AE">
        <w:t xml:space="preserve"> </w:t>
      </w:r>
      <w:r w:rsidR="00EA128F">
        <w:t>concessionnaire</w:t>
      </w:r>
      <w:r w:rsidR="007B22AE">
        <w:t xml:space="preserve"> remonte </w:t>
      </w:r>
      <w:r w:rsidR="00F06FC3">
        <w:t>semestriellement</w:t>
      </w:r>
      <w:r w:rsidR="007B22AE">
        <w:t xml:space="preserve"> au concédant les informations suivantes :</w:t>
      </w:r>
    </w:p>
    <w:p w14:paraId="493A02E8" w14:textId="77777777" w:rsidR="00F13E55" w:rsidRDefault="00F13E55">
      <w:pPr>
        <w:pStyle w:val="Paragraphedeliste"/>
        <w:numPr>
          <w:ilvl w:val="0"/>
          <w:numId w:val="4"/>
        </w:numPr>
        <w:spacing w:before="120"/>
        <w:ind w:left="714" w:hanging="357"/>
        <w:contextualSpacing w:val="0"/>
      </w:pPr>
      <w:proofErr w:type="gramStart"/>
      <w:r>
        <w:t>les</w:t>
      </w:r>
      <w:proofErr w:type="gramEnd"/>
      <w:r>
        <w:t xml:space="preserve"> états mensuels de fréquentation par âge et par commune d’origine des enfants ;</w:t>
      </w:r>
    </w:p>
    <w:p w14:paraId="518E4D2E" w14:textId="5F367F35" w:rsidR="00F13E55" w:rsidRDefault="00F13E55">
      <w:pPr>
        <w:pStyle w:val="Paragraphedeliste"/>
        <w:numPr>
          <w:ilvl w:val="0"/>
          <w:numId w:val="4"/>
        </w:numPr>
        <w:spacing w:before="120"/>
        <w:ind w:left="714" w:hanging="357"/>
        <w:contextualSpacing w:val="0"/>
      </w:pPr>
      <w:proofErr w:type="gramStart"/>
      <w:r>
        <w:t>les</w:t>
      </w:r>
      <w:proofErr w:type="gramEnd"/>
      <w:r>
        <w:t xml:space="preserve"> déclarations CAF officielles ;</w:t>
      </w:r>
    </w:p>
    <w:p w14:paraId="3C3D90EB" w14:textId="77777777" w:rsidR="00BF31E3" w:rsidRDefault="00BF31E3">
      <w:pPr>
        <w:pStyle w:val="Paragraphedeliste"/>
        <w:numPr>
          <w:ilvl w:val="0"/>
          <w:numId w:val="4"/>
        </w:numPr>
        <w:spacing w:before="120"/>
        <w:ind w:left="714" w:hanging="357"/>
        <w:contextualSpacing w:val="0"/>
      </w:pPr>
      <w:proofErr w:type="gramStart"/>
      <w:r>
        <w:t>les</w:t>
      </w:r>
      <w:proofErr w:type="gramEnd"/>
      <w:r>
        <w:t xml:space="preserve"> notifications de la CAF relatives au versement du Bonus Territoire ;</w:t>
      </w:r>
    </w:p>
    <w:p w14:paraId="5B33C1D0" w14:textId="77777777" w:rsidR="00F13E55" w:rsidRDefault="00F13E55">
      <w:pPr>
        <w:pStyle w:val="Paragraphedeliste"/>
        <w:numPr>
          <w:ilvl w:val="0"/>
          <w:numId w:val="4"/>
        </w:numPr>
        <w:spacing w:before="120"/>
        <w:ind w:left="714" w:hanging="357"/>
        <w:contextualSpacing w:val="0"/>
      </w:pPr>
      <w:proofErr w:type="gramStart"/>
      <w:r>
        <w:t>les</w:t>
      </w:r>
      <w:proofErr w:type="gramEnd"/>
      <w:r>
        <w:t xml:space="preserve"> prévisions de recrutement, ainsi que le CV des candidats sélectionnés ;</w:t>
      </w:r>
    </w:p>
    <w:p w14:paraId="6B9F3C2D" w14:textId="77777777" w:rsidR="00F13E55" w:rsidRDefault="00F13E55">
      <w:pPr>
        <w:pStyle w:val="Paragraphedeliste"/>
        <w:numPr>
          <w:ilvl w:val="0"/>
          <w:numId w:val="4"/>
        </w:numPr>
        <w:spacing w:before="120"/>
        <w:ind w:left="714" w:hanging="357"/>
        <w:contextualSpacing w:val="0"/>
      </w:pPr>
      <w:proofErr w:type="gramStart"/>
      <w:r>
        <w:t>le</w:t>
      </w:r>
      <w:proofErr w:type="gramEnd"/>
      <w:r>
        <w:t xml:space="preserve"> taux d’impayés ;</w:t>
      </w:r>
    </w:p>
    <w:p w14:paraId="56D46E9A" w14:textId="77777777" w:rsidR="00F13E55" w:rsidRDefault="00F13E55">
      <w:pPr>
        <w:pStyle w:val="Paragraphedeliste"/>
        <w:numPr>
          <w:ilvl w:val="0"/>
          <w:numId w:val="4"/>
        </w:numPr>
        <w:spacing w:before="120"/>
        <w:ind w:left="714" w:hanging="357"/>
        <w:contextualSpacing w:val="0"/>
      </w:pPr>
      <w:proofErr w:type="gramStart"/>
      <w:r>
        <w:t>les</w:t>
      </w:r>
      <w:proofErr w:type="gramEnd"/>
      <w:r>
        <w:t xml:space="preserve"> faits particuliers dans les relations avec les usagers (</w:t>
      </w:r>
      <w:r w:rsidRPr="004B0BC1">
        <w:rPr>
          <w:i/>
          <w:iCs/>
        </w:rPr>
        <w:t>plaintes, réclamations…</w:t>
      </w:r>
      <w:r>
        <w:t>) ;</w:t>
      </w:r>
    </w:p>
    <w:p w14:paraId="2EA3E549" w14:textId="77777777" w:rsidR="00F13E55" w:rsidRDefault="00F13E55">
      <w:pPr>
        <w:pStyle w:val="Paragraphedeliste"/>
        <w:numPr>
          <w:ilvl w:val="0"/>
          <w:numId w:val="4"/>
        </w:numPr>
        <w:spacing w:before="120"/>
        <w:ind w:left="714" w:hanging="357"/>
        <w:contextualSpacing w:val="0"/>
      </w:pPr>
      <w:proofErr w:type="gramStart"/>
      <w:r>
        <w:t>les</w:t>
      </w:r>
      <w:proofErr w:type="gramEnd"/>
      <w:r>
        <w:t xml:space="preserve"> modifications du projet d’établissement, le cas échéant ;</w:t>
      </w:r>
    </w:p>
    <w:p w14:paraId="609FE51A" w14:textId="77777777" w:rsidR="00F13E55" w:rsidRDefault="00F13E55">
      <w:pPr>
        <w:pStyle w:val="Paragraphedeliste"/>
        <w:numPr>
          <w:ilvl w:val="0"/>
          <w:numId w:val="4"/>
        </w:numPr>
        <w:spacing w:before="120"/>
        <w:ind w:left="714" w:hanging="357"/>
        <w:contextualSpacing w:val="0"/>
      </w:pPr>
      <w:proofErr w:type="gramStart"/>
      <w:r>
        <w:t>les</w:t>
      </w:r>
      <w:proofErr w:type="gramEnd"/>
      <w:r>
        <w:t xml:space="preserve"> modifications d’effectifs,</w:t>
      </w:r>
      <w:r w:rsidRPr="004B0BC1">
        <w:t xml:space="preserve"> </w:t>
      </w:r>
      <w:r>
        <w:t>le cas échéant ;</w:t>
      </w:r>
    </w:p>
    <w:p w14:paraId="71251080" w14:textId="31F57C24" w:rsidR="00F13E55" w:rsidRDefault="00F13E55">
      <w:pPr>
        <w:pStyle w:val="Paragraphedeliste"/>
        <w:numPr>
          <w:ilvl w:val="0"/>
          <w:numId w:val="4"/>
        </w:numPr>
        <w:spacing w:before="120"/>
        <w:ind w:left="714" w:hanging="357"/>
        <w:contextualSpacing w:val="0"/>
      </w:pPr>
      <w:proofErr w:type="gramStart"/>
      <w:r>
        <w:t>le</w:t>
      </w:r>
      <w:proofErr w:type="gramEnd"/>
      <w:r>
        <w:t xml:space="preserve"> nombre d’heures de présence du </w:t>
      </w:r>
      <w:r w:rsidR="00A43177">
        <w:t xml:space="preserve">RSAI </w:t>
      </w:r>
      <w:r>
        <w:t>;</w:t>
      </w:r>
    </w:p>
    <w:p w14:paraId="35F6FA95" w14:textId="77777777" w:rsidR="00F13E55" w:rsidRDefault="00F13E55">
      <w:pPr>
        <w:pStyle w:val="Paragraphedeliste"/>
        <w:numPr>
          <w:ilvl w:val="0"/>
          <w:numId w:val="4"/>
        </w:numPr>
        <w:spacing w:before="120"/>
        <w:ind w:left="714" w:hanging="357"/>
        <w:contextualSpacing w:val="0"/>
      </w:pPr>
      <w:proofErr w:type="gramStart"/>
      <w:r>
        <w:t>un</w:t>
      </w:r>
      <w:proofErr w:type="gramEnd"/>
      <w:r>
        <w:t xml:space="preserve"> état détaillé de l’absentéisme et des accidents du travail ;</w:t>
      </w:r>
    </w:p>
    <w:p w14:paraId="5EF7F82C" w14:textId="77777777" w:rsidR="00F13E55" w:rsidRDefault="00F13E55">
      <w:pPr>
        <w:pStyle w:val="Paragraphedeliste"/>
        <w:numPr>
          <w:ilvl w:val="0"/>
          <w:numId w:val="4"/>
        </w:numPr>
        <w:spacing w:before="120"/>
        <w:ind w:left="714" w:hanging="357"/>
        <w:contextualSpacing w:val="0"/>
      </w:pPr>
      <w:proofErr w:type="gramStart"/>
      <w:r>
        <w:t>un</w:t>
      </w:r>
      <w:proofErr w:type="gramEnd"/>
      <w:r>
        <w:t xml:space="preserve"> état des locaux et du matériel ;</w:t>
      </w:r>
    </w:p>
    <w:p w14:paraId="71996665" w14:textId="77777777" w:rsidR="00A610BA" w:rsidRDefault="00F13E55">
      <w:pPr>
        <w:pStyle w:val="Paragraphedeliste"/>
        <w:numPr>
          <w:ilvl w:val="0"/>
          <w:numId w:val="4"/>
        </w:numPr>
        <w:spacing w:before="120"/>
        <w:ind w:left="714" w:hanging="357"/>
        <w:contextualSpacing w:val="0"/>
      </w:pPr>
      <w:proofErr w:type="gramStart"/>
      <w:r>
        <w:t>toute</w:t>
      </w:r>
      <w:proofErr w:type="gramEnd"/>
      <w:r>
        <w:t xml:space="preserve"> information nécessaire à la mise à jour du site Internet du </w:t>
      </w:r>
      <w:r w:rsidR="008B3ED8">
        <w:t>concédant</w:t>
      </w:r>
      <w:r w:rsidR="00A610BA">
        <w:t> ;</w:t>
      </w:r>
    </w:p>
    <w:p w14:paraId="03F399F8" w14:textId="5D60B3AA" w:rsidR="00F13E55" w:rsidRDefault="00F13E55">
      <w:pPr>
        <w:pStyle w:val="Paragraphedeliste"/>
        <w:numPr>
          <w:ilvl w:val="0"/>
          <w:numId w:val="4"/>
        </w:numPr>
        <w:spacing w:before="120"/>
        <w:ind w:left="714" w:hanging="357"/>
        <w:contextualSpacing w:val="0"/>
      </w:pPr>
      <w:proofErr w:type="gramStart"/>
      <w:r>
        <w:lastRenderedPageBreak/>
        <w:t>tout</w:t>
      </w:r>
      <w:proofErr w:type="gramEnd"/>
      <w:r>
        <w:t xml:space="preserve"> évènement particulier dont la teneur devrait être transmise au </w:t>
      </w:r>
      <w:r w:rsidR="008B3ED8">
        <w:t>concédant</w:t>
      </w:r>
      <w:r>
        <w:t xml:space="preserve"> au regard de sa mission de coordination du service.</w:t>
      </w:r>
    </w:p>
    <w:p w14:paraId="00927FD2" w14:textId="77777777" w:rsidR="002167CB" w:rsidRDefault="002167CB" w:rsidP="007B22AE"/>
    <w:p w14:paraId="7B1694B2" w14:textId="00C30DD9" w:rsidR="007B22AE" w:rsidRDefault="007B22AE" w:rsidP="007B22AE">
      <w:r>
        <w:t>Les données devront être transmises avant l</w:t>
      </w:r>
      <w:r w:rsidR="0047619F">
        <w:t>e dernier jour</w:t>
      </w:r>
      <w:r>
        <w:t xml:space="preserve"> du mois suivant la clôture du trimestre.</w:t>
      </w:r>
    </w:p>
    <w:p w14:paraId="0EBD9FDF" w14:textId="1BAAF4F9" w:rsidR="00BA1C98" w:rsidRDefault="00BA1C98" w:rsidP="00BA1C98"/>
    <w:p w14:paraId="0884A876" w14:textId="77777777" w:rsidR="00BA1C98" w:rsidRDefault="00BA1C98" w:rsidP="00BA1C98"/>
    <w:p w14:paraId="330BAB65" w14:textId="5087FA5A" w:rsidR="00B44919" w:rsidRDefault="00B44919" w:rsidP="00B44919">
      <w:pPr>
        <w:pStyle w:val="Titre2"/>
        <w:numPr>
          <w:ilvl w:val="1"/>
          <w:numId w:val="1"/>
        </w:numPr>
      </w:pPr>
      <w:bookmarkStart w:id="117" w:name="_Toc189735749"/>
      <w:proofErr w:type="spellStart"/>
      <w:r>
        <w:t>Reporting</w:t>
      </w:r>
      <w:proofErr w:type="spellEnd"/>
      <w:r>
        <w:t xml:space="preserve"> </w:t>
      </w:r>
      <w:proofErr w:type="spellStart"/>
      <w:r>
        <w:t>EGAlim</w:t>
      </w:r>
      <w:bookmarkEnd w:id="117"/>
      <w:proofErr w:type="spellEnd"/>
    </w:p>
    <w:p w14:paraId="61BB06D9" w14:textId="77777777" w:rsidR="00B44919" w:rsidRDefault="00B44919" w:rsidP="00B44919"/>
    <w:p w14:paraId="427A0C37" w14:textId="7908A8DC" w:rsidR="00B44919" w:rsidRDefault="00B44919" w:rsidP="00B44919">
      <w:r>
        <w:t>Le concessionnaire s’engage à remplir et transmettre mensuellement au concessionnaire les tableaux d’approvisionnement détaillés, établis par Ma Cantine (</w:t>
      </w:r>
      <w:hyperlink r:id="rId8" w:history="1">
        <w:r w:rsidR="00F667E1" w:rsidRPr="00BA7F7F">
          <w:rPr>
            <w:rStyle w:val="Lienhypertexte"/>
            <w:rFonts w:cstheme="minorBidi"/>
          </w:rPr>
          <w:t>https://ma-cantine.beta.gouv.fr</w:t>
        </w:r>
      </w:hyperlink>
      <w:r>
        <w:t>), dans le cadre de la loi du 1</w:t>
      </w:r>
      <w:r w:rsidRPr="00F667E1">
        <w:rPr>
          <w:vertAlign w:val="superscript"/>
        </w:rPr>
        <w:t>er</w:t>
      </w:r>
      <w:r w:rsidR="00F667E1">
        <w:t xml:space="preserve"> </w:t>
      </w:r>
      <w:r>
        <w:t xml:space="preserve">novembre 2018 pour l’équilibre des relations commerciales dans le secteur agricole et une alimentation saine et durable, dite </w:t>
      </w:r>
      <w:proofErr w:type="spellStart"/>
      <w:r>
        <w:t>EGAlim</w:t>
      </w:r>
      <w:proofErr w:type="spellEnd"/>
      <w:r>
        <w:t>.</w:t>
      </w:r>
    </w:p>
    <w:p w14:paraId="0266EEF4" w14:textId="77777777" w:rsidR="00B44919" w:rsidRDefault="00B44919" w:rsidP="00B44919"/>
    <w:p w14:paraId="642BAAA7" w14:textId="77777777" w:rsidR="007B22AE" w:rsidRDefault="007B22AE" w:rsidP="007B22AE"/>
    <w:p w14:paraId="0B781293" w14:textId="77777777" w:rsidR="002167CB" w:rsidRDefault="002167CB" w:rsidP="002167CB">
      <w:pPr>
        <w:pStyle w:val="Titre2"/>
        <w:numPr>
          <w:ilvl w:val="1"/>
          <w:numId w:val="1"/>
        </w:numPr>
      </w:pPr>
      <w:bookmarkStart w:id="118" w:name="_Toc189735750"/>
      <w:r>
        <w:t>Conservation des documents</w:t>
      </w:r>
      <w:bookmarkEnd w:id="118"/>
    </w:p>
    <w:p w14:paraId="517F94CB" w14:textId="77777777" w:rsidR="007B22AE" w:rsidRDefault="007B22AE" w:rsidP="007B22AE"/>
    <w:p w14:paraId="267C07CA" w14:textId="65BA69AA" w:rsidR="007B22AE" w:rsidRDefault="007B22AE" w:rsidP="007B22AE">
      <w:r>
        <w:t xml:space="preserve">Le </w:t>
      </w:r>
      <w:r w:rsidR="00EA128F">
        <w:t>concessionnaire</w:t>
      </w:r>
      <w:r>
        <w:t xml:space="preserve"> conserve pendant toute la durée du contrat</w:t>
      </w:r>
      <w:r w:rsidR="002167CB">
        <w:t>,</w:t>
      </w:r>
      <w:r>
        <w:t xml:space="preserve"> et pendant une durée de 3 ans après l’expiration de celui-ci, les documents nécessaires au contrôle et présentant un intérêt significatif pour la gestion du service concédé.</w:t>
      </w:r>
    </w:p>
    <w:p w14:paraId="7F439444" w14:textId="77777777" w:rsidR="007B22AE" w:rsidRDefault="007B22AE" w:rsidP="007B22AE"/>
    <w:p w14:paraId="5E9BE445" w14:textId="77777777" w:rsidR="007B22AE" w:rsidRDefault="007B22AE" w:rsidP="007B22AE"/>
    <w:p w14:paraId="1199258B" w14:textId="77777777" w:rsidR="002167CB" w:rsidRDefault="002167CB" w:rsidP="002167CB">
      <w:pPr>
        <w:pStyle w:val="Titre2"/>
        <w:numPr>
          <w:ilvl w:val="1"/>
          <w:numId w:val="1"/>
        </w:numPr>
      </w:pPr>
      <w:bookmarkStart w:id="119" w:name="_Toc189735751"/>
      <w:r>
        <w:t>Contrôle exercé par le concédant</w:t>
      </w:r>
      <w:bookmarkEnd w:id="119"/>
    </w:p>
    <w:p w14:paraId="53DF2102" w14:textId="77777777" w:rsidR="007B22AE" w:rsidRDefault="007B22AE" w:rsidP="007B22AE"/>
    <w:p w14:paraId="32022464" w14:textId="439B0DD2" w:rsidR="007B22AE" w:rsidRDefault="007B22AE" w:rsidP="007B22AE">
      <w:r>
        <w:t xml:space="preserve">Le concédant contrôle le service lui-même ou éventuellement par l’intermédiaire d’un tiers mandaté par lui, et peut s’assurer à tout moment que le service est effectué avec diligence par le </w:t>
      </w:r>
      <w:r w:rsidR="00EA128F">
        <w:t>concessionnaire</w:t>
      </w:r>
      <w:r w:rsidR="00E659E4">
        <w:t>, et que les données financières déclarées par le concessionnaire s’avèrent effectives.</w:t>
      </w:r>
    </w:p>
    <w:p w14:paraId="173AE1EE" w14:textId="77777777" w:rsidR="007B22AE" w:rsidRDefault="007B22AE" w:rsidP="007B22AE"/>
    <w:p w14:paraId="48FA1385" w14:textId="797EEFFD" w:rsidR="007B22AE" w:rsidRDefault="007B22AE" w:rsidP="007B22AE">
      <w:r>
        <w:t xml:space="preserve">Le </w:t>
      </w:r>
      <w:r w:rsidR="00EA128F">
        <w:t>concessionnaire</w:t>
      </w:r>
      <w:r>
        <w:t xml:space="preserve"> doit prêter son concours au concédant pour qu’il accomplisse sa mission de contrôle, en lui fournissant tous les documents nécessaires, notamment ceux prévus aux articles </w:t>
      </w:r>
      <w:r w:rsidR="002167CB">
        <w:t>6</w:t>
      </w:r>
      <w:r>
        <w:t xml:space="preserve">.1 et </w:t>
      </w:r>
      <w:r w:rsidR="002167CB">
        <w:t>6</w:t>
      </w:r>
      <w:r>
        <w:t xml:space="preserve">.2 du présent contrat, ou en donnant accès </w:t>
      </w:r>
      <w:r w:rsidR="0047619F">
        <w:t>aux biens au concédant</w:t>
      </w:r>
      <w:r>
        <w:t xml:space="preserve"> ou aux structures mandatées par lui à cet effet.</w:t>
      </w:r>
    </w:p>
    <w:p w14:paraId="3CCBA7AA" w14:textId="77777777" w:rsidR="007B22AE" w:rsidRDefault="007B22AE" w:rsidP="007B22AE"/>
    <w:p w14:paraId="6BEBF022" w14:textId="7CC94574" w:rsidR="007B22AE" w:rsidRDefault="007B22AE" w:rsidP="007B22AE">
      <w:r>
        <w:t>Le référent du concédant ou son représentant peuvent se faire présenter toutes pièces et tous documents nécessaires</w:t>
      </w:r>
      <w:r w:rsidR="0047619F">
        <w:t xml:space="preserve"> (</w:t>
      </w:r>
      <w:r w:rsidR="0047619F">
        <w:rPr>
          <w:i/>
          <w:iCs/>
        </w:rPr>
        <w:t>y compris juridiques et comptables</w:t>
      </w:r>
      <w:r w:rsidR="0047619F">
        <w:t>)</w:t>
      </w:r>
      <w:r>
        <w:t xml:space="preserve"> à l’exercice du droit de contrôle du concédant ; il peut procéder à toute vérification utile pour s'assurer que le service concédé est exploité dans les conditions prévues au présent contrat et que les intérêts contractuels du concédant sont sauvegardés.</w:t>
      </w:r>
    </w:p>
    <w:p w14:paraId="55683E36" w14:textId="77777777" w:rsidR="007B22AE" w:rsidRDefault="007B22AE" w:rsidP="007B22AE"/>
    <w:p w14:paraId="1B27932F" w14:textId="338582ED" w:rsidR="007B22AE" w:rsidRDefault="007B22AE" w:rsidP="007B22AE">
      <w:r>
        <w:t>Il en va ainsi également pour tout tiers que le concédant chargerait d'une mission d'audit des conditions d'exécution du présent contrat.</w:t>
      </w:r>
    </w:p>
    <w:p w14:paraId="23FC7ADE" w14:textId="2802618B" w:rsidR="00443E89" w:rsidRDefault="00443E89" w:rsidP="007B22AE"/>
    <w:p w14:paraId="7E64C6E1" w14:textId="5D672540" w:rsidR="00443E89" w:rsidRDefault="00443E89" w:rsidP="007B22AE">
      <w:r>
        <w:t>Le contrôle s’exécute :</w:t>
      </w:r>
    </w:p>
    <w:p w14:paraId="590D02FB" w14:textId="64DB8C43" w:rsidR="00443E89" w:rsidRDefault="00443E89">
      <w:pPr>
        <w:pStyle w:val="Paragraphedeliste"/>
        <w:numPr>
          <w:ilvl w:val="0"/>
          <w:numId w:val="27"/>
        </w:numPr>
        <w:spacing w:before="120"/>
        <w:ind w:left="714" w:hanging="357"/>
        <w:contextualSpacing w:val="0"/>
      </w:pPr>
      <w:proofErr w:type="gramStart"/>
      <w:r w:rsidRPr="00443E89">
        <w:rPr>
          <w:i/>
          <w:iCs/>
        </w:rPr>
        <w:t>a</w:t>
      </w:r>
      <w:proofErr w:type="gramEnd"/>
      <w:r w:rsidRPr="00443E89">
        <w:rPr>
          <w:i/>
          <w:iCs/>
        </w:rPr>
        <w:t xml:space="preserve"> minima</w:t>
      </w:r>
      <w:r>
        <w:t xml:space="preserve"> une fois par an sur la base du Rapport annuel du concessionnaire visé à l’article 6.1 développé supra ;</w:t>
      </w:r>
    </w:p>
    <w:p w14:paraId="350AA335" w14:textId="4735382F" w:rsidR="00443E89" w:rsidRDefault="00443E89">
      <w:pPr>
        <w:pStyle w:val="Paragraphedeliste"/>
        <w:numPr>
          <w:ilvl w:val="0"/>
          <w:numId w:val="27"/>
        </w:numPr>
        <w:spacing w:before="120"/>
        <w:ind w:left="714" w:hanging="357"/>
        <w:contextualSpacing w:val="0"/>
      </w:pPr>
      <w:proofErr w:type="gramStart"/>
      <w:r>
        <w:t>trimestriellement</w:t>
      </w:r>
      <w:proofErr w:type="gramEnd"/>
      <w:r>
        <w:t xml:space="preserve">, afin de suivre </w:t>
      </w:r>
      <w:r w:rsidRPr="00443E89">
        <w:rPr>
          <w:i/>
          <w:iCs/>
        </w:rPr>
        <w:t xml:space="preserve">in </w:t>
      </w:r>
      <w:proofErr w:type="spellStart"/>
      <w:r w:rsidRPr="00443E89">
        <w:rPr>
          <w:i/>
          <w:iCs/>
        </w:rPr>
        <w:t>itinere</w:t>
      </w:r>
      <w:proofErr w:type="spellEnd"/>
      <w:r>
        <w:t xml:space="preserve"> les données d’activité du présent contrat.</w:t>
      </w:r>
    </w:p>
    <w:p w14:paraId="58462553" w14:textId="77777777" w:rsidR="007B22AE" w:rsidRDefault="007B22AE" w:rsidP="007B22AE"/>
    <w:p w14:paraId="1612C449" w14:textId="4495FD5F" w:rsidR="007B22AE" w:rsidRDefault="007B22AE" w:rsidP="007B22AE">
      <w:r>
        <w:t xml:space="preserve">Les résultats de ces contrôles sont susceptibles de donner lieu à application des mises en demeure et sanctions prévues à l’article </w:t>
      </w:r>
      <w:r w:rsidR="003B5711">
        <w:t>8.2</w:t>
      </w:r>
      <w:r>
        <w:t xml:space="preserve"> du présent contrat.</w:t>
      </w:r>
    </w:p>
    <w:p w14:paraId="6900E3E8" w14:textId="11920FFC" w:rsidR="007B22AE" w:rsidRDefault="007B22AE" w:rsidP="007B22AE"/>
    <w:p w14:paraId="2B7BE78D" w14:textId="77777777" w:rsidR="002167CB" w:rsidRDefault="002167CB" w:rsidP="007B22AE"/>
    <w:p w14:paraId="2DA2527E" w14:textId="3EDB40D5" w:rsidR="002167CB" w:rsidRDefault="002167CB" w:rsidP="002167CB">
      <w:pPr>
        <w:pStyle w:val="Titre2"/>
        <w:numPr>
          <w:ilvl w:val="1"/>
          <w:numId w:val="1"/>
        </w:numPr>
      </w:pPr>
      <w:bookmarkStart w:id="120" w:name="_Toc189735752"/>
      <w:r>
        <w:t>Comité de pilotage</w:t>
      </w:r>
      <w:bookmarkEnd w:id="120"/>
    </w:p>
    <w:p w14:paraId="072108EE" w14:textId="57254EC2" w:rsidR="002167CB" w:rsidRDefault="002167CB" w:rsidP="007B22AE"/>
    <w:p w14:paraId="13837BD3" w14:textId="7C52F0FC" w:rsidR="007B22AE" w:rsidRDefault="007B22AE" w:rsidP="007B22AE">
      <w:r>
        <w:t>Un comité de pilotage se réunit au moins une fois par an à l’initiative du concédant par courriel envoyé quinze (15) jours avant la date de la réunion</w:t>
      </w:r>
      <w:r w:rsidR="002167CB">
        <w:t xml:space="preserve">, pour traiter de tous les sujets intervenant en cours d’exécution du contrat, notamment pour le suivi </w:t>
      </w:r>
      <w:r w:rsidR="005B4FF5">
        <w:t xml:space="preserve">stratégique </w:t>
      </w:r>
      <w:r w:rsidR="002167CB">
        <w:t>du service concédé sur le plan financier, technique et qualitatif</w:t>
      </w:r>
      <w:r w:rsidR="003B5711">
        <w:t>.</w:t>
      </w:r>
    </w:p>
    <w:p w14:paraId="3632028D" w14:textId="77777777" w:rsidR="007B22AE" w:rsidRDefault="007B22AE" w:rsidP="007B22AE"/>
    <w:p w14:paraId="3798BE34" w14:textId="77777777" w:rsidR="007B22AE" w:rsidRDefault="007B22AE" w:rsidP="007B22AE">
      <w:r>
        <w:lastRenderedPageBreak/>
        <w:t>Il est composé :</w:t>
      </w:r>
    </w:p>
    <w:p w14:paraId="79C5A8B4" w14:textId="1FEED57C" w:rsidR="007B22AE" w:rsidRDefault="002167CB">
      <w:pPr>
        <w:pStyle w:val="Paragraphedeliste"/>
        <w:numPr>
          <w:ilvl w:val="0"/>
          <w:numId w:val="5"/>
        </w:numPr>
        <w:spacing w:before="120"/>
        <w:ind w:left="714" w:hanging="357"/>
        <w:contextualSpacing w:val="0"/>
      </w:pPr>
      <w:proofErr w:type="gramStart"/>
      <w:r>
        <w:t>d</w:t>
      </w:r>
      <w:r w:rsidR="007B22AE">
        <w:t>’un</w:t>
      </w:r>
      <w:proofErr w:type="gramEnd"/>
      <w:r w:rsidR="007B22AE">
        <w:t xml:space="preserve"> (1) représentant </w:t>
      </w:r>
      <w:r w:rsidR="002E62D9">
        <w:t>du Conseil d’administration</w:t>
      </w:r>
      <w:r>
        <w:t xml:space="preserve"> du concédant </w:t>
      </w:r>
      <w:r w:rsidR="007B22AE">
        <w:t>;</w:t>
      </w:r>
    </w:p>
    <w:p w14:paraId="2EE5FD19" w14:textId="4904CD81" w:rsidR="007B22AE" w:rsidRDefault="002167CB">
      <w:pPr>
        <w:pStyle w:val="Paragraphedeliste"/>
        <w:numPr>
          <w:ilvl w:val="0"/>
          <w:numId w:val="5"/>
        </w:numPr>
        <w:spacing w:before="120"/>
        <w:ind w:left="714" w:hanging="357"/>
        <w:contextualSpacing w:val="0"/>
      </w:pPr>
      <w:proofErr w:type="gramStart"/>
      <w:r>
        <w:t>d</w:t>
      </w:r>
      <w:r w:rsidR="007B22AE">
        <w:t>e</w:t>
      </w:r>
      <w:proofErr w:type="gramEnd"/>
      <w:r w:rsidR="007B22AE">
        <w:t xml:space="preserve"> </w:t>
      </w:r>
      <w:r w:rsidR="00E45DDE">
        <w:t>trois</w:t>
      </w:r>
      <w:r w:rsidR="007B22AE">
        <w:t xml:space="preserve"> (</w:t>
      </w:r>
      <w:r w:rsidR="00E45DDE">
        <w:t>3</w:t>
      </w:r>
      <w:r w:rsidR="007B22AE">
        <w:t>) représentants des services du concédant ;</w:t>
      </w:r>
    </w:p>
    <w:p w14:paraId="482B7DBA" w14:textId="128B7EF3" w:rsidR="007B22AE" w:rsidRDefault="002167CB">
      <w:pPr>
        <w:pStyle w:val="Paragraphedeliste"/>
        <w:numPr>
          <w:ilvl w:val="0"/>
          <w:numId w:val="5"/>
        </w:numPr>
        <w:spacing w:before="120"/>
        <w:ind w:left="714" w:hanging="357"/>
        <w:contextualSpacing w:val="0"/>
      </w:pPr>
      <w:proofErr w:type="gramStart"/>
      <w:r>
        <w:t>d</w:t>
      </w:r>
      <w:r w:rsidR="007B22AE">
        <w:t>e</w:t>
      </w:r>
      <w:proofErr w:type="gramEnd"/>
      <w:r w:rsidR="007B22AE">
        <w:t xml:space="preserve"> deux (2) représentants </w:t>
      </w:r>
      <w:r w:rsidR="00F667E1">
        <w:t xml:space="preserve">maximum </w:t>
      </w:r>
      <w:r w:rsidR="007B22AE">
        <w:t xml:space="preserve">du </w:t>
      </w:r>
      <w:r w:rsidR="00EA128F">
        <w:t>concessionnaire</w:t>
      </w:r>
      <w:r w:rsidR="003C5530">
        <w:t> ;</w:t>
      </w:r>
    </w:p>
    <w:p w14:paraId="564818DA" w14:textId="01F5E1F8" w:rsidR="003C5530" w:rsidRDefault="003C5530">
      <w:pPr>
        <w:pStyle w:val="Paragraphedeliste"/>
        <w:numPr>
          <w:ilvl w:val="0"/>
          <w:numId w:val="5"/>
        </w:numPr>
        <w:spacing w:before="120"/>
        <w:ind w:left="714" w:hanging="357"/>
        <w:contextualSpacing w:val="0"/>
      </w:pPr>
      <w:proofErr w:type="gramStart"/>
      <w:r>
        <w:t>de</w:t>
      </w:r>
      <w:proofErr w:type="gramEnd"/>
      <w:r>
        <w:t xml:space="preserve"> deux (2) représentants des parents.</w:t>
      </w:r>
    </w:p>
    <w:p w14:paraId="478313A6" w14:textId="77777777" w:rsidR="007B22AE" w:rsidRDefault="007B22AE" w:rsidP="007B22AE"/>
    <w:p w14:paraId="0A95A14C" w14:textId="77777777" w:rsidR="007B22AE" w:rsidRDefault="007B22AE" w:rsidP="005B4FF5">
      <w:r>
        <w:t>Au comité de pilotage peuvent être associées de façon ponctuelle des personnalités qualifiées.</w:t>
      </w:r>
    </w:p>
    <w:p w14:paraId="43FF7838" w14:textId="28DDBF3C" w:rsidR="005B4FF5" w:rsidRDefault="005B4FF5" w:rsidP="005B4FF5"/>
    <w:p w14:paraId="5DFE3BD5" w14:textId="77777777" w:rsidR="005B4FF5" w:rsidRDefault="005B4FF5" w:rsidP="005B4FF5"/>
    <w:p w14:paraId="03FE1041" w14:textId="3AB3CBB2" w:rsidR="003B5711" w:rsidRDefault="003B5711">
      <w:pPr>
        <w:spacing w:after="160" w:line="259" w:lineRule="auto"/>
        <w:jc w:val="left"/>
      </w:pPr>
      <w:r>
        <w:br w:type="page"/>
      </w:r>
    </w:p>
    <w:p w14:paraId="64AC2F8B" w14:textId="03CD03C5" w:rsidR="007B22AE" w:rsidRDefault="002167CB" w:rsidP="002167CB">
      <w:pPr>
        <w:pStyle w:val="Titre1"/>
      </w:pPr>
      <w:bookmarkStart w:id="121" w:name="_Toc189735753"/>
      <w:r>
        <w:lastRenderedPageBreak/>
        <w:t>Chapitre septième</w:t>
      </w:r>
      <w:r w:rsidR="00276BDE">
        <w:t xml:space="preserve"> – Responsabilités et assurances</w:t>
      </w:r>
      <w:bookmarkEnd w:id="121"/>
    </w:p>
    <w:p w14:paraId="3663347C" w14:textId="0AA21AD2" w:rsidR="007B22AE" w:rsidRDefault="007B22AE" w:rsidP="007B22AE"/>
    <w:p w14:paraId="7A8456F5" w14:textId="77777777" w:rsidR="002167CB" w:rsidRDefault="002167CB" w:rsidP="002167CB">
      <w:pPr>
        <w:pStyle w:val="Titre2"/>
        <w:numPr>
          <w:ilvl w:val="1"/>
          <w:numId w:val="1"/>
        </w:numPr>
      </w:pPr>
      <w:bookmarkStart w:id="122" w:name="_Toc189735754"/>
      <w:r>
        <w:t>Responsabilités du concessionnaire</w:t>
      </w:r>
      <w:bookmarkEnd w:id="122"/>
    </w:p>
    <w:p w14:paraId="5CFF0298" w14:textId="77777777" w:rsidR="007B22AE" w:rsidRDefault="007B22AE" w:rsidP="007B22AE"/>
    <w:p w14:paraId="0E925304" w14:textId="6CD25930" w:rsidR="007B22AE" w:rsidRDefault="007B22AE" w:rsidP="007B22AE">
      <w:r>
        <w:t xml:space="preserve">Cette responsabilité couvre tous les dommages qui pourraient résulter de l’exploitation du service et des équipements </w:t>
      </w:r>
      <w:r w:rsidR="00181059">
        <w:t>concédés</w:t>
      </w:r>
      <w:r>
        <w:t>, tant vis-à-vis d</w:t>
      </w:r>
      <w:r w:rsidR="00181059">
        <w:t>u concédant</w:t>
      </w:r>
      <w:r>
        <w:t>, de l’environnement, des usagers du service ou des tiers.</w:t>
      </w:r>
    </w:p>
    <w:p w14:paraId="1E876DF0" w14:textId="43EEC64F" w:rsidR="007B22AE" w:rsidRDefault="007B22AE" w:rsidP="007B22AE"/>
    <w:p w14:paraId="4C914D7A" w14:textId="59CE4B65" w:rsidR="007B22AE" w:rsidRDefault="00181059" w:rsidP="007B22AE">
      <w:r>
        <w:t>S</w:t>
      </w:r>
      <w:r w:rsidR="007B22AE">
        <w:t xml:space="preserve">ont prises en compte toutes les obligations confiées au </w:t>
      </w:r>
      <w:r w:rsidR="001212EE">
        <w:t>concessionnaire</w:t>
      </w:r>
      <w:r w:rsidR="007B22AE">
        <w:t xml:space="preserve"> au titre du présent contrat (</w:t>
      </w:r>
      <w:r w:rsidR="007B22AE" w:rsidRPr="00181059">
        <w:rPr>
          <w:i/>
          <w:iCs/>
        </w:rPr>
        <w:t>obligation de nettoyage, d’entretien, de maintenance, de renouvellement</w:t>
      </w:r>
      <w:r>
        <w:rPr>
          <w:i/>
          <w:iCs/>
        </w:rPr>
        <w:t>…</w:t>
      </w:r>
      <w:r w:rsidR="007B22AE">
        <w:t>), des prescriptions légales et réglementaires, des règles de l’art, des règlements et consignes particulières et des prescriptions relatives à la sécurité.</w:t>
      </w:r>
    </w:p>
    <w:p w14:paraId="7D56317C" w14:textId="77777777" w:rsidR="007B22AE" w:rsidRDefault="007B22AE" w:rsidP="007B22AE"/>
    <w:p w14:paraId="6EB55F06" w14:textId="7D19757E" w:rsidR="007B22AE" w:rsidRDefault="007B22AE" w:rsidP="007B22AE">
      <w:r>
        <w:t xml:space="preserve">Le </w:t>
      </w:r>
      <w:r w:rsidR="001212EE">
        <w:t>concessionnaire</w:t>
      </w:r>
      <w:r>
        <w:t xml:space="preserve"> ne peut</w:t>
      </w:r>
      <w:r w:rsidR="00181059">
        <w:t xml:space="preserve"> pas</w:t>
      </w:r>
      <w:r>
        <w:t xml:space="preserve"> invoquer le contenu et en particulier le plafonnement des garanties d’assurance souscrites pour s’exonérer de sa responsabilité. Il lui appartient si nécessaire d’assumer directement les conséquences financières des dommages relevant de sa responsabilité si les indemnités allouées en application de ces garanties ne sont pas suffisantes.</w:t>
      </w:r>
    </w:p>
    <w:p w14:paraId="3F0B687C" w14:textId="488D2AD3" w:rsidR="007B22AE" w:rsidRDefault="007B22AE" w:rsidP="007B22AE"/>
    <w:p w14:paraId="6AB0CD25" w14:textId="77777777" w:rsidR="00181059" w:rsidRDefault="00181059" w:rsidP="007B22AE"/>
    <w:p w14:paraId="00C18030" w14:textId="55EF03AC" w:rsidR="00181059" w:rsidRDefault="00181059" w:rsidP="00181059">
      <w:pPr>
        <w:pStyle w:val="Titre2"/>
        <w:numPr>
          <w:ilvl w:val="1"/>
          <w:numId w:val="1"/>
        </w:numPr>
      </w:pPr>
      <w:bookmarkStart w:id="123" w:name="_Toc189735755"/>
      <w:r>
        <w:t>Assurances du concessionnaire</w:t>
      </w:r>
      <w:bookmarkEnd w:id="123"/>
    </w:p>
    <w:p w14:paraId="5FD9FB5E" w14:textId="77777777" w:rsidR="00181059" w:rsidRDefault="00181059" w:rsidP="007B22AE"/>
    <w:p w14:paraId="363381F9" w14:textId="5F0B2643" w:rsidR="007B22AE" w:rsidRDefault="007B22AE" w:rsidP="007B22AE">
      <w:r>
        <w:t xml:space="preserve">Le </w:t>
      </w:r>
      <w:r w:rsidR="001212EE">
        <w:t>concessionnaire</w:t>
      </w:r>
      <w:r>
        <w:t xml:space="preserve"> souscrit auprès de compagnies d’assurance notoirement solvables les polices d’assurance qui couvrent les risques normaux de ce type d’exploitation, notamment :</w:t>
      </w:r>
    </w:p>
    <w:p w14:paraId="40C23139" w14:textId="2B6468DA" w:rsidR="007B22AE" w:rsidRDefault="007B22AE">
      <w:pPr>
        <w:pStyle w:val="Paragraphedeliste"/>
        <w:numPr>
          <w:ilvl w:val="0"/>
          <w:numId w:val="6"/>
        </w:numPr>
        <w:spacing w:before="120"/>
        <w:ind w:left="714" w:hanging="357"/>
        <w:contextualSpacing w:val="0"/>
      </w:pPr>
      <w:proofErr w:type="gramStart"/>
      <w:r>
        <w:t>une</w:t>
      </w:r>
      <w:proofErr w:type="gramEnd"/>
      <w:r>
        <w:t xml:space="preserve"> police d'assurance responsabilité civile couvrant les conséquences pécuniaires des dommages de toute nature causés aux tiers (</w:t>
      </w:r>
      <w:r w:rsidRPr="00181059">
        <w:rPr>
          <w:i/>
          <w:iCs/>
        </w:rPr>
        <w:t>corporels, matériels, immatériels</w:t>
      </w:r>
      <w:r>
        <w:t>)</w:t>
      </w:r>
      <w:r w:rsidR="0048370F">
        <w:t xml:space="preserve">, notamment aux usagers du service, </w:t>
      </w:r>
      <w:r>
        <w:t>et des dommages accidentels à l’environnement ;</w:t>
      </w:r>
    </w:p>
    <w:p w14:paraId="64C09564" w14:textId="6CAB1969" w:rsidR="007B22AE" w:rsidRDefault="007B22AE">
      <w:pPr>
        <w:pStyle w:val="Paragraphedeliste"/>
        <w:numPr>
          <w:ilvl w:val="0"/>
          <w:numId w:val="6"/>
        </w:numPr>
        <w:spacing w:before="120"/>
        <w:ind w:left="714" w:hanging="357"/>
        <w:contextualSpacing w:val="0"/>
      </w:pPr>
      <w:proofErr w:type="gramStart"/>
      <w:r>
        <w:t>une</w:t>
      </w:r>
      <w:proofErr w:type="gramEnd"/>
      <w:r>
        <w:t xml:space="preserve"> police d’assurance couvrant les risques d’accident de toute nature ou d’incendie du fait de son matériel ou de son personnel.</w:t>
      </w:r>
    </w:p>
    <w:p w14:paraId="4B300C72" w14:textId="77777777" w:rsidR="007B22AE" w:rsidRDefault="007B22AE" w:rsidP="007B22AE"/>
    <w:p w14:paraId="0D5A5991" w14:textId="76D3A906" w:rsidR="007B22AE" w:rsidRDefault="007B22AE" w:rsidP="007B22AE">
      <w:r>
        <w:t xml:space="preserve">Le </w:t>
      </w:r>
      <w:r w:rsidR="001212EE">
        <w:t>concessionnaire</w:t>
      </w:r>
      <w:r>
        <w:t xml:space="preserve"> aura la charge de la gestion de l’ensemble des sinistres et garantira </w:t>
      </w:r>
      <w:r w:rsidR="00181059">
        <w:t>le concédant</w:t>
      </w:r>
      <w:r>
        <w:t xml:space="preserve"> de tout recours amiable et contentieux lié à l’exploitation du service</w:t>
      </w:r>
      <w:r w:rsidR="00276BDE">
        <w:t> ; l</w:t>
      </w:r>
      <w:r>
        <w:t xml:space="preserve">e </w:t>
      </w:r>
      <w:r w:rsidR="001212EE">
        <w:t>concessionnaire</w:t>
      </w:r>
      <w:r>
        <w:t xml:space="preserve"> et ses assureurs renoncent à tout recours contre </w:t>
      </w:r>
      <w:r w:rsidR="00276BDE">
        <w:t>le concédant</w:t>
      </w:r>
      <w:r>
        <w:t xml:space="preserve"> concernant l’exploitation du service.</w:t>
      </w:r>
    </w:p>
    <w:p w14:paraId="5E2AD595" w14:textId="77777777" w:rsidR="007B22AE" w:rsidRDefault="007B22AE" w:rsidP="007B22AE"/>
    <w:p w14:paraId="2C50A107" w14:textId="77777777" w:rsidR="007B22AE" w:rsidRDefault="007B22AE" w:rsidP="007B22AE">
      <w:r>
        <w:t>Les compagnies d'assurances devront avoir eu communication des termes spécifiques du présent contrat afin de rédiger en conséquence leurs garanties.</w:t>
      </w:r>
    </w:p>
    <w:p w14:paraId="2C3E5299" w14:textId="77777777" w:rsidR="007B22AE" w:rsidRDefault="007B22AE" w:rsidP="007B22AE"/>
    <w:p w14:paraId="6DF3953D" w14:textId="5E46C224" w:rsidR="007B22AE" w:rsidRDefault="007B22AE" w:rsidP="007B22AE">
      <w:r>
        <w:t xml:space="preserve">Les attestations souscrites par le </w:t>
      </w:r>
      <w:r w:rsidR="001212EE">
        <w:t>concessionnaire</w:t>
      </w:r>
      <w:r>
        <w:t xml:space="preserve"> sont communiquées </w:t>
      </w:r>
      <w:r w:rsidR="00276BDE">
        <w:t>au concédant</w:t>
      </w:r>
      <w:r>
        <w:t xml:space="preserve"> dans le premier mois qui suit la prise d’effet du contrat et ensuite </w:t>
      </w:r>
      <w:r w:rsidR="00BA1C98" w:rsidRPr="00BA1C98">
        <w:t>à chaque date d’anniversaire</w:t>
      </w:r>
      <w:r w:rsidR="00BA1C98">
        <w:t xml:space="preserve">, ou </w:t>
      </w:r>
      <w:r>
        <w:t xml:space="preserve">sur simple demande de la part </w:t>
      </w:r>
      <w:r w:rsidR="00276BDE">
        <w:t>du concédant</w:t>
      </w:r>
      <w:r>
        <w:t>, dans un délai de quinze (15) jours. Toutefois, cette communication n'engage en rien la responsabilité d</w:t>
      </w:r>
      <w:r w:rsidR="00276BDE">
        <w:t xml:space="preserve">u concédant </w:t>
      </w:r>
      <w:r>
        <w:t>pour le cas où, à l'occasion d'un sinistre, l'étendue des garanties ou le montant de ces assurances s'avéreraient insuffisants.</w:t>
      </w:r>
    </w:p>
    <w:p w14:paraId="34B14750" w14:textId="77777777" w:rsidR="007B22AE" w:rsidRDefault="007B22AE" w:rsidP="007B22AE"/>
    <w:p w14:paraId="10098F2C" w14:textId="4186F40C" w:rsidR="007B22AE" w:rsidRDefault="007B22AE" w:rsidP="007B22AE">
      <w:r>
        <w:t xml:space="preserve">Le </w:t>
      </w:r>
      <w:r w:rsidR="001212EE">
        <w:t>concessionnaire</w:t>
      </w:r>
      <w:r>
        <w:t xml:space="preserve"> s’assure que les différents prestataires avec lesquels il passe</w:t>
      </w:r>
      <w:r w:rsidR="00276BDE">
        <w:t>rait</w:t>
      </w:r>
      <w:r>
        <w:t xml:space="preserve"> des contrats disposent d’une assurance couvrant les risques corporels, matériels et immatériels des différents sinistres qui pourraient survenir du fait de l’exécution de ces contrats. Il est, en tout état de cause, responsable du fait de ses prestataires.</w:t>
      </w:r>
    </w:p>
    <w:p w14:paraId="59C64CEC" w14:textId="77777777" w:rsidR="007B22AE" w:rsidRDefault="007B22AE" w:rsidP="007B22AE"/>
    <w:p w14:paraId="39B88A6C" w14:textId="1BF2F096" w:rsidR="00276BDE" w:rsidRDefault="007B22AE" w:rsidP="0038018D">
      <w:r>
        <w:t>En cas de défaut ou d’insuffisance d’assurance, l</w:t>
      </w:r>
      <w:r w:rsidR="00276BDE">
        <w:t>e concédant</w:t>
      </w:r>
      <w:r>
        <w:t xml:space="preserve"> peut mettre en œuvre les pénalités prévues au présent contrat.</w:t>
      </w:r>
      <w:r w:rsidR="00276BDE">
        <w:br w:type="page"/>
      </w:r>
    </w:p>
    <w:p w14:paraId="78C5DD5C" w14:textId="231CE201" w:rsidR="00276BDE" w:rsidRDefault="00276BDE" w:rsidP="00276BDE">
      <w:pPr>
        <w:pStyle w:val="Titre1"/>
      </w:pPr>
      <w:bookmarkStart w:id="124" w:name="_Toc189735756"/>
      <w:r>
        <w:lastRenderedPageBreak/>
        <w:t>Chapitre huitième – Garantie</w:t>
      </w:r>
      <w:r w:rsidRPr="00276BDE">
        <w:t xml:space="preserve"> et sanctions des manquements du concessionnaire</w:t>
      </w:r>
      <w:bookmarkEnd w:id="124"/>
    </w:p>
    <w:p w14:paraId="50BCFDF6" w14:textId="77777777" w:rsidR="00276BDE" w:rsidRDefault="00276BDE" w:rsidP="007B22AE"/>
    <w:p w14:paraId="4D3AE1A5" w14:textId="77777777" w:rsidR="00276BDE" w:rsidRDefault="00276BDE" w:rsidP="00276BDE">
      <w:pPr>
        <w:pStyle w:val="Titre2"/>
        <w:numPr>
          <w:ilvl w:val="1"/>
          <w:numId w:val="1"/>
        </w:numPr>
      </w:pPr>
      <w:bookmarkStart w:id="125" w:name="_Toc189735757"/>
      <w:r>
        <w:t>Garantie à première demande</w:t>
      </w:r>
      <w:bookmarkEnd w:id="125"/>
    </w:p>
    <w:p w14:paraId="1C4B153F" w14:textId="77777777" w:rsidR="007B22AE" w:rsidRDefault="007B22AE" w:rsidP="007B22AE"/>
    <w:p w14:paraId="077ADB9F" w14:textId="66807BCF" w:rsidR="007B22AE" w:rsidRDefault="007B22AE" w:rsidP="007B22AE">
      <w:r>
        <w:t xml:space="preserve">Dans les quinze jours qui suivent la prise d’effet du contrat, le </w:t>
      </w:r>
      <w:r w:rsidR="00EA128F">
        <w:t>concessionnaire</w:t>
      </w:r>
      <w:r>
        <w:t xml:space="preserve"> fournit au concédant une garantie à première demande au présent contrat. Ce document est à annexer au présent contrat par le </w:t>
      </w:r>
      <w:r w:rsidR="00EA128F">
        <w:t>concessionnaire</w:t>
      </w:r>
      <w:r>
        <w:t>.</w:t>
      </w:r>
    </w:p>
    <w:p w14:paraId="0F480C0D" w14:textId="77777777" w:rsidR="007B22AE" w:rsidRDefault="007B22AE" w:rsidP="007B22AE"/>
    <w:p w14:paraId="5A03056B" w14:textId="509443FD" w:rsidR="007B22AE" w:rsidRDefault="007B22AE" w:rsidP="007B22AE">
      <w:r>
        <w:t xml:space="preserve">Le montant de la garantie s’élève à </w:t>
      </w:r>
      <w:r w:rsidR="000B1305">
        <w:t>3</w:t>
      </w:r>
      <w:r>
        <w:t>% du montant des recettes d’exploitation prévues pour la première année telles qu’elles figurent au CEP figurant en annexe</w:t>
      </w:r>
      <w:r w:rsidR="00267BF5">
        <w:t xml:space="preserve"> n°</w:t>
      </w:r>
      <w:r w:rsidR="004632D3">
        <w:t>2</w:t>
      </w:r>
      <w:r>
        <w:t>.</w:t>
      </w:r>
    </w:p>
    <w:p w14:paraId="40F3CAA3" w14:textId="77777777" w:rsidR="007B22AE" w:rsidRDefault="007B22AE" w:rsidP="007B22AE">
      <w:r>
        <w:t xml:space="preserve"> </w:t>
      </w:r>
    </w:p>
    <w:p w14:paraId="63B1B737" w14:textId="77777777" w:rsidR="007B22AE" w:rsidRDefault="007B22AE" w:rsidP="007B22AE">
      <w:r>
        <w:t>Le concédant peut faire appel à cette garantie pour obtenir :</w:t>
      </w:r>
    </w:p>
    <w:p w14:paraId="33CE9751" w14:textId="4F491CE5" w:rsidR="007B22AE" w:rsidRDefault="007B22AE">
      <w:pPr>
        <w:pStyle w:val="Paragraphedeliste"/>
        <w:numPr>
          <w:ilvl w:val="0"/>
          <w:numId w:val="7"/>
        </w:numPr>
        <w:spacing w:before="120"/>
        <w:ind w:left="714" w:hanging="357"/>
        <w:contextualSpacing w:val="0"/>
      </w:pPr>
      <w:proofErr w:type="gramStart"/>
      <w:r>
        <w:t>le</w:t>
      </w:r>
      <w:proofErr w:type="gramEnd"/>
      <w:r>
        <w:t xml:space="preserve"> remboursement des dépenses qu’il a engagées s’il a été contraint de prendre les mesures pour assurer la continuité du service ou la reprise de la concession en cas de mise en régie provisoire, ou la remise en bon état de l’équipement ;</w:t>
      </w:r>
    </w:p>
    <w:p w14:paraId="178FCC34" w14:textId="1D405611" w:rsidR="007B22AE" w:rsidRDefault="007B22AE">
      <w:pPr>
        <w:pStyle w:val="Paragraphedeliste"/>
        <w:numPr>
          <w:ilvl w:val="0"/>
          <w:numId w:val="7"/>
        </w:numPr>
        <w:spacing w:before="120"/>
        <w:ind w:left="714" w:hanging="357"/>
        <w:contextualSpacing w:val="0"/>
      </w:pPr>
      <w:proofErr w:type="gramStart"/>
      <w:r>
        <w:t>le</w:t>
      </w:r>
      <w:proofErr w:type="gramEnd"/>
      <w:r>
        <w:t xml:space="preserve"> paiement des pénalités dues par le </w:t>
      </w:r>
      <w:r w:rsidR="00EA128F">
        <w:t>concessionnaire</w:t>
      </w:r>
      <w:r>
        <w:t xml:space="preserve"> en cas de non-versement ;</w:t>
      </w:r>
    </w:p>
    <w:p w14:paraId="0299AF33" w14:textId="56F3BFD8" w:rsidR="007B22AE" w:rsidRDefault="007B22AE">
      <w:pPr>
        <w:pStyle w:val="Paragraphedeliste"/>
        <w:numPr>
          <w:ilvl w:val="0"/>
          <w:numId w:val="7"/>
        </w:numPr>
        <w:spacing w:before="120"/>
        <w:ind w:left="714" w:hanging="357"/>
        <w:contextualSpacing w:val="0"/>
      </w:pPr>
      <w:proofErr w:type="gramStart"/>
      <w:r>
        <w:t>le</w:t>
      </w:r>
      <w:proofErr w:type="gramEnd"/>
      <w:r>
        <w:t xml:space="preserve"> paiement de toutes les sommes restant dues par le </w:t>
      </w:r>
      <w:r w:rsidR="00EA128F">
        <w:t>concessionnaire</w:t>
      </w:r>
      <w:r>
        <w:t xml:space="preserve"> à l’expiration du présent contrat.</w:t>
      </w:r>
    </w:p>
    <w:p w14:paraId="5CE2F5DE" w14:textId="77777777" w:rsidR="007B22AE" w:rsidRDefault="007B22AE" w:rsidP="007B22AE"/>
    <w:p w14:paraId="1C1FDED0" w14:textId="3A12CE9D" w:rsidR="007B22AE" w:rsidRDefault="007B22AE" w:rsidP="007B22AE">
      <w:r>
        <w:t xml:space="preserve">La garantie prend fin </w:t>
      </w:r>
      <w:r w:rsidR="00BA1C98">
        <w:t>six (</w:t>
      </w:r>
      <w:r>
        <w:t>6</w:t>
      </w:r>
      <w:r w:rsidR="00BA1C98">
        <w:t>)</w:t>
      </w:r>
      <w:r>
        <w:t xml:space="preserve"> mois après le terme du présent contrat</w:t>
      </w:r>
      <w:r w:rsidR="00BA1C98">
        <w:t xml:space="preserve">, et sera restituée, sur demande formalisée par un courrier en lettre recommandée avec accusé de réception (LRAR) du concessionnaire, par virement </w:t>
      </w:r>
      <w:r w:rsidR="00FB7856">
        <w:t>de la</w:t>
      </w:r>
      <w:r w:rsidR="00BA1C98">
        <w:t xml:space="preserve"> </w:t>
      </w:r>
      <w:r w:rsidR="00FB7856" w:rsidRPr="00FB7856">
        <w:t xml:space="preserve">Direction départementale des finances publiques </w:t>
      </w:r>
      <w:r w:rsidR="00BA1C98">
        <w:t>dans un délai de quinze (15) jours à l’issue de cette échéance.</w:t>
      </w:r>
    </w:p>
    <w:p w14:paraId="765BEF29" w14:textId="1CE0EE84" w:rsidR="00267BF5" w:rsidRDefault="00267BF5" w:rsidP="007B22AE"/>
    <w:p w14:paraId="7C2AEE0E" w14:textId="77777777" w:rsidR="00BA1C98" w:rsidRDefault="00BA1C98" w:rsidP="007B22AE"/>
    <w:p w14:paraId="616BCDC5" w14:textId="6C15DBE9" w:rsidR="00267BF5" w:rsidRDefault="00267BF5" w:rsidP="00267BF5">
      <w:pPr>
        <w:pStyle w:val="Titre2"/>
        <w:numPr>
          <w:ilvl w:val="1"/>
          <w:numId w:val="1"/>
        </w:numPr>
      </w:pPr>
      <w:bookmarkStart w:id="126" w:name="_Toc189735758"/>
      <w:r>
        <w:t>Pénalités</w:t>
      </w:r>
      <w:bookmarkEnd w:id="126"/>
    </w:p>
    <w:p w14:paraId="1DA26EFC" w14:textId="77777777" w:rsidR="00267BF5" w:rsidRDefault="00267BF5" w:rsidP="007B22AE"/>
    <w:p w14:paraId="3A4E8A74" w14:textId="2914CBBD" w:rsidR="007B22AE" w:rsidRDefault="007B22AE" w:rsidP="007B22AE">
      <w:r>
        <w:t xml:space="preserve">Faute pour le </w:t>
      </w:r>
      <w:r w:rsidR="00EA128F">
        <w:t>concessionnaire</w:t>
      </w:r>
      <w:r>
        <w:t xml:space="preserve"> de remplir ses obligations contractuelles, des pénalités pourront lui être infligées dans les cas prévus ci-après</w:t>
      </w:r>
      <w:r w:rsidR="00F13E55">
        <w:t> :</w:t>
      </w:r>
    </w:p>
    <w:p w14:paraId="1B8BCD68" w14:textId="77777777" w:rsidR="00F13E55" w:rsidRDefault="00F13E55" w:rsidP="00F13E55"/>
    <w:tbl>
      <w:tblPr>
        <w:tblW w:w="9061" w:type="dxa"/>
        <w:tblLayout w:type="fixed"/>
        <w:tblCellMar>
          <w:left w:w="10" w:type="dxa"/>
          <w:right w:w="10" w:type="dxa"/>
        </w:tblCellMar>
        <w:tblLook w:val="04A0" w:firstRow="1" w:lastRow="0" w:firstColumn="1" w:lastColumn="0" w:noHBand="0" w:noVBand="1"/>
      </w:tblPr>
      <w:tblGrid>
        <w:gridCol w:w="4530"/>
        <w:gridCol w:w="4531"/>
      </w:tblGrid>
      <w:tr w:rsidR="00F13E55" w:rsidRPr="008A0FE6" w14:paraId="0FECBC4F" w14:textId="77777777" w:rsidTr="001A48DF">
        <w:tc>
          <w:tcPr>
            <w:tcW w:w="4530" w:type="dxa"/>
            <w:tcBorders>
              <w:top w:val="single" w:sz="4" w:space="0" w:color="000000"/>
              <w:left w:val="single" w:sz="4" w:space="0" w:color="000000"/>
              <w:bottom w:val="single" w:sz="4" w:space="0" w:color="000000"/>
              <w:right w:val="single" w:sz="4" w:space="0" w:color="000000"/>
            </w:tcBorders>
            <w:shd w:val="clear" w:color="auto" w:fill="17365D"/>
            <w:tcMar>
              <w:top w:w="0" w:type="dxa"/>
              <w:left w:w="108" w:type="dxa"/>
              <w:bottom w:w="0" w:type="dxa"/>
              <w:right w:w="108" w:type="dxa"/>
            </w:tcMar>
          </w:tcPr>
          <w:p w14:paraId="5D53E0AD" w14:textId="77777777" w:rsidR="00F13E55" w:rsidRPr="008A0FE6" w:rsidRDefault="00F13E55" w:rsidP="001A48DF">
            <w:pPr>
              <w:jc w:val="center"/>
              <w:rPr>
                <w:b/>
              </w:rPr>
            </w:pPr>
            <w:r w:rsidRPr="008A0FE6">
              <w:rPr>
                <w:b/>
              </w:rPr>
              <w:t>Motifs</w:t>
            </w:r>
          </w:p>
        </w:tc>
        <w:tc>
          <w:tcPr>
            <w:tcW w:w="4531" w:type="dxa"/>
            <w:tcBorders>
              <w:top w:val="single" w:sz="4" w:space="0" w:color="000000"/>
              <w:left w:val="single" w:sz="4" w:space="0" w:color="000000"/>
              <w:bottom w:val="single" w:sz="4" w:space="0" w:color="000000"/>
              <w:right w:val="single" w:sz="4" w:space="0" w:color="000000"/>
            </w:tcBorders>
            <w:shd w:val="clear" w:color="auto" w:fill="17365D"/>
            <w:tcMar>
              <w:top w:w="0" w:type="dxa"/>
              <w:left w:w="108" w:type="dxa"/>
              <w:bottom w:w="0" w:type="dxa"/>
              <w:right w:w="108" w:type="dxa"/>
            </w:tcMar>
          </w:tcPr>
          <w:p w14:paraId="75DF3B24" w14:textId="77777777" w:rsidR="00F13E55" w:rsidRPr="008A0FE6" w:rsidRDefault="00F13E55" w:rsidP="001A48DF">
            <w:pPr>
              <w:jc w:val="center"/>
              <w:rPr>
                <w:b/>
              </w:rPr>
            </w:pPr>
            <w:r w:rsidRPr="008A0FE6">
              <w:rPr>
                <w:b/>
              </w:rPr>
              <w:t>Montant</w:t>
            </w:r>
          </w:p>
        </w:tc>
      </w:tr>
      <w:tr w:rsidR="00F13E55" w:rsidRPr="008A0FE6" w14:paraId="51DFCA03" w14:textId="77777777" w:rsidTr="001A48DF">
        <w:tc>
          <w:tcPr>
            <w:tcW w:w="4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00C94B" w14:textId="77777777" w:rsidR="00F13E55" w:rsidRPr="008A0FE6" w:rsidRDefault="00F13E55" w:rsidP="001A48DF">
            <w:r w:rsidRPr="008A0FE6">
              <w:t>Non-respect des obligations en matière d’entretien, et d’une manière plus générale aux normes d’hygiène et de sécurité des locaux en vigueur</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36E444" w14:textId="228D0F9C" w:rsidR="00F13E55" w:rsidRPr="008A0FE6" w:rsidRDefault="00F13E55" w:rsidP="001A48DF">
            <w:r w:rsidRPr="008A0FE6">
              <w:t xml:space="preserve">1 000 euros par jour de retard dans la mise en conformité par rapport aux obligations d’entretien, aux normes d’hygiène et de sécurité des locaux en vigueur, à compter de la notification de ce manquement au </w:t>
            </w:r>
            <w:r w:rsidR="008B3ED8">
              <w:t>concessionnaire</w:t>
            </w:r>
          </w:p>
        </w:tc>
      </w:tr>
      <w:tr w:rsidR="00F13E55" w:rsidRPr="008A0FE6" w14:paraId="3E4C54C2" w14:textId="77777777" w:rsidTr="001A48DF">
        <w:tc>
          <w:tcPr>
            <w:tcW w:w="4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55AF9B" w14:textId="77777777" w:rsidR="00F13E55" w:rsidRPr="008A0FE6" w:rsidRDefault="00F13E55" w:rsidP="001A48DF">
            <w:r w:rsidRPr="008A0FE6">
              <w:t>Non-respect des normes d’encadrement et de qualification du personnel</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3E90F9" w14:textId="4BB3E38A" w:rsidR="00F13E55" w:rsidRPr="008A0FE6" w:rsidRDefault="00F13E55" w:rsidP="001A48DF">
            <w:r w:rsidRPr="008A0FE6">
              <w:t xml:space="preserve">1 000 euros par jour et par personnel manquant à compter de la notification par le </w:t>
            </w:r>
            <w:r w:rsidR="008B3ED8">
              <w:t>concédant</w:t>
            </w:r>
            <w:r w:rsidRPr="008A0FE6">
              <w:t xml:space="preserve"> au </w:t>
            </w:r>
            <w:r w:rsidR="008B3ED8">
              <w:t>concessionnaire</w:t>
            </w:r>
            <w:r w:rsidRPr="008A0FE6">
              <w:t xml:space="preserve"> de la constatation du non-respect</w:t>
            </w:r>
          </w:p>
        </w:tc>
      </w:tr>
      <w:tr w:rsidR="00F13E55" w:rsidRPr="008A0FE6" w14:paraId="35820980" w14:textId="77777777" w:rsidTr="001A48DF">
        <w:tc>
          <w:tcPr>
            <w:tcW w:w="4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5C6814" w14:textId="77777777" w:rsidR="00F13E55" w:rsidRPr="008A0FE6" w:rsidRDefault="00F13E55" w:rsidP="001A48DF">
            <w:r w:rsidRPr="008A0FE6">
              <w:t>Non-respect du protocole d’accueil occasionnel pour des enfants devant être accueillis de façon irrégulière dans un cadre défini pour répondre aux besoins des familles plus ponctuels (</w:t>
            </w:r>
            <w:r w:rsidRPr="00F008B2">
              <w:rPr>
                <w:i/>
                <w:iCs/>
              </w:rPr>
              <w:t>accueil d’enfant handicapé, parents en situation de précarité, parents entrant dans un dispositif d’insertion</w:t>
            </w:r>
            <w:r>
              <w:rPr>
                <w:i/>
                <w:iCs/>
              </w:rPr>
              <w:t>…</w:t>
            </w:r>
            <w:r w:rsidRPr="008A0FE6">
              <w:t>)</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17353" w14:textId="77777777" w:rsidR="00F13E55" w:rsidRPr="008A0FE6" w:rsidRDefault="00F13E55" w:rsidP="001A48DF">
            <w:r w:rsidRPr="008A0FE6">
              <w:t>1 000 euros par manquement constaté laissé sans motif argumenté</w:t>
            </w:r>
          </w:p>
        </w:tc>
      </w:tr>
      <w:tr w:rsidR="00F13E55" w:rsidRPr="008A0FE6" w14:paraId="1E88AC49" w14:textId="77777777" w:rsidTr="001A48DF">
        <w:tc>
          <w:tcPr>
            <w:tcW w:w="4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B33EE0" w14:textId="77777777" w:rsidR="00F13E55" w:rsidRPr="008A0FE6" w:rsidRDefault="00F13E55" w:rsidP="001A48DF">
            <w:r w:rsidRPr="008A0FE6">
              <w:t>Non remplacement du mobilier, matériel ou équipement technique ou pédagogique menaçant la sécurité des enfants ou du personnel, quelle qu’en soit la cause (</w:t>
            </w:r>
            <w:r w:rsidRPr="008A0FE6">
              <w:rPr>
                <w:i/>
              </w:rPr>
              <w:t>usure, obsolescence, disparition ou détérioration</w:t>
            </w:r>
            <w:r w:rsidRPr="008A0FE6">
              <w:t>)</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800D3C" w14:textId="0E1B92AA" w:rsidR="00F13E55" w:rsidRPr="008A0FE6" w:rsidRDefault="00F13E55" w:rsidP="001A48DF">
            <w:r w:rsidRPr="008A0FE6">
              <w:t xml:space="preserve">1 000 euros par jour de retard à compter du jour de la notification par le </w:t>
            </w:r>
            <w:r w:rsidR="008B3ED8">
              <w:t>concédant</w:t>
            </w:r>
            <w:r w:rsidRPr="008A0FE6">
              <w:t xml:space="preserve"> au </w:t>
            </w:r>
            <w:r w:rsidR="008B3ED8">
              <w:t>concessionnaire</w:t>
            </w:r>
            <w:r w:rsidRPr="008A0FE6">
              <w:t xml:space="preserve"> de la constatation du défaut de remplacement</w:t>
            </w:r>
          </w:p>
        </w:tc>
      </w:tr>
      <w:tr w:rsidR="00560991" w:rsidRPr="008A0FE6" w14:paraId="4FF55ABD" w14:textId="77777777" w:rsidTr="001A48DF">
        <w:tc>
          <w:tcPr>
            <w:tcW w:w="4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0E1F81" w14:textId="77777777" w:rsidR="00560991" w:rsidRDefault="00560991" w:rsidP="00560991">
            <w:r>
              <w:t>Retard de versement de la redevance annuelle au concédant</w:t>
            </w:r>
          </w:p>
          <w:p w14:paraId="6B47E923" w14:textId="77777777" w:rsidR="00560991" w:rsidRPr="008A0FE6" w:rsidRDefault="00560991" w:rsidP="001A48DF"/>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C7E6FD" w14:textId="7E312900" w:rsidR="00560991" w:rsidRPr="008A0FE6" w:rsidRDefault="00560991" w:rsidP="001A48DF">
            <w:r>
              <w:lastRenderedPageBreak/>
              <w:t>5</w:t>
            </w:r>
            <w:r w:rsidRPr="008A0FE6">
              <w:t xml:space="preserve">00 euros par </w:t>
            </w:r>
            <w:r>
              <w:t>jour de retard</w:t>
            </w:r>
          </w:p>
        </w:tc>
      </w:tr>
      <w:tr w:rsidR="00BA1C98" w:rsidRPr="008A0FE6" w14:paraId="359BCACC" w14:textId="77777777" w:rsidTr="00193553">
        <w:tc>
          <w:tcPr>
            <w:tcW w:w="4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80CD41" w14:textId="4DB7E775" w:rsidR="00BA1C98" w:rsidRPr="008A0FE6" w:rsidRDefault="00BA1C98" w:rsidP="00193553">
            <w:r>
              <w:t>N</w:t>
            </w:r>
            <w:r w:rsidRPr="00BA1C98">
              <w:t>on</w:t>
            </w:r>
            <w:r>
              <w:t xml:space="preserve"> </w:t>
            </w:r>
            <w:r w:rsidRPr="00BA1C98">
              <w:t>communication des rapports trimestriels</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4F0C68" w14:textId="600A76A5" w:rsidR="00BA1C98" w:rsidRPr="008A0FE6" w:rsidRDefault="00BA1C98" w:rsidP="00193553">
            <w:r w:rsidRPr="008A0FE6">
              <w:t xml:space="preserve">300 euros par jour de retard à compter du lendemain de la date limite de fourniture du document, tel qu’indiqué à l’article </w:t>
            </w:r>
            <w:r>
              <w:t>6</w:t>
            </w:r>
            <w:r w:rsidRPr="008A0FE6">
              <w:t>.</w:t>
            </w:r>
            <w:r>
              <w:t>2</w:t>
            </w:r>
            <w:r w:rsidRPr="008A0FE6">
              <w:t xml:space="preserve"> ou tel que demandé par le </w:t>
            </w:r>
            <w:r>
              <w:t>concédant</w:t>
            </w:r>
          </w:p>
        </w:tc>
      </w:tr>
      <w:tr w:rsidR="00F13E55" w:rsidRPr="008A0FE6" w14:paraId="3B3001C1" w14:textId="77777777" w:rsidTr="001A48DF">
        <w:tc>
          <w:tcPr>
            <w:tcW w:w="4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63F29" w14:textId="2DD04012" w:rsidR="00F13E55" w:rsidRPr="008A0FE6" w:rsidRDefault="00F13E55" w:rsidP="001A48DF">
            <w:r w:rsidRPr="008A0FE6">
              <w:t xml:space="preserve">Non communication du rapport annuel du </w:t>
            </w:r>
            <w:r w:rsidR="008B3ED8">
              <w:t>concessionnaire</w:t>
            </w:r>
            <w:r w:rsidRPr="008A0FE6">
              <w:t xml:space="preserve"> et/ou des polices d’assurances souscrites par le </w:t>
            </w:r>
            <w:r w:rsidR="008B3ED8">
              <w:t>concessionnaire</w:t>
            </w:r>
            <w:r w:rsidRPr="008A0FE6">
              <w:t xml:space="preserve">, ou tout autre document demandé par le </w:t>
            </w:r>
            <w:r w:rsidR="008B3ED8">
              <w:t>concédant</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F21583" w14:textId="6F0E2764" w:rsidR="00F13E55" w:rsidRPr="008A0FE6" w:rsidRDefault="00F13E55" w:rsidP="001A48DF">
            <w:r w:rsidRPr="008A0FE6">
              <w:t xml:space="preserve">300 euros par jour de retard à compter du lendemain de la date limite de fourniture du document, tel qu’indiqué à l’article </w:t>
            </w:r>
            <w:r>
              <w:t>6</w:t>
            </w:r>
            <w:r w:rsidRPr="008A0FE6">
              <w:t xml:space="preserve">.1 ou tel que demandé par le </w:t>
            </w:r>
            <w:r w:rsidR="008B3ED8">
              <w:t>concédant</w:t>
            </w:r>
          </w:p>
        </w:tc>
      </w:tr>
      <w:tr w:rsidR="00443E89" w:rsidRPr="008A0FE6" w14:paraId="78328487" w14:textId="77777777" w:rsidTr="006B7D4C">
        <w:tc>
          <w:tcPr>
            <w:tcW w:w="4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4A27E0" w14:textId="01123B9C" w:rsidR="00443E89" w:rsidRPr="008A0FE6" w:rsidRDefault="00443E89" w:rsidP="006B7D4C">
            <w:r w:rsidRPr="008A0FE6">
              <w:t xml:space="preserve">Non communication </w:t>
            </w:r>
            <w:r>
              <w:t>des données financières visées à l’article 6.1, notamment celles relatives au CARE</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E8C0A0" w14:textId="77777777" w:rsidR="00443E89" w:rsidRPr="008A0FE6" w:rsidRDefault="00443E89" w:rsidP="006B7D4C">
            <w:r w:rsidRPr="008A0FE6">
              <w:t xml:space="preserve">300 euros par jour de retard à compter du lendemain de la date limite de fourniture du document, tel qu’indiqué à l’article </w:t>
            </w:r>
            <w:r>
              <w:t>6</w:t>
            </w:r>
            <w:r w:rsidRPr="008A0FE6">
              <w:t xml:space="preserve">.1 ou tel que demandé par le </w:t>
            </w:r>
            <w:r>
              <w:t>concédant</w:t>
            </w:r>
          </w:p>
        </w:tc>
      </w:tr>
      <w:tr w:rsidR="00F13E55" w:rsidRPr="008A0FE6" w14:paraId="14DE3191" w14:textId="77777777" w:rsidTr="001A48DF">
        <w:tc>
          <w:tcPr>
            <w:tcW w:w="4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C027AC" w14:textId="7B029E8E" w:rsidR="00F13E55" w:rsidRPr="008A0FE6" w:rsidRDefault="00F13E55" w:rsidP="001A48DF">
            <w:r w:rsidRPr="008A0FE6">
              <w:t>Interruption du service en cas de grève ou toute autre mode d’interruption du service</w:t>
            </w:r>
            <w:r w:rsidR="00BA1C98">
              <w:t xml:space="preserve">, ou </w:t>
            </w:r>
            <w:r w:rsidR="00BA1C98" w:rsidRPr="00BA1C98">
              <w:t>modulation</w:t>
            </w:r>
            <w:r w:rsidR="00BA1C98">
              <w:t xml:space="preserve"> non validée </w:t>
            </w:r>
            <w:r w:rsidR="00BA1C98" w:rsidRPr="00BA1C98">
              <w:t>des horaires d’ouverture</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BED42A" w14:textId="334079F5" w:rsidR="00F13E55" w:rsidRPr="008A0FE6" w:rsidRDefault="00F13E55" w:rsidP="001A48DF">
            <w:r w:rsidRPr="008A0FE6">
              <w:t xml:space="preserve">1 500 euros par jour ouvré d’interruption tel que notifié au </w:t>
            </w:r>
            <w:r w:rsidR="008B3ED8">
              <w:t>concessionnaire</w:t>
            </w:r>
            <w:r w:rsidRPr="008A0FE6">
              <w:t xml:space="preserve"> par le </w:t>
            </w:r>
            <w:r w:rsidR="008B3ED8">
              <w:t>concédant</w:t>
            </w:r>
          </w:p>
        </w:tc>
      </w:tr>
      <w:tr w:rsidR="00560991" w:rsidRPr="008A0FE6" w14:paraId="17D5C3F7" w14:textId="77777777" w:rsidTr="001A48DF">
        <w:tc>
          <w:tcPr>
            <w:tcW w:w="4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52C4E" w14:textId="7419146C" w:rsidR="00560991" w:rsidRPr="008A0FE6" w:rsidRDefault="00560991" w:rsidP="00560991">
            <w:r>
              <w:t xml:space="preserve">Non-respect des </w:t>
            </w:r>
            <w:r w:rsidRPr="006B1163">
              <w:t>principes de laïcité et de neutralité du service public</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61B126" w14:textId="01316A4D" w:rsidR="00560991" w:rsidRPr="008A0FE6" w:rsidRDefault="00560991" w:rsidP="001A48DF">
            <w:r>
              <w:t>500 euros par manquement constaté</w:t>
            </w:r>
          </w:p>
        </w:tc>
      </w:tr>
      <w:tr w:rsidR="00F13E55" w:rsidRPr="008A0FE6" w14:paraId="4EE9F800" w14:textId="77777777" w:rsidTr="001A48DF">
        <w:tc>
          <w:tcPr>
            <w:tcW w:w="4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204724" w14:textId="5D6D6C63" w:rsidR="00F13E55" w:rsidRPr="008A0FE6" w:rsidRDefault="00F13E55" w:rsidP="001A48DF">
            <w:r w:rsidRPr="008A0FE6">
              <w:t xml:space="preserve">Constatation de la non-conformité de la gestion de l’activité aux prescriptions </w:t>
            </w:r>
            <w:r w:rsidR="00466381">
              <w:t>du présent</w:t>
            </w:r>
            <w:r w:rsidR="00490FA4">
              <w:t xml:space="preserve"> contrat</w:t>
            </w:r>
            <w:r w:rsidRPr="008A0FE6">
              <w:t xml:space="preserve"> et au projet d’établissement</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560427" w14:textId="76151A8B" w:rsidR="00F13E55" w:rsidRPr="008A0FE6" w:rsidRDefault="00F13E55" w:rsidP="001A48DF">
            <w:r w:rsidRPr="008A0FE6">
              <w:t xml:space="preserve">500 euros par jour ouvré de constat de non-conformité tel que notifié au </w:t>
            </w:r>
            <w:r w:rsidR="008B3ED8">
              <w:t>concessionnaire</w:t>
            </w:r>
            <w:r w:rsidRPr="008A0FE6">
              <w:t xml:space="preserve"> par le </w:t>
            </w:r>
            <w:r w:rsidR="008B3ED8">
              <w:t>concédant</w:t>
            </w:r>
          </w:p>
        </w:tc>
      </w:tr>
    </w:tbl>
    <w:p w14:paraId="00DBFBCF" w14:textId="77777777" w:rsidR="00F13E55" w:rsidRDefault="00F13E55" w:rsidP="00F13E55"/>
    <w:p w14:paraId="1257E595" w14:textId="147DD7E3" w:rsidR="00F13E55" w:rsidRDefault="00F13E55" w:rsidP="00F13E55">
      <w:r>
        <w:t xml:space="preserve">Toutes les pénalités ci-avant sont cumulables, calculées par jour calendaire de retard, et prononcées par l’autorité exécutive au profit du </w:t>
      </w:r>
      <w:r w:rsidR="008B3ED8">
        <w:t>concédant</w:t>
      </w:r>
      <w:r>
        <w:t>.</w:t>
      </w:r>
    </w:p>
    <w:p w14:paraId="510F2D24" w14:textId="77777777" w:rsidR="00F13E55" w:rsidRDefault="00F13E55" w:rsidP="00F13E55"/>
    <w:p w14:paraId="4E43A345" w14:textId="77777777" w:rsidR="00F13E55" w:rsidRDefault="00F13E55" w:rsidP="00F13E55">
      <w:r>
        <w:t>La TVA n’est pas applicable aux pénalités.</w:t>
      </w:r>
    </w:p>
    <w:p w14:paraId="13DB607E" w14:textId="77777777" w:rsidR="00F13E55" w:rsidRDefault="00F13E55" w:rsidP="00F13E55"/>
    <w:p w14:paraId="62116DC1" w14:textId="6868D233" w:rsidR="00F13E55" w:rsidRDefault="00F13E55" w:rsidP="00F13E55">
      <w:r>
        <w:t xml:space="preserve">Le paiement des pénalités n’exonère pas le </w:t>
      </w:r>
      <w:r w:rsidR="008B3ED8">
        <w:t>concessionnaire</w:t>
      </w:r>
      <w:r>
        <w:t xml:space="preserve"> de son éventuelle responsabilité civile ou pénale vis-à-vis des usagers ou des tiers : ces sanctions pécuniaires ne sont pas exclusives des indemnités ou dommages et intérêts que le </w:t>
      </w:r>
      <w:r w:rsidR="008B3ED8">
        <w:t>concessionnaire</w:t>
      </w:r>
      <w:r>
        <w:t xml:space="preserve"> peut être conduit à verser à des usagers ou à des tiers par suite de manquement aux mêmes obligations.</w:t>
      </w:r>
    </w:p>
    <w:p w14:paraId="51AC76DB" w14:textId="77777777" w:rsidR="00F13E55" w:rsidRDefault="00F13E55" w:rsidP="00F13E55"/>
    <w:p w14:paraId="60587F0E" w14:textId="77777777" w:rsidR="00F13E55" w:rsidRDefault="00F13E55" w:rsidP="00F13E55">
      <w:r>
        <w:t>En ce qui concerne l’application des sanctions pécuniaires, il convient de considérer les causes exonératoires suivantes :</w:t>
      </w:r>
    </w:p>
    <w:p w14:paraId="3E0F3193" w14:textId="5479FB17" w:rsidR="00F13E55" w:rsidRDefault="00F13E55">
      <w:pPr>
        <w:pStyle w:val="Paragraphedeliste"/>
        <w:numPr>
          <w:ilvl w:val="0"/>
          <w:numId w:val="8"/>
        </w:numPr>
        <w:spacing w:before="120"/>
        <w:ind w:left="714" w:hanging="357"/>
        <w:contextualSpacing w:val="0"/>
      </w:pPr>
      <w:proofErr w:type="gramStart"/>
      <w:r>
        <w:t>tout</w:t>
      </w:r>
      <w:proofErr w:type="gramEnd"/>
      <w:r>
        <w:t xml:space="preserve"> fait ou acte imputable au </w:t>
      </w:r>
      <w:r w:rsidR="008B3ED8">
        <w:t>concédant</w:t>
      </w:r>
      <w:r>
        <w:t xml:space="preserve"> ;</w:t>
      </w:r>
    </w:p>
    <w:p w14:paraId="67EDA70C" w14:textId="0B774335" w:rsidR="00F13E55" w:rsidRDefault="00F13E55">
      <w:pPr>
        <w:pStyle w:val="Paragraphedeliste"/>
        <w:numPr>
          <w:ilvl w:val="0"/>
          <w:numId w:val="8"/>
        </w:numPr>
        <w:spacing w:before="120"/>
        <w:ind w:left="714" w:hanging="357"/>
        <w:contextualSpacing w:val="0"/>
      </w:pPr>
      <w:proofErr w:type="gramStart"/>
      <w:r>
        <w:t>le</w:t>
      </w:r>
      <w:proofErr w:type="gramEnd"/>
      <w:r>
        <w:t xml:space="preserve"> </w:t>
      </w:r>
      <w:r w:rsidR="008B3ED8">
        <w:t>concessionnaire</w:t>
      </w:r>
      <w:r>
        <w:t xml:space="preserve"> a été empêché d’exécuter tout ou partie de ses obligations contractuelles en cas de grève, de force majeure, ou du fait des tiers dont il ne pourrait être tenu responsable.</w:t>
      </w:r>
    </w:p>
    <w:p w14:paraId="5F054C95" w14:textId="77777777" w:rsidR="007B22AE" w:rsidRDefault="007B22AE" w:rsidP="007B22AE"/>
    <w:p w14:paraId="3FB265C6" w14:textId="77777777" w:rsidR="00F13E55" w:rsidRDefault="00F13E55" w:rsidP="00F13E55"/>
    <w:p w14:paraId="39F723AA" w14:textId="77777777" w:rsidR="00F13E55" w:rsidRDefault="00F13E55" w:rsidP="00F13E55">
      <w:pPr>
        <w:pStyle w:val="Titre2"/>
        <w:numPr>
          <w:ilvl w:val="1"/>
          <w:numId w:val="1"/>
        </w:numPr>
      </w:pPr>
      <w:bookmarkStart w:id="127" w:name="_Toc101860516"/>
      <w:bookmarkStart w:id="128" w:name="_Toc189735759"/>
      <w:r>
        <w:t>Retard ou absence d’obtention de l’agrément PMI</w:t>
      </w:r>
      <w:bookmarkEnd w:id="127"/>
      <w:bookmarkEnd w:id="128"/>
    </w:p>
    <w:p w14:paraId="591FF637" w14:textId="77777777" w:rsidR="00F13E55" w:rsidRDefault="00F13E55" w:rsidP="00F13E55"/>
    <w:p w14:paraId="3A35846E" w14:textId="46B5869F" w:rsidR="00F13E55" w:rsidRDefault="00F13E55" w:rsidP="00F13E55">
      <w:r>
        <w:t xml:space="preserve">La non-obtention par le </w:t>
      </w:r>
      <w:r w:rsidR="008B3ED8">
        <w:t>concessionnaire</w:t>
      </w:r>
      <w:r>
        <w:t xml:space="preserve"> de l’agrément PMI, préalable au démarrage de l’exploitation du service, empêche la réalisation par le </w:t>
      </w:r>
      <w:r w:rsidR="008B3ED8">
        <w:t>concessionnaire</w:t>
      </w:r>
      <w:r>
        <w:t xml:space="preserve"> de l’ensemble de ces obligations ; celui-ci voit alors sa responsabilité engagée.</w:t>
      </w:r>
    </w:p>
    <w:p w14:paraId="322651BE" w14:textId="77777777" w:rsidR="00F13E55" w:rsidRDefault="00F13E55" w:rsidP="00F13E55"/>
    <w:p w14:paraId="031AC171" w14:textId="77777777" w:rsidR="00F13E55" w:rsidRDefault="00F13E55" w:rsidP="00F13E55">
      <w:r>
        <w:t>Deux (2) cas sont envisageables :</w:t>
      </w:r>
    </w:p>
    <w:p w14:paraId="347BB03E" w14:textId="064E2E9A" w:rsidR="00F13E55" w:rsidRDefault="00F13E55">
      <w:pPr>
        <w:pStyle w:val="Paragraphedeliste"/>
        <w:numPr>
          <w:ilvl w:val="0"/>
          <w:numId w:val="23"/>
        </w:numPr>
        <w:spacing w:before="120"/>
        <w:ind w:left="714" w:hanging="357"/>
        <w:contextualSpacing w:val="0"/>
      </w:pPr>
      <w:proofErr w:type="gramStart"/>
      <w:r>
        <w:t>le</w:t>
      </w:r>
      <w:proofErr w:type="gramEnd"/>
      <w:r>
        <w:t xml:space="preserve"> refus de la PMI est définitif : le </w:t>
      </w:r>
      <w:r w:rsidR="008B3ED8">
        <w:t>concessionnaire</w:t>
      </w:r>
      <w:r>
        <w:t xml:space="preserve"> ne peut plus exploiter le service. </w:t>
      </w:r>
      <w:r w:rsidR="00490FA4">
        <w:t xml:space="preserve">Le contrat est alors </w:t>
      </w:r>
      <w:r>
        <w:t>caduc et les modalités de résiliation de l’article 9.</w:t>
      </w:r>
      <w:r w:rsidR="00A43177">
        <w:t>2</w:t>
      </w:r>
      <w:r>
        <w:t xml:space="preserve"> s’appliquent ;</w:t>
      </w:r>
    </w:p>
    <w:p w14:paraId="08250A1A" w14:textId="19059142" w:rsidR="00F13E55" w:rsidRDefault="00F13E55">
      <w:pPr>
        <w:pStyle w:val="Paragraphedeliste"/>
        <w:numPr>
          <w:ilvl w:val="0"/>
          <w:numId w:val="23"/>
        </w:numPr>
        <w:spacing w:before="120"/>
        <w:ind w:left="714" w:hanging="357"/>
        <w:contextualSpacing w:val="0"/>
      </w:pPr>
      <w:proofErr w:type="gramStart"/>
      <w:r>
        <w:t>le</w:t>
      </w:r>
      <w:proofErr w:type="gramEnd"/>
      <w:r>
        <w:t xml:space="preserve"> refus de la PMI provient d’une faute caractérisée ou manquement fautif du </w:t>
      </w:r>
      <w:r w:rsidR="008B3ED8">
        <w:t>concessionnaire</w:t>
      </w:r>
      <w:r>
        <w:t xml:space="preserve">, mais les demandes de modifications de cette autorité n’empêchent pas la réalisation de l’activité du service : dans ce cas, </w:t>
      </w:r>
      <w:r w:rsidR="00490FA4">
        <w:t>le contrat</w:t>
      </w:r>
      <w:r>
        <w:t xml:space="preserve"> se poursuit normalement, le </w:t>
      </w:r>
      <w:r w:rsidR="008B3ED8">
        <w:t>concessionnaire</w:t>
      </w:r>
      <w:r>
        <w:t xml:space="preserve"> est alors responsable sur ses fonds propres de l’ensemble des coûts associés à la mise en conformité de l’équipement.</w:t>
      </w:r>
    </w:p>
    <w:p w14:paraId="685FD670" w14:textId="6F9C00B1" w:rsidR="00F13E55" w:rsidRDefault="00F13E55" w:rsidP="007B22AE"/>
    <w:p w14:paraId="426BFC03" w14:textId="77777777" w:rsidR="00A43177" w:rsidRDefault="00A43177" w:rsidP="007B22AE"/>
    <w:p w14:paraId="4ED3751F" w14:textId="77777777" w:rsidR="006F32C4" w:rsidRDefault="006F32C4" w:rsidP="007B22AE"/>
    <w:p w14:paraId="5CC028E8" w14:textId="6E207073" w:rsidR="00267BF5" w:rsidRDefault="00267BF5" w:rsidP="00267BF5">
      <w:pPr>
        <w:pStyle w:val="Titre2"/>
        <w:numPr>
          <w:ilvl w:val="1"/>
          <w:numId w:val="1"/>
        </w:numPr>
      </w:pPr>
      <w:bookmarkStart w:id="129" w:name="_Toc189735760"/>
      <w:r>
        <w:lastRenderedPageBreak/>
        <w:t>Exécution d’office des travaux d’entretien</w:t>
      </w:r>
      <w:bookmarkEnd w:id="129"/>
    </w:p>
    <w:p w14:paraId="6A9F3ECB" w14:textId="77777777" w:rsidR="00267BF5" w:rsidRDefault="00267BF5" w:rsidP="007B22AE"/>
    <w:p w14:paraId="575881B3" w14:textId="6D86E229" w:rsidR="007B22AE" w:rsidRDefault="007B22AE" w:rsidP="007B22AE">
      <w:r>
        <w:t xml:space="preserve">Faute par le </w:t>
      </w:r>
      <w:r w:rsidR="00EA128F">
        <w:t>concessionnaire</w:t>
      </w:r>
      <w:r>
        <w:t xml:space="preserve"> de pourvoir à toutes les obligations mentionnées aux articles du présent contrat, le concédant peut faire procéder, aux frais du </w:t>
      </w:r>
      <w:r w:rsidR="00EA128F">
        <w:t>concessionnaire</w:t>
      </w:r>
      <w:r>
        <w:t>, à l'exécution d'office des travaux nécessaires au bon fonctionnement du service, après une mise en demeure adressé en recommandé avec accusé de réception restée sans effet dans un délai de quinze (15) jours à compter de la date de réception ou de première présentation.</w:t>
      </w:r>
    </w:p>
    <w:p w14:paraId="7974A4FD" w14:textId="77777777" w:rsidR="007B22AE" w:rsidRDefault="007B22AE" w:rsidP="007B22AE"/>
    <w:p w14:paraId="0AEA6C82" w14:textId="77777777" w:rsidR="007B22AE" w:rsidRDefault="007B22AE" w:rsidP="007B22AE">
      <w:r>
        <w:t>En cas de risque pour les personnes, le délai est d’une (1) semaine.</w:t>
      </w:r>
    </w:p>
    <w:p w14:paraId="5E516E99" w14:textId="77777777" w:rsidR="007B22AE" w:rsidRDefault="007B22AE" w:rsidP="007B22AE"/>
    <w:p w14:paraId="750CC656" w14:textId="77777777" w:rsidR="007B22AE" w:rsidRDefault="007B22AE" w:rsidP="007B22AE"/>
    <w:p w14:paraId="03F6D48B" w14:textId="77777777" w:rsidR="00267BF5" w:rsidRDefault="00267BF5" w:rsidP="00267BF5">
      <w:pPr>
        <w:pStyle w:val="Titre2"/>
        <w:numPr>
          <w:ilvl w:val="1"/>
          <w:numId w:val="1"/>
        </w:numPr>
      </w:pPr>
      <w:bookmarkStart w:id="130" w:name="_Toc189735761"/>
      <w:r>
        <w:t>Mesures d’urgence</w:t>
      </w:r>
      <w:bookmarkEnd w:id="130"/>
    </w:p>
    <w:p w14:paraId="56FD3BBC" w14:textId="77777777" w:rsidR="007B22AE" w:rsidRDefault="007B22AE" w:rsidP="007B22AE"/>
    <w:p w14:paraId="4BE976B6" w14:textId="43A73F2F" w:rsidR="007B22AE" w:rsidRDefault="007B22AE" w:rsidP="007B22AE">
      <w:r>
        <w:t xml:space="preserve">En cas de carence grave du </w:t>
      </w:r>
      <w:r w:rsidR="00EA128F">
        <w:t>concessionnaire</w:t>
      </w:r>
      <w:r>
        <w:t>, ou de menace à l’hygiène ou à la sécurité publique, le concédant peut prendre d’urgence toute décision adaptée à la situation.</w:t>
      </w:r>
    </w:p>
    <w:p w14:paraId="567BEEAB" w14:textId="77777777" w:rsidR="007B22AE" w:rsidRDefault="007B22AE" w:rsidP="007B22AE"/>
    <w:p w14:paraId="6B800C0E" w14:textId="526095BE" w:rsidR="007B22AE" w:rsidRDefault="007B22AE" w:rsidP="007B22AE">
      <w:r>
        <w:t xml:space="preserve">Les conséquences financières d’une telle décision sont à la charge du </w:t>
      </w:r>
      <w:r w:rsidR="00EA128F">
        <w:t>concessionnaire</w:t>
      </w:r>
      <w:r>
        <w:t xml:space="preserve"> sauf en cas de force majeure ou de destruction totale de l’équipement ou de retard imputable au concédant.</w:t>
      </w:r>
    </w:p>
    <w:p w14:paraId="5E5D8671" w14:textId="07BF3139" w:rsidR="00267BF5" w:rsidRDefault="00267BF5" w:rsidP="007B22AE"/>
    <w:p w14:paraId="6AAB5CA9" w14:textId="77777777" w:rsidR="0048370F" w:rsidRDefault="0048370F" w:rsidP="0048370F"/>
    <w:p w14:paraId="4B0EB2DC" w14:textId="77777777" w:rsidR="0048370F" w:rsidRDefault="0048370F" w:rsidP="0048370F">
      <w:pPr>
        <w:pStyle w:val="Titre2"/>
        <w:numPr>
          <w:ilvl w:val="1"/>
          <w:numId w:val="1"/>
        </w:numPr>
      </w:pPr>
      <w:bookmarkStart w:id="131" w:name="_Toc189735762"/>
      <w:r>
        <w:t>Cession du contrat</w:t>
      </w:r>
      <w:bookmarkEnd w:id="131"/>
    </w:p>
    <w:p w14:paraId="0DF0783E" w14:textId="77777777" w:rsidR="0048370F" w:rsidRDefault="0048370F" w:rsidP="0048370F"/>
    <w:p w14:paraId="5D419F97" w14:textId="275DE68A" w:rsidR="0048370F" w:rsidRDefault="0048370F" w:rsidP="0048370F">
      <w:r>
        <w:t xml:space="preserve">Toute cession partielle ou totale du présent contrat ne peut avoir lieu qu'en vertu d'une autorisation résultant d'une délibération </w:t>
      </w:r>
      <w:r w:rsidR="00CC7CAD">
        <w:t>du Conseil d’administration du concédant.</w:t>
      </w:r>
    </w:p>
    <w:p w14:paraId="39943F1E" w14:textId="77777777" w:rsidR="0048370F" w:rsidRDefault="0048370F" w:rsidP="0048370F"/>
    <w:p w14:paraId="074644E2" w14:textId="3B343E96" w:rsidR="0048370F" w:rsidRDefault="0048370F" w:rsidP="0048370F">
      <w:r>
        <w:t>Faute de cette autorisation, les conventions de substitution sont entachées d'une nullité absolue et le présent contrat est résilié sans indemnité dans les conditions prévues à l’article 8.7 du présent contrat.</w:t>
      </w:r>
    </w:p>
    <w:p w14:paraId="4CCFFCF2" w14:textId="77777777" w:rsidR="0048370F" w:rsidRDefault="0048370F" w:rsidP="007B22AE"/>
    <w:p w14:paraId="2A5B718B" w14:textId="77777777" w:rsidR="007B22AE" w:rsidRDefault="007B22AE" w:rsidP="007B22AE"/>
    <w:p w14:paraId="783A87A4" w14:textId="77777777" w:rsidR="00267BF5" w:rsidRDefault="00267BF5" w:rsidP="00267BF5">
      <w:pPr>
        <w:pStyle w:val="Titre2"/>
        <w:numPr>
          <w:ilvl w:val="1"/>
          <w:numId w:val="1"/>
        </w:numPr>
      </w:pPr>
      <w:bookmarkStart w:id="132" w:name="_Toc189735763"/>
      <w:r>
        <w:t>Sanction coercitive : mise en régie provisoire</w:t>
      </w:r>
      <w:bookmarkEnd w:id="132"/>
    </w:p>
    <w:p w14:paraId="07B37751" w14:textId="77777777" w:rsidR="007B22AE" w:rsidRDefault="007B22AE" w:rsidP="007B22AE"/>
    <w:p w14:paraId="0AF515CD" w14:textId="274DD596" w:rsidR="007B22AE" w:rsidRDefault="007B22AE" w:rsidP="007B22AE">
      <w:r>
        <w:t xml:space="preserve">Le </w:t>
      </w:r>
      <w:r w:rsidR="00EA128F">
        <w:t>concessionnaire</w:t>
      </w:r>
      <w:r>
        <w:t xml:space="preserve"> assure la continuité du service, en toutes circonstances, sauf en cas de force majeure ou de destruction totale de l’équipement ou de retard imputable au concédant ; en cas d’interruption totale ou partielle du service, le concédant a le droit de faire assurer le service par le moyen qu’il juge approprié.</w:t>
      </w:r>
    </w:p>
    <w:p w14:paraId="775215DD" w14:textId="77777777" w:rsidR="007B22AE" w:rsidRDefault="007B22AE" w:rsidP="007B22AE"/>
    <w:p w14:paraId="231DA890" w14:textId="70FB441C" w:rsidR="007B22AE" w:rsidRDefault="007B22AE" w:rsidP="007B22AE">
      <w:r>
        <w:t xml:space="preserve">Si l’interruption du service n’est pas due à un cas de force majeure ou à l’une des causes d’exonération mentionnées à l’alinéa précédent, le service peut être assuré en régie aux frais du </w:t>
      </w:r>
      <w:r w:rsidR="00EA128F">
        <w:t>concessionnaire</w:t>
      </w:r>
      <w:r>
        <w:t>. Le concédant peut à cet effet, prendre possession temporairement des locaux et matériels nécessaires à l’exploitation ; il dispose en outre du personnel nécessaire à l’exécution du service.</w:t>
      </w:r>
    </w:p>
    <w:p w14:paraId="43D857BB" w14:textId="77777777" w:rsidR="007B22AE" w:rsidRDefault="007B22AE" w:rsidP="007B22AE"/>
    <w:p w14:paraId="5DAA7C58" w14:textId="342333D3" w:rsidR="007B22AE" w:rsidRDefault="007B22AE" w:rsidP="007B22AE">
      <w:r>
        <w:t xml:space="preserve">La mise en régie doit être précédée d’une mise en demeure adressée au lieu du domicile du </w:t>
      </w:r>
      <w:r w:rsidR="00EA128F">
        <w:t>concessionnaire</w:t>
      </w:r>
      <w:r>
        <w:t xml:space="preserve">, par lettre recommandée avec accusé de réception, et restée sans effet à l’expiration d’un délai de quinze (15) jours, sauf en cas de mesures d’urgence visées à l’article </w:t>
      </w:r>
      <w:r w:rsidR="00267BF5">
        <w:t>8</w:t>
      </w:r>
      <w:r>
        <w:t>.4 du présent contrat.</w:t>
      </w:r>
    </w:p>
    <w:p w14:paraId="70712CE2" w14:textId="77777777" w:rsidR="007B22AE" w:rsidRDefault="007B22AE" w:rsidP="007B22AE"/>
    <w:p w14:paraId="40D3D00A" w14:textId="0C814C9D" w:rsidR="007B22AE" w:rsidRDefault="007B22AE" w:rsidP="007B22AE">
      <w:r>
        <w:t xml:space="preserve">La régie cesse dès que le </w:t>
      </w:r>
      <w:r w:rsidR="00EA128F">
        <w:t>concessionnaire</w:t>
      </w:r>
      <w:r>
        <w:t xml:space="preserve"> est de nouveau en mesure de remplir ses obligations sauf si la déchéance est prononcée.</w:t>
      </w:r>
    </w:p>
    <w:p w14:paraId="18E0E5E1" w14:textId="77777777" w:rsidR="007B22AE" w:rsidRDefault="007B22AE" w:rsidP="007B22AE"/>
    <w:p w14:paraId="06DF9ED7" w14:textId="77777777" w:rsidR="007B22AE" w:rsidRDefault="007B22AE" w:rsidP="007B22AE">
      <w:r>
        <w:t>La mise en régie provisoire peut notamment intervenir si :</w:t>
      </w:r>
    </w:p>
    <w:p w14:paraId="4BDD5720" w14:textId="0E418C5C" w:rsidR="007B22AE" w:rsidRDefault="007B22AE">
      <w:pPr>
        <w:pStyle w:val="Paragraphedeliste"/>
        <w:numPr>
          <w:ilvl w:val="0"/>
          <w:numId w:val="9"/>
        </w:numPr>
        <w:spacing w:before="120"/>
        <w:ind w:left="714" w:hanging="357"/>
        <w:contextualSpacing w:val="0"/>
      </w:pPr>
      <w:proofErr w:type="gramStart"/>
      <w:r>
        <w:t>le</w:t>
      </w:r>
      <w:proofErr w:type="gramEnd"/>
      <w:r>
        <w:t xml:space="preserve"> </w:t>
      </w:r>
      <w:r w:rsidR="00EA128F">
        <w:t>concessionnaire</w:t>
      </w:r>
      <w:r>
        <w:t xml:space="preserve"> interrompt le fonctionnement du service concédé pendant une période supérieure ou égale à trois jours sans avoir obtenu l’accord préalable du concédant ;</w:t>
      </w:r>
    </w:p>
    <w:p w14:paraId="0564493C" w14:textId="6F8A18E0" w:rsidR="007B22AE" w:rsidRDefault="007B22AE">
      <w:pPr>
        <w:pStyle w:val="Paragraphedeliste"/>
        <w:numPr>
          <w:ilvl w:val="0"/>
          <w:numId w:val="9"/>
        </w:numPr>
        <w:spacing w:before="120"/>
        <w:ind w:left="714" w:hanging="357"/>
        <w:contextualSpacing w:val="0"/>
      </w:pPr>
      <w:proofErr w:type="gramStart"/>
      <w:r>
        <w:t>la</w:t>
      </w:r>
      <w:proofErr w:type="gramEnd"/>
      <w:r>
        <w:t xml:space="preserve"> sécurité et l’hygiène venant à être compromises de son fait, le </w:t>
      </w:r>
      <w:r w:rsidR="00EA128F">
        <w:t>concessionnaire</w:t>
      </w:r>
      <w:r>
        <w:t xml:space="preserve"> se refuse à prendre les mesures prescrites.</w:t>
      </w:r>
    </w:p>
    <w:p w14:paraId="735A37C5" w14:textId="77777777" w:rsidR="007B22AE" w:rsidRDefault="007B22AE" w:rsidP="007B22AE"/>
    <w:p w14:paraId="671A6A83" w14:textId="73EBB824" w:rsidR="007B22AE" w:rsidRDefault="007B22AE" w:rsidP="007B22AE">
      <w:r>
        <w:t xml:space="preserve">Le concédant peut reprendre, contre indemnités, les biens nécessaires à l’exploitation, financés en tout ou partie par le </w:t>
      </w:r>
      <w:r w:rsidR="00EA128F">
        <w:t>concessionnaire</w:t>
      </w:r>
      <w:r>
        <w:t xml:space="preserve"> et ne faisant pas partis intégrante du service. La valeur de ces biens </w:t>
      </w:r>
      <w:r>
        <w:lastRenderedPageBreak/>
        <w:t xml:space="preserve">sera fixée à l’amiable ou à dire d’expert, et payées au </w:t>
      </w:r>
      <w:r w:rsidR="00EA128F">
        <w:t>concessionnaire</w:t>
      </w:r>
      <w:r>
        <w:t xml:space="preserve"> dans les trois (3) mois qui suivent leur reprise par le concédant.</w:t>
      </w:r>
    </w:p>
    <w:p w14:paraId="42DE6A04" w14:textId="77777777" w:rsidR="00560991" w:rsidRDefault="00560991" w:rsidP="007B22AE"/>
    <w:p w14:paraId="7B751DCB" w14:textId="77777777" w:rsidR="007B22AE" w:rsidRDefault="007B22AE" w:rsidP="007B22AE"/>
    <w:p w14:paraId="7E27AA8B" w14:textId="77777777" w:rsidR="00267BF5" w:rsidRDefault="00267BF5" w:rsidP="00267BF5">
      <w:pPr>
        <w:pStyle w:val="Titre2"/>
        <w:numPr>
          <w:ilvl w:val="1"/>
          <w:numId w:val="1"/>
        </w:numPr>
      </w:pPr>
      <w:bookmarkStart w:id="133" w:name="_Toc189735764"/>
      <w:r>
        <w:t>Sanction résolutoire : déchéance du concessionnaire</w:t>
      </w:r>
      <w:bookmarkEnd w:id="133"/>
    </w:p>
    <w:p w14:paraId="75AE6F28" w14:textId="77777777" w:rsidR="007B22AE" w:rsidRDefault="007B22AE" w:rsidP="007B22AE"/>
    <w:p w14:paraId="3FEB3616" w14:textId="2CBBF3BE" w:rsidR="007B22AE" w:rsidRDefault="007B22AE" w:rsidP="007B22AE">
      <w:r>
        <w:t xml:space="preserve">En cas de faute d’une particulière gravité, le concédant peut prononcer la déchéance du </w:t>
      </w:r>
      <w:r w:rsidR="00EA128F">
        <w:t>concessionnaire</w:t>
      </w:r>
      <w:r>
        <w:t>, sauf en cas de force majeure ou de destruction totale de l’équipement ou de retard imputable au concédant.</w:t>
      </w:r>
    </w:p>
    <w:p w14:paraId="3D86BAD7" w14:textId="77777777" w:rsidR="007B22AE" w:rsidRDefault="007B22AE" w:rsidP="007B22AE"/>
    <w:p w14:paraId="74BAA391" w14:textId="467E7130" w:rsidR="007B22AE" w:rsidRDefault="007B22AE" w:rsidP="007B22AE">
      <w:r>
        <w:t xml:space="preserve">Cette résiliation de plein droit du présent contrat doit être précédée d’une mise en demeure adressée au lieu du domicile du </w:t>
      </w:r>
      <w:r w:rsidR="00EA128F">
        <w:t>concessionnaire</w:t>
      </w:r>
      <w:r>
        <w:t>, par lettre recommandée avec accusé de réception, et restée sans effet pendant un délai de quinze (15) jours.</w:t>
      </w:r>
    </w:p>
    <w:p w14:paraId="3721ED3C" w14:textId="77777777" w:rsidR="007B22AE" w:rsidRDefault="007B22AE" w:rsidP="007B22AE"/>
    <w:p w14:paraId="2B96DE81" w14:textId="6B22BF91" w:rsidR="007B22AE" w:rsidRDefault="007B22AE" w:rsidP="007B22AE">
      <w:r>
        <w:t xml:space="preserve">Toutes les conséquences, notamment financières, de la déchéance sont à la charge du </w:t>
      </w:r>
      <w:r w:rsidR="00EA128F">
        <w:t>concessionnaire</w:t>
      </w:r>
      <w:r>
        <w:t>.</w:t>
      </w:r>
    </w:p>
    <w:p w14:paraId="55E2CE2F" w14:textId="77777777" w:rsidR="007B22AE" w:rsidRDefault="007B22AE" w:rsidP="007B22AE"/>
    <w:p w14:paraId="790CBA50" w14:textId="77777777" w:rsidR="007B22AE" w:rsidRDefault="007B22AE" w:rsidP="007B22AE">
      <w:r>
        <w:t>Le concédant se réserve le droit de résilier le présent contrat, sans indemnité :</w:t>
      </w:r>
    </w:p>
    <w:p w14:paraId="785475B6" w14:textId="7E733926" w:rsidR="007B22AE" w:rsidRDefault="00267BF5">
      <w:pPr>
        <w:pStyle w:val="Paragraphedeliste"/>
        <w:numPr>
          <w:ilvl w:val="0"/>
          <w:numId w:val="10"/>
        </w:numPr>
        <w:spacing w:before="120"/>
        <w:ind w:left="714" w:hanging="357"/>
        <w:contextualSpacing w:val="0"/>
      </w:pPr>
      <w:proofErr w:type="gramStart"/>
      <w:r>
        <w:t>sa</w:t>
      </w:r>
      <w:r w:rsidR="007B22AE">
        <w:t>ns</w:t>
      </w:r>
      <w:proofErr w:type="gramEnd"/>
      <w:r w:rsidR="007B22AE">
        <w:t xml:space="preserve"> mise en demeure préalable, en cas de :</w:t>
      </w:r>
    </w:p>
    <w:p w14:paraId="5B34C1A0" w14:textId="15D3C071" w:rsidR="007B22AE" w:rsidRDefault="007B22AE">
      <w:pPr>
        <w:pStyle w:val="Paragraphedeliste"/>
        <w:numPr>
          <w:ilvl w:val="1"/>
          <w:numId w:val="10"/>
        </w:numPr>
        <w:spacing w:before="120"/>
        <w:contextualSpacing w:val="0"/>
      </w:pPr>
      <w:proofErr w:type="gramStart"/>
      <w:r>
        <w:t>fraude</w:t>
      </w:r>
      <w:proofErr w:type="gramEnd"/>
      <w:r>
        <w:t xml:space="preserve"> ou de malversation de la part du </w:t>
      </w:r>
      <w:r w:rsidR="00EA128F">
        <w:t>concessionnaire</w:t>
      </w:r>
      <w:r>
        <w:t xml:space="preserve"> ;</w:t>
      </w:r>
    </w:p>
    <w:p w14:paraId="11F4F05E" w14:textId="150C2E89" w:rsidR="007B22AE" w:rsidRDefault="007B22AE">
      <w:pPr>
        <w:pStyle w:val="Paragraphedeliste"/>
        <w:numPr>
          <w:ilvl w:val="1"/>
          <w:numId w:val="10"/>
        </w:numPr>
        <w:spacing w:before="120"/>
        <w:contextualSpacing w:val="0"/>
      </w:pPr>
      <w:proofErr w:type="gramStart"/>
      <w:r>
        <w:t>dissolution</w:t>
      </w:r>
      <w:proofErr w:type="gramEnd"/>
      <w:r>
        <w:t xml:space="preserve"> volontaire ;</w:t>
      </w:r>
    </w:p>
    <w:p w14:paraId="7CB6066F" w14:textId="3AE11607" w:rsidR="007B22AE" w:rsidRDefault="007B22AE">
      <w:pPr>
        <w:pStyle w:val="Paragraphedeliste"/>
        <w:numPr>
          <w:ilvl w:val="1"/>
          <w:numId w:val="10"/>
        </w:numPr>
        <w:spacing w:before="120"/>
        <w:contextualSpacing w:val="0"/>
      </w:pPr>
      <w:proofErr w:type="gramStart"/>
      <w:r>
        <w:t>mise</w:t>
      </w:r>
      <w:proofErr w:type="gramEnd"/>
      <w:r>
        <w:t xml:space="preserve"> en liquidation judiciaire du </w:t>
      </w:r>
      <w:r w:rsidR="00EA128F">
        <w:t>concessionnaire</w:t>
      </w:r>
      <w:r>
        <w:t xml:space="preserve"> ;</w:t>
      </w:r>
    </w:p>
    <w:p w14:paraId="216966E1" w14:textId="4D957FB1" w:rsidR="007B22AE" w:rsidRDefault="007B22AE">
      <w:pPr>
        <w:pStyle w:val="Paragraphedeliste"/>
        <w:numPr>
          <w:ilvl w:val="0"/>
          <w:numId w:val="10"/>
        </w:numPr>
        <w:spacing w:before="120"/>
        <w:ind w:left="714" w:hanging="357"/>
        <w:contextualSpacing w:val="0"/>
      </w:pPr>
      <w:proofErr w:type="gramStart"/>
      <w:r>
        <w:t>après</w:t>
      </w:r>
      <w:proofErr w:type="gramEnd"/>
      <w:r>
        <w:t xml:space="preserve"> mise en demeure par lettre recommandée avec accusé de réception dûment motivée restée sans effet dans le délai imparti, sauf cas de force majeure dûment constaté, en cas de faute d’une particulière gravité, notamment si :</w:t>
      </w:r>
    </w:p>
    <w:p w14:paraId="639C8E58" w14:textId="5C0B7F01" w:rsidR="007B22AE" w:rsidRDefault="007B22AE">
      <w:pPr>
        <w:pStyle w:val="Paragraphedeliste"/>
        <w:numPr>
          <w:ilvl w:val="1"/>
          <w:numId w:val="10"/>
        </w:numPr>
        <w:spacing w:before="120"/>
        <w:contextualSpacing w:val="0"/>
      </w:pPr>
      <w:proofErr w:type="gramStart"/>
      <w:r>
        <w:t>le</w:t>
      </w:r>
      <w:proofErr w:type="gramEnd"/>
      <w:r>
        <w:t xml:space="preserve"> </w:t>
      </w:r>
      <w:r w:rsidR="00EA128F">
        <w:t>concessionnaire</w:t>
      </w:r>
      <w:r>
        <w:t xml:space="preserve"> n’assure plus le service concédé depuis quinze (15) jours consécutifs ou non sur une période d’un (1) mois, dûment constatés par huissier, sauf cas de force majeure ou de grève ;</w:t>
      </w:r>
    </w:p>
    <w:p w14:paraId="080DA030" w14:textId="63DBA26B" w:rsidR="007B22AE" w:rsidRDefault="007B22AE">
      <w:pPr>
        <w:pStyle w:val="Paragraphedeliste"/>
        <w:numPr>
          <w:ilvl w:val="1"/>
          <w:numId w:val="10"/>
        </w:numPr>
        <w:spacing w:before="120"/>
        <w:contextualSpacing w:val="0"/>
      </w:pPr>
      <w:proofErr w:type="gramStart"/>
      <w:r>
        <w:t>le</w:t>
      </w:r>
      <w:proofErr w:type="gramEnd"/>
      <w:r>
        <w:t xml:space="preserve"> </w:t>
      </w:r>
      <w:r w:rsidR="00EA128F">
        <w:t>concessionnaire</w:t>
      </w:r>
      <w:r>
        <w:t xml:space="preserve"> commet des manquements graves et répétés aux obligations prévues au présent contrat ;</w:t>
      </w:r>
    </w:p>
    <w:p w14:paraId="0DC6F93A" w14:textId="2B3598AB" w:rsidR="007B22AE" w:rsidRDefault="007B22AE">
      <w:pPr>
        <w:pStyle w:val="Paragraphedeliste"/>
        <w:numPr>
          <w:ilvl w:val="1"/>
          <w:numId w:val="10"/>
        </w:numPr>
        <w:spacing w:before="120"/>
        <w:contextualSpacing w:val="0"/>
      </w:pPr>
      <w:proofErr w:type="gramStart"/>
      <w:r>
        <w:t>le</w:t>
      </w:r>
      <w:proofErr w:type="gramEnd"/>
      <w:r>
        <w:t xml:space="preserve"> </w:t>
      </w:r>
      <w:r w:rsidR="00EA128F">
        <w:t>concessionnaire</w:t>
      </w:r>
      <w:r>
        <w:t xml:space="preserve"> refuse d’obéir aux injonctions et aux mises en demeure du concédant ;</w:t>
      </w:r>
    </w:p>
    <w:p w14:paraId="2553EADB" w14:textId="12FE0C99" w:rsidR="007B22AE" w:rsidRDefault="007B22AE">
      <w:pPr>
        <w:pStyle w:val="Paragraphedeliste"/>
        <w:numPr>
          <w:ilvl w:val="1"/>
          <w:numId w:val="10"/>
        </w:numPr>
        <w:spacing w:before="120"/>
        <w:contextualSpacing w:val="0"/>
      </w:pPr>
      <w:proofErr w:type="gramStart"/>
      <w:r>
        <w:t>le</w:t>
      </w:r>
      <w:proofErr w:type="gramEnd"/>
      <w:r>
        <w:t xml:space="preserve"> </w:t>
      </w:r>
      <w:r w:rsidR="00EA128F">
        <w:t>concessionnaire</w:t>
      </w:r>
      <w:r>
        <w:t xml:space="preserve"> refuse de s’acquitter des obligations financières visées au présent contrat ;</w:t>
      </w:r>
    </w:p>
    <w:p w14:paraId="1F65A3A9" w14:textId="2BB8CB74" w:rsidR="007B22AE" w:rsidRDefault="007B22AE">
      <w:pPr>
        <w:pStyle w:val="Paragraphedeliste"/>
        <w:numPr>
          <w:ilvl w:val="1"/>
          <w:numId w:val="10"/>
        </w:numPr>
        <w:spacing w:before="120"/>
        <w:contextualSpacing w:val="0"/>
      </w:pPr>
      <w:proofErr w:type="gramStart"/>
      <w:r>
        <w:t>du</w:t>
      </w:r>
      <w:proofErr w:type="gramEnd"/>
      <w:r>
        <w:t xml:space="preserve"> fait du </w:t>
      </w:r>
      <w:r w:rsidR="00EA128F">
        <w:t>concessionnaire</w:t>
      </w:r>
      <w:r>
        <w:t>, la sécurité vient à être gravement compromise par défaut d’entretien de l’installation ou de matériel dans les conditions définies par la réglementation en vigueur ;</w:t>
      </w:r>
    </w:p>
    <w:p w14:paraId="1944448B" w14:textId="2559E9B9" w:rsidR="007B22AE" w:rsidRDefault="007B22AE">
      <w:pPr>
        <w:pStyle w:val="Paragraphedeliste"/>
        <w:numPr>
          <w:ilvl w:val="1"/>
          <w:numId w:val="10"/>
        </w:numPr>
        <w:spacing w:before="120"/>
        <w:contextualSpacing w:val="0"/>
      </w:pPr>
      <w:proofErr w:type="gramStart"/>
      <w:r>
        <w:t>par</w:t>
      </w:r>
      <w:proofErr w:type="gramEnd"/>
      <w:r>
        <w:t xml:space="preserve"> incapacité, négligence ou mauvaise foi, le </w:t>
      </w:r>
      <w:r w:rsidR="00EA128F">
        <w:t>concessionnaire</w:t>
      </w:r>
      <w:r>
        <w:t xml:space="preserve"> compromet l’intérêt général ;</w:t>
      </w:r>
    </w:p>
    <w:p w14:paraId="6B063A2C" w14:textId="4D1BB219" w:rsidR="007B22AE" w:rsidRDefault="007B22AE">
      <w:pPr>
        <w:pStyle w:val="Paragraphedeliste"/>
        <w:numPr>
          <w:ilvl w:val="1"/>
          <w:numId w:val="10"/>
        </w:numPr>
        <w:spacing w:before="120"/>
        <w:contextualSpacing w:val="0"/>
      </w:pPr>
      <w:proofErr w:type="gramStart"/>
      <w:r>
        <w:t>le</w:t>
      </w:r>
      <w:proofErr w:type="gramEnd"/>
      <w:r>
        <w:t xml:space="preserve"> </w:t>
      </w:r>
      <w:r w:rsidR="00EA128F">
        <w:t>concessionnaire</w:t>
      </w:r>
      <w:r>
        <w:t xml:space="preserve"> </w:t>
      </w:r>
      <w:r w:rsidR="003B5F93">
        <w:t>cède le</w:t>
      </w:r>
      <w:r w:rsidR="00466381">
        <w:t xml:space="preserve"> présent</w:t>
      </w:r>
      <w:r>
        <w:t xml:space="preserve"> contrat à un tiers sans l’autorisation du concédant ;</w:t>
      </w:r>
    </w:p>
    <w:p w14:paraId="68F2943B" w14:textId="4C5BF8B0" w:rsidR="007B22AE" w:rsidRDefault="007B22AE">
      <w:pPr>
        <w:pStyle w:val="Paragraphedeliste"/>
        <w:numPr>
          <w:ilvl w:val="1"/>
          <w:numId w:val="10"/>
        </w:numPr>
        <w:spacing w:before="120"/>
        <w:contextualSpacing w:val="0"/>
      </w:pPr>
      <w:proofErr w:type="gramStart"/>
      <w:r>
        <w:t>il</w:t>
      </w:r>
      <w:proofErr w:type="gramEnd"/>
      <w:r>
        <w:t xml:space="preserve"> est constaté une modification significative et irrémédiable de l’activité du </w:t>
      </w:r>
      <w:r w:rsidR="00EA128F">
        <w:t>concessionnaire</w:t>
      </w:r>
      <w:r>
        <w:t xml:space="preserve"> sans l’autorisation préalable du concédant, ou une utilisation non-conforme</w:t>
      </w:r>
      <w:r w:rsidR="00267BF5">
        <w:t>.</w:t>
      </w:r>
    </w:p>
    <w:p w14:paraId="3D2D8B27" w14:textId="77777777" w:rsidR="007B22AE" w:rsidRDefault="007B22AE" w:rsidP="007B22AE"/>
    <w:p w14:paraId="17402A57" w14:textId="3B44FC47" w:rsidR="007B22AE" w:rsidRDefault="007B22AE" w:rsidP="007B22AE">
      <w:r>
        <w:t xml:space="preserve">Le concédant prononce lui-même la déchéance du </w:t>
      </w:r>
      <w:r w:rsidR="00EA128F">
        <w:t>concessionnaire</w:t>
      </w:r>
      <w:r>
        <w:t xml:space="preserve"> dans les mêmes conditions et formes que l</w:t>
      </w:r>
      <w:r w:rsidR="0048370F">
        <w:t>a notification du</w:t>
      </w:r>
      <w:r>
        <w:t xml:space="preserve"> présent contrat.</w:t>
      </w:r>
    </w:p>
    <w:p w14:paraId="13A516E9" w14:textId="77777777" w:rsidR="007B22AE" w:rsidRDefault="007B22AE" w:rsidP="007B22AE"/>
    <w:p w14:paraId="3F6CB12D" w14:textId="58D69F0E" w:rsidR="007B22AE" w:rsidRDefault="007B22AE" w:rsidP="007B22AE">
      <w:r>
        <w:t xml:space="preserve">En cas de déchéance, le concédant ne se substitue pas au </w:t>
      </w:r>
      <w:r w:rsidR="00EA128F">
        <w:t>concessionnaire</w:t>
      </w:r>
      <w:r>
        <w:t xml:space="preserve"> pour les engagements pris par celui-ci vis-à-vis des tiers pour l’exécution de contrats de prestations et de services conclus pour l’exécution du service concédé.</w:t>
      </w:r>
    </w:p>
    <w:p w14:paraId="47D5DE98" w14:textId="77777777" w:rsidR="007B22AE" w:rsidRDefault="007B22AE" w:rsidP="007B22AE"/>
    <w:p w14:paraId="72C93F7D" w14:textId="30654F94" w:rsidR="007B22AE" w:rsidRDefault="007B22AE" w:rsidP="007B22AE">
      <w:r>
        <w:lastRenderedPageBreak/>
        <w:t xml:space="preserve">Le </w:t>
      </w:r>
      <w:r w:rsidR="00EA128F">
        <w:t>concessionnaire</w:t>
      </w:r>
      <w:r>
        <w:t xml:space="preserve"> est tenu de reprendre l’ensemble du petit matériel et mobilier lui appartenant et qui ne sont pas absolument indispensables au bon fonctionnement du service, </w:t>
      </w:r>
      <w:r w:rsidR="0048370F">
        <w:t>conformément aux</w:t>
      </w:r>
      <w:r>
        <w:t xml:space="preserve"> dispositions régissant le sort des biens à l’expiration du présent contrat.</w:t>
      </w:r>
    </w:p>
    <w:p w14:paraId="1F91B0C3" w14:textId="3336E921" w:rsidR="00267BF5" w:rsidRDefault="00267BF5">
      <w:pPr>
        <w:spacing w:after="160" w:line="259" w:lineRule="auto"/>
        <w:jc w:val="left"/>
      </w:pPr>
      <w:r>
        <w:br w:type="page"/>
      </w:r>
    </w:p>
    <w:p w14:paraId="2D95892F" w14:textId="34814FD4" w:rsidR="007B22AE" w:rsidRDefault="007B22AE" w:rsidP="00267BF5">
      <w:pPr>
        <w:pStyle w:val="Titre1"/>
      </w:pPr>
      <w:bookmarkStart w:id="134" w:name="_Toc189735765"/>
      <w:r>
        <w:lastRenderedPageBreak/>
        <w:t>Fin du contrat</w:t>
      </w:r>
      <w:bookmarkEnd w:id="134"/>
    </w:p>
    <w:p w14:paraId="5CBCA3C5" w14:textId="77777777" w:rsidR="007B22AE" w:rsidRDefault="007B22AE" w:rsidP="007B22AE"/>
    <w:p w14:paraId="4BE39249" w14:textId="7B452BD5" w:rsidR="007B22AE" w:rsidRDefault="00267BF5" w:rsidP="00267BF5">
      <w:pPr>
        <w:pStyle w:val="Titre2"/>
        <w:numPr>
          <w:ilvl w:val="1"/>
          <w:numId w:val="1"/>
        </w:numPr>
      </w:pPr>
      <w:bookmarkStart w:id="135" w:name="_Toc189735766"/>
      <w:r>
        <w:t>Cas de fin de contrat</w:t>
      </w:r>
      <w:bookmarkEnd w:id="135"/>
    </w:p>
    <w:p w14:paraId="0007AC8C" w14:textId="77777777" w:rsidR="007B22AE" w:rsidRDefault="007B22AE" w:rsidP="007B22AE"/>
    <w:p w14:paraId="417330A1" w14:textId="77777777" w:rsidR="007B22AE" w:rsidRDefault="007B22AE" w:rsidP="007B22AE">
      <w:r>
        <w:t>Le contrat cesse de produire ses effets dans les cas suivants :</w:t>
      </w:r>
    </w:p>
    <w:p w14:paraId="7B1D6C0C" w14:textId="62450D46" w:rsidR="007B22AE" w:rsidRDefault="007B22AE">
      <w:pPr>
        <w:pStyle w:val="Paragraphedeliste"/>
        <w:numPr>
          <w:ilvl w:val="0"/>
          <w:numId w:val="11"/>
        </w:numPr>
        <w:spacing w:before="120"/>
        <w:ind w:left="714" w:hanging="357"/>
        <w:contextualSpacing w:val="0"/>
      </w:pPr>
      <w:proofErr w:type="gramStart"/>
      <w:r>
        <w:t>expiration</w:t>
      </w:r>
      <w:proofErr w:type="gramEnd"/>
      <w:r>
        <w:t xml:space="preserve"> du contrat ;</w:t>
      </w:r>
    </w:p>
    <w:p w14:paraId="185F5158" w14:textId="77777777" w:rsidR="0048370F" w:rsidRDefault="0048370F">
      <w:pPr>
        <w:pStyle w:val="Paragraphedeliste"/>
        <w:numPr>
          <w:ilvl w:val="0"/>
          <w:numId w:val="11"/>
        </w:numPr>
        <w:spacing w:before="120"/>
        <w:ind w:left="714" w:hanging="357"/>
        <w:contextualSpacing w:val="0"/>
      </w:pPr>
      <w:proofErr w:type="gramStart"/>
      <w:r>
        <w:t>déchéance</w:t>
      </w:r>
      <w:proofErr w:type="gramEnd"/>
      <w:r>
        <w:t xml:space="preserve"> du concessionnaire ;</w:t>
      </w:r>
    </w:p>
    <w:p w14:paraId="3011BAE8" w14:textId="77777777" w:rsidR="0048370F" w:rsidRDefault="0048370F">
      <w:pPr>
        <w:pStyle w:val="Paragraphedeliste"/>
        <w:numPr>
          <w:ilvl w:val="0"/>
          <w:numId w:val="11"/>
        </w:numPr>
        <w:spacing w:before="120"/>
        <w:ind w:left="714" w:hanging="357"/>
        <w:contextualSpacing w:val="0"/>
      </w:pPr>
      <w:proofErr w:type="gramStart"/>
      <w:r>
        <w:t>résiliation</w:t>
      </w:r>
      <w:proofErr w:type="gramEnd"/>
      <w:r>
        <w:t xml:space="preserve"> du contrat ;</w:t>
      </w:r>
    </w:p>
    <w:p w14:paraId="7DFB4BDF" w14:textId="1BCF56AB" w:rsidR="007B22AE" w:rsidRDefault="007B22AE">
      <w:pPr>
        <w:pStyle w:val="Paragraphedeliste"/>
        <w:numPr>
          <w:ilvl w:val="0"/>
          <w:numId w:val="11"/>
        </w:numPr>
        <w:spacing w:before="120"/>
        <w:ind w:left="714" w:hanging="357"/>
        <w:contextualSpacing w:val="0"/>
      </w:pPr>
      <w:proofErr w:type="gramStart"/>
      <w:r>
        <w:t>redressement</w:t>
      </w:r>
      <w:proofErr w:type="gramEnd"/>
      <w:r>
        <w:t xml:space="preserve"> ou liquidation judiciaire du </w:t>
      </w:r>
      <w:r w:rsidR="00EA128F">
        <w:t>concessionnaire</w:t>
      </w:r>
      <w:r>
        <w:t>.</w:t>
      </w:r>
    </w:p>
    <w:p w14:paraId="2C9AB18F" w14:textId="77777777" w:rsidR="007B22AE" w:rsidRDefault="007B22AE" w:rsidP="007B22AE"/>
    <w:p w14:paraId="70E8A43F" w14:textId="27F1EFBC" w:rsidR="00267BF5" w:rsidRDefault="00267BF5" w:rsidP="007B22AE"/>
    <w:p w14:paraId="0786DA0A" w14:textId="1D0E65EB" w:rsidR="00267BF5" w:rsidRDefault="00267BF5" w:rsidP="00267BF5">
      <w:pPr>
        <w:pStyle w:val="Titre2"/>
        <w:numPr>
          <w:ilvl w:val="1"/>
          <w:numId w:val="1"/>
        </w:numPr>
      </w:pPr>
      <w:bookmarkStart w:id="136" w:name="_Toc189735767"/>
      <w:r>
        <w:t>Résiliation du contrat pour motif d’intérêt général</w:t>
      </w:r>
      <w:bookmarkEnd w:id="136"/>
    </w:p>
    <w:p w14:paraId="4C68BB51" w14:textId="77777777" w:rsidR="00267BF5" w:rsidRDefault="00267BF5" w:rsidP="007B22AE"/>
    <w:p w14:paraId="7ED12F8B" w14:textId="77777777" w:rsidR="007B22AE" w:rsidRDefault="007B22AE" w:rsidP="007B22AE">
      <w:r>
        <w:t>Le concédant peut mettre fin au présent contrat avant son terme normal pour des motifs d’intérêt général.</w:t>
      </w:r>
    </w:p>
    <w:p w14:paraId="3A19EC45" w14:textId="77777777" w:rsidR="007B22AE" w:rsidRDefault="007B22AE" w:rsidP="007B22AE"/>
    <w:p w14:paraId="0F89E7D0" w14:textId="77777777" w:rsidR="007B22AE" w:rsidRDefault="007B22AE" w:rsidP="007B22AE">
      <w:r>
        <w:t>La décision est prononcée dans les mêmes conditions et soumise aux mêmes approbations que le présent contrat lui-même.</w:t>
      </w:r>
    </w:p>
    <w:p w14:paraId="388EDABF" w14:textId="77777777" w:rsidR="007B22AE" w:rsidRDefault="007B22AE" w:rsidP="007B22AE"/>
    <w:p w14:paraId="5B6AB677" w14:textId="73FF069D" w:rsidR="007B22AE" w:rsidRDefault="007B22AE" w:rsidP="007B22AE">
      <w:r>
        <w:t xml:space="preserve">La décision ne peut prendre effet qu’après un délai d’un (1) mois minimum à compter de sa date de notification dûment motivée, adressée par lettre recommandée avec accusé de réception au lieu du domicile du </w:t>
      </w:r>
      <w:r w:rsidR="00EA128F">
        <w:t>concessionnaire</w:t>
      </w:r>
      <w:r>
        <w:t>.</w:t>
      </w:r>
    </w:p>
    <w:p w14:paraId="27E6CE58" w14:textId="77777777" w:rsidR="007B22AE" w:rsidRDefault="007B22AE" w:rsidP="007B22AE"/>
    <w:p w14:paraId="5C86DB03" w14:textId="77777777" w:rsidR="007B22AE" w:rsidRDefault="007B22AE" w:rsidP="007B22AE">
      <w:r>
        <w:t>A la date d’effet de la résiliation :</w:t>
      </w:r>
    </w:p>
    <w:p w14:paraId="3C8CE226" w14:textId="62A8E88D" w:rsidR="007B22AE" w:rsidRDefault="007B22AE">
      <w:pPr>
        <w:pStyle w:val="Paragraphedeliste"/>
        <w:numPr>
          <w:ilvl w:val="0"/>
          <w:numId w:val="12"/>
        </w:numPr>
        <w:spacing w:before="120"/>
        <w:ind w:left="714" w:hanging="357"/>
        <w:contextualSpacing w:val="0"/>
      </w:pPr>
      <w:proofErr w:type="gramStart"/>
      <w:r>
        <w:t>les</w:t>
      </w:r>
      <w:proofErr w:type="gramEnd"/>
      <w:r>
        <w:t xml:space="preserve"> biens, propriété du concédant sont restitués à ce dernier en bon état d’entretien et de fonctionnement compte tenu de leur âge, de leur destination et de leur usage ;</w:t>
      </w:r>
    </w:p>
    <w:p w14:paraId="03CCA067" w14:textId="45C2F523" w:rsidR="007B22AE" w:rsidRDefault="007B22AE">
      <w:pPr>
        <w:pStyle w:val="Paragraphedeliste"/>
        <w:numPr>
          <w:ilvl w:val="0"/>
          <w:numId w:val="12"/>
        </w:numPr>
        <w:spacing w:before="120"/>
        <w:ind w:left="714" w:hanging="357"/>
        <w:contextualSpacing w:val="0"/>
      </w:pPr>
      <w:proofErr w:type="gramStart"/>
      <w:r>
        <w:t>le</w:t>
      </w:r>
      <w:proofErr w:type="gramEnd"/>
      <w:r>
        <w:t xml:space="preserve"> concédant est subrogé au </w:t>
      </w:r>
      <w:r w:rsidR="00EA128F">
        <w:t>concessionnaire</w:t>
      </w:r>
      <w:r>
        <w:t xml:space="preserve"> dans tous ses droits et obligations envers les tiers relatifs à l’exécution du service ;</w:t>
      </w:r>
    </w:p>
    <w:p w14:paraId="5C3245AA" w14:textId="1FD672A8" w:rsidR="007B22AE" w:rsidRDefault="007B22AE">
      <w:pPr>
        <w:pStyle w:val="Paragraphedeliste"/>
        <w:numPr>
          <w:ilvl w:val="0"/>
          <w:numId w:val="12"/>
        </w:numPr>
        <w:spacing w:before="120"/>
        <w:ind w:left="714" w:hanging="357"/>
        <w:contextualSpacing w:val="0"/>
      </w:pPr>
      <w:proofErr w:type="gramStart"/>
      <w:r>
        <w:t>le</w:t>
      </w:r>
      <w:proofErr w:type="gramEnd"/>
      <w:r>
        <w:t xml:space="preserve"> </w:t>
      </w:r>
      <w:r w:rsidR="00EA128F">
        <w:t>concessionnaire</w:t>
      </w:r>
      <w:r>
        <w:t xml:space="preserve"> a droit à l’indemnisation intégrale du préjudice subi.</w:t>
      </w:r>
    </w:p>
    <w:p w14:paraId="0FA77815" w14:textId="77777777" w:rsidR="007B22AE" w:rsidRDefault="007B22AE" w:rsidP="007B22AE"/>
    <w:p w14:paraId="26B671A2" w14:textId="77777777" w:rsidR="007B22AE" w:rsidRDefault="007B22AE" w:rsidP="007B22AE">
      <w:r>
        <w:t>Une expertise comptable contradictoire est effectuée pour déterminer le montant de l’indemnité, qui est calculée en tenant compte de :</w:t>
      </w:r>
    </w:p>
    <w:p w14:paraId="40320993" w14:textId="705143D6" w:rsidR="007B22AE" w:rsidRDefault="007B22AE">
      <w:pPr>
        <w:pStyle w:val="Paragraphedeliste"/>
        <w:numPr>
          <w:ilvl w:val="0"/>
          <w:numId w:val="13"/>
        </w:numPr>
        <w:spacing w:before="120"/>
        <w:ind w:left="714" w:hanging="357"/>
        <w:contextualSpacing w:val="0"/>
      </w:pPr>
      <w:proofErr w:type="gramStart"/>
      <w:r>
        <w:t>la</w:t>
      </w:r>
      <w:proofErr w:type="gramEnd"/>
      <w:r>
        <w:t xml:space="preserve"> valeur de rachat des stocks et approvisionnements nécessaires à la marche du service ;</w:t>
      </w:r>
    </w:p>
    <w:p w14:paraId="5AA62F4E" w14:textId="5310A3A1" w:rsidR="007B22AE" w:rsidRDefault="007B22AE">
      <w:pPr>
        <w:pStyle w:val="Paragraphedeliste"/>
        <w:numPr>
          <w:ilvl w:val="0"/>
          <w:numId w:val="13"/>
        </w:numPr>
        <w:spacing w:before="120"/>
        <w:ind w:left="714" w:hanging="357"/>
        <w:contextualSpacing w:val="0"/>
      </w:pPr>
      <w:proofErr w:type="gramStart"/>
      <w:r>
        <w:t>la</w:t>
      </w:r>
      <w:proofErr w:type="gramEnd"/>
      <w:r>
        <w:t xml:space="preserve"> valeur de reprise des éventuels biens de reprise ;</w:t>
      </w:r>
    </w:p>
    <w:p w14:paraId="3471BA8C" w14:textId="110E4092" w:rsidR="007B22AE" w:rsidRDefault="007B22AE">
      <w:pPr>
        <w:pStyle w:val="Paragraphedeliste"/>
        <w:numPr>
          <w:ilvl w:val="0"/>
          <w:numId w:val="13"/>
        </w:numPr>
        <w:spacing w:before="120"/>
        <w:ind w:left="714" w:hanging="357"/>
        <w:contextualSpacing w:val="0"/>
      </w:pPr>
      <w:proofErr w:type="gramStart"/>
      <w:r>
        <w:t>les</w:t>
      </w:r>
      <w:proofErr w:type="gramEnd"/>
      <w:r>
        <w:t xml:space="preserve"> frais de rupture des contrats de travail, sauf en cas de reprise du personnel par le concédant ou un nouvel exploitant, et autres contrats nécessaires pour exécuter la bonne marche de l’exploitation du service ;</w:t>
      </w:r>
    </w:p>
    <w:p w14:paraId="4CA2DA77" w14:textId="3B8613C5" w:rsidR="00267BF5" w:rsidRDefault="007B22AE">
      <w:pPr>
        <w:pStyle w:val="Paragraphedeliste"/>
        <w:numPr>
          <w:ilvl w:val="0"/>
          <w:numId w:val="13"/>
        </w:numPr>
        <w:spacing w:before="120"/>
        <w:ind w:left="714" w:hanging="357"/>
        <w:contextualSpacing w:val="0"/>
      </w:pPr>
      <w:proofErr w:type="gramStart"/>
      <w:r>
        <w:t>la</w:t>
      </w:r>
      <w:proofErr w:type="gramEnd"/>
      <w:r>
        <w:t xml:space="preserve"> perte de résultat calculée de la manière suivante : moyenne des résultats nets comptables avant impôts prévus dans le CEP figurant en annexe n°</w:t>
      </w:r>
      <w:r w:rsidR="004632D3">
        <w:t>2</w:t>
      </w:r>
      <w:r>
        <w:t xml:space="preserve"> multiplié par le nombre d’année résiduelle du contrat. Si la moyenne des résultats est inférieure à zéro, aucune indemnité pour perte de résultat ne sera due</w:t>
      </w:r>
      <w:r w:rsidR="00267BF5">
        <w:t> ;</w:t>
      </w:r>
    </w:p>
    <w:p w14:paraId="65785358" w14:textId="7CCB9751" w:rsidR="007B22AE" w:rsidRDefault="007B22AE">
      <w:pPr>
        <w:pStyle w:val="Paragraphedeliste"/>
        <w:numPr>
          <w:ilvl w:val="0"/>
          <w:numId w:val="13"/>
        </w:numPr>
        <w:spacing w:before="120"/>
        <w:ind w:left="714" w:hanging="357"/>
        <w:contextualSpacing w:val="0"/>
      </w:pPr>
      <w:proofErr w:type="gramStart"/>
      <w:r>
        <w:t>la</w:t>
      </w:r>
      <w:proofErr w:type="gramEnd"/>
      <w:r>
        <w:t xml:space="preserve"> valeur nette comptable des investissements financés par le </w:t>
      </w:r>
      <w:r w:rsidR="00EA128F">
        <w:t>concessionnaire</w:t>
      </w:r>
      <w:r>
        <w:t xml:space="preserve"> au titre du présent contrat sur la base de tableaux d’amortissement fournis par le </w:t>
      </w:r>
      <w:r w:rsidR="00EA128F">
        <w:t>concessionnaire</w:t>
      </w:r>
      <w:r>
        <w:t xml:space="preserve"> et validés par le concédant.</w:t>
      </w:r>
    </w:p>
    <w:p w14:paraId="542244F6" w14:textId="77777777" w:rsidR="007B22AE" w:rsidRDefault="007B22AE" w:rsidP="007B22AE"/>
    <w:p w14:paraId="41BC8415" w14:textId="101E7C04" w:rsidR="007B22AE" w:rsidRDefault="007B22AE" w:rsidP="007B22AE">
      <w:r>
        <w:t xml:space="preserve">Sont explicitement exclus au titre de l’indemnité les éventuels frais de résiliation anticipée des financements contractés par le </w:t>
      </w:r>
      <w:r w:rsidR="00EA128F">
        <w:t>concessionnaire</w:t>
      </w:r>
      <w:r>
        <w:t>.</w:t>
      </w:r>
    </w:p>
    <w:p w14:paraId="7823F6FD" w14:textId="77777777" w:rsidR="007B22AE" w:rsidRDefault="007B22AE" w:rsidP="007B22AE"/>
    <w:p w14:paraId="16C72E31" w14:textId="161E951E" w:rsidR="007B22AE" w:rsidRDefault="007B22AE" w:rsidP="007B22AE">
      <w:r>
        <w:t xml:space="preserve">Le règlement s’effectue à la libération des locaux par le </w:t>
      </w:r>
      <w:r w:rsidR="00EA128F">
        <w:t>concessionnaire</w:t>
      </w:r>
      <w:r>
        <w:t xml:space="preserve"> dans un délai de 3 (trois) mois suivant la remise effective des biens au concédant par le </w:t>
      </w:r>
      <w:r w:rsidR="00EA128F">
        <w:t>concessionnaire</w:t>
      </w:r>
      <w:r>
        <w:t>.</w:t>
      </w:r>
    </w:p>
    <w:p w14:paraId="7243BF07" w14:textId="77777777" w:rsidR="007B22AE" w:rsidRDefault="007B22AE" w:rsidP="007B22AE"/>
    <w:p w14:paraId="1E2022F6" w14:textId="77777777" w:rsidR="00267BF5" w:rsidRDefault="00267BF5" w:rsidP="00267BF5">
      <w:pPr>
        <w:pStyle w:val="Titre2"/>
        <w:numPr>
          <w:ilvl w:val="1"/>
          <w:numId w:val="1"/>
        </w:numPr>
      </w:pPr>
      <w:bookmarkStart w:id="137" w:name="_Toc189735768"/>
      <w:r>
        <w:lastRenderedPageBreak/>
        <w:t>Redressement et liquidation judiciaires du concessionnaire</w:t>
      </w:r>
      <w:bookmarkEnd w:id="137"/>
    </w:p>
    <w:p w14:paraId="3F1313E7" w14:textId="77777777" w:rsidR="007B22AE" w:rsidRDefault="007B22AE" w:rsidP="007B22AE"/>
    <w:p w14:paraId="59EF6D97" w14:textId="6FB8C5D6" w:rsidR="007B22AE" w:rsidRDefault="007B22AE" w:rsidP="007B22AE">
      <w:r>
        <w:t xml:space="preserve">La mise en redressement ou liquidation judiciaire du </w:t>
      </w:r>
      <w:r w:rsidR="00EA128F">
        <w:t>concessionnaire</w:t>
      </w:r>
      <w:r>
        <w:t xml:space="preserve"> peut justifier la résiliation sans indemnité ni préavis du présent contrat, dans les conditions prévues aux articles L. 620-1 et suivants du Code de commerce.</w:t>
      </w:r>
    </w:p>
    <w:p w14:paraId="514C308B" w14:textId="77777777" w:rsidR="007B22AE" w:rsidRDefault="007B22AE" w:rsidP="007B22AE"/>
    <w:p w14:paraId="10AA07A2" w14:textId="19AB29B1" w:rsidR="00267BF5" w:rsidRDefault="007B22AE" w:rsidP="007B22AE">
      <w:r>
        <w:t>La résiliation ainsi prononcée prend effet à la date de la décision de l'administrateur de renoncer à poursuivre l'exécution du contrat.</w:t>
      </w:r>
    </w:p>
    <w:p w14:paraId="566B3CBF" w14:textId="6B06563B" w:rsidR="00267BF5" w:rsidRDefault="00267BF5" w:rsidP="007B22AE"/>
    <w:p w14:paraId="0F929EAC" w14:textId="77777777" w:rsidR="00267BF5" w:rsidRDefault="00267BF5" w:rsidP="00267BF5"/>
    <w:p w14:paraId="06DDE3B6" w14:textId="3DFD66D4" w:rsidR="00267BF5" w:rsidRDefault="005B351C" w:rsidP="00267BF5">
      <w:pPr>
        <w:pStyle w:val="Titre2"/>
        <w:numPr>
          <w:ilvl w:val="1"/>
          <w:numId w:val="1"/>
        </w:numPr>
      </w:pPr>
      <w:bookmarkStart w:id="138" w:name="_Toc189735769"/>
      <w:r>
        <w:t>Transmission des informations relatives à la masse salariale</w:t>
      </w:r>
      <w:bookmarkEnd w:id="138"/>
    </w:p>
    <w:p w14:paraId="6F1A7E77" w14:textId="77777777" w:rsidR="004632D3" w:rsidRDefault="004632D3" w:rsidP="00560991"/>
    <w:p w14:paraId="07F6FCDA" w14:textId="7FDA1C88" w:rsidR="00560991" w:rsidRDefault="00560991" w:rsidP="00560991">
      <w:r>
        <w:t xml:space="preserve">Afin d’assurer la continuité de service à la fin de du présent contrat et d’assurer la transition vers un nouveau contrat et/ou un nouveau mode de gestion, le concédant </w:t>
      </w:r>
      <w:proofErr w:type="gramStart"/>
      <w:r>
        <w:t>a</w:t>
      </w:r>
      <w:proofErr w:type="gramEnd"/>
      <w:r>
        <w:t xml:space="preserve"> la faculté, sans qu’il en résulte un droit à indemnité pour le concessionnaire, de demander pendant les derniers </w:t>
      </w:r>
      <w:r w:rsidR="00085FF9">
        <w:t xml:space="preserve">douze (12) </w:t>
      </w:r>
      <w:r>
        <w:t>mois du présent contrat tout élément d’information nécessaire en réduisant autant que possible la gêne qui en résulte pour le concessionnaire.</w:t>
      </w:r>
    </w:p>
    <w:p w14:paraId="294EEE6B" w14:textId="77777777" w:rsidR="00560991" w:rsidRDefault="00560991" w:rsidP="00560991"/>
    <w:p w14:paraId="541D53B0" w14:textId="77777777" w:rsidR="00560991" w:rsidRDefault="00560991" w:rsidP="00560991">
      <w:r>
        <w:t>D’une manière générale, le concédant peut prendre toutes les mesures nécessaires pour favoriser le passage progressif de l’ancien au nouveau régime d’exploitation du service.</w:t>
      </w:r>
    </w:p>
    <w:p w14:paraId="04207875" w14:textId="77777777" w:rsidR="00560991" w:rsidRDefault="00560991" w:rsidP="00560991"/>
    <w:p w14:paraId="6CB9DB18" w14:textId="77777777" w:rsidR="00560991" w:rsidRDefault="00560991" w:rsidP="00560991">
      <w:r>
        <w:t>Ainsi, le concessionnaire remet gratuitement au concédant l’ensemble des documents, fichiers et données informatiques relatifs à l’exploitation du service ; en cas de défaut de remise ou de remise de documents périmés ou inutilisables, le concessionnaire s’expose aux pénalités visées à l’article 8.2 du présent contrat.</w:t>
      </w:r>
    </w:p>
    <w:p w14:paraId="31172992" w14:textId="77777777" w:rsidR="00560991" w:rsidRDefault="00560991" w:rsidP="00560991"/>
    <w:p w14:paraId="60A297A2" w14:textId="77777777" w:rsidR="00560991" w:rsidRDefault="00560991" w:rsidP="00560991">
      <w:r>
        <w:t>Plus particulièrement, un an avant la date d’expiration du présent contrat, le concessionnaire communique au concédant les renseignements non nominatifs suivants concernant les personnels affectés au service concédé :</w:t>
      </w:r>
    </w:p>
    <w:p w14:paraId="58A01AA3" w14:textId="77777777" w:rsidR="00560991" w:rsidRDefault="00560991">
      <w:pPr>
        <w:pStyle w:val="Paragraphedeliste"/>
        <w:numPr>
          <w:ilvl w:val="0"/>
          <w:numId w:val="30"/>
        </w:numPr>
        <w:spacing w:before="120"/>
        <w:ind w:left="714" w:hanging="357"/>
        <w:contextualSpacing w:val="0"/>
      </w:pPr>
      <w:proofErr w:type="gramStart"/>
      <w:r>
        <w:t>âge</w:t>
      </w:r>
      <w:proofErr w:type="gramEnd"/>
      <w:r>
        <w:t> ;</w:t>
      </w:r>
    </w:p>
    <w:p w14:paraId="112AB190" w14:textId="77777777" w:rsidR="00560991" w:rsidRDefault="00560991">
      <w:pPr>
        <w:pStyle w:val="Paragraphedeliste"/>
        <w:numPr>
          <w:ilvl w:val="0"/>
          <w:numId w:val="30"/>
        </w:numPr>
        <w:spacing w:before="120"/>
        <w:ind w:left="714" w:hanging="357"/>
        <w:contextualSpacing w:val="0"/>
      </w:pPr>
      <w:proofErr w:type="gramStart"/>
      <w:r>
        <w:t>ancienneté</w:t>
      </w:r>
      <w:proofErr w:type="gramEnd"/>
      <w:r>
        <w:t xml:space="preserve"> ;</w:t>
      </w:r>
    </w:p>
    <w:p w14:paraId="2DEAACB1" w14:textId="77777777" w:rsidR="00560991" w:rsidRDefault="00560991">
      <w:pPr>
        <w:pStyle w:val="Paragraphedeliste"/>
        <w:numPr>
          <w:ilvl w:val="0"/>
          <w:numId w:val="30"/>
        </w:numPr>
        <w:spacing w:before="120"/>
        <w:ind w:left="714" w:hanging="357"/>
        <w:contextualSpacing w:val="0"/>
      </w:pPr>
      <w:proofErr w:type="gramStart"/>
      <w:r>
        <w:t>niveau</w:t>
      </w:r>
      <w:proofErr w:type="gramEnd"/>
      <w:r>
        <w:t xml:space="preserve"> de qualification professionnelle ;</w:t>
      </w:r>
    </w:p>
    <w:p w14:paraId="1EEFD1CD" w14:textId="77777777" w:rsidR="00560991" w:rsidRDefault="00560991">
      <w:pPr>
        <w:pStyle w:val="Paragraphedeliste"/>
        <w:numPr>
          <w:ilvl w:val="0"/>
          <w:numId w:val="30"/>
        </w:numPr>
        <w:spacing w:before="120"/>
        <w:ind w:left="714" w:hanging="357"/>
        <w:contextualSpacing w:val="0"/>
      </w:pPr>
      <w:proofErr w:type="gramStart"/>
      <w:r>
        <w:t>type</w:t>
      </w:r>
      <w:proofErr w:type="gramEnd"/>
      <w:r>
        <w:t xml:space="preserve"> de contrat (CDI, CDD, etc.) ;</w:t>
      </w:r>
    </w:p>
    <w:p w14:paraId="71507498" w14:textId="77777777" w:rsidR="00560991" w:rsidRDefault="00560991">
      <w:pPr>
        <w:pStyle w:val="Paragraphedeliste"/>
        <w:numPr>
          <w:ilvl w:val="0"/>
          <w:numId w:val="30"/>
        </w:numPr>
        <w:spacing w:before="120"/>
        <w:ind w:left="714" w:hanging="357"/>
        <w:contextualSpacing w:val="0"/>
      </w:pPr>
      <w:proofErr w:type="gramStart"/>
      <w:r>
        <w:t>tâche</w:t>
      </w:r>
      <w:proofErr w:type="gramEnd"/>
      <w:r>
        <w:t xml:space="preserve"> assurée ;</w:t>
      </w:r>
    </w:p>
    <w:p w14:paraId="3695E43B" w14:textId="77777777" w:rsidR="00560991" w:rsidRDefault="00560991">
      <w:pPr>
        <w:pStyle w:val="Paragraphedeliste"/>
        <w:numPr>
          <w:ilvl w:val="0"/>
          <w:numId w:val="30"/>
        </w:numPr>
        <w:spacing w:before="120"/>
        <w:ind w:left="714" w:hanging="357"/>
        <w:contextualSpacing w:val="0"/>
      </w:pPr>
      <w:proofErr w:type="gramStart"/>
      <w:r>
        <w:t>temps</w:t>
      </w:r>
      <w:proofErr w:type="gramEnd"/>
      <w:r>
        <w:t xml:space="preserve"> d’affectation sur le service ;</w:t>
      </w:r>
    </w:p>
    <w:p w14:paraId="2F616C66" w14:textId="77777777" w:rsidR="00560991" w:rsidRDefault="00560991">
      <w:pPr>
        <w:pStyle w:val="Paragraphedeliste"/>
        <w:numPr>
          <w:ilvl w:val="0"/>
          <w:numId w:val="30"/>
        </w:numPr>
        <w:spacing w:before="120"/>
        <w:ind w:left="714" w:hanging="357"/>
        <w:contextualSpacing w:val="0"/>
      </w:pPr>
      <w:proofErr w:type="gramStart"/>
      <w:r>
        <w:t>convention</w:t>
      </w:r>
      <w:proofErr w:type="gramEnd"/>
      <w:r>
        <w:t xml:space="preserve"> collective ou statut applicables ;</w:t>
      </w:r>
    </w:p>
    <w:p w14:paraId="47884B0A" w14:textId="77777777" w:rsidR="00560991" w:rsidRDefault="00560991">
      <w:pPr>
        <w:pStyle w:val="Paragraphedeliste"/>
        <w:numPr>
          <w:ilvl w:val="0"/>
          <w:numId w:val="30"/>
        </w:numPr>
        <w:spacing w:before="120"/>
        <w:ind w:left="714" w:hanging="357"/>
        <w:contextualSpacing w:val="0"/>
      </w:pPr>
      <w:proofErr w:type="gramStart"/>
      <w:r>
        <w:t>montant</w:t>
      </w:r>
      <w:proofErr w:type="gramEnd"/>
      <w:r>
        <w:t xml:space="preserve"> total de la rémunération pour l’année civile précédente (</w:t>
      </w:r>
      <w:r w:rsidRPr="00E83369">
        <w:rPr>
          <w:i/>
          <w:iCs/>
        </w:rPr>
        <w:t>charges comprises</w:t>
      </w:r>
      <w:r>
        <w:t>) ;</w:t>
      </w:r>
    </w:p>
    <w:p w14:paraId="52B38B22" w14:textId="77777777" w:rsidR="00560991" w:rsidRDefault="00560991">
      <w:pPr>
        <w:pStyle w:val="Paragraphedeliste"/>
        <w:numPr>
          <w:ilvl w:val="0"/>
          <w:numId w:val="30"/>
        </w:numPr>
        <w:spacing w:before="120"/>
        <w:ind w:left="714" w:hanging="357"/>
        <w:contextualSpacing w:val="0"/>
      </w:pPr>
      <w:proofErr w:type="gramStart"/>
      <w:r>
        <w:t>existence</w:t>
      </w:r>
      <w:proofErr w:type="gramEnd"/>
      <w:r>
        <w:t xml:space="preserve"> éventuelle, dans le contrat ou le statut, d’une clause ou d’une disposition pouvant empêcher le transfert du contrat de l’intéressé à un autre exploitant.</w:t>
      </w:r>
    </w:p>
    <w:p w14:paraId="4CED82A6" w14:textId="77777777" w:rsidR="00560991" w:rsidRDefault="00560991" w:rsidP="00560991"/>
    <w:p w14:paraId="4EB9F857" w14:textId="77777777" w:rsidR="00560991" w:rsidRDefault="00560991" w:rsidP="00560991">
      <w:r>
        <w:t xml:space="preserve">Cette liste, rendue anonyme, peut être communiquée à tout candidat lors du renouvellement de la concession de service public, conformément aux obligations d’information en vigueur. </w:t>
      </w:r>
    </w:p>
    <w:p w14:paraId="4F78F9DF" w14:textId="77777777" w:rsidR="00560991" w:rsidRDefault="00560991" w:rsidP="00560991"/>
    <w:p w14:paraId="6F16B8CD" w14:textId="77777777" w:rsidR="00560991" w:rsidRDefault="00560991" w:rsidP="00560991">
      <w:r w:rsidRPr="007C47C4">
        <w:t>Toute embauche supplémentaire de personnel, par rapport aux besoins habituels, dans les six mois précédant le terme normal de la Convention doit être dûment justifiée.</w:t>
      </w:r>
    </w:p>
    <w:p w14:paraId="55BC73AD" w14:textId="77777777" w:rsidR="00560991" w:rsidRDefault="00560991" w:rsidP="00560991"/>
    <w:p w14:paraId="39AEA092" w14:textId="73E95165" w:rsidR="00560991" w:rsidRDefault="00560991" w:rsidP="00560991">
      <w:r>
        <w:t xml:space="preserve">Le concessionnaire engage sa </w:t>
      </w:r>
      <w:r w:rsidRPr="006152B0">
        <w:t xml:space="preserve">responsabilité au regard de la réalité des données RH communiquées en fin de contrat ; en cas de </w:t>
      </w:r>
      <w:r>
        <w:t>contentieux entre le concédant et un éventuel concessionnaire ultérieur</w:t>
      </w:r>
      <w:r w:rsidRPr="006152B0">
        <w:t>, l</w:t>
      </w:r>
      <w:r>
        <w:t xml:space="preserve">e concédant </w:t>
      </w:r>
      <w:r w:rsidRPr="006152B0">
        <w:t xml:space="preserve">pourra </w:t>
      </w:r>
      <w:r>
        <w:t xml:space="preserve">invoquer la responsabilité du présent concessionnaire, </w:t>
      </w:r>
      <w:r w:rsidRPr="006152B0">
        <w:t xml:space="preserve">et </w:t>
      </w:r>
      <w:r>
        <w:t xml:space="preserve">ainsi </w:t>
      </w:r>
      <w:r w:rsidRPr="006152B0">
        <w:t xml:space="preserve">répercuter sur ce dernier le surcoût réclamé par le nouveau </w:t>
      </w:r>
      <w:r>
        <w:t>concessionnaire au titre d’une pénalité exceptionnelle.</w:t>
      </w:r>
    </w:p>
    <w:p w14:paraId="0E9FF5DF" w14:textId="77777777" w:rsidR="00B02A44" w:rsidRDefault="00B02A44" w:rsidP="00560991"/>
    <w:p w14:paraId="58E47691" w14:textId="4FA581A6" w:rsidR="00573E81" w:rsidRDefault="00573E81" w:rsidP="00560991"/>
    <w:p w14:paraId="2932901C" w14:textId="77777777" w:rsidR="00FB26FA" w:rsidRDefault="00FB26FA" w:rsidP="00560991"/>
    <w:p w14:paraId="12634F49" w14:textId="77777777" w:rsidR="00FB26FA" w:rsidRDefault="00FB26FA" w:rsidP="00560991"/>
    <w:p w14:paraId="1B6BA981" w14:textId="66B1DA66" w:rsidR="00573E81" w:rsidRDefault="00573E81" w:rsidP="00783D3E">
      <w:pPr>
        <w:pStyle w:val="Titre2"/>
        <w:numPr>
          <w:ilvl w:val="1"/>
          <w:numId w:val="1"/>
        </w:numPr>
      </w:pPr>
      <w:bookmarkStart w:id="139" w:name="_Toc189735770"/>
      <w:r>
        <w:lastRenderedPageBreak/>
        <w:t xml:space="preserve">Continuité du service en fin de </w:t>
      </w:r>
      <w:r w:rsidR="00783D3E">
        <w:t>contrat</w:t>
      </w:r>
      <w:bookmarkEnd w:id="139"/>
      <w:r>
        <w:t xml:space="preserve"> </w:t>
      </w:r>
    </w:p>
    <w:p w14:paraId="7FB66992" w14:textId="13FD07BE" w:rsidR="00573E81" w:rsidRDefault="00573E81" w:rsidP="00560991"/>
    <w:p w14:paraId="1938D839" w14:textId="1494541D" w:rsidR="00573E81" w:rsidRDefault="00573E81" w:rsidP="00573E81">
      <w:r>
        <w:t xml:space="preserve">À la fin de la </w:t>
      </w:r>
      <w:r w:rsidR="00B02A44">
        <w:t>c</w:t>
      </w:r>
      <w:r>
        <w:t xml:space="preserve">oncession, le </w:t>
      </w:r>
      <w:r w:rsidR="00B02A44">
        <w:t>c</w:t>
      </w:r>
      <w:r>
        <w:t xml:space="preserve">oncédant, ou le nouvel exploitant, est subrogé dans les droits et obligations du </w:t>
      </w:r>
      <w:r w:rsidR="00B02A44">
        <w:t>c</w:t>
      </w:r>
      <w:r>
        <w:t xml:space="preserve">oncessionnaire concernant le service concédé sauf pour les factures émises par le </w:t>
      </w:r>
      <w:r w:rsidR="00B02A44">
        <w:t>c</w:t>
      </w:r>
      <w:r>
        <w:t>oncessionnaire.</w:t>
      </w:r>
    </w:p>
    <w:p w14:paraId="248AD7C8" w14:textId="77777777" w:rsidR="00573E81" w:rsidRDefault="00573E81" w:rsidP="00573E81"/>
    <w:p w14:paraId="34CBC3E5" w14:textId="2E1DD902" w:rsidR="00573E81" w:rsidRDefault="00573E81" w:rsidP="00573E81">
      <w:r>
        <w:t xml:space="preserve">Le </w:t>
      </w:r>
      <w:r w:rsidR="00B02A44">
        <w:t>c</w:t>
      </w:r>
      <w:r>
        <w:t xml:space="preserve">oncédant a la faculté, sans qu'il en résulte un droit à indemnité pour le </w:t>
      </w:r>
      <w:r w:rsidR="00B02A44">
        <w:t>co</w:t>
      </w:r>
      <w:r>
        <w:t xml:space="preserve">ncessionnaire, de prendre pendant les six (6) derniers mois de la concession toute mesure qu’il estime nécessaire pour assurer la continuité du service, en réduisant autant que possible la gêne qui en résulte pour le </w:t>
      </w:r>
      <w:r w:rsidR="00B02A44">
        <w:t>co</w:t>
      </w:r>
      <w:r>
        <w:t>ncessionnaire.</w:t>
      </w:r>
    </w:p>
    <w:p w14:paraId="6DCEE75E" w14:textId="77777777" w:rsidR="00573E81" w:rsidRDefault="00573E81" w:rsidP="00573E81"/>
    <w:p w14:paraId="08270315" w14:textId="35228F29" w:rsidR="00573E81" w:rsidRDefault="00573E81" w:rsidP="00573E81">
      <w:r>
        <w:t xml:space="preserve">Le </w:t>
      </w:r>
      <w:r w:rsidR="00B02A44">
        <w:t>c</w:t>
      </w:r>
      <w:r>
        <w:t xml:space="preserve">oncédant réunit les représentants du </w:t>
      </w:r>
      <w:r w:rsidR="00B02A44">
        <w:t>c</w:t>
      </w:r>
      <w:r>
        <w:t>oncessionnaire ainsi que, le cas échéant, ceux du nouvel exploitant, pour organiser le transfert de l’exploitation du service concédé et notamment pour permettre au Concessionnaire d’exposer les principales consignes et les modes opératoires à suivre pour le fonctionnement des ouvrages, équipements et installations du service concédé.</w:t>
      </w:r>
    </w:p>
    <w:p w14:paraId="4A9B26C9" w14:textId="77777777" w:rsidR="00573E81" w:rsidRDefault="00573E81" w:rsidP="00560991"/>
    <w:p w14:paraId="0DDC49DA" w14:textId="7FBEF4EB" w:rsidR="00B02A44" w:rsidRDefault="00573E81" w:rsidP="00560991">
      <w:r>
        <w:t xml:space="preserve">Dans les six (6) mois qui précèdent la fin du contrat, le </w:t>
      </w:r>
      <w:r w:rsidR="00B02A44">
        <w:t>c</w:t>
      </w:r>
      <w:r>
        <w:t xml:space="preserve">oncessionnaire remet au </w:t>
      </w:r>
      <w:r w:rsidR="00B02A44">
        <w:t>c</w:t>
      </w:r>
      <w:r>
        <w:t>oncédant une liste de tous les contrats d’approvisionnement, de fournitures, de location ou de services (</w:t>
      </w:r>
      <w:r w:rsidRPr="00B02A44">
        <w:rPr>
          <w:i/>
          <w:iCs/>
        </w:rPr>
        <w:t>électricité, téléphone, matériel d’exploitation</w:t>
      </w:r>
      <w:r w:rsidR="00B02A44">
        <w:rPr>
          <w:i/>
          <w:iCs/>
        </w:rPr>
        <w:t>…</w:t>
      </w:r>
      <w:r>
        <w:t>) qui détaille les éléments principaux de chaque contrat (</w:t>
      </w:r>
      <w:r w:rsidRPr="00B02A44">
        <w:rPr>
          <w:i/>
          <w:iCs/>
        </w:rPr>
        <w:t>objet, fournisseur, conditions financières</w:t>
      </w:r>
      <w:r w:rsidR="00B02A44">
        <w:t>…</w:t>
      </w:r>
      <w:r>
        <w:t xml:space="preserve">) afin de permettre au </w:t>
      </w:r>
      <w:r w:rsidR="00B02A44">
        <w:t>c</w:t>
      </w:r>
      <w:r>
        <w:t>oncédant ou au nouvel exploitant d’en obtenir le transfert ou la résiliation sans frais à la suite de la fin du contrat de concession de service public.</w:t>
      </w:r>
    </w:p>
    <w:p w14:paraId="71EC8D53" w14:textId="1AF69281" w:rsidR="00573E81" w:rsidRDefault="00573E81" w:rsidP="00560991"/>
    <w:p w14:paraId="5A465B21" w14:textId="77777777" w:rsidR="00B02A44" w:rsidRDefault="00B02A44" w:rsidP="00560991"/>
    <w:p w14:paraId="6D61CF8A" w14:textId="5FAC86CC" w:rsidR="00573E81" w:rsidRDefault="00573E81" w:rsidP="00783D3E">
      <w:pPr>
        <w:pStyle w:val="Titre2"/>
        <w:numPr>
          <w:ilvl w:val="1"/>
          <w:numId w:val="1"/>
        </w:numPr>
      </w:pPr>
      <w:bookmarkStart w:id="140" w:name="_Toc189735771"/>
      <w:r>
        <w:t>Remise des données du service</w:t>
      </w:r>
      <w:bookmarkEnd w:id="140"/>
    </w:p>
    <w:p w14:paraId="65DCF2AF" w14:textId="77777777" w:rsidR="00573E81" w:rsidRDefault="00573E81" w:rsidP="00573E81"/>
    <w:p w14:paraId="005F2154" w14:textId="41643CCD" w:rsidR="00573E81" w:rsidRDefault="00573E81" w:rsidP="00573E81">
      <w:r>
        <w:t xml:space="preserve">Un (1) mois au moins avant la date d’expiration du </w:t>
      </w:r>
      <w:r w:rsidR="00B02A44">
        <w:t>p</w:t>
      </w:r>
      <w:r>
        <w:t xml:space="preserve">résent </w:t>
      </w:r>
      <w:r w:rsidR="00B02A44">
        <w:t>c</w:t>
      </w:r>
      <w:r>
        <w:t xml:space="preserve">ontrat, et à chaque fois que le </w:t>
      </w:r>
      <w:r w:rsidR="00B02A44">
        <w:t>c</w:t>
      </w:r>
      <w:r>
        <w:t xml:space="preserve">oncédant le demandera, le </w:t>
      </w:r>
      <w:r w:rsidR="00B02A44">
        <w:t>c</w:t>
      </w:r>
      <w:r>
        <w:t xml:space="preserve">oncessionnaire remet au </w:t>
      </w:r>
      <w:r w:rsidR="00FB26FA">
        <w:t>c</w:t>
      </w:r>
      <w:r>
        <w:t>oncédant une version à jour de la base de données des familles au cours des douze (12) mois précédents, précisant notamment leurs coordonnées et le type de contrat qui les lie au service.</w:t>
      </w:r>
    </w:p>
    <w:p w14:paraId="6D271662" w14:textId="19315630" w:rsidR="00B02A44" w:rsidRDefault="00B02A44">
      <w:pPr>
        <w:spacing w:after="160" w:line="259" w:lineRule="auto"/>
        <w:jc w:val="left"/>
      </w:pPr>
      <w:r>
        <w:br w:type="page"/>
      </w:r>
    </w:p>
    <w:p w14:paraId="14C42085" w14:textId="77777777" w:rsidR="00267BF5" w:rsidRDefault="00267BF5" w:rsidP="00573E81"/>
    <w:p w14:paraId="7095F32C" w14:textId="19F9BC39" w:rsidR="00267BF5" w:rsidRDefault="00267BF5" w:rsidP="00267BF5">
      <w:pPr>
        <w:pStyle w:val="Titre1"/>
      </w:pPr>
      <w:bookmarkStart w:id="141" w:name="_Toc189735772"/>
      <w:r>
        <w:t>Chapitre dixième – Clauses diverses</w:t>
      </w:r>
      <w:bookmarkEnd w:id="141"/>
    </w:p>
    <w:p w14:paraId="1286A5D3" w14:textId="60A80946" w:rsidR="007B22AE" w:rsidRDefault="007B22AE" w:rsidP="007B22AE"/>
    <w:p w14:paraId="408BA2B8" w14:textId="41D315E6" w:rsidR="00F37D53" w:rsidRDefault="00F37D53" w:rsidP="00F37D53">
      <w:pPr>
        <w:pStyle w:val="Titre2"/>
        <w:numPr>
          <w:ilvl w:val="1"/>
          <w:numId w:val="1"/>
        </w:numPr>
      </w:pPr>
      <w:bookmarkStart w:id="142" w:name="_Toc189735773"/>
      <w:r>
        <w:t>Respect des principes de laïcité et de neutralité</w:t>
      </w:r>
      <w:bookmarkEnd w:id="142"/>
    </w:p>
    <w:p w14:paraId="6425ABCA" w14:textId="77777777" w:rsidR="00F37D53" w:rsidRDefault="00F37D53" w:rsidP="00F37D53"/>
    <w:p w14:paraId="47EE50DF" w14:textId="4F472543" w:rsidR="00F37D53" w:rsidRDefault="00F37D53" w:rsidP="00F37D53">
      <w:r>
        <w:t xml:space="preserve">Le présent contrat confie au </w:t>
      </w:r>
      <w:r w:rsidR="00FB26FA">
        <w:t>c</w:t>
      </w:r>
      <w:r>
        <w:t>oncessionnaire l’exécution de tout ou partie d’un service public.</w:t>
      </w:r>
    </w:p>
    <w:p w14:paraId="1CA167A9" w14:textId="37640327" w:rsidR="00F37D53" w:rsidRDefault="00F37D53" w:rsidP="00F37D53">
      <w:r>
        <w:t xml:space="preserve">Par conséquent, conformément à la loi n° 2021-1109 du 24 août 2021 confortant le respect des principes de la République, le </w:t>
      </w:r>
      <w:r w:rsidR="00FB26FA">
        <w:t>c</w:t>
      </w:r>
      <w:r>
        <w:t>oncessionnaire doit prendre les mesures nécessaires permettant :</w:t>
      </w:r>
    </w:p>
    <w:p w14:paraId="77128067" w14:textId="0BC089F3" w:rsidR="00F37D53" w:rsidRDefault="00F37D53">
      <w:pPr>
        <w:pStyle w:val="Paragraphedeliste"/>
        <w:numPr>
          <w:ilvl w:val="0"/>
          <w:numId w:val="32"/>
        </w:numPr>
        <w:spacing w:before="120"/>
        <w:ind w:left="714" w:hanging="357"/>
        <w:contextualSpacing w:val="0"/>
      </w:pPr>
      <w:proofErr w:type="gramStart"/>
      <w:r>
        <w:t>d’assurer</w:t>
      </w:r>
      <w:proofErr w:type="gramEnd"/>
      <w:r>
        <w:t xml:space="preserve"> l’égalité des familles vis-à-vis du service public ;</w:t>
      </w:r>
    </w:p>
    <w:p w14:paraId="1BD4F099" w14:textId="5A5B31E8" w:rsidR="00F37D53" w:rsidRDefault="00F37D53">
      <w:pPr>
        <w:pStyle w:val="Paragraphedeliste"/>
        <w:numPr>
          <w:ilvl w:val="0"/>
          <w:numId w:val="32"/>
        </w:numPr>
        <w:spacing w:before="120"/>
        <w:ind w:left="714" w:hanging="357"/>
        <w:contextualSpacing w:val="0"/>
      </w:pPr>
      <w:proofErr w:type="gramStart"/>
      <w:r>
        <w:t>de</w:t>
      </w:r>
      <w:proofErr w:type="gramEnd"/>
      <w:r>
        <w:t xml:space="preserve"> respecter les principes de laïcité et de neutralité dans le cadre de l’exécution de ce service.</w:t>
      </w:r>
    </w:p>
    <w:p w14:paraId="531ED6C0" w14:textId="77777777" w:rsidR="00F37D53" w:rsidRDefault="00F37D53" w:rsidP="00F37D53"/>
    <w:p w14:paraId="6121744A" w14:textId="46A832EB" w:rsidR="00F37D53" w:rsidRDefault="00F37D53" w:rsidP="00F37D53">
      <w:r>
        <w:t xml:space="preserve">Lorsqu'ils participent à l'exécution du service public objet du présent contrat, le </w:t>
      </w:r>
      <w:r w:rsidR="00FB26FA">
        <w:t>c</w:t>
      </w:r>
      <w:r>
        <w:t>oncessionnaire veille à ce que ses salariés ou toutes autres personnes sur lesquelles il exerce une autorité hiérarchique ou un pouvoir de direction respectent les principes de la République sus-évoqués et notamment qu’ils :</w:t>
      </w:r>
    </w:p>
    <w:p w14:paraId="5B773457" w14:textId="0A0C2B05" w:rsidR="00F37D53" w:rsidRDefault="00F37D53">
      <w:pPr>
        <w:pStyle w:val="Paragraphedeliste"/>
        <w:numPr>
          <w:ilvl w:val="0"/>
          <w:numId w:val="32"/>
        </w:numPr>
        <w:spacing w:before="120"/>
        <w:ind w:left="714" w:hanging="357"/>
        <w:contextualSpacing w:val="0"/>
      </w:pPr>
      <w:proofErr w:type="gramStart"/>
      <w:r>
        <w:t>s’abstiennent</w:t>
      </w:r>
      <w:proofErr w:type="gramEnd"/>
      <w:r>
        <w:t xml:space="preserve"> de manifester leurs opinions politiques ou religieuses ;</w:t>
      </w:r>
    </w:p>
    <w:p w14:paraId="071FD84F" w14:textId="6575D518" w:rsidR="00F37D53" w:rsidRDefault="00F37D53">
      <w:pPr>
        <w:pStyle w:val="Paragraphedeliste"/>
        <w:numPr>
          <w:ilvl w:val="0"/>
          <w:numId w:val="32"/>
        </w:numPr>
        <w:spacing w:before="120"/>
        <w:ind w:left="714" w:hanging="357"/>
        <w:contextualSpacing w:val="0"/>
      </w:pPr>
      <w:proofErr w:type="gramStart"/>
      <w:r>
        <w:t>traitent</w:t>
      </w:r>
      <w:proofErr w:type="gramEnd"/>
      <w:r>
        <w:t xml:space="preserve"> de façon égale toutes les personnes, en particulier les usagers du service ;</w:t>
      </w:r>
    </w:p>
    <w:p w14:paraId="6BB9F4FC" w14:textId="7522F73A" w:rsidR="00F37D53" w:rsidRDefault="00F37D53">
      <w:pPr>
        <w:pStyle w:val="Paragraphedeliste"/>
        <w:numPr>
          <w:ilvl w:val="0"/>
          <w:numId w:val="32"/>
        </w:numPr>
        <w:spacing w:before="120"/>
        <w:ind w:left="714" w:hanging="357"/>
        <w:contextualSpacing w:val="0"/>
      </w:pPr>
      <w:proofErr w:type="gramStart"/>
      <w:r>
        <w:t>respectent</w:t>
      </w:r>
      <w:proofErr w:type="gramEnd"/>
      <w:r>
        <w:t xml:space="preserve"> la liberté de conscience et la dignité de ces personnes.</w:t>
      </w:r>
    </w:p>
    <w:p w14:paraId="57F860C8" w14:textId="77777777" w:rsidR="00F37D53" w:rsidRDefault="00F37D53" w:rsidP="00F37D53"/>
    <w:p w14:paraId="6EA5AE99" w14:textId="1258204F" w:rsidR="00F37D53" w:rsidRDefault="00F37D53" w:rsidP="00F37D53">
      <w:r>
        <w:t xml:space="preserve">Le </w:t>
      </w:r>
      <w:r w:rsidR="00FB26FA">
        <w:t>c</w:t>
      </w:r>
      <w:r>
        <w:t>oncessionnaire communique à l’autorité concédante les mesures qu’il met en œuvre afin :</w:t>
      </w:r>
    </w:p>
    <w:p w14:paraId="65280A88" w14:textId="3D3E3D78" w:rsidR="00F37D53" w:rsidRDefault="00F37D53">
      <w:pPr>
        <w:pStyle w:val="Paragraphedeliste"/>
        <w:numPr>
          <w:ilvl w:val="0"/>
          <w:numId w:val="32"/>
        </w:numPr>
        <w:spacing w:before="120"/>
        <w:ind w:left="714" w:hanging="357"/>
        <w:contextualSpacing w:val="0"/>
      </w:pPr>
      <w:proofErr w:type="gramStart"/>
      <w:r>
        <w:t>d’informer</w:t>
      </w:r>
      <w:proofErr w:type="gramEnd"/>
      <w:r>
        <w:t xml:space="preserve"> les personnes susvisées de leurs obligations ;</w:t>
      </w:r>
    </w:p>
    <w:p w14:paraId="4C28F36C" w14:textId="1396A85B" w:rsidR="00F37D53" w:rsidRDefault="00F37D53">
      <w:pPr>
        <w:pStyle w:val="Paragraphedeliste"/>
        <w:numPr>
          <w:ilvl w:val="0"/>
          <w:numId w:val="32"/>
        </w:numPr>
        <w:spacing w:before="120"/>
        <w:ind w:left="714" w:hanging="357"/>
        <w:contextualSpacing w:val="0"/>
      </w:pPr>
      <w:proofErr w:type="gramStart"/>
      <w:r>
        <w:t>de</w:t>
      </w:r>
      <w:proofErr w:type="gramEnd"/>
      <w:r>
        <w:t xml:space="preserve"> remédier aux éventuels manquements.</w:t>
      </w:r>
    </w:p>
    <w:p w14:paraId="5A0F6547" w14:textId="77777777" w:rsidR="00F37D53" w:rsidRDefault="00F37D53" w:rsidP="00F37D53"/>
    <w:p w14:paraId="1BAD35FA" w14:textId="72052715" w:rsidR="00F37D53" w:rsidRDefault="00F37D53" w:rsidP="00F37D53">
      <w:r>
        <w:t xml:space="preserve">Le </w:t>
      </w:r>
      <w:r w:rsidR="00FB26FA">
        <w:t>c</w:t>
      </w:r>
      <w:r>
        <w:t>oncessionnaire veille également à ce que les personnes auxquelles il confie une partie de l’exécution du service objet du présent contrat respectent les obligations susmentionnées.</w:t>
      </w:r>
    </w:p>
    <w:p w14:paraId="6BB5029E" w14:textId="77777777" w:rsidR="00F37D53" w:rsidRDefault="00F37D53" w:rsidP="00F37D53"/>
    <w:p w14:paraId="5EFC81D9" w14:textId="27A33B7F" w:rsidR="00F37D53" w:rsidRDefault="00F37D53" w:rsidP="00F37D53">
      <w:r>
        <w:t xml:space="preserve">Il s’assure que les contrats de sous-concession et de prestations de service conclus à ce titre comportent des clauses rappelant ces obligations à la charge de ses cocontractants. Le </w:t>
      </w:r>
      <w:r w:rsidR="00FB26FA">
        <w:t>c</w:t>
      </w:r>
      <w:r>
        <w:t xml:space="preserve">oncessionnaire en justifiera en communiquant systématiquement au </w:t>
      </w:r>
      <w:r w:rsidR="00FB26FA">
        <w:t>c</w:t>
      </w:r>
      <w:r>
        <w:t>oncédant chacun des contrats de prestation de service ou de sous-concession dans un délai 15 jours à compter de leur conclusion.</w:t>
      </w:r>
    </w:p>
    <w:p w14:paraId="1AE86ED4" w14:textId="77777777" w:rsidR="00F37D53" w:rsidRDefault="00F37D53" w:rsidP="00F37D53"/>
    <w:p w14:paraId="640D186E" w14:textId="54789FF0" w:rsidR="00F37D53" w:rsidRDefault="00F37D53" w:rsidP="00F37D53">
      <w:r>
        <w:t xml:space="preserve">Le </w:t>
      </w:r>
      <w:r w:rsidR="00FB26FA">
        <w:t>c</w:t>
      </w:r>
      <w:r>
        <w:t xml:space="preserve">oncessionnaire informe les familles des modalités leur permettant de signaler rapidement et directement tout manquement aux principes d’égalité, de laïcité et de neutralité qu’elles constatent. </w:t>
      </w:r>
    </w:p>
    <w:p w14:paraId="720690E8" w14:textId="77777777" w:rsidR="00F37D53" w:rsidRDefault="00F37D53" w:rsidP="00F37D53"/>
    <w:p w14:paraId="180E4D5B" w14:textId="656F185D" w:rsidR="00F37D53" w:rsidRDefault="00F37D53" w:rsidP="00F37D53">
      <w:r>
        <w:t>Cette information mentionne également les coordonnées de l’autorité concédante. Cette information devra notamment figurer dans le règlement de fonctionnement.</w:t>
      </w:r>
    </w:p>
    <w:p w14:paraId="611FD558" w14:textId="77777777" w:rsidR="00F37D53" w:rsidRDefault="00F37D53" w:rsidP="00F37D53"/>
    <w:p w14:paraId="77BA68A2" w14:textId="00F20E6B" w:rsidR="00F37D53" w:rsidRDefault="00F37D53" w:rsidP="00F37D53">
      <w:r>
        <w:t>Il informe sans délai l’autorité concédante des manquements dont il a connaissance, ainsi que des mesures qu’il a prises ou entend mettre en œuvre afin d’y remédier.</w:t>
      </w:r>
    </w:p>
    <w:p w14:paraId="7E8400D7" w14:textId="77777777" w:rsidR="00F37D53" w:rsidRDefault="00F37D53" w:rsidP="00F37D53"/>
    <w:p w14:paraId="454D011E" w14:textId="59CACDFC" w:rsidR="00F37D53" w:rsidRDefault="00F37D53" w:rsidP="00F37D53">
      <w:r>
        <w:t>Lorsque le Concessionnaire, ses salariés ainsi que toute personne auxquelles il confie une partie de l’exécution du service ont méconnu les principes d’égalité, de laïcité ou de neutralité, l’autorité concédante peut exiger que les personnes affectée</w:t>
      </w:r>
      <w:r w:rsidR="00FB26FA">
        <w:t>s</w:t>
      </w:r>
      <w:r>
        <w:t xml:space="preserve"> à l’exécution du service public soient mises à l’écart de tout contact avec les usagers du service. Le </w:t>
      </w:r>
      <w:r w:rsidR="00FB26FA">
        <w:t>c</w:t>
      </w:r>
      <w:r>
        <w:t>oncessionnaire veille à ce que cette prérogative lui soit reconnue par les clauses des contrats de prestations de service ou de sous-concession concernés.</w:t>
      </w:r>
    </w:p>
    <w:p w14:paraId="79C7C876" w14:textId="77777777" w:rsidR="00F37D53" w:rsidRDefault="00F37D53" w:rsidP="00F37D53"/>
    <w:p w14:paraId="3630B5E3" w14:textId="2E0CF25E" w:rsidR="00F37D53" w:rsidRDefault="00F37D53" w:rsidP="00F37D53">
      <w:r>
        <w:t xml:space="preserve">Pour le contrôle du respect de ces obligations, le </w:t>
      </w:r>
      <w:r w:rsidR="00FB26FA">
        <w:t>c</w:t>
      </w:r>
      <w:r>
        <w:t xml:space="preserve">oncédant pourra user de tous les pouvoirs de contrôle visés à l’Article </w:t>
      </w:r>
      <w:r w:rsidR="00573E81">
        <w:t>6.5</w:t>
      </w:r>
      <w:r>
        <w:t>.</w:t>
      </w:r>
    </w:p>
    <w:p w14:paraId="56B90A76" w14:textId="77777777" w:rsidR="00F37D53" w:rsidRDefault="00F37D53" w:rsidP="00F37D53"/>
    <w:p w14:paraId="29789CB8" w14:textId="4ACB3612" w:rsidR="00F37D53" w:rsidRDefault="00F37D53" w:rsidP="00F37D53">
      <w:r>
        <w:t xml:space="preserve">Le non-respect des obligations définies ci-dessus expose le </w:t>
      </w:r>
      <w:r w:rsidR="00FB26FA">
        <w:t>c</w:t>
      </w:r>
      <w:r>
        <w:t xml:space="preserve">oncessionnaire à l’application de pénalités telles que prévues à l’Article </w:t>
      </w:r>
      <w:r w:rsidR="00573E81">
        <w:t>8.2</w:t>
      </w:r>
      <w:r>
        <w:t xml:space="preserve"> et </w:t>
      </w:r>
      <w:proofErr w:type="gramStart"/>
      <w:r>
        <w:t>autorise le</w:t>
      </w:r>
      <w:proofErr w:type="gramEnd"/>
      <w:r>
        <w:t xml:space="preserve"> </w:t>
      </w:r>
      <w:r w:rsidR="00FB26FA">
        <w:t>c</w:t>
      </w:r>
      <w:r>
        <w:t xml:space="preserve">oncédant à prononcer la résiliation du </w:t>
      </w:r>
      <w:r w:rsidR="00FB26FA">
        <w:t>c</w:t>
      </w:r>
      <w:r>
        <w:t xml:space="preserve">ontrat dans les conditions prévues à l’Article </w:t>
      </w:r>
      <w:r w:rsidR="00573E81">
        <w:t>8.8</w:t>
      </w:r>
      <w:r>
        <w:t>.</w:t>
      </w:r>
    </w:p>
    <w:p w14:paraId="7707AB64" w14:textId="70E63790" w:rsidR="00FB26FA" w:rsidRDefault="00FB26FA">
      <w:pPr>
        <w:spacing w:after="160" w:line="259" w:lineRule="auto"/>
        <w:jc w:val="left"/>
      </w:pPr>
      <w:r>
        <w:br w:type="page"/>
      </w:r>
    </w:p>
    <w:p w14:paraId="4AEE8626" w14:textId="77777777" w:rsidR="00F37D53" w:rsidRDefault="00F37D53" w:rsidP="007B22AE"/>
    <w:p w14:paraId="5E5BE3CA" w14:textId="31D990B0" w:rsidR="00AD59B8" w:rsidRDefault="00AD59B8" w:rsidP="00783D3E">
      <w:pPr>
        <w:pStyle w:val="Titre2"/>
        <w:numPr>
          <w:ilvl w:val="1"/>
          <w:numId w:val="1"/>
        </w:numPr>
      </w:pPr>
      <w:bookmarkStart w:id="143" w:name="_Toc189735774"/>
      <w:r>
        <w:t>Respect et protection des données personnelles</w:t>
      </w:r>
      <w:bookmarkEnd w:id="143"/>
    </w:p>
    <w:p w14:paraId="7A1CF5D6" w14:textId="77777777" w:rsidR="00AD59B8" w:rsidRDefault="00AD59B8" w:rsidP="00AD59B8"/>
    <w:p w14:paraId="063EB09A" w14:textId="25650CBF" w:rsidR="00AD59B8" w:rsidRDefault="00AD59B8" w:rsidP="00AD59B8">
      <w:r>
        <w:t xml:space="preserve">Le </w:t>
      </w:r>
      <w:r w:rsidR="00FB26FA">
        <w:t>c</w:t>
      </w:r>
      <w:r>
        <w:t xml:space="preserve">oncédant et le </w:t>
      </w:r>
      <w:r w:rsidR="00FB26FA">
        <w:t>c</w:t>
      </w:r>
      <w:r>
        <w:t xml:space="preserve">oncessionnaire s’engagent à utiliser le fichier des Représentants légaux et toutes les données personnelles recueillis dans le cadre du présent contrat en conformité avec le Règlement Européen sur la Protection des Données (RGPD) et toute loi ou réglementation le transposant, le mettant en œuvre ou le complétant, ainsi que les règles, recommandations ou code de conduite adoptés par les autorités chargées de la protection des données. </w:t>
      </w:r>
    </w:p>
    <w:p w14:paraId="3937C535" w14:textId="77777777" w:rsidR="00AD59B8" w:rsidRDefault="00AD59B8" w:rsidP="00AD59B8"/>
    <w:p w14:paraId="2E09BB3E" w14:textId="08F8FEA5" w:rsidR="00AD59B8" w:rsidRDefault="00AD59B8" w:rsidP="00AD59B8">
      <w:r>
        <w:t xml:space="preserve">Le </w:t>
      </w:r>
      <w:r w:rsidR="00FB26FA">
        <w:t>c</w:t>
      </w:r>
      <w:r>
        <w:t>oncessionnaire est tenu de garantir la confidentialité et la sécurité des données personnelles traitées dans le cadre du Présent Contrat.</w:t>
      </w:r>
    </w:p>
    <w:p w14:paraId="18B65C07" w14:textId="77777777" w:rsidR="00AD59B8" w:rsidRDefault="00AD59B8" w:rsidP="00AD59B8"/>
    <w:p w14:paraId="4661154F" w14:textId="2B95464A" w:rsidR="00AD59B8" w:rsidRDefault="00AD59B8" w:rsidP="00AD59B8">
      <w:r>
        <w:t xml:space="preserve">Les finalités du traitement des données personnelles sont limitées à celles nécessaires à la délivrance du service, objet du présent contrat et au respect des obligations légales. En cas de résiliation du présent contrat et/ou d’arrêt du service, les finalités du traitement incluront la gestion de la fin du contrat et/ou du service et la mise en place éventuelle d’un nouveau service. </w:t>
      </w:r>
    </w:p>
    <w:p w14:paraId="28139D11" w14:textId="77777777" w:rsidR="00AD59B8" w:rsidRDefault="00AD59B8" w:rsidP="00AD59B8"/>
    <w:p w14:paraId="157B6519" w14:textId="26F53589" w:rsidR="00AD59B8" w:rsidRDefault="00AD59B8" w:rsidP="00AD59B8">
      <w:r>
        <w:t>En tant que responsable de traitement, le Concessionnaire est tenu de mettre en place une Politique de Gestion et de Confidentialité des données personnelles ayant notamment pour objet :</w:t>
      </w:r>
    </w:p>
    <w:p w14:paraId="39E22B0D" w14:textId="40BB9729" w:rsidR="00AD59B8" w:rsidRDefault="00FB26FA">
      <w:pPr>
        <w:pStyle w:val="Paragraphedeliste"/>
        <w:numPr>
          <w:ilvl w:val="0"/>
          <w:numId w:val="33"/>
        </w:numPr>
        <w:spacing w:before="120"/>
        <w:ind w:left="714" w:hanging="357"/>
        <w:contextualSpacing w:val="0"/>
      </w:pPr>
      <w:proofErr w:type="gramStart"/>
      <w:r>
        <w:t>d</w:t>
      </w:r>
      <w:r w:rsidR="00AD59B8">
        <w:t>’informer</w:t>
      </w:r>
      <w:proofErr w:type="gramEnd"/>
      <w:r w:rsidR="00AD59B8">
        <w:t xml:space="preserve"> de la manière dont sont utilisées et protégées les données personnelles recueillies dans le cadre de l’exploitation du présent contrat (</w:t>
      </w:r>
      <w:r w:rsidR="00AD59B8" w:rsidRPr="00FB26FA">
        <w:rPr>
          <w:i/>
          <w:iCs/>
        </w:rPr>
        <w:t>contenu, durée de conservation, destinataires des données…</w:t>
      </w:r>
      <w:r w:rsidR="00AD59B8">
        <w:t>) ;</w:t>
      </w:r>
    </w:p>
    <w:p w14:paraId="349A69B1" w14:textId="5A96BF1C" w:rsidR="00AD59B8" w:rsidRDefault="00FB26FA">
      <w:pPr>
        <w:pStyle w:val="Paragraphedeliste"/>
        <w:numPr>
          <w:ilvl w:val="0"/>
          <w:numId w:val="33"/>
        </w:numPr>
        <w:spacing w:before="120"/>
        <w:ind w:left="714" w:hanging="357"/>
        <w:contextualSpacing w:val="0"/>
      </w:pPr>
      <w:proofErr w:type="gramStart"/>
      <w:r>
        <w:t>d</w:t>
      </w:r>
      <w:r w:rsidR="00AD59B8">
        <w:t>e</w:t>
      </w:r>
      <w:proofErr w:type="gramEnd"/>
      <w:r w:rsidR="00AD59B8">
        <w:t xml:space="preserve"> définir les modalités d’accès, de rectifications et autres modifications (</w:t>
      </w:r>
      <w:r w:rsidR="00AD59B8" w:rsidRPr="00FB26FA">
        <w:rPr>
          <w:i/>
          <w:iCs/>
        </w:rPr>
        <w:t>effacement, opposition…</w:t>
      </w:r>
      <w:r w:rsidR="00AD59B8">
        <w:t xml:space="preserve">) des données personnelles recueillies dans le cadre de l’exploitation du présent contrat ; </w:t>
      </w:r>
    </w:p>
    <w:p w14:paraId="22D56838" w14:textId="005882C1" w:rsidR="00AD59B8" w:rsidRDefault="00FB26FA">
      <w:pPr>
        <w:pStyle w:val="Paragraphedeliste"/>
        <w:numPr>
          <w:ilvl w:val="0"/>
          <w:numId w:val="33"/>
        </w:numPr>
        <w:spacing w:before="120"/>
        <w:ind w:left="714" w:hanging="357"/>
        <w:contextualSpacing w:val="0"/>
      </w:pPr>
      <w:proofErr w:type="gramStart"/>
      <w:r>
        <w:t>d</w:t>
      </w:r>
      <w:r w:rsidR="00AD59B8">
        <w:t>e</w:t>
      </w:r>
      <w:proofErr w:type="gramEnd"/>
      <w:r w:rsidR="00AD59B8">
        <w:t xml:space="preserve"> mettre en œuvre des mesures techniques et organisationnelles appropriées pour garantir un niveau de sécurité des données personnelles adapté au risque de préjudice pour les personnes concernées ;</w:t>
      </w:r>
    </w:p>
    <w:p w14:paraId="700BF9AB" w14:textId="4525A4B2" w:rsidR="00AD59B8" w:rsidRDefault="00FB26FA">
      <w:pPr>
        <w:pStyle w:val="Paragraphedeliste"/>
        <w:numPr>
          <w:ilvl w:val="0"/>
          <w:numId w:val="33"/>
        </w:numPr>
        <w:spacing w:before="120"/>
        <w:ind w:left="714" w:hanging="357"/>
        <w:contextualSpacing w:val="0"/>
      </w:pPr>
      <w:proofErr w:type="gramStart"/>
      <w:r>
        <w:t>d</w:t>
      </w:r>
      <w:r w:rsidR="00AD59B8">
        <w:t>e</w:t>
      </w:r>
      <w:proofErr w:type="gramEnd"/>
      <w:r w:rsidR="00AD59B8">
        <w:t xml:space="preserve"> tenir un registre de toutes les catégories d’activités de traitement effectuées dans le cadre du contrat et de le mettre à la disposition du </w:t>
      </w:r>
      <w:r>
        <w:t>c</w:t>
      </w:r>
      <w:r w:rsidR="00AD59B8">
        <w:t>oncédant sur demande ;</w:t>
      </w:r>
    </w:p>
    <w:p w14:paraId="16760059" w14:textId="49D8EB5D" w:rsidR="00AD59B8" w:rsidRDefault="00FB26FA">
      <w:pPr>
        <w:pStyle w:val="Paragraphedeliste"/>
        <w:numPr>
          <w:ilvl w:val="0"/>
          <w:numId w:val="33"/>
        </w:numPr>
        <w:spacing w:before="120"/>
        <w:ind w:left="714" w:hanging="357"/>
        <w:contextualSpacing w:val="0"/>
      </w:pPr>
      <w:proofErr w:type="gramStart"/>
      <w:r>
        <w:t>d</w:t>
      </w:r>
      <w:r w:rsidR="00AD59B8">
        <w:t>e</w:t>
      </w:r>
      <w:proofErr w:type="gramEnd"/>
      <w:r w:rsidR="00AD59B8">
        <w:t xml:space="preserve"> mettre en place un </w:t>
      </w:r>
      <w:r>
        <w:t>d</w:t>
      </w:r>
      <w:r w:rsidR="00AD59B8">
        <w:t xml:space="preserve">élégué à la protection des données dont les coordonnées devront être communiquées au </w:t>
      </w:r>
      <w:r>
        <w:t>c</w:t>
      </w:r>
      <w:r w:rsidR="00AD59B8">
        <w:t xml:space="preserve">oncédant. </w:t>
      </w:r>
    </w:p>
    <w:p w14:paraId="4A55C973" w14:textId="77777777" w:rsidR="00AD59B8" w:rsidRDefault="00AD59B8" w:rsidP="00AD59B8"/>
    <w:p w14:paraId="47F8071C" w14:textId="2DB684C4" w:rsidR="00AD59B8" w:rsidRDefault="00AD59B8" w:rsidP="00AD59B8">
      <w:r>
        <w:t xml:space="preserve">Le </w:t>
      </w:r>
      <w:r w:rsidR="00FB26FA">
        <w:t>c</w:t>
      </w:r>
      <w:r>
        <w:t>oncessionnaire s’engage également à ce que ses prestataires et sous-traitants qui seraient amenés à traiter des données personnelles recueillies dans le cadre du présent contrat présentent des garanties suffisantes concernant le traitement des données personnelles et respectent également les obligations susmentionnées relatives à la protection des données personnelles.</w:t>
      </w:r>
    </w:p>
    <w:p w14:paraId="15CA92C1" w14:textId="77777777" w:rsidR="00AD59B8" w:rsidRDefault="00AD59B8" w:rsidP="00AD59B8"/>
    <w:p w14:paraId="1135A088" w14:textId="4302A88F" w:rsidR="00AD59B8" w:rsidRDefault="00AD59B8" w:rsidP="00AD59B8">
      <w:r>
        <w:t xml:space="preserve">En cas d’incident dans le traitement des données personnelles recueillis dans le cadre de l’exécution du </w:t>
      </w:r>
      <w:r w:rsidR="00FB26FA">
        <w:t>p</w:t>
      </w:r>
      <w:r>
        <w:t xml:space="preserve">résent </w:t>
      </w:r>
      <w:r w:rsidR="00FB26FA">
        <w:t>c</w:t>
      </w:r>
      <w:r>
        <w:t xml:space="preserve">ontrat, le </w:t>
      </w:r>
      <w:r w:rsidR="00FB26FA">
        <w:t>c</w:t>
      </w:r>
      <w:r>
        <w:t xml:space="preserve">oncessionnaire devra immédiatement en informer le </w:t>
      </w:r>
      <w:r w:rsidR="00FB26FA">
        <w:t>c</w:t>
      </w:r>
      <w:r>
        <w:t>oncédant. A défaut, il pourra s’exposer à une pénalité.</w:t>
      </w:r>
    </w:p>
    <w:p w14:paraId="40E91E0D" w14:textId="77777777" w:rsidR="00AD59B8" w:rsidRDefault="00AD59B8" w:rsidP="00AD59B8"/>
    <w:p w14:paraId="515C2F56" w14:textId="7774F37E" w:rsidR="00AD59B8" w:rsidRDefault="00AD59B8" w:rsidP="00AD59B8">
      <w:r>
        <w:t xml:space="preserve">Après accord du concédant, le </w:t>
      </w:r>
      <w:r w:rsidR="00FB26FA">
        <w:t>c</w:t>
      </w:r>
      <w:r>
        <w:t>oncessionnaire notifie à l’autorité de contrôle compétente, au nom et pour le compte du responsable de traitement, les violations de données à caractère personnel dans les meilleurs délais, à moins que la violation en question ne soit pas susceptible d’engendrer un risque pour les droits et libertés des personnes physiques.</w:t>
      </w:r>
    </w:p>
    <w:p w14:paraId="14F93B7F" w14:textId="77777777" w:rsidR="00AD59B8" w:rsidRDefault="00AD59B8" w:rsidP="00AD59B8"/>
    <w:p w14:paraId="5890DD58" w14:textId="14B616D8" w:rsidR="00AD59B8" w:rsidRDefault="00AD59B8" w:rsidP="00AD59B8">
      <w:r>
        <w:t xml:space="preserve">Après accord du </w:t>
      </w:r>
      <w:r w:rsidR="00FB26FA">
        <w:t>c</w:t>
      </w:r>
      <w:r>
        <w:t xml:space="preserve">oncédant, le </w:t>
      </w:r>
      <w:r w:rsidR="00FB26FA">
        <w:t>c</w:t>
      </w:r>
      <w:r>
        <w:t>oncessionnaire communique la violation de données à caractère personnel à la personne concernée dans les meilleurs délais, lorsque cette violation est susceptible d’engendrer un risque élevé pour les droits et libertés d’une personne physique.</w:t>
      </w:r>
    </w:p>
    <w:p w14:paraId="2BD3565E" w14:textId="77777777" w:rsidR="00AD59B8" w:rsidRDefault="00AD59B8" w:rsidP="00AD59B8"/>
    <w:p w14:paraId="133ADE16" w14:textId="49DABF97" w:rsidR="00AD59B8" w:rsidRDefault="00AD59B8" w:rsidP="00AD59B8">
      <w:r>
        <w:t xml:space="preserve">Dans le cadre d’un transfert de fichiers contenant des données personnelles soit à l’échéance du contrat soit sur simple demande, le </w:t>
      </w:r>
      <w:r w:rsidR="00FB26FA">
        <w:t>c</w:t>
      </w:r>
      <w:r>
        <w:t>oncédant doit mettre également en place une politique de gestion et de confidentialité des données en conformité avec la réglementation en vigueur.</w:t>
      </w:r>
    </w:p>
    <w:p w14:paraId="033403C2" w14:textId="67F4DB38" w:rsidR="00FB26FA" w:rsidRDefault="00FB26FA">
      <w:pPr>
        <w:spacing w:after="160" w:line="259" w:lineRule="auto"/>
        <w:jc w:val="left"/>
      </w:pPr>
      <w:r>
        <w:br w:type="page"/>
      </w:r>
    </w:p>
    <w:p w14:paraId="378AEB9B" w14:textId="77777777" w:rsidR="00AD59B8" w:rsidRDefault="00AD59B8" w:rsidP="007B22AE"/>
    <w:p w14:paraId="4C16C142" w14:textId="77777777" w:rsidR="00267BF5" w:rsidRDefault="00267BF5" w:rsidP="00267BF5">
      <w:pPr>
        <w:pStyle w:val="Titre2"/>
        <w:numPr>
          <w:ilvl w:val="1"/>
          <w:numId w:val="1"/>
        </w:numPr>
      </w:pPr>
      <w:bookmarkStart w:id="144" w:name="_Toc189735775"/>
      <w:r>
        <w:t>Election de domicile</w:t>
      </w:r>
      <w:bookmarkEnd w:id="144"/>
    </w:p>
    <w:p w14:paraId="20893081" w14:textId="77777777" w:rsidR="007B22AE" w:rsidRDefault="007B22AE" w:rsidP="007B22AE"/>
    <w:p w14:paraId="4A167724" w14:textId="77777777" w:rsidR="007B22AE" w:rsidRDefault="007B22AE" w:rsidP="007B22AE">
      <w:r>
        <w:t>Pour l'exécution du présent contrat, les parties font élection de domicile :</w:t>
      </w:r>
    </w:p>
    <w:p w14:paraId="2FD3A5EF" w14:textId="112EFA49" w:rsidR="007B22AE" w:rsidRDefault="007B22AE">
      <w:pPr>
        <w:pStyle w:val="Paragraphedeliste"/>
        <w:numPr>
          <w:ilvl w:val="0"/>
          <w:numId w:val="14"/>
        </w:numPr>
        <w:spacing w:before="120"/>
        <w:ind w:left="714" w:hanging="357"/>
        <w:contextualSpacing w:val="0"/>
      </w:pPr>
      <w:proofErr w:type="gramStart"/>
      <w:r>
        <w:t>pour</w:t>
      </w:r>
      <w:proofErr w:type="gramEnd"/>
      <w:r>
        <w:t xml:space="preserve"> le concédant :</w:t>
      </w:r>
    </w:p>
    <w:p w14:paraId="5D82CAA3" w14:textId="40903941" w:rsidR="008F29B1" w:rsidRDefault="002E62D9">
      <w:pPr>
        <w:pStyle w:val="Paragraphedeliste"/>
        <w:numPr>
          <w:ilvl w:val="1"/>
          <w:numId w:val="14"/>
        </w:numPr>
        <w:spacing w:before="120"/>
        <w:ind w:left="1434" w:hanging="357"/>
        <w:contextualSpacing w:val="0"/>
      </w:pPr>
      <w:r w:rsidRPr="002E62D9">
        <w:t>CS 40700 38058 GRENOBLE Cedex 9</w:t>
      </w:r>
      <w:r>
        <w:t xml:space="preserve"> </w:t>
      </w:r>
      <w:r w:rsidR="008F29B1">
        <w:t>;</w:t>
      </w:r>
    </w:p>
    <w:p w14:paraId="51B27645" w14:textId="0806F444" w:rsidR="007B22AE" w:rsidRDefault="007B22AE">
      <w:pPr>
        <w:pStyle w:val="Paragraphedeliste"/>
        <w:numPr>
          <w:ilvl w:val="0"/>
          <w:numId w:val="14"/>
        </w:numPr>
        <w:spacing w:before="120"/>
        <w:contextualSpacing w:val="0"/>
      </w:pPr>
      <w:proofErr w:type="gramStart"/>
      <w:r>
        <w:t>pour</w:t>
      </w:r>
      <w:proofErr w:type="gramEnd"/>
      <w:r>
        <w:t xml:space="preserve"> le </w:t>
      </w:r>
      <w:r w:rsidR="00EA128F">
        <w:t>concessionnaire</w:t>
      </w:r>
      <w:r>
        <w:t xml:space="preserve"> :</w:t>
      </w:r>
    </w:p>
    <w:p w14:paraId="467016C6" w14:textId="17BA6129" w:rsidR="007B22AE" w:rsidRDefault="007B22AE">
      <w:pPr>
        <w:pStyle w:val="Paragraphedeliste"/>
        <w:numPr>
          <w:ilvl w:val="1"/>
          <w:numId w:val="14"/>
        </w:numPr>
        <w:spacing w:before="120"/>
        <w:contextualSpacing w:val="0"/>
      </w:pPr>
      <w:proofErr w:type="gramStart"/>
      <w:r>
        <w:t>à</w:t>
      </w:r>
      <w:proofErr w:type="gramEnd"/>
      <w:r>
        <w:t xml:space="preserve"> son siège social.</w:t>
      </w:r>
    </w:p>
    <w:p w14:paraId="55267E5F" w14:textId="77777777" w:rsidR="007B22AE" w:rsidRDefault="007B22AE" w:rsidP="007B22AE"/>
    <w:p w14:paraId="40CAF78D" w14:textId="7A800576" w:rsidR="007B22AE" w:rsidRDefault="007B22AE" w:rsidP="007B22AE">
      <w:r>
        <w:t xml:space="preserve">Toute modification de domicile du </w:t>
      </w:r>
      <w:r w:rsidR="00EA128F">
        <w:t>concessionnaire</w:t>
      </w:r>
      <w:r>
        <w:t xml:space="preserve"> est notifiée au concédant.</w:t>
      </w:r>
    </w:p>
    <w:p w14:paraId="1C5E6D91" w14:textId="77777777" w:rsidR="00AD6BEF" w:rsidRDefault="00AD6BEF" w:rsidP="007B22AE"/>
    <w:p w14:paraId="4587AB6C" w14:textId="77777777" w:rsidR="007B22AE" w:rsidRDefault="007B22AE" w:rsidP="007B22AE"/>
    <w:p w14:paraId="75D0712F" w14:textId="3CEDF979" w:rsidR="00AD6BEF" w:rsidRDefault="00AD6BEF" w:rsidP="00AD6BEF">
      <w:pPr>
        <w:pStyle w:val="Titre2"/>
        <w:numPr>
          <w:ilvl w:val="1"/>
          <w:numId w:val="1"/>
        </w:numPr>
      </w:pPr>
      <w:bookmarkStart w:id="145" w:name="_Toc189735776"/>
      <w:r>
        <w:t>Jugement des contestations</w:t>
      </w:r>
      <w:bookmarkEnd w:id="145"/>
    </w:p>
    <w:p w14:paraId="19AD92F7" w14:textId="77777777" w:rsidR="007B22AE" w:rsidRDefault="007B22AE" w:rsidP="007B22AE"/>
    <w:p w14:paraId="32EBCD1F" w14:textId="77777777" w:rsidR="007B22AE" w:rsidRDefault="007B22AE" w:rsidP="007B22AE">
      <w:r>
        <w:t>Les parties s’efforcent de régler à l’amiable les éventuels différends sur l’interprétation ou l’exécution du présent contrat.</w:t>
      </w:r>
    </w:p>
    <w:p w14:paraId="1B28F6DE" w14:textId="77777777" w:rsidR="007B22AE" w:rsidRDefault="007B22AE" w:rsidP="007B22AE"/>
    <w:p w14:paraId="0D936141" w14:textId="5B898BB5" w:rsidR="007B22AE" w:rsidRDefault="007B22AE" w:rsidP="007B22AE">
      <w:r>
        <w:t xml:space="preserve">À défaut d’accord amiable à l’expiration d’un délai de quatre (4) mois à compter de la demande de conciliation de l’une des parties, les litiges sont soumis au Tribunal Administratif de </w:t>
      </w:r>
      <w:r w:rsidR="002E62D9">
        <w:t>Grenoble</w:t>
      </w:r>
      <w:r>
        <w:t>.</w:t>
      </w:r>
    </w:p>
    <w:p w14:paraId="6A06B817" w14:textId="77777777" w:rsidR="007B22AE" w:rsidRDefault="007B22AE" w:rsidP="007B22AE"/>
    <w:p w14:paraId="186669BF" w14:textId="77777777" w:rsidR="00AD6BEF" w:rsidRDefault="00AD6BEF" w:rsidP="007B22AE"/>
    <w:p w14:paraId="05081ED3" w14:textId="0BA068AD" w:rsidR="007B22AE" w:rsidRDefault="00AD6BEF" w:rsidP="00AD6BEF">
      <w:pPr>
        <w:pStyle w:val="Titre2"/>
        <w:numPr>
          <w:ilvl w:val="1"/>
          <w:numId w:val="1"/>
        </w:numPr>
      </w:pPr>
      <w:bookmarkStart w:id="146" w:name="_Toc189735777"/>
      <w:r>
        <w:t>S</w:t>
      </w:r>
      <w:r w:rsidR="007B22AE">
        <w:t>ignature du candidat</w:t>
      </w:r>
      <w:bookmarkEnd w:id="146"/>
    </w:p>
    <w:p w14:paraId="239348EA" w14:textId="77777777" w:rsidR="007B22AE" w:rsidRDefault="007B22AE" w:rsidP="007B22AE"/>
    <w:p w14:paraId="6460FEB0" w14:textId="5CFF669D" w:rsidR="007B22AE" w:rsidRDefault="007B22AE" w:rsidP="00AD6BEF">
      <w:pPr>
        <w:jc w:val="right"/>
      </w:pPr>
      <w:r>
        <w:t xml:space="preserve">Fait à </w:t>
      </w:r>
      <w:r w:rsidR="005B4FF5" w:rsidRPr="005B4FF5">
        <w:rPr>
          <w:highlight w:val="yellow"/>
        </w:rPr>
        <w:t>X</w:t>
      </w:r>
      <w:r>
        <w:t xml:space="preserve"> en deux (2) exemplaires originaux, le</w:t>
      </w:r>
      <w:r w:rsidR="004541C6">
        <w:t xml:space="preserve"> </w:t>
      </w:r>
      <w:r w:rsidR="004541C6" w:rsidRPr="004541C6">
        <w:rPr>
          <w:highlight w:val="yellow"/>
        </w:rPr>
        <w:t>X</w:t>
      </w:r>
      <w:r w:rsidRPr="004541C6">
        <w:rPr>
          <w:highlight w:val="yellow"/>
        </w:rPr>
        <w:t xml:space="preserve"> </w:t>
      </w:r>
      <w:r w:rsidR="0038287A">
        <w:t>mars</w:t>
      </w:r>
      <w:r w:rsidR="00D27A66">
        <w:t xml:space="preserve"> 2025</w:t>
      </w:r>
      <w:r>
        <w:t>.</w:t>
      </w:r>
    </w:p>
    <w:p w14:paraId="7817A34A" w14:textId="77777777" w:rsidR="007B22AE" w:rsidRDefault="007B22AE" w:rsidP="007B22AE"/>
    <w:p w14:paraId="3DE049AA" w14:textId="77777777" w:rsidR="007B22AE" w:rsidRDefault="007B22AE" w:rsidP="007B22AE"/>
    <w:p w14:paraId="6076DB4B" w14:textId="77777777" w:rsidR="007B22AE" w:rsidRDefault="007B22AE" w:rsidP="007B22AE"/>
    <w:p w14:paraId="4AC7B299" w14:textId="77777777" w:rsidR="007B22AE" w:rsidRDefault="007B22AE" w:rsidP="007B22AE"/>
    <w:p w14:paraId="6A1B7610" w14:textId="77777777" w:rsidR="007B22AE" w:rsidRDefault="007B22AE" w:rsidP="007B22AE"/>
    <w:p w14:paraId="3A8D45E3" w14:textId="77777777" w:rsidR="007B22AE" w:rsidRDefault="007B22AE" w:rsidP="007B22AE">
      <w:r>
        <w:tab/>
      </w:r>
      <w:r>
        <w:tab/>
      </w:r>
      <w:r>
        <w:tab/>
      </w:r>
      <w:r>
        <w:tab/>
      </w:r>
      <w:r>
        <w:tab/>
      </w:r>
      <w:r>
        <w:tab/>
      </w:r>
      <w:r>
        <w:tab/>
      </w:r>
      <w:r>
        <w:tab/>
        <w:t xml:space="preserve">Pour le </w:t>
      </w:r>
      <w:proofErr w:type="gramStart"/>
      <w:r>
        <w:t>candidat ,</w:t>
      </w:r>
      <w:proofErr w:type="gramEnd"/>
    </w:p>
    <w:p w14:paraId="58BEFBE4" w14:textId="75E6A8A9" w:rsidR="00EA128F" w:rsidRDefault="00EA128F">
      <w:pPr>
        <w:spacing w:after="160" w:line="259" w:lineRule="auto"/>
        <w:jc w:val="left"/>
      </w:pPr>
      <w:r>
        <w:br w:type="page"/>
      </w:r>
    </w:p>
    <w:p w14:paraId="69D284BF" w14:textId="78D6ACAA" w:rsidR="007B22AE" w:rsidRDefault="007B22AE" w:rsidP="00AD6BEF">
      <w:pPr>
        <w:pStyle w:val="Titre1"/>
      </w:pPr>
      <w:bookmarkStart w:id="147" w:name="_Toc189735778"/>
      <w:r>
        <w:lastRenderedPageBreak/>
        <w:t>Annexes</w:t>
      </w:r>
      <w:bookmarkEnd w:id="147"/>
    </w:p>
    <w:p w14:paraId="4C3B7A30" w14:textId="77777777" w:rsidR="007B22AE" w:rsidRDefault="007B22AE" w:rsidP="007B22AE"/>
    <w:p w14:paraId="20CB655F" w14:textId="7A884C90" w:rsidR="007B22AE" w:rsidRDefault="007B22AE" w:rsidP="007B22AE">
      <w:r>
        <w:t>Le présent contrat comprend</w:t>
      </w:r>
      <w:r w:rsidR="00612675">
        <w:t xml:space="preserve"> </w:t>
      </w:r>
      <w:r w:rsidR="005D4D84">
        <w:t>1</w:t>
      </w:r>
      <w:r w:rsidR="00C070B2">
        <w:t>4</w:t>
      </w:r>
      <w:r w:rsidR="005D4D84">
        <w:t xml:space="preserve"> </w:t>
      </w:r>
      <w:r>
        <w:t>annexes :</w:t>
      </w:r>
    </w:p>
    <w:p w14:paraId="77B20444" w14:textId="77777777" w:rsidR="00FB26FA" w:rsidRDefault="00FB26FA">
      <w:pPr>
        <w:pStyle w:val="Paragraphedeliste"/>
        <w:numPr>
          <w:ilvl w:val="0"/>
          <w:numId w:val="24"/>
        </w:numPr>
        <w:spacing w:before="120"/>
        <w:contextualSpacing w:val="0"/>
      </w:pPr>
      <w:bookmarkStart w:id="148" w:name="_Hlk114595222"/>
      <w:proofErr w:type="gramStart"/>
      <w:r w:rsidRPr="00EA128F">
        <w:rPr>
          <w:b/>
          <w:bCs/>
          <w:u w:val="single"/>
        </w:rPr>
        <w:t>annexe</w:t>
      </w:r>
      <w:proofErr w:type="gramEnd"/>
      <w:r w:rsidRPr="00EA128F">
        <w:rPr>
          <w:b/>
          <w:bCs/>
          <w:u w:val="single"/>
        </w:rPr>
        <w:t xml:space="preserve"> n°</w:t>
      </w:r>
      <w:r>
        <w:rPr>
          <w:b/>
          <w:bCs/>
          <w:u w:val="single"/>
        </w:rPr>
        <w:t>1</w:t>
      </w:r>
      <w:r w:rsidRPr="00EA128F">
        <w:rPr>
          <w:b/>
          <w:bCs/>
          <w:u w:val="single"/>
        </w:rPr>
        <w:t xml:space="preserve"> :</w:t>
      </w:r>
      <w:r>
        <w:t xml:space="preserve"> CV de l’interlocuteur dédié (</w:t>
      </w:r>
      <w:r w:rsidRPr="003B2BB2">
        <w:rPr>
          <w:i/>
          <w:iCs/>
        </w:rPr>
        <w:t xml:space="preserve">annexe non publiée dans le cadre de la procédure : </w:t>
      </w:r>
      <w:r>
        <w:rPr>
          <w:i/>
          <w:iCs/>
        </w:rPr>
        <w:t>le CV doit être transmis par le candidat</w:t>
      </w:r>
      <w:r>
        <w:t>)  ;</w:t>
      </w:r>
    </w:p>
    <w:p w14:paraId="035AA762" w14:textId="77777777" w:rsidR="00FB26FA" w:rsidRPr="008E683C" w:rsidRDefault="00FB26FA">
      <w:pPr>
        <w:pStyle w:val="Paragraphedeliste"/>
        <w:numPr>
          <w:ilvl w:val="0"/>
          <w:numId w:val="24"/>
        </w:numPr>
        <w:spacing w:before="120"/>
        <w:contextualSpacing w:val="0"/>
      </w:pPr>
      <w:proofErr w:type="gramStart"/>
      <w:r>
        <w:rPr>
          <w:b/>
          <w:bCs/>
          <w:u w:val="single"/>
        </w:rPr>
        <w:t>annexe</w:t>
      </w:r>
      <w:proofErr w:type="gramEnd"/>
      <w:r>
        <w:rPr>
          <w:b/>
          <w:bCs/>
          <w:u w:val="single"/>
        </w:rPr>
        <w:t xml:space="preserve"> n°2 :</w:t>
      </w:r>
      <w:r>
        <w:t xml:space="preserve"> Compte d’exploitation prévisionnel (CEP) ;</w:t>
      </w:r>
    </w:p>
    <w:p w14:paraId="47D405AF" w14:textId="77777777" w:rsidR="00FB26FA" w:rsidRDefault="00FB26FA">
      <w:pPr>
        <w:pStyle w:val="Paragraphedeliste"/>
        <w:numPr>
          <w:ilvl w:val="0"/>
          <w:numId w:val="24"/>
        </w:numPr>
        <w:spacing w:before="120"/>
        <w:contextualSpacing w:val="0"/>
      </w:pPr>
      <w:proofErr w:type="gramStart"/>
      <w:r w:rsidRPr="00001B0D">
        <w:rPr>
          <w:b/>
          <w:bCs/>
          <w:u w:val="single"/>
        </w:rPr>
        <w:t>annexe</w:t>
      </w:r>
      <w:proofErr w:type="gramEnd"/>
      <w:r w:rsidRPr="00001B0D">
        <w:rPr>
          <w:b/>
          <w:bCs/>
          <w:u w:val="single"/>
        </w:rPr>
        <w:t xml:space="preserve"> n°</w:t>
      </w:r>
      <w:r>
        <w:rPr>
          <w:b/>
          <w:bCs/>
          <w:u w:val="single"/>
        </w:rPr>
        <w:t>3</w:t>
      </w:r>
      <w:r w:rsidRPr="00001B0D">
        <w:rPr>
          <w:b/>
          <w:bCs/>
          <w:u w:val="single"/>
        </w:rPr>
        <w:t> :</w:t>
      </w:r>
      <w:r>
        <w:t xml:space="preserve"> projet d’établissement (</w:t>
      </w:r>
      <w:r w:rsidRPr="00D0428D">
        <w:rPr>
          <w:i/>
          <w:iCs/>
        </w:rPr>
        <w:t xml:space="preserve">annexe non publiée dans le cadre de la procédure : </w:t>
      </w:r>
      <w:r>
        <w:rPr>
          <w:i/>
          <w:iCs/>
        </w:rPr>
        <w:t xml:space="preserve">le projet </w:t>
      </w:r>
      <w:r w:rsidRPr="00D0428D">
        <w:rPr>
          <w:i/>
          <w:iCs/>
        </w:rPr>
        <w:t xml:space="preserve">d’établissement </w:t>
      </w:r>
      <w:r>
        <w:rPr>
          <w:i/>
          <w:iCs/>
        </w:rPr>
        <w:t>sera celui</w:t>
      </w:r>
      <w:r w:rsidRPr="00D0428D">
        <w:rPr>
          <w:i/>
          <w:iCs/>
        </w:rPr>
        <w:t xml:space="preserve"> du candidat retenu à l’issue des négociations</w:t>
      </w:r>
      <w:r>
        <w:t>) ;</w:t>
      </w:r>
    </w:p>
    <w:p w14:paraId="2BEAF56C" w14:textId="77777777" w:rsidR="00FB26FA" w:rsidRDefault="00FB26FA">
      <w:pPr>
        <w:pStyle w:val="Paragraphedeliste"/>
        <w:numPr>
          <w:ilvl w:val="0"/>
          <w:numId w:val="24"/>
        </w:numPr>
        <w:spacing w:before="120"/>
        <w:contextualSpacing w:val="0"/>
      </w:pPr>
      <w:proofErr w:type="gramStart"/>
      <w:r w:rsidRPr="008E683C">
        <w:rPr>
          <w:b/>
          <w:bCs/>
          <w:u w:val="single"/>
        </w:rPr>
        <w:t>annexe</w:t>
      </w:r>
      <w:proofErr w:type="gramEnd"/>
      <w:r w:rsidRPr="008E683C">
        <w:rPr>
          <w:b/>
          <w:bCs/>
          <w:u w:val="single"/>
        </w:rPr>
        <w:t xml:space="preserve"> n°</w:t>
      </w:r>
      <w:r>
        <w:rPr>
          <w:b/>
          <w:bCs/>
          <w:u w:val="single"/>
        </w:rPr>
        <w:t>4</w:t>
      </w:r>
      <w:r w:rsidRPr="008E683C">
        <w:rPr>
          <w:b/>
          <w:bCs/>
          <w:u w:val="single"/>
        </w:rPr>
        <w:t xml:space="preserve"> :</w:t>
      </w:r>
      <w:r w:rsidRPr="008E683C">
        <w:rPr>
          <w:b/>
          <w:bCs/>
        </w:rPr>
        <w:t xml:space="preserve"> </w:t>
      </w:r>
      <w:r>
        <w:t>i</w:t>
      </w:r>
      <w:r w:rsidRPr="008E683C">
        <w:t>nventaire contradictoire de rentrée (</w:t>
      </w:r>
      <w:r w:rsidRPr="008E683C">
        <w:rPr>
          <w:i/>
          <w:iCs/>
        </w:rPr>
        <w:t xml:space="preserve">annexe non publiée dans le cadre de la procédure : l’inventaire sera établi lors de la rentrée du </w:t>
      </w:r>
      <w:r>
        <w:rPr>
          <w:i/>
          <w:iCs/>
        </w:rPr>
        <w:t>concessionnaire</w:t>
      </w:r>
      <w:r w:rsidRPr="008E683C">
        <w:t>)</w:t>
      </w:r>
      <w:r>
        <w:t> ;</w:t>
      </w:r>
    </w:p>
    <w:p w14:paraId="6FD60AD2" w14:textId="77777777" w:rsidR="00FB26FA" w:rsidRDefault="00FB26FA">
      <w:pPr>
        <w:pStyle w:val="Paragraphedeliste"/>
        <w:numPr>
          <w:ilvl w:val="0"/>
          <w:numId w:val="24"/>
        </w:numPr>
        <w:spacing w:before="120"/>
        <w:contextualSpacing w:val="0"/>
      </w:pPr>
      <w:proofErr w:type="gramStart"/>
      <w:r>
        <w:rPr>
          <w:b/>
          <w:bCs/>
          <w:u w:val="single"/>
        </w:rPr>
        <w:t>annexe</w:t>
      </w:r>
      <w:proofErr w:type="gramEnd"/>
      <w:r>
        <w:rPr>
          <w:b/>
          <w:bCs/>
          <w:u w:val="single"/>
        </w:rPr>
        <w:t xml:space="preserve"> n°5 :</w:t>
      </w:r>
      <w:r>
        <w:t xml:space="preserve"> présentation du projet de crèche et plans associés ;</w:t>
      </w:r>
    </w:p>
    <w:p w14:paraId="016A0B49" w14:textId="36D2D1BC" w:rsidR="00FB26FA" w:rsidRDefault="00FB26FA">
      <w:pPr>
        <w:pStyle w:val="Paragraphedeliste"/>
        <w:numPr>
          <w:ilvl w:val="0"/>
          <w:numId w:val="24"/>
        </w:numPr>
        <w:spacing w:before="120"/>
        <w:contextualSpacing w:val="0"/>
      </w:pPr>
      <w:proofErr w:type="gramStart"/>
      <w:r>
        <w:rPr>
          <w:b/>
          <w:bCs/>
          <w:u w:val="single"/>
        </w:rPr>
        <w:t>annexe</w:t>
      </w:r>
      <w:proofErr w:type="gramEnd"/>
      <w:r>
        <w:rPr>
          <w:b/>
          <w:bCs/>
          <w:u w:val="single"/>
        </w:rPr>
        <w:t xml:space="preserve"> n°6 :</w:t>
      </w:r>
      <w:r>
        <w:t xml:space="preserve"> programme technique détaillé (PTD)</w:t>
      </w:r>
      <w:r w:rsidR="00D27A66">
        <w:t>, et tableur annexe précisant notamment la répartition programme/hors programme des acquisitions mobilières ;</w:t>
      </w:r>
    </w:p>
    <w:p w14:paraId="5C3F9FB2" w14:textId="77777777" w:rsidR="00FB26FA" w:rsidRDefault="00FB26FA">
      <w:pPr>
        <w:pStyle w:val="Paragraphedeliste"/>
        <w:numPr>
          <w:ilvl w:val="0"/>
          <w:numId w:val="24"/>
        </w:numPr>
        <w:spacing w:before="120"/>
        <w:contextualSpacing w:val="0"/>
      </w:pPr>
      <w:proofErr w:type="gramStart"/>
      <w:r w:rsidRPr="00E75D55">
        <w:rPr>
          <w:b/>
          <w:bCs/>
          <w:u w:val="single"/>
        </w:rPr>
        <w:t>annexe</w:t>
      </w:r>
      <w:proofErr w:type="gramEnd"/>
      <w:r w:rsidRPr="00E75D55">
        <w:rPr>
          <w:b/>
          <w:bCs/>
          <w:u w:val="single"/>
        </w:rPr>
        <w:t xml:space="preserve"> </w:t>
      </w:r>
      <w:r>
        <w:rPr>
          <w:b/>
          <w:bCs/>
          <w:u w:val="single"/>
        </w:rPr>
        <w:t>n°</w:t>
      </w:r>
      <w:r w:rsidRPr="00E75D55">
        <w:rPr>
          <w:b/>
          <w:bCs/>
          <w:u w:val="single"/>
        </w:rPr>
        <w:t>7</w:t>
      </w:r>
      <w:r>
        <w:rPr>
          <w:b/>
          <w:bCs/>
          <w:u w:val="single"/>
        </w:rPr>
        <w:t> :</w:t>
      </w:r>
      <w:r w:rsidRPr="00E75D55">
        <w:t xml:space="preserve"> </w:t>
      </w:r>
      <w:r>
        <w:t>f</w:t>
      </w:r>
      <w:r w:rsidRPr="00E75D55">
        <w:t>iches techniques par local</w:t>
      </w:r>
      <w:r>
        <w:t> ;</w:t>
      </w:r>
    </w:p>
    <w:p w14:paraId="3576BC76" w14:textId="0AE4CC3E" w:rsidR="007A75D1" w:rsidRDefault="007A75D1">
      <w:pPr>
        <w:pStyle w:val="Paragraphedeliste"/>
        <w:numPr>
          <w:ilvl w:val="0"/>
          <w:numId w:val="24"/>
        </w:numPr>
        <w:spacing w:before="120"/>
        <w:contextualSpacing w:val="0"/>
      </w:pPr>
      <w:proofErr w:type="gramStart"/>
      <w:r>
        <w:rPr>
          <w:b/>
          <w:bCs/>
          <w:u w:val="single"/>
        </w:rPr>
        <w:t>annexe</w:t>
      </w:r>
      <w:proofErr w:type="gramEnd"/>
      <w:r>
        <w:rPr>
          <w:b/>
          <w:bCs/>
          <w:u w:val="single"/>
        </w:rPr>
        <w:t xml:space="preserve"> n°8 :</w:t>
      </w:r>
      <w:r>
        <w:t xml:space="preserve"> plans (</w:t>
      </w:r>
      <w:r>
        <w:rPr>
          <w:i/>
          <w:iCs/>
        </w:rPr>
        <w:t>paysage, RDC et équipements cuisine</w:t>
      </w:r>
      <w:r>
        <w:t>) ;</w:t>
      </w:r>
    </w:p>
    <w:p w14:paraId="5C66A217" w14:textId="71569BE0" w:rsidR="00371AA0" w:rsidRDefault="00371AA0">
      <w:pPr>
        <w:pStyle w:val="Paragraphedeliste"/>
        <w:numPr>
          <w:ilvl w:val="0"/>
          <w:numId w:val="24"/>
        </w:numPr>
        <w:spacing w:before="120"/>
        <w:contextualSpacing w:val="0"/>
      </w:pPr>
      <w:proofErr w:type="gramStart"/>
      <w:r>
        <w:rPr>
          <w:b/>
          <w:bCs/>
          <w:u w:val="single"/>
        </w:rPr>
        <w:t>annexe</w:t>
      </w:r>
      <w:proofErr w:type="gramEnd"/>
      <w:r>
        <w:rPr>
          <w:b/>
          <w:bCs/>
          <w:u w:val="single"/>
        </w:rPr>
        <w:t xml:space="preserve"> n°9 :</w:t>
      </w:r>
      <w:r>
        <w:t xml:space="preserve"> </w:t>
      </w:r>
      <w:r w:rsidR="00B903F8">
        <w:t>r</w:t>
      </w:r>
      <w:r w:rsidR="00B903F8" w:rsidRPr="00B903F8">
        <w:t xml:space="preserve">epérage </w:t>
      </w:r>
      <w:r w:rsidR="00B903F8">
        <w:t xml:space="preserve">des </w:t>
      </w:r>
      <w:r w:rsidR="00B903F8" w:rsidRPr="00B903F8">
        <w:t>équipements cuisine</w:t>
      </w:r>
      <w:r w:rsidR="00B903F8">
        <w:t> ;</w:t>
      </w:r>
    </w:p>
    <w:p w14:paraId="62896DBA" w14:textId="49ACA1B9" w:rsidR="00B903F8" w:rsidRDefault="00B903F8">
      <w:pPr>
        <w:pStyle w:val="Paragraphedeliste"/>
        <w:numPr>
          <w:ilvl w:val="0"/>
          <w:numId w:val="24"/>
        </w:numPr>
        <w:spacing w:before="120"/>
        <w:contextualSpacing w:val="0"/>
      </w:pPr>
      <w:proofErr w:type="gramStart"/>
      <w:r>
        <w:rPr>
          <w:b/>
          <w:bCs/>
          <w:u w:val="single"/>
        </w:rPr>
        <w:t>a</w:t>
      </w:r>
      <w:r w:rsidRPr="00B903F8">
        <w:rPr>
          <w:b/>
          <w:bCs/>
          <w:u w:val="single"/>
        </w:rPr>
        <w:t>nnexe</w:t>
      </w:r>
      <w:proofErr w:type="gramEnd"/>
      <w:r w:rsidRPr="00B903F8">
        <w:rPr>
          <w:b/>
          <w:bCs/>
          <w:u w:val="single"/>
        </w:rPr>
        <w:t xml:space="preserve"> </w:t>
      </w:r>
      <w:r>
        <w:rPr>
          <w:b/>
          <w:bCs/>
          <w:u w:val="single"/>
        </w:rPr>
        <w:t>n°</w:t>
      </w:r>
      <w:r w:rsidRPr="00B903F8">
        <w:rPr>
          <w:b/>
          <w:bCs/>
          <w:u w:val="single"/>
        </w:rPr>
        <w:t>10 :</w:t>
      </w:r>
      <w:r>
        <w:t xml:space="preserve"> l</w:t>
      </w:r>
      <w:r w:rsidRPr="00B903F8">
        <w:t>imites de prestations concédant-concessionnaire</w:t>
      </w:r>
      <w:r>
        <w:t> ;</w:t>
      </w:r>
    </w:p>
    <w:p w14:paraId="0FDE6801" w14:textId="6750AF1A" w:rsidR="00FB26FA" w:rsidRDefault="00FB26FA">
      <w:pPr>
        <w:pStyle w:val="Paragraphedeliste"/>
        <w:numPr>
          <w:ilvl w:val="0"/>
          <w:numId w:val="24"/>
        </w:numPr>
        <w:spacing w:before="120"/>
        <w:contextualSpacing w:val="0"/>
      </w:pPr>
      <w:proofErr w:type="gramStart"/>
      <w:r>
        <w:rPr>
          <w:b/>
          <w:bCs/>
          <w:u w:val="single"/>
        </w:rPr>
        <w:t>annexe</w:t>
      </w:r>
      <w:proofErr w:type="gramEnd"/>
      <w:r>
        <w:rPr>
          <w:b/>
          <w:bCs/>
          <w:u w:val="single"/>
        </w:rPr>
        <w:t xml:space="preserve"> n</w:t>
      </w:r>
      <w:r w:rsidR="00B903F8">
        <w:rPr>
          <w:b/>
          <w:bCs/>
          <w:u w:val="single"/>
        </w:rPr>
        <w:t>°11</w:t>
      </w:r>
      <w:r>
        <w:rPr>
          <w:b/>
          <w:bCs/>
          <w:u w:val="single"/>
        </w:rPr>
        <w:t> :</w:t>
      </w:r>
      <w:r>
        <w:t xml:space="preserve"> proposition de règlement de fonctionnement (</w:t>
      </w:r>
      <w:r>
        <w:rPr>
          <w:i/>
          <w:iCs/>
        </w:rPr>
        <w:t>publiée à titre indicatif</w:t>
      </w:r>
      <w:r>
        <w:t>) ;</w:t>
      </w:r>
    </w:p>
    <w:p w14:paraId="6248A25D" w14:textId="126B40E7" w:rsidR="00FB26FA" w:rsidRDefault="00FB26FA">
      <w:pPr>
        <w:pStyle w:val="Paragraphedeliste"/>
        <w:numPr>
          <w:ilvl w:val="0"/>
          <w:numId w:val="24"/>
        </w:numPr>
        <w:spacing w:before="120"/>
        <w:contextualSpacing w:val="0"/>
      </w:pPr>
      <w:proofErr w:type="gramStart"/>
      <w:r w:rsidRPr="00994F02">
        <w:rPr>
          <w:b/>
          <w:bCs/>
          <w:u w:val="single"/>
        </w:rPr>
        <w:t>annexe</w:t>
      </w:r>
      <w:proofErr w:type="gramEnd"/>
      <w:r w:rsidRPr="00994F02">
        <w:rPr>
          <w:b/>
          <w:bCs/>
          <w:u w:val="single"/>
        </w:rPr>
        <w:t xml:space="preserve"> n°</w:t>
      </w:r>
      <w:r w:rsidR="00B903F8">
        <w:rPr>
          <w:b/>
          <w:bCs/>
          <w:u w:val="single"/>
        </w:rPr>
        <w:t>12</w:t>
      </w:r>
      <w:r>
        <w:rPr>
          <w:b/>
          <w:bCs/>
          <w:u w:val="single"/>
        </w:rPr>
        <w:t> :</w:t>
      </w:r>
      <w:r w:rsidRPr="00994F02">
        <w:t xml:space="preserve"> </w:t>
      </w:r>
      <w:r>
        <w:t>p</w:t>
      </w:r>
      <w:r w:rsidRPr="00994F02">
        <w:t xml:space="preserve">roposition de </w:t>
      </w:r>
      <w:r>
        <w:t>projet d’établissement (</w:t>
      </w:r>
      <w:r>
        <w:rPr>
          <w:i/>
          <w:iCs/>
        </w:rPr>
        <w:t>publiée à titre indicatif</w:t>
      </w:r>
      <w:r>
        <w:t>) ;</w:t>
      </w:r>
      <w:bookmarkStart w:id="149" w:name="_Hlk163215818"/>
    </w:p>
    <w:bookmarkEnd w:id="148"/>
    <w:bookmarkEnd w:id="149"/>
    <w:p w14:paraId="0914A4D9" w14:textId="77777777" w:rsidR="00C070B2" w:rsidRPr="000B27A7" w:rsidRDefault="00C070B2" w:rsidP="00C070B2">
      <w:pPr>
        <w:pStyle w:val="Paragraphedeliste"/>
        <w:numPr>
          <w:ilvl w:val="0"/>
          <w:numId w:val="24"/>
        </w:numPr>
        <w:spacing w:before="120"/>
        <w:contextualSpacing w:val="0"/>
      </w:pPr>
      <w:proofErr w:type="gramStart"/>
      <w:r w:rsidRPr="00AE5D0F">
        <w:rPr>
          <w:b/>
          <w:bCs/>
          <w:u w:val="single"/>
        </w:rPr>
        <w:t>annexe</w:t>
      </w:r>
      <w:proofErr w:type="gramEnd"/>
      <w:r w:rsidRPr="00AE5D0F">
        <w:rPr>
          <w:b/>
          <w:bCs/>
          <w:u w:val="single"/>
        </w:rPr>
        <w:t xml:space="preserve"> n°1</w:t>
      </w:r>
      <w:r>
        <w:rPr>
          <w:b/>
          <w:bCs/>
          <w:u w:val="single"/>
        </w:rPr>
        <w:t>3</w:t>
      </w:r>
      <w:r w:rsidRPr="00AE5D0F">
        <w:rPr>
          <w:b/>
          <w:bCs/>
          <w:u w:val="single"/>
        </w:rPr>
        <w:t> :</w:t>
      </w:r>
      <w:r>
        <w:t xml:space="preserve"> agrément PMI </w:t>
      </w:r>
      <w:r w:rsidRPr="00CC02A2">
        <w:rPr>
          <w:i/>
          <w:iCs/>
        </w:rPr>
        <w:t>(</w:t>
      </w:r>
      <w:r w:rsidRPr="003B2BB2">
        <w:rPr>
          <w:i/>
          <w:iCs/>
        </w:rPr>
        <w:t xml:space="preserve">annexe non publiée dans le cadre de la procédure : </w:t>
      </w:r>
      <w:r>
        <w:rPr>
          <w:i/>
          <w:iCs/>
        </w:rPr>
        <w:t>l’agrément sera à obtenir par le concessionnaire</w:t>
      </w:r>
      <w:r w:rsidRPr="00CC02A2">
        <w:rPr>
          <w:i/>
          <w:iCs/>
        </w:rPr>
        <w:t>)</w:t>
      </w:r>
      <w:r>
        <w:rPr>
          <w:i/>
          <w:iCs/>
        </w:rPr>
        <w:t> ;</w:t>
      </w:r>
    </w:p>
    <w:p w14:paraId="7804C15D" w14:textId="77777777" w:rsidR="00C070B2" w:rsidRPr="005F339E" w:rsidRDefault="00C070B2" w:rsidP="00C070B2">
      <w:pPr>
        <w:pStyle w:val="Paragraphedeliste"/>
        <w:numPr>
          <w:ilvl w:val="0"/>
          <w:numId w:val="24"/>
        </w:numPr>
        <w:spacing w:before="120"/>
        <w:contextualSpacing w:val="0"/>
      </w:pPr>
      <w:proofErr w:type="gramStart"/>
      <w:r w:rsidRPr="00AE5D0F">
        <w:rPr>
          <w:b/>
          <w:bCs/>
          <w:u w:val="single"/>
        </w:rPr>
        <w:t>annexe</w:t>
      </w:r>
      <w:proofErr w:type="gramEnd"/>
      <w:r w:rsidRPr="00AE5D0F">
        <w:rPr>
          <w:b/>
          <w:bCs/>
          <w:u w:val="single"/>
        </w:rPr>
        <w:t xml:space="preserve"> n°1</w:t>
      </w:r>
      <w:r>
        <w:rPr>
          <w:b/>
          <w:bCs/>
          <w:u w:val="single"/>
        </w:rPr>
        <w:t>4</w:t>
      </w:r>
      <w:r w:rsidRPr="00AE5D0F">
        <w:rPr>
          <w:b/>
          <w:bCs/>
          <w:u w:val="single"/>
        </w:rPr>
        <w:t> :</w:t>
      </w:r>
      <w:r>
        <w:t xml:space="preserve"> attestation d’assurance </w:t>
      </w:r>
      <w:r w:rsidRPr="000B27A7">
        <w:rPr>
          <w:i/>
          <w:iCs/>
        </w:rPr>
        <w:t xml:space="preserve">(à fournir par le </w:t>
      </w:r>
      <w:r>
        <w:rPr>
          <w:i/>
          <w:iCs/>
        </w:rPr>
        <w:t>candidat retenu</w:t>
      </w:r>
      <w:r w:rsidRPr="000B27A7">
        <w:rPr>
          <w:i/>
          <w:iCs/>
        </w:rPr>
        <w:t>)</w:t>
      </w:r>
      <w:r>
        <w:rPr>
          <w:i/>
          <w:iCs/>
        </w:rPr>
        <w:t>.</w:t>
      </w:r>
    </w:p>
    <w:p w14:paraId="1383D3D0" w14:textId="77777777" w:rsidR="00FB26FA" w:rsidRDefault="00FB26FA" w:rsidP="00FB26FA"/>
    <w:p w14:paraId="4E002CE3" w14:textId="7F4A88A7" w:rsidR="00411E32" w:rsidRPr="00411E32" w:rsidRDefault="00411E32" w:rsidP="00612675">
      <w:pPr>
        <w:spacing w:before="120"/>
      </w:pPr>
    </w:p>
    <w:sectPr w:rsidR="00411E32" w:rsidRPr="00411E32" w:rsidSect="006267FC">
      <w:headerReference w:type="even" r:id="rId9"/>
      <w:footerReference w:type="default" r:id="rId10"/>
      <w:headerReference w:type="first" r:id="rId11"/>
      <w:pgSz w:w="11906" w:h="16838"/>
      <w:pgMar w:top="1417" w:right="1417" w:bottom="1417" w:left="1417" w:header="708" w:footer="44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3DE35" w14:textId="77777777" w:rsidR="003A523E" w:rsidRDefault="003A523E" w:rsidP="00403553">
      <w:r>
        <w:separator/>
      </w:r>
    </w:p>
  </w:endnote>
  <w:endnote w:type="continuationSeparator" w:id="0">
    <w:p w14:paraId="5BFD5436" w14:textId="77777777" w:rsidR="003A523E" w:rsidRDefault="003A523E" w:rsidP="00403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utura PT Medium">
    <w:panose1 w:val="00000000000000000000"/>
    <w:charset w:val="00"/>
    <w:family w:val="swiss"/>
    <w:notTrueType/>
    <w:pitch w:val="variable"/>
    <w:sig w:usb0="A00002F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3712565"/>
      <w:docPartObj>
        <w:docPartGallery w:val="Page Numbers (Bottom of Page)"/>
        <w:docPartUnique/>
      </w:docPartObj>
    </w:sdtPr>
    <w:sdtEndPr/>
    <w:sdtContent>
      <w:p w14:paraId="15ADD649" w14:textId="77777777" w:rsidR="00403553" w:rsidRDefault="0086641D" w:rsidP="00411E32">
        <w:pPr>
          <w:pStyle w:val="Pieddepage"/>
          <w:jc w:val="center"/>
        </w:pPr>
        <w:r w:rsidRPr="00411E32">
          <w:rPr>
            <w:color w:val="004469"/>
            <w:sz w:val="18"/>
            <w:szCs w:val="20"/>
          </w:rPr>
          <w:fldChar w:fldCharType="begin"/>
        </w:r>
        <w:r w:rsidRPr="00411E32">
          <w:rPr>
            <w:color w:val="004469"/>
            <w:sz w:val="18"/>
            <w:szCs w:val="20"/>
          </w:rPr>
          <w:instrText>PAGE   \* MERGEFORMAT</w:instrText>
        </w:r>
        <w:r w:rsidRPr="00411E32">
          <w:rPr>
            <w:color w:val="004469"/>
            <w:sz w:val="18"/>
            <w:szCs w:val="20"/>
          </w:rPr>
          <w:fldChar w:fldCharType="separate"/>
        </w:r>
        <w:r w:rsidRPr="00411E32">
          <w:rPr>
            <w:color w:val="004469"/>
            <w:sz w:val="18"/>
            <w:szCs w:val="20"/>
          </w:rPr>
          <w:t>2</w:t>
        </w:r>
        <w:r w:rsidRPr="00411E32">
          <w:rPr>
            <w:color w:val="004469"/>
            <w:sz w:val="18"/>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F8E31" w14:textId="77777777" w:rsidR="003A523E" w:rsidRDefault="003A523E" w:rsidP="00403553">
      <w:r>
        <w:separator/>
      </w:r>
    </w:p>
  </w:footnote>
  <w:footnote w:type="continuationSeparator" w:id="0">
    <w:p w14:paraId="47E333ED" w14:textId="77777777" w:rsidR="003A523E" w:rsidRDefault="003A523E" w:rsidP="00403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FB774" w14:textId="77777777" w:rsidR="007B521C" w:rsidRDefault="00A8771F">
    <w:pPr>
      <w:pStyle w:val="En-tte"/>
    </w:pPr>
    <w:r>
      <w:rPr>
        <w:noProof/>
      </w:rPr>
      <w:pict w14:anchorId="088CB0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1514126" o:spid="_x0000_s1026" type="#_x0000_t75" style="position:absolute;left:0;text-align:left;margin-left:0;margin-top:0;width:453.3pt;height:507.25pt;z-index:-251655168;mso-position-horizontal:center;mso-position-horizontal-relative:margin;mso-position-vertical:center;mso-position-vertical-relative:margin" o:allowincell="f">
          <v:imagedata r:id="rId1" o:title="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3C6DB" w14:textId="77777777" w:rsidR="007B521C" w:rsidRDefault="00A8771F">
    <w:pPr>
      <w:pStyle w:val="En-tte"/>
    </w:pPr>
    <w:r>
      <w:rPr>
        <w:noProof/>
      </w:rPr>
      <w:pict w14:anchorId="71EC0B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1514125" o:spid="_x0000_s1025" type="#_x0000_t75" style="position:absolute;left:0;text-align:left;margin-left:0;margin-top:0;width:453.3pt;height:507.25pt;z-index:-251656192;mso-position-horizontal:center;mso-position-horizontal-relative:margin;mso-position-vertical:center;mso-position-vertical-relative:margin" o:allowincell="f">
          <v:imagedata r:id="rId1" o:title="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70677"/>
    <w:multiLevelType w:val="multilevel"/>
    <w:tmpl w:val="774AEC44"/>
    <w:lvl w:ilvl="0">
      <w:start w:val="1"/>
      <w:numFmt w:val="decimal"/>
      <w:pStyle w:val="Titre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F97A5A"/>
    <w:multiLevelType w:val="hybridMultilevel"/>
    <w:tmpl w:val="218EB0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4362A8"/>
    <w:multiLevelType w:val="hybridMultilevel"/>
    <w:tmpl w:val="38C42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DC158A"/>
    <w:multiLevelType w:val="hybridMultilevel"/>
    <w:tmpl w:val="F0B010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2961A7"/>
    <w:multiLevelType w:val="hybridMultilevel"/>
    <w:tmpl w:val="FB4E81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F10662"/>
    <w:multiLevelType w:val="hybridMultilevel"/>
    <w:tmpl w:val="7D3AA8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691861"/>
    <w:multiLevelType w:val="hybridMultilevel"/>
    <w:tmpl w:val="113EBB4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E850AF"/>
    <w:multiLevelType w:val="hybridMultilevel"/>
    <w:tmpl w:val="34F87F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F67C05"/>
    <w:multiLevelType w:val="hybridMultilevel"/>
    <w:tmpl w:val="3DE046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781F62"/>
    <w:multiLevelType w:val="hybridMultilevel"/>
    <w:tmpl w:val="7798A4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4F38D4"/>
    <w:multiLevelType w:val="hybridMultilevel"/>
    <w:tmpl w:val="C53629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81262E"/>
    <w:multiLevelType w:val="hybridMultilevel"/>
    <w:tmpl w:val="D7602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DB56AA"/>
    <w:multiLevelType w:val="hybridMultilevel"/>
    <w:tmpl w:val="08A286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033A65"/>
    <w:multiLevelType w:val="hybridMultilevel"/>
    <w:tmpl w:val="D5FE18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8B7187"/>
    <w:multiLevelType w:val="hybridMultilevel"/>
    <w:tmpl w:val="329E2B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984321"/>
    <w:multiLevelType w:val="hybridMultilevel"/>
    <w:tmpl w:val="234A3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2B26B0B"/>
    <w:multiLevelType w:val="hybridMultilevel"/>
    <w:tmpl w:val="C694B62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BC6F77"/>
    <w:multiLevelType w:val="hybridMultilevel"/>
    <w:tmpl w:val="0C0455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1E2E54"/>
    <w:multiLevelType w:val="hybridMultilevel"/>
    <w:tmpl w:val="F3046E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BE96329"/>
    <w:multiLevelType w:val="hybridMultilevel"/>
    <w:tmpl w:val="F3B068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B94AE8"/>
    <w:multiLevelType w:val="hybridMultilevel"/>
    <w:tmpl w:val="EC148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631675F"/>
    <w:multiLevelType w:val="hybridMultilevel"/>
    <w:tmpl w:val="FE3254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CDE79F0"/>
    <w:multiLevelType w:val="hybridMultilevel"/>
    <w:tmpl w:val="97A411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0126C2D"/>
    <w:multiLevelType w:val="hybridMultilevel"/>
    <w:tmpl w:val="8E68AC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2D575A"/>
    <w:multiLevelType w:val="hybridMultilevel"/>
    <w:tmpl w:val="C896A1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352E1E"/>
    <w:multiLevelType w:val="hybridMultilevel"/>
    <w:tmpl w:val="C83662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945FB8"/>
    <w:multiLevelType w:val="hybridMultilevel"/>
    <w:tmpl w:val="DAF45B5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33A4342"/>
    <w:multiLevelType w:val="hybridMultilevel"/>
    <w:tmpl w:val="FCE0EB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4D15524"/>
    <w:multiLevelType w:val="hybridMultilevel"/>
    <w:tmpl w:val="2F8A46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C3B3B78"/>
    <w:multiLevelType w:val="hybridMultilevel"/>
    <w:tmpl w:val="75AA5F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D9E7A31"/>
    <w:multiLevelType w:val="hybridMultilevel"/>
    <w:tmpl w:val="ECE252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D80178"/>
    <w:multiLevelType w:val="hybridMultilevel"/>
    <w:tmpl w:val="F91C45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F5F2C2D"/>
    <w:multiLevelType w:val="hybridMultilevel"/>
    <w:tmpl w:val="09A450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8"/>
  </w:num>
  <w:num w:numId="3">
    <w:abstractNumId w:val="2"/>
  </w:num>
  <w:num w:numId="4">
    <w:abstractNumId w:val="17"/>
  </w:num>
  <w:num w:numId="5">
    <w:abstractNumId w:val="12"/>
  </w:num>
  <w:num w:numId="6">
    <w:abstractNumId w:val="19"/>
  </w:num>
  <w:num w:numId="7">
    <w:abstractNumId w:val="23"/>
  </w:num>
  <w:num w:numId="8">
    <w:abstractNumId w:val="30"/>
  </w:num>
  <w:num w:numId="9">
    <w:abstractNumId w:val="7"/>
  </w:num>
  <w:num w:numId="10">
    <w:abstractNumId w:val="32"/>
  </w:num>
  <w:num w:numId="11">
    <w:abstractNumId w:val="29"/>
  </w:num>
  <w:num w:numId="12">
    <w:abstractNumId w:val="1"/>
  </w:num>
  <w:num w:numId="13">
    <w:abstractNumId w:val="9"/>
  </w:num>
  <w:num w:numId="14">
    <w:abstractNumId w:val="24"/>
  </w:num>
  <w:num w:numId="15">
    <w:abstractNumId w:val="31"/>
  </w:num>
  <w:num w:numId="16">
    <w:abstractNumId w:val="10"/>
  </w:num>
  <w:num w:numId="17">
    <w:abstractNumId w:val="16"/>
  </w:num>
  <w:num w:numId="18">
    <w:abstractNumId w:val="25"/>
  </w:num>
  <w:num w:numId="19">
    <w:abstractNumId w:val="8"/>
  </w:num>
  <w:num w:numId="20">
    <w:abstractNumId w:val="21"/>
  </w:num>
  <w:num w:numId="21">
    <w:abstractNumId w:val="6"/>
  </w:num>
  <w:num w:numId="22">
    <w:abstractNumId w:val="13"/>
  </w:num>
  <w:num w:numId="23">
    <w:abstractNumId w:val="15"/>
  </w:num>
  <w:num w:numId="24">
    <w:abstractNumId w:val="26"/>
  </w:num>
  <w:num w:numId="25">
    <w:abstractNumId w:val="5"/>
  </w:num>
  <w:num w:numId="26">
    <w:abstractNumId w:val="20"/>
  </w:num>
  <w:num w:numId="27">
    <w:abstractNumId w:val="27"/>
  </w:num>
  <w:num w:numId="28">
    <w:abstractNumId w:val="18"/>
  </w:num>
  <w:num w:numId="29">
    <w:abstractNumId w:val="11"/>
  </w:num>
  <w:num w:numId="30">
    <w:abstractNumId w:val="3"/>
  </w:num>
  <w:num w:numId="31">
    <w:abstractNumId w:val="22"/>
  </w:num>
  <w:num w:numId="32">
    <w:abstractNumId w:val="14"/>
  </w:num>
  <w:num w:numId="33">
    <w:abstractNumId w:val="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E59"/>
    <w:rsid w:val="00001B0D"/>
    <w:rsid w:val="000077A2"/>
    <w:rsid w:val="0002461E"/>
    <w:rsid w:val="000275A3"/>
    <w:rsid w:val="00034719"/>
    <w:rsid w:val="00051194"/>
    <w:rsid w:val="0006715F"/>
    <w:rsid w:val="00072237"/>
    <w:rsid w:val="00081DEF"/>
    <w:rsid w:val="00085FF9"/>
    <w:rsid w:val="000901E3"/>
    <w:rsid w:val="0009430C"/>
    <w:rsid w:val="00097E0B"/>
    <w:rsid w:val="000A0543"/>
    <w:rsid w:val="000B1305"/>
    <w:rsid w:val="000E11D3"/>
    <w:rsid w:val="000E166F"/>
    <w:rsid w:val="000F6E47"/>
    <w:rsid w:val="00104F0A"/>
    <w:rsid w:val="001052B0"/>
    <w:rsid w:val="00107B68"/>
    <w:rsid w:val="001111EA"/>
    <w:rsid w:val="001212EE"/>
    <w:rsid w:val="00126D31"/>
    <w:rsid w:val="00163845"/>
    <w:rsid w:val="00163876"/>
    <w:rsid w:val="00163DBE"/>
    <w:rsid w:val="00170E75"/>
    <w:rsid w:val="00173112"/>
    <w:rsid w:val="00181059"/>
    <w:rsid w:val="00194020"/>
    <w:rsid w:val="001B2E80"/>
    <w:rsid w:val="001B5C44"/>
    <w:rsid w:val="001F4CA6"/>
    <w:rsid w:val="00202BAD"/>
    <w:rsid w:val="002119FF"/>
    <w:rsid w:val="002167CB"/>
    <w:rsid w:val="00217B6C"/>
    <w:rsid w:val="002235B4"/>
    <w:rsid w:val="00226A80"/>
    <w:rsid w:val="00226FDE"/>
    <w:rsid w:val="00265744"/>
    <w:rsid w:val="00266FD5"/>
    <w:rsid w:val="00267BF5"/>
    <w:rsid w:val="00276BDE"/>
    <w:rsid w:val="002877AB"/>
    <w:rsid w:val="002A7458"/>
    <w:rsid w:val="002B13D2"/>
    <w:rsid w:val="002B2DFA"/>
    <w:rsid w:val="002B5689"/>
    <w:rsid w:val="002C1F70"/>
    <w:rsid w:val="002C6258"/>
    <w:rsid w:val="002D6344"/>
    <w:rsid w:val="002E3A0A"/>
    <w:rsid w:val="002E62D9"/>
    <w:rsid w:val="002F16D7"/>
    <w:rsid w:val="002F6F7B"/>
    <w:rsid w:val="0030480E"/>
    <w:rsid w:val="00305BC2"/>
    <w:rsid w:val="00307868"/>
    <w:rsid w:val="00342664"/>
    <w:rsid w:val="00346A4D"/>
    <w:rsid w:val="00352B01"/>
    <w:rsid w:val="00362774"/>
    <w:rsid w:val="0036741E"/>
    <w:rsid w:val="00371AA0"/>
    <w:rsid w:val="003752BC"/>
    <w:rsid w:val="0038018D"/>
    <w:rsid w:val="0038287A"/>
    <w:rsid w:val="00390C21"/>
    <w:rsid w:val="00391618"/>
    <w:rsid w:val="003A523E"/>
    <w:rsid w:val="003B2BB2"/>
    <w:rsid w:val="003B3EA3"/>
    <w:rsid w:val="003B5711"/>
    <w:rsid w:val="003B5F93"/>
    <w:rsid w:val="003C1211"/>
    <w:rsid w:val="003C4376"/>
    <w:rsid w:val="003C5530"/>
    <w:rsid w:val="003D5118"/>
    <w:rsid w:val="003D5DAF"/>
    <w:rsid w:val="003E169F"/>
    <w:rsid w:val="003E6706"/>
    <w:rsid w:val="003F6B4E"/>
    <w:rsid w:val="004004DE"/>
    <w:rsid w:val="00402F22"/>
    <w:rsid w:val="00403553"/>
    <w:rsid w:val="00403670"/>
    <w:rsid w:val="004055CB"/>
    <w:rsid w:val="00411E32"/>
    <w:rsid w:val="004149BD"/>
    <w:rsid w:val="00416BCA"/>
    <w:rsid w:val="00441B52"/>
    <w:rsid w:val="00443E89"/>
    <w:rsid w:val="004541C6"/>
    <w:rsid w:val="004632D3"/>
    <w:rsid w:val="00466381"/>
    <w:rsid w:val="0047619F"/>
    <w:rsid w:val="0048370F"/>
    <w:rsid w:val="00484D39"/>
    <w:rsid w:val="00490FA4"/>
    <w:rsid w:val="004950DE"/>
    <w:rsid w:val="004B36AE"/>
    <w:rsid w:val="004C4C57"/>
    <w:rsid w:val="004D6A81"/>
    <w:rsid w:val="004D725F"/>
    <w:rsid w:val="005240DE"/>
    <w:rsid w:val="00532077"/>
    <w:rsid w:val="00557460"/>
    <w:rsid w:val="00560991"/>
    <w:rsid w:val="00560E1C"/>
    <w:rsid w:val="00561B82"/>
    <w:rsid w:val="00562041"/>
    <w:rsid w:val="00570D5B"/>
    <w:rsid w:val="00573E81"/>
    <w:rsid w:val="00576D83"/>
    <w:rsid w:val="00581445"/>
    <w:rsid w:val="005869EA"/>
    <w:rsid w:val="00590563"/>
    <w:rsid w:val="005A500D"/>
    <w:rsid w:val="005B351C"/>
    <w:rsid w:val="005B4FF5"/>
    <w:rsid w:val="005B642D"/>
    <w:rsid w:val="005D4D84"/>
    <w:rsid w:val="005E359A"/>
    <w:rsid w:val="005F358E"/>
    <w:rsid w:val="005F5357"/>
    <w:rsid w:val="00604572"/>
    <w:rsid w:val="00612675"/>
    <w:rsid w:val="006152B0"/>
    <w:rsid w:val="00622693"/>
    <w:rsid w:val="006267FC"/>
    <w:rsid w:val="0062757B"/>
    <w:rsid w:val="0063378D"/>
    <w:rsid w:val="00635495"/>
    <w:rsid w:val="00644A56"/>
    <w:rsid w:val="00644F09"/>
    <w:rsid w:val="006634F6"/>
    <w:rsid w:val="00686199"/>
    <w:rsid w:val="006A08D2"/>
    <w:rsid w:val="006E492F"/>
    <w:rsid w:val="006F32C4"/>
    <w:rsid w:val="006F580B"/>
    <w:rsid w:val="007121AF"/>
    <w:rsid w:val="007177F7"/>
    <w:rsid w:val="0072219A"/>
    <w:rsid w:val="00744AD5"/>
    <w:rsid w:val="00774716"/>
    <w:rsid w:val="007747A4"/>
    <w:rsid w:val="007802E1"/>
    <w:rsid w:val="00783D3E"/>
    <w:rsid w:val="00784C28"/>
    <w:rsid w:val="007A6B96"/>
    <w:rsid w:val="007A75D1"/>
    <w:rsid w:val="007A7C64"/>
    <w:rsid w:val="007B22AE"/>
    <w:rsid w:val="007B521C"/>
    <w:rsid w:val="007B7DA8"/>
    <w:rsid w:val="007E4B25"/>
    <w:rsid w:val="007F0F7B"/>
    <w:rsid w:val="007F2795"/>
    <w:rsid w:val="007F2EF1"/>
    <w:rsid w:val="007F47D1"/>
    <w:rsid w:val="0080283A"/>
    <w:rsid w:val="00816018"/>
    <w:rsid w:val="00822AFB"/>
    <w:rsid w:val="00823F1D"/>
    <w:rsid w:val="0083069A"/>
    <w:rsid w:val="00832CF6"/>
    <w:rsid w:val="00836991"/>
    <w:rsid w:val="0085363C"/>
    <w:rsid w:val="00855572"/>
    <w:rsid w:val="00860061"/>
    <w:rsid w:val="0086221A"/>
    <w:rsid w:val="00863756"/>
    <w:rsid w:val="0086641D"/>
    <w:rsid w:val="0086723A"/>
    <w:rsid w:val="00870F20"/>
    <w:rsid w:val="00874B28"/>
    <w:rsid w:val="00881AF7"/>
    <w:rsid w:val="008A5065"/>
    <w:rsid w:val="008A7094"/>
    <w:rsid w:val="008B1263"/>
    <w:rsid w:val="008B3ED8"/>
    <w:rsid w:val="008B6729"/>
    <w:rsid w:val="008C3095"/>
    <w:rsid w:val="008E0799"/>
    <w:rsid w:val="008E0E56"/>
    <w:rsid w:val="008F1222"/>
    <w:rsid w:val="008F1D26"/>
    <w:rsid w:val="008F29B1"/>
    <w:rsid w:val="008F789F"/>
    <w:rsid w:val="00903A1E"/>
    <w:rsid w:val="00910781"/>
    <w:rsid w:val="00926C85"/>
    <w:rsid w:val="009306C3"/>
    <w:rsid w:val="009337AE"/>
    <w:rsid w:val="0095397C"/>
    <w:rsid w:val="00971355"/>
    <w:rsid w:val="00973C97"/>
    <w:rsid w:val="00980678"/>
    <w:rsid w:val="00997F48"/>
    <w:rsid w:val="009A6A2C"/>
    <w:rsid w:val="009A74BD"/>
    <w:rsid w:val="009A79EE"/>
    <w:rsid w:val="009B1113"/>
    <w:rsid w:val="009D07F8"/>
    <w:rsid w:val="009E6160"/>
    <w:rsid w:val="009F543E"/>
    <w:rsid w:val="00A07659"/>
    <w:rsid w:val="00A07840"/>
    <w:rsid w:val="00A21052"/>
    <w:rsid w:val="00A22EE8"/>
    <w:rsid w:val="00A23305"/>
    <w:rsid w:val="00A33380"/>
    <w:rsid w:val="00A43177"/>
    <w:rsid w:val="00A503E5"/>
    <w:rsid w:val="00A610BA"/>
    <w:rsid w:val="00A71974"/>
    <w:rsid w:val="00A8060E"/>
    <w:rsid w:val="00A8771F"/>
    <w:rsid w:val="00A925F9"/>
    <w:rsid w:val="00A93255"/>
    <w:rsid w:val="00A93E8E"/>
    <w:rsid w:val="00AB231D"/>
    <w:rsid w:val="00AB5195"/>
    <w:rsid w:val="00AC59AA"/>
    <w:rsid w:val="00AD59B8"/>
    <w:rsid w:val="00AD5D50"/>
    <w:rsid w:val="00AD6BEF"/>
    <w:rsid w:val="00B01F57"/>
    <w:rsid w:val="00B02A44"/>
    <w:rsid w:val="00B10FE2"/>
    <w:rsid w:val="00B3745B"/>
    <w:rsid w:val="00B44919"/>
    <w:rsid w:val="00B45096"/>
    <w:rsid w:val="00B4539A"/>
    <w:rsid w:val="00B6629B"/>
    <w:rsid w:val="00B75EC7"/>
    <w:rsid w:val="00B84522"/>
    <w:rsid w:val="00B903F8"/>
    <w:rsid w:val="00B91813"/>
    <w:rsid w:val="00BA1C98"/>
    <w:rsid w:val="00BA32E7"/>
    <w:rsid w:val="00BB1170"/>
    <w:rsid w:val="00BB4BA6"/>
    <w:rsid w:val="00BD5639"/>
    <w:rsid w:val="00BD6F16"/>
    <w:rsid w:val="00BE2897"/>
    <w:rsid w:val="00BF31E3"/>
    <w:rsid w:val="00BF5190"/>
    <w:rsid w:val="00BF718E"/>
    <w:rsid w:val="00C0468C"/>
    <w:rsid w:val="00C070B2"/>
    <w:rsid w:val="00C12D7B"/>
    <w:rsid w:val="00C223E4"/>
    <w:rsid w:val="00C35296"/>
    <w:rsid w:val="00C45292"/>
    <w:rsid w:val="00C547C9"/>
    <w:rsid w:val="00CB2A02"/>
    <w:rsid w:val="00CC061A"/>
    <w:rsid w:val="00CC7CAD"/>
    <w:rsid w:val="00CD0B67"/>
    <w:rsid w:val="00D0542A"/>
    <w:rsid w:val="00D17A45"/>
    <w:rsid w:val="00D27A66"/>
    <w:rsid w:val="00D42403"/>
    <w:rsid w:val="00D47FC6"/>
    <w:rsid w:val="00D63C6C"/>
    <w:rsid w:val="00D71009"/>
    <w:rsid w:val="00D73154"/>
    <w:rsid w:val="00D84B50"/>
    <w:rsid w:val="00DA2435"/>
    <w:rsid w:val="00DC4B9F"/>
    <w:rsid w:val="00DE3E59"/>
    <w:rsid w:val="00DF096F"/>
    <w:rsid w:val="00DF4DD5"/>
    <w:rsid w:val="00E23104"/>
    <w:rsid w:val="00E359BD"/>
    <w:rsid w:val="00E45DDE"/>
    <w:rsid w:val="00E538A2"/>
    <w:rsid w:val="00E659E4"/>
    <w:rsid w:val="00E73E35"/>
    <w:rsid w:val="00E76422"/>
    <w:rsid w:val="00E81472"/>
    <w:rsid w:val="00E848EC"/>
    <w:rsid w:val="00E87A73"/>
    <w:rsid w:val="00E96336"/>
    <w:rsid w:val="00EA031E"/>
    <w:rsid w:val="00EA04EA"/>
    <w:rsid w:val="00EA128F"/>
    <w:rsid w:val="00EA30E5"/>
    <w:rsid w:val="00EA5344"/>
    <w:rsid w:val="00EA66D8"/>
    <w:rsid w:val="00EC36FE"/>
    <w:rsid w:val="00EE7876"/>
    <w:rsid w:val="00F06FC3"/>
    <w:rsid w:val="00F13E55"/>
    <w:rsid w:val="00F17AB4"/>
    <w:rsid w:val="00F2245A"/>
    <w:rsid w:val="00F31B35"/>
    <w:rsid w:val="00F37D53"/>
    <w:rsid w:val="00F44059"/>
    <w:rsid w:val="00F54EF3"/>
    <w:rsid w:val="00F6649A"/>
    <w:rsid w:val="00F667E1"/>
    <w:rsid w:val="00F809AD"/>
    <w:rsid w:val="00FB26FA"/>
    <w:rsid w:val="00FB31A5"/>
    <w:rsid w:val="00FB3C25"/>
    <w:rsid w:val="00FB7856"/>
    <w:rsid w:val="00FC286E"/>
    <w:rsid w:val="00FD06F3"/>
    <w:rsid w:val="00FD6128"/>
    <w:rsid w:val="00FF25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8979EF"/>
  <w15:chartTrackingRefBased/>
  <w15:docId w15:val="{8311BFE8-F33D-4CDB-9964-433000F36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4DE"/>
    <w:pPr>
      <w:spacing w:after="0" w:line="240" w:lineRule="auto"/>
      <w:jc w:val="both"/>
    </w:pPr>
    <w:rPr>
      <w:rFonts w:ascii="Arial" w:hAnsi="Arial"/>
      <w:sz w:val="20"/>
    </w:rPr>
  </w:style>
  <w:style w:type="paragraph" w:styleId="Titre1">
    <w:name w:val="heading 1"/>
    <w:basedOn w:val="Normal"/>
    <w:next w:val="Normal"/>
    <w:link w:val="Titre1Car"/>
    <w:autoRedefine/>
    <w:uiPriority w:val="9"/>
    <w:qFormat/>
    <w:rsid w:val="00863756"/>
    <w:pPr>
      <w:keepNext/>
      <w:keepLines/>
      <w:numPr>
        <w:numId w:val="1"/>
      </w:numPr>
      <w:spacing w:before="240"/>
      <w:outlineLvl w:val="0"/>
    </w:pPr>
    <w:rPr>
      <w:rFonts w:eastAsiaTheme="majorEastAsia" w:cstheme="majorBidi"/>
      <w:b/>
      <w:bCs/>
      <w:color w:val="004469"/>
      <w:sz w:val="32"/>
      <w:szCs w:val="32"/>
    </w:rPr>
  </w:style>
  <w:style w:type="paragraph" w:styleId="Titre2">
    <w:name w:val="heading 2"/>
    <w:basedOn w:val="Normal"/>
    <w:next w:val="Normal"/>
    <w:link w:val="Titre2Car"/>
    <w:autoRedefine/>
    <w:uiPriority w:val="9"/>
    <w:unhideWhenUsed/>
    <w:qFormat/>
    <w:rsid w:val="00390C21"/>
    <w:pPr>
      <w:keepNext/>
      <w:keepLines/>
      <w:spacing w:before="40"/>
      <w:outlineLvl w:val="1"/>
    </w:pPr>
    <w:rPr>
      <w:rFonts w:eastAsiaTheme="majorEastAsia" w:cstheme="majorBidi"/>
      <w:color w:val="4472C4" w:themeColor="accent1"/>
      <w:sz w:val="26"/>
      <w:szCs w:val="26"/>
    </w:rPr>
  </w:style>
  <w:style w:type="paragraph" w:styleId="Titre3">
    <w:name w:val="heading 3"/>
    <w:basedOn w:val="Normal"/>
    <w:next w:val="Normal"/>
    <w:link w:val="Titre3Car"/>
    <w:uiPriority w:val="9"/>
    <w:unhideWhenUsed/>
    <w:qFormat/>
    <w:rsid w:val="007A6B96"/>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9"/>
    <w:qFormat/>
    <w:rsid w:val="009B1113"/>
    <w:pPr>
      <w:overflowPunct w:val="0"/>
      <w:autoSpaceDE w:val="0"/>
      <w:autoSpaceDN w:val="0"/>
      <w:adjustRightInd w:val="0"/>
      <w:spacing w:before="120" w:line="288" w:lineRule="auto"/>
      <w:textAlignment w:val="baseline"/>
      <w:outlineLvl w:val="4"/>
    </w:pPr>
    <w:rPr>
      <w:rFonts w:ascii="Calibri" w:eastAsia="Times New Roman" w:hAnsi="Calibri" w:cs="Times New Roman"/>
      <w:b/>
      <w:i/>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3553"/>
    <w:pPr>
      <w:tabs>
        <w:tab w:val="center" w:pos="4536"/>
        <w:tab w:val="right" w:pos="9072"/>
      </w:tabs>
    </w:pPr>
  </w:style>
  <w:style w:type="character" w:customStyle="1" w:styleId="En-tteCar">
    <w:name w:val="En-tête Car"/>
    <w:basedOn w:val="Policepardfaut"/>
    <w:link w:val="En-tte"/>
    <w:uiPriority w:val="99"/>
    <w:rsid w:val="00403553"/>
    <w:rPr>
      <w:rFonts w:ascii="Futura PT Medium" w:hAnsi="Futura PT Medium"/>
      <w:sz w:val="18"/>
    </w:rPr>
  </w:style>
  <w:style w:type="paragraph" w:styleId="Pieddepage">
    <w:name w:val="footer"/>
    <w:basedOn w:val="Normal"/>
    <w:link w:val="PieddepageCar"/>
    <w:uiPriority w:val="99"/>
    <w:unhideWhenUsed/>
    <w:rsid w:val="00403553"/>
    <w:pPr>
      <w:tabs>
        <w:tab w:val="center" w:pos="4536"/>
        <w:tab w:val="right" w:pos="9072"/>
      </w:tabs>
    </w:pPr>
  </w:style>
  <w:style w:type="character" w:customStyle="1" w:styleId="PieddepageCar">
    <w:name w:val="Pied de page Car"/>
    <w:basedOn w:val="Policepardfaut"/>
    <w:link w:val="Pieddepage"/>
    <w:uiPriority w:val="99"/>
    <w:rsid w:val="00403553"/>
    <w:rPr>
      <w:rFonts w:ascii="Futura PT Medium" w:hAnsi="Futura PT Medium"/>
      <w:sz w:val="18"/>
    </w:rPr>
  </w:style>
  <w:style w:type="paragraph" w:styleId="Sansinterligne">
    <w:name w:val="No Spacing"/>
    <w:link w:val="SansinterligneCar"/>
    <w:uiPriority w:val="1"/>
    <w:qFormat/>
    <w:rsid w:val="00B9181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B91813"/>
    <w:rPr>
      <w:rFonts w:eastAsiaTheme="minorEastAsia"/>
      <w:lang w:eastAsia="fr-FR"/>
    </w:rPr>
  </w:style>
  <w:style w:type="paragraph" w:styleId="Titre">
    <w:name w:val="Title"/>
    <w:basedOn w:val="Normal"/>
    <w:next w:val="Normal"/>
    <w:link w:val="TitreCar"/>
    <w:uiPriority w:val="10"/>
    <w:qFormat/>
    <w:rsid w:val="00B91813"/>
    <w:pPr>
      <w:spacing w:line="216" w:lineRule="auto"/>
      <w:contextualSpacing/>
    </w:pPr>
    <w:rPr>
      <w:rFonts w:asciiTheme="majorHAnsi" w:eastAsiaTheme="majorEastAsia" w:hAnsiTheme="majorHAnsi" w:cstheme="majorBidi"/>
      <w:color w:val="404040" w:themeColor="text1" w:themeTint="BF"/>
      <w:spacing w:val="-10"/>
      <w:kern w:val="28"/>
      <w:sz w:val="56"/>
      <w:szCs w:val="56"/>
      <w:lang w:eastAsia="fr-FR"/>
    </w:rPr>
  </w:style>
  <w:style w:type="character" w:customStyle="1" w:styleId="TitreCar">
    <w:name w:val="Titre Car"/>
    <w:basedOn w:val="Policepardfaut"/>
    <w:link w:val="Titre"/>
    <w:uiPriority w:val="10"/>
    <w:rsid w:val="00B91813"/>
    <w:rPr>
      <w:rFonts w:asciiTheme="majorHAnsi" w:eastAsiaTheme="majorEastAsia" w:hAnsiTheme="majorHAnsi" w:cstheme="majorBidi"/>
      <w:color w:val="404040" w:themeColor="text1" w:themeTint="BF"/>
      <w:spacing w:val="-10"/>
      <w:kern w:val="28"/>
      <w:sz w:val="56"/>
      <w:szCs w:val="56"/>
      <w:lang w:eastAsia="fr-FR"/>
    </w:rPr>
  </w:style>
  <w:style w:type="paragraph" w:styleId="Sous-titre">
    <w:name w:val="Subtitle"/>
    <w:basedOn w:val="Normal"/>
    <w:next w:val="Normal"/>
    <w:link w:val="Sous-titreCar"/>
    <w:uiPriority w:val="11"/>
    <w:qFormat/>
    <w:rsid w:val="00B91813"/>
    <w:pPr>
      <w:numPr>
        <w:ilvl w:val="1"/>
      </w:numPr>
      <w:spacing w:after="160" w:line="259" w:lineRule="auto"/>
    </w:pPr>
    <w:rPr>
      <w:rFonts w:asciiTheme="minorHAnsi" w:eastAsiaTheme="minorEastAsia" w:hAnsiTheme="minorHAnsi" w:cs="Times New Roman"/>
      <w:color w:val="5A5A5A" w:themeColor="text1" w:themeTint="A5"/>
      <w:spacing w:val="15"/>
      <w:sz w:val="22"/>
      <w:lang w:eastAsia="fr-FR"/>
    </w:rPr>
  </w:style>
  <w:style w:type="character" w:customStyle="1" w:styleId="Sous-titreCar">
    <w:name w:val="Sous-titre Car"/>
    <w:basedOn w:val="Policepardfaut"/>
    <w:link w:val="Sous-titre"/>
    <w:uiPriority w:val="11"/>
    <w:rsid w:val="00B91813"/>
    <w:rPr>
      <w:rFonts w:eastAsiaTheme="minorEastAsia" w:cs="Times New Roman"/>
      <w:color w:val="5A5A5A" w:themeColor="text1" w:themeTint="A5"/>
      <w:spacing w:val="15"/>
      <w:lang w:eastAsia="fr-FR"/>
    </w:rPr>
  </w:style>
  <w:style w:type="character" w:customStyle="1" w:styleId="Titre5Car">
    <w:name w:val="Titre 5 Car"/>
    <w:basedOn w:val="Policepardfaut"/>
    <w:link w:val="Titre5"/>
    <w:uiPriority w:val="99"/>
    <w:rsid w:val="009B1113"/>
    <w:rPr>
      <w:rFonts w:ascii="Calibri" w:eastAsia="Times New Roman" w:hAnsi="Calibri" w:cs="Times New Roman"/>
      <w:b/>
      <w:i/>
      <w:szCs w:val="20"/>
    </w:rPr>
  </w:style>
  <w:style w:type="character" w:styleId="Lienhypertexte">
    <w:name w:val="Hyperlink"/>
    <w:uiPriority w:val="99"/>
    <w:rsid w:val="009B1113"/>
    <w:rPr>
      <w:rFonts w:cs="Times New Roman"/>
      <w:color w:val="000080"/>
      <w:u w:val="single"/>
    </w:rPr>
  </w:style>
  <w:style w:type="character" w:styleId="Textedelespacerserv">
    <w:name w:val="Placeholder Text"/>
    <w:basedOn w:val="Policepardfaut"/>
    <w:uiPriority w:val="99"/>
    <w:semiHidden/>
    <w:rsid w:val="0086641D"/>
    <w:rPr>
      <w:color w:val="808080"/>
    </w:rPr>
  </w:style>
  <w:style w:type="character" w:customStyle="1" w:styleId="Titre1Car">
    <w:name w:val="Titre 1 Car"/>
    <w:basedOn w:val="Policepardfaut"/>
    <w:link w:val="Titre1"/>
    <w:uiPriority w:val="9"/>
    <w:rsid w:val="00863756"/>
    <w:rPr>
      <w:rFonts w:ascii="Arial" w:eastAsiaTheme="majorEastAsia" w:hAnsi="Arial" w:cstheme="majorBidi"/>
      <w:b/>
      <w:bCs/>
      <w:color w:val="004469"/>
      <w:sz w:val="32"/>
      <w:szCs w:val="32"/>
    </w:rPr>
  </w:style>
  <w:style w:type="paragraph" w:styleId="En-ttedetabledesmatires">
    <w:name w:val="TOC Heading"/>
    <w:basedOn w:val="Titre1"/>
    <w:next w:val="Normal"/>
    <w:uiPriority w:val="39"/>
    <w:unhideWhenUsed/>
    <w:qFormat/>
    <w:rsid w:val="0086641D"/>
    <w:pPr>
      <w:spacing w:line="259" w:lineRule="auto"/>
      <w:outlineLvl w:val="9"/>
    </w:pPr>
    <w:rPr>
      <w:lang w:eastAsia="fr-FR"/>
    </w:rPr>
  </w:style>
  <w:style w:type="table" w:styleId="Grilledutableau">
    <w:name w:val="Table Grid"/>
    <w:aliases w:val="Tableau IDRA,GT0,CV1,chiffres,Bordure,Encadré"/>
    <w:basedOn w:val="TableauNormal"/>
    <w:uiPriority w:val="59"/>
    <w:rsid w:val="00863756"/>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DA2435"/>
    <w:pPr>
      <w:spacing w:after="100"/>
    </w:pPr>
  </w:style>
  <w:style w:type="character" w:customStyle="1" w:styleId="Titre2Car">
    <w:name w:val="Titre 2 Car"/>
    <w:basedOn w:val="Policepardfaut"/>
    <w:link w:val="Titre2"/>
    <w:uiPriority w:val="9"/>
    <w:rsid w:val="00390C21"/>
    <w:rPr>
      <w:rFonts w:ascii="Arial" w:eastAsiaTheme="majorEastAsia" w:hAnsi="Arial" w:cstheme="majorBidi"/>
      <w:color w:val="4472C4" w:themeColor="accent1"/>
      <w:sz w:val="26"/>
      <w:szCs w:val="26"/>
    </w:rPr>
  </w:style>
  <w:style w:type="paragraph" w:styleId="Paragraphedeliste">
    <w:name w:val="List Paragraph"/>
    <w:aliases w:val="Puce focus,Contact,calia titre 3,texte de base,lp1,Bullet OSM,MSA_EDF_Bullet3,TOC style,AMR Paragraphe de liste 1er niveau,Source,Colorful List - Accent 11,List Paragraph3,List Paragraph2,Bull - Bullet niveau 1,Niveau1,ARS Puces,norm"/>
    <w:basedOn w:val="Normal"/>
    <w:link w:val="ParagraphedelisteCar"/>
    <w:qFormat/>
    <w:rsid w:val="005869EA"/>
    <w:pPr>
      <w:ind w:left="720"/>
      <w:contextualSpacing/>
    </w:pPr>
  </w:style>
  <w:style w:type="character" w:styleId="Mentionnonrsolue">
    <w:name w:val="Unresolved Mention"/>
    <w:basedOn w:val="Policepardfaut"/>
    <w:uiPriority w:val="99"/>
    <w:semiHidden/>
    <w:unhideWhenUsed/>
    <w:rsid w:val="0036741E"/>
    <w:rPr>
      <w:color w:val="605E5C"/>
      <w:shd w:val="clear" w:color="auto" w:fill="E1DFDD"/>
    </w:rPr>
  </w:style>
  <w:style w:type="character" w:styleId="Lienhypertextesuivivisit">
    <w:name w:val="FollowedHyperlink"/>
    <w:basedOn w:val="Policepardfaut"/>
    <w:uiPriority w:val="99"/>
    <w:semiHidden/>
    <w:unhideWhenUsed/>
    <w:rsid w:val="0036741E"/>
    <w:rPr>
      <w:color w:val="954F72" w:themeColor="followedHyperlink"/>
      <w:u w:val="single"/>
    </w:rPr>
  </w:style>
  <w:style w:type="paragraph" w:styleId="TM2">
    <w:name w:val="toc 2"/>
    <w:basedOn w:val="Normal"/>
    <w:next w:val="Normal"/>
    <w:autoRedefine/>
    <w:uiPriority w:val="39"/>
    <w:unhideWhenUsed/>
    <w:rsid w:val="0080283A"/>
    <w:pPr>
      <w:spacing w:after="100"/>
      <w:ind w:left="200"/>
    </w:pPr>
  </w:style>
  <w:style w:type="character" w:customStyle="1" w:styleId="ParagraphedelisteCar">
    <w:name w:val="Paragraphe de liste Car"/>
    <w:aliases w:val="Puce focus Car,Contact Car,calia titre 3 Car,texte de base Car,lp1 Car,Bullet OSM Car,MSA_EDF_Bullet3 Car,TOC style Car,AMR Paragraphe de liste 1er niveau Car,Source Car,Colorful List - Accent 11 Car,List Paragraph3 Car,norm Car"/>
    <w:link w:val="Paragraphedeliste"/>
    <w:qFormat/>
    <w:locked/>
    <w:rsid w:val="003B3EA3"/>
    <w:rPr>
      <w:rFonts w:ascii="Arial" w:hAnsi="Arial"/>
      <w:sz w:val="20"/>
    </w:rPr>
  </w:style>
  <w:style w:type="character" w:customStyle="1" w:styleId="Titre3Car">
    <w:name w:val="Titre 3 Car"/>
    <w:basedOn w:val="Policepardfaut"/>
    <w:link w:val="Titre3"/>
    <w:uiPriority w:val="9"/>
    <w:rsid w:val="007A6B96"/>
    <w:rPr>
      <w:rFonts w:asciiTheme="majorHAnsi" w:eastAsiaTheme="majorEastAsia" w:hAnsiTheme="majorHAnsi" w:cstheme="majorBidi"/>
      <w:color w:val="1F3763" w:themeColor="accent1" w:themeShade="7F"/>
      <w:sz w:val="24"/>
      <w:szCs w:val="24"/>
    </w:rPr>
  </w:style>
  <w:style w:type="paragraph" w:styleId="TM3">
    <w:name w:val="toc 3"/>
    <w:basedOn w:val="Normal"/>
    <w:next w:val="Normal"/>
    <w:autoRedefine/>
    <w:uiPriority w:val="39"/>
    <w:unhideWhenUsed/>
    <w:rsid w:val="00A07840"/>
    <w:pPr>
      <w:spacing w:after="100"/>
      <w:ind w:left="400"/>
    </w:pPr>
  </w:style>
  <w:style w:type="paragraph" w:styleId="TM4">
    <w:name w:val="toc 4"/>
    <w:basedOn w:val="Normal"/>
    <w:next w:val="Normal"/>
    <w:autoRedefine/>
    <w:uiPriority w:val="39"/>
    <w:unhideWhenUsed/>
    <w:rsid w:val="00A07840"/>
    <w:pPr>
      <w:spacing w:after="100" w:line="259" w:lineRule="auto"/>
      <w:ind w:left="66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A07840"/>
    <w:pPr>
      <w:spacing w:after="100" w:line="259" w:lineRule="auto"/>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A07840"/>
    <w:pPr>
      <w:spacing w:after="100" w:line="259" w:lineRule="auto"/>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A07840"/>
    <w:pPr>
      <w:spacing w:after="100" w:line="259" w:lineRule="auto"/>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A07840"/>
    <w:pPr>
      <w:spacing w:after="100" w:line="259" w:lineRule="auto"/>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A07840"/>
    <w:pPr>
      <w:spacing w:after="100" w:line="259" w:lineRule="auto"/>
      <w:ind w:left="1760"/>
      <w:jc w:val="left"/>
    </w:pPr>
    <w:rPr>
      <w:rFonts w:asciiTheme="minorHAnsi" w:eastAsiaTheme="minorEastAsia" w:hAnsiTheme="minorHAnsi"/>
      <w:sz w:val="22"/>
      <w:lang w:eastAsia="fr-FR"/>
    </w:rPr>
  </w:style>
  <w:style w:type="character" w:styleId="Marquedecommentaire">
    <w:name w:val="annotation reference"/>
    <w:basedOn w:val="Policepardfaut"/>
    <w:uiPriority w:val="99"/>
    <w:semiHidden/>
    <w:unhideWhenUsed/>
    <w:rsid w:val="00F37D53"/>
    <w:rPr>
      <w:sz w:val="16"/>
      <w:szCs w:val="16"/>
    </w:rPr>
  </w:style>
  <w:style w:type="paragraph" w:styleId="Commentaire">
    <w:name w:val="annotation text"/>
    <w:basedOn w:val="Normal"/>
    <w:link w:val="CommentaireCar"/>
    <w:uiPriority w:val="99"/>
    <w:semiHidden/>
    <w:unhideWhenUsed/>
    <w:rsid w:val="00F37D53"/>
    <w:rPr>
      <w:szCs w:val="20"/>
    </w:rPr>
  </w:style>
  <w:style w:type="character" w:customStyle="1" w:styleId="CommentaireCar">
    <w:name w:val="Commentaire Car"/>
    <w:basedOn w:val="Policepardfaut"/>
    <w:link w:val="Commentaire"/>
    <w:uiPriority w:val="99"/>
    <w:semiHidden/>
    <w:rsid w:val="00F37D5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F37D53"/>
    <w:rPr>
      <w:b/>
      <w:bCs/>
    </w:rPr>
  </w:style>
  <w:style w:type="character" w:customStyle="1" w:styleId="ObjetducommentaireCar">
    <w:name w:val="Objet du commentaire Car"/>
    <w:basedOn w:val="CommentaireCar"/>
    <w:link w:val="Objetducommentaire"/>
    <w:uiPriority w:val="99"/>
    <w:semiHidden/>
    <w:rsid w:val="00F37D53"/>
    <w:rPr>
      <w:rFonts w:ascii="Arial" w:hAnsi="Arial"/>
      <w:b/>
      <w:bCs/>
      <w:sz w:val="20"/>
      <w:szCs w:val="20"/>
    </w:rPr>
  </w:style>
  <w:style w:type="paragraph" w:customStyle="1" w:styleId="texte1x">
    <w:name w:val="texte 1.x"/>
    <w:basedOn w:val="Normal"/>
    <w:qFormat/>
    <w:rsid w:val="00441B52"/>
    <w:pPr>
      <w:suppressAutoHyphens/>
      <w:spacing w:before="120" w:after="120"/>
      <w:ind w:left="567"/>
    </w:pPr>
    <w:rPr>
      <w:rFonts w:eastAsia="Times New Roman" w:cs="Times New Roman"/>
      <w:sz w:val="22"/>
      <w:szCs w:val="20"/>
      <w:lang w:eastAsia="fr-FR"/>
    </w:rPr>
  </w:style>
  <w:style w:type="paragraph" w:customStyle="1" w:styleId="Enumration">
    <w:name w:val="Enumération"/>
    <w:basedOn w:val="Normal"/>
    <w:qFormat/>
    <w:rsid w:val="00441B52"/>
    <w:pPr>
      <w:keepLines/>
      <w:suppressAutoHyphens/>
      <w:ind w:left="1474" w:hanging="340"/>
    </w:pPr>
    <w:rPr>
      <w:rFonts w:eastAsia="Times New Roman" w:cs="Times New Roman"/>
      <w:szCs w:val="20"/>
      <w:lang w:eastAsia="fr-FR"/>
    </w:rPr>
  </w:style>
  <w:style w:type="paragraph" w:styleId="Rvision">
    <w:name w:val="Revision"/>
    <w:hidden/>
    <w:uiPriority w:val="99"/>
    <w:semiHidden/>
    <w:rsid w:val="00B02A4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546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cantine.beta.gouv.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cel\Documents\Mod&#232;les%20Office%20personnalis&#233;s\Propa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EAA87-B70A-48CA-B9A2-5F36D24D7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Propale</Template>
  <TotalTime>26</TotalTime>
  <Pages>44</Pages>
  <Words>16413</Words>
  <Characters>90277</Characters>
  <Application>Microsoft Office Word</Application>
  <DocSecurity>0</DocSecurity>
  <Lines>752</Lines>
  <Paragraphs>212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Jocelyn BERNARD</dc:creator>
  <cp:keywords/>
  <dc:description/>
  <cp:lastModifiedBy>ALEXANDRA ELBE</cp:lastModifiedBy>
  <cp:revision>12</cp:revision>
  <dcterms:created xsi:type="dcterms:W3CDTF">2025-01-14T17:12:00Z</dcterms:created>
  <dcterms:modified xsi:type="dcterms:W3CDTF">2025-02-25T15:12:00Z</dcterms:modified>
</cp:coreProperties>
</file>