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AC7BFA" w:rsidRDefault="00AC7BFA" w:rsidP="00AC7BFA">
      <w:pPr>
        <w:pStyle w:val="RedTitre1"/>
        <w:keepNext/>
        <w:framePr w:hSpace="0" w:wrap="auto" w:vAnchor="margin" w:xAlign="left" w:yAlign="inline"/>
        <w:widowControl/>
      </w:pPr>
      <w:r w:rsidRPr="00480DD0">
        <w:t xml:space="preserve">Travaux d'adaptation, de maintenance et de réparation </w:t>
      </w:r>
      <w:r>
        <w:t>de plomberie sanitaires</w:t>
      </w:r>
    </w:p>
    <w:p w:rsidR="00AC7BFA" w:rsidRDefault="00AC7BFA" w:rsidP="00AC7BFA">
      <w:pPr>
        <w:pStyle w:val="RedTitre1"/>
        <w:keepNext/>
        <w:framePr w:hSpace="0" w:wrap="auto" w:vAnchor="margin" w:xAlign="left" w:yAlign="inline"/>
        <w:widowControl/>
      </w:pPr>
      <w:proofErr w:type="gramStart"/>
      <w:r>
        <w:t>des</w:t>
      </w:r>
      <w:proofErr w:type="gramEnd"/>
      <w:r>
        <w:t xml:space="preserve"> bâtiments, installations et infrastructures. </w:t>
      </w:r>
    </w:p>
    <w:p w:rsidR="007411D9" w:rsidRPr="009D2399" w:rsidRDefault="007411D9">
      <w:pPr>
        <w:rPr>
          <w:rFonts w:ascii="Arial" w:hAnsi="Arial" w:cs="Arial"/>
          <w:b/>
          <w:bCs/>
        </w:rPr>
      </w:pPr>
      <w:bookmarkStart w:id="0" w:name="_GoBack"/>
      <w:bookmarkEnd w:id="0"/>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C7BFA">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C7BF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AC7BFA">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C7BFA">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C7BFA">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C7BF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C7BF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C7BF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C7BF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C7BFA">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C7BFA">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C7BFA">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291" w:rsidRDefault="00D37291">
      <w:r>
        <w:separator/>
      </w:r>
    </w:p>
  </w:endnote>
  <w:endnote w:type="continuationSeparator" w:id="0">
    <w:p w:rsidR="00D37291" w:rsidRDefault="00D37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B2D6E">
          <w:pPr>
            <w:jc w:val="center"/>
            <w:rPr>
              <w:rFonts w:ascii="Arial" w:hAnsi="Arial" w:cs="Arial"/>
              <w:b/>
              <w:bCs/>
            </w:rPr>
          </w:pPr>
          <w:r>
            <w:rPr>
              <w:rFonts w:ascii="Arial" w:hAnsi="Arial" w:cs="Arial"/>
              <w:b/>
              <w:i/>
              <w:iCs/>
            </w:rPr>
            <w:t>25S013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C7B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C7BFA">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291" w:rsidRDefault="00D37291">
      <w:r>
        <w:separator/>
      </w:r>
    </w:p>
  </w:footnote>
  <w:footnote w:type="continuationSeparator" w:id="0">
    <w:p w:rsidR="00D37291" w:rsidRDefault="00D37291">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0C59"/>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B2D6E"/>
    <w:rsid w:val="00AC6BEE"/>
    <w:rsid w:val="00AC7BFA"/>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3729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966A87D-6684-42B1-93ED-68CD993F0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Titre1">
    <w:name w:val="RedTitre1"/>
    <w:basedOn w:val="Normal"/>
    <w:rsid w:val="00AC7BFA"/>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8E29E-19A7-480A-9C15-D41DE369D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2088</Words>
  <Characters>11485</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13546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FOURNIER Elodie</cp:lastModifiedBy>
  <cp:revision>3</cp:revision>
  <cp:lastPrinted>2016-11-02T12:51:00Z</cp:lastPrinted>
  <dcterms:created xsi:type="dcterms:W3CDTF">2025-01-10T15:42:00Z</dcterms:created>
  <dcterms:modified xsi:type="dcterms:W3CDTF">2025-01-31T14:59:00Z</dcterms:modified>
</cp:coreProperties>
</file>